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128" w:rsidRPr="00F21128" w:rsidRDefault="00F21128" w:rsidP="00E20E35">
      <w:pPr>
        <w:pStyle w:val="libTitr1"/>
        <w:rPr>
          <w:rFonts w:cs="Arial"/>
        </w:rPr>
      </w:pP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</w:p>
    <w:p w:rsidR="00F21128" w:rsidRDefault="00F21128" w:rsidP="00E20E35">
      <w:pPr>
        <w:pStyle w:val="libTitr2"/>
        <w:rPr>
          <w:rFonts w:hint="cs"/>
          <w:lang w:bidi="hi-IN"/>
        </w:rPr>
      </w:pPr>
      <w:r w:rsidRPr="00F21128">
        <w:rPr>
          <w:rFonts w:hint="cs"/>
          <w:cs/>
          <w:lang w:bidi="hi-IN"/>
        </w:rPr>
        <w:t>लेखकः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क़ुम्मी</w:t>
      </w:r>
    </w:p>
    <w:p w:rsidR="00E01BC5" w:rsidRPr="00C64EB4" w:rsidRDefault="00E01BC5" w:rsidP="00E01BC5">
      <w:pPr>
        <w:pStyle w:val="libnotice0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सही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E01BC5" w:rsidRDefault="00E01BC5" w:rsidP="00E01BC5">
      <w:pPr>
        <w:pStyle w:val="libNotice"/>
      </w:pPr>
      <w:r w:rsidRPr="00C64EB4">
        <w:t>Alhassanain.org/hindi</w:t>
      </w:r>
      <w:r w:rsidRPr="002657C0">
        <w:t xml:space="preserve"> </w:t>
      </w:r>
    </w:p>
    <w:p w:rsidR="00E01BC5" w:rsidRDefault="00E01BC5">
      <w:pPr>
        <w:spacing w:after="0" w:line="240" w:lineRule="auto"/>
        <w:rPr>
          <w:cs/>
          <w:lang w:bidi="hi-IN"/>
        </w:rPr>
      </w:pPr>
      <w:r>
        <w:rPr>
          <w:rFonts w:cs="Mangal"/>
          <w:cs/>
          <w:lang w:bidi="hi-IN"/>
        </w:rPr>
        <w:br w:type="page"/>
      </w:r>
    </w:p>
    <w:sdt>
      <w:sdtPr>
        <w:id w:val="-429827920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E01BC5" w:rsidRDefault="001F6D61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877DD9" w:rsidRDefault="00E01BC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6524564" w:history="1">
            <w:r w:rsidR="00877DD9"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अर्ज़े</w:t>
            </w:r>
            <w:r w:rsidR="00877DD9"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877DD9"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नाशिर</w:t>
            </w:r>
            <w:r w:rsidR="00877DD9"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="00877DD9"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प्रकाशक</w:t>
            </w:r>
            <w:r w:rsidR="00877DD9"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 w:rsidR="00877DD9">
              <w:rPr>
                <w:noProof/>
                <w:webHidden/>
              </w:rPr>
              <w:tab/>
            </w:r>
            <w:r w:rsidR="00877DD9">
              <w:rPr>
                <w:noProof/>
                <w:webHidden/>
              </w:rPr>
              <w:fldChar w:fldCharType="begin"/>
            </w:r>
            <w:r w:rsidR="00877DD9">
              <w:rPr>
                <w:noProof/>
                <w:webHidden/>
              </w:rPr>
              <w:instrText xml:space="preserve"> PAGEREF _Toc516524564 \h </w:instrText>
            </w:r>
            <w:r w:rsidR="00877DD9">
              <w:rPr>
                <w:noProof/>
                <w:webHidden/>
              </w:rPr>
            </w:r>
            <w:r w:rsidR="00877DD9">
              <w:rPr>
                <w:noProof/>
                <w:webHidden/>
              </w:rPr>
              <w:fldChar w:fldCharType="separate"/>
            </w:r>
            <w:r w:rsidR="00877DD9">
              <w:rPr>
                <w:noProof/>
                <w:webHidden/>
              </w:rPr>
              <w:t>8</w:t>
            </w:r>
            <w:r w:rsidR="00877DD9"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65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दो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शब्द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66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हिस्सा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67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मआद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क़यामत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68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मंज़िले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अव्वल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69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दुनिया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साथ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मोहब्बत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70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उक़बए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यमलोक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अव्वल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71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सकरात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मौत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मरते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समय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तक़लीफ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72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वह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जो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मरने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लिए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जल्द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राहत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सबब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है।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73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उक़बए</w:t>
            </w:r>
            <w:r w:rsidRPr="00507C0F">
              <w:rPr>
                <w:rStyle w:val="Hyperlink"/>
                <w:noProof/>
                <w:lang w:bidi="fa-IR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दोम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74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मौत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वक़्त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हक़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उदूल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75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आसानी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मौत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76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हिकायते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अव्वल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77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मौत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बाद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क़ब्र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तक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78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क़ब्र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79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वहश्ते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क़ब्र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80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वह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चीज़ें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जो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वहश्ते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क़ब्र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लिए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मुफ़ीद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हैं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81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उक़बए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प्रलय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दोम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82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तंगी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फ़िशारे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क़ब्र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83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फ़िशारे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क़ब्र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असबाब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84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वह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जो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अज़ाबे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क़ब्र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नजात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देते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हैं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85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मुनकिर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नकीर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क़ब्र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सवाल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86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फ़स्ल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सोम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87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बरज़ख़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पर्दा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88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तासीर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ताअसुर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शिद्दत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89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बरज़ख़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लज़्ज़त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फ़ानी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नाशवर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नहीं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90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वादी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उस्सलाम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91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वादिए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बरहूत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92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बरज़ख़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वालों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लिए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मुफ़ीद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लाभदायक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93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फसल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चहारुम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94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क़यामत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प्रलय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95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क़यामत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सख़्ती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महफूज़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रखने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96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सूरे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इसराफ़ील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97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फ़स्ल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पंजुम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पांच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98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कुबूर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क़ब्रों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निकलना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599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अहवाले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क़यामत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लिए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मुफ़ीद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00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क़ैफ़ियते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हशर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नशर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01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फसल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शश्शुम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छः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02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नामए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03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आओ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मेरे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आमालनामा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पढ़ो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04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आमालनामों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इन्कार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05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फ़स्ल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हफ़तुम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सात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06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मीज़ाने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07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रवायाते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हुस्ने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ख़ुल्क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08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फ़स्ल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हश्तुम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आठ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09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हिसाब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10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मोवक़िफ़े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हिसाब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11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हिबास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कौन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लगे</w:t>
            </w:r>
            <w:r w:rsidRPr="00507C0F">
              <w:rPr>
                <w:rStyle w:val="Hyperlink"/>
                <w:rFonts w:cs="Arial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12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हिसाब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किन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लोगों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होगा</w:t>
            </w:r>
            <w:r w:rsidRPr="00507C0F">
              <w:rPr>
                <w:rStyle w:val="Hyperlink"/>
                <w:rFonts w:cs="Arial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13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अहबात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तकफ़ीर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14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अहबात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15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तकफ़ीर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16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पुरसिशे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17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हुकुकुन्नास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18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फ़स्ल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नहुम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नवी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फस्ल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19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हौज़े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कौसर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20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ज़हूरे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अज़मते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507C0F">
              <w:rPr>
                <w:rStyle w:val="Hyperlink"/>
                <w:rFonts w:cs="Arial"/>
                <w:noProof/>
              </w:rPr>
              <w:t>0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507C0F">
              <w:rPr>
                <w:rStyle w:val="Hyperlink"/>
                <w:rFonts w:cs="Arial"/>
                <w:noProof/>
              </w:rPr>
              <w:t>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21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लेवाएहम्द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22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507C0F">
              <w:rPr>
                <w:rStyle w:val="Hyperlink"/>
                <w:rFonts w:cs="Arial"/>
                <w:noProof/>
              </w:rPr>
              <w:t>0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507C0F">
              <w:rPr>
                <w:rStyle w:val="Hyperlink"/>
                <w:rFonts w:cs="Arial"/>
                <w:noProof/>
              </w:rPr>
              <w:t xml:space="preserve">0)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साक़िए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कौसर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होंगे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23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मुक़ामे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महमूद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24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507C0F">
              <w:rPr>
                <w:rStyle w:val="Hyperlink"/>
                <w:rFonts w:cs="Arial"/>
                <w:noProof/>
              </w:rPr>
              <w:t xml:space="preserve">0)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दोज़ख़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बेहश्त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बांटने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हैं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25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शफ़ाअत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26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शिफ़ाअत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किन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लोगों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होगी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27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आराफ़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28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फस्ल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दहुम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दस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29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पुले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सिरात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30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जन्नत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महलात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उनका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मसलिहा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31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जन्नत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कमरों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सामाने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ज़ीनत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32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जन्नती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अपसराएं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औरतें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स्त्रियाँ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33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इतरियाते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जन्नत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जन्नत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ख़ुशबू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34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जन्नत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चराग़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35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जन्नती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नग़मात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36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जन्नत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न्यामतें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लज़्ज़तें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37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सहबाने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ख़ौफ़े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क़िस्से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38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शरायते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तौबा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प्रायश्चित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39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क़ाबिले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तौबा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गुनाह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40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क़िस्सा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बलोहर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दास्ताने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बादशाह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7DD9" w:rsidRDefault="00877DD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6524641" w:history="1"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हिकायते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आबिद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सग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507C0F">
              <w:rPr>
                <w:rStyle w:val="Hyperlink"/>
                <w:rFonts w:cs="Mangal" w:hint="cs"/>
                <w:noProof/>
                <w:cs/>
                <w:lang w:bidi="hi-IN"/>
              </w:rPr>
              <w:t>कुत्ता</w:t>
            </w:r>
            <w:r w:rsidRPr="00507C0F">
              <w:rPr>
                <w:rStyle w:val="Hyperlink"/>
                <w:rFonts w:cs="Mangal"/>
                <w:noProof/>
                <w:cs/>
                <w:lang w:bidi="hi-I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_Toc516524641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1BC5" w:rsidRDefault="00E01BC5">
          <w:r>
            <w:fldChar w:fldCharType="end"/>
          </w:r>
        </w:p>
      </w:sdtContent>
    </w:sdt>
    <w:p w:rsidR="00E01BC5" w:rsidRDefault="00E01BC5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lastRenderedPageBreak/>
        <w:br w:type="page"/>
      </w:r>
    </w:p>
    <w:p w:rsidR="00F21128" w:rsidRPr="00E20E35" w:rsidRDefault="00F21128" w:rsidP="00E20E35">
      <w:pPr>
        <w:pStyle w:val="Heading1"/>
      </w:pPr>
      <w:bookmarkStart w:id="0" w:name="_Toc516524564"/>
      <w:r w:rsidRPr="00F21128">
        <w:rPr>
          <w:rFonts w:hint="cs"/>
          <w:cs/>
          <w:lang w:bidi="hi-IN"/>
        </w:rPr>
        <w:lastRenderedPageBreak/>
        <w:t>अर्ज़े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नाशिर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प्रकाशक</w:t>
      </w:r>
      <w:r w:rsidRPr="00F21128">
        <w:rPr>
          <w:cs/>
          <w:lang w:bidi="hi-IN"/>
        </w:rPr>
        <w:t>)</w:t>
      </w:r>
      <w:bookmarkEnd w:id="0"/>
    </w:p>
    <w:p w:rsidR="00F21128" w:rsidRPr="00F21128" w:rsidRDefault="00F21128" w:rsidP="00E20E35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="00E20E35">
        <w:rPr>
          <w:rFonts w:hint="cs"/>
          <w:cs/>
          <w:lang w:bidi="hi-IN"/>
        </w:rPr>
        <w:t>फ़रमाया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अवाक़िब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बचाव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निजात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आज़माइश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अक़लमन्दों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नहजुल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बलाग़ा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ख़ुतबा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61)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ज़ख़ीरा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भंडार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फ़राहम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ऩाशवान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जाऔ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मंडला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………..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बेक़ैदा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मुसाफ़िर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खींचे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नाकामी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मुहैय्या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तोशए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ख़ैरख़्वाही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ओझल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फ़रेब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टूट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नहजुल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बलाग़ा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ख़ुतबा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62)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  <w:t>(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मुफ़सिदा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इंगेज़ी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ऐलानिया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फ़ैला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बटोरने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क़ीमत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रख़ें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पर्दापोशी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नहजुल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बलाग़ा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खुतबा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32)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ढूंढ़ने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जिहाद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फ़ितरत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पाबन्दी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फ़ख़्र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सुलूक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फ़रावनी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मख़फ़ी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छुपे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कफ़्फ़ारा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ख़ुतबा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13)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हंसी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नहजुल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बलाग़ा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खुतबा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108)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अलैहिर्रमा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अहादिस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आलीमाना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हश्र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नश्र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उजागर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मुतालिया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अध्ययन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मशअले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एजेन्सी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एडिशन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शाए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प्रकाशित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ए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एड़वोकेट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कोर्ट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शुक्रिया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क़ीमती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इस्तेफ़ादा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सकें।</w:t>
      </w:r>
    </w:p>
    <w:p w:rsidR="00E20E35" w:rsidRDefault="00E20E35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1128" w:rsidRPr="00E20E35" w:rsidRDefault="00F21128" w:rsidP="00E20E35">
      <w:pPr>
        <w:pStyle w:val="Heading1"/>
      </w:pPr>
      <w:bookmarkStart w:id="1" w:name="_Toc516524565"/>
      <w:r w:rsidRPr="00F21128">
        <w:rPr>
          <w:rFonts w:hint="cs"/>
          <w:cs/>
          <w:lang w:bidi="hi-IN"/>
        </w:rPr>
        <w:lastRenderedPageBreak/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शब्द</w:t>
      </w:r>
      <w:bookmarkEnd w:id="1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आधुनिक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इक्कीसवीं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सदैव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इमामिया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मिशन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लखनऊ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प्रकाशित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छोटी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छोटी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विभिन्न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विषयों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प्रभावित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विद्यार्थी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जीवन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अवैतनिक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सेक्रेटी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प्रेरणा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उर्दू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नावाक़िफ़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समुचित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स्वागत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विचारों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आधारित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प्रसिद्ध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नहजुल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बलाग़ा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तबातबाई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अनुरोध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प्रस्तुत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मनाज़िले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आख़िरह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विषय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मात्र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विभिन्न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अवतरणों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भली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भांति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वास्तव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द्वारा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मनुष्य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व्यस्तम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फ़ारसी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उर्दू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कारण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आवश्यकता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आवश्यक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मनाज़िले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आख़िरह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विशेषकर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उर्दू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अनभिग्य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अत्यधिक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लाभ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मज़कूरा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अय्ये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गर्दिशे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लैलोनहार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ज़र्रा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ज़र्रा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मुफ़ज़्ज़ल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जुहला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अमुक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अज़ो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अंग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क़साफ़ात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रुतुबात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एख़राज़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बहाव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कसाफ़तें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इंसान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शरीअते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रगो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lastRenderedPageBreak/>
        <w:t>दन्दां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नाखून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हिक़मतों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मफ़कूद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नाकि़स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ख़लअते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कायनात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ईजादे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माद्दी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मायावी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नेस्तो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नाबूद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हरगिज़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आसूदा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सुकून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तकालीफ़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मसायब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बीमारियों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फ़ित्नों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ग़स्बे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मसायेब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बरदाश्त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माशद।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बाशद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बाशद।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  <w:t>(</w:t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ख़िलक़ते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तसलीम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मसायब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सिफ़ाते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कमालिया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मुहैया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लुक़मा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लुक़मा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छीनने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बेकार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बिगाड़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सरज़द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कतई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हुज़्नों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मन्ज़िल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बक़्द्र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मुहैय्या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ग़रज़े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मुहैय्या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ज़ेरे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दिलचस्प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अन्दाज़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मुश्किलात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अख़बारात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झूठी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मरातिबे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शुब्हात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गुंजाइश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इज़ाफ़ा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मरातिबे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अख़बार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दरजा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सिदक़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शवाहिद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दरजा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तरपञ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बुरगजीदा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याफ़ता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मनसूसमिन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मोजिज़ह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अकेले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बदरजा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मुतमईन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मुनज्जिम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सय्यारे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सय्यारे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सितारे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चक्कर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तसलीम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ख़ालिक़े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क़ादिर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तख़लीफ़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फ़रमाये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तसदीक़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गुंजाइश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="00E20E35">
        <w:rPr>
          <w:rFonts w:hint="cs"/>
          <w:cs/>
          <w:lang w:bidi="hi-IN"/>
        </w:rPr>
        <w:t>रुया</w:t>
      </w:r>
      <w:r w:rsidRPr="00F21128">
        <w:rPr>
          <w:rFonts w:hint="cs"/>
          <w:cs/>
          <w:lang w:bidi="hi-IN"/>
        </w:rPr>
        <w:t>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माख़ज़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सक्क़ए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मुरव्वजुल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एहकाम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मौलाना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एडिशन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अलमनाज़िल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मफ़कूद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बाअस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एडिशन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इज़ाफ़ा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एडीशन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तरतीब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इन्हेसार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अलमनाज़िल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दस्दग़ैब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मदज़िल्लूह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lastRenderedPageBreak/>
        <w:t>“</w:t>
      </w:r>
      <w:r w:rsidRPr="00F21128">
        <w:rPr>
          <w:rFonts w:hint="cs"/>
          <w:cs/>
          <w:lang w:bidi="hi-IN"/>
        </w:rPr>
        <w:t>अलमआद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मुन्दरजा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इ्कट्ठा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अहसनुल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फ़वायद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उम्दतुल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बिसयान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बहारुल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नज़फ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ख़ज़ीनतुल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मौलाना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इज़ाफ़ा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अहमियत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तौफ़ीक़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मरव्वजुल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एहकाम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मौलाना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कठिन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तरतीब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अज्रे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लफ़्ज़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लेख़क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विचारक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सम्मुख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विशेषकर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शिक्शा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सर्वथा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अभाव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कारणों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कारण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प्रायः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अरबी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फारसी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उर्दू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उल्माओं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विचारकों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लेखकों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कोष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श्री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</w:t>
      </w:r>
      <w:r w:rsidRPr="00F21128">
        <w:rPr>
          <w:cs/>
          <w:lang w:bidi="hi-IN"/>
        </w:rPr>
        <w:t>.</w:t>
      </w:r>
      <w:r w:rsidRPr="00F21128">
        <w:rPr>
          <w:rFonts w:hint="cs"/>
          <w:cs/>
          <w:lang w:bidi="hi-IN"/>
        </w:rPr>
        <w:t>ए</w:t>
      </w:r>
      <w:r w:rsidRPr="00F21128">
        <w:rPr>
          <w:cs/>
          <w:lang w:bidi="hi-IN"/>
        </w:rPr>
        <w:t xml:space="preserve">. </w:t>
      </w:r>
      <w:r w:rsidRPr="00F21128">
        <w:rPr>
          <w:rFonts w:hint="cs"/>
          <w:cs/>
          <w:lang w:bidi="hi-IN"/>
        </w:rPr>
        <w:t>नक़वी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जागरुक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लेखकों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रचना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सृजन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लेखक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रचनात्मक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छ्मता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आधारित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किन्तु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रचना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भाषा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स्वाभाविक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भाषा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रचना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प्रतीत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प्रत्येक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व्यक्ति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महारत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कौशल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निपुणता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आवश्यकता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श्री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</w:t>
      </w:r>
      <w:r w:rsidRPr="00F21128">
        <w:rPr>
          <w:cs/>
          <w:lang w:bidi="hi-IN"/>
        </w:rPr>
        <w:t>.</w:t>
      </w:r>
      <w:r w:rsidRPr="00F21128">
        <w:rPr>
          <w:rFonts w:hint="cs"/>
          <w:cs/>
          <w:lang w:bidi="hi-IN"/>
        </w:rPr>
        <w:t>ए</w:t>
      </w:r>
      <w:r w:rsidRPr="00F21128">
        <w:rPr>
          <w:cs/>
          <w:lang w:bidi="hi-IN"/>
        </w:rPr>
        <w:t xml:space="preserve">. </w:t>
      </w:r>
      <w:r w:rsidRPr="00F21128">
        <w:rPr>
          <w:rFonts w:hint="cs"/>
          <w:cs/>
          <w:lang w:bidi="hi-IN"/>
        </w:rPr>
        <w:t>नक़वी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पूर्णतयाः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विद्यमान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श्री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वरन्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पूर्व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नहजुल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बलाग़ा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जैसी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अत्यंत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महत्वपूर्ण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यद्यपि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श्री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साहित्य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विशेषकर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साहित्य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भाषा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विशेष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रुचि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हिमायती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मोमेनीन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आवश्यक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अतः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श्री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मोमेनीन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नौजवानों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उर्दू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वास्तव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प्रकाश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आख़ेरत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संवारने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बदतरीन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आख़ेरत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मौला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)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आख़ेरत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मौला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आख़ेरत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लेहाज़ा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आख़ेरत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मौला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E20E35" w:rsidRDefault="00E20E35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1128" w:rsidRPr="00F21128" w:rsidRDefault="00F21128" w:rsidP="00E20E35">
      <w:pPr>
        <w:pStyle w:val="Heading1"/>
        <w:rPr>
          <w:rFonts w:cs="Arial"/>
        </w:rPr>
      </w:pPr>
      <w:bookmarkStart w:id="2" w:name="_Toc516524566"/>
      <w:r w:rsidRPr="00F21128">
        <w:rPr>
          <w:rFonts w:hint="cs"/>
          <w:cs/>
          <w:lang w:bidi="hi-IN"/>
        </w:rPr>
        <w:lastRenderedPageBreak/>
        <w:t>पहला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हिस्सा</w:t>
      </w:r>
      <w:bookmarkEnd w:id="2"/>
      <w:r w:rsidRPr="00F21128">
        <w:rPr>
          <w:cs/>
          <w:lang w:bidi="hi-IN"/>
        </w:rPr>
        <w:t xml:space="preserve"> </w:t>
      </w:r>
    </w:p>
    <w:p w:rsidR="00F21128" w:rsidRPr="00F21128" w:rsidRDefault="00F21128" w:rsidP="00E20E35">
      <w:pPr>
        <w:pStyle w:val="Heading1"/>
        <w:rPr>
          <w:rFonts w:cs="Arial"/>
        </w:rPr>
      </w:pPr>
      <w:bookmarkStart w:id="3" w:name="_Toc516524567"/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bookmarkEnd w:id="3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शब्द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अर्थ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लौटना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>)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लौटती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प्रसलय</w:t>
      </w:r>
      <w:r w:rsidRPr="00F21128">
        <w:rPr>
          <w:cs/>
          <w:lang w:bidi="hi-IN"/>
        </w:rPr>
        <w:t xml:space="preserve">(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नियम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विश्वास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ऐतेक़ाद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मनुष्य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कृत्यों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शुरुआत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ज़माना</w:t>
      </w:r>
      <w:r w:rsidRPr="00F21128">
        <w:rPr>
          <w:cs/>
          <w:lang w:bidi="hi-IN"/>
        </w:rPr>
        <w:t>)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क़यामते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स्वर्ग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नरक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ख़मसा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देखने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सुनने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सूंघने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शक्तियां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द्वार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असम्भव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बुद्धि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सिद्ध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सरकारे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ईश्वरीय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संदेश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द्वारा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सीमाओं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फ़िज़ां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खोज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छुटकारा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खुसूसियात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ग़ैब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परोक्श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मारिफ़त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परिचय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विश्वास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योग्य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खुसुसियात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सम्बन्ध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रब्त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मुस्तफ़ा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मासूम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जमादात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वस्तुओं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लकड़ी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बेख़बरी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बोलना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नतीजा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अरवाह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जुमबिश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जुमबिश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स्पष्ट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उदाहरण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सुनता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हालांकि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जागने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दराज़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बिस्तर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शुरुआत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रचने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हिदायत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हालाकि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स्वर्ग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सजा़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नरक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अवसाफ़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विशेषतायें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विवेचना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जाओगे।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बोसीदा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तौसीफ़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झुठलाया।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पीते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चलते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फिरते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गुफ़तगू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जागने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हुज्जत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तर्क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वितर्क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तु्म्हारी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यातना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नेआमतों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उठाएगी।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)-</w:t>
      </w:r>
    </w:p>
    <w:p w:rsidR="00F21128" w:rsidRPr="00F21128" w:rsidRDefault="00F21128" w:rsidP="00E20E35">
      <w:pPr>
        <w:pStyle w:val="Heading1"/>
        <w:rPr>
          <w:rFonts w:cs="Arial"/>
        </w:rPr>
      </w:pPr>
      <w:bookmarkStart w:id="4" w:name="_Toc516524568"/>
      <w:r w:rsidRPr="00F21128">
        <w:rPr>
          <w:rFonts w:hint="cs"/>
          <w:cs/>
          <w:lang w:bidi="hi-IN"/>
        </w:rPr>
        <w:t>मंज़िले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bookmarkEnd w:id="4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एख़तलाफ़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तहक़ीक़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बाबरकत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कायनात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बागड़ोर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क़ादिर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सूत्र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लफ़्ज़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सम्बन्ध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सम्बन्ध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अनगिनत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तशबीहात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एख़्तयार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चराग़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ज़ुल्मत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कदाए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चराग़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अतिरिक्त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हुलूल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टूट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सम्बन्ध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इज़राइल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छीनता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रुहे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आतमाएँ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अहादीस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क़ैफ़ियत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इज़राईल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तख़्र्ती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फ़ौरन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इज़राईल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वाहिद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जांए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इज़राईल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जिराग़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आश्चर्य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निस्बत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तुम्हे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इज़राईल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मोवक्किल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इज़राईल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दुरुस्त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इज़राईल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फरिशते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लश्कर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फ़तह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फ़तूहात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हुकमरानी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बालातर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असबाब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परेशानियों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रोगी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क़त्ल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हादिसा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दुर्घटना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वग़ैरह।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शदीद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बीमारियों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अकेले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कारण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ब्यानों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महसूस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मानो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कैन्ची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चक्की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महसूस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सूंघ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रुहें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आत्माए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देवता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अलैकुम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सिले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बेख़टके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जाओ।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क़ायदए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कुल्लिया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व्यापक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नियम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अक्सर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कसाफ़तों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गन्दगी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पवित्र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कफ़फारे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प्रायश्चित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यातना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परलोक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यातना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मुकद्दमा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कुफ़्फ़ार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यमयातना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योग्य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यतीम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मज़लूम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असहाय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दुख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दर्द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बेबाक़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मुआवज़ा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वास्तव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बदबख़्ती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न्यातम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जांकनी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निस्बत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कुल्लिया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नियम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 xml:space="preserve">) </w:t>
      </w:r>
    </w:p>
    <w:p w:rsidR="00F21128" w:rsidRPr="00F21128" w:rsidRDefault="00F21128" w:rsidP="00E20E35">
      <w:pPr>
        <w:pStyle w:val="Heading1"/>
        <w:rPr>
          <w:rFonts w:cs="Arial"/>
        </w:rPr>
      </w:pPr>
      <w:bookmarkStart w:id="5" w:name="_Toc516524569"/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मोहब्बत</w:t>
      </w:r>
      <w:bookmarkEnd w:id="5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कराहत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घृणा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लाभ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दिक़्क़त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बका़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दवाम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हैः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दिलवर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मवन्द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बेवफ़ा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उरुस।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वाहेच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मुहव्वत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करद।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  <w:t>(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 xml:space="preserve">–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बेवफ़ा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उरुस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दुल्हन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कुफ़्फ़ार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कुफ़्फ़ार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मुतमइन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संतुष्ठ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ज़िनद्गी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यहूदियों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तुममें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पाता।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नक़्ल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दोस्ती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महत्वपूर्ण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महबूब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वहशतनाकी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नियुक्त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दारुस्सवाब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गुनहगार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गुनाहकारी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ख़ुलासा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दुरुलगुरुर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ताख़ीरे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तुलानी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तोशए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घाटियां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पेचीदा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E20E35">
      <w:pPr>
        <w:pStyle w:val="Heading1"/>
        <w:rPr>
          <w:rFonts w:cs="Arial"/>
        </w:rPr>
      </w:pPr>
      <w:bookmarkStart w:id="6" w:name="_Toc516524570"/>
      <w:r w:rsidRPr="00F21128">
        <w:rPr>
          <w:rFonts w:hint="cs"/>
          <w:cs/>
          <w:lang w:bidi="hi-IN"/>
        </w:rPr>
        <w:t>उक़बए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यमलोक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अव्वल</w:t>
      </w:r>
      <w:bookmarkEnd w:id="6"/>
    </w:p>
    <w:p w:rsidR="00F21128" w:rsidRPr="00F21128" w:rsidRDefault="00F21128" w:rsidP="00E20E35">
      <w:pPr>
        <w:pStyle w:val="Heading1"/>
        <w:rPr>
          <w:rFonts w:cs="Arial"/>
        </w:rPr>
      </w:pPr>
      <w:bookmarkStart w:id="7" w:name="_Toc516524571"/>
      <w:r w:rsidRPr="00F21128">
        <w:rPr>
          <w:rFonts w:hint="cs"/>
          <w:cs/>
          <w:lang w:bidi="hi-IN"/>
        </w:rPr>
        <w:t>सकरात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तक़लीफ</w:t>
      </w:r>
      <w:r w:rsidRPr="00F21128">
        <w:rPr>
          <w:cs/>
          <w:lang w:bidi="hi-IN"/>
        </w:rPr>
        <w:t>)</w:t>
      </w:r>
      <w:bookmarkEnd w:id="7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यमलोक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कठिन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रोग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ज़्यादती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बंदिशे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शरीर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अयाल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परिवार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बच्चों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यतीमी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अनाथ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मकानात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जागीरों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ज़ख़ीरों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ग़सब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अपभोग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मारगंज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सापों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ख़ज़ाना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अनपे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बिगड़ते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मुतवजेह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सुधार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अलै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वारिसों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फ़वाएद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पिछलों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मुंतक़िल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ख़ौफ़नाक़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वक़्ते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एहतेज़ार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मलाएका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ग़ज़ब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प्रकोप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फ़िक्रमन्द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सिफ़ारिश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अक्सर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आइम्माए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ताहरीन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वक़्ते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एहतेज़ार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0),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0),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फ़ातिमा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ज़हरा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0),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मूसा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एहतेज़ार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मारिफ़त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सरवरे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अतहार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आस्तिक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मोमेनीनके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मुनाफ़िक़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जब्बार।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गु़फ़्त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फ़मई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यरेनी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फ़िदाई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जोयत।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lastRenderedPageBreak/>
        <w:t>काश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मरदमी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रौयत।।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शयातीन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निवर्ती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उठे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उतरेंगे।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कलीनी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आँखों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दर्द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बेताबी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बेक़रारी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शिद्दत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रोग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खींचता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पुकारती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अआदा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पुनरावृत्ति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फ़रमाएं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महसूस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अनुयायी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अश्ख़ास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(1)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ज़ालिम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हाकिम।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(2)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यतीमों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ग़स्ब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(3)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झूठी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नतीजा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जांकनी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रवायाते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नफास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मोहतज़र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मलाएकए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मुतनफ़्फ़िर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अललशराए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असनाद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सदूक़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हायज़ा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मोहतज़र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मलाएका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मुतनफ़्फिर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मुर्तज़ा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ताऊन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बीमारी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सनदुलउल्मा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अलरासीख़ीन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कज़वीनी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मोमेनीन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इर्द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सुपुर्द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ज़व्वार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नवजानव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मुतवजेह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तन्हा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अवक़ात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बीस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क़बूलियत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बख़्शा।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मुनफ़रद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दरख़्वास्त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ताऊन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lastRenderedPageBreak/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दरख़्वास्त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एयादत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एयादत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शऊर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तुर्शरु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बेचैनी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अज़तराब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हालांकि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वाकि़फ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चेजाए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मुतवज्जेह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ख़ुलूस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तआर्रुफ़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बुलाया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वुसअत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मुशाहदा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एज़तराब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इतमिनान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स्नान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मलाएकए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बेचैनी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खज़ीनतुल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जवाहर</w:t>
      </w:r>
      <w:r w:rsidRPr="00F21128">
        <w:rPr>
          <w:cs/>
          <w:lang w:bidi="hi-IN"/>
        </w:rPr>
        <w:t>)</w:t>
      </w:r>
    </w:p>
    <w:p w:rsidR="00F21128" w:rsidRPr="00F21128" w:rsidRDefault="00F21128" w:rsidP="00E20E35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मुफ़लिस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उस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सिरहाने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रज़ामन्दी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फ़ौरन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क़बीहुलमंज़र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दबोच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मई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यक़बलुल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यसीरा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याफू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अनिल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कसीर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मिन्निल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यसीर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वाफ़ो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अन्निल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कसीरा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अनतल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ग़फूरुर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रहीम</w:t>
      </w:r>
      <w:r w:rsidRPr="00F21128">
        <w:rPr>
          <w:cs/>
          <w:lang w:bidi="hi-IN"/>
        </w:rPr>
        <w:t>!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खूबसूरत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सियाह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="00E20E35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दोहराया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हकूक़े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सरहाने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रज़ामन्दी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सर्दियों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कुशादगी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शीरीनी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खिलाएगा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फ़रमाएगा।</w:t>
      </w:r>
    </w:p>
    <w:p w:rsidR="00F21128" w:rsidRPr="00F21128" w:rsidRDefault="00F21128" w:rsidP="00E20E35">
      <w:pPr>
        <w:pStyle w:val="Heading1"/>
        <w:rPr>
          <w:rFonts w:cs="Arial"/>
        </w:rPr>
      </w:pPr>
      <w:bookmarkStart w:id="8" w:name="_Toc516524572"/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="00E20E35">
        <w:rPr>
          <w:rFonts w:hint="cs"/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bookmarkEnd w:id="8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इल्लल्लाहु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हलीमुल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इल्लल्लाहुल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अलीयुल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सुबहानल्लाहे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रब्बिस्समावातिस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सबअे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इल्लल्लाहु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अलीयुल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सुबहानाल्लाहे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रब्बिस्समावातिस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सबअे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आरज़ीनस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सबअे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वमा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फ़ीहिन्ना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बैनहुन्ना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वमा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फ़ौक़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तहतहुन्ना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अरशिल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वलहम्दो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आलमीन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  <w:t>24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मोज़िबे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खुबसूरत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पाकीज़ा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मलबूस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लबरेज़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सातवीं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वन्नास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फ़राग़त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अरबआ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फ़ारिग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मलाएका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अस्तग़फ़ार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कफ़अमी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लश्कर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आद्दतो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लेकुल्ले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इल्लल्लाहो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लेकुल्ले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ग़म्मिन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माशाअल्लाह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वलेकुल्ले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नेअमतिन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अलहम्दो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वलिकुल्ली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रुख़ाइन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अश्शुकरो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वलिकुल्ली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ओजूबतीन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सुब्हानाल्लाहे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वलिकुल्ली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ज़नबिन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असतग़फिरुल्लाह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वलिकुल्ली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इन्नालिल्लाहे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इलैहि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राजिऊन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वलिकुल्ली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हसबियल्लाहो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वलिकुले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कज़ाइन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क़दरिन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तवकल्तो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वमासियतीन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लाहौला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कुव्वत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बिल्लाहिल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असमअस्सामेइना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अब्सरल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मुब्सेरीन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अस्राअल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हासिबिना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अहकमल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हकिमीन।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इज़ाजुलज़िलातिल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अरज़ो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ज़िलज़ालहा।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नाफ़ला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ज़लज़ला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बिजली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अरज़ोसमां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अक्सर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</w:p>
    <w:p w:rsidR="00FE1D8A" w:rsidRDefault="00FE1D8A">
      <w:pPr>
        <w:spacing w:after="0" w:line="240" w:lineRule="auto"/>
        <w:rPr>
          <w:rFonts w:ascii="Mangal" w:eastAsia="Times New Roman" w:hAnsi="Mangal" w:cs="Mangal"/>
          <w:b/>
          <w:bCs/>
          <w:color w:val="1F497D"/>
          <w:sz w:val="36"/>
          <w:szCs w:val="36"/>
          <w:cs/>
          <w:lang w:bidi="fa-IR"/>
        </w:rPr>
      </w:pPr>
      <w:r>
        <w:br w:type="page"/>
      </w:r>
    </w:p>
    <w:p w:rsidR="00F21128" w:rsidRPr="00F21128" w:rsidRDefault="00FE1D8A" w:rsidP="00FE1D8A">
      <w:pPr>
        <w:pStyle w:val="Heading1Center"/>
        <w:rPr>
          <w:rFonts w:cs="Arial"/>
          <w:lang w:bidi="ar-SA"/>
        </w:rPr>
      </w:pPr>
      <w:bookmarkStart w:id="9" w:name="_Toc516524573"/>
      <w:r>
        <w:rPr>
          <w:rFonts w:hint="cs"/>
          <w:cs/>
        </w:rPr>
        <w:lastRenderedPageBreak/>
        <w:t>उ</w:t>
      </w:r>
      <w:r w:rsidR="00F21128" w:rsidRPr="00F21128">
        <w:rPr>
          <w:rFonts w:hint="cs"/>
          <w:cs/>
        </w:rPr>
        <w:t>क़बए</w:t>
      </w:r>
      <w:r w:rsidR="00F21128" w:rsidRPr="00F21128">
        <w:rPr>
          <w:cs/>
        </w:rPr>
        <w:t xml:space="preserve"> </w:t>
      </w:r>
      <w:r w:rsidR="00F21128" w:rsidRPr="00F21128">
        <w:rPr>
          <w:rFonts w:hint="cs"/>
          <w:cs/>
        </w:rPr>
        <w:t>दोम</w:t>
      </w:r>
      <w:bookmarkEnd w:id="9"/>
    </w:p>
    <w:p w:rsidR="00F21128" w:rsidRPr="00F21128" w:rsidRDefault="00F21128" w:rsidP="00FE1D8A">
      <w:pPr>
        <w:pStyle w:val="Heading1"/>
        <w:rPr>
          <w:rFonts w:cs="Arial"/>
        </w:rPr>
      </w:pPr>
      <w:bookmarkStart w:id="10" w:name="_Toc516524574"/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उदूल</w:t>
      </w:r>
      <w:bookmarkEnd w:id="10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वसवसए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शुबहात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ख़ारिज़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इसीलिए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फ़ख़रूल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महक़क़ीन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महुफूज़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ख़मसा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दलायले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क़तैया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ज़ेहन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खुलूसे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वसवसए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अक़ाएदे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अरहमर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राहिमीन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अवदातुका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मुसतौदीन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आमरतना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बेहिफ़ज़िल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वदाएई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फ़रुद्ददोहू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हूज़ूरे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फ़ख़रुल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मोहक़्क़ीन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अदीला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क़ल्ब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उदूल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सुलेमान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दलेमी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पैरोकार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क़िस्में</w:t>
      </w:r>
      <w:r w:rsidRPr="00F21128">
        <w:rPr>
          <w:cs/>
          <w:lang w:bidi="hi-IN"/>
        </w:rPr>
        <w:t xml:space="preserve"> </w:t>
      </w:r>
      <w:r w:rsidR="00FE1D8A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सुपुर्द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ab/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रज़ीतो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बेमोहम्मदिन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सल्लल्लाहो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वआलेही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नबीय्यन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कआबते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क़िबलतन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बेआलेइन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वलेयव्वा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हुज्जते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सलवातुल्लाहे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अइम्मतन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रज़ीतो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आइम्मतिन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फ़अरज़िनी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शयइन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क़दीर।</w:t>
      </w:r>
      <w:r w:rsidRPr="00F21128">
        <w:rPr>
          <w:rFonts w:cs="Arial" w:hint="eastAsia"/>
        </w:rPr>
        <w:t>”</w:t>
      </w:r>
    </w:p>
    <w:p w:rsidR="00F21128" w:rsidRPr="00F21128" w:rsidRDefault="00F21128" w:rsidP="00FE1D8A">
      <w:pPr>
        <w:pStyle w:val="Heading1"/>
        <w:rPr>
          <w:rFonts w:cs="Arial"/>
        </w:rPr>
      </w:pPr>
      <w:bookmarkStart w:id="11" w:name="_Toc516524575"/>
      <w:r w:rsidRPr="00F21128">
        <w:rPr>
          <w:rFonts w:hint="cs"/>
          <w:cs/>
          <w:lang w:bidi="hi-IN"/>
        </w:rPr>
        <w:t>आस</w:t>
      </w:r>
      <w:r w:rsidR="00FE1D8A">
        <w:rPr>
          <w:rFonts w:hint="cs"/>
          <w:cs/>
          <w:lang w:bidi="hi-IN"/>
        </w:rPr>
        <w:t>ा</w:t>
      </w:r>
      <w:r w:rsidRPr="00F21128">
        <w:rPr>
          <w:rFonts w:hint="cs"/>
          <w:cs/>
          <w:lang w:bidi="hi-IN"/>
        </w:rPr>
        <w:t>न</w:t>
      </w:r>
      <w:r w:rsidR="00FE1D8A">
        <w:rPr>
          <w:rFonts w:hint="cs"/>
          <w:cs/>
          <w:lang w:bidi="hi-IN"/>
        </w:rPr>
        <w:t xml:space="preserve">ी </w:t>
      </w:r>
      <w:r w:rsidRPr="00F21128">
        <w:rPr>
          <w:rFonts w:hint="cs"/>
          <w:cs/>
          <w:lang w:bidi="hi-IN"/>
        </w:rPr>
        <w:t>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bookmarkEnd w:id="11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  <w:t>(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)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पाबन्दिए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मशरिक़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नीहं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पांचों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पाबन्दिए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आदी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शहादतैन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भगाता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नेअमतों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नाफ़रमानी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हिल्म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नाजाएज़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झूठा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सिदक़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झूठ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नुकसान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पहुंचेगा।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ख़ात्मा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बिलख़ैर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सहीफए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ग्यारहवीं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तमजीद</w:t>
      </w:r>
      <w:r w:rsidRPr="00F21128">
        <w:rPr>
          <w:cs/>
          <w:lang w:bidi="hi-IN"/>
        </w:rPr>
        <w:t xml:space="preserve"> (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मनज़िकरह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शऱूफज्जाकरीन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मज़कूर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जीक़ाद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यकशम्बा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इतवार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="00FE1D8A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रब्बना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तुज़िग़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कुलूबना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हदैतना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हबलना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मिल्लदुनका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अनतल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बहाब।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तसबीहे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पाबन्दी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अंगूठी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खुसुसन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विशेषकर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सुर्ख़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="00FE1D8A">
        <w:rPr>
          <w:rFonts w:hint="cs"/>
          <w:cs/>
          <w:lang w:bidi="hi-IN"/>
        </w:rPr>
        <w:t>अलीयुन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</w:t>
      </w:r>
      <w:r w:rsidRPr="00F21128">
        <w:rPr>
          <w:cs/>
          <w:lang w:bidi="hi-IN"/>
        </w:rPr>
        <w:t xml:space="preserve"> </w:t>
      </w:r>
      <w:r w:rsidR="00FE1D8A">
        <w:rPr>
          <w:rFonts w:hint="cs"/>
          <w:cs/>
          <w:lang w:bidi="hi-IN"/>
        </w:rPr>
        <w:t>उल्लाह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नक़श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सूरह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अफलहाल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मोमिनुना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बिस्मिल्लाहिर्रहमानिर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लाहौला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कुव्वता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बिल्लाहिल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  <w:t>22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तरीक़े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अलहम्दो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अय्योहल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काफ़ेरुना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ख़्तम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अस्तग़फार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सैयद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ताऊस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6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कुशादा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चौहदवीं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बईना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फज़ाएल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E1D8A">
      <w:pPr>
        <w:pStyle w:val="Heading1"/>
        <w:rPr>
          <w:rFonts w:cs="Arial"/>
        </w:rPr>
      </w:pPr>
      <w:bookmarkStart w:id="12" w:name="_Toc516524576"/>
      <w:r w:rsidRPr="00F21128">
        <w:rPr>
          <w:rFonts w:hint="cs"/>
          <w:cs/>
          <w:lang w:bidi="hi-IN"/>
        </w:rPr>
        <w:t>हिकायते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bookmarkEnd w:id="12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फुज़ैल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सुफ़िया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फाज़िल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योग्य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शागिर्द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नज़आ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यासीन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उस्ताद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फुज़ैल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एखतेयार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लाइलाहा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इल्लल्लाहो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अलअयाज़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बिल्लाहे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फुज़ैल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फुज़ैल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फ़ाज़िल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योग्य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शागिर्दों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मारिफ़त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परिचय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ख़ज़ाना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अंजाम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परिणाम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वजूहात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कारण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प्रथम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चुग़लख़ोरी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हलाकत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चुग़लख़ोर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तानाबाज़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द्वितिय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हसद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तृतीय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नुक़ता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फ़ित्ना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डाक्टर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तजवीज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छोड़ेगी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डाक्टर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हिदायत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वजूहात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अंजाम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परिणाम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गयी।</w:t>
      </w:r>
    </w:p>
    <w:p w:rsidR="00F21128" w:rsidRPr="00F21128" w:rsidRDefault="00F21128" w:rsidP="00FE1D8A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सम्बन्ध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माबदिया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तजवीज़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कराहत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घृणा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धार्मिक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मआमलात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मोक़ल्लिद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अनुयायी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बूंद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</w:t>
      </w:r>
      <w:r w:rsidR="00FE1D8A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पशेमान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मरक़दए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कशकोल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ऐशो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इशरत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शहादतैन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शहादैन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मिनजानिब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कारण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मारुफ़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मिनजानिब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पाक़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फौरन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गिरफ़्त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तदबीर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दिलचस्पी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करुं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खांए।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मुशताक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मुश्ताक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संतुष्ट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बिठाया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चुंगल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प्रकट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एहतेज़ार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गौ़र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मरग़श्ता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विमुख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>)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हालांकि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सरज़द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ज़िना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व्यभीचार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="00FE1D8A">
        <w:rPr>
          <w:rFonts w:hint="cs"/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इरतिकाब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="00FE1D8A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क़ैरात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सिक्का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इख़्तियार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लतीफ़ा</w:t>
      </w:r>
    </w:p>
    <w:p w:rsidR="00F21128" w:rsidRPr="00F21128" w:rsidRDefault="00F21128" w:rsidP="00FE1D8A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आरिफ़</w:t>
      </w:r>
      <w:r w:rsidRPr="00F21128">
        <w:rPr>
          <w:cs/>
          <w:lang w:bidi="hi-IN"/>
        </w:rPr>
        <w:t xml:space="preserve"> (</w:t>
      </w:r>
      <w:r w:rsidR="00FE1D8A">
        <w:rPr>
          <w:rFonts w:hint="cs"/>
          <w:cs/>
          <w:lang w:bidi="hi-IN"/>
        </w:rPr>
        <w:t>ज्ञा</w:t>
      </w:r>
      <w:r w:rsidRPr="00F21128">
        <w:rPr>
          <w:rFonts w:hint="cs"/>
          <w:cs/>
          <w:lang w:bidi="hi-IN"/>
        </w:rPr>
        <w:t>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हाज़रीन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इलतिजा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रूबाई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दस्तम</w:t>
      </w:r>
      <w:r w:rsidRPr="00F21128">
        <w:rPr>
          <w:cs/>
          <w:lang w:bidi="hi-IN"/>
        </w:rPr>
        <w:t>!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दस्तम।।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आजिज़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कनूं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हस्तुम।।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अगरचे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आजिज़ी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E1D8A">
      <w:pPr>
        <w:pStyle w:val="Heading1"/>
        <w:rPr>
          <w:rFonts w:cs="Arial"/>
        </w:rPr>
      </w:pPr>
      <w:bookmarkStart w:id="13" w:name="_Toc516524577"/>
      <w:r w:rsidRPr="00F21128">
        <w:rPr>
          <w:rFonts w:hint="cs"/>
          <w:cs/>
          <w:lang w:bidi="hi-IN"/>
        </w:rPr>
        <w:lastRenderedPageBreak/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bookmarkEnd w:id="13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क़ब्ज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ठहरी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फ़िरश्ते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दूत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स्नान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परेशानी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गुस्ल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ताशीय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अर्थी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ग़ुस्साल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ग़स्साल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नहलाते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लिटाते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महसूस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ग़स्साल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महसूस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लिहाज़ा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ग़स्साल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मलाएकए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नूजुले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वग़ैराह।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एहतेज़ार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गुस्ल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मज़हबी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रूसूमात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रियायत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मोहददसीन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सम्बन्ध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मशाइयत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अकेले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मूनिस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ग़मख़्वार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अर्थी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मशाइयत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बख़्श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फ़स्ल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दोम</w:t>
      </w:r>
    </w:p>
    <w:p w:rsidR="00F21128" w:rsidRPr="00F21128" w:rsidRDefault="00F21128" w:rsidP="003F7295">
      <w:pPr>
        <w:pStyle w:val="Heading1"/>
        <w:rPr>
          <w:rFonts w:cs="Arial"/>
        </w:rPr>
      </w:pPr>
      <w:bookmarkStart w:id="14" w:name="_Toc516524578"/>
      <w:r w:rsidRPr="00F21128">
        <w:rPr>
          <w:rFonts w:hint="cs"/>
          <w:cs/>
          <w:lang w:bidi="hi-IN"/>
        </w:rPr>
        <w:t>क़ब्र</w:t>
      </w:r>
      <w:bookmarkEnd w:id="14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परलोक</w:t>
      </w:r>
      <w:r w:rsidRPr="00F21128">
        <w:rPr>
          <w:cs/>
          <w:lang w:bidi="hi-IN"/>
        </w:rPr>
        <w:t>)</w:t>
      </w:r>
      <w:r w:rsidR="003F7295">
        <w:rPr>
          <w:rFonts w:hint="cs"/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</w:t>
      </w:r>
      <w:r w:rsidR="003F7295">
        <w:rPr>
          <w:rFonts w:hint="cs"/>
          <w:cs/>
          <w:lang w:bidi="hi-IN"/>
        </w:rPr>
        <w:t>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गुरबते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ड़रावना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दूदे।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दुश्वार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घाटियां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करुँगा</w:t>
      </w:r>
      <w:r w:rsidRPr="00F21128">
        <w:rPr>
          <w:cs/>
          <w:lang w:bidi="hi-IN"/>
        </w:rPr>
        <w:t>-</w:t>
      </w:r>
    </w:p>
    <w:p w:rsidR="00F21128" w:rsidRPr="00F21128" w:rsidRDefault="003F7295" w:rsidP="00F21128">
      <w:pPr>
        <w:pStyle w:val="libNormal"/>
        <w:rPr>
          <w:rFonts w:cs="Arial"/>
        </w:rPr>
      </w:pPr>
      <w:r>
        <w:rPr>
          <w:rFonts w:hint="cs"/>
          <w:cs/>
          <w:lang w:bidi="hi-IN"/>
        </w:rPr>
        <w:t>उक़ब</w:t>
      </w:r>
      <w:r w:rsidR="00F21128" w:rsidRPr="00F21128">
        <w:rPr>
          <w:rFonts w:hint="cs"/>
          <w:cs/>
          <w:lang w:bidi="hi-IN"/>
        </w:rPr>
        <w:t>ए</w:t>
      </w:r>
      <w:r w:rsidR="00F21128" w:rsidRPr="00F21128">
        <w:rPr>
          <w:cs/>
          <w:lang w:bidi="hi-IN"/>
        </w:rPr>
        <w:t xml:space="preserve"> (</w:t>
      </w:r>
      <w:r w:rsidR="00F21128" w:rsidRPr="00F21128">
        <w:rPr>
          <w:rFonts w:hint="cs"/>
          <w:cs/>
          <w:lang w:bidi="hi-IN"/>
        </w:rPr>
        <w:t>यमलोक</w:t>
      </w:r>
      <w:r w:rsidR="00F21128" w:rsidRPr="00F21128">
        <w:rPr>
          <w:cs/>
          <w:lang w:bidi="hi-IN"/>
        </w:rPr>
        <w:t xml:space="preserve">) </w:t>
      </w:r>
      <w:r w:rsidR="00F21128" w:rsidRPr="00F21128">
        <w:rPr>
          <w:rFonts w:hint="cs"/>
          <w:cs/>
          <w:lang w:bidi="hi-IN"/>
        </w:rPr>
        <w:t>अव्वल</w:t>
      </w:r>
    </w:p>
    <w:p w:rsidR="00F21128" w:rsidRPr="00F21128" w:rsidRDefault="00F21128" w:rsidP="003F7295">
      <w:pPr>
        <w:pStyle w:val="Heading1"/>
        <w:rPr>
          <w:rFonts w:cs="Arial"/>
        </w:rPr>
      </w:pPr>
      <w:r w:rsidRPr="00F21128">
        <w:rPr>
          <w:rFonts w:cs="Arial"/>
        </w:rPr>
        <w:tab/>
      </w:r>
      <w:bookmarkStart w:id="15" w:name="_Toc516524579"/>
      <w:r w:rsidRPr="00F21128">
        <w:rPr>
          <w:rFonts w:hint="cs"/>
          <w:cs/>
          <w:lang w:bidi="hi-IN"/>
        </w:rPr>
        <w:t>वहश्ते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bookmarkEnd w:id="15"/>
    </w:p>
    <w:p w:rsidR="00F21128" w:rsidRPr="00F21128" w:rsidRDefault="00F21128" w:rsidP="003F7295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="003F7295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फ़ौरन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उतारना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ख़ुदावन्दताला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सुस्ताकर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ख़ौफनाक़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जाय।</w:t>
      </w:r>
    </w:p>
    <w:p w:rsidR="00F21128" w:rsidRPr="00F21128" w:rsidRDefault="00F21128" w:rsidP="003F7295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="003F7295">
        <w:rPr>
          <w:rFonts w:hint="cs"/>
          <w:cs/>
          <w:lang w:bidi="hi-IN"/>
        </w:rPr>
        <w:t>तफसीर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हैवानी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नातिक़ा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सम्बन्ध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तारीकी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सवालाते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उपदेश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मराहिल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कठिन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समस्याएँ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युनूस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मूसा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क़ाज़िम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दरवाज़ा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इस्तेताअत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शक्ति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इंतही।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बरआ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दरयाफ़्त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खोदने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भाईयों</w:t>
      </w:r>
      <w:r w:rsidRPr="00F21128">
        <w:rPr>
          <w:cs/>
          <w:lang w:bidi="hi-IN"/>
        </w:rPr>
        <w:t>!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मनक़ूल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हाकिमों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हसरतो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प्राप्त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गुमान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भ्रम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लम्बे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मोनिस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ग़मख़्वार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हाकिम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कुतुब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मरयम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इन्तिक़ाल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 xml:space="preserve">–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अम्मी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चीत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फ़ातिमा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रहलत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इन्तिकाल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दीजिएगा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उतरिएगा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लिटाकर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डालिएगा।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कीजिएगा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ज़्यादा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कीजिएगा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फ़ात्मा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बिन्ते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इन्तिक़ाल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रोते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सरवरे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कायनात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इन्तिक़ाल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मुद्दत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पैरहन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अबनका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अबनका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अक़ीला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बरहना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नंगे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उठने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फ़ातिमा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रोयीं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पैरनह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कपड़े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दिजिएगा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>, (</w:t>
      </w:r>
      <w:r w:rsidRPr="00F21128">
        <w:rPr>
          <w:rFonts w:hint="cs"/>
          <w:cs/>
          <w:lang w:bidi="hi-IN"/>
        </w:rPr>
        <w:t>अबनका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फ़ातिमा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सकीं।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ग़दीर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ख़िलाफ़ते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ऐलान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अक़ील।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फ़ातिमा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अक़बात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परलोक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बरहनी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ताऊस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अलैहिर्रहमह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फ़ातेहा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फ़ातेहा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अलहकमल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तकासर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वबअस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ज़ालिकल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मैय्यते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फुलां।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मलायक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हुलले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फूँकने</w:t>
      </w:r>
      <w:r w:rsidRPr="00F21128">
        <w:rPr>
          <w:cs/>
          <w:lang w:bidi="hi-IN"/>
        </w:rPr>
        <w:t xml:space="preserve"> </w:t>
      </w:r>
      <w:r w:rsidRPr="00F21128">
        <w:rPr>
          <w:cs/>
          <w:lang w:bidi="hi-IN"/>
        </w:rPr>
        <w:lastRenderedPageBreak/>
        <w:t>(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दीगर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हदियए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अनज़लना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कहो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हु्म्मा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वबअस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लो।</w:t>
      </w:r>
      <w:r w:rsidRPr="00F21128">
        <w:rPr>
          <w:rFonts w:cs="Arial" w:hint="eastAsia"/>
        </w:rPr>
        <w:t>”</w:t>
      </w:r>
    </w:p>
    <w:p w:rsidR="00F21128" w:rsidRPr="00F21128" w:rsidRDefault="00F21128" w:rsidP="003F7295">
      <w:pPr>
        <w:pStyle w:val="libBold1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उस्ताद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सिक़ततुल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मरक़दह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उस्ताद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वलमआली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मौलाना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फ़तेह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सुल्ताना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मज़जआ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मोहिब्बाने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अहलेबैत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पढ़ाता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वाक़िफ़कारों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ग्यान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गिरफ़्तार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भुगत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अमुक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छुटकारा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फतेह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हदियए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तरकीब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बतायी।</w:t>
      </w:r>
    </w:p>
    <w:p w:rsidR="00F21128" w:rsidRPr="00F21128" w:rsidRDefault="00F21128" w:rsidP="003F7295">
      <w:pPr>
        <w:pStyle w:val="Heading1"/>
        <w:rPr>
          <w:rFonts w:cs="Arial"/>
        </w:rPr>
      </w:pPr>
      <w:bookmarkStart w:id="16" w:name="_Toc516524580"/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bookmarkEnd w:id="16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रुकूअ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चूनांचे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रुकूअ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मोकम्मल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लाइलाहु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इल्लल्लाहु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मुबीन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फ़क़्र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तवन्गर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धनवान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स्वर्ग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यासीन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लैलातुल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रग़ायब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फ़ज़ायल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गुण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मफ़ातीह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अलजनान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मोवक्किल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ख़दरी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0)</w:t>
      </w:r>
      <w:r w:rsidR="005828B7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खुशखबरी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मायूस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3F7295" w:rsidP="003F7295">
      <w:pPr>
        <w:pStyle w:val="Heading1"/>
        <w:rPr>
          <w:rFonts w:cs="Arial"/>
        </w:rPr>
      </w:pPr>
      <w:bookmarkStart w:id="17" w:name="_Toc516524581"/>
      <w:r>
        <w:rPr>
          <w:rFonts w:hint="cs"/>
          <w:cs/>
          <w:lang w:bidi="hi-IN"/>
        </w:rPr>
        <w:t>उक़ब</w:t>
      </w:r>
      <w:r w:rsidR="00F21128" w:rsidRPr="00F21128">
        <w:rPr>
          <w:rFonts w:hint="cs"/>
          <w:cs/>
          <w:lang w:bidi="hi-IN"/>
        </w:rPr>
        <w:t>ए</w:t>
      </w:r>
      <w:r w:rsidR="00F21128" w:rsidRPr="00F21128">
        <w:rPr>
          <w:cs/>
          <w:lang w:bidi="hi-IN"/>
        </w:rPr>
        <w:t xml:space="preserve"> (</w:t>
      </w:r>
      <w:r w:rsidR="00F21128" w:rsidRPr="00F21128">
        <w:rPr>
          <w:rFonts w:hint="cs"/>
          <w:cs/>
          <w:lang w:bidi="hi-IN"/>
        </w:rPr>
        <w:t>प्रलय</w:t>
      </w:r>
      <w:r w:rsidR="00F21128" w:rsidRPr="00F21128">
        <w:rPr>
          <w:cs/>
          <w:lang w:bidi="hi-IN"/>
        </w:rPr>
        <w:t xml:space="preserve">) </w:t>
      </w:r>
      <w:r w:rsidR="00F21128" w:rsidRPr="00F21128">
        <w:rPr>
          <w:rFonts w:hint="cs"/>
          <w:cs/>
          <w:lang w:bidi="hi-IN"/>
        </w:rPr>
        <w:t>दोम</w:t>
      </w:r>
      <w:bookmarkEnd w:id="17"/>
    </w:p>
    <w:p w:rsidR="00F21128" w:rsidRPr="00F21128" w:rsidRDefault="00F21128" w:rsidP="003F7295">
      <w:pPr>
        <w:pStyle w:val="Heading1"/>
        <w:rPr>
          <w:rFonts w:cs="Arial"/>
        </w:rPr>
      </w:pPr>
      <w:bookmarkStart w:id="18" w:name="_Toc516524582"/>
      <w:r w:rsidRPr="00F21128">
        <w:rPr>
          <w:rFonts w:hint="cs"/>
          <w:cs/>
          <w:lang w:bidi="hi-IN"/>
        </w:rPr>
        <w:t>तंगी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bookmarkEnd w:id="18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.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आभास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तसव्वर</w:t>
      </w:r>
      <w:r w:rsidRPr="00F21128">
        <w:rPr>
          <w:cs/>
          <w:lang w:bidi="hi-IN"/>
        </w:rPr>
        <w:t>)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बेचैन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बन्दो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तन्हाई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तन्हाई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हौलनाक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गड़हों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गड़हा।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निनन्यानबे</w:t>
      </w:r>
      <w:r w:rsidRPr="00F21128">
        <w:rPr>
          <w:cs/>
          <w:lang w:bidi="hi-IN"/>
        </w:rPr>
        <w:t xml:space="preserve"> (</w:t>
      </w:r>
      <w:r w:rsidRPr="00F21128">
        <w:rPr>
          <w:rFonts w:cs="Arial"/>
        </w:rPr>
        <w:t xml:space="preserve">99) </w:t>
      </w:r>
      <w:r w:rsidRPr="00F21128">
        <w:rPr>
          <w:rFonts w:hint="cs"/>
          <w:cs/>
          <w:lang w:bidi="hi-IN"/>
        </w:rPr>
        <w:t>अज़देह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हड्डियों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तोड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डालेंगे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अज़दहा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उगने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बन्दों।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तु्म्हारे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भलाई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तनहाई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</w:p>
    <w:p w:rsidR="00F21128" w:rsidRPr="00F21128" w:rsidRDefault="00F21128" w:rsidP="003F7295">
      <w:pPr>
        <w:pStyle w:val="Heading1"/>
        <w:rPr>
          <w:rFonts w:cs="Arial"/>
        </w:rPr>
      </w:pPr>
      <w:bookmarkStart w:id="19" w:name="_Toc516524583"/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="003F7295">
        <w:rPr>
          <w:rFonts w:hint="cs"/>
          <w:cs/>
          <w:lang w:bidi="hi-IN"/>
        </w:rPr>
        <w:t xml:space="preserve"> के असबाब</w:t>
      </w:r>
      <w:bookmarkEnd w:id="19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पेशाब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ऐहतराज़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बचना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नुक्ताचीनी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ग़ीबत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ab/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सअद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रईस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मुस्लमीन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मुसलमानों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इस्तक़ेबाल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यहूदियों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लड़ाई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जेहाद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ज़नाज़े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मलाएका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जिबराइल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मशाइयत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उतारा।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सअद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सअद</w:t>
      </w:r>
      <w:r w:rsidRPr="00F21128">
        <w:rPr>
          <w:cs/>
          <w:lang w:bidi="hi-IN"/>
        </w:rPr>
        <w:t xml:space="preserve">!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हैनीयन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जन्नह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बेटा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फ़रज़न्द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सअद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बदअख़लाकी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>, (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बखुदा</w:t>
      </w:r>
      <w:r w:rsidRPr="00F21128">
        <w:rPr>
          <w:cs/>
          <w:lang w:bidi="hi-IN"/>
        </w:rPr>
        <w:t>) (</w:t>
      </w:r>
      <w:r w:rsidRPr="00F21128">
        <w:rPr>
          <w:rFonts w:hint="cs"/>
          <w:cs/>
          <w:lang w:bidi="hi-IN"/>
        </w:rPr>
        <w:t>ख़ज़ीनतुल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जवाहर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ग़ौर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कफ़्फ़ारा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नष्ट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ज़ाया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ग्यानी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ताज़ियाने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बरदाशत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ताज़ियाने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वुज़ू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इमदाद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सहायता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ताज़ियानी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बावजूद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सामर्थ्य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इच्छा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अजदहा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शुजा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उंगलियों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ग़रीक़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डूबने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फाँसी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चढ़ने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युनूस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चढ़ाया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पिछले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चढ़ाते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चूनांचे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लटके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ग़र्क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डूबने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न्यामते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जिमाअ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A369A4">
      <w:pPr>
        <w:pStyle w:val="Heading1"/>
        <w:rPr>
          <w:rFonts w:cs="Arial"/>
        </w:rPr>
      </w:pPr>
      <w:bookmarkStart w:id="20" w:name="_Toc516524584"/>
      <w:r w:rsidRPr="00F21128">
        <w:rPr>
          <w:rFonts w:hint="cs"/>
          <w:cs/>
          <w:lang w:bidi="hi-IN"/>
        </w:rPr>
        <w:lastRenderedPageBreak/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bookmarkEnd w:id="20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संतुष्ठि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इकतिफ़ा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करूंगा।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निसां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3-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वबक़लम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फ़रीज़ा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नाफ़िला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हक़ताला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4-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पंजशम्बा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इन्तिक़ाल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5-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शफ़आ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वित्र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कुनूत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अस्तग़फार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>6-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अलहाकोमुत्तकासिर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7-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आद्दतो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लेकुल्ले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इल्लल्लाह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8-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ख़ासियत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विशेषता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साक़ित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समाप्त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9-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ज़रीदतैन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लकड़ियों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शाख़ें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उखाड़े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सिरहाने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छिड़कना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>10-</w:t>
      </w:r>
      <w:r w:rsidRPr="00F21128">
        <w:rPr>
          <w:rFonts w:cs="Arial"/>
        </w:rPr>
        <w:tab/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फ़ायदेमन्द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11-</w:t>
      </w:r>
      <w:r w:rsidRPr="00F21128">
        <w:rPr>
          <w:rFonts w:cs="Arial"/>
        </w:rPr>
        <w:tab/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फ़ायदेमन्द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सूरह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तबारकल्लज़ी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बेयदिहिल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मुल्क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ख़ेमा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ख़ेमा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तबारकल्लज़ी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बेयादिहिल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मुल्क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अवाज़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सदा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देहन्दा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>13-</w:t>
      </w:r>
      <w:r w:rsidRPr="00F21128">
        <w:rPr>
          <w:rFonts w:cs="Arial"/>
        </w:rPr>
        <w:tab/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दआवते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असअलोका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बेहक़्के़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तोअज़्जिब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14-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मिस्बाहुल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मुतहज़्द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जुलज़िलातिल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अरज़ो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पन्द्रह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हक़ताला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15-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पन्द्रह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फ़ायदेमन्द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16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17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फ़ारिग़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24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अज़ाजाआ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नसरुल्लाहे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पन्द्रह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वन्नास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फ़ायदेमन्द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फ़ारिग़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24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इज़ाजाआ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नसरुल्लाहे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पन्द्रह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वन्नास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फ़ायदेमन्द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16-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ख़ाके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मक़तल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मलना।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17-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अनवारे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नाआनियां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नआमो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फ़ग़फ़िर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लहू।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दाऊद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रियाकार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रियाकार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दाऊद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-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 w:hint="eastAsia"/>
        </w:rPr>
        <w:t>“</w:t>
      </w:r>
      <w:r w:rsidRPr="00F21128">
        <w:rPr>
          <w:rFonts w:hint="cs"/>
          <w:cs/>
          <w:lang w:bidi="hi-IN"/>
        </w:rPr>
        <w:t>अल्लाहुम्मा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नालमो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फ़गडफ़िरलहु।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दाऊद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रियाकार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दुरुस्त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</w:p>
    <w:p w:rsidR="00F21128" w:rsidRPr="00F21128" w:rsidRDefault="00F21128" w:rsidP="00A369A4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पूछगछ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ख़ासकर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अहबाब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करवाते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दस्तख़त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करवाने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बख़शीश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</w:p>
    <w:p w:rsidR="00F21128" w:rsidRPr="00F21128" w:rsidRDefault="003F7295" w:rsidP="00F21128">
      <w:pPr>
        <w:pStyle w:val="libNormal"/>
        <w:rPr>
          <w:rFonts w:cs="Arial"/>
        </w:rPr>
      </w:pPr>
      <w:r>
        <w:rPr>
          <w:rFonts w:hint="cs"/>
          <w:cs/>
          <w:lang w:bidi="hi-IN"/>
        </w:rPr>
        <w:t>उक़ब</w:t>
      </w:r>
      <w:r w:rsidR="00F21128" w:rsidRPr="00F21128">
        <w:rPr>
          <w:rFonts w:hint="cs"/>
          <w:cs/>
          <w:lang w:bidi="hi-IN"/>
        </w:rPr>
        <w:t>ए</w:t>
      </w:r>
      <w:r w:rsidR="00F21128" w:rsidRPr="00F21128">
        <w:rPr>
          <w:cs/>
          <w:lang w:bidi="hi-IN"/>
        </w:rPr>
        <w:t xml:space="preserve"> (</w:t>
      </w:r>
      <w:r w:rsidR="00F21128" w:rsidRPr="00F21128">
        <w:rPr>
          <w:rFonts w:hint="cs"/>
          <w:cs/>
          <w:lang w:bidi="hi-IN"/>
        </w:rPr>
        <w:t>यमलोक</w:t>
      </w:r>
      <w:r w:rsidR="00F21128" w:rsidRPr="00F21128">
        <w:rPr>
          <w:cs/>
          <w:lang w:bidi="hi-IN"/>
        </w:rPr>
        <w:t xml:space="preserve">) </w:t>
      </w:r>
      <w:r w:rsidR="00F21128" w:rsidRPr="00F21128">
        <w:rPr>
          <w:rFonts w:hint="cs"/>
          <w:cs/>
          <w:lang w:bidi="hi-IN"/>
        </w:rPr>
        <w:t>सोम</w:t>
      </w:r>
    </w:p>
    <w:p w:rsidR="00F21128" w:rsidRPr="00F21128" w:rsidRDefault="00F21128" w:rsidP="00A369A4">
      <w:pPr>
        <w:pStyle w:val="Heading1"/>
        <w:rPr>
          <w:rFonts w:cs="Arial"/>
        </w:rPr>
      </w:pPr>
      <w:bookmarkStart w:id="21" w:name="_Toc516524585"/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bookmarkEnd w:id="21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ऐतेक़ाद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मुसलमानों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अजमलन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मोतक़िद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बेरुल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अहादीसे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मोअतबर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दीवाने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अक़्ल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बेवकूफ़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नमाज़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खुम्स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अहलेबैत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आबदीन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अक़ाएदे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दरयाफ़्त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कमााय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गूंगी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अक़ाएद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श्रद्धाओं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ठीक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ठाक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ख़ुदावन्दी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क़ाफी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मुनाफ़िक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विरोधी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="00A369A4">
        <w:rPr>
          <w:rFonts w:hint="cs"/>
          <w:cs/>
          <w:lang w:bidi="hi-IN"/>
        </w:rPr>
        <w:t xml:space="preserve"> तआ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झुठलाने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गुमराहों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मेहमानी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(</w:t>
      </w:r>
      <w:r w:rsidRPr="00F21128">
        <w:rPr>
          <w:rFonts w:cs="Arial"/>
        </w:rPr>
        <w:t xml:space="preserve">1) </w:t>
      </w:r>
      <w:r w:rsidRPr="00F21128">
        <w:rPr>
          <w:rFonts w:hint="cs"/>
          <w:cs/>
          <w:lang w:bidi="hi-IN"/>
        </w:rPr>
        <w:t>मेराज</w:t>
      </w:r>
      <w:r w:rsidRPr="00F21128">
        <w:rPr>
          <w:cs/>
          <w:lang w:bidi="hi-IN"/>
        </w:rPr>
        <w:t xml:space="preserve"> (</w:t>
      </w:r>
      <w:r w:rsidRPr="00F21128">
        <w:rPr>
          <w:rFonts w:cs="Arial"/>
        </w:rPr>
        <w:t xml:space="preserve">2) </w:t>
      </w:r>
      <w:r w:rsidRPr="00F21128">
        <w:rPr>
          <w:rFonts w:hint="cs"/>
          <w:cs/>
          <w:lang w:bidi="hi-IN"/>
        </w:rPr>
        <w:t>सवाले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(</w:t>
      </w:r>
      <w:r w:rsidRPr="00F21128">
        <w:rPr>
          <w:rFonts w:cs="Arial"/>
        </w:rPr>
        <w:t xml:space="preserve">3) </w:t>
      </w:r>
      <w:r w:rsidRPr="00F21128">
        <w:rPr>
          <w:rFonts w:hint="cs"/>
          <w:cs/>
          <w:lang w:bidi="hi-IN"/>
        </w:rPr>
        <w:t>शफ़ाअत।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वर्णित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डरावनी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बिजली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गरज़दार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बिजली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खेरह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चौंधयायी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(1)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रब्बोका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(2)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नबीका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>?</w:t>
      </w:r>
      <w:r w:rsidR="005828B7">
        <w:rPr>
          <w:rFonts w:cs="Arial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(3)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दीनका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(4)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इमामेका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मददगार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एतेक़ादात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उतारने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कांधे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कांधे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सुन्नत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हथेलियों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नायब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दुरुस्त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वर्णित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हुज्जत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तम्बीह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यकसाँ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फ़ारसी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महदूदियत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नतीजा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यहज़रहलफ़क़ीहे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अबूज़र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ग़फ़्फ़ारी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निस्बत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फरज़न्दी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दुशवारियों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सकूं।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बेशक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दुश्वारी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मशग़ूल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घुलने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क़मस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मुझ़से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ग़मगीन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खुदावन्दा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एतबार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बर्रा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="00A369A4">
        <w:rPr>
          <w:rFonts w:hint="cs"/>
          <w:cs/>
          <w:lang w:bidi="hi-IN"/>
        </w:rPr>
        <w:t>औ</w:t>
      </w:r>
      <w:r w:rsidRPr="00F21128">
        <w:rPr>
          <w:rFonts w:hint="cs"/>
          <w:cs/>
          <w:lang w:bidi="hi-IN"/>
        </w:rPr>
        <w:t>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सायाफ़िग़न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सब्र</w:t>
      </w:r>
      <w:r w:rsidRPr="00F21128">
        <w:rPr>
          <w:cs/>
          <w:lang w:bidi="hi-IN"/>
        </w:rPr>
        <w:t xml:space="preserve"> </w:t>
      </w:r>
      <w:r w:rsidR="00A369A4">
        <w:rPr>
          <w:rFonts w:hint="cs"/>
          <w:cs/>
          <w:lang w:bidi="hi-IN"/>
        </w:rPr>
        <w:t>न</w:t>
      </w:r>
      <w:r w:rsidRPr="00F21128">
        <w:rPr>
          <w:rFonts w:hint="cs"/>
          <w:cs/>
          <w:lang w:bidi="hi-IN"/>
        </w:rPr>
        <w:t>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हिफ़ाज़त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महासिन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निस्बत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पाकीज़ा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तीसरी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चौथी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पांचवी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फ़िगन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मुक़ाबिल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भाइयों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पिळती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अजमइन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फ़ज़ीलत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फ़ज़ीलत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="00DD788E">
        <w:rPr>
          <w:rFonts w:hint="cs"/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सातेअ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मुनव्वर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ख़िजाब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विशेषताएं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हया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शर्म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विशेषता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ख़ासियत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साकि़त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</w:p>
    <w:p w:rsidR="00F21128" w:rsidRPr="00F21128" w:rsidRDefault="00F21128" w:rsidP="00A51522">
      <w:pPr>
        <w:pStyle w:val="libBold1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अल्लाहमा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तोहफ़ा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फ़रहतुल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ग़ोरा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कूफ़ा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मस्जिदे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कूफ़ा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मुस्लिम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चबूतरे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सकूंगा।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पाए।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रस्सी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मोहाफिज़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हिफ़ाज़त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मलाएकए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सुपुर्द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दें।</w:t>
      </w:r>
      <w:r w:rsidRPr="00F21128">
        <w:rPr>
          <w:cs/>
          <w:lang w:bidi="hi-IN"/>
        </w:rPr>
        <w:t>)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A51522">
      <w:pPr>
        <w:pStyle w:val="libBold1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उस्तादे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मोहक़क़िए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बहबहाई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अबदुल्ला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जुर्रत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फ़ला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हिमायत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टिड्डी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हिमायत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क़बीला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तै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नशीनों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मदलज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सुवैद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ख़ेमे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क़बीले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देख़ा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साज़ो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टिड्डीदल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ख़ेमें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मदलज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फ़ौरन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घोड़े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सम्हाल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टिड्डियों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नुकसान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दूँगा।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टिड्डी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इऱदा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हरगिज़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हिमायत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धूप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टिड़्डी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टिड्डी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मुताक़िल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A51522">
      <w:pPr>
        <w:pStyle w:val="libBold1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क़िताब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हबलुलमतीन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मुइनुद्दीन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खुद्दामों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मुहाफिज़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मुबारिका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तजदीदे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वुज़ू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रौज़ए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</w:t>
      </w:r>
      <w:r w:rsidRPr="00F21128">
        <w:rPr>
          <w:cs/>
          <w:lang w:bidi="hi-IN"/>
        </w:rPr>
        <w:t xml:space="preserve"> </w:t>
      </w:r>
      <w:r w:rsidR="00A51522">
        <w:rPr>
          <w:rFonts w:hint="cs"/>
          <w:cs/>
          <w:lang w:bidi="hi-IN"/>
        </w:rPr>
        <w:t>शह</w:t>
      </w:r>
      <w:r w:rsidRPr="00F21128">
        <w:rPr>
          <w:rFonts w:hint="cs"/>
          <w:cs/>
          <w:lang w:bidi="hi-IN"/>
        </w:rPr>
        <w:t>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चबूतरे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="00A51522">
        <w:rPr>
          <w:rFonts w:hint="cs"/>
          <w:cs/>
          <w:lang w:bidi="hi-IN"/>
        </w:rPr>
        <w:t>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अज़ीमुश्शान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बेलचे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मुक़द्दस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रहमनुमाई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ख़ोदकर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खोदना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बुर्ज़गवार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आठवें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रौज़ए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फ़ाजिर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रौज़ाए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खुद्दामों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बिखरी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इतराक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बग़दादी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अरवाहनालहुलफ़िदा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मुशर्रफ़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नक़्ल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दुरुस्त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आंसू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पूछो।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सन्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1269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हिजरी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बद्दू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मशरेक़ी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पन्द्रह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मूसी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दिलाएं।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</w:p>
    <w:p w:rsidR="00F21128" w:rsidRPr="00F21128" w:rsidRDefault="00F21128" w:rsidP="00A51522">
      <w:pPr>
        <w:pStyle w:val="Heading1"/>
        <w:rPr>
          <w:rFonts w:cs="Arial"/>
        </w:rPr>
      </w:pPr>
      <w:bookmarkStart w:id="22" w:name="_Toc516524586"/>
      <w:r w:rsidRPr="00F21128">
        <w:rPr>
          <w:rFonts w:hint="cs"/>
          <w:cs/>
          <w:lang w:bidi="hi-IN"/>
        </w:rPr>
        <w:t>फ़स्ल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सोम</w:t>
      </w:r>
      <w:bookmarkEnd w:id="22"/>
      <w:r w:rsidRPr="00F21128">
        <w:rPr>
          <w:cs/>
          <w:lang w:bidi="hi-IN"/>
        </w:rPr>
        <w:t xml:space="preserve"> 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23" w:name="_Toc516524587"/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पर्दा</w:t>
      </w:r>
      <w:r w:rsidRPr="00F21128">
        <w:rPr>
          <w:cs/>
          <w:lang w:bidi="hi-IN"/>
        </w:rPr>
        <w:t>)</w:t>
      </w:r>
      <w:bookmarkEnd w:id="23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लोग़त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शब्द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कोष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रुकावट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कड़वा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शीरीं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फ़ासिल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आड़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तजाउज़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जुज़्व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बेहार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उदाहरण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खुसुसियात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भिन्न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दशा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निस्बत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शिकमे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निस्बत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अर्थात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हुबहू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माद्दी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मायावी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माद्दह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लतीफ़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बेसाख़्ता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राएैतहू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लकुलता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होवा।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हालांकि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धर्रमनिष्ठ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जवानी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मुनाफ़िक़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बुढ़ापे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कारण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हुकमा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मुतकल्ललमीन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तस्वीर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तश्बीह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आईना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आईना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>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बाशऊर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बख़िलाफ़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आईना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तस्वीर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चश्मज़दन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मसाफ़त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सरगोधा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विभिन्न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दिलरुबा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विभिन्न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स्वादों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अलबत्ता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पीने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लतीफ़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कसाफ़तों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मुस्तफ़ाद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मुख़तलिफ़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24" w:name="_Toc516524588"/>
      <w:r w:rsidRPr="00F21128">
        <w:rPr>
          <w:rFonts w:hint="cs"/>
          <w:cs/>
          <w:lang w:bidi="hi-IN"/>
        </w:rPr>
        <w:t>तासीर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ताअसुर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शिद्दत</w:t>
      </w:r>
      <w:bookmarkEnd w:id="24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आलमें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अदराक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हालांकि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लतीफ़तर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स्वादों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लज्ज़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शीरीनी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आलमें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शीरीनी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हेच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लेहाज़ा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नक़ाब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कुशाई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ज़ीनत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इम्तेहान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ख़िलौने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फ़रेब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लज़्ज़त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सच्ची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कुव्वते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शिद्दत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मुक़ाबिला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ख़ज़ायान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सिक़ए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रोफ़ाक़ा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असफ़हान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क़ब्रिस्तान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थकावट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क़ब्रिस्तान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मिज़ाह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पज़ीराई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करोगे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फ़ौरन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हफ़्ते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खौफ़ज़दा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वसीयतें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साहेबे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आओ।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चश्में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मलकूती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सरसब्ज़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शादाब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मेवाहाय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रंगारंग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दरख़्तों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ख़िदमतगारों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इस्तेक़बाल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अज़्ख़्वाही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अक़साम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मेवाजात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मिठाईयां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तसव्वर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चक्खी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खायें।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विभिन्न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मुख़्तलिफ़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नेअमात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अमुक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मोहल्ले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क़स्साब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क़साई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ज्योंहि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तराजू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मस्जिद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पिछले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हफ़्ते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हफ़्ते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पन्द्रह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हाफ़िज़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25" w:name="_Toc516524589"/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नाशवर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bookmarkEnd w:id="25"/>
    </w:p>
    <w:p w:rsidR="00F21128" w:rsidRPr="00F21128" w:rsidRDefault="00F21128" w:rsidP="003F7295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विशेषताओं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दवाम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स्थायित्व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सुन्दरता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बुढ़ापे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ख़ुराक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खुशमज़ा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खु़राक़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दवाम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दवाम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फ़साद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तरकीबे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अनासिर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कज़िया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महमूद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ईराक़ी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मुजावरत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अकाल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तड़प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पुहंचा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आलीशान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सामानो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ऐशो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इधर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उधर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="003F7295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मलबूस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ज्योंही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अमुक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अश्ख़ास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नक़ाला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मुंतक़िल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महसूस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मुतग़य्यर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महदी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चावलो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चावलों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चावलों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मुद्दत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बीवी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लज़्ज़त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दवाम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स्थायित्व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बहारुल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3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गोसफ़न्द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गोसफ़न्द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नुजूले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किताबे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ज़ाहिद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हाशिम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शाहज़ादा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जवाहरात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क़ीमती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शाहज़ादे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शाहज़ादा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मामले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परेशान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0)!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रिहाइश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एख़्तयार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फरियादरस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जांय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ज्योंही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ईंधन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बेचना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श्रम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सोचने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शाहज़ादे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दूंगा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बुजूर्ग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अमुक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अधिकारों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भयभीत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क़नाअत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एकान्त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ड़राना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गुजारशात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सुनो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पूछ़ा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वववह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बग़दाद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गाय।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फ़ारिग़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सससाथ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गाड़ने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सोज़िश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उंगली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ज़ख़्म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ज़ख़्मी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दवाई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दिखलाया।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आह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शहज़ादे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मांगी।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बदने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तआल्लुक़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आलमें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बहरामन्द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मुस्तासीर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प्रभावित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ख़ाकस्तर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बहरामन्द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मोअत्तर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सुगन्धित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अरवाह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आत्माएं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क़ालिबे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मोहद्दिसे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जज़ायरी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नामानिया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अबाख़िर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अंत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अरवाह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आत्माए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अरवाह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आत्माएं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अहातए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ज़ायर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आफ़ताब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तश्बीह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शोआएं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किरणें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यज़ीद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रियाही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नामानिया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मोहद्दिसे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जज़ायरी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इस्माइल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कर्बला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तश्नीअ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अलफ़ाज़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खोदने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बंधा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सय्युश्शोहदा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क़फन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अलग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रुका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तामीर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करवाया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ख़ादिम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बाबूया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मोअत्तर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सुगंधित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नाख़ूनों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मेंहदी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विपरीत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प्रभाव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चुनांचे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उमैया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आधिपत्य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दमिश्क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उमैया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यज़ीद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ख़ोदा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क़ब्रिस्तान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पाकिस्तान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अक़बारात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प्रकाशित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26" w:name="_Toc516524590"/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उस्सलाम</w:t>
      </w:r>
      <w:bookmarkEnd w:id="26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ज़ेहनों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चौड़ा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वाक़ेय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विवश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अलबत्ता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उदाहरणों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आ्रलमे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मुहीत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मुहीत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स्पष्ट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उदाहरण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ताबीर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शिकमें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महसूसात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इदराक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खोज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तसदीक़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मुख़बिर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तसदीक़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अहादीस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मशरिक़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मरज़मीने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मलकूते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नुमाइशगाह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इल्लीईन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बरहूत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मज़बूत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वाज़ेह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प्रकट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27" w:name="_Toc516524591"/>
      <w:r w:rsidRPr="00F21128">
        <w:rPr>
          <w:rFonts w:hint="cs"/>
          <w:cs/>
          <w:lang w:bidi="hi-IN"/>
        </w:rPr>
        <w:t>वादिए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बरहूत</w:t>
      </w:r>
      <w:bookmarkEnd w:id="27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वादिए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बरहूत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बियाबान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आबेदाना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नामोनिशान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पक्शी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भय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अरवाह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आत्माएं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मुबतिलाए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वाक़ेय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नक़्ल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ख़ातिमुल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उशकी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मरीज़ा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रोगी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बरहूत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कुंए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जाऊंगी।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मादनी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लाऊँ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ज़ंजीर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ज़ंजीर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खींच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क़्रसे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आफ़ताब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इच्छा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खींच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करुं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हाबील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शबलंजी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शाफ़ई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कासिम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मसजिदुलहराम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इब्राहिम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मक्का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बूढा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हट्टा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कट्टा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पशमीना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पक्शी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पत्थर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चौथाई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उगला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अज़ाए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अंग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lastRenderedPageBreak/>
        <w:t>इन्सानी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उगला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चौथाई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चबाए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ताअज्जुब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पत्थर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चौधाई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उगला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इबादतख़ाने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मुलजिम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गुमाश्ता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कि़स्म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इबादतख़ाना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सल्लल्लाहो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वसल्लम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A51522" w:rsidRDefault="00A51522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28" w:name="_Toc516524592"/>
      <w:r w:rsidRPr="00F21128">
        <w:rPr>
          <w:rFonts w:hint="cs"/>
          <w:cs/>
          <w:lang w:bidi="hi-IN"/>
        </w:rPr>
        <w:lastRenderedPageBreak/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="00A51522">
        <w:rPr>
          <w:rFonts w:hint="cs"/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लाभदायक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आमाल</w:t>
      </w:r>
      <w:bookmarkEnd w:id="28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कुतुब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लबाब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अयाल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मुझ़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भुलाने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बेक़सी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तंगी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आहोज़ारी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गमीं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कंजूसी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शायद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जाओ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अफसोस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तु्म्हारी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सुनों।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भुलाओ।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तसर्रुफ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फ़ायदेमन्द।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टुकड़े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रोये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जामा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पहुँचाओ।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रूहें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वालदैन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कपड़े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तु्म्हारे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ऐशो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इश्रत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पूंजी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अताअते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रज़ामन्दी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पशेमानी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पहुँचाओ।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सातों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मुनव्वर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अलैकुम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कबूरे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अज्र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अलमआद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फ़रामोश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कोताह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तरपञ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मुन्तज़र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प्रतिक्शारत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विशेषतया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ज़्यादा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लाओ।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त्याग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हकूके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आज़ाद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कराये।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तबरअन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मोतबरा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अनज़लनाह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आतैना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वुसअत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अमुक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अस्तग़फार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दुगना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जाओ।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भरा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अमुक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मुनव्वर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प्रकाशित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अक़्द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सच्चे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तवज्जोह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फ़साना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फ़साना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</w:t>
      </w:r>
      <w:r w:rsidRPr="00F21128">
        <w:rPr>
          <w:cs/>
          <w:lang w:bidi="hi-IN"/>
        </w:rPr>
        <w:t>!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ज़हीशम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फ़साना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अस्त</w:t>
      </w:r>
      <w:r w:rsidRPr="00F21128">
        <w:rPr>
          <w:cs/>
          <w:lang w:bidi="hi-IN"/>
        </w:rPr>
        <w:t>!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 w:hint="eastAsia"/>
        </w:rPr>
        <w:t>“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उचाट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उस्ताद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सिक़ातुल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इत्तरउल्लाह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मरक़दह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फ़क़ीह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असफ़हानी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भाइयों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बुर्जुगवार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इन्तिक़ाल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इन्तिक़ाल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ताज़ीम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तवज्जोह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असफ़हान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नफ़ीमें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खौ़फ़ज़दा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अलहम्दो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तअज्जुब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नालबन्द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लड़के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मुताअजुब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ताअज्जुब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अजीबो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ग़रीब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दरख़्वास्त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मज़कूर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क़र्ज़ख़्वाहों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रजिस्टरों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अट्ठारह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क़र्ज़ख्वाहों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करुं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भरोसा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रजि़स्टर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तसाहुल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वसूलीए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मायूस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बरीउज़्ज़िमा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लाइल्मी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सकतुल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नूरउल्ला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मरक़दह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माज़न्दरानी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तबरसानी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तेलक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विकट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फ़ैला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इत्तेफाक़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संख्या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ताऊन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फ़ज़लोकरम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करबलाए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जंज़ीर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ज़ंजीर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लटक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आश्चर्य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ज़ंजीर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खींचा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इत्तेफ़ाकन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इस्तेग़फार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रुयाए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तक़रीबन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फज़लो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फ़ारिग़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रोग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मजबूर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इलतिजा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कंधों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रौज़ए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कंधों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मुक़द्दस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फ़रज़न्द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मुजाविर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मुतवज्जेह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इलतिजा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ग़िडग़िडा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मग़फ़िरत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खुजू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ख़ुशू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विनय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नम्रता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महसूस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रोग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ठहरने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शोहदाए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मलबूस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मोअत्तर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सुगंधित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दसतार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मरहबा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ख़ोवतह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सिदाक़ता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सुलूक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रौज़ए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कसाफ़त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गन्दगी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बहम्दिल्लाह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पेशवायी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तन्दुरुस्त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खुर्रम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जगा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हुआ।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अक़्लमन्द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हक़ायक़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गौ़र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lastRenderedPageBreak/>
        <w:t>दारुस्सलाम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शेख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माजिद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मिर्ज़ा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ख़लसील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तेहरानी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करबलाए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तेहरान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वाक़्या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कारवां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ज़ूअल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सच्चाई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टूटी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थीष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कारवां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झगड़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पीट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नुक़सान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बिलमुक़ाबिल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फज़लिल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फज़लिल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आका़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रिज़वान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रियाज़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पहुँचाएं।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उस्ताद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ख़तरात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अहदे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बसीरत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ग़ौरो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पोशीदा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छुपा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तेहरान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ख़ादिम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गरज़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ज़ंजीर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किरमान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नायब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नायब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फलां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रद्दे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मज़ालिम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दिलायी।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तेहरान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नायबीन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छुपी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वारिशुदा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तस्दीक़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तसदीक़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मशरिक़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किरमान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मज़कूर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ओलमाए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तेहरान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आरिफ़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कुम्मी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अरबैनात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सक़्क़ा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बहाउद्दीन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असफ़हान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मक़बरा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गुंजी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अजीबो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दृश्य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ख़ुशकुन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सुगन्ध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सूंघी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ख़ूबसूरत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गायब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सूंघी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गायब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आशचर्य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उशकी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वाक़फ़ियत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हक्क़े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करूँ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नोच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ज़ख़्मीं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आरिफ़े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मकाशफ़ा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बहाउद्दीन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एख़्तियार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तसदीक़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ख़ुलासा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बाइज्ज़त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इज़्ज़त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बदबख्त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बनाओ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हज़रत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मोएज़ा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सलसाल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वलहमस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नज़्मे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सदा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नो</w:t>
      </w:r>
      <w:r w:rsidRPr="00F21128">
        <w:rPr>
          <w:rFonts w:cs="Arial"/>
        </w:rPr>
        <w:t xml:space="preserve">0 3 –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नो</w:t>
      </w:r>
      <w:r w:rsidRPr="00F21128">
        <w:rPr>
          <w:rFonts w:cs="Arial"/>
        </w:rPr>
        <w:t xml:space="preserve">04-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नं</w:t>
      </w:r>
      <w:r w:rsidRPr="00F21128">
        <w:rPr>
          <w:rFonts w:cs="Arial"/>
        </w:rPr>
        <w:t xml:space="preserve">0 5 – </w:t>
      </w:r>
      <w:r w:rsidRPr="00F21128">
        <w:rPr>
          <w:rFonts w:hint="cs"/>
          <w:cs/>
          <w:lang w:bidi="hi-IN"/>
        </w:rPr>
        <w:t>ख़बरदार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परिवार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मरयम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पिछले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रहुल्लाह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लड़का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बालिग़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गुज़रगार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सुधार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यतीम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अनाथ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लड़के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अच्छे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बख़्श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दिये।</w:t>
      </w:r>
    </w:p>
    <w:p w:rsidR="00A51522" w:rsidRDefault="00A51522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29" w:name="_Toc516524593"/>
      <w:r w:rsidRPr="00F21128">
        <w:rPr>
          <w:rFonts w:hint="cs"/>
          <w:cs/>
          <w:lang w:bidi="hi-IN"/>
        </w:rPr>
        <w:lastRenderedPageBreak/>
        <w:t>फसल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चहारुम</w:t>
      </w:r>
      <w:bookmarkEnd w:id="29"/>
    </w:p>
    <w:p w:rsidR="00F21128" w:rsidRPr="00F21128" w:rsidRDefault="00F21128" w:rsidP="00A51522">
      <w:pPr>
        <w:pStyle w:val="Heading1"/>
        <w:rPr>
          <w:rFonts w:cs="Arial"/>
        </w:rPr>
      </w:pPr>
      <w:bookmarkStart w:id="30" w:name="_Toc516524594"/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प्रलय</w:t>
      </w:r>
      <w:bookmarkEnd w:id="30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मलायका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शदाएद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ऐतबार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संगीन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कुतुब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बरज़ातारी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रुहुल्लाह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मसऊले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मज़कूरा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उपरोक्त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इब्राहिम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कुम्मी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मशरिक़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फैलाए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मुतवज्जेह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पैगा़म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एख़्तियार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रिसालत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रिसालत।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तरपञ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मुतवज्जेह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रिसालत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रिसालत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फ़रमाई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हफ़तुम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सातवें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ऊंचा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छोटा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मुतवज्जेह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इसराफ़ील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गुमान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बरपा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मुशाहिदा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ज्योंहि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बरगुज़ीदह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दुरुस्त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मुवक्कलीन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चुनान्चे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मुफ़स्सरीन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सूत्र</w:t>
      </w:r>
      <w:r w:rsidRPr="00F21128">
        <w:rPr>
          <w:cs/>
          <w:lang w:bidi="hi-IN"/>
        </w:rPr>
        <w:t xml:space="preserve">)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सक़ोलतफ़िस्समावाते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तज़कीरा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फ़रमाते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रुख़सारों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गालों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सुर्ख़ी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गज़वए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मराजअत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मअदी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कर्ब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हाजि़र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अमरू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शुजाअत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बहादुरी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क़ल्ब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बहादुरों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जीत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शमशीर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समसाम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बयक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क़वायम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इम्तिहान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शमशीर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बक़ौले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फूंका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सिवाए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फूंका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क़तार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बाँध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माबूद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नफ़सी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भटक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सिलसिले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कांपते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क्ंयोंकि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31" w:name="_Toc516524595"/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="00A51522">
        <w:rPr>
          <w:rFonts w:hint="cs"/>
          <w:szCs w:val="25"/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bookmarkEnd w:id="31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शदाएद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महुफूज़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lastRenderedPageBreak/>
        <w:t>अव्वल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युसूफ़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कयामत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युसूफ़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दुख़ान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नाफ़िला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फ़रीज़ा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अहक़ाफ़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उख़रवी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वलअस्र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नाफ़िला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ख़ुर्रम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नक़्ल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रीश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मक्का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मोअज्जमा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आँ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हरमे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मक्का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ज़ादहुमल्लाहो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ताज़ीमन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ख़ौफ़नाकियो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बेख़तर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उठाएगा।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चहारुम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मक्का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पंजुम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नक़्ल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ग़लबए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इजतेनाब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आतशे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शश्शुम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छठा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ख़्वाहशाते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मुख़ालिफत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हफ़तुम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इब्राहिम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कुम्मी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lastRenderedPageBreak/>
        <w:t>हशतुम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आठ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अम्न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भलाई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नब्ज़े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इन्नललज़ीना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मिन्नल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ऊलाइका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मुबअदून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यसमऊना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हसीसहा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मश्तहत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अनफुसूहुम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ख़ालिदून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ज़नू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हुमूल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फ़ाज़उल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अक़बरो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वत्तलक़ाहुमुल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मलाइकतो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यौमे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कुमुललज़ी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कुन्तुम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तूअदून।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आयात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101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103)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 w:hint="eastAsia"/>
        </w:rPr>
        <w:t>“</w:t>
      </w:r>
      <w:r w:rsidRPr="00F21128">
        <w:rPr>
          <w:rFonts w:hint="cs"/>
          <w:cs/>
          <w:lang w:bidi="hi-IN"/>
        </w:rPr>
        <w:t>अलबत्ता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भलाई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तक़दीर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दहशत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नज़अए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सूत्र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राज़ेअ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सुरक्शित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रहेंगे।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तफ़ासीर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कशाफ़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सअलबी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नहुम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नौ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परेशान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कुव्वत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अआनत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मोहैया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इकहत्तर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बरादराने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कज़ाये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हवायेज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बाकि़र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हज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मलकूल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फ़रीज़ा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कर्तव्य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कुम्मी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लाइलाहा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सरवरे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ख़सलतें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यतीमों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फ़ेरना।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बेवा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3-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4-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फुक़रा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मसाकीन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ख़बरगिरी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ओलमा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बुर्जगाने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दीननन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कज़ाये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ऐहतिमाम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आवश्यकता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दहुम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दसवां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अनज़लना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लयलतिल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क़दरे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क़िबला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गाड़ना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मुतहम्मिल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मजमूआ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मक्की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उस्ताद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फक़रुल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मोहक़्क़ीन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आयतउल्ला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हिल्ली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अनजुनूबिहिम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वसाइद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इलैका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अरवाहहुम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वज़िदहुम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रिज़वान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वअसकिन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इलैहिम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रहमतिका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तसेलो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वहदतहुम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वतूनिस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वहश्ताहुम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क़दीर।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फ़कीहा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फख़रुल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मोहक़्क़ीन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रिवाने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32" w:name="_Toc516524596"/>
      <w:r w:rsidRPr="00F21128">
        <w:rPr>
          <w:rFonts w:hint="cs"/>
          <w:cs/>
          <w:lang w:bidi="hi-IN"/>
        </w:rPr>
        <w:lastRenderedPageBreak/>
        <w:t>सूरे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इसराफ़ील</w:t>
      </w:r>
      <w:bookmarkEnd w:id="32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इसराफ़ील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फूंके।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शाख़ें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इसराफ़ील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मुक़द्दस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कि़बलारु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पश्चिम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फूंकेगें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नक्शा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रहमान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वाक़ेए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वाकेए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झूठ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हिलायी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उख़ाड़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उख़ाड़ने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बिख़रे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ज़रार्त।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सूरह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1-16)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ज़बरदस्त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ख़डे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 xml:space="preserve">0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इब्राहीम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48)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उलट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पलट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अन्फ़तार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</w:t>
      </w:r>
      <w:r w:rsidRPr="00F21128">
        <w:rPr>
          <w:rFonts w:cs="Arial"/>
        </w:rPr>
        <w:t>0 1)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तकवीर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</w:t>
      </w:r>
      <w:r w:rsidRPr="00F21128">
        <w:rPr>
          <w:rFonts w:cs="Arial"/>
        </w:rPr>
        <w:t>0 1-3)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चौंधियां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गहन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>,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</w:t>
      </w:r>
      <w:r w:rsidRPr="00F21128">
        <w:rPr>
          <w:rFonts w:cs="Arial"/>
        </w:rPr>
        <w:t>0 7-9)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</w:t>
      </w:r>
      <w:r w:rsidRPr="00F21128">
        <w:rPr>
          <w:rFonts w:cs="Arial"/>
        </w:rPr>
        <w:t>0 187)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कारोबार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मवेशियों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जानवरों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फैक्ट्री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मसरुफ़े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तराज़ू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ऊँचा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नीचा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इरतेकाब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फूंके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वसीयत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सकेंगे।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यासीन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</w:t>
      </w:r>
      <w:r w:rsidRPr="00F21128">
        <w:rPr>
          <w:rFonts w:cs="Arial"/>
        </w:rPr>
        <w:t>0 50)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सल्तनत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दावेदारों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हुकूमतें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सल्तनतें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लेमनिल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यौम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आएगी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लिल्लहिल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वाहेदिल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क़हहार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क़हहार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जब्बार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अहसनुल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फ़वायद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मासूम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नफ़ख़ात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मुद्दत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अर्सा।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बारिश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वर्षा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नफ़्स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इसराफ़ील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फूंके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आवाज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आएगी।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आत्माओं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बिखरे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गोश्तों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मांसों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बोसीदा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हड्डियों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बिखरे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बढ़ो।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देगी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अख़रजतिल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अरज़ो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असक़ालहा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ज़लज़लए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शदीदः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दृश्य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अलहमदो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लिल्लाहिललज़ी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सद्दक़ना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वआदहू।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तारुफ़ें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हसरताह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निकलेंगे।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ab/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ख़डे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मुक़द्दमा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जल्द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लज़्ज़तों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कुफ़्फार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A51522" w:rsidRDefault="00A51522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33" w:name="_Toc516524597"/>
      <w:r w:rsidRPr="00F21128">
        <w:rPr>
          <w:rFonts w:hint="cs"/>
          <w:cs/>
          <w:lang w:bidi="hi-IN"/>
        </w:rPr>
        <w:lastRenderedPageBreak/>
        <w:t>फ़स्ल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पंजुम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>)</w:t>
      </w:r>
      <w:bookmarkEnd w:id="33"/>
    </w:p>
    <w:p w:rsidR="00F21128" w:rsidRPr="00F21128" w:rsidRDefault="00F21128" w:rsidP="00A51522">
      <w:pPr>
        <w:pStyle w:val="Heading1"/>
        <w:rPr>
          <w:rFonts w:cs="Arial"/>
        </w:rPr>
      </w:pPr>
      <w:bookmarkStart w:id="34" w:name="_Toc516524598"/>
      <w:r w:rsidRPr="00F21128">
        <w:rPr>
          <w:rFonts w:hint="cs"/>
          <w:cs/>
          <w:lang w:bidi="hi-IN"/>
        </w:rPr>
        <w:t>कुबूर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क़ब्रों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निकलना</w:t>
      </w:r>
      <w:r w:rsidRPr="00F21128">
        <w:rPr>
          <w:cs/>
          <w:lang w:bidi="hi-IN"/>
        </w:rPr>
        <w:t>)</w:t>
      </w:r>
      <w:bookmarkEnd w:id="34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घड़ियों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झगड़ते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झुण्ड़ों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दौड़ते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मआरिज़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</w:t>
      </w:r>
      <w:r w:rsidRPr="00F21128">
        <w:rPr>
          <w:rFonts w:cs="Arial"/>
        </w:rPr>
        <w:t>0 42-43)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खुरूज़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पावद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उरयां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नंगा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रुका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शिद्दत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तेज़ी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वहदानियत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बैसत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मिसद्दक़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अहकामात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सुरक्शित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नहजुल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गज़िश्ता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ख़लाएक़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हाजि़र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ज़लज़लए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थरथरी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>, (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किरदार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चरित्र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पसन्दीदा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बायस</w:t>
      </w:r>
      <w:r w:rsidRPr="00F21128">
        <w:rPr>
          <w:cs/>
          <w:lang w:bidi="hi-IN"/>
        </w:rPr>
        <w:t>) (</w:t>
      </w:r>
      <w:r w:rsidRPr="00F21128">
        <w:rPr>
          <w:rFonts w:hint="cs"/>
          <w:cs/>
          <w:lang w:bidi="hi-IN"/>
        </w:rPr>
        <w:t>कारण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आसाइश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फराख़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तरकश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तरकश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मुजरिम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फ़ज़ीलत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श्रेष्ठता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शोबे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कांटे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="005828B7">
        <w:rPr>
          <w:cs/>
          <w:lang w:bidi="hi-IN"/>
        </w:rPr>
        <w:t xml:space="preserve"> </w:t>
      </w:r>
      <w:r w:rsidRPr="00F21128">
        <w:rPr>
          <w:cs/>
          <w:lang w:bidi="hi-IN"/>
        </w:rPr>
        <w:t>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कब्रों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बंधे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तौबीख़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झिड़क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तूलानी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चुग़लख़ोरी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नुक़ताचीनी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ज्योंही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सांप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दांतो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चहारुम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जकड़ा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पंजुम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शराबख़ोर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आंखे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सिकुड़े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गुद्दी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इलमुल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मोहद्दिसे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फ़ैज़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मोतबर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विश्वसनीय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शराबख़ोर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कूज़ा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शश्शुम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छठा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गुद्दी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खींची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भड़क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हफ़्तुम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सूदख़ोर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झकना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निशानी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हशतुम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आठ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अनवारे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नामानियां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तम्बूरा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तम्बूरा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दूत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ग़िना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ख्वां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गवैया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ढ़ोल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गूंगे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गुनाहगार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पट्टे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रहमान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</w:t>
      </w:r>
      <w:r w:rsidRPr="00F21128">
        <w:rPr>
          <w:rFonts w:cs="Arial"/>
        </w:rPr>
        <w:t>0 41)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35" w:name="_Toc516524599"/>
      <w:r w:rsidRPr="00F21128">
        <w:rPr>
          <w:rFonts w:hint="cs"/>
          <w:cs/>
          <w:lang w:bidi="hi-IN"/>
        </w:rPr>
        <w:t>अहवाले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bookmarkEnd w:id="35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करुंगा।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lastRenderedPageBreak/>
        <w:t>अव्वल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पहला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अर्थी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मुव्वकिल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दुःख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ख़ुर्रम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तीसरा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सुदीर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सैरनी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तूलानी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सादकि़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उठायेगा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ग़मगीन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रंजीदा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बख़शीश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ख़ुशनूदी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खुशखबरी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खुशख़बरी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खुशनूदी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रफ़ीक़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बशारतों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मुहैया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खुशख़बरी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रहूं।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चहारुम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कपड़ा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पहनाता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खुशनुदिए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शरीफा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</w:t>
      </w:r>
      <w:r w:rsidRPr="00F21128">
        <w:rPr>
          <w:rFonts w:cs="Arial"/>
        </w:rPr>
        <w:t>0 103)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पंजुम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ताऊस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इक़बाल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शअबान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लाइलाहा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नअबुदो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इय्याहो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मुख़लिसीन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लहुद्दीना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करिहल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मुशरिकून।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चौहदवीं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सिद्दीक़ीन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शश्शुम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छठा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दोआए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ज़ौशान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हफ़तुम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तक़वा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परहेज़गारी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लिबासुतक़वा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ज़ालिका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मुत्तक़ी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पहरहेज़गारी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36" w:name="_Toc516524600"/>
      <w:r w:rsidRPr="00F21128">
        <w:rPr>
          <w:rFonts w:hint="cs"/>
          <w:cs/>
          <w:lang w:bidi="hi-IN"/>
        </w:rPr>
        <w:t>क़ैफ़ियते</w:t>
      </w:r>
      <w:r w:rsidRPr="00F21128">
        <w:rPr>
          <w:cs/>
          <w:lang w:bidi="hi-IN"/>
        </w:rPr>
        <w:t xml:space="preserve"> </w:t>
      </w:r>
      <w:r w:rsidR="00A51522">
        <w:rPr>
          <w:rFonts w:hint="cs"/>
          <w:cs/>
          <w:lang w:bidi="hi-IN"/>
        </w:rPr>
        <w:t>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="00A51522">
        <w:rPr>
          <w:rFonts w:hint="cs"/>
          <w:cs/>
          <w:lang w:bidi="hi-IN"/>
        </w:rPr>
        <w:t>नशर</w:t>
      </w:r>
      <w:bookmarkEnd w:id="36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अमीनुद्दीन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तब्रसी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मजमउल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बर्रा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अय्यूब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अन्सारी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युनफ़ख़ो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फ़िस्सूरे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फ़तातूना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अफ़वाजन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दरयाफ़्त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फूंका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मआज</w:t>
      </w:r>
      <w:r w:rsidRPr="00F21128">
        <w:rPr>
          <w:cs/>
          <w:lang w:bidi="hi-IN"/>
        </w:rPr>
        <w:t xml:space="preserve"> !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आंसू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कि़स्मों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मुश्तमिल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अलग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अलग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उठेंगे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खंज़ीर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सुअर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3-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4-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5-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गूंगे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6-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चूसते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7-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8-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आतशी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टहनियों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लटक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9-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10-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लम्बे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चस्पां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खंज़ीर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सूअर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हरामख़ोर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गूंगे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तकब्बुर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ज़बानों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अक़वाल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हमसायों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पड़ोसियों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आतशी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तख़्तएदार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लटकाए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हाकिमों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नुक़ताचीनी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चुग़लख़ोरी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हुक़ूक़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जुब्बों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जकड़े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="00A51522">
        <w:rPr>
          <w:cs/>
          <w:lang w:bidi="hi-IN"/>
        </w:rPr>
        <w:t xml:space="preserve"> </w:t>
      </w:r>
      <w:r w:rsidR="00A51522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फ़ख़्र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गर्व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तकब्बुर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मुहद्दिस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फ़ैज़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एनुलयक़ीन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खंज़ीर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सुअर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लब।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सिखाया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क़ादिर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t>(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बहारुल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मासूम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मौक़्क़िफ़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मुजरिमों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पोशीदा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आशकारा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गुमान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अन्दाज़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आफ़ताबे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चमकता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हमहमा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सोहबत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पतंगों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बिखरे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जाओ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ऐनल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मफ़्फ़रो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</w:p>
    <w:p w:rsidR="00A51522" w:rsidRDefault="00F21128" w:rsidP="00A51522">
      <w:pPr>
        <w:pStyle w:val="libNormal"/>
        <w:rPr>
          <w:cs/>
          <w:lang w:bidi="hi-IN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हरगिज़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ठिकाना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रिश्तेदारों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जताएगा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सहूलियतें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मुहैय्या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A51522" w:rsidRDefault="00A51522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lastRenderedPageBreak/>
        <w:br w:type="page"/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37" w:name="_Toc516524601"/>
      <w:r w:rsidRPr="00F21128">
        <w:rPr>
          <w:rFonts w:hint="cs"/>
          <w:cs/>
          <w:lang w:bidi="hi-IN"/>
        </w:rPr>
        <w:lastRenderedPageBreak/>
        <w:t>फसल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शश्शुम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छः</w:t>
      </w:r>
      <w:r w:rsidRPr="00F21128">
        <w:rPr>
          <w:cs/>
          <w:lang w:bidi="hi-IN"/>
        </w:rPr>
        <w:t>)</w:t>
      </w:r>
      <w:bookmarkEnd w:id="37"/>
    </w:p>
    <w:p w:rsidR="00F21128" w:rsidRPr="00F21128" w:rsidRDefault="00F21128" w:rsidP="00A51522">
      <w:pPr>
        <w:pStyle w:val="Heading1"/>
        <w:rPr>
          <w:rFonts w:cs="Arial"/>
        </w:rPr>
      </w:pPr>
      <w:bookmarkStart w:id="38" w:name="_Toc516524602"/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bookmarkEnd w:id="38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चुनांचे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औसाफ़े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एतेक़ाद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विश्वास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रखना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ज़रुरयाते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किरामन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कतिबीन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देखता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ख़शबू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उशके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सबाव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सताए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लुत्फ़े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शायद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पशेमान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शर्मिन्दा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घंटे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="00A51522">
        <w:rPr>
          <w:rFonts w:hint="cs"/>
          <w:cs/>
          <w:lang w:bidi="hi-IN"/>
        </w:rPr>
        <w:t>सूदू</w:t>
      </w:r>
      <w:r w:rsidRPr="00F21128">
        <w:rPr>
          <w:rFonts w:hint="cs"/>
          <w:cs/>
          <w:lang w:bidi="hi-IN"/>
        </w:rPr>
        <w:t>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एतेकादिया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नवजवानों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पड़ी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लग़ोयात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मसरुफ़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कांटे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हटाया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पत्थर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छिलका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हटाया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कार्य़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39" w:name="_Toc516524603"/>
      <w:r w:rsidRPr="00F21128">
        <w:rPr>
          <w:rFonts w:hint="cs"/>
          <w:cs/>
          <w:lang w:bidi="hi-IN"/>
        </w:rPr>
        <w:t>आओ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आमालनामा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पढ़ो</w:t>
      </w:r>
      <w:bookmarkEnd w:id="39"/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मदरसा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फ़्रस्ट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कारनामे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फ़स्रट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प्रथम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दांए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आओ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पढ़ो।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देखो।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फ़िक़्रमंद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चिन्तित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आसूदा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कूचों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झुकाए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आरज़ू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हौसला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गिरते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मैदाने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गुनाहगारों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रुसवा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बदनाम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तलख़ी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कडुवाहट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तलख़ी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कडुवाहट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बेपरवाह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रुसवा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बदनाम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पीठ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दांए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दीगर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कथन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अनुसार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दाढ़ी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उशके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विवरण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पढ़कर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सबूरन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हाजि़र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 xml:space="preserve">) 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40" w:name="_Toc516524604"/>
      <w:r w:rsidRPr="00F21128">
        <w:rPr>
          <w:rFonts w:hint="cs"/>
          <w:cs/>
          <w:lang w:bidi="hi-IN"/>
        </w:rPr>
        <w:t>आमालनामों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bookmarkEnd w:id="40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मुस्तफ़ाद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इंकार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अफ़आल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कातबाने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हरगिज़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खायेंगे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मबूस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फ़रमायेंगा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खायेंगे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तु्म्हारे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बेहयाई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जवारेह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पुकार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पुकार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कारस्तानियां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बदआमालियों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अंगो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क़ादिरे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क़य्यूम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हिमाक़त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बेवकूफ़ी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वासएः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अनवारे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नामानियां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मलायका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मलायका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आतश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झोंक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मलायका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क़स्म।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यद्यपि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अहसनुल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फ़वायद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एयाशी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कथऩ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देखने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बोलने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आमालनामा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सग़ीरा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कबीरा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छोटा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क़ौलूया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यात्रा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मृत्यु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तोहफ़ा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मोतबर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विश्वसनीय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असनाद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प्रमाण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सुरक्शित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रखेंगे।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हौलनाक़ियों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नेकूकार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मिलेगी।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3-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मिज़ाने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हक्क़ुल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दाहिने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मुत्तिला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सूचित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अमुक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सुब्हान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फ़रमान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ख़ुर्रम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बशर्ते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ऐलानियां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हुज्जत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पुकारता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वासिले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नश्वर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संसार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ऐशो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मुनाफ़िकों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फ़रमाना।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लटकाना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ताऊस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तर्बरुकन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खुलासा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सूक्शम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आबदीन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सेवकों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लौंडियों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सेविकाओं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जरायम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अपराध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कनीज़ों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रजिस्टर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मुजरिमों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अपराधियों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बुलाते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अमुक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ऐतराफ़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सचमुच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बुलवाकर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ग़ल्तियों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तसदीक़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करवाते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कहो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अलालाहतआला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बोलती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</w:t>
      </w:r>
      <w:r w:rsidR="00A51522">
        <w:rPr>
          <w:rFonts w:hint="cs"/>
          <w:cs/>
          <w:lang w:bidi="hi-IN"/>
        </w:rPr>
        <w:t>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बख़़शीश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चश्म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आदिल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इन्साफ़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सितम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="00A51522">
        <w:rPr>
          <w:rFonts w:hint="cs"/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कीजिए।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कनीज़ों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तलक़ीन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उपदेश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फरमाते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सितम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ग़ल्तियों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तहीदस्त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लौटा।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आब्दीन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कनीज़ों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ग़ल्तियों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हाकिम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आदिल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हाकिम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महकूम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रियाया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कनीज़े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छुटकारा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ईदुल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कनीज़ों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बेनियाज़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आइम्मए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आइम्मए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ताहरीन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दफ़्तरों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लेवाओं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सहीफ़ए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असतग़फ़ार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ख़ताएं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का़बिले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फञरमाते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इसीलिए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सहीफ़ए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गट्ठर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जाओ।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आइम्मए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ताहरीन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</w:p>
    <w:p w:rsidR="00A51522" w:rsidRDefault="00A51522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41" w:name="_Toc516524605"/>
      <w:r w:rsidRPr="00F21128">
        <w:rPr>
          <w:rFonts w:hint="cs"/>
          <w:cs/>
          <w:lang w:bidi="hi-IN"/>
        </w:rPr>
        <w:lastRenderedPageBreak/>
        <w:t>फ़स्ल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हफ़तुम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>)</w:t>
      </w:r>
      <w:bookmarkEnd w:id="41"/>
    </w:p>
    <w:p w:rsidR="00F21128" w:rsidRPr="00F21128" w:rsidRDefault="00F21128" w:rsidP="00A51522">
      <w:pPr>
        <w:pStyle w:val="Heading1"/>
        <w:rPr>
          <w:rFonts w:cs="Arial"/>
        </w:rPr>
      </w:pPr>
      <w:bookmarkStart w:id="42" w:name="_Toc516524606"/>
      <w:r w:rsidRPr="00F21128">
        <w:rPr>
          <w:rFonts w:hint="cs"/>
          <w:cs/>
          <w:lang w:bidi="hi-IN"/>
        </w:rPr>
        <w:t>मीज़ाने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bookmarkEnd w:id="42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तबक़ए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मिज़ाने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हसनेा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जज़ायरी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नामानियां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मुस्तफ़ीज़ा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सराहतन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मुजस्सम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अहसनुल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फ़वायद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अधिकतम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सीमा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मिज़ानिल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मीज़ाने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मीज़ान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तराज़ू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मख़लूक़ात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अफ़आल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मुशाबेह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खूज़ू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सिफ़ाते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कमालिया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सख़ावत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शजाअत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रहमों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इन्साफ़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अफ़आल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मिलते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जुलते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मीज़ाने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दुश्मनों</w:t>
      </w:r>
      <w:r w:rsidRPr="00F21128">
        <w:rPr>
          <w:rFonts w:cs="Arial"/>
        </w:rPr>
        <w:t xml:space="preserve">,, </w:t>
      </w:r>
      <w:r w:rsidRPr="00F21128">
        <w:rPr>
          <w:rFonts w:hint="cs"/>
          <w:cs/>
          <w:lang w:bidi="hi-IN"/>
        </w:rPr>
        <w:t>माविया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यज़ीद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किरदार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चरित्र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चलाएं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फ़िदके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हल्का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ख़सारे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क़ारआ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शुरू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ख़ड़ख़़डा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बिखरे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पत्तिगों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धुनी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पसंदीदा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ठिकाना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हावया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हावया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भड़कती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मीज़ाने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फ़ज़ीलत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फ़ज़ीलत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पहला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बसनद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मीज़ाने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हल्के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मीज़ाने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बुराइयों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लाऊँगा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>3-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तीसरा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4-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चहारुम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दावाते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मनक़ूल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रूसले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हुज्जत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5-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पंजुम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चचाज़ाद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बेर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अंगूरों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खजूर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नेआमतें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पिलाना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मोहब्बते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>6-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शश्शुम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छः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इस्तेग़फ़ार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7-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हफ़तुम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मलायका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मख़लूक़ात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रग़बत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अहलेबैत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मआनी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इन्नल्लाह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वमलायकतहू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युसल्लूना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अलन्नबीय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मलायका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तज़किया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बचाव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कहोः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सलवातुल्लाह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मलाएकतिही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वअन्बेयाएही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रुसुलिही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जमिअ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ख़लक़िही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वस्सलामो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वरहमतुल्लाहे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बरकातोह।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रावी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8-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हश्तुम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आठ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फतूह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मैराज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पुहंचा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उंगलियां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उंगलियों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बूंदे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गिरे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बूंदे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क़मस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मख़लूक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मबऊस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बूंदे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जंगलों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क़ब्रिस्तान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कुव्वते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याद्दाश्त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>!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कुव्वते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याद्दाश्त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उंगलियों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शुमार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गिनती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कुव्वत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9-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नहुम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नौ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अल्लाहु्म्मा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सल्लेअला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मोहम्मदिव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मोहम्मदेनिल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अवसियाअल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मरज़ीयीन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बेअफ़ज़ले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सलवातिका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वबारिक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बेअफज़ले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बरकातिका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वबस्सलामो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वरहमतुल्लाहे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वबरकातोह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तादाद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10-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दहुम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ज़ुहर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सल्लेअला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अज्जिल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फ़राजहुम</w:t>
      </w:r>
      <w:r w:rsidRPr="00F21128">
        <w:rPr>
          <w:rFonts w:cs="Arial" w:hint="eastAsia"/>
        </w:rPr>
        <w:t>”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lastRenderedPageBreak/>
        <w:t>पढ़े।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ले।</w:t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43" w:name="_Toc516524607"/>
      <w:r w:rsidRPr="00F21128">
        <w:rPr>
          <w:rFonts w:hint="cs"/>
          <w:cs/>
          <w:lang w:bidi="hi-IN"/>
        </w:rPr>
        <w:t>रवायाते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ख़ुल्क</w:t>
      </w:r>
      <w:bookmarkEnd w:id="43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अनस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बुरदी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यमनी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चादर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खींचा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)!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ख़ामोशी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इख़्तियार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बदला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बद्दू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शेवा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चरित्र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मुस्कुरा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खजूरें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तबरुकन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ख़ुल्के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लक़ब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फ़रीक़ैन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स्वभाव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विशेषताओं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समाहत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अशआऱ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कोनैन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ख़ुल्क़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हमसर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3-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ममनून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खुश्की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सूखे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समुन्द्र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वाकिफ़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परिचित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हुए।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4-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ज़ाहिरी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मानवी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बातनी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हबीब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नियुक्त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5-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जौहर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तक़सीम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मोहासिन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>6-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बारयाबी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मख़लूक़ात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अफ़ज़ल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श्रेष्ठतम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अस्साम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मदीनए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मुनव्वरा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चरित्र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अत्यधिक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आशचर्य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चकित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ईष्य्रा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अबुतुराब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अबुतुराब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ताबीर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अबुतुराब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पहनाते।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अलमुख़्तस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संक्शेप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अस्साम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अबुतुराब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हाँ।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गालियां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छोड़ी।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दौड़ायी।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तर्जुमाः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मकारिम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एख़लाक़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एख़लाक़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बेवकूफ़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वसवसए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t>(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अस्साम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अहिस्तगी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एख़्तियार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हल्का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बख़शीश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इमदाद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करूँगा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नसीहत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उपदेश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इच्छुक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करुंगा।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0)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शर्मिन्दगी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तर्जुमाः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युसूफ़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</w:t>
      </w:r>
      <w:r w:rsidRPr="00F21128">
        <w:rPr>
          <w:rFonts w:cs="Arial"/>
        </w:rPr>
        <w:t>0-92)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lastRenderedPageBreak/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यूसुफ़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तक़सीरात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ग़ल्तियों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इऱशाद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शशनातून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अरफ़ोहा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ज़मिन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जर्बुल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गालियां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माविया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बीच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सुन्नत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हय्यनल्लाहो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इयाका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इन्शाल्लाह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अस्साम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बेबाकी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गालियों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अख़लाक़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शर्मिन्दा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धीरे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धीरे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खिसकने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छिप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मुतवज्जेह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कश्शाफ़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शरीफा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सैयदुस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शोहदा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युसूफ़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तमसील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lastRenderedPageBreak/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बरादराने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युसूफ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बुर्जुग़वार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बरादराने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युसुफ़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दस्तरख़्वान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कुसूर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युसुफ़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शर्माते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इज़्ज़त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दिरहमों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ख़रीदे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पहुंचाया।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इज़्ज़तदार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इब्राहिम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ख़लीलउल्लाह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याकूब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युसुफ़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याकूब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युसुफ़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सुलूक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मरेे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तीसरी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मदीनए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मुनव्वरा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ख़लीफ़ा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मूसा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काज़िम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रहात।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गालियां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फ़ाजिर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खंदा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अशर्फ़ी।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फ़रमाया़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बताऊं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रुपयों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थैली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अशर्फियां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रोज़ी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दरख़्वास्त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मुस्कुराए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लौट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आए।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मस्जिद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उठता।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हैसो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यजअलो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रिसालताहु।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इनआम</w:t>
      </w:r>
      <w:r w:rsidRPr="00F21128">
        <w:rPr>
          <w:cs/>
          <w:lang w:bidi="hi-IN"/>
        </w:rPr>
        <w:t>-</w:t>
      </w:r>
      <w:r w:rsidRPr="00F21128">
        <w:rPr>
          <w:rFonts w:cs="Arial"/>
        </w:rPr>
        <w:t>153)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झगड़ने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झग़ड़ने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ख़ुल्क़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कूफ़ा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खद्दर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खद्दर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ढेला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फ़ेंका।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ख़ामोशी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मस्जिद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फ़ारिग़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गुस्ताख़ी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सरज़द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मस्जिद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इस्तेग़फ़ार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एख़लाके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लश्कर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बहादुर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बदतमीज़ी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मग़फ़िरत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बहादुर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बहादुर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सच्ची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कहूं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ईराक़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कुव्वते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तुममे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दबदबा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अशआर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अश्आर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कविता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मैं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कसीर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अधिक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रखूं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बख़ील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बलंदनामी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इनहराफ़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रूखेपन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माविया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लूट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लूटने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3-</w:t>
      </w:r>
      <w:r w:rsidRPr="00F21128">
        <w:rPr>
          <w:rFonts w:cs="Arial"/>
        </w:rPr>
        <w:tab/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गा़रतगरी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घोड़ों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घमासान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नवजवानों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4-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नवजवानों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हथियार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बिजली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चमक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आफ़ताबो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किरणें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फुर्ती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)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बिजली।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अलमुख़्तसर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संक्शेप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जलालत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बहादुरी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शानो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शौकत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अख़लाक़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बाज़ारी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इस्तेहज़ा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मस्जिद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पहुंचकर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बख़शीश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बहादुरी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ज़मीर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कंट्रोल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बहादुरी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बहादुरी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बहादुर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मुस्तदरक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अफ़ज़लुल्हुक्काम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अलमुतकलमीन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नसीरुद्दीन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कागज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टुकडा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सब्बो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शतम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कल्ब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कल्ब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ख़्वाजा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नसीरुद्दीन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कागज़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संजीदगी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थाष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टांगे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पंजों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नाख़ून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लम्बे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रौशन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पंजे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नाख़ून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पोशीदा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हंसने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ख्वास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विशेषता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ख्वास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ख़िलाफ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विरुद्ध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जलीलुल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मोहक्क़िक़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ख़ुल्क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अनोख़ी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हिल्ली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ख़्वाजा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नसीरुद्दीन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ओल्मा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उलूमे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अहकामे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शरीआ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मज़हबे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हक़्क़ा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मुशाहिदा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एख़लाक़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क़रनफल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शनोई।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ज़ुल्फ़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सुम्बुल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शनोई।।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 w:hint="eastAsia"/>
        </w:rPr>
        <w:t>“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क़रनफ़ल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लोंग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महबूबा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सुम्बुल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ज़ुल्फ़ों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मुक़ाबला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र</w:t>
      </w:r>
      <w:r w:rsidRPr="00F21128">
        <w:rPr>
          <w:cs/>
          <w:lang w:bidi="hi-IN"/>
        </w:rPr>
        <w:tab/>
      </w:r>
      <w:r w:rsidRPr="00F21128">
        <w:rPr>
          <w:rFonts w:hint="cs"/>
          <w:cs/>
          <w:lang w:bidi="hi-IN"/>
        </w:rPr>
        <w:t>ख़्वाजा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किरदारे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गालियां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वैसी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क़म्बरो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ख़ामोश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रहो।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गालियां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ख़ामोशी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ज़लील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ख़ामोशी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शिकंजा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फंसा।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पौधे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उगाया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ख़ामोशी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बेवकूफ़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ख़ामोशी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हथियार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अलमुख़्तसर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मुवाफ़िक़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जरजी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कलज़ातुल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अऱबिया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तरजुमों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कुतुबख़ाने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नुजूम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फ़लसफ़ा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फ़ारसी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मुग़लिया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अवक़ाफ़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घटाटोप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अंधेरे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मीनार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फ़वायदे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रिज़विया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तराजुम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अनुवाद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उल्माए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जबरुद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वशाहर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ताल्लुक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फ़रसख़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बासआदत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t>11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जमादिउल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सन्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597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हिजरी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इतवार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18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हिज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672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हिजरी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बक़आ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मुनव्वरा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काज़मिया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अल्फाज़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फ़ैलाए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तारीख़े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नज़्म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>,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नसीर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मिल्लते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किश्वरे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यगाना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नज़ाद।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शशसदो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हफ़तादो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बज़िलहिज्जा।।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हजदहुम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बग़दाद।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ममलकते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हिज़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672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हिजरी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बग़दाद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अलफुक़हा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कशफुल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गतआ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असफ़हान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ग़रीबों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तक़सीम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दादा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ग़जबनाक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फ़ैलाकर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ग़ौर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कीजिए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एख़लाके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कशपुलग़ता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याद्दाश्त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दय्यात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ज़लीलुल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फुक़्हा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सक़अतुल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जापञर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खुशूअ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खुज़ूअ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ग़ौरो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अज़मत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श्रेष्ठता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मुख़ाताबात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जअीफ़र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ईराक़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मुसलमानों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इज़्ज़त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मिलने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भूला।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अहनफ़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अहनफ़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फुक़रात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t>……….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कि़स्म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आशियानों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वादागाह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>?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शब्बेदारी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रोकर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रोकर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तक़दीसे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गिड़गिड़ा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अहनफ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पुहंच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जंज़ीरों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जकड़ी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आहिस्ता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लग़ोयात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बाइज्ज़त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गूंगी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फुज़ूल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शुब्हा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अज़ीमुश्शान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मुक़द्दस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दरिन्दों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ख़ायफ़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नोच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बहादुर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क़नाअत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काफ़उल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पिलाकर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तर्जुबा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लिजिए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कगो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दीजिए।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सम्बन्ध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विच्छेद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शुबहात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साहब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मरजए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मोअज़्ज़ि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मोकर्रम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फज़लों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अरबियत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यकताए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अजूबा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मलक़ूल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इस्तेफ़ादा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तादाद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लुग़त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उल्मा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फज़ला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उलूईन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इज़्ज़त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तसनीफ़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फ़ाज़िले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तारीख़े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रईसुल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मोहद्दसीन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ओयून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अक़बारुर्ज़ा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तसनीफ़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शआलबी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यतुमतुद्दहर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शोअरा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कवि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बग़दाद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अशर्फियां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तक़बरीबन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अश्आर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24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385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हिजरी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रेके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असफ़हान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असफ़हान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वससलाम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अलैहा।</w:t>
      </w:r>
      <w:r w:rsidRPr="00F21128">
        <w:rPr>
          <w:rFonts w:cs="Arial" w:hint="eastAsia"/>
        </w:rPr>
        <w:t>”</w:t>
      </w:r>
    </w:p>
    <w:p w:rsidR="00A51522" w:rsidRDefault="00A51522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1128" w:rsidRPr="00F21128" w:rsidRDefault="00F21128" w:rsidP="00A51522">
      <w:pPr>
        <w:pStyle w:val="Heading1"/>
        <w:rPr>
          <w:rFonts w:cs="Arial"/>
        </w:rPr>
      </w:pPr>
      <w:bookmarkStart w:id="44" w:name="_Toc516524608"/>
      <w:r w:rsidRPr="00F21128">
        <w:rPr>
          <w:rFonts w:hint="cs"/>
          <w:cs/>
          <w:lang w:bidi="hi-IN"/>
        </w:rPr>
        <w:lastRenderedPageBreak/>
        <w:t>फ़स्ल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हश्तुम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आठ</w:t>
      </w:r>
      <w:r w:rsidRPr="00F21128">
        <w:rPr>
          <w:cs/>
          <w:lang w:bidi="hi-IN"/>
        </w:rPr>
        <w:t>)</w:t>
      </w:r>
      <w:bookmarkEnd w:id="44"/>
    </w:p>
    <w:p w:rsidR="00F21128" w:rsidRPr="00F21128" w:rsidRDefault="00F21128" w:rsidP="00D667D5">
      <w:pPr>
        <w:pStyle w:val="Heading1"/>
        <w:rPr>
          <w:rFonts w:cs="Arial"/>
        </w:rPr>
      </w:pPr>
      <w:bookmarkStart w:id="45" w:name="_Toc516524609"/>
      <w:r w:rsidRPr="00F21128">
        <w:rPr>
          <w:rFonts w:hint="cs"/>
          <w:cs/>
          <w:lang w:bidi="hi-IN"/>
        </w:rPr>
        <w:t>हिसाब</w:t>
      </w:r>
      <w:bookmarkEnd w:id="45"/>
    </w:p>
    <w:p w:rsidR="00F21128" w:rsidRPr="00F21128" w:rsidRDefault="00F21128" w:rsidP="00D667D5">
      <w:pPr>
        <w:pStyle w:val="Heading1"/>
        <w:rPr>
          <w:rFonts w:cs="Arial"/>
        </w:rPr>
      </w:pPr>
      <w:bookmarkStart w:id="46" w:name="_Toc516524610"/>
      <w:r w:rsidRPr="00F21128">
        <w:rPr>
          <w:rFonts w:hint="cs"/>
          <w:cs/>
          <w:lang w:bidi="hi-IN"/>
        </w:rPr>
        <w:t>मोवक़िफ़े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bookmarkEnd w:id="46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मोवाक़िफ़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ऐतक़ाद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विश्वास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मुक़ामे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.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ग़फ़लत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ग़ौरो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गुरेज़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सरकशी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नाशिनासा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अंजाम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नुक़सानदेह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रहो।</w:t>
      </w:r>
      <w:r w:rsidRPr="00F21128">
        <w:rPr>
          <w:rFonts w:cs="Arial" w:hint="eastAsia"/>
        </w:rPr>
        <w:t>”</w:t>
      </w:r>
    </w:p>
    <w:p w:rsidR="00F21128" w:rsidRPr="00F21128" w:rsidRDefault="00F21128" w:rsidP="00D667D5">
      <w:pPr>
        <w:pStyle w:val="Heading1"/>
        <w:rPr>
          <w:rFonts w:cs="Arial"/>
        </w:rPr>
      </w:pPr>
      <w:bookmarkStart w:id="47" w:name="_Toc516524611"/>
      <w:r w:rsidRPr="00D667D5">
        <w:rPr>
          <w:rFonts w:hint="cs"/>
          <w:cs/>
        </w:rPr>
        <w:t>हिबास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rFonts w:cs="Arial"/>
        </w:rPr>
        <w:t>?</w:t>
      </w:r>
      <w:bookmarkEnd w:id="47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अगरचे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उमूमन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मलायका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अंजाम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बेरोज़े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बुलाएंगे।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अहसनुल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क़वायद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बहारुल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3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बेशक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लौटाए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लेंगे।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t>……..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हुकूकुन्नास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हुकूक़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मतालिबा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ख़ातमुल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अहलेबैत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हश्र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आमीन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खुशखबरी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हुज्जत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लेंगे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हमरुसियाह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झुकाए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हमाऱी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सुपुर्द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</w:p>
    <w:p w:rsidR="00F21128" w:rsidRPr="00F21128" w:rsidRDefault="00F21128" w:rsidP="00D667D5">
      <w:pPr>
        <w:pStyle w:val="Heading1"/>
        <w:rPr>
          <w:rFonts w:cs="Arial"/>
        </w:rPr>
      </w:pPr>
      <w:bookmarkStart w:id="48" w:name="_Toc516524612"/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>?</w:t>
      </w:r>
      <w:bookmarkEnd w:id="48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प्रलय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गिरोहों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मुहब्बाने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सरज़द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रुख़सत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आमालनामा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आब्दीन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मुशरिकों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नीहं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मुशरिक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तीसरा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</w:t>
      </w:r>
      <w:r w:rsidR="00D667D5">
        <w:rPr>
          <w:rFonts w:hint="cs"/>
          <w:cs/>
          <w:lang w:bidi="hi-IN"/>
        </w:rPr>
        <w:t>ि</w:t>
      </w:r>
      <w:r w:rsidRPr="00F21128">
        <w:rPr>
          <w:rFonts w:hint="cs"/>
          <w:cs/>
          <w:lang w:bidi="hi-IN"/>
        </w:rPr>
        <w:t>रोह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रुकावट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कफ़्फ़ारा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चूनांचे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मसूद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मौकिफ़े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वर्णन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लिहाज़ा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रुकावट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अहलेबैत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मुफ़लिस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इज़्ज़तों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सल्तनत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सितम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क़िफ़ायत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तक़सीरात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निवाज़ा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मैदाने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हश्र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मतालिब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चौथा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मख़सूस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जांय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मआनदीन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</w:p>
    <w:p w:rsidR="00F21128" w:rsidRPr="00F21128" w:rsidRDefault="00F21128" w:rsidP="00D667D5">
      <w:pPr>
        <w:pStyle w:val="Heading1"/>
        <w:rPr>
          <w:rFonts w:cs="Arial"/>
        </w:rPr>
      </w:pPr>
      <w:bookmarkStart w:id="49" w:name="_Toc516524613"/>
      <w:r w:rsidRPr="00F21128">
        <w:rPr>
          <w:rFonts w:hint="cs"/>
          <w:cs/>
          <w:lang w:bidi="hi-IN"/>
        </w:rPr>
        <w:t>अहबात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तकफ़ीर</w:t>
      </w:r>
      <w:bookmarkEnd w:id="49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 w:hint="eastAsia"/>
        </w:rPr>
        <w:t>“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डगमगाहट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rFonts w:cs="Arial"/>
        </w:rPr>
        <w:t>, 8-9)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पिछले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>-</w:t>
      </w:r>
      <w:r w:rsidRPr="00F21128">
        <w:rPr>
          <w:rFonts w:cs="Arial"/>
        </w:rPr>
        <w:t>2)</w:t>
      </w:r>
    </w:p>
    <w:p w:rsidR="00F21128" w:rsidRPr="00F21128" w:rsidRDefault="00F21128" w:rsidP="00D667D5">
      <w:pPr>
        <w:pStyle w:val="Heading1"/>
        <w:rPr>
          <w:rFonts w:cs="Arial"/>
        </w:rPr>
      </w:pPr>
      <w:bookmarkStart w:id="50" w:name="_Toc516524614"/>
      <w:r w:rsidRPr="00F21128">
        <w:rPr>
          <w:rFonts w:hint="cs"/>
          <w:cs/>
          <w:lang w:bidi="hi-IN"/>
        </w:rPr>
        <w:t>अहबात</w:t>
      </w:r>
      <w:bookmarkEnd w:id="50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कुफ़्र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मिलेगा।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मरीज़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माद्दी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मायावी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वसायल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तख़फ़ीफ़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हातिमताई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नौशेरवां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जलाएगी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सूत्रों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झुठलाया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</w:t>
      </w:r>
      <w:r w:rsidRPr="00F21128">
        <w:rPr>
          <w:rFonts w:cs="Arial"/>
        </w:rPr>
        <w:t>0-147)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सूत्रों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वाज़ेह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स्पष्ट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शिर्क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दरजए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नाफ़रमान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बद्दुआएं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हसद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ईर्ष्या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लकडियों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सक़अतुल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मोआन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अबुबसीर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कुफ्र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जड़ें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हैं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– </w:t>
      </w:r>
      <w:r w:rsidRPr="00F21128">
        <w:rPr>
          <w:rFonts w:hint="cs"/>
          <w:cs/>
          <w:lang w:bidi="hi-IN"/>
        </w:rPr>
        <w:t>हिर्स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तकब्बुर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ईर्ष्या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जड़ें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ज्यूं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ज्यूं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मज़बूती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इख़्तियार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रुख़सत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ईंधन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तकब्बुर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D667D5">
      <w:pPr>
        <w:pStyle w:val="Heading1"/>
        <w:rPr>
          <w:rFonts w:cs="Arial"/>
        </w:rPr>
      </w:pPr>
      <w:bookmarkStart w:id="51" w:name="_Toc516524615"/>
      <w:r w:rsidRPr="00F21128">
        <w:rPr>
          <w:rFonts w:hint="cs"/>
          <w:cs/>
          <w:lang w:bidi="hi-IN"/>
        </w:rPr>
        <w:t>तकफ़ीर</w:t>
      </w:r>
      <w:bookmarkEnd w:id="51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तक़फ़ीर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क़फ़्फ़ारा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साब्क़ा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पूर्व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सच्ची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बहारुल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15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ख़ातिमुल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आका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>, (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दरगोर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बतलांए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पपरवदिगारे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फरमाए।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लौ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उम्मोहू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तकफ़ीर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किताबे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मोतबरा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निचली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ऐशो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ईशरत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फ़क़्रोफ़ाक़ा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बेनवाई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लूंगा।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क़ीलो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क़ील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मुद्दत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हालाकिं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ग़िज़ा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नसीब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खाते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उठाओ।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मज़हब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इधर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सोच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विचार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सीढ़ियों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मुलाक़ीत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इधर</w:t>
      </w:r>
      <w:r w:rsidRPr="00F21128">
        <w:rPr>
          <w:cs/>
          <w:lang w:bidi="hi-IN"/>
        </w:rPr>
        <w:t xml:space="preserve"> </w:t>
      </w:r>
      <w:r w:rsidR="00D667D5">
        <w:rPr>
          <w:rFonts w:hint="cs"/>
          <w:cs/>
          <w:lang w:bidi="hi-IN"/>
        </w:rPr>
        <w:t>इ</w:t>
      </w:r>
      <w:r w:rsidRPr="00F21128">
        <w:rPr>
          <w:rFonts w:hint="cs"/>
          <w:cs/>
          <w:lang w:bidi="hi-IN"/>
        </w:rPr>
        <w:t>ज़राइल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नीयत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तकफ़ीर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श्रेष्ठ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</w:t>
      </w:r>
      <w:r w:rsidR="00D667D5">
        <w:rPr>
          <w:rFonts w:hint="cs"/>
          <w:cs/>
          <w:lang w:bidi="hi-IN"/>
        </w:rPr>
        <w:t>ाद</w:t>
      </w:r>
      <w:r w:rsidRPr="00F21128">
        <w:rPr>
          <w:rFonts w:hint="cs"/>
          <w:cs/>
          <w:lang w:bidi="hi-IN"/>
        </w:rPr>
        <w:t>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फ़ुसलाने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मुजाहदाते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रहे।</w:t>
      </w:r>
    </w:p>
    <w:p w:rsidR="00F21128" w:rsidRPr="00F21128" w:rsidRDefault="00F21128" w:rsidP="005A0878">
      <w:pPr>
        <w:pStyle w:val="Heading1"/>
        <w:rPr>
          <w:rFonts w:cs="Arial"/>
        </w:rPr>
      </w:pPr>
      <w:bookmarkStart w:id="52" w:name="_Toc516524616"/>
      <w:r w:rsidRPr="00F21128">
        <w:rPr>
          <w:rFonts w:hint="cs"/>
          <w:cs/>
          <w:lang w:bidi="hi-IN"/>
        </w:rPr>
        <w:t>पुरसिशे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bookmarkEnd w:id="52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ख़ातिमुल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मुस्तफ़ा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गवाह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हैः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बने।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इमरान</w:t>
      </w:r>
      <w:r w:rsidRPr="00F21128">
        <w:rPr>
          <w:cs/>
          <w:lang w:bidi="hi-IN"/>
        </w:rPr>
        <w:t>-</w:t>
      </w:r>
      <w:r w:rsidRPr="00F21128">
        <w:rPr>
          <w:rFonts w:cs="Arial"/>
        </w:rPr>
        <w:t>138)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lastRenderedPageBreak/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मरियम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>?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लरज़ा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इन्नी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अब्दुल्ला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क़ज़ाया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सभी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सुलूक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पुरसिश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मुख़तलिफ़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>,</w:t>
      </w:r>
      <w:r w:rsidRPr="00F21128">
        <w:rPr>
          <w:rFonts w:hint="cs"/>
          <w:cs/>
          <w:lang w:bidi="hi-IN"/>
        </w:rPr>
        <w:t>जिनकों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मुख़्तलिफ़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नईमे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इमाम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क़तादह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आम्म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सुन्नी</w:t>
      </w:r>
      <w:r w:rsidRPr="00F21128">
        <w:rPr>
          <w:cs/>
          <w:lang w:bidi="hi-IN"/>
        </w:rPr>
        <w:t xml:space="preserve">)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सुम्माल्तुस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अलुन्ना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यौमएज़िन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अनिन्नईम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(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दस्तरख़्वान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खिलाओ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नईम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सुलूक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ताबेदारी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दुश्मनों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तर्जुमाः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ख़ुराक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हराम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अलमालो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वलफुक़राओ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अयाली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फुक़रा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>3-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4-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अबादात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नमाजॉ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उमूदे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वसायाए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रियाकारी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खुम्स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जिहाद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ख़ुम्स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करेंगे।</w:t>
      </w:r>
    </w:p>
    <w:p w:rsidR="00F21128" w:rsidRPr="00F21128" w:rsidRDefault="00F21128" w:rsidP="005A0878">
      <w:pPr>
        <w:pStyle w:val="Heading1"/>
        <w:rPr>
          <w:rFonts w:cs="Arial"/>
        </w:rPr>
      </w:pPr>
      <w:bookmarkStart w:id="53" w:name="_Toc516524617"/>
      <w:r w:rsidRPr="00F21128">
        <w:rPr>
          <w:rFonts w:hint="cs"/>
          <w:cs/>
          <w:lang w:bidi="hi-IN"/>
        </w:rPr>
        <w:t>हुकुकुन्नास</w:t>
      </w:r>
      <w:bookmarkEnd w:id="53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कि़स्म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(</w:t>
      </w:r>
      <w:r w:rsidRPr="00F21128">
        <w:rPr>
          <w:rFonts w:cs="Arial"/>
        </w:rPr>
        <w:t xml:space="preserve">1) </w:t>
      </w:r>
      <w:r w:rsidRPr="00F21128">
        <w:rPr>
          <w:rFonts w:hint="cs"/>
          <w:cs/>
          <w:lang w:bidi="hi-IN"/>
        </w:rPr>
        <w:t>अदल</w:t>
      </w:r>
      <w:r w:rsidRPr="00F21128">
        <w:rPr>
          <w:cs/>
          <w:lang w:bidi="hi-IN"/>
        </w:rPr>
        <w:t xml:space="preserve"> (</w:t>
      </w:r>
      <w:r w:rsidRPr="00F21128">
        <w:rPr>
          <w:rFonts w:cs="Arial"/>
        </w:rPr>
        <w:t xml:space="preserve">2) </w:t>
      </w:r>
      <w:r w:rsidRPr="00F21128">
        <w:rPr>
          <w:rFonts w:hint="cs"/>
          <w:cs/>
          <w:lang w:bidi="hi-IN"/>
        </w:rPr>
        <w:t>फ़ज़लों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(1)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ग़ीबत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तोहमत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ग़ीबत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सरीहन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रौज़ए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ख़लाएक़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फ़रज़न्दे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0)!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मज़लूम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असहाय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बोझ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इन्साफ़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लसालिउल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मुफ़लिस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)! </w:t>
      </w:r>
      <w:r w:rsidRPr="00F21128">
        <w:rPr>
          <w:rFonts w:hint="cs"/>
          <w:cs/>
          <w:lang w:bidi="hi-IN"/>
        </w:rPr>
        <w:t>हममें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मुफ़लिस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रुपया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पैसा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मताअ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मुफ़लिस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हज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गालियां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मज़लूमों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जज़ायरी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उमरा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मासूमीन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तलबगारों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इस्माइल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रिफ़ाक़ात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(2)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मआमला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बफ़ज़्ले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ख़ुदावन्दी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हुकूकुन्नास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फ़ज़्लो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निदा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खुशक़िस्मत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फ़ज़्लों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फ़ज़्ल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इन्साफ़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दोआए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सुमाली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अल्फ़ाज़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मौज़ूं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रद्दे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अलहम्द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पच्चीस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कुलहुअल्लाह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तीसरी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पचहत्तर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चौथी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मनक़ूल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अलहवारी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दुर्रानी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अब्दुल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मारुफ़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235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हिजरी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दमिश्क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अलहवारी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अबहबारी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उस्तादे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गरामी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सुलूक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अहमद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सग़ीर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दाँतों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अज़क़यास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आययए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तसदीक़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दुरुस्त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पत्थर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hint="cs"/>
          <w:cs/>
          <w:lang w:bidi="hi-IN"/>
        </w:rPr>
        <w:t>सू</w:t>
      </w:r>
      <w:r w:rsidRPr="00F21128">
        <w:rPr>
          <w:rFonts w:cs="Arial"/>
        </w:rPr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लुक़मान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– 16)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खुत्बे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rFonts w:cs="Arial"/>
        </w:rPr>
        <w:t>?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कागज़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पूछेगा।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मनाक़शा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>?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मनाक़शा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कांटा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चुभने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कांटा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काविश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काविश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मोहक़्कीन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मीज़ान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सुरक्शित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लहज़ात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मीज़ाने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>!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अक्सर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मुहासिबा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इक्कीस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इक्कीस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अल्फाज़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बिना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ईंधन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अल्लाह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)!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ईंधन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ईंधन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ढ़ेर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ईंधन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ईंधन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ढ़ेर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जुसतजू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चुनांचे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इक्कीस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</w:p>
    <w:p w:rsidR="005A0878" w:rsidRDefault="005A0878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1128" w:rsidRPr="00F21128" w:rsidRDefault="00F21128" w:rsidP="005A0878">
      <w:pPr>
        <w:pStyle w:val="Heading1"/>
        <w:rPr>
          <w:rFonts w:cs="Arial"/>
        </w:rPr>
      </w:pPr>
      <w:bookmarkStart w:id="54" w:name="_Toc516524618"/>
      <w:r w:rsidRPr="00F21128">
        <w:rPr>
          <w:rFonts w:hint="cs"/>
          <w:cs/>
          <w:lang w:bidi="hi-IN"/>
        </w:rPr>
        <w:lastRenderedPageBreak/>
        <w:t>फ़स्ल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नहुम</w:t>
      </w:r>
      <w:r w:rsidRPr="00F21128">
        <w:rPr>
          <w:cs/>
          <w:lang w:bidi="hi-IN"/>
        </w:rPr>
        <w:t xml:space="preserve"> (</w:t>
      </w:r>
      <w:r w:rsidR="005A0878">
        <w:rPr>
          <w:rFonts w:hint="cs"/>
          <w:cs/>
          <w:lang w:bidi="hi-IN"/>
        </w:rPr>
        <w:t>नवी फस्ल</w:t>
      </w:r>
      <w:r w:rsidRPr="00F21128">
        <w:rPr>
          <w:cs/>
          <w:lang w:bidi="hi-IN"/>
        </w:rPr>
        <w:t>)</w:t>
      </w:r>
      <w:bookmarkEnd w:id="54"/>
    </w:p>
    <w:p w:rsidR="00F21128" w:rsidRPr="00F21128" w:rsidRDefault="00F21128" w:rsidP="005A0878">
      <w:pPr>
        <w:pStyle w:val="Heading1"/>
        <w:rPr>
          <w:rFonts w:cs="Arial"/>
        </w:rPr>
      </w:pPr>
      <w:bookmarkStart w:id="55" w:name="_Toc516524619"/>
      <w:r w:rsidRPr="00F21128">
        <w:rPr>
          <w:rFonts w:hint="cs"/>
          <w:cs/>
          <w:lang w:bidi="hi-IN"/>
        </w:rPr>
        <w:t>हौज़े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bookmarkEnd w:id="55"/>
    </w:p>
    <w:p w:rsidR="00F21128" w:rsidRPr="00F21128" w:rsidRDefault="00F21128" w:rsidP="005A087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मुसल्लम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मुस्तफ़ा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बसायरुल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मआलमुल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जुल्फा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2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दूरी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ताअज्जुब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अब्दुल</w:t>
      </w:r>
      <w:r w:rsidR="005A0878">
        <w:rPr>
          <w:rFonts w:hint="cs"/>
          <w:cs/>
          <w:lang w:bidi="hi-IN"/>
        </w:rPr>
        <w:t>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सुर्ख़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दूध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चश्मा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दरख़्तों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लडकाए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खूबसूरत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खुबसूरत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बर्तन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बर्तन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बर्तन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लताफ़त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चक्ख़ी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खुश्बू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सूंघी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मेवों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हौज़े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शहद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मीठा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घी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ज़बरजद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याकूत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अज़फर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नहर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महबूबों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अहसनुल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फ़वायद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हुसैनियों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खुसूसियत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ग़मे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खुर्रम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</w:p>
    <w:p w:rsidR="00F21128" w:rsidRPr="00F21128" w:rsidRDefault="00F21128" w:rsidP="005A0878">
      <w:pPr>
        <w:pStyle w:val="Heading1"/>
        <w:rPr>
          <w:rFonts w:cs="Arial"/>
        </w:rPr>
      </w:pPr>
      <w:bookmarkStart w:id="56" w:name="_Toc516524620"/>
      <w:r w:rsidRPr="00F21128">
        <w:rPr>
          <w:rFonts w:hint="cs"/>
          <w:cs/>
          <w:lang w:bidi="hi-IN"/>
        </w:rPr>
        <w:t>ज़हूरे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0)</w:t>
      </w:r>
      <w:bookmarkEnd w:id="56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फ़रमाएगा।</w:t>
      </w:r>
    </w:p>
    <w:p w:rsidR="00F21128" w:rsidRPr="00F21128" w:rsidRDefault="00F21128" w:rsidP="009C78F4">
      <w:pPr>
        <w:pStyle w:val="Heading1"/>
        <w:rPr>
          <w:rFonts w:cs="Arial"/>
        </w:rPr>
      </w:pPr>
      <w:bookmarkStart w:id="57" w:name="_Toc516524621"/>
      <w:r w:rsidRPr="00F21128">
        <w:rPr>
          <w:rFonts w:hint="cs"/>
          <w:cs/>
          <w:lang w:bidi="hi-IN"/>
        </w:rPr>
        <w:t>लेवाएहम्द</w:t>
      </w:r>
      <w:bookmarkEnd w:id="57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अब्दुल्ला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वाआलेही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वसल्लम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क़ैफ़ियत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आगाह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दूरी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सुतून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सुर्ख़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फ़रेरा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हरा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ज़मरुद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मशरिक़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तरपञ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1-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बिस्मिल्लाह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अर्रहमानिर्रहीम।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>2-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अलहम्दो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आलमीन।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3-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लाइलाहा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इल्लललाहो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मोहम्मदुर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अलीयुन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वलीयुल्लाहे।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</w:t>
      </w:r>
      <w:r w:rsidR="009C78F4">
        <w:rPr>
          <w:rFonts w:hint="cs"/>
          <w:cs/>
          <w:lang w:bidi="hi-IN"/>
        </w:rPr>
        <w:t>्त</w:t>
      </w:r>
      <w:r w:rsidRPr="00F21128">
        <w:rPr>
          <w:rFonts w:hint="cs"/>
          <w:cs/>
          <w:lang w:bidi="hi-IN"/>
        </w:rPr>
        <w:t>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उठाएगा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दोस्ताने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अंजाम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झुठलाए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झगड़ा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</w:p>
    <w:p w:rsidR="00F21128" w:rsidRPr="00F21128" w:rsidRDefault="00F21128" w:rsidP="009C78F4">
      <w:pPr>
        <w:pStyle w:val="Heading1"/>
        <w:rPr>
          <w:rFonts w:cs="Arial"/>
        </w:rPr>
      </w:pPr>
      <w:bookmarkStart w:id="58" w:name="_Toc516524622"/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साक़िए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bookmarkEnd w:id="58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साहिबो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हौज़ी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साक़िए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ख़स्साल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हमार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मुहिब्बों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हौज़े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हटाएंगें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मुहिब्बों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घूंट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हरगिज़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बुख़ारी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हटाया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फ़रमाएंगे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असहाबी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फ़युक़ालों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लातदरी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बादक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अहदास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बिदअत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फ़ैलाए।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2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 xml:space="preserve">249, </w:t>
      </w:r>
      <w:r w:rsidRPr="00F21128">
        <w:rPr>
          <w:rFonts w:hint="cs"/>
          <w:cs/>
          <w:lang w:bidi="hi-IN"/>
        </w:rPr>
        <w:t>बुख़ारी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2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सफ़ा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>975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अहसनुल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फ़वायद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9C78F4">
      <w:pPr>
        <w:pStyle w:val="Heading1"/>
        <w:rPr>
          <w:rFonts w:cs="Arial"/>
        </w:rPr>
      </w:pPr>
      <w:bookmarkStart w:id="59" w:name="_Toc516524623"/>
      <w:r w:rsidRPr="00F21128">
        <w:rPr>
          <w:rFonts w:hint="cs"/>
          <w:cs/>
          <w:lang w:bidi="hi-IN"/>
        </w:rPr>
        <w:t>म</w:t>
      </w:r>
      <w:r w:rsidR="009C78F4">
        <w:rPr>
          <w:rFonts w:hint="cs"/>
          <w:cs/>
          <w:lang w:bidi="hi-IN"/>
        </w:rPr>
        <w:t>ु</w:t>
      </w:r>
      <w:r w:rsidRPr="00F21128">
        <w:rPr>
          <w:rFonts w:hint="cs"/>
          <w:cs/>
          <w:lang w:bidi="hi-IN"/>
        </w:rPr>
        <w:t>क़ामे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महमूद</w:t>
      </w:r>
      <w:bookmarkEnd w:id="59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इब्राहिम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कूफ़ी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असनाद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रिसालत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ज़बरजद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ज़मर्रूद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सोने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महमूद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कहूंगा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चढ़ो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चुनांचे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चढ़ेंगे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दूंगा।</w:t>
      </w:r>
    </w:p>
    <w:p w:rsidR="00F21128" w:rsidRPr="00F21128" w:rsidRDefault="00F21128" w:rsidP="009C78F4">
      <w:pPr>
        <w:pStyle w:val="Heading1"/>
        <w:rPr>
          <w:rFonts w:cs="Arial"/>
        </w:rPr>
      </w:pPr>
      <w:bookmarkStart w:id="60" w:name="_Toc516524624"/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बांटने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bookmarkEnd w:id="60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रिज़वाने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स्वर्ग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कुंजियाँ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नर्क़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ख़ाज़िन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ख़जांची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कुंजियां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कुंजियां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दूंगा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अलीयो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क़सीमुन्नारे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वलजन्नत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 w:hint="eastAsia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तक़सीम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दुल्हन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अलक़िया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फञी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कफ़्फ़ारिन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अनीद।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cs="Arial"/>
        </w:rPr>
        <w:t xml:space="preserve">,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सरकश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बदमाश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झोंक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दो।</w:t>
      </w:r>
      <w:r w:rsidRPr="00F21128">
        <w:rPr>
          <w:rFonts w:cs="Arial" w:hint="eastAsia"/>
        </w:rPr>
        <w:t>”</w:t>
      </w:r>
    </w:p>
    <w:p w:rsidR="00F21128" w:rsidRPr="00F21128" w:rsidRDefault="00F21128" w:rsidP="009C78F4">
      <w:pPr>
        <w:pStyle w:val="Heading1"/>
        <w:rPr>
          <w:rFonts w:cs="Arial"/>
        </w:rPr>
      </w:pPr>
      <w:bookmarkStart w:id="61" w:name="_Toc516524625"/>
      <w:r w:rsidRPr="00F21128">
        <w:rPr>
          <w:rFonts w:hint="cs"/>
          <w:cs/>
          <w:lang w:bidi="hi-IN"/>
        </w:rPr>
        <w:lastRenderedPageBreak/>
        <w:t>शफ़ाअत</w:t>
      </w:r>
      <w:bookmarkEnd w:id="61"/>
    </w:p>
    <w:p w:rsidR="00F21128" w:rsidRPr="00F21128" w:rsidRDefault="00F21128" w:rsidP="009C78F4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तफ़सीरे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कुम्मी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समाआ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/>
        </w:rPr>
        <w:t xml:space="preserve">?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मुज़तरिब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परेशान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हाजि़र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उज़्र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हिदायत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सरकारे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सल्लललाहो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वसल्लम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मशविरा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चुनांचे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मुश्किलात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दरख़्वास्त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रेज़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हबीब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मागों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तुम्हे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  <w:t>(</w:t>
      </w:r>
      <w:r w:rsidRPr="00F21128">
        <w:rPr>
          <w:rFonts w:hint="cs"/>
          <w:cs/>
          <w:lang w:bidi="hi-IN"/>
        </w:rPr>
        <w:t>आइम्मां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ख़्ससाल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ओलमा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शोहदा।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अहसनुल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फ़वायद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बहारुल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शिआने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एक़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क़बीले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रबीआ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तादाद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गुनाहगारों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</w:p>
    <w:p w:rsidR="00F21128" w:rsidRPr="00F21128" w:rsidRDefault="00F21128" w:rsidP="00623DC1">
      <w:pPr>
        <w:pStyle w:val="Heading1"/>
        <w:rPr>
          <w:rFonts w:cs="Arial"/>
        </w:rPr>
      </w:pPr>
      <w:bookmarkStart w:id="62" w:name="_Toc516524626"/>
      <w:r w:rsidRPr="00F21128">
        <w:rPr>
          <w:rFonts w:hint="cs"/>
          <w:cs/>
          <w:lang w:bidi="hi-IN"/>
        </w:rPr>
        <w:t>शिफ़ाअत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bookmarkEnd w:id="62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बहारुल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शफ़ाअत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मुरतकिब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नेकूकार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बेनियाज़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cs="Arial" w:hint="eastAsia"/>
        </w:rPr>
        <w:t>”</w:t>
      </w:r>
    </w:p>
    <w:p w:rsidR="00F21128" w:rsidRPr="00F21128" w:rsidRDefault="00F21128" w:rsidP="00623DC1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="00623DC1">
        <w:rPr>
          <w:rFonts w:cs="Arial" w:hint="cs"/>
          <w:cs/>
          <w:lang w:bidi="hi-IN"/>
        </w:rPr>
        <w:t>.</w:t>
      </w:r>
      <w:r w:rsidRPr="00F21128">
        <w:rPr>
          <w:rFonts w:hint="cs"/>
          <w:cs/>
          <w:lang w:bidi="hi-IN"/>
        </w:rPr>
        <w:t>अ</w:t>
      </w:r>
      <w:r w:rsidR="00623DC1">
        <w:rPr>
          <w:rFonts w:cs="Arial" w:hint="cs"/>
          <w:cs/>
          <w:lang w:bidi="hi-IN"/>
        </w:rPr>
        <w:t>.</w:t>
      </w:r>
      <w:r w:rsidR="00623DC1" w:rsidRPr="00623DC1">
        <w:rPr>
          <w:rFonts w:hint="cs"/>
          <w:cs/>
        </w:rPr>
        <w:t>व</w:t>
      </w:r>
      <w:r w:rsidR="00623DC1">
        <w:rPr>
          <w:rFonts w:hint="cs"/>
          <w:cs/>
          <w:lang w:bidi="hi-IN"/>
        </w:rPr>
        <w:t>.</w:t>
      </w:r>
      <w:r w:rsidR="00623DC1" w:rsidRPr="00623DC1">
        <w:rPr>
          <w:rFonts w:hint="cs"/>
          <w:cs/>
        </w:rPr>
        <w:t>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करूंगा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जुर्रियत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जुर्रियात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चौथा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(</w:t>
      </w:r>
      <w:r w:rsidRPr="00F21128">
        <w:rPr>
          <w:rFonts w:hint="cs"/>
          <w:cs/>
          <w:lang w:bidi="hi-IN"/>
        </w:rPr>
        <w:t>सवायक़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- 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समझ़े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ताबेदारी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मुख़ालिफ़त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मोहरमात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शिआने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फ़ेहरिश्त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ख़ारिज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अहसनुल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फ़वायद</w:t>
      </w:r>
      <w:r w:rsidRPr="00F21128">
        <w:rPr>
          <w:cs/>
          <w:lang w:bidi="hi-IN"/>
        </w:rPr>
        <w:t>)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मब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मुख़्तसर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सिफ़त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गुण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623DC1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hint="eastAsia"/>
        </w:rPr>
        <w:t>”</w:t>
      </w:r>
      <w:r w:rsidRPr="00F21128"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</w:p>
    <w:p w:rsidR="00F21128" w:rsidRPr="00F21128" w:rsidRDefault="00F21128" w:rsidP="00623DC1">
      <w:pPr>
        <w:pStyle w:val="Heading1"/>
        <w:rPr>
          <w:rFonts w:cs="Arial"/>
        </w:rPr>
      </w:pPr>
      <w:bookmarkStart w:id="63" w:name="_Toc516524627"/>
      <w:r w:rsidRPr="00F21128">
        <w:rPr>
          <w:rFonts w:hint="cs"/>
          <w:cs/>
          <w:lang w:bidi="hi-IN"/>
        </w:rPr>
        <w:t>आराफ़</w:t>
      </w:r>
      <w:bookmarkEnd w:id="63"/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(1)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अख़बार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टिकट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सवायक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623DC1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टिकट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623DC1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मुस्तफ़ा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rFonts w:cs="Arial"/>
        </w:rPr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rFonts w:cs="Arial"/>
        </w:rPr>
        <w:t xml:space="preserve">0)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निशानियों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से।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(2)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623DC1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देखोगे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दाहिनी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तुमको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बशारत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रहोगे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कामयाबी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मुनाफ़िक़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ईमानदारों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लौट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rFonts w:cs="Arial" w:hint="eastAsia"/>
        </w:rPr>
        <w:t>”</w:t>
      </w:r>
    </w:p>
    <w:p w:rsidR="00F21128" w:rsidRPr="00F21128" w:rsidRDefault="00F21128" w:rsidP="00623DC1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rPr>
          <w:rFonts w:cs="Arial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मारिफ़त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बमुश्किल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परेशान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देंगे।</w:t>
      </w:r>
    </w:p>
    <w:p w:rsidR="00F21128" w:rsidRPr="00F21128" w:rsidRDefault="00F21128" w:rsidP="00623DC1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rFonts w:cs="Arial" w:hint="eastAsia"/>
        </w:rPr>
        <w:t>”</w:t>
      </w:r>
      <w:r w:rsidRPr="00F21128">
        <w:rPr>
          <w:rFonts w:cs="Arial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मुनाफ़िक़ीन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उठाएं।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623DC1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मुनाफ़क़ीन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गर्दिशों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मुन्तज़िर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तमन्नाओं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धोखे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फ़रेब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cs="Arial" w:hint="eastAsia"/>
        </w:rPr>
        <w:t>”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t>(3)</w:t>
      </w: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आराफ़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मुस्तफ़ीन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औरतें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दीवाने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नाबालिग़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जिनको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ज़हूरे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हुज्जत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नक्शा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खींचा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F21128">
      <w:pPr>
        <w:pStyle w:val="libNormal"/>
        <w:rPr>
          <w:rFonts w:cs="Arial"/>
        </w:rPr>
      </w:pPr>
      <w:r w:rsidRPr="00F21128">
        <w:rPr>
          <w:rFonts w:cs="Arial"/>
        </w:rPr>
        <w:lastRenderedPageBreak/>
        <w:tab/>
      </w:r>
      <w:r w:rsidRPr="00F21128">
        <w:rPr>
          <w:rFonts w:hint="cs"/>
          <w:cs/>
          <w:lang w:bidi="hi-IN"/>
        </w:rPr>
        <w:t>हुराने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बहश्तीरा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बुवद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आराफ़।</w:t>
      </w:r>
    </w:p>
    <w:p w:rsidR="00F21128" w:rsidRPr="00F21128" w:rsidRDefault="00F21128" w:rsidP="005828B7">
      <w:pPr>
        <w:pStyle w:val="libNormal"/>
        <w:rPr>
          <w:rFonts w:cs="Arial"/>
        </w:rPr>
      </w:pPr>
      <w:r w:rsidRPr="00F21128">
        <w:rPr>
          <w:rFonts w:cs="Arial"/>
        </w:rPr>
        <w:tab/>
      </w:r>
      <w:r w:rsidRPr="00F21128">
        <w:rPr>
          <w:rFonts w:hint="cs"/>
          <w:cs/>
          <w:lang w:bidi="hi-IN"/>
        </w:rPr>
        <w:t>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अस्त।।</w:t>
      </w:r>
    </w:p>
    <w:p w:rsidR="005828B7" w:rsidRDefault="00F21128" w:rsidP="005828B7">
      <w:pPr>
        <w:pStyle w:val="libNormal"/>
        <w:rPr>
          <w:rFonts w:cs="Arial"/>
          <w:lang w:bidi="hi-IN"/>
        </w:rPr>
      </w:pPr>
      <w:r w:rsidRPr="00F21128">
        <w:rPr>
          <w:rFonts w:cs="Arial"/>
        </w:rPr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हूराने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rFonts w:cs="Arial"/>
        </w:rPr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5828B7" w:rsidRDefault="005828B7">
      <w:pPr>
        <w:spacing w:after="0" w:line="240" w:lineRule="auto"/>
        <w:rPr>
          <w:rFonts w:ascii="Mangal" w:hAnsi="Mangal"/>
          <w:color w:val="000000"/>
          <w:sz w:val="28"/>
          <w:szCs w:val="28"/>
          <w:lang w:bidi="hi-IN"/>
        </w:rPr>
      </w:pPr>
      <w:r>
        <w:rPr>
          <w:lang w:bidi="hi-IN"/>
        </w:rPr>
        <w:br w:type="page"/>
      </w:r>
    </w:p>
    <w:p w:rsidR="00F21128" w:rsidRPr="00F21128" w:rsidRDefault="00F21128" w:rsidP="005828B7">
      <w:pPr>
        <w:pStyle w:val="Heading1"/>
        <w:rPr>
          <w:rFonts w:cs="Arial"/>
        </w:rPr>
      </w:pPr>
      <w:bookmarkStart w:id="64" w:name="_Toc516524628"/>
      <w:r w:rsidRPr="00F21128">
        <w:rPr>
          <w:rFonts w:hint="cs"/>
          <w:cs/>
          <w:lang w:bidi="hi-IN"/>
        </w:rPr>
        <w:lastRenderedPageBreak/>
        <w:t>फस्ल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दहुम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>)</w:t>
      </w:r>
      <w:bookmarkEnd w:id="64"/>
    </w:p>
    <w:p w:rsidR="00F21128" w:rsidRPr="00F21128" w:rsidRDefault="00F21128" w:rsidP="005828B7">
      <w:pPr>
        <w:pStyle w:val="Heading1"/>
        <w:rPr>
          <w:rFonts w:cs="Arial"/>
        </w:rPr>
      </w:pPr>
      <w:bookmarkStart w:id="65" w:name="_Toc516524629"/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</w:t>
      </w:r>
      <w:r w:rsidR="005828B7">
        <w:rPr>
          <w:rFonts w:hint="cs"/>
          <w:cs/>
          <w:lang w:bidi="hi-IN"/>
        </w:rPr>
        <w:t>ि</w:t>
      </w:r>
      <w:r w:rsidRPr="00F21128">
        <w:rPr>
          <w:rFonts w:hint="cs"/>
          <w:cs/>
          <w:lang w:bidi="hi-IN"/>
        </w:rPr>
        <w:t>रात</w:t>
      </w:r>
      <w:bookmarkEnd w:id="65"/>
    </w:p>
    <w:p w:rsidR="00F21128" w:rsidRPr="00F21128" w:rsidRDefault="00F21128" w:rsidP="005828B7">
      <w:pPr>
        <w:pStyle w:val="libNormal"/>
        <w:rPr>
          <w:rFonts w:cs="Arial"/>
        </w:rPr>
      </w:pP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</w:t>
      </w:r>
      <w:r w:rsidR="005828B7">
        <w:rPr>
          <w:rFonts w:hint="cs"/>
          <w:cs/>
          <w:lang w:bidi="hi-IN"/>
        </w:rPr>
        <w:t>े</w:t>
      </w:r>
      <w:r w:rsidRPr="00F21128">
        <w:rPr>
          <w:rFonts w:hint="cs"/>
          <w:cs/>
          <w:lang w:bidi="hi-IN"/>
        </w:rPr>
        <w:t>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="005828B7">
        <w:rPr>
          <w:rFonts w:hint="cs"/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="005828B7">
        <w:rPr>
          <w:rFonts w:hint="cs"/>
          <w:cs/>
          <w:lang w:bidi="hi-IN"/>
        </w:rPr>
        <w:t>इ</w:t>
      </w:r>
      <w:r w:rsidRPr="00F21128">
        <w:rPr>
          <w:rFonts w:hint="cs"/>
          <w:cs/>
          <w:lang w:bidi="hi-IN"/>
        </w:rPr>
        <w:t>जम</w:t>
      </w:r>
      <w:r w:rsidR="005828B7">
        <w:rPr>
          <w:rFonts w:hint="cs"/>
          <w:cs/>
          <w:lang w:bidi="hi-IN"/>
        </w:rPr>
        <w:t>ा</w:t>
      </w:r>
      <w:r w:rsidRPr="00F21128">
        <w:rPr>
          <w:rFonts w:hint="cs"/>
          <w:cs/>
          <w:lang w:bidi="hi-IN"/>
        </w:rPr>
        <w:t>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एतक़ाद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ज़रुरियाते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स</w:t>
      </w:r>
      <w:r w:rsidR="005828B7">
        <w:rPr>
          <w:rFonts w:hint="cs"/>
          <w:cs/>
          <w:lang w:bidi="hi-IN"/>
        </w:rPr>
        <w:t>ि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लुग़त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शब्द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कोष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इस्तिलाह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5828B7">
        <w:tab/>
      </w:r>
      <w:r w:rsidRPr="005828B7">
        <w:tab/>
      </w:r>
      <w:r w:rsidRPr="005828B7">
        <w:tab/>
      </w:r>
      <w:r w:rsidRPr="005828B7">
        <w:rPr>
          <w:rFonts w:hint="cs"/>
          <w:cs/>
        </w:rPr>
        <w:t>एक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रवायत</w:t>
      </w:r>
      <w:r w:rsidRPr="005828B7">
        <w:rPr>
          <w:cs/>
        </w:rPr>
        <w:t xml:space="preserve"> (</w:t>
      </w:r>
      <w:r w:rsidRPr="005828B7">
        <w:rPr>
          <w:rFonts w:hint="cs"/>
          <w:cs/>
        </w:rPr>
        <w:t>कथन</w:t>
      </w:r>
      <w:r w:rsidRPr="005828B7">
        <w:rPr>
          <w:cs/>
        </w:rPr>
        <w:t xml:space="preserve">) </w:t>
      </w:r>
      <w:r w:rsidRPr="005828B7">
        <w:rPr>
          <w:rFonts w:hint="cs"/>
          <w:cs/>
        </w:rPr>
        <w:t>में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मासूम</w:t>
      </w:r>
      <w:r w:rsidRPr="005828B7">
        <w:rPr>
          <w:cs/>
        </w:rPr>
        <w:t xml:space="preserve"> (</w:t>
      </w:r>
      <w:r w:rsidRPr="005828B7">
        <w:rPr>
          <w:rFonts w:hint="cs"/>
          <w:cs/>
        </w:rPr>
        <w:t>अ</w:t>
      </w:r>
      <w:r w:rsidRPr="005828B7">
        <w:t>0</w:t>
      </w:r>
      <w:r w:rsidRPr="005828B7">
        <w:rPr>
          <w:rFonts w:hint="cs"/>
          <w:cs/>
        </w:rPr>
        <w:t>स</w:t>
      </w:r>
      <w:r w:rsidRPr="005828B7">
        <w:t xml:space="preserve">0) </w:t>
      </w:r>
      <w:r w:rsidRPr="005828B7">
        <w:rPr>
          <w:rFonts w:hint="cs"/>
          <w:cs/>
        </w:rPr>
        <w:t>से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मनकूल</w:t>
      </w:r>
      <w:r w:rsidRPr="005828B7">
        <w:rPr>
          <w:cs/>
        </w:rPr>
        <w:t xml:space="preserve"> (</w:t>
      </w:r>
      <w:r w:rsidRPr="005828B7">
        <w:rPr>
          <w:rFonts w:hint="cs"/>
          <w:cs/>
        </w:rPr>
        <w:t>उद्धृत</w:t>
      </w:r>
      <w:r w:rsidRPr="005828B7">
        <w:rPr>
          <w:cs/>
        </w:rPr>
        <w:t xml:space="preserve">) </w:t>
      </w:r>
      <w:r w:rsidRPr="005828B7">
        <w:rPr>
          <w:rFonts w:hint="cs"/>
          <w:cs/>
        </w:rPr>
        <w:t>है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कि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पुले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सरात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बाल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से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भी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ज़्यादा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बारीक</w:t>
      </w:r>
      <w:r w:rsidRPr="005828B7">
        <w:rPr>
          <w:cs/>
        </w:rPr>
        <w:t xml:space="preserve"> (</w:t>
      </w:r>
      <w:r w:rsidRPr="005828B7">
        <w:rPr>
          <w:rFonts w:hint="cs"/>
          <w:cs/>
        </w:rPr>
        <w:t>महीन</w:t>
      </w:r>
      <w:r w:rsidRPr="005828B7">
        <w:rPr>
          <w:cs/>
        </w:rPr>
        <w:t xml:space="preserve">) </w:t>
      </w:r>
      <w:r w:rsidRPr="005828B7">
        <w:rPr>
          <w:rFonts w:hint="cs"/>
          <w:cs/>
        </w:rPr>
        <w:t>और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तलवार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से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ज़्यादा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तेज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और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आग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से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ज़्यादा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गर्म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है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ख़ालिस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मोमिन</w:t>
      </w:r>
      <w:r w:rsidRPr="005828B7">
        <w:rPr>
          <w:cs/>
        </w:rPr>
        <w:t xml:space="preserve"> (</w:t>
      </w:r>
      <w:r w:rsidRPr="005828B7">
        <w:rPr>
          <w:rFonts w:hint="cs"/>
          <w:cs/>
        </w:rPr>
        <w:t>धर्मनिष्ठ</w:t>
      </w:r>
      <w:r w:rsidRPr="005828B7">
        <w:rPr>
          <w:cs/>
        </w:rPr>
        <w:t xml:space="preserve">) </w:t>
      </w:r>
      <w:r w:rsidRPr="005828B7">
        <w:rPr>
          <w:rFonts w:hint="cs"/>
          <w:cs/>
        </w:rPr>
        <w:t>उस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पर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से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बिजली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की</w:t>
      </w:r>
      <w:r w:rsidRPr="005828B7">
        <w:rPr>
          <w:cs/>
        </w:rPr>
        <w:t xml:space="preserve"> </w:t>
      </w:r>
      <w:r w:rsidRPr="005828B7">
        <w:rPr>
          <w:rFonts w:hint="cs"/>
          <w:cs/>
        </w:rPr>
        <w:t>तरह</w:t>
      </w:r>
      <w:r w:rsidRPr="005828B7">
        <w:rPr>
          <w:cs/>
        </w:rPr>
        <w:t xml:space="preserve"> </w:t>
      </w:r>
      <w:r w:rsidRPr="00F21128">
        <w:rPr>
          <w:rFonts w:hint="cs"/>
          <w:cs/>
          <w:lang w:bidi="hi-IN"/>
        </w:rPr>
        <w:t>तेज़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मुस्तक़ीम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नमूना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अमुीरूल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आइम्मए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ताहरीन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मस्तक़ीम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>)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गुफ़तार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किरदार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उदूल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मुस्तक़ीम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lastRenderedPageBreak/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अलाहिदा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अवामिर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हक्के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बख़शीश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छुटकारा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सुकून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अलालहतआला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सिद्दिक़ीन</w:t>
      </w:r>
      <w:r w:rsidRPr="00F21128">
        <w:t xml:space="preserve">, </w:t>
      </w:r>
      <w:r w:rsidRPr="00F21128">
        <w:rPr>
          <w:rFonts w:hint="cs"/>
          <w:cs/>
          <w:lang w:bidi="hi-IN"/>
        </w:rPr>
        <w:t>हजजुल्लाह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बन्दगाने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सालहीन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कोताहि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महरूम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फ़िसलेंगे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पड़ेगा।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लाख</w:t>
      </w:r>
      <w:r w:rsidRPr="00F21128">
        <w:t xml:space="preserve">,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डोरियों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जोश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ख़रोश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तोड़ने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फो़ड़ने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नफ़सी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हैः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तुममें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हतमी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लाज़मी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वादा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परहेज़गारों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गुनाहगारों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घुटनों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छोडेंगे।</w:t>
      </w:r>
      <w:r w:rsidRPr="00F21128">
        <w:rPr>
          <w:rFonts w:ascii="Times New Roman" w:hAnsi="Times New Roman" w:cs="Times New Roman"/>
        </w:rPr>
        <w:t>”</w:t>
      </w:r>
      <w:r w:rsidR="005828B7"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फ़रसख़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फ़सल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गुज़रेंगे।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पहला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सिला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माता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पिता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डरो।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दस्तगिरी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हाजतरवाई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अलबत्ता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मुख़तस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अलजालिसे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रुसवा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गिरवीं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मुद्दते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सक़तलुल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एहवाज़ी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अबुज़र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खुशख़बरी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गोसफ़न्द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अबूज़र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बक़द्रे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कि़फ़ायत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हिफ़ाज़त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लापरवाह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ख़सलतों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पड़ेगा।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विलायत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सुन्नी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वाक़िफ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इन्नाहुम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मसऊलून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इनको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ठहराव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मसऊलूना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वलीउल्लाह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एतक़ाद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हमोयनी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मु्ंकिर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रद्द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सवायक़े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मोहरिक़ा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पासपोर्ट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बेशुमार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ऐख़्तसार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उक़बए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नमाज़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यौमिया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ठहराया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तारिके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प्यासा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बच्चों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बालिग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बनाए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बालिग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बालिग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जाओ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t xml:space="preserve">?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नाबालिग़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मक़तब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उस्तादने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बिस्मिल्लाह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हिर्रहमानिर्रहीम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पढ़ाई।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करूँ।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बचाओ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ईँधन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पत्थर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  <w:r w:rsidR="005828B7"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रिश्तेदारों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मारुफ़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मुन्किर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डराओ।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तीसरा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lastRenderedPageBreak/>
        <w:t>ज़कात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खुम्स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मानउज़्ज़कात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अक़रा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अज़दहा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लिपटा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अक़रा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अज़दहा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ज़्यादती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वलीउल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अज्जल्लाहो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सोना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चांदी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मसकूक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ज़ख़ीरा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सुर्ख़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इऱशाद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सोना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चांदी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पेशानियां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पीठें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दाग़ी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t>, (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चखों।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ज़काते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फ़ितरह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खु़म्स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lastRenderedPageBreak/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संतोष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ख़ुम्स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ख़ुम्स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उक़बए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चहारुम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रोज़ा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चौथ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फ़रीज़ा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कर्तव्य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अस्सौमो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जुन्नतह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ढ़ाल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इफ़तार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लक़ाइल्लाहे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पंजुम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हज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मौकि़फ़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यहदूी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कआबा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इस्तआत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शश्शुम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छः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तहारत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वजु</w:t>
      </w:r>
      <w:r w:rsidRPr="00F21128">
        <w:t xml:space="preserve">, </w:t>
      </w:r>
      <w:r w:rsidRPr="00F21128">
        <w:rPr>
          <w:rFonts w:hint="cs"/>
          <w:cs/>
          <w:lang w:bidi="hi-IN"/>
        </w:rPr>
        <w:t>गुस्ल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तयम्मुम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ख़ास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मुकम्मल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अंजाम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अंजाम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गफ़लत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जुहला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परहेज़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फ़िशार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हफ़तुम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मज़ालिम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इसको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हुकूकुन्नास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ताबीर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उक़बा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बेशक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बुर्दबार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फज़लों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चिमगादड़ों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जहुन्नुम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अल्हम्दो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इज़ाफ़ा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मायूस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हड्डिया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रकअ़त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तफ़सीलात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विवरण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फ़सल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हिकायत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बहाउद्दीन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फख़रुल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मोहक़्क़ीन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मस्जिद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मुतवल्ली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उज़्र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उज़्र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तहक़ीक़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सिवाय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ज़ानूओं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तरप़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ज्योंहि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बेहिश्त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चौड़े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सियाह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चिनगारियां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पहुँचाए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हिफ़ाज़त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इन्तेहाई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गहराई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इस्तेग़ासा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इलहाम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अग़िसनी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मौलाई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इधर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खींच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आतशज़दा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तब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कीहं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हिकायत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बुख़ार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पहला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सिला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सैय्यद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ताऊस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इक़बाल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बिजली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छः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बिजली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तरपह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तीसरा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t>29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अलहाकोमुत्तकासुरो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माऊज़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तौहीद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मुजदहदीन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फ़रामएगा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बिजली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चमक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चहारुम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फ़सले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हौलनाकियों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दिलाएंगे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फसल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याज़दहुम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ग्यारह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दोज़ख़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नरक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गज़बे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भड़क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उख़रवी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क़ैदख़ाना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बालातर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लज़्ज़तें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सुकून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सुकून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नमूना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ख़रदारे।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गुमराहों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तकज़ीब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यक़ीनन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थूहर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खुराक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उगता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तल्ख़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कड़वे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फ़न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ख़ौफ़ज़दा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खाकर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भरेंगे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पीने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बूंद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फशारेबून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शोरबलहीम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पिएंगे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मुद्दत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घूंट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डगड़गा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बहुवचन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हयाम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इस्तेसक़ा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मिलता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जुलता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सेराब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नुजुलहुम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यौमद्दीन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पेशकश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इब्तेदाई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मुक़द्दमा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थूहर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गुनहगारों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कुफ़्फ़ार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मुर्शकीन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पिघले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तांबे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अतड़ियां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ओझड़ियां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निसां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चखें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मुज़म्मिल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बेशक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बेडियां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फ़ंसने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उतरेगा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ग़िसलीन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वलातआमुन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ग़िसलीना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मजमअल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दोज़खियों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चश्में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झाड़ी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हन्जुल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कड़वी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करेगी।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इब्राहिम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किः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ज़िनाकार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शर्मगाह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ख़ारिज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मुफ़सरीन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ग़स्साक़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चश्मा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कुआ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ज़हरीले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जानवरों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जहुन्नुमियों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कपड़ा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ख़ल्लाके़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कपड़े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इब्राहिम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ढंका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rFonts w:ascii="Times New Roman" w:hAnsi="Times New Roman" w:cs="Times New Roman"/>
        </w:rPr>
        <w:t>”</w:t>
      </w:r>
      <w:r w:rsidRPr="00F21128">
        <w:tab/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क़तरान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सियाह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तारकोल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लटका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झुलस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हथकड़ियाँ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बेड़ियाँ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गुनाहगार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निशानियों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गिरफ़्तार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जायेंगे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बासों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गिरफ़्तार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खींचा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बढ़ेगी।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बरसते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फञिर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ज़ंजीर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जकड़े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भारी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भारी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ज़ंजीरों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भड़कती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rFonts w:ascii="Times New Roman" w:hAnsi="Times New Roman" w:cs="Times New Roman"/>
        </w:rPr>
        <w:t>”</w:t>
      </w:r>
      <w:r w:rsidR="005828B7"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दरोग़गोई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झूठ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बोला</w:t>
      </w:r>
      <w:r w:rsidRPr="00F21128">
        <w:rPr>
          <w:cs/>
          <w:lang w:bidi="hi-IN"/>
        </w:rPr>
        <w:t>)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गोसफ़न्द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भुनी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लटक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बिस्तर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बिछौना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ज़ालिमों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पियेंगे।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मुवक्कलीने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तुरशरी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मिज़ाज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जहनुम्मियों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नाफ़रमानी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ख़ाजि़ने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बरसाते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मुकम्मल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तकालीफ़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गुनहगारों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हां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ज़ालिमों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अलमुतक़फ़्फ़ीन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काफ़िरों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हंसी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उड़ाएंगे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दोज़ख़ियों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मुसाहिबत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मिलकर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उशके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भटकाते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हिदायत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मशरिख़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ज़ंजीर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t>(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पैरवों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छुड़ाएंगे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बचश्म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टूट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पैरवो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पलटने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तबर्रा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तबर्रा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दोज़ख़ियों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अनकबूत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बेज़ारी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जख़रफ़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सिवाय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परहेज़गारों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तक़र्रुबे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तब्दील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ख़ाज़िने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जख़रफ़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दरोग़ए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तरकीब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चिढ़ते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कुतबे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मोतबरा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नामानियों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कथऩ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ज़िबरईले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मुबारिका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सरवरे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lastRenderedPageBreak/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अवसाफ़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गुण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1-</w:t>
      </w:r>
      <w:r w:rsidRPr="00F21128">
        <w:tab/>
      </w:r>
      <w:r w:rsidRPr="00F21128">
        <w:rPr>
          <w:rFonts w:hint="cs"/>
          <w:cs/>
          <w:lang w:bidi="hi-IN"/>
        </w:rPr>
        <w:t>हवाया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मुनाफ़िकीन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विरोधी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कुफ़्फ़ार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नास्तिकों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फ़राअना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2-</w:t>
      </w:r>
      <w:r w:rsidRPr="00F21128">
        <w:tab/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जहीम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मुश्रकीन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5828B7">
      <w:pPr>
        <w:pStyle w:val="libNormal"/>
      </w:pPr>
      <w:r w:rsidRPr="00F21128">
        <w:t>3-</w:t>
      </w:r>
      <w:r w:rsidRPr="00F21128">
        <w:tab/>
      </w:r>
      <w:r w:rsidRPr="00F21128">
        <w:rPr>
          <w:rFonts w:hint="cs"/>
          <w:cs/>
          <w:lang w:bidi="hi-IN"/>
        </w:rPr>
        <w:t>सक़र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ठिकाना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4-</w:t>
      </w:r>
      <w:r w:rsidRPr="00F21128">
        <w:tab/>
      </w:r>
      <w:r w:rsidRPr="00F21128">
        <w:rPr>
          <w:rFonts w:hint="cs"/>
          <w:cs/>
          <w:lang w:bidi="hi-IN"/>
        </w:rPr>
        <w:t>लज्ज़ी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इब्लीस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पैरोकारों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मजूसियों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5828B7">
      <w:pPr>
        <w:pStyle w:val="libNormal"/>
      </w:pPr>
      <w:r w:rsidRPr="00F21128">
        <w:t>5-</w:t>
      </w:r>
      <w:r w:rsidRPr="00F21128">
        <w:tab/>
      </w:r>
      <w:r w:rsidRPr="00F21128">
        <w:rPr>
          <w:rFonts w:hint="cs"/>
          <w:cs/>
          <w:lang w:bidi="hi-IN"/>
        </w:rPr>
        <w:t>हतमा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यहूदियों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6-</w:t>
      </w:r>
      <w:r w:rsidRPr="00F21128">
        <w:tab/>
      </w:r>
      <w:r w:rsidRPr="00F21128">
        <w:rPr>
          <w:rFonts w:hint="cs"/>
          <w:cs/>
          <w:lang w:bidi="hi-IN"/>
        </w:rPr>
        <w:t>सयीर</w:t>
      </w:r>
      <w:r w:rsidRPr="00F21128">
        <w:rPr>
          <w:cs/>
          <w:lang w:bidi="hi-IN"/>
        </w:rPr>
        <w:t xml:space="preserve">-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7-</w:t>
      </w:r>
      <w:r w:rsidRPr="00F21128">
        <w:tab/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सातवें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ख़ामोश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सातवां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मुतकब्बिरों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उम्मत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?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दरयाफ़्त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मासूमा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चक्की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अबक़ा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(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बुर्ज़ुगवार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कैफ़ियत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ओढ़ी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खजूर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टांके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मत्ताअजुब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अफसोस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कैसरो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सुनहरी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कुर्सियों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कपड़े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t xml:space="preserve">,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चादर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ताअज्जुब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माबऊस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बिछौना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बिछौना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खजूरों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गद्दा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शिद्दते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रुख़सारों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काशफ़ी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आंसूओं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सिद्दीक़ए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ताहिरा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!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फ़ातिमा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गिरया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करुं।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शागाफ़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छेद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शिगाफ़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ताबूत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ताबूत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ज्योंही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पड़ीं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ख़लायक़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ख़्वाहिशे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ज़ाए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नष्ट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वालिदा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सलमान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ज़क्कूम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ख़ज़ीनतुल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जवाहर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>1-</w:t>
      </w:r>
      <w:r w:rsidRPr="00F21128">
        <w:tab/>
      </w:r>
      <w:r w:rsidRPr="00F21128">
        <w:rPr>
          <w:rFonts w:hint="cs"/>
          <w:cs/>
          <w:lang w:bidi="hi-IN"/>
        </w:rPr>
        <w:t>बसन्दे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मोत्तबर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मनक़ूल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0)!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डराएं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तैयार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वास्ते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इन्तेहा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lastRenderedPageBreak/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ग़मगीन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रंजीदा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t xml:space="preserve">, </w:t>
      </w:r>
      <w:r w:rsidRPr="00F21128">
        <w:rPr>
          <w:rFonts w:hint="cs"/>
          <w:cs/>
          <w:lang w:bidi="hi-IN"/>
        </w:rPr>
        <w:t>हालांकि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खुशो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खुर्रम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ग़मगीन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धौंकनी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भड़काने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धोंकी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फ़रमाने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धौंकनी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धौंकनी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फूंका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ज़रीह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ज़िनाकारों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फुरूज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आलाइश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डेगों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समुन्द्रों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ज़ंजीर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हल्क़ा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हल्क़े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पिघल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लटका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क़नीज़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जाएगी।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तोहफ़ए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दुरुदो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हाजि़र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खुर्रम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2-</w:t>
      </w:r>
      <w:r w:rsidRPr="00F21128">
        <w:tab/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खुशो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खुर्रम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गैज़ो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ग़ज़ब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दैसरे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तकरीम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मुस्कुराया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हंसा।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खौफ़ज़दा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सचमुच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ख़ाज़िने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खंजांची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ख़ाज़िने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ग़ज़बनाक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रंजीदा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इन्तिक़ाम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इन्तिक़ाम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मसर्रत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ख़ुशख़बरी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शानो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रोबो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दबदबा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समावात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>!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ख़ाज़िने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ख़ाज़िने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हटाया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भड़कने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जिबरईल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खजि़न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लौटने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लौट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आए।</w:t>
      </w:r>
    </w:p>
    <w:p w:rsidR="00F21128" w:rsidRPr="00F21128" w:rsidRDefault="00F21128" w:rsidP="005828B7">
      <w:pPr>
        <w:pStyle w:val="libNormal"/>
      </w:pPr>
      <w:r w:rsidRPr="00F21128">
        <w:t>3-</w:t>
      </w:r>
      <w:r w:rsidRPr="00F21128">
        <w:tab/>
      </w:r>
      <w:r w:rsidRPr="00F21128">
        <w:rPr>
          <w:rFonts w:hint="cs"/>
          <w:cs/>
          <w:lang w:bidi="hi-IN"/>
        </w:rPr>
        <w:t>बासन्दे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मोअ़तबर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ठिकाना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गुनहगार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अलहम्दो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शुकरन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मंजि़ल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फ़रमाबरदारी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क़्द्र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निढ़ाल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बेहिश्त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सूत्र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lastRenderedPageBreak/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मीरास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रहेंगे।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5828B7">
      <w:pPr>
        <w:pStyle w:val="libNormal"/>
      </w:pPr>
      <w:r w:rsidRPr="00F21128">
        <w:t>4-</w:t>
      </w:r>
      <w:r w:rsidRPr="00F21128">
        <w:tab/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लोगे</w:t>
      </w:r>
      <w:r w:rsidRPr="00F21128">
        <w:t>?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गोसफ़्नद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रहोगे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रहोगे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अनज़रहुम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यौमल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कुज़ियल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अमरे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(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आएत</w:t>
      </w:r>
      <w:r w:rsidRPr="00F21128">
        <w:rPr>
          <w:cs/>
          <w:lang w:bidi="hi-IN"/>
        </w:rPr>
        <w:t>-</w:t>
      </w:r>
      <w:r w:rsidRPr="00F21128">
        <w:t xml:space="preserve">39)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डराएं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फ़ैसला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बेहिश्त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जाएंगी।</w:t>
      </w:r>
    </w:p>
    <w:p w:rsidR="00F21128" w:rsidRPr="00F21128" w:rsidRDefault="00F21128" w:rsidP="005828B7">
      <w:pPr>
        <w:pStyle w:val="libNormal"/>
      </w:pPr>
      <w:r w:rsidRPr="00F21128">
        <w:t>5-</w:t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गुनहगारों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ज़ंज़ीर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कपड़े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तांबे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जुब्बे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हरगिज़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शदीदतर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रहो।</w:t>
      </w:r>
    </w:p>
    <w:p w:rsidR="00F21128" w:rsidRPr="00F21128" w:rsidRDefault="00F21128" w:rsidP="005828B7">
      <w:pPr>
        <w:pStyle w:val="libNormal"/>
      </w:pPr>
      <w:r w:rsidRPr="00F21128">
        <w:t>6-</w:t>
      </w:r>
      <w:r w:rsidRPr="00F21128">
        <w:tab/>
      </w:r>
      <w:r w:rsidRPr="00F21128">
        <w:rPr>
          <w:rFonts w:hint="cs"/>
          <w:cs/>
          <w:lang w:bidi="hi-IN"/>
        </w:rPr>
        <w:t>बसन्दे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मोअ़तबर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इस्तेफ़ादा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मुतकब्बिर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मग़रुर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घमण्डी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मख़सूस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मुतमर्रिद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मुतकब्बिर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कमतरीन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छोटा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जूते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नालैन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शिद्दत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दिमाग़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गुमान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फसल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दाहुम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बारह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जन्न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स्वर्ग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लुग़वी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शाब्दिक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अर्थ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दरख़्तों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मुंजिद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इस्तेलाहे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सिफ़ात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t xml:space="preserve">,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t xml:space="preserve">1) </w:t>
      </w:r>
      <w:r w:rsidRPr="00F21128">
        <w:rPr>
          <w:rFonts w:hint="cs"/>
          <w:cs/>
          <w:lang w:bidi="hi-IN"/>
        </w:rPr>
        <w:t>मेराजे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जिस्मानी</w:t>
      </w:r>
      <w:r w:rsidR="005828B7">
        <w:rPr>
          <w:cs/>
          <w:lang w:bidi="hi-IN"/>
        </w:rPr>
        <w:t xml:space="preserve"> </w:t>
      </w:r>
      <w:r w:rsidRPr="00F21128">
        <w:rPr>
          <w:cs/>
          <w:lang w:bidi="hi-IN"/>
        </w:rPr>
        <w:t>(</w:t>
      </w:r>
      <w:r w:rsidRPr="00F21128">
        <w:t xml:space="preserve">2)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होना।</w:t>
      </w:r>
      <w:r w:rsidR="005828B7">
        <w:rPr>
          <w:cs/>
          <w:lang w:bidi="hi-IN"/>
        </w:rPr>
        <w:t xml:space="preserve"> </w:t>
      </w:r>
      <w:r w:rsidRPr="00F21128">
        <w:rPr>
          <w:cs/>
          <w:lang w:bidi="hi-IN"/>
        </w:rPr>
        <w:t>(</w:t>
      </w:r>
      <w:r w:rsidRPr="00F21128">
        <w:t xml:space="preserve">3)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मख़लूक़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(</w:t>
      </w:r>
      <w:r w:rsidRPr="00F21128">
        <w:t xml:space="preserve">4) </w:t>
      </w:r>
      <w:r w:rsidRPr="00F21128">
        <w:rPr>
          <w:rFonts w:hint="cs"/>
          <w:cs/>
          <w:lang w:bidi="hi-IN"/>
        </w:rPr>
        <w:t>शफ़ाअत।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वाज़ेह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स्पष्ट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मख़लूक़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ओहद्दतलिल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मुत्तकत़ीना।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मुत्ताक़ियों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उज़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लिफ़तिल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मुत्तक़ीना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इजमाली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बारीकियों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कैसी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रहमेमादर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इत्तिला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कैसी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ठंडक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छुपी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मुत्तअलिक़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जन्नतियों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मुख़्तसर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नाकामी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मर्ज़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बुढ़ापा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बेआरामी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हैसियत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मुतलक़न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सुकून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जन्नतियों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सल्तनत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राज्य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सल्तनत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एख़्तियार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नाफ़रमानी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अहलल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मुलूकन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बेशक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उठाओगे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अज़ीमुश्शान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सल्तनत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पाओगे।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अदना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साधारण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बेहश्ती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मिलकियत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वर्ष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पाऐगा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मलायका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सकेंगे।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क्शेत्रफल</w:t>
      </w:r>
      <w:r w:rsidRPr="00F21128">
        <w:rPr>
          <w:cs/>
          <w:lang w:bidi="hi-IN"/>
        </w:rPr>
        <w:t>)</w:t>
      </w:r>
    </w:p>
    <w:p w:rsidR="00F21128" w:rsidRPr="00F21128" w:rsidRDefault="005828B7" w:rsidP="005828B7">
      <w:pPr>
        <w:pStyle w:val="libNormal"/>
      </w:pPr>
      <w:r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जन्नत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की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चौड़ाई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ज़मीन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व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आसमान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अन्दाज़े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बराबर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है।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मनकूल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है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कि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जिबरईल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ने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एक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दिन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इरादा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किया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कि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जन्नत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तूल</w:t>
      </w:r>
      <w:r w:rsidR="00F21128" w:rsidRPr="00F21128">
        <w:rPr>
          <w:cs/>
          <w:lang w:bidi="hi-IN"/>
        </w:rPr>
        <w:t xml:space="preserve"> (</w:t>
      </w:r>
      <w:r w:rsidR="00F21128" w:rsidRPr="00F21128">
        <w:rPr>
          <w:rFonts w:hint="cs"/>
          <w:cs/>
          <w:lang w:bidi="hi-IN"/>
        </w:rPr>
        <w:t>दूरी</w:t>
      </w:r>
      <w:r w:rsidR="00F21128" w:rsidRPr="00F21128">
        <w:rPr>
          <w:cs/>
          <w:lang w:bidi="hi-IN"/>
        </w:rPr>
        <w:t xml:space="preserve">) </w:t>
      </w:r>
      <w:r w:rsidR="00F21128" w:rsidRPr="00F21128">
        <w:rPr>
          <w:rFonts w:hint="cs"/>
          <w:cs/>
          <w:lang w:bidi="hi-IN"/>
        </w:rPr>
        <w:t>मालूम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करें।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तीस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हज़ार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साल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उड़ा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आखि़र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थक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गया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और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अल्लाहतआला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से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मदद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मांगी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और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कुव्वत</w:t>
      </w:r>
      <w:r w:rsidR="00F21128" w:rsidRPr="00F21128">
        <w:rPr>
          <w:cs/>
          <w:lang w:bidi="hi-IN"/>
        </w:rPr>
        <w:t xml:space="preserve"> (</w:t>
      </w:r>
      <w:r w:rsidR="00F21128" w:rsidRPr="00F21128">
        <w:rPr>
          <w:rFonts w:hint="cs"/>
          <w:cs/>
          <w:lang w:bidi="hi-IN"/>
        </w:rPr>
        <w:t>शक्ति</w:t>
      </w:r>
      <w:r w:rsidR="00F21128" w:rsidRPr="00F21128">
        <w:rPr>
          <w:cs/>
          <w:lang w:bidi="hi-IN"/>
        </w:rPr>
        <w:t xml:space="preserve">) </w:t>
      </w:r>
      <w:r w:rsidR="00F21128" w:rsidRPr="00F21128">
        <w:rPr>
          <w:rFonts w:hint="cs"/>
          <w:cs/>
          <w:lang w:bidi="hi-IN"/>
        </w:rPr>
        <w:t>तलब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की।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तीस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हज़ार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बार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और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बार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तीस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हज़ार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उड़ा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आख़िर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थक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गया।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बस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मुनाजात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की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कि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ख़ुदा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वन्दा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ज़्यादा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तै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किया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है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या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ज़्यादा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बाक़ी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है।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एक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हूर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हुराने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बेहश्त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में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से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एक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ख़ेमा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से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बाहर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निकली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और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आवाज़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देकर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कहा</w:t>
      </w:r>
      <w:r w:rsidR="00F21128" w:rsidRPr="00F21128">
        <w:t xml:space="preserve">, </w:t>
      </w:r>
      <w:r w:rsidR="00F21128" w:rsidRPr="00F21128">
        <w:rPr>
          <w:rFonts w:hint="cs"/>
          <w:cs/>
          <w:lang w:bidi="hi-IN"/>
        </w:rPr>
        <w:t>ऐ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रुहुल्लाह</w:t>
      </w:r>
      <w:r w:rsidR="00F21128" w:rsidRPr="00F21128">
        <w:rPr>
          <w:cs/>
          <w:lang w:bidi="hi-IN"/>
        </w:rPr>
        <w:t xml:space="preserve">! </w:t>
      </w:r>
      <w:r w:rsidR="00F21128" w:rsidRPr="00F21128">
        <w:rPr>
          <w:rFonts w:hint="cs"/>
          <w:cs/>
          <w:lang w:bidi="hi-IN"/>
        </w:rPr>
        <w:t>किस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लिए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इतनी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तकलीफ़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उठाता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है।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अभी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तो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सिर्फ़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इतना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उड़ा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है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कि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मेरे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सहेन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से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बाहर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नहीं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निकला।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जिबरईल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ने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पूछा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तू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कौन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है</w:t>
      </w:r>
      <w:r w:rsidR="00F21128" w:rsidRPr="00F21128">
        <w:t xml:space="preserve">? </w:t>
      </w:r>
      <w:r w:rsidR="00F21128" w:rsidRPr="00F21128">
        <w:rPr>
          <w:rFonts w:hint="cs"/>
          <w:cs/>
          <w:lang w:bidi="hi-IN"/>
        </w:rPr>
        <w:t>उसने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कहा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मैं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एख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हूर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हूँ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जो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एक</w:t>
      </w:r>
      <w:r w:rsidR="00F21128" w:rsidRPr="00F21128">
        <w:rPr>
          <w:cs/>
          <w:lang w:bidi="hi-IN"/>
        </w:rPr>
        <w:t>-</w:t>
      </w:r>
      <w:r w:rsidR="00F21128" w:rsidRPr="00F21128">
        <w:rPr>
          <w:rFonts w:hint="cs"/>
          <w:cs/>
          <w:lang w:bidi="hi-IN"/>
        </w:rPr>
        <w:t>एक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मोमिन</w:t>
      </w:r>
      <w:r w:rsidR="00F21128" w:rsidRPr="00F21128">
        <w:rPr>
          <w:cs/>
          <w:lang w:bidi="hi-IN"/>
        </w:rPr>
        <w:t xml:space="preserve"> (</w:t>
      </w:r>
      <w:r w:rsidR="00F21128" w:rsidRPr="00F21128">
        <w:rPr>
          <w:rFonts w:hint="cs"/>
          <w:cs/>
          <w:lang w:bidi="hi-IN"/>
        </w:rPr>
        <w:t>धर्मनिष्ठ</w:t>
      </w:r>
      <w:r w:rsidR="00F21128" w:rsidRPr="00F21128">
        <w:rPr>
          <w:cs/>
          <w:lang w:bidi="hi-IN"/>
        </w:rPr>
        <w:t xml:space="preserve">) </w:t>
      </w:r>
      <w:r w:rsidR="00F21128" w:rsidRPr="00F21128">
        <w:rPr>
          <w:rFonts w:hint="cs"/>
          <w:cs/>
          <w:lang w:bidi="hi-IN"/>
        </w:rPr>
        <w:t>के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लिए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पैदा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की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गयी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हूं।</w:t>
      </w:r>
      <w:r w:rsidR="00F21128" w:rsidRPr="00F21128">
        <w:rPr>
          <w:cs/>
          <w:lang w:bidi="hi-IN"/>
        </w:rPr>
        <w:t xml:space="preserve"> (</w:t>
      </w:r>
      <w:r w:rsidR="00F21128" w:rsidRPr="00F21128">
        <w:rPr>
          <w:rFonts w:hint="cs"/>
          <w:cs/>
          <w:lang w:bidi="hi-IN"/>
        </w:rPr>
        <w:t>सूरए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हदीद</w:t>
      </w:r>
      <w:r w:rsidR="00F21128" w:rsidRPr="00F21128">
        <w:t xml:space="preserve">, </w:t>
      </w:r>
      <w:r w:rsidR="00F21128" w:rsidRPr="00F21128">
        <w:rPr>
          <w:rFonts w:hint="cs"/>
          <w:cs/>
          <w:lang w:bidi="hi-IN"/>
        </w:rPr>
        <w:t>तफसीर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उम्दतुल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ब्यान</w:t>
      </w:r>
      <w:r w:rsidR="00F21128" w:rsidRPr="00F21128">
        <w:rPr>
          <w:cs/>
          <w:lang w:bidi="hi-IN"/>
        </w:rPr>
        <w:t>-)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lastRenderedPageBreak/>
        <w:t>जन्नतियों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खायेंगे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भुना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अबु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ख़दरी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दस्तरख़्वान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झाड़ेगा।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ज़्यादा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t xml:space="preserve">, </w:t>
      </w:r>
      <w:r w:rsidRPr="00F21128">
        <w:rPr>
          <w:rFonts w:hint="cs"/>
          <w:cs/>
          <w:lang w:bidi="hi-IN"/>
        </w:rPr>
        <w:t>शहद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लज़ीज़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खुशबूदार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</w:t>
      </w:r>
      <w:r w:rsidRPr="00F21128">
        <w:t xml:space="preserve">, </w:t>
      </w:r>
      <w:r w:rsidRPr="00F21128">
        <w:rPr>
          <w:rFonts w:hint="cs"/>
          <w:cs/>
          <w:lang w:bidi="hi-IN"/>
        </w:rPr>
        <w:t>खजूरें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कांटे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बेरियां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अंगूरों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मशरुबात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पेय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lastRenderedPageBreak/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दूध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नहरें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शफ्फ़ाफ़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पिलायी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रग़बत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तसनीम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आमेजि़श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चश्मा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मुक़र्रबीन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पीयेंगे।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पिलायी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ज़ंजबील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आमेज़िश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चश्मा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सलसबील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साग़र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पीएंगे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आमेज़िश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मुख़तलिफ़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चश्में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लज़्ज़त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स्वाद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ख़ासियत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विशेषता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चश्में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कंकरियां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ज़बरजद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याकूत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घास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ज़ाफ़रान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खुशबूदार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अर्सए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हौज़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जन्नतियों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कपड़ा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ज़ेवरात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आभूषण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दमकते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कंगन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संवारे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रेशम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करेब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रेशम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बाफ़त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अतलस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पोशाकें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कंगन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रेशम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धर्मनिष्ठ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हुलले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मुख़्तलिफ़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जवाहरात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पहनाए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फ़ैलाया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हुल्लए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बतौरे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कांधे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Heading1"/>
      </w:pPr>
      <w:bookmarkStart w:id="66" w:name="_Toc516524630"/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मसलिहा</w:t>
      </w:r>
      <w:bookmarkEnd w:id="66"/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पाकीज़ा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रहोगे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कामयाबी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मसाकिने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तैय्यबा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याकूते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सुर्ख़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ज़र्मरुद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दस्तरख़्वान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दस्तरख़्वान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कनीज़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ऊंचे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ऊंचे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फ़ौक़हा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गोरफुन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दीवारें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याकीत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ज़बरजद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रेशमी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फ़र्श</w:t>
      </w:r>
      <w:r w:rsidRPr="00F21128">
        <w:t xml:space="preserve">, </w:t>
      </w:r>
      <w:r w:rsidRPr="00F21128">
        <w:rPr>
          <w:rFonts w:hint="cs"/>
          <w:cs/>
          <w:lang w:bidi="hi-IN"/>
        </w:rPr>
        <w:t>रंगा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Heading1"/>
      </w:pPr>
      <w:bookmarkStart w:id="67" w:name="_Toc516524631"/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ज़ीनत</w:t>
      </w:r>
      <w:bookmarkEnd w:id="67"/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ग़ासिया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ऊँचे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ऊँचे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गिलास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गाव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मसनदे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ऊँचा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फ़रशों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अतलस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खु़दा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इस्तबरक़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ज़फञज़पफ</w:t>
      </w:r>
      <w:r w:rsidRPr="00F21128">
        <w:t xml:space="preserve">, </w:t>
      </w:r>
      <w:r w:rsidRPr="00F21128">
        <w:rPr>
          <w:rFonts w:hint="cs"/>
          <w:cs/>
          <w:lang w:bidi="hi-IN"/>
        </w:rPr>
        <w:t>नमारक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हकी़क़त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वुसअत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t>?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बर्तन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साग़र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शीशे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गिलासों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शीशा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शीशे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जन्नतियों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लडक़े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गोशवारे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लटक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आबख़ोरे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अबरीक़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मुख़तलिफ़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जवाहरात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चांदी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चलाएंगे।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Heading1"/>
      </w:pPr>
      <w:bookmarkStart w:id="68" w:name="_Toc516524632"/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अपसराएं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औरतें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स्त्रियाँ</w:t>
      </w:r>
      <w:r w:rsidRPr="00F21128">
        <w:rPr>
          <w:cs/>
          <w:lang w:bidi="hi-IN"/>
        </w:rPr>
        <w:t>)</w:t>
      </w:r>
      <w:bookmarkEnd w:id="68"/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.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सियाह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ascii="Times New Roman" w:hAnsi="Times New Roman" w:cs="Times New Roman"/>
        </w:rPr>
        <w:lastRenderedPageBreak/>
        <w:t>“</w:t>
      </w:r>
      <w:r w:rsidRPr="00F21128">
        <w:rPr>
          <w:rFonts w:hint="cs"/>
          <w:cs/>
          <w:lang w:bidi="hi-IN"/>
        </w:rPr>
        <w:t>हूराने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="005828B7">
        <w:rPr>
          <w:rFonts w:hint="cs"/>
          <w:cs/>
          <w:lang w:bidi="hi-IN"/>
        </w:rPr>
        <w:t>मि</w:t>
      </w:r>
      <w:r w:rsidRPr="00F21128">
        <w:rPr>
          <w:rFonts w:hint="cs"/>
          <w:cs/>
          <w:lang w:bidi="hi-IN"/>
        </w:rPr>
        <w:t>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पोशीदा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सुर्ख़ी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जैसी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गोरी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गोरी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हल्की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हल्की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सुर्खी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छिपाए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अण्डे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हुल्ले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कपड़े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तब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पिंडलियों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अब्दुल्ला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रुबरू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हंसी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बाप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बाकरह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कुआंरी</w:t>
      </w:r>
      <w:r w:rsidRPr="00F21128">
        <w:rPr>
          <w:cs/>
          <w:lang w:bidi="hi-IN"/>
        </w:rPr>
        <w:t>)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नाज़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lastRenderedPageBreak/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सोलह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तैंतीस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घुंघराले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गोरे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बक़्र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मोननीन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पाकीज़ा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कसाफ़ते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मोमीन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रहेंगे।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मुतकब्बिर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मग़रूर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घमण्डी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करेंगी।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हरफ़ों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अलह्मदो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लिल्लाहिललज़ी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वादहु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अलहम्दो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अज़हबा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अन्नल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हुज़ाना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मुफ़स्सल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बायें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उल्लाहे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पेशानी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ठुड्डी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लंबे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बिसमिल्ललाहिर्रहमानिर्रहीम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हुरमत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बिसमिल्लाहिर्रहमानिर्रहीम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  <w:ind w:firstLine="0"/>
      </w:pPr>
      <w:r w:rsidRPr="00F21128">
        <w:rPr>
          <w:rFonts w:hint="cs"/>
          <w:cs/>
          <w:lang w:bidi="hi-IN"/>
        </w:rPr>
        <w:lastRenderedPageBreak/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ख़ैरातुन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हेसान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t xml:space="preserve">, </w:t>
      </w:r>
      <w:r w:rsidRPr="00F21128">
        <w:rPr>
          <w:rFonts w:hint="cs"/>
          <w:cs/>
          <w:lang w:bidi="hi-IN"/>
        </w:rPr>
        <w:t>आरिफ़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ख़िलक़त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</w:p>
    <w:p w:rsidR="00F21128" w:rsidRPr="00F21128" w:rsidRDefault="00F21128" w:rsidP="005828B7">
      <w:pPr>
        <w:pStyle w:val="Heading1"/>
      </w:pPr>
      <w:bookmarkStart w:id="69" w:name="_Toc516524633"/>
      <w:r w:rsidRPr="00F21128">
        <w:rPr>
          <w:rFonts w:hint="cs"/>
          <w:cs/>
          <w:lang w:bidi="hi-IN"/>
        </w:rPr>
        <w:t>इतरियाते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ख़ुशबू</w:t>
      </w:r>
      <w:r w:rsidRPr="00F21128">
        <w:rPr>
          <w:cs/>
          <w:lang w:bidi="hi-IN"/>
        </w:rPr>
        <w:t>)</w:t>
      </w:r>
      <w:bookmarkEnd w:id="69"/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मौक़िफ़े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ascii="Times New Roman" w:hAnsi="Times New Roman" w:cs="Times New Roman"/>
        </w:rPr>
        <w:lastRenderedPageBreak/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मौक़िफ़े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क़याम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(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मेवों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घास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इत्तरे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5828B7" w:rsidRDefault="00F21128">
      <w:pPr>
        <w:spacing w:after="0" w:line="240" w:lineRule="auto"/>
        <w:rPr>
          <w:rFonts w:ascii="Mangal" w:hAnsi="Mangal" w:cs="Mangal"/>
          <w:color w:val="000000"/>
          <w:sz w:val="28"/>
          <w:szCs w:val="28"/>
        </w:rPr>
      </w:pPr>
      <w:r w:rsidRPr="00F21128">
        <w:rPr>
          <w:rFonts w:hint="cs"/>
          <w:cs/>
          <w:lang w:bidi="hi-IN"/>
        </w:rPr>
        <w:t>रवायाते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कसीरा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अति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ज़ाफ़रान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cr/>
      </w:r>
      <w:r w:rsidR="005828B7">
        <w:br w:type="page"/>
      </w:r>
    </w:p>
    <w:p w:rsidR="00F21128" w:rsidRPr="00F21128" w:rsidRDefault="00F21128" w:rsidP="005828B7">
      <w:pPr>
        <w:pStyle w:val="Heading1"/>
      </w:pPr>
      <w:bookmarkStart w:id="70" w:name="_Toc516524634"/>
      <w:r w:rsidRPr="00F21128">
        <w:rPr>
          <w:rFonts w:hint="cs"/>
          <w:cs/>
          <w:lang w:bidi="hi-IN"/>
        </w:rPr>
        <w:lastRenderedPageBreak/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="005828B7">
        <w:rPr>
          <w:rFonts w:hint="cs"/>
          <w:cs/>
          <w:lang w:bidi="hi-IN"/>
        </w:rPr>
        <w:t>च</w:t>
      </w:r>
      <w:r w:rsidRPr="00F21128">
        <w:rPr>
          <w:rFonts w:hint="cs"/>
          <w:cs/>
          <w:lang w:bidi="hi-IN"/>
        </w:rPr>
        <w:t>राग़</w:t>
      </w:r>
      <w:bookmarkEnd w:id="70"/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आफ़ताब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माहताब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चलते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फिरते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चिराग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मूंगे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याकूत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ज़बरजद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ज़र्मरुद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मुख़्तलिफ़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फ़र्श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बर्तन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मुख़तलिफ़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ज़ियापाशियां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क़न्दीलें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बक़या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अब्दुल्ला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t xml:space="preserve">? </w:t>
      </w:r>
      <w:r w:rsidRPr="00F21128">
        <w:rPr>
          <w:rFonts w:hint="cs"/>
          <w:cs/>
          <w:lang w:bidi="hi-IN"/>
        </w:rPr>
        <w:t>कहीं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मुर्तज़ा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सय्यदह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ज़हरा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आपस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लताफ़त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हंसते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दन्दाने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</w:p>
    <w:p w:rsidR="00F21128" w:rsidRPr="00F21128" w:rsidRDefault="00F21128" w:rsidP="005828B7">
      <w:pPr>
        <w:pStyle w:val="Heading1"/>
      </w:pPr>
      <w:bookmarkStart w:id="71" w:name="_Toc516524635"/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नग़मात</w:t>
      </w:r>
      <w:bookmarkEnd w:id="71"/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लज़्ज़तें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लज़्ज़तों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खुशकुन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चूनांचे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दाऊदी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दाऊद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लहेन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इर्द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नहजूल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ख़ुतबे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दाऊद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लहेन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मजमउल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पढ़ेंगी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जिन्नों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इन्सानों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मौसिक़ी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मुख़तलिफ़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सुरीली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नग़मा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दुनीयाँ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5828B7">
      <w:pPr>
        <w:pStyle w:val="Heading1"/>
      </w:pPr>
      <w:bookmarkStart w:id="72" w:name="_Toc516524636"/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लज़्ज़तें</w:t>
      </w:r>
      <w:bookmarkEnd w:id="72"/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सकते।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हक़ायक़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तफ़सीरे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वअक़बल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मअज़ुहुम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बअज़िन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यतासाअलून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मारिफ़े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मुज़ाकिरा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वाल्दैन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रुख़सत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सलाहियत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शिआअत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एहतराम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बाप</w:t>
      </w:r>
      <w:r w:rsidRPr="00F21128">
        <w:t xml:space="preserve">, </w:t>
      </w:r>
      <w:r w:rsidRPr="00F21128">
        <w:rPr>
          <w:rFonts w:hint="cs"/>
          <w:cs/>
          <w:lang w:bidi="hi-IN"/>
        </w:rPr>
        <w:t>दादा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बीवियां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नेकूकार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>,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मुबारकबादी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ि</w:t>
      </w:r>
      <w:r w:rsidRPr="00F21128">
        <w:rPr>
          <w:rFonts w:hint="cs"/>
          <w:cs/>
          <w:lang w:bidi="hi-IN"/>
        </w:rPr>
        <w:t>लए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दाखि़ल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मुबारकबादी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आएंगे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कहेंगे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मुकालमा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मिलती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यासीन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सलामुन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मिररबबिर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रहीम</w:t>
      </w:r>
      <w:r w:rsidRPr="00F21128">
        <w:rPr>
          <w:rFonts w:ascii="Times New Roman" w:hAnsi="Times New Roman" w:cs="Times New Roman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मेहरबान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पैग़ाम।</w:t>
      </w:r>
      <w:r w:rsidRPr="00F21128">
        <w:rPr>
          <w:rFonts w:ascii="Times New Roman" w:hAnsi="Times New Roman" w:cs="Times New Roman"/>
        </w:rPr>
        <w:t>”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तफ़सीर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मिनहज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जाबिर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ग़र्क़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अस्सलामो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अलैकुम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बरगुज़दी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मेराज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वग़ैरा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अलैहिस्सलाम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हमसायगी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चूनांचे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>0)</w:t>
      </w:r>
      <w:r w:rsidRPr="00F21128">
        <w:rPr>
          <w:rFonts w:hint="cs"/>
          <w:cs/>
          <w:lang w:bidi="hi-IN"/>
        </w:rPr>
        <w:t>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मिम्बरों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चौहदवीं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हमसाये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पड़ोसी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भाईयों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  <w:t>(</w:t>
      </w:r>
      <w:r w:rsidRPr="00F21128">
        <w:rPr>
          <w:rFonts w:hint="cs"/>
          <w:cs/>
          <w:lang w:bidi="hi-IN"/>
        </w:rPr>
        <w:t>आमने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>)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t xml:space="preserve">,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जुमेरात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ख़ातिमुल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अहदीयत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जाएगी।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5828B7">
      <w:pPr>
        <w:pStyle w:val="Heading1"/>
      </w:pPr>
      <w:bookmarkStart w:id="73" w:name="_Toc516524637"/>
      <w:r w:rsidRPr="00F21128">
        <w:rPr>
          <w:rFonts w:hint="cs"/>
          <w:cs/>
          <w:lang w:bidi="hi-IN"/>
        </w:rPr>
        <w:t>सहबाने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="005828B7">
        <w:rPr>
          <w:rFonts w:hint="cs"/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क़िस्से</w:t>
      </w:r>
      <w:bookmarkEnd w:id="73"/>
    </w:p>
    <w:p w:rsidR="00F21128" w:rsidRPr="00F21128" w:rsidRDefault="00F21128" w:rsidP="005828B7">
      <w:pPr>
        <w:pStyle w:val="libNormal"/>
      </w:pPr>
      <w:r w:rsidRPr="00F21128">
        <w:t>(1)</w:t>
      </w:r>
      <w:r w:rsidRPr="00F21128"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फ़ासिक़</w:t>
      </w:r>
      <w:r w:rsidRPr="00F21128">
        <w:rPr>
          <w:cs/>
          <w:lang w:bidi="hi-IN"/>
        </w:rPr>
        <w:t xml:space="preserve"> </w:t>
      </w:r>
      <w:r w:rsidR="005828B7">
        <w:rPr>
          <w:rFonts w:hint="cs"/>
          <w:cs/>
          <w:lang w:bidi="hi-IN"/>
        </w:rPr>
        <w:t>नौ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किस्सा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बसन्दे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मोअतबर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हुसैन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अयाल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परिवार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किश्ती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नाव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तक़दीरे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टूट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डूब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समुद्र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उफ़तादा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रहज़न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डाकू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फिस्क़ो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फुजूर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अपराध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लिपट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मुजामियत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मुत्तवजेह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मुज़तरिब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कांपते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फ़सिक़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मुज़तरिब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हरगिज़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मजबूर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रज़ामन्दी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ख़ौफ़ज़दा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नादिम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शर्मिन्दा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प्रायश्चित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मुलाक़ात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रफ़ीक़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खुदावन्द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फेजे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ख़ुदावन्द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करुँ।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थोड़ी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फ़िगन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धूप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मुस्तजाब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मुस्तजाब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मुस्म्म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पिछले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रहे।</w:t>
      </w:r>
    </w:p>
    <w:p w:rsidR="00F21128" w:rsidRPr="00F21128" w:rsidRDefault="00F21128" w:rsidP="005828B7">
      <w:pPr>
        <w:pStyle w:val="libNormal"/>
      </w:pPr>
      <w:r w:rsidRPr="00F21128">
        <w:t>(2)</w:t>
      </w:r>
      <w:r w:rsidRPr="00F21128">
        <w:tab/>
      </w:r>
      <w:r w:rsidRPr="00F21128">
        <w:rPr>
          <w:rFonts w:hint="cs"/>
          <w:cs/>
          <w:lang w:bidi="hi-IN"/>
        </w:rPr>
        <w:t>बहलोल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नब्बाश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सद्दूक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रोते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मआज़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)!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ख़ूबसूरत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हाजि़र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लाओ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लाया।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रोऊँ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सरज़द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मोआख़ज़ा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मोआख़ज़ा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शिर्क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मुशरिक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क़त्ल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हुजूर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ज़मीनों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दरियाओं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दरख़्तों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बख़्श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गुहना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सितारों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आसमानों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अर्श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पाको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ख़ामोश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!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चोरी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अन्सारी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लड़की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खोदकर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कफ़ऩ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नंगा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वसवसा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लड़की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मुझ़से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लौटा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मुजामेअत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सियाह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झग़ड़ा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नंगा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चुराया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नंगा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.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नजिस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अपवित्र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सूंघ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सकूंगा।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फ़ासिक़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  <w:t>(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छिपी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इल्तिजा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हुई।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मदीने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मदीना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टाट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बहलोल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hint="eastAsia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परेशान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उशने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मायूस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अलफ़ाज़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दोहराता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हैवानात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परवरदिग़ार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पैग़म्बर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मुबलिता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बख़शीश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hint="eastAsia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अफने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बहलोल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मआज़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रूसल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हड़रत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मुत्तवजेह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महलोल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पत्थरों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सियाह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काला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पल्कें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अशरफुल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मख़़लूक़ात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नवाज़ा।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="005828B7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काश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अन्जाम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रुसवा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जंगह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हल्क़ा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लाइन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बांधे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बहलोल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खुशख़बरी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दोज़ख़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बहलोल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मांगो</w:t>
      </w:r>
      <w:r w:rsidRPr="00F21128">
        <w:t xml:space="preserve">,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करीमा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तिलावत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बहलोल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खुशख़बरी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सुनायी।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अल्लामा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मजलिसी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खुलासा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प्रायश्चित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असबाब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763E61">
      <w:pPr>
        <w:pStyle w:val="Heading1"/>
      </w:pPr>
      <w:bookmarkStart w:id="74" w:name="_Toc516524638"/>
      <w:r w:rsidRPr="00F21128">
        <w:rPr>
          <w:rFonts w:hint="cs"/>
          <w:cs/>
          <w:lang w:bidi="hi-IN"/>
        </w:rPr>
        <w:t>शरायते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प्रायश्चित</w:t>
      </w:r>
      <w:r w:rsidRPr="00F21128">
        <w:rPr>
          <w:cs/>
          <w:lang w:bidi="hi-IN"/>
        </w:rPr>
        <w:t>)</w:t>
      </w:r>
      <w:bookmarkEnd w:id="74"/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प्रायश्चित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नाफ़रमानी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सरज़द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अहादीस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वाज़ेह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निदामत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मुरक्कब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rPr>
          <w:rFonts w:hint="cs"/>
          <w:cs/>
          <w:lang w:bidi="hi-IN"/>
        </w:rPr>
        <w:t>पहली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टूट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नादिम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शर्मिन्दा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तदारुक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तदारुक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</w:p>
    <w:p w:rsidR="00F21128" w:rsidRPr="00F21128" w:rsidRDefault="00F21128" w:rsidP="00763E61">
      <w:pPr>
        <w:pStyle w:val="Heading1"/>
      </w:pPr>
      <w:bookmarkStart w:id="75" w:name="_Toc516524639"/>
      <w:r w:rsidRPr="00F21128">
        <w:rPr>
          <w:rFonts w:hint="cs"/>
          <w:cs/>
          <w:lang w:bidi="hi-IN"/>
        </w:rPr>
        <w:t>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bookmarkEnd w:id="75"/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आखि़रत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अंगूठी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अबरेशम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ज़ेबे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पक्का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इऱादा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पशेमन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>1-</w:t>
      </w:r>
      <w:r w:rsidRPr="00F21128">
        <w:tab/>
      </w:r>
      <w:r w:rsidRPr="00F21128">
        <w:rPr>
          <w:rFonts w:hint="cs"/>
          <w:cs/>
          <w:lang w:bidi="hi-IN"/>
        </w:rPr>
        <w:t>हुकूक़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t xml:space="preserve">2- </w:t>
      </w:r>
      <w:r w:rsidRPr="00F21128">
        <w:rPr>
          <w:rFonts w:hint="cs"/>
          <w:cs/>
          <w:lang w:bidi="hi-IN"/>
        </w:rPr>
        <w:t>हुकूकुल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कि़स्म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क़ादिर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निदामत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कफ़्फ़ारा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जि़म्मे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शरीयते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हाकिमे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इख़्तियार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हाकिमे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इक़रार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लगाए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हुकुकुल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t xml:space="preserve">, </w:t>
      </w:r>
      <w:r w:rsidRPr="00F21128">
        <w:rPr>
          <w:rFonts w:hint="cs"/>
          <w:cs/>
          <w:lang w:bidi="hi-IN"/>
        </w:rPr>
        <w:t>मसलन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ज़िम्में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वाजिब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पुहंचाये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फोहश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फूहड़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मर्तबा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मारिफ़त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नावाक़िफ़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एख़तिलाफ़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ऐतीक़ाद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अहानत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lastRenderedPageBreak/>
        <w:t>(3)</w:t>
      </w:r>
      <w:r w:rsidRPr="00F21128">
        <w:tab/>
      </w:r>
      <w:r w:rsidRPr="00F21128">
        <w:rPr>
          <w:rFonts w:hint="cs"/>
          <w:cs/>
          <w:lang w:bidi="hi-IN"/>
        </w:rPr>
        <w:t>हरारते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धूप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लेटने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बाबूया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लेटने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तपती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रगड़ता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>)</w:t>
      </w:r>
      <w:r w:rsidR="005828B7"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कपड़ा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पहन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मजबूर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बरदाश्त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सहन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फ़ख़्र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जाओ</w:t>
      </w:r>
      <w:r w:rsidRPr="00F21128"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खुदाया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हिदायत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राहेरास्त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परहेज़गाी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ज़ारदेराह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फ़रमा।</w:t>
      </w:r>
    </w:p>
    <w:p w:rsidR="00F21128" w:rsidRPr="00F21128" w:rsidRDefault="00F21128" w:rsidP="005828B7">
      <w:pPr>
        <w:pStyle w:val="libNormal"/>
      </w:pPr>
      <w:r w:rsidRPr="00F21128">
        <w:t>(4)</w:t>
      </w:r>
      <w:r w:rsidRPr="00F21128">
        <w:tab/>
      </w:r>
      <w:r w:rsidRPr="00F21128">
        <w:rPr>
          <w:rFonts w:hint="cs"/>
          <w:cs/>
          <w:lang w:bidi="hi-IN"/>
        </w:rPr>
        <w:t>ज़िनाकार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उद्धृत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इसराईल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ज़िनाकारा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नवजवानों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फ़रेफ़ता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नवजवानों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मशविरा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अमुक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मश्विरा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जाऊंगी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फ़रेख़्ता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="00B20611">
        <w:rPr>
          <w:rFonts w:hint="cs"/>
          <w:cs/>
          <w:lang w:bidi="hi-IN"/>
        </w:rPr>
        <w:t>नौजवान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मांगती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रुसवा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अलफ़ाज़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फेंक़ा।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बेएख़्तियार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बेचैन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खींच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चूल्हे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देग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ग़ल्ती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इसराइल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</w:p>
    <w:p w:rsidR="00F21128" w:rsidRPr="00F21128" w:rsidRDefault="00F21128" w:rsidP="005828B7">
      <w:pPr>
        <w:pStyle w:val="libNormal"/>
      </w:pPr>
      <w:r w:rsidRPr="00F21128">
        <w:t>(5)</w:t>
      </w:r>
      <w:r w:rsidRPr="00F21128">
        <w:tab/>
      </w:r>
      <w:r w:rsidRPr="00F21128">
        <w:rPr>
          <w:rFonts w:hint="cs"/>
          <w:cs/>
          <w:lang w:bidi="hi-IN"/>
        </w:rPr>
        <w:t>हारसा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हारसा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जागंने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ऊँघ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हारसा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)!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दावे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ग़मगीन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परेशान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रातों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पहुँच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बचश्मे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दर्मियान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कुर्सियों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मुस्तफ़ैज़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तकिये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गुफ़्तगू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वहशतनाक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देखो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हारसा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हारसा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हनेशा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0)!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तैय्यार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जेहाद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दरजए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हदीसे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मुनाजात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>0)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hint="cs"/>
          <w:cs/>
          <w:lang w:bidi="hi-IN"/>
        </w:rPr>
        <w:t>इब्ने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बाबूया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जुबैर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सहाबा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रिज़वानुल्लाह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अजमईन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अबू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क़ौम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बताऊँ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दरदा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अन्सारी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दरदा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तुमसे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बक़्रद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मारिफ़त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खजूरों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दरख़्तों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छिपे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hint="eastAsia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सरज़द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बुराईयां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हुई</w:t>
      </w:r>
      <w:r w:rsidRPr="00F21128"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रुसवा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खुशनूदी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करूँगा।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दरख्तों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छुपकर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रकातें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फ़ारिग़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दुआओं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आरजुओं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पाऊँगा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कुदरत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क़ैदी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पादाश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क़बीला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हालतेज़ार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महशर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खायेंगे।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गुर्दो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खोपड़ी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hint="eastAsia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हरकत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ख़ुश्क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इन्नालिल्लाहे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इलैहे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राजेऊन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फ़ात्मा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उल्लाहे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इत्तिला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सैय्यदा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अबुदरदा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छिड़का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अबुदरदा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तन्दख़ूं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सख्त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मिज़ाज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जब्बार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नज़दीक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अकेला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मुजरिम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हुज़ूर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पोशीदा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अबुदरदा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सहाबियों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अलफ़ाज़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अल्फाज़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चूनांचे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बहाई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मुफ़ाताहुल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hint="eastAsia"/>
        </w:rPr>
        <w:t>“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मोअेक़तिन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हल्लत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मुक़ाबलतेहा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बेनेअमतेका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कमामिन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जरीरतिन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तकर्रमत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कशफ़ेहा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बेकरमेका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इसयानेका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अज़ोमा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फ़िस्सोहफ़े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फ़आना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बेमुअम्मेलीन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गुफ़राने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अजाबेराज़िन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ग़ैरां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रिज़वानेका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इलाही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उफ़क्केरो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अफ़वेका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फ़तहूनो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अज़कोंरुल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अखज़ेका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फ़ताज़मो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अलंय्या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बलीय्यती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क़राअतो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फ़िस्सोहोफ़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सय्येअतुन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मोहसीहा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फ़तकूला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ख़ोजूहो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फ़यालहू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मिम्माख़ूजिन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लातुनजीहे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अशीरतोहू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तफ़ओहू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क़बालतोहू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मिननारिन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तनज़ीजुल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वलाक़ोबा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मिननारिन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नज़्ज़अतिन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लिश्शवा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ग़मरतिम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लहाबातिन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लज़ा।</w:t>
      </w:r>
      <w:r w:rsidRPr="00F21128">
        <w:rPr>
          <w:rFonts w:hint="eastAsia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तंबीह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उदाहरण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मिस्ले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बलोहर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जंगल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बेचैन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कुंआ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किनारे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लटक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शाख़ों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तरफञ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चूहे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तेजी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सूराख़ों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कुएं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खोलकर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शीरीनी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लज़्ज़त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सांपों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कुंआ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मुसीबतों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बलाओं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टहनियां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स्याह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सांप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अनासिरे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अरअबा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मुरक्कब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सौदा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सफ़रा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बलग़म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इन्तिज़ार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लज़्ज़तें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बेपरवाह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लज़्ज़तों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ऊपर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उदाहरण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मुतालिया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अध्य्यन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ग़फ़लत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फ़रोख़्त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गुलामों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हाकिमों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झूठी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सौदागरी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मीठी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लज्ज़तों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आखत़िरत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मआद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वापसी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फिक़्र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करोगे।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अशआर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तवालत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ज़्यादा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इक्तिफ़ा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</w:p>
    <w:p w:rsidR="00F21128" w:rsidRPr="00F21128" w:rsidRDefault="00F21128" w:rsidP="005828B7">
      <w:pPr>
        <w:pStyle w:val="libNormal"/>
      </w:pPr>
      <w:r w:rsidRPr="00F21128">
        <w:t>1-</w:t>
      </w: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गफ़लत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5828B7">
      <w:pPr>
        <w:pStyle w:val="libNormal"/>
      </w:pPr>
      <w:r w:rsidRPr="00F21128">
        <w:t>2-</w:t>
      </w: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क़ासिद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तवील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लम्बे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3-</w:t>
      </w:r>
      <w:r w:rsidRPr="00F21128">
        <w:tab/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कोताह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हिम्मत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फ़रेब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4-</w:t>
      </w:r>
      <w:r w:rsidRPr="00F21128">
        <w:tab/>
      </w:r>
      <w:r w:rsidRPr="00F21128">
        <w:rPr>
          <w:rFonts w:hint="cs"/>
          <w:cs/>
          <w:lang w:bidi="hi-IN"/>
        </w:rPr>
        <w:t>तूझे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सोहबत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लपकता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चौपाया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ख़सलत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>5-</w:t>
      </w:r>
      <w:r w:rsidRPr="00F21128">
        <w:tab/>
      </w:r>
      <w:r w:rsidRPr="00F21128">
        <w:rPr>
          <w:rFonts w:hint="cs"/>
          <w:cs/>
          <w:lang w:bidi="hi-IN"/>
        </w:rPr>
        <w:t>यु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इनामात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महरूम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अलमशाएख़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निज़ामी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गंजवी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अशआर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तर्जुमा</w:t>
      </w:r>
    </w:p>
    <w:p w:rsidR="00F21128" w:rsidRPr="00F21128" w:rsidRDefault="00F21128" w:rsidP="005828B7">
      <w:pPr>
        <w:pStyle w:val="libNormal"/>
      </w:pPr>
      <w:r w:rsidRPr="00F21128">
        <w:t>1-</w:t>
      </w: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निज़ामी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बचपन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बचपन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मदहोशी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</w:p>
    <w:p w:rsidR="00F21128" w:rsidRPr="00F21128" w:rsidRDefault="00F21128" w:rsidP="005828B7">
      <w:pPr>
        <w:pStyle w:val="libNormal"/>
      </w:pPr>
      <w:r w:rsidRPr="00F21128">
        <w:lastRenderedPageBreak/>
        <w:t>2-</w:t>
      </w:r>
      <w:r w:rsidRPr="00F21128">
        <w:tab/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</w:p>
    <w:p w:rsidR="00F21128" w:rsidRPr="00F21128" w:rsidRDefault="00F21128" w:rsidP="005828B7">
      <w:pPr>
        <w:pStyle w:val="libNormal"/>
      </w:pPr>
      <w:r w:rsidRPr="00F21128">
        <w:t>3-</w:t>
      </w:r>
      <w:r w:rsidRPr="00F21128">
        <w:tab/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कमज़ोरी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5828B7">
      <w:pPr>
        <w:pStyle w:val="libNormal"/>
      </w:pPr>
      <w:r w:rsidRPr="00F21128">
        <w:t>4-</w:t>
      </w:r>
      <w:r w:rsidRPr="00F21128"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तन्दुरुस्ती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धंस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5-</w:t>
      </w:r>
      <w:r w:rsidRPr="00F21128"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निज़ामें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तन्फ़्फुस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मफ़लूज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बेकार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6-</w:t>
      </w:r>
      <w:r w:rsidRPr="00F21128"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बीमारियों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t>7-</w:t>
      </w:r>
      <w:r w:rsidRPr="00F21128">
        <w:tab/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8-</w:t>
      </w:r>
      <w:r w:rsidRPr="00F21128">
        <w:tab/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शिकारी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हिरनों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हिरन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9-</w:t>
      </w: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मायूसी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lastRenderedPageBreak/>
        <w:t>10-</w:t>
      </w:r>
      <w:r w:rsidRPr="00F21128">
        <w:tab/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कफ़नपोश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टुकडे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निकाल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मोअत्तर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सुगन्धित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बदस्तूर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5828B7">
      <w:pPr>
        <w:pStyle w:val="libNormal"/>
      </w:pPr>
      <w:r w:rsidRPr="00F21128">
        <w:t>1-</w:t>
      </w:r>
      <w:r w:rsidRPr="00F21128">
        <w:tab/>
      </w:r>
      <w:r w:rsidRPr="00F21128">
        <w:rPr>
          <w:rFonts w:hint="cs"/>
          <w:cs/>
          <w:lang w:bidi="hi-IN"/>
        </w:rPr>
        <w:t>नीलगूँ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नीले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आकाश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t>2-</w:t>
      </w:r>
      <w:r w:rsidRPr="00F21128"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ख़ात्में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</w:p>
    <w:p w:rsidR="00F21128" w:rsidRPr="00F21128" w:rsidRDefault="00F21128" w:rsidP="005828B7">
      <w:pPr>
        <w:pStyle w:val="libNormal"/>
      </w:pPr>
      <w:r w:rsidRPr="00F21128">
        <w:t>3-</w:t>
      </w:r>
      <w:r w:rsidRPr="00F21128"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4-</w:t>
      </w:r>
      <w:r w:rsidRPr="00F21128">
        <w:tab/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पांव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t>5-</w:t>
      </w:r>
      <w:r w:rsidRPr="00F21128">
        <w:tab/>
      </w:r>
      <w:r w:rsidRPr="00F21128">
        <w:rPr>
          <w:rFonts w:hint="cs"/>
          <w:cs/>
          <w:lang w:bidi="hi-IN"/>
        </w:rPr>
        <w:t>सुरैया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ताअल्लुक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दांतो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चमक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धीरे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धीरे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तआल्लुक़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सुरैया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बुढ़ापे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दांतो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चमक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भी।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>6-</w:t>
      </w:r>
      <w:r w:rsidRPr="00F21128"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धोखा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>, (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lastRenderedPageBreak/>
        <w:t>7-</w:t>
      </w:r>
      <w:r w:rsidRPr="00F21128">
        <w:tab/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नक़्क़ारा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t>8-</w:t>
      </w:r>
      <w:r w:rsidRPr="00F21128">
        <w:tab/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तवील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लम्बा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9-</w:t>
      </w:r>
      <w:r w:rsidRPr="00F21128">
        <w:tab/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कंधों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बोझ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>10-</w:t>
      </w:r>
      <w:r w:rsidRPr="00F21128">
        <w:tab/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t xml:space="preserve">, </w:t>
      </w:r>
    </w:p>
    <w:p w:rsidR="00F21128" w:rsidRPr="00F21128" w:rsidRDefault="00F21128" w:rsidP="005828B7">
      <w:pPr>
        <w:pStyle w:val="libNormal"/>
      </w:pPr>
      <w:r w:rsidRPr="00F21128">
        <w:tab/>
        <w:t>(</w:t>
      </w:r>
      <w:r w:rsidRPr="00F21128">
        <w:rPr>
          <w:rFonts w:hint="cs"/>
          <w:cs/>
          <w:lang w:bidi="hi-IN"/>
        </w:rPr>
        <w:t>क्योकि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गफुरूर्र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सेलाब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>11-</w:t>
      </w: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दस्तगिरी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</w:p>
    <w:p w:rsidR="00F21128" w:rsidRPr="00F21128" w:rsidRDefault="00F21128" w:rsidP="005828B7">
      <w:pPr>
        <w:pStyle w:val="libNormal"/>
      </w:pPr>
      <w:r w:rsidRPr="00F21128">
        <w:t>12-</w:t>
      </w:r>
      <w:r w:rsidRPr="00F21128">
        <w:tab/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सीधा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कोताही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जहन्नुम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देगी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>13-</w:t>
      </w: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परवरदिगार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बेवकूफ़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नादिम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गुनाहों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समुन्द्र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</w:p>
    <w:p w:rsidR="00F21128" w:rsidRPr="00F21128" w:rsidRDefault="00F21128" w:rsidP="005828B7">
      <w:pPr>
        <w:pStyle w:val="libNormal"/>
      </w:pPr>
      <w:r w:rsidRPr="00F21128">
        <w:t>14-</w:t>
      </w:r>
      <w:r w:rsidRPr="00F21128">
        <w:tab/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मोहसिन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नवाज़ात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पचास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सत्तर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rFonts w:hint="eastAsia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हदीम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करो।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हंगामे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सफ़ेद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खुरदम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सहरी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दानी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चराहमी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नमदन्द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गुज़िश्त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बेख़बरी।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नौहगार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hint="eastAsia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दिलाता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मिजाजी।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मानिन्द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तिफलां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बाज़ी।।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बच्चों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खेलता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तवई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गुस्ताख़।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बैरून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अज़ईन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काख़।।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गुस्ताख़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नफ़स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हालांकि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यहान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चरा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बेगाना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गश्ती।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चूदोना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वीराना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गश्ती।।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आशयाने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बेगाना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रज़ील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परिन्दों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वीरने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सरगर्दा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बेफ़िशां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आमेज़िश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खाक़।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कंगरह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इवाने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अफलाक़।।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अलाइशों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गन्दगी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इवाने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अफ़लाक़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अर्श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कूंगरों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बबइं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अरज़क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तिलस्तनान।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रिदए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फ़शनाँ।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देगा।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hint="cs"/>
          <w:cs/>
          <w:lang w:bidi="hi-IN"/>
        </w:rPr>
        <w:t>हमा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गिरफ़्ता।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बमक़सद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फ़िरोज़ी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गिरफ़्ता।।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कामयाबी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खलील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आसादरर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यक़ींज़न।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नवाए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उहिब्बुल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आफ़िलीन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ज़न।।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इब्राहिम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सल्तनते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उहिब्बुल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आफ़ेलीन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डूबने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</w:p>
    <w:p w:rsidR="00F21128" w:rsidRPr="00F21128" w:rsidRDefault="00F21128" w:rsidP="00763E61">
      <w:pPr>
        <w:pStyle w:val="Heading1"/>
      </w:pPr>
      <w:bookmarkStart w:id="76" w:name="_Toc516524640"/>
      <w:r w:rsidRPr="00F21128">
        <w:rPr>
          <w:rFonts w:hint="cs"/>
          <w:cs/>
          <w:lang w:bidi="hi-IN"/>
        </w:rPr>
        <w:t>क़िस्सा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बलोहर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दास्ताने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bookmarkEnd w:id="76"/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मिस्ले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धोखा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बलोहर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उनेक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हाकिम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हुकूमत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नंगा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परेशानियों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जाता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मुद्दत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मुसीबतों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अशआर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मिसदाक़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हुब्बे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मस्तत।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होशियार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नशीं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चर्ख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पस्तत।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मग़रुर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हिना।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दर्दसता।।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हुब्बे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होशियार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रुसवा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hint="eastAsia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आरज़ी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अस्थायी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हुकूमत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तकब्बुर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गर्व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मेंहदी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रहेगी।</w:t>
      </w:r>
      <w:r w:rsidRPr="00F21128">
        <w:rPr>
          <w:rFonts w:hint="eastAsia"/>
        </w:rPr>
        <w:t>“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हाकिम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मुक़र्र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सूझ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बूझ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नावाकिफ़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बुलाया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बाख़बर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रवैय्या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फ़लां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मुख़लिसाना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मशविरा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मुमकिन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बाअस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द्वारा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आऱाम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सुकून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मशविरह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असाइश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hint="eastAsia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जन्नत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मुख़्तसर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फ़रज़न्दे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होगा।</w:t>
      </w:r>
      <w:r w:rsidRPr="00F21128">
        <w:rPr>
          <w:rFonts w:hint="eastAsia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बर्ग़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ऐंशी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ख़वीश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न्यारद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फ़रसत।।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hint="cs"/>
          <w:cs/>
          <w:lang w:bidi="hi-IN"/>
        </w:rPr>
        <w:t>क़ब्र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पत्ते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आमाले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सालेह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खू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रुपोश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बख़शाई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रसां।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निगाहें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कसां।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मुहैय्या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बख़िलाफ़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अमवाल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भेजेंगे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ज़र्द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अकनं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तस्त।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बैरून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तस्त।।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ख़्वेश्तन।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नयायद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फ़रज़न्द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ज़न।।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फ़रज़न्द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ज़ौजा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खर्च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देता।</w:t>
      </w:r>
      <w:r w:rsidRPr="00F21128">
        <w:rPr>
          <w:cs/>
          <w:lang w:bidi="hi-IN"/>
        </w:rPr>
        <w:tab/>
      </w:r>
      <w:r w:rsidRPr="00F21128">
        <w:rPr>
          <w:cs/>
          <w:lang w:bidi="hi-IN"/>
        </w:rPr>
        <w:tab/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गमें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ख़्विशहर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ख़विश।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हिर्स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ख़विशा।।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बग़म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ख़वारगी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अंगुश्त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बख़ारद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उंगली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इमदाद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पाक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श़ख़्श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भेजे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पशेमान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hint="eastAsia"/>
        </w:rPr>
        <w:t>”</w:t>
      </w:r>
      <w:r w:rsidRPr="00F21128"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आमाली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नेशापुरी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तारीख़े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बग़दाद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मनक़ूल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अमीरुल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ख़िज्र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नसीहत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उपदेश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ख़िज़्र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हथेली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-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ख़ल्लाक़े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दुरालबक़ा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दारुलफ़ना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तामीर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  <w:r w:rsidRPr="00F21128">
        <w:rPr>
          <w:rFonts w:hint="eastAsia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lastRenderedPageBreak/>
        <w:t>मिस्ले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अक़लमन्द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फ़हमों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फ़रासत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रियाया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तरक़्क़ी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मामलात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t xml:space="preserve">, </w:t>
      </w:r>
      <w:r w:rsidRPr="00F21128">
        <w:rPr>
          <w:rFonts w:hint="cs"/>
          <w:cs/>
          <w:lang w:bidi="hi-IN"/>
        </w:rPr>
        <w:t>सच्चाई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ईमानदारी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मुत्तसिफ़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रियाया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तरक़्क़ी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विश्वास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पात्र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सलाहकार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छुपा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उल्मा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सालहीन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बहरोबर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राग़िब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लेक़िन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तक़य्या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हाज़िर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ताज़ीम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नुक़सान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इंतेहाई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शफ़क़त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गुमराही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ग़मगीन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अफ़सुर्दा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फुरसत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लम्हात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मय्यसर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आंए</w:t>
      </w:r>
      <w:r w:rsidRPr="00F21128"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हिदायत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चुके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चक्कर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लगाएँ</w:t>
      </w:r>
      <w:r w:rsidRPr="00F21128"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कंधों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चक्कर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मज़बला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मज़बला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हमें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कैफ़ियत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घोंड़ो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उन्होंने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सूराख़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बोसीदा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मज़बला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तम्बूरा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मिट्टी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लोटा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बदख़िलक़त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बदशक्ल</w:t>
      </w:r>
      <w:r w:rsidRPr="00F21128">
        <w:t xml:space="preserve">, </w:t>
      </w:r>
      <w:r w:rsidRPr="00F21128">
        <w:rPr>
          <w:rFonts w:hint="cs"/>
          <w:cs/>
          <w:lang w:bidi="hi-IN"/>
        </w:rPr>
        <w:t>बोसीदा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नाचना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सय्यदतुन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निसां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अलक़ाब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नवज़ता।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कसाफ़त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बावजूद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आश्चर्य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चकित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पलटे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जितनी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कसीफ़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लुत्फ़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अल्फ़ाज़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ग़नीमत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सलामत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सुकून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वीरान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जिनको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तामीर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इन्तेहाई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काविश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नश्वर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दुनीयाँ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मवाक़े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मयस्सर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सिफ़ात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गुणों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मुत्तसिफ़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गुणवान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कौन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?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?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ममलिकते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लज्ज़़ात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स्वादों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>?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लज्ज़त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एख़तियार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संक्शेप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अवसाफ़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गुण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दाख़िल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मुश्ताक़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बतलायी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दबदबे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सजा़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क़ाबिल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तहसील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मुत्तासिफ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कामयाबी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कामरानी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सलामत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करुं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पुख्ता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मशगूल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जाऊँ।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अजीबो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फ़रीज़े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बादशाह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तब्लीग़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शिक्शा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सआदतों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बतौर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तबर्रुक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मोमनीन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बसीरत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इज़ाफ़े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खुतबे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कलमात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ज़िक्र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फ़रेबकार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बचों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ज़ेबो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ज़ीनत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धोखा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झूठे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तुम्हारी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सिंगार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रचाने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ज़ीनत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धोखा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हुस्न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जलवे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परतव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दिखाकर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गिरवीदा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तहस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नहस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आशख़ास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मोत्तक़दीन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मानने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hint="eastAsia"/>
        </w:rPr>
        <w:t>”</w:t>
      </w:r>
      <w:r w:rsidR="005828B7">
        <w:t xml:space="preserve"> 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मनकूल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बेशुमार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शौहरों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कमीनगी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प्यास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पत्थर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बांधे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मूसा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कलीमउल्लाह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पेट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जिल्द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नबियों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तज़कीरा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बमंज़िला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हलाल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कु्व्वतुन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यमूतू</w:t>
      </w:r>
      <w:r w:rsidRPr="00F21128">
        <w:rPr>
          <w:cs/>
          <w:lang w:bidi="hi-IN"/>
        </w:rPr>
        <w:t>)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ढांप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मंज़िल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अम्बिया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ताअज्जुब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इकट्ठा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शिकमों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बहरावर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भाइयों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ख़ैरख़्वाह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मकरुह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चमड़ा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रंगने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चमड़े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बदबू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तकलीफ़देह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मानूस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सख़्त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उठाता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फ़रमायाः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लपकते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रग़बत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झगड़ते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भौंकते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आवाज़ें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भागने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दरिन्दे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ग़ालिब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मग़लूब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लुक़मए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rFonts w:hint="eastAsia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हकीम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यस्त।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हज़ार।।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इर्द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गिर्द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गिदहें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राहमी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मुख़लिब।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आँमराँ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मिन्क़ार।।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इनमें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पंज़ा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चोंच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आख़िरा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लामर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बगजर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वज़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आख़िरकार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गिदहें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सगां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बरज़मीं।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गोशा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ए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गीर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हमवार।।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संवारने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कु्त्तों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अलगवा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एख्तियार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तराचा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बाकुनन्द।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मुश्ती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दिद्ह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तर्रार।।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ख़बरदार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लालच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डालेंगे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इब्लीस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आँखों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धूल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झोंक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ख़िनज़ीर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हड्डियों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मजज़ूम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ज़लालतर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rFonts w:hint="eastAsia"/>
        </w:rPr>
        <w:t>”</w:t>
      </w:r>
      <w:r w:rsidRPr="00F21128"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तहक़ीर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हड्डियाँ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ख़िनजीर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हड्डियाँ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तुर्रा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मज़जूम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763E61" w:rsidRDefault="00763E61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21128" w:rsidRPr="00F21128" w:rsidRDefault="00763E61" w:rsidP="00763E61">
      <w:pPr>
        <w:pStyle w:val="Heading1"/>
      </w:pPr>
      <w:bookmarkStart w:id="77" w:name="_Toc516524641"/>
      <w:r>
        <w:rPr>
          <w:rFonts w:hint="cs"/>
          <w:cs/>
          <w:lang w:bidi="hi-IN"/>
        </w:rPr>
        <w:lastRenderedPageBreak/>
        <w:t>हिकायते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आबिद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और</w:t>
      </w:r>
      <w:r w:rsidR="00F21128" w:rsidRPr="00F21128">
        <w:rPr>
          <w:cs/>
          <w:lang w:bidi="hi-IN"/>
        </w:rPr>
        <w:t xml:space="preserve"> </w:t>
      </w:r>
      <w:r w:rsidR="00F21128" w:rsidRPr="00F21128">
        <w:rPr>
          <w:rFonts w:hint="cs"/>
          <w:cs/>
          <w:lang w:bidi="hi-IN"/>
        </w:rPr>
        <w:t>सग</w:t>
      </w:r>
      <w:r w:rsidR="00F21128" w:rsidRPr="00F21128">
        <w:rPr>
          <w:cs/>
          <w:lang w:bidi="hi-IN"/>
        </w:rPr>
        <w:t xml:space="preserve"> (</w:t>
      </w:r>
      <w:r w:rsidR="00F21128" w:rsidRPr="00F21128">
        <w:rPr>
          <w:rFonts w:hint="cs"/>
          <w:cs/>
          <w:lang w:bidi="hi-IN"/>
        </w:rPr>
        <w:t>कुत्ता</w:t>
      </w:r>
      <w:r w:rsidR="00F21128" w:rsidRPr="00F21128">
        <w:rPr>
          <w:cs/>
          <w:lang w:bidi="hi-IN"/>
        </w:rPr>
        <w:t>)</w:t>
      </w:r>
      <w:bookmarkEnd w:id="77"/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मिस्ले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चहारुम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चार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ख़ुदावन्दी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सरफ़राज़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ज़िनद्गी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इम्तेहान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कुफ़राने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मुतर्किब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मनअमें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हक़ीक़ी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गैरुल्लाह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इरतेकाब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कशकोल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नक़्ल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तर्जुमा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इक़्तिफ़ा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शायक़ीन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मूल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रुजूअ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करें।</w:t>
      </w:r>
      <w:r w:rsidRPr="00F21128">
        <w:rPr>
          <w:rFonts w:hint="eastAsia"/>
        </w:rPr>
        <w:t>”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कोहे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लिबनान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असहाबे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चीज़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एख़्तियार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तन्हाई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इज़्ज़त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ख़ज़ाना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आधी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आधी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सहरी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क़नाअत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बहुत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जंगल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तैयार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लाग़र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बमुश्किल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मग़रिब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फ़िक्रे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ग़िज़ा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शुबहा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मुब्तिला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नामौजूदगी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बेताबी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तलाश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पहाड़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अग्नि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पूजक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दग़ाबाज़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शुक्रिया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पज़ीर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इफ़्तार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पालतू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हड्डियां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रगें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मुसव्विर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चित्रकार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तस्वीर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फूला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ख़्याल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दौड़ने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क़रीब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खौफ़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फेंक़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ताके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खा़कर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पिछे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भौंक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फ़ाडने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काटने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कोशिश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देखी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मुख़ातिब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बेयहा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बदफ़ितरत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पीछे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लिबास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कपड़े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फाड़ने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?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साहबे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कमाल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संभाल।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बचपन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वीराने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भेड़ों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चराता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हड्डियों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डाल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कमज़ोर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हड्डियों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निशान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नज़र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शुक्रिया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बुनियादें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चकनाचूर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राज़िक़े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मुतलक़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दुश्मन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रोटी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दोस्ती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दाना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अब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अफ़सोस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बेहोश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बहाई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बहाई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क़नाअत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बूढ़े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सीख।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साबिर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आतिश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नक़्ल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अश्रफुल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मख़ूलका़त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ज़लील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मौजूदात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अक़्लमन्द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मुत्तफ़िक़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शिनास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लुक़में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नीहं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भूलता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अगरचे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सौ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पत्थर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मुक़ाबिले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नवाज़ते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रहो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मामूली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जंग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रौशन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आंखों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मुनव्वर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तज़किरा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मर्वी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मसजिद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खच्चर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आफके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ख़च्चर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पैदल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मस्जिद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खच्चर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निगहबानी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एख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मस्जिद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खच्चर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पकड़े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अचानक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ख़ुरासान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मुसाफ़िर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उनमें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रखवाने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गुज़ारिश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हां।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ज़रुर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मक़सद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करुंगा।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बख़ूबी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वाक़िफ़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मुहैय्या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दूंगा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रोकूंगा।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ख़ुरासानी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पुश्त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दोबारा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तलब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इरशाद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नसीहत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क़यामत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आएगा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अल्लाहतआला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वाबस्ता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रसूले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अकरम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बाक़ी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आइमए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अतहार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वाबस्ता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दामनों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वाबस्ता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होंगे।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अलफ़ाज़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जाऊँगा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दुनियाँ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तरजीह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खुरासनी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खुरासनी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खुशी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खुरासनी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खुरासनी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कुबूल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अशर्फी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हुक़्म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फ़क़ीर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लेख़क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ख़िदमत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नफ़्स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आत्मा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पहचाना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वक़्त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गोश्त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पोस्त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न्यामतों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उम्मीद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उम्र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निगेहदाश्त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फ़रमाएंगे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अर्ज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रहूंगा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कैसे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इनहराफ़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करूं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बुजुर्गी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मुहब्बत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सिले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बदले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आक़ा</w:t>
      </w:r>
      <w:r w:rsidRPr="00F21128">
        <w:rPr>
          <w:cs/>
          <w:lang w:bidi="hi-IN"/>
        </w:rPr>
        <w:t xml:space="preserve">!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नसीब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छोड़कर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ख़डा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मौत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इल्म</w:t>
      </w:r>
      <w:r w:rsidRPr="00F21128">
        <w:t xml:space="preserve">,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ग्यान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जेहल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पस्ती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अग्यान्ता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गिरावट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पंचुम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पांच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अबुल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क़ासिम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राग़िब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असफ़हानी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ज़रिया</w:t>
      </w:r>
      <w:r w:rsidRPr="00F21128">
        <w:rPr>
          <w:rFonts w:hint="eastAsia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गुज़रा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बैठा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अन्दरूनी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हिस्सा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फ़र्श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शाही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कालीनें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मालिक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ज़ेवरे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मुज़य्यन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फ़ज़ायल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बहरावर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हकीम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ठाठ</w:t>
      </w:r>
      <w:r w:rsidRPr="00F21128">
        <w:rPr>
          <w:cs/>
          <w:lang w:bidi="hi-IN"/>
        </w:rPr>
        <w:t>-</w:t>
      </w:r>
      <w:r w:rsidRPr="00F21128">
        <w:rPr>
          <w:rFonts w:hint="cs"/>
          <w:cs/>
          <w:lang w:bidi="hi-IN"/>
        </w:rPr>
        <w:t>बाठ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नफ़रीन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कार्य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झुंझलाया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कमीनगी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बेवकूफी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बेवकूफ़ी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दानाई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इंतेहाई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पस्त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गिरा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मुक़ाम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फ़ेंका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मकान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चेहरे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देखी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समझा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मैंने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मुंह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थूक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="00134D25">
        <w:rPr>
          <w:rFonts w:hint="cs"/>
          <w:cs/>
          <w:lang w:bidi="hi-IN"/>
        </w:rPr>
        <w:t>नौ</w:t>
      </w:r>
      <w:r w:rsidRPr="00F21128">
        <w:rPr>
          <w:rFonts w:hint="cs"/>
          <w:cs/>
          <w:lang w:bidi="hi-IN"/>
        </w:rPr>
        <w:t>जवान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दनायत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जेहल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दस्तबरदार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</w:t>
      </w:r>
      <w:r w:rsidR="00134D25">
        <w:rPr>
          <w:rFonts w:hint="cs"/>
          <w:cs/>
          <w:lang w:bidi="hi-IN"/>
        </w:rPr>
        <w:t>म्</w:t>
      </w:r>
      <w:r w:rsidRPr="00F21128">
        <w:rPr>
          <w:rFonts w:hint="cs"/>
          <w:cs/>
          <w:lang w:bidi="hi-IN"/>
        </w:rPr>
        <w:t>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सजावट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ज़ेबो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ज़ीनत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="00134D25">
        <w:rPr>
          <w:rFonts w:hint="cs"/>
          <w:cs/>
          <w:lang w:bidi="hi-IN"/>
        </w:rPr>
        <w:t>ि</w:t>
      </w:r>
      <w:r w:rsidRPr="00F21128">
        <w:rPr>
          <w:rFonts w:hint="cs"/>
          <w:cs/>
          <w:lang w:bidi="hi-IN"/>
        </w:rPr>
        <w:t>जात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="00134D25">
        <w:rPr>
          <w:rFonts w:hint="cs"/>
          <w:cs/>
          <w:lang w:bidi="hi-IN"/>
        </w:rPr>
        <w:t>सबब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जबकि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क़ल्ब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दिमाग़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जे़वरात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छुपी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हमेशा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कुछ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फ़ायदा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देता।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क्या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ख़ूब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नीस्त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आस्मां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अज़ल।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नर्दबान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अमल।।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hint="cs"/>
          <w:cs/>
          <w:lang w:bidi="hi-IN"/>
        </w:rPr>
        <w:t>आसमान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सीढ़ी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बुरद।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मुल्क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बारगाहे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एज़दी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नींगरा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हस्त।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दस्त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ज़ानसरी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कोताह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अस्त।।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बेइल्म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गुमराह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बेवकूफ़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दरवाज़े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पहुंचने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कोताह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  <w:r w:rsidRPr="00F21128">
        <w:rPr>
          <w:cs/>
          <w:lang w:bidi="hi-IN"/>
        </w:rPr>
        <w:t xml:space="preserve"> 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तुख़्म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जि़न्दह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दरगोर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अस्त।।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शोरदार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ऊसर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ज़मीन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बीज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बग़ैर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ज़िन्दा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दरगोर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बराबर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हुज्जत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ख़्वान्दन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करदन।।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गर्दन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हुज्जते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तौक़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नरसी।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अमालमी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किसी।।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मुताबिक़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फ़ाज़िल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मज़बला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नायद।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बाहदस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पायद।।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गन्दगी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नशो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नुमां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जैसै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गंदी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जगह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चलना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पसन्द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बद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फ़ितरत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हासिल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बुराई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चन्द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तिरहात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मोहताए।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चश्म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लाफ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कजा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हीला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गज़ाफ़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रहेगा।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दानिश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खूबतर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बसिह।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नादानी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हेच।।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साथ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दानिश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तस्बीह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खुदनुमायी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ज़ाहिर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ईसा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फ़रमाया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लोगों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बदतरीन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मशहूर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लिहाज़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मजहूल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हो।</w:t>
      </w:r>
      <w:r w:rsidRPr="00F21128">
        <w:rPr>
          <w:rFonts w:hint="eastAsia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हकीम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सनाई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इंगेज़।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hint="cs"/>
          <w:cs/>
          <w:lang w:bidi="hi-IN"/>
        </w:rPr>
        <w:t>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खुदायान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अज़ार।।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मुवाख़्ज़ह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बुतों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तबाह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गुर्द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ग़म।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ग़ज्ज़ा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दानिस्तांई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आराफ़ी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ख़्वार।।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tab/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हवस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परस्ती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बदौलत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रास्ता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संवारी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ख़राब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तराना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बस्तान्द।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जेहल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सिर्फ़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तेरी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यानी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खुदनुमाई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ख़्तम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अगर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ऐसे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जेहालत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दरजहा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बेहतर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ग़ोल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बाशद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आज़द।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बशनबी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गुफ़त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शनवी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किरदार।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पन्दो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नसाए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बातें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</w:t>
      </w:r>
      <w:r w:rsidRPr="00F21128">
        <w:t xml:space="preserve">, </w:t>
      </w:r>
      <w:r w:rsidRPr="00F21128">
        <w:rPr>
          <w:rFonts w:hint="cs"/>
          <w:cs/>
          <w:lang w:bidi="hi-IN"/>
        </w:rPr>
        <w:t>लेकिन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किरदार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शैतान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आलमत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ग़ाफलस्त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ग़ाफिल।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ख़फ़ता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ख़फ़ता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कुनद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बेदार।।</w:t>
      </w:r>
    </w:p>
    <w:p w:rsidR="00F21128" w:rsidRPr="00F21128" w:rsidRDefault="00F21128" w:rsidP="005828B7">
      <w:pPr>
        <w:pStyle w:val="libNormal"/>
      </w:pPr>
      <w:r w:rsidRPr="00F21128">
        <w:lastRenderedPageBreak/>
        <w:tab/>
      </w:r>
      <w:r w:rsidRPr="00F21128">
        <w:rPr>
          <w:rFonts w:hint="cs"/>
          <w:cs/>
          <w:lang w:bidi="hi-IN"/>
        </w:rPr>
        <w:t>क्योंकि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ग़ाफ़िल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दोनों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जाहिल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शख़्स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सोए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बेदार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नकनी।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सगेरूर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सूरत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दीवार।।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वक़्त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फ़रिश्ता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ख़्वाहिशात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कुत्ते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बिल्कुल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ख़त्म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करे।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वह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वूदान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अन्दरवी।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बाशद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अक़ार।।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ऐसा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आदमी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रखता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बल्कि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उसके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अन्दर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गन्दे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नदी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जिसमें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कछुवे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झींगर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परवरिश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सायक़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क़ासिद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सरातउल्ल।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बजे़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कुर्आ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बदां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अख़्यारा।।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ऐ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कलाम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अल्लाह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सीरत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सच्चा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रहबर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क़ायद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नहीं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मिलेगा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तुझे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सिराते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मुस्तक़ीम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गामज़न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इख़तेतामियाँ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समाप्ति</w:t>
      </w:r>
      <w:r w:rsidRPr="00F21128">
        <w:rPr>
          <w:cs/>
          <w:lang w:bidi="hi-IN"/>
        </w:rPr>
        <w:t>)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तकमील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सिब्ते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ख़ैरुल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वरा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स</w:t>
      </w:r>
      <w:r w:rsidRPr="00F21128">
        <w:t>0</w:t>
      </w:r>
      <w:r w:rsidRPr="00F21128">
        <w:rPr>
          <w:rFonts w:hint="cs"/>
          <w:cs/>
          <w:lang w:bidi="hi-IN"/>
        </w:rPr>
        <w:t>अ</w:t>
      </w:r>
      <w:r w:rsidRPr="00F21128">
        <w:t xml:space="preserve">0)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मुजतबा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rPr>
          <w:cs/>
          <w:lang w:bidi="hi-IN"/>
        </w:rPr>
        <w:t>)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विलादत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सआदत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रोज़</w:t>
      </w:r>
      <w:r w:rsidRPr="00F21128">
        <w:rPr>
          <w:cs/>
          <w:lang w:bidi="hi-IN"/>
        </w:rPr>
        <w:t xml:space="preserve"> </w:t>
      </w:r>
      <w:r w:rsidRPr="00F21128">
        <w:t>15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रमज़ानुल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lastRenderedPageBreak/>
        <w:t>मुबारक</w:t>
      </w:r>
      <w:r w:rsidRPr="00F21128">
        <w:rPr>
          <w:cs/>
          <w:lang w:bidi="hi-IN"/>
        </w:rPr>
        <w:t xml:space="preserve"> </w:t>
      </w:r>
      <w:r w:rsidRPr="00F21128">
        <w:t>1347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</w:t>
      </w:r>
      <w:r w:rsidRPr="00F21128">
        <w:t>0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चूंकि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तकमील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हुई</w:t>
      </w:r>
      <w:r w:rsidRPr="00F21128">
        <w:t xml:space="preserve">, </w:t>
      </w:r>
      <w:r w:rsidRPr="00F21128">
        <w:rPr>
          <w:rFonts w:hint="cs"/>
          <w:cs/>
          <w:lang w:bidi="hi-IN"/>
        </w:rPr>
        <w:t>इसलिए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मुनासिब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होगा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ख़ातमा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जाए।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अव्वल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पहला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किताब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मक़अना</w:t>
      </w:r>
      <w:r w:rsidRPr="00F21128">
        <w:rPr>
          <w:rFonts w:hint="eastAsia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जलीलल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क़द्र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सक़हा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बिने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मेहरयार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ज़बानी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अबु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जवाद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मुबारक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महीने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शुरु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आख़िर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रात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ज़्यादा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मुस्तहब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ज़ल्लज़ी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क़ब्ल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शयइन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ख़लका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शयइन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यबक़ा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वयग़ना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शयइन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ज़ल्लज़ी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कमिसलिही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शयइन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वया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ज़ल्लज़ी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लयसा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फ़िस्समावातिलउुला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अरज़ीनस्सुफ़ला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फ़ौक़ाहुन्ना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तहतहुन्ना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बयनहुन्ना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इलाहुईं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योअवदो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ग़ैरोहू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हम्दन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लायक़वा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एहसायही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फ़सल्ले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मुहम्मदिव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वआलि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सलावातन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यक़वा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अहसाइहा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इल्ला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अन्ता</w:t>
      </w:r>
      <w:r w:rsidRPr="00F21128">
        <w:rPr>
          <w:rFonts w:hint="eastAsia"/>
        </w:rPr>
        <w:t>”</w:t>
      </w:r>
      <w:r w:rsidRPr="00F21128">
        <w:t xml:space="preserve"> 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दोम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दो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शेख़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कुलैनी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र</w:t>
      </w:r>
      <w:r w:rsidRPr="00F21128">
        <w:t xml:space="preserve">0)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दूसरे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ओल्मा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रवायत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कथन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हज़रत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जाफ़रे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सादिक़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ज़रारह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अपने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शियों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इम्तिहान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इब्तिला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हिफ़ाज़त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बारे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तालीम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फ़रमायी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थी</w:t>
      </w:r>
      <w:r w:rsidRPr="00F21128">
        <w:rPr>
          <w:cs/>
          <w:lang w:bidi="hi-IN"/>
        </w:rPr>
        <w:t>-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lastRenderedPageBreak/>
        <w:t>सोम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तीन</w:t>
      </w:r>
      <w:r w:rsidRPr="00F21128">
        <w:rPr>
          <w:cs/>
          <w:lang w:bidi="hi-IN"/>
        </w:rPr>
        <w:t xml:space="preserve">)- </w:t>
      </w:r>
      <w:r w:rsidRPr="00F21128">
        <w:rPr>
          <w:rFonts w:hint="cs"/>
          <w:cs/>
          <w:lang w:bidi="hi-IN"/>
        </w:rPr>
        <w:t>उल्माए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तहरीर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फ़रमाते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हैं</w:t>
      </w:r>
      <w:r w:rsidRPr="00F21128">
        <w:t xml:space="preserve">,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अस्र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अ</w:t>
      </w:r>
      <w:r w:rsidRPr="00F21128">
        <w:t>0</w:t>
      </w:r>
      <w:r w:rsidRPr="00F21128">
        <w:rPr>
          <w:rFonts w:hint="cs"/>
          <w:cs/>
          <w:lang w:bidi="hi-IN"/>
        </w:rPr>
        <w:t>स</w:t>
      </w:r>
      <w:r w:rsidRPr="00F21128">
        <w:t xml:space="preserve">0)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ग़ैबत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ज़माने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तकालीफ़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महफूज़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लिए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इमामल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अस्र</w:t>
      </w:r>
      <w:r w:rsidRPr="00F21128">
        <w:rPr>
          <w:cs/>
          <w:lang w:bidi="hi-IN"/>
        </w:rPr>
        <w:t xml:space="preserve"> </w:t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अज्जल्लाहो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फरजा</w:t>
      </w:r>
      <w:r w:rsidRPr="00F21128">
        <w:rPr>
          <w:rFonts w:hint="eastAsia"/>
        </w:rPr>
        <w:t>”</w:t>
      </w:r>
      <w:r w:rsidRPr="00F21128"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वजूदे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मुक़द्दस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सदक़ा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देना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मुफ़ीद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वारिद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दुआओ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भी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तमजीद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हक़तआला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(</w:t>
      </w:r>
      <w:r w:rsidR="00B20611">
        <w:rPr>
          <w:rFonts w:hint="cs"/>
          <w:cs/>
          <w:lang w:bidi="hi-IN"/>
        </w:rPr>
        <w:t>स.अ.व.व.</w:t>
      </w:r>
      <w:r w:rsidRPr="00F21128">
        <w:t xml:space="preserve">) </w:t>
      </w:r>
      <w:r w:rsidRPr="00F21128">
        <w:rPr>
          <w:rFonts w:hint="cs"/>
          <w:cs/>
          <w:lang w:bidi="hi-IN"/>
        </w:rPr>
        <w:t>पर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दुरुद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बाद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यह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दुआ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चाहिए।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वलीयकल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हुज्जतिब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निल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हसनि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सलवातुका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अलैहि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आबाइहि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हज़िहिस्साअति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वफ़ी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कुल्ली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साअतिवं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वलीयव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वहाफ़िज़व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वक़ायदव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वनासिरंव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वदलीलव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अएनन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हत्ता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तुस्कीनहु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अरज़का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तवअवं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तुमत्तीअहू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फीहा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तवील</w:t>
      </w:r>
      <w:r w:rsidRPr="00F21128">
        <w:rPr>
          <w:rFonts w:hint="eastAsia"/>
        </w:rPr>
        <w:t>”</w:t>
      </w:r>
    </w:p>
    <w:p w:rsidR="00F21128" w:rsidRPr="00F21128" w:rsidRDefault="00F21128" w:rsidP="005828B7">
      <w:pPr>
        <w:pStyle w:val="libNormal"/>
      </w:pPr>
      <w:r w:rsidRPr="00F21128">
        <w:rPr>
          <w:rFonts w:hint="cs"/>
          <w:cs/>
          <w:lang w:bidi="hi-IN"/>
        </w:rPr>
        <w:t>बरोज़े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शबे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जुमा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एस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दुरूद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शरीफ़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पढ़ना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बेहद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सवाब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है।</w:t>
      </w:r>
    </w:p>
    <w:p w:rsidR="00F21128" w:rsidRPr="00F21128" w:rsidRDefault="00F21128" w:rsidP="005828B7">
      <w:pPr>
        <w:pStyle w:val="libNormal"/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अल्लाहुम्मा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सल्लेअला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मोहम्मद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कअफ़ज़ले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मासल्लयता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वबारकता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वतरहमता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अलाईबराहिमा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वआले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इब्राहिमा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इन्नका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हमीदुन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मजीद</w:t>
      </w:r>
      <w:r w:rsidRPr="00F21128">
        <w:t xml:space="preserve">, </w:t>
      </w:r>
      <w:r w:rsidRPr="00F21128">
        <w:rPr>
          <w:rFonts w:hint="cs"/>
          <w:cs/>
          <w:lang w:bidi="hi-IN"/>
        </w:rPr>
        <w:t>वलानतुल्लाहि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अदाए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आलि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मुहम्मदिन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मिनल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अव्वलीन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वलआख़िरीन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अलफ़ामर्रत</w:t>
      </w:r>
      <w:r w:rsidRPr="00F21128">
        <w:rPr>
          <w:rFonts w:hint="eastAsia"/>
        </w:rPr>
        <w:t>”</w:t>
      </w:r>
    </w:p>
    <w:p w:rsidR="00F21128" w:rsidRDefault="00F21128" w:rsidP="005828B7">
      <w:pPr>
        <w:pStyle w:val="libNormal"/>
        <w:rPr>
          <w:rFonts w:hint="cs"/>
          <w:lang w:bidi="hi-IN"/>
        </w:rPr>
      </w:pPr>
      <w:r w:rsidRPr="00F21128">
        <w:tab/>
      </w:r>
      <w:r w:rsidRPr="00F21128">
        <w:rPr>
          <w:rFonts w:ascii="Times New Roman" w:hAnsi="Times New Roman" w:cs="Times New Roman"/>
        </w:rPr>
        <w:t>“</w:t>
      </w:r>
      <w:r w:rsidRPr="00F21128">
        <w:rPr>
          <w:rFonts w:hint="cs"/>
          <w:cs/>
          <w:lang w:bidi="hi-IN"/>
        </w:rPr>
        <w:t>ख़ुदा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नाम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से</w:t>
      </w:r>
      <w:r w:rsidRPr="00F21128">
        <w:rPr>
          <w:cs/>
          <w:lang w:bidi="hi-IN"/>
        </w:rPr>
        <w:t xml:space="preserve"> (</w:t>
      </w:r>
      <w:r w:rsidRPr="00F21128">
        <w:rPr>
          <w:rFonts w:hint="cs"/>
          <w:cs/>
          <w:lang w:bidi="hi-IN"/>
        </w:rPr>
        <w:t>शुरू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हूं</w:t>
      </w:r>
      <w:r w:rsidRPr="00F21128">
        <w:rPr>
          <w:cs/>
          <w:lang w:bidi="hi-IN"/>
        </w:rPr>
        <w:t xml:space="preserve">)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बड़ा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मेहरबान</w:t>
      </w:r>
      <w:r w:rsidRPr="00F21128">
        <w:t xml:space="preserve">, </w:t>
      </w:r>
      <w:r w:rsidRPr="00F21128">
        <w:rPr>
          <w:rFonts w:hint="cs"/>
          <w:cs/>
          <w:lang w:bidi="hi-IN"/>
        </w:rPr>
        <w:t>निहायत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वाला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अस्र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क़सम</w:t>
      </w:r>
      <w:r w:rsidRPr="00F21128">
        <w:t xml:space="preserve">, </w:t>
      </w:r>
      <w:r w:rsidRPr="00F21128">
        <w:rPr>
          <w:rFonts w:hint="cs"/>
          <w:cs/>
          <w:lang w:bidi="hi-IN"/>
        </w:rPr>
        <w:t>बेशक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इन्सान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घाटे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है</w:t>
      </w:r>
      <w:r w:rsidRPr="00F21128">
        <w:t xml:space="preserve">, </w:t>
      </w:r>
      <w:r w:rsidRPr="00F21128">
        <w:rPr>
          <w:rFonts w:hint="cs"/>
          <w:cs/>
          <w:lang w:bidi="hi-IN"/>
        </w:rPr>
        <w:t>सिवाय</w:t>
      </w:r>
      <w:r w:rsidRPr="00F21128">
        <w:rPr>
          <w:cs/>
          <w:lang w:bidi="hi-IN"/>
        </w:rPr>
        <w:t xml:space="preserve"> </w:t>
      </w:r>
      <w:r w:rsidR="00134D25">
        <w:rPr>
          <w:rFonts w:hint="cs"/>
          <w:cs/>
          <w:lang w:bidi="hi-IN"/>
        </w:rPr>
        <w:t>उनके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जो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लोग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ईमान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लाए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औऱ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अच्छा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आपस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में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हक़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का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हुक्म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और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सब्र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की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वसीयत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करते</w:t>
      </w:r>
      <w:r w:rsidRPr="00F21128">
        <w:rPr>
          <w:cs/>
          <w:lang w:bidi="hi-IN"/>
        </w:rPr>
        <w:t xml:space="preserve"> </w:t>
      </w:r>
      <w:r w:rsidRPr="00F21128">
        <w:rPr>
          <w:rFonts w:hint="cs"/>
          <w:cs/>
          <w:lang w:bidi="hi-IN"/>
        </w:rPr>
        <w:t>रहे।</w:t>
      </w:r>
    </w:p>
    <w:p w:rsidR="00572D05" w:rsidRDefault="00572D05" w:rsidP="00572D05">
      <w:pPr>
        <w:pStyle w:val="libLine"/>
        <w:rPr>
          <w:rFonts w:hint="cs"/>
          <w:lang w:bidi="hi-IN"/>
        </w:rPr>
      </w:pPr>
      <w:r w:rsidRPr="002657C0">
        <w:lastRenderedPageBreak/>
        <w:t>[[</w:t>
      </w:r>
      <w:r w:rsidRPr="002657C0">
        <w:rPr>
          <w:rFonts w:hint="cs"/>
          <w:cs/>
          <w:lang w:bidi="hi-IN"/>
        </w:rPr>
        <w:t>अलहम्दो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लिल्लाह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किताब</w:t>
      </w:r>
      <w:r w:rsidRPr="002657C0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मनाज़िले आख़ेरत</w:t>
      </w:r>
      <w:r w:rsidRPr="002657C0">
        <w:rPr>
          <w:cs/>
          <w:lang w:bidi="hi-IN"/>
        </w:rPr>
        <w:t xml:space="preserve">) </w:t>
      </w:r>
      <w:r w:rsidRPr="002657C0">
        <w:rPr>
          <w:rFonts w:hint="cs"/>
          <w:cs/>
          <w:lang w:bidi="hi-IN"/>
        </w:rPr>
        <w:t>पूरी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टाईप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गई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खुदा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वंदे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आलम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से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दुआगौ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हुं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हमारे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अमल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कुबुल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फरमाऐ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और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इमाम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हुसैन</w:t>
      </w:r>
      <w:r w:rsidRPr="002657C0">
        <w:rPr>
          <w:cs/>
          <w:lang w:bidi="hi-IN"/>
        </w:rPr>
        <w:t xml:space="preserve"> (</w:t>
      </w:r>
      <w:r w:rsidRPr="002657C0">
        <w:rPr>
          <w:rFonts w:hint="cs"/>
          <w:cs/>
          <w:lang w:bidi="hi-IN"/>
        </w:rPr>
        <w:t>अ</w:t>
      </w:r>
      <w:r w:rsidRPr="002657C0">
        <w:rPr>
          <w:cs/>
          <w:lang w:bidi="hi-IN"/>
        </w:rPr>
        <w:t xml:space="preserve">.) </w:t>
      </w:r>
      <w:r w:rsidRPr="002657C0">
        <w:rPr>
          <w:rFonts w:hint="cs"/>
          <w:cs/>
          <w:lang w:bidi="hi-IN"/>
        </w:rPr>
        <w:t>फाउनडेशन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तरक्की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इनायत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फरमाए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जिन्होने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किताब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अपनी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साइट</w:t>
      </w:r>
      <w:r w:rsidRPr="002657C0">
        <w:rPr>
          <w:cs/>
          <w:lang w:bidi="hi-IN"/>
        </w:rPr>
        <w:t xml:space="preserve"> (</w:t>
      </w:r>
      <w:r w:rsidRPr="002657C0">
        <w:rPr>
          <w:rFonts w:hint="cs"/>
          <w:cs/>
          <w:lang w:bidi="hi-IN"/>
        </w:rPr>
        <w:t>अलहसनैन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इस्लामी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नेटवर्क</w:t>
      </w:r>
      <w:r w:rsidRPr="002657C0">
        <w:rPr>
          <w:cs/>
          <w:lang w:bidi="hi-IN"/>
        </w:rPr>
        <w:t xml:space="preserve">) </w:t>
      </w:r>
      <w:r w:rsidRPr="002657C0">
        <w:rPr>
          <w:rFonts w:hint="cs"/>
          <w:cs/>
          <w:lang w:bidi="hi-IN"/>
        </w:rPr>
        <w:t>के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लिऐ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टाइप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कराया।</w:t>
      </w:r>
      <w:r w:rsidRPr="002657C0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11.6.2018</w:t>
      </w:r>
    </w:p>
    <w:p w:rsidR="007D28FD" w:rsidRPr="00F21128" w:rsidRDefault="007D28FD" w:rsidP="00572D05">
      <w:pPr>
        <w:pStyle w:val="libNormal"/>
        <w:ind w:firstLine="0"/>
        <w:rPr>
          <w:rFonts w:hint="cs"/>
          <w:lang w:bidi="hi-IN"/>
        </w:rPr>
      </w:pPr>
    </w:p>
    <w:sectPr w:rsidR="007D28FD" w:rsidRPr="00F21128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9CB" w:rsidRDefault="00F619CB" w:rsidP="008B7801">
      <w:pPr>
        <w:spacing w:after="0" w:line="240" w:lineRule="auto"/>
      </w:pPr>
      <w:r>
        <w:separator/>
      </w:r>
    </w:p>
  </w:endnote>
  <w:endnote w:type="continuationSeparator" w:id="0">
    <w:p w:rsidR="00F619CB" w:rsidRDefault="00F619CB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1"/>
    <w:family w:val="auto"/>
    <w:pitch w:val="variable"/>
    <w:sig w:usb0="00008000" w:usb1="00000000" w:usb2="00000000" w:usb3="00000000" w:csb0="0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8A" w:rsidRDefault="00FE1D8A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877DD9">
      <w:rPr>
        <w:rFonts w:ascii="SutonnyMJ" w:hAnsi="SutonnyMJ" w:cs="SutonnyMJ"/>
        <w:noProof/>
      </w:rPr>
      <w:t>2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9CB" w:rsidRDefault="00F619CB" w:rsidP="008B7801">
      <w:pPr>
        <w:spacing w:after="0" w:line="240" w:lineRule="auto"/>
      </w:pPr>
      <w:r>
        <w:separator/>
      </w:r>
    </w:p>
  </w:footnote>
  <w:footnote w:type="continuationSeparator" w:id="0">
    <w:p w:rsidR="00F619CB" w:rsidRDefault="00F619CB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34D25"/>
    <w:rsid w:val="00007817"/>
    <w:rsid w:val="00017F8E"/>
    <w:rsid w:val="00041E80"/>
    <w:rsid w:val="00043999"/>
    <w:rsid w:val="000451DA"/>
    <w:rsid w:val="0007490F"/>
    <w:rsid w:val="000821E1"/>
    <w:rsid w:val="000A16E2"/>
    <w:rsid w:val="000A787D"/>
    <w:rsid w:val="000D0FC8"/>
    <w:rsid w:val="000D3139"/>
    <w:rsid w:val="000D641E"/>
    <w:rsid w:val="000E0732"/>
    <w:rsid w:val="000E6001"/>
    <w:rsid w:val="00105A3E"/>
    <w:rsid w:val="00112743"/>
    <w:rsid w:val="00134D25"/>
    <w:rsid w:val="00137658"/>
    <w:rsid w:val="001652D2"/>
    <w:rsid w:val="00166B2A"/>
    <w:rsid w:val="0016774F"/>
    <w:rsid w:val="001829DB"/>
    <w:rsid w:val="001A0CC2"/>
    <w:rsid w:val="001A3437"/>
    <w:rsid w:val="001C49F5"/>
    <w:rsid w:val="001F146E"/>
    <w:rsid w:val="001F5D63"/>
    <w:rsid w:val="001F6D61"/>
    <w:rsid w:val="0020120B"/>
    <w:rsid w:val="00202634"/>
    <w:rsid w:val="00207CEC"/>
    <w:rsid w:val="0021625C"/>
    <w:rsid w:val="002172FF"/>
    <w:rsid w:val="00235071"/>
    <w:rsid w:val="002657C0"/>
    <w:rsid w:val="00266853"/>
    <w:rsid w:val="00275890"/>
    <w:rsid w:val="00277517"/>
    <w:rsid w:val="00280632"/>
    <w:rsid w:val="0028094A"/>
    <w:rsid w:val="0028663A"/>
    <w:rsid w:val="00292BC3"/>
    <w:rsid w:val="00296130"/>
    <w:rsid w:val="002A5FAC"/>
    <w:rsid w:val="002B6ACF"/>
    <w:rsid w:val="002B709B"/>
    <w:rsid w:val="002C1B77"/>
    <w:rsid w:val="002D15B8"/>
    <w:rsid w:val="002D2BC1"/>
    <w:rsid w:val="002D7521"/>
    <w:rsid w:val="002E4766"/>
    <w:rsid w:val="00304CCF"/>
    <w:rsid w:val="003137DA"/>
    <w:rsid w:val="003277AE"/>
    <w:rsid w:val="00327E10"/>
    <w:rsid w:val="00331D48"/>
    <w:rsid w:val="0033697A"/>
    <w:rsid w:val="00376475"/>
    <w:rsid w:val="00385BC7"/>
    <w:rsid w:val="003A1605"/>
    <w:rsid w:val="003A380C"/>
    <w:rsid w:val="003E4BC2"/>
    <w:rsid w:val="003E6793"/>
    <w:rsid w:val="003F7295"/>
    <w:rsid w:val="00406D51"/>
    <w:rsid w:val="00466FB5"/>
    <w:rsid w:val="0048150F"/>
    <w:rsid w:val="00495B54"/>
    <w:rsid w:val="004A56BA"/>
    <w:rsid w:val="004C57A4"/>
    <w:rsid w:val="004D6143"/>
    <w:rsid w:val="004D783B"/>
    <w:rsid w:val="004E1F6D"/>
    <w:rsid w:val="004E6557"/>
    <w:rsid w:val="004E710D"/>
    <w:rsid w:val="004F23D3"/>
    <w:rsid w:val="00506800"/>
    <w:rsid w:val="0053165C"/>
    <w:rsid w:val="005337F7"/>
    <w:rsid w:val="00544132"/>
    <w:rsid w:val="00553605"/>
    <w:rsid w:val="0056112A"/>
    <w:rsid w:val="00572D05"/>
    <w:rsid w:val="00580F04"/>
    <w:rsid w:val="00581C01"/>
    <w:rsid w:val="005828B7"/>
    <w:rsid w:val="00584195"/>
    <w:rsid w:val="005862E0"/>
    <w:rsid w:val="00593844"/>
    <w:rsid w:val="0059796A"/>
    <w:rsid w:val="005A0878"/>
    <w:rsid w:val="005B0FBC"/>
    <w:rsid w:val="005B2471"/>
    <w:rsid w:val="005B568F"/>
    <w:rsid w:val="005B7D24"/>
    <w:rsid w:val="005D2D86"/>
    <w:rsid w:val="005D3333"/>
    <w:rsid w:val="005E1043"/>
    <w:rsid w:val="0061174D"/>
    <w:rsid w:val="00623DC1"/>
    <w:rsid w:val="00641F16"/>
    <w:rsid w:val="00650534"/>
    <w:rsid w:val="00663BEC"/>
    <w:rsid w:val="006746F0"/>
    <w:rsid w:val="006877F6"/>
    <w:rsid w:val="00690232"/>
    <w:rsid w:val="00690B60"/>
    <w:rsid w:val="006A5305"/>
    <w:rsid w:val="006B240B"/>
    <w:rsid w:val="006C230E"/>
    <w:rsid w:val="006D197A"/>
    <w:rsid w:val="006F73E6"/>
    <w:rsid w:val="0070563E"/>
    <w:rsid w:val="00707890"/>
    <w:rsid w:val="0071325E"/>
    <w:rsid w:val="00714388"/>
    <w:rsid w:val="007243F7"/>
    <w:rsid w:val="00733E6E"/>
    <w:rsid w:val="0075520E"/>
    <w:rsid w:val="0076100E"/>
    <w:rsid w:val="00763E61"/>
    <w:rsid w:val="007719FE"/>
    <w:rsid w:val="00776659"/>
    <w:rsid w:val="00780F9A"/>
    <w:rsid w:val="007A740B"/>
    <w:rsid w:val="007B649B"/>
    <w:rsid w:val="007C711A"/>
    <w:rsid w:val="007D0C93"/>
    <w:rsid w:val="007D28FD"/>
    <w:rsid w:val="007E3A6A"/>
    <w:rsid w:val="00840C16"/>
    <w:rsid w:val="00851A0E"/>
    <w:rsid w:val="008521C9"/>
    <w:rsid w:val="00870944"/>
    <w:rsid w:val="008715EA"/>
    <w:rsid w:val="00875EBE"/>
    <w:rsid w:val="00877DD9"/>
    <w:rsid w:val="00884972"/>
    <w:rsid w:val="008A5A1E"/>
    <w:rsid w:val="008B7801"/>
    <w:rsid w:val="008C77D1"/>
    <w:rsid w:val="008D4279"/>
    <w:rsid w:val="008D4310"/>
    <w:rsid w:val="008D6263"/>
    <w:rsid w:val="008E5C68"/>
    <w:rsid w:val="008E7A39"/>
    <w:rsid w:val="008F0D7B"/>
    <w:rsid w:val="008F3D9F"/>
    <w:rsid w:val="009117EC"/>
    <w:rsid w:val="00932A77"/>
    <w:rsid w:val="00934323"/>
    <w:rsid w:val="0094613E"/>
    <w:rsid w:val="0094696C"/>
    <w:rsid w:val="00961F33"/>
    <w:rsid w:val="00976CDC"/>
    <w:rsid w:val="00991F81"/>
    <w:rsid w:val="00992F23"/>
    <w:rsid w:val="009C78F4"/>
    <w:rsid w:val="009D4796"/>
    <w:rsid w:val="00A069B8"/>
    <w:rsid w:val="00A07514"/>
    <w:rsid w:val="00A07CA6"/>
    <w:rsid w:val="00A2744B"/>
    <w:rsid w:val="00A32F52"/>
    <w:rsid w:val="00A357FF"/>
    <w:rsid w:val="00A369A4"/>
    <w:rsid w:val="00A455D0"/>
    <w:rsid w:val="00A51522"/>
    <w:rsid w:val="00A555DC"/>
    <w:rsid w:val="00A560EA"/>
    <w:rsid w:val="00A62D76"/>
    <w:rsid w:val="00A73C64"/>
    <w:rsid w:val="00A77675"/>
    <w:rsid w:val="00A77932"/>
    <w:rsid w:val="00A82FC6"/>
    <w:rsid w:val="00A9511C"/>
    <w:rsid w:val="00AA7385"/>
    <w:rsid w:val="00AB18E8"/>
    <w:rsid w:val="00AB6543"/>
    <w:rsid w:val="00B12C60"/>
    <w:rsid w:val="00B20611"/>
    <w:rsid w:val="00B22407"/>
    <w:rsid w:val="00B3251F"/>
    <w:rsid w:val="00B34C00"/>
    <w:rsid w:val="00B72F9C"/>
    <w:rsid w:val="00BA3A6E"/>
    <w:rsid w:val="00BC4A6D"/>
    <w:rsid w:val="00BD2034"/>
    <w:rsid w:val="00BE1409"/>
    <w:rsid w:val="00BE360D"/>
    <w:rsid w:val="00C2470C"/>
    <w:rsid w:val="00C25C33"/>
    <w:rsid w:val="00C303C9"/>
    <w:rsid w:val="00C332AE"/>
    <w:rsid w:val="00C436E2"/>
    <w:rsid w:val="00C43F9B"/>
    <w:rsid w:val="00C53098"/>
    <w:rsid w:val="00C539D3"/>
    <w:rsid w:val="00C56204"/>
    <w:rsid w:val="00C60BAA"/>
    <w:rsid w:val="00C747C4"/>
    <w:rsid w:val="00C966ED"/>
    <w:rsid w:val="00CA0F1B"/>
    <w:rsid w:val="00CB1DE2"/>
    <w:rsid w:val="00CB2CAE"/>
    <w:rsid w:val="00CC48FE"/>
    <w:rsid w:val="00CD6645"/>
    <w:rsid w:val="00CE088A"/>
    <w:rsid w:val="00CE09E4"/>
    <w:rsid w:val="00CE5C16"/>
    <w:rsid w:val="00CF7EA6"/>
    <w:rsid w:val="00D02065"/>
    <w:rsid w:val="00D27FD3"/>
    <w:rsid w:val="00D44DB1"/>
    <w:rsid w:val="00D450D2"/>
    <w:rsid w:val="00D457C0"/>
    <w:rsid w:val="00D667D5"/>
    <w:rsid w:val="00D7533E"/>
    <w:rsid w:val="00D822B6"/>
    <w:rsid w:val="00D94704"/>
    <w:rsid w:val="00D970EB"/>
    <w:rsid w:val="00DA0646"/>
    <w:rsid w:val="00DA5618"/>
    <w:rsid w:val="00DB0CD5"/>
    <w:rsid w:val="00DB38D1"/>
    <w:rsid w:val="00DD52E9"/>
    <w:rsid w:val="00DD788E"/>
    <w:rsid w:val="00DD7EF1"/>
    <w:rsid w:val="00DE13E6"/>
    <w:rsid w:val="00DE7D70"/>
    <w:rsid w:val="00DF0DAD"/>
    <w:rsid w:val="00DF1559"/>
    <w:rsid w:val="00E01BC5"/>
    <w:rsid w:val="00E20E35"/>
    <w:rsid w:val="00E21BCB"/>
    <w:rsid w:val="00E2613F"/>
    <w:rsid w:val="00E30987"/>
    <w:rsid w:val="00E32589"/>
    <w:rsid w:val="00E33510"/>
    <w:rsid w:val="00E35DBB"/>
    <w:rsid w:val="00E400A5"/>
    <w:rsid w:val="00E51F4C"/>
    <w:rsid w:val="00E52113"/>
    <w:rsid w:val="00E61F44"/>
    <w:rsid w:val="00E82A24"/>
    <w:rsid w:val="00E84EB1"/>
    <w:rsid w:val="00E9343A"/>
    <w:rsid w:val="00EA6470"/>
    <w:rsid w:val="00EB08B0"/>
    <w:rsid w:val="00EB136D"/>
    <w:rsid w:val="00EB1BF3"/>
    <w:rsid w:val="00EC4B61"/>
    <w:rsid w:val="00EC59F9"/>
    <w:rsid w:val="00ED0C42"/>
    <w:rsid w:val="00F0394E"/>
    <w:rsid w:val="00F11A1C"/>
    <w:rsid w:val="00F20557"/>
    <w:rsid w:val="00F21128"/>
    <w:rsid w:val="00F2413E"/>
    <w:rsid w:val="00F25523"/>
    <w:rsid w:val="00F25B39"/>
    <w:rsid w:val="00F46E01"/>
    <w:rsid w:val="00F525D6"/>
    <w:rsid w:val="00F5263F"/>
    <w:rsid w:val="00F538E3"/>
    <w:rsid w:val="00F578A8"/>
    <w:rsid w:val="00F619CB"/>
    <w:rsid w:val="00F74171"/>
    <w:rsid w:val="00F82475"/>
    <w:rsid w:val="00F860D8"/>
    <w:rsid w:val="00F91E16"/>
    <w:rsid w:val="00FA2BBB"/>
    <w:rsid w:val="00FB3623"/>
    <w:rsid w:val="00FD2E0A"/>
    <w:rsid w:val="00FE1D8A"/>
    <w:rsid w:val="00FF4EDF"/>
    <w:rsid w:val="00FF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714388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714388"/>
    <w:rPr>
      <w:rFonts w:ascii="Mangal" w:hAnsi="Mangal" w:cs="Mangal"/>
      <w:color w:val="000000"/>
      <w:sz w:val="28"/>
      <w:szCs w:val="28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qavi\Desktop\hindi_templ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1461A-89F9-41A5-BEE1-2EF14864A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hindi_templet</Template>
  <TotalTime>2</TotalTime>
  <Pages>331</Pages>
  <Words>51082</Words>
  <Characters>291169</Characters>
  <Application>Microsoft Office Word</Application>
  <DocSecurity>0</DocSecurity>
  <Lines>2426</Lines>
  <Paragraphs>683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341568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2018-06-11T18:19:00Z</cp:lastPrinted>
  <dcterms:created xsi:type="dcterms:W3CDTF">2018-06-11T18:24:00Z</dcterms:created>
  <dcterms:modified xsi:type="dcterms:W3CDTF">2018-06-11T18:24:00Z</dcterms:modified>
</cp:coreProperties>
</file>