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DEC" w:rsidRPr="00C83D59" w:rsidRDefault="00D25DEC" w:rsidP="007851E6">
      <w:pPr>
        <w:pStyle w:val="Heading1Center"/>
      </w:pPr>
      <w:bookmarkStart w:id="0" w:name="_Toc445020182"/>
      <w:r w:rsidRPr="00D25DEC">
        <w:rPr>
          <w:rFonts w:hint="cs"/>
          <w:cs/>
          <w:lang w:bidi="hi-IN"/>
        </w:rPr>
        <w:t>पैग़म्बर</w:t>
      </w:r>
      <w:r w:rsidRPr="00D25DEC">
        <w:rPr>
          <w:rtl/>
          <w:cs/>
        </w:rPr>
        <w:t xml:space="preserve"> </w:t>
      </w:r>
      <w:r w:rsidR="00C83D59">
        <w:t>(</w:t>
      </w:r>
      <w:r w:rsidRPr="00D25DEC">
        <w:rPr>
          <w:rFonts w:hint="cs"/>
          <w:cs/>
          <w:lang w:bidi="hi-IN"/>
        </w:rPr>
        <w:t>स</w:t>
      </w:r>
      <w:r w:rsidR="00C83D59">
        <w:t>)</w:t>
      </w:r>
      <w:r w:rsidRPr="00D25DEC">
        <w:rPr>
          <w:rtl/>
          <w:cs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rtl/>
          <w:cs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rtl/>
          <w:cs/>
        </w:rPr>
        <w:t xml:space="preserve"> </w:t>
      </w:r>
      <w:r w:rsidRPr="00D25DEC">
        <w:rPr>
          <w:rFonts w:hint="cs"/>
          <w:cs/>
          <w:lang w:bidi="hi-IN"/>
        </w:rPr>
        <w:t>कौन</w:t>
      </w:r>
      <w:r w:rsidRPr="00D25DEC">
        <w:rPr>
          <w:rtl/>
          <w:cs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>?</w:t>
      </w:r>
      <w:bookmarkEnd w:id="0"/>
    </w:p>
    <w:p w:rsidR="00D25DEC" w:rsidRPr="007851E6" w:rsidRDefault="00D25DEC" w:rsidP="007851E6">
      <w:pPr>
        <w:pStyle w:val="libCenterBold1"/>
      </w:pPr>
      <w:r w:rsidRPr="007851E6">
        <w:rPr>
          <w:rFonts w:hint="cs"/>
          <w:cs/>
          <w:lang w:bidi="hi-IN"/>
        </w:rPr>
        <w:t>लेखक</w:t>
      </w:r>
      <w:r w:rsidRPr="007851E6">
        <w:rPr>
          <w:cs/>
          <w:lang w:bidi="hi-IN"/>
        </w:rPr>
        <w:t xml:space="preserve">: </w:t>
      </w:r>
      <w:r w:rsidRPr="007851E6">
        <w:rPr>
          <w:cs/>
          <w:lang w:bidi="hi-IN"/>
        </w:rPr>
        <w:tab/>
      </w:r>
      <w:r w:rsidRPr="007851E6">
        <w:rPr>
          <w:rFonts w:hint="cs"/>
          <w:cs/>
          <w:lang w:bidi="hi-IN"/>
        </w:rPr>
        <w:t>आयतुल्लाह</w:t>
      </w:r>
      <w:r w:rsidRPr="007851E6">
        <w:rPr>
          <w:cs/>
          <w:lang w:bidi="hi-IN"/>
        </w:rPr>
        <w:t xml:space="preserve"> </w:t>
      </w:r>
      <w:r w:rsidRPr="007851E6">
        <w:rPr>
          <w:rFonts w:hint="cs"/>
          <w:cs/>
          <w:lang w:bidi="hi-IN"/>
        </w:rPr>
        <w:t>सैय्यद</w:t>
      </w:r>
      <w:r w:rsidRPr="007851E6">
        <w:rPr>
          <w:cs/>
          <w:lang w:bidi="hi-IN"/>
        </w:rPr>
        <w:t xml:space="preserve"> </w:t>
      </w:r>
      <w:r w:rsidRPr="007851E6">
        <w:rPr>
          <w:rFonts w:hint="cs"/>
          <w:cs/>
          <w:lang w:bidi="hi-IN"/>
        </w:rPr>
        <w:t>अली</w:t>
      </w:r>
      <w:r w:rsidRPr="007851E6">
        <w:rPr>
          <w:cs/>
          <w:lang w:bidi="hi-IN"/>
        </w:rPr>
        <w:t xml:space="preserve"> </w:t>
      </w:r>
      <w:r w:rsidRPr="007851E6">
        <w:rPr>
          <w:rFonts w:hint="cs"/>
          <w:cs/>
          <w:lang w:bidi="hi-IN"/>
        </w:rPr>
        <w:t>हुसैनी</w:t>
      </w:r>
      <w:r w:rsidRPr="007851E6">
        <w:rPr>
          <w:cs/>
          <w:lang w:bidi="hi-IN"/>
        </w:rPr>
        <w:t xml:space="preserve"> </w:t>
      </w:r>
      <w:r w:rsidRPr="007851E6">
        <w:rPr>
          <w:rFonts w:hint="cs"/>
          <w:cs/>
          <w:lang w:bidi="hi-IN"/>
        </w:rPr>
        <w:t>मीलानी</w:t>
      </w:r>
      <w:r w:rsidRPr="007851E6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7851E6">
        <w:rPr>
          <w:rFonts w:hint="cs"/>
          <w:cs/>
          <w:lang w:bidi="hi-IN"/>
        </w:rPr>
        <w:t>दामत</w:t>
      </w:r>
      <w:r w:rsidRPr="007851E6">
        <w:rPr>
          <w:cs/>
          <w:lang w:bidi="hi-IN"/>
        </w:rPr>
        <w:t xml:space="preserve"> </w:t>
      </w:r>
      <w:r w:rsidRPr="007851E6">
        <w:rPr>
          <w:rFonts w:hint="cs"/>
          <w:cs/>
          <w:lang w:bidi="hi-IN"/>
        </w:rPr>
        <w:t>बरकातुहु</w:t>
      </w:r>
      <w:r w:rsidR="00C83D59">
        <w:rPr>
          <w:cs/>
          <w:lang w:bidi="hi-IN"/>
        </w:rPr>
        <w:t>)</w:t>
      </w:r>
    </w:p>
    <w:p w:rsidR="00D25DEC" w:rsidRPr="007851E6" w:rsidRDefault="00D25DEC" w:rsidP="007851E6">
      <w:pPr>
        <w:pStyle w:val="libCenter"/>
      </w:pPr>
      <w:r w:rsidRPr="007851E6">
        <w:rPr>
          <w:rFonts w:hint="cs"/>
          <w:cs/>
          <w:lang w:bidi="hi-IN"/>
        </w:rPr>
        <w:t>हिन्दी</w:t>
      </w:r>
      <w:r w:rsidRPr="007851E6">
        <w:rPr>
          <w:cs/>
          <w:lang w:bidi="hi-IN"/>
        </w:rPr>
        <w:t xml:space="preserve"> </w:t>
      </w:r>
      <w:r w:rsidRPr="007851E6">
        <w:rPr>
          <w:rFonts w:hint="cs"/>
          <w:cs/>
          <w:lang w:bidi="hi-IN"/>
        </w:rPr>
        <w:t>अनुवाद</w:t>
      </w:r>
      <w:r w:rsidRPr="007851E6">
        <w:rPr>
          <w:cs/>
          <w:lang w:bidi="hi-IN"/>
        </w:rPr>
        <w:t xml:space="preserve">: </w:t>
      </w:r>
      <w:r w:rsidRPr="007851E6">
        <w:rPr>
          <w:cs/>
          <w:lang w:bidi="hi-IN"/>
        </w:rPr>
        <w:tab/>
      </w:r>
      <w:r w:rsidRPr="007851E6">
        <w:rPr>
          <w:rFonts w:hint="cs"/>
          <w:cs/>
          <w:lang w:bidi="hi-IN"/>
        </w:rPr>
        <w:t>सैय्यद</w:t>
      </w:r>
      <w:r w:rsidRPr="007851E6">
        <w:rPr>
          <w:cs/>
          <w:lang w:bidi="hi-IN"/>
        </w:rPr>
        <w:t xml:space="preserve"> </w:t>
      </w:r>
      <w:r w:rsidRPr="007851E6">
        <w:rPr>
          <w:rFonts w:hint="cs"/>
          <w:cs/>
          <w:lang w:bidi="hi-IN"/>
        </w:rPr>
        <w:t>एजाज़</w:t>
      </w:r>
      <w:r w:rsidRPr="007851E6">
        <w:rPr>
          <w:cs/>
          <w:lang w:bidi="hi-IN"/>
        </w:rPr>
        <w:t xml:space="preserve"> </w:t>
      </w:r>
      <w:r w:rsidRPr="007851E6">
        <w:rPr>
          <w:rFonts w:hint="cs"/>
          <w:cs/>
          <w:lang w:bidi="hi-IN"/>
        </w:rPr>
        <w:t>हुसैन</w:t>
      </w:r>
      <w:r w:rsidRPr="007851E6">
        <w:rPr>
          <w:cs/>
          <w:lang w:bidi="hi-IN"/>
        </w:rPr>
        <w:t xml:space="preserve"> </w:t>
      </w:r>
      <w:r w:rsidRPr="007851E6">
        <w:rPr>
          <w:rFonts w:hint="cs"/>
          <w:cs/>
          <w:lang w:bidi="hi-IN"/>
        </w:rPr>
        <w:t>मूसवी</w:t>
      </w:r>
    </w:p>
    <w:p w:rsidR="007851E6" w:rsidRPr="007851E6" w:rsidRDefault="007851E6" w:rsidP="007851E6">
      <w:pPr>
        <w:pStyle w:val="libCenterBold2"/>
        <w:rPr>
          <w:cs/>
          <w:lang w:bidi="hi-IN"/>
        </w:rPr>
      </w:pPr>
      <w:r w:rsidRPr="007851E6">
        <w:rPr>
          <w:rFonts w:hint="cs"/>
          <w:cs/>
          <w:lang w:bidi="hi-IN"/>
        </w:rPr>
        <w:t>अलहसनैन इस्लामी नैटवर्क</w:t>
      </w:r>
    </w:p>
    <w:p w:rsidR="007851E6" w:rsidRPr="00C83D59" w:rsidRDefault="007851E6" w:rsidP="00C83D59">
      <w:pPr>
        <w:rPr>
          <w:cs/>
        </w:rPr>
      </w:pPr>
      <w:r>
        <w:rPr>
          <w:cs/>
          <w:lang w:bidi="hi-IN"/>
        </w:rPr>
        <w:br w:type="page"/>
      </w:r>
    </w:p>
    <w:p w:rsidR="00D25DEC" w:rsidRPr="007851E6" w:rsidRDefault="00D25DEC" w:rsidP="007851E6">
      <w:pPr>
        <w:pStyle w:val="Heading1"/>
      </w:pPr>
      <w:bookmarkStart w:id="1" w:name="_Toc445020183"/>
      <w:r w:rsidRPr="00D25DEC">
        <w:rPr>
          <w:rFonts w:hint="cs"/>
          <w:cs/>
          <w:lang w:bidi="hi-IN"/>
        </w:rPr>
        <w:lastRenderedPageBreak/>
        <w:t>प्राक्कथन</w:t>
      </w:r>
      <w:bookmarkEnd w:id="1"/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 xml:space="preserve">.... </w:t>
      </w: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अंतिम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सम्पूर्ण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धर्म</w:t>
      </w:r>
      <w:r w:rsidRPr="00C83D59">
        <w:t xml:space="preserve">, </w:t>
      </w:r>
      <w:r w:rsidRPr="00D25DEC">
        <w:rPr>
          <w:rFonts w:hint="cs"/>
          <w:cs/>
          <w:lang w:bidi="hi-IN"/>
        </w:rPr>
        <w:t>आख़िरी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मुहम्मद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मुस्तफ़ा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भेजे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वासियों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विधान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संदेश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पहुचाने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सिलसिला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नबूवत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हमेशा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मक्का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शहर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फूला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संदेश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वाहक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मुहम्मद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मुस्तफ़ा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वफ़ादार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तेइस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वर्षों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कड़ी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मेहनत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अंथक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प्रयत्नों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पूरे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अरब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जगत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फैल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गया।</w:t>
      </w:r>
    </w:p>
    <w:p w:rsidR="00D25DEC" w:rsidRPr="00E46C78" w:rsidRDefault="00D25DEC" w:rsidP="00D25DEC">
      <w:pPr>
        <w:pStyle w:val="libNormal"/>
        <w:rPr>
          <w:cs/>
          <w:lang w:bidi="hi-IN"/>
        </w:rPr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आगे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बढ़ाने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हिज्जा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अठ्ठारह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तारीख़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C83D59">
        <w:t xml:space="preserve">, </w:t>
      </w:r>
      <w:r w:rsidRPr="00D25DEC">
        <w:rPr>
          <w:rFonts w:hint="cs"/>
          <w:cs/>
          <w:lang w:bidi="hi-IN"/>
        </w:rPr>
        <w:t>ग़दीरे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मैदान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मुसलमानों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सभा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संदेशानुसार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मुहम्मद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मुस्तफ़ा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ऐलान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भक्तों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सम्पूर्ण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पसंदीदा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घोषित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काफ़िर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मुशरिक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मायूस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गये।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ज़्यादा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गुज़रा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पैग़म्बर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मुहम्मद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मुस्तफ़ा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आसपास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प्लान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साज़िश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तहत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वफ़ात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C83D59">
        <w:t xml:space="preserve">, </w:t>
      </w:r>
      <w:r w:rsidRPr="00D25DEC">
        <w:rPr>
          <w:rFonts w:hint="cs"/>
          <w:cs/>
          <w:lang w:bidi="hi-IN"/>
        </w:rPr>
        <w:t>मार्गदर्शन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हिदायत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रास्ते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मुंह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इल्म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शहर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दरवाज़े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करके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मुसलमानों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भटकने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छोड़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हुकूमत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पैग़म्बर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मुहम्मद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मुस्तफ़ा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हदीसें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गढ़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C83D59">
        <w:t xml:space="preserve">,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शैतानी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शंकाएं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उत्पन्न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करके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वास्तविकताओं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C83D59">
        <w:t xml:space="preserve">,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चमकते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सूरज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चमक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उन्हे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शंका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पीछे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छुपा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स्पष्ट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साज़िशों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बावजूद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वास्तविकताएं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पैग़म्बरे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मुहम्मद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मुस्तफ़ा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अमुल्य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अइम्मा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मासूमीन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अलैहिमुस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नबी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वफ़ादार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सहाबियों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इतिहास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बाक़ी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हर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ज़माने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सूरत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प्रकट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रहीं।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मुआरिफ़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करके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दो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मुनाफ़ेक़त</w:t>
      </w:r>
      <w:r w:rsidRPr="00C83D59">
        <w:t xml:space="preserve">, </w:t>
      </w:r>
      <w:r w:rsidRPr="00D25DEC">
        <w:rPr>
          <w:rFonts w:hint="cs"/>
          <w:cs/>
          <w:lang w:bidi="hi-IN"/>
        </w:rPr>
        <w:t>शैतानी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बहकावों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विरोधियों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जवाब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हक़ीक़त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सामने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नूरानी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चेहरा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शैख़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मुफ़ीद</w:t>
      </w:r>
      <w:r w:rsidRPr="00C83D59">
        <w:t xml:space="preserve">, </w:t>
      </w:r>
      <w:r w:rsidRPr="00D25DEC">
        <w:rPr>
          <w:rFonts w:hint="cs"/>
          <w:cs/>
          <w:lang w:bidi="hi-IN"/>
        </w:rPr>
        <w:t>सैय्यद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मुर्तज़ा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शैख़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तूसी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ख़्वाजा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नसीरुद्दीन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तूसी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अल्लामा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हिल्ली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क़ाज़ी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नूरूल्लाह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शूसतरी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मीर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हामिद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हुसैन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हिन्दी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सैय्यद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शरफ़ुद्दीन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आमुली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अल्लामा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आदि</w:t>
      </w:r>
      <w:r w:rsidRPr="00D25DEC">
        <w:rPr>
          <w:cs/>
          <w:lang w:bidi="hi-IN"/>
        </w:rPr>
        <w:t xml:space="preserve"> ...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सितारों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चमकते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समुदाय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वास्तविकता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रक्षा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ज़बान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क़लम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शोध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ऐतेराज़ों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आपत्तियों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हमारे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ज़माने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बुद्धिजीवि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विचारक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सरल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क़लम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अच्छे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पवित्र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वास्तविकता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वर्णन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विलायत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रक्षा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आलिमाना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अंदाज़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अनुसंधानकर्ता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आयतुल्लाह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सैय्यद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हुसैनी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मीलानी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इस्लामी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वास्तविकता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केन्द्र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गर्व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शोधकर्ता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क़ीमती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प्रोग्राम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हिस्सा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शोध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अनुवाद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छात्रों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पढ़े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वास्तविकता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हाथों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पहुचाया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लेखक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हिन्दी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अनुवाद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हिन्दी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भाषी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अध्धयन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वास्तविकता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हमे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आशा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ज़माना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बक़ीय्यतुल्लाहिल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आज़म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अज्जल्लाहो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तआला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फ़रजहुश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शरीफ़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प्रसन्नता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पसंद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बनेगी।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इस्लामी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वास्तविकता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केन्द्र</w:t>
      </w:r>
    </w:p>
    <w:p w:rsidR="001B0E59" w:rsidRDefault="001B0E59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</w:pPr>
      <w:bookmarkStart w:id="2" w:name="_Toc445020184"/>
      <w:r>
        <w:rPr>
          <w:cs/>
          <w:lang w:bidi="hi-IN"/>
        </w:rPr>
        <w:br w:type="page"/>
      </w:r>
    </w:p>
    <w:p w:rsidR="00D25DEC" w:rsidRPr="007851E6" w:rsidRDefault="00D25DEC" w:rsidP="007851E6">
      <w:pPr>
        <w:pStyle w:val="Heading1"/>
      </w:pPr>
      <w:r w:rsidRPr="00D25DEC">
        <w:rPr>
          <w:rFonts w:hint="cs"/>
          <w:cs/>
          <w:lang w:bidi="hi-IN"/>
        </w:rPr>
        <w:lastRenderedPageBreak/>
        <w:t>प्रस्तावना</w:t>
      </w:r>
      <w:bookmarkEnd w:id="2"/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बिस्मिल्लाहिर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रहमानिर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रहीम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अलहम्दु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लिल्लाहि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रब्बिल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आलमीन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सलातु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सलामु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मुहम्मदिन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ताहिरीन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लानतुल्लाहि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आदाइहिम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अजमईन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मिनल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अव्वालीना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आख़िरीन।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मसले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अशरी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दृष्टिकोण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भिन्नता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E46C78" w:rsidRDefault="00D25DEC" w:rsidP="00D25DEC">
      <w:pPr>
        <w:pStyle w:val="libNormal"/>
        <w:rPr>
          <w:rFonts w:hint="cs"/>
          <w:lang w:bidi="hi-IN"/>
        </w:rPr>
      </w:pP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अशरी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नबूवत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मार्ग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आगे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बढ़ाना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ईशदूत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चुनाव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चुनाव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अधिकार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सरोकार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E46C78" w:rsidP="00D25DEC">
      <w:pPr>
        <w:pStyle w:val="libNormal"/>
      </w:pPr>
      <w:r>
        <w:rPr>
          <w:rFonts w:hint="cs"/>
          <w:cs/>
          <w:lang w:bidi="hi-IN"/>
        </w:rPr>
        <w:t>(आप इस किताब को अलहसनैन इस्लामी नैटवर्क पर पढ़ रहे है।)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नायब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चुनाव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इख़्तेयार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इसी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बुनियाद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शर्तों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अनिवार्य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समझतें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अंदर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प्रतिनिधित्व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सलाहियत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आयेगी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ईशदूत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चुनाव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शर्तें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अत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दिशाएं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होगीं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धार्मिक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सिद्धातों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उसूलों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आधारित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नतीजे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पहुच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क्यों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मूलभूत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आधारों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छोड़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शर्तों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योग्ताओं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जिन्हे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सूरत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जायेगी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रास्ता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बचेगा।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पवित्र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क़ुरआन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ओर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अक़्ली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मौजूद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जबकि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तीसरी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अलावा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मौजूद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सामने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महत्वपूर्ण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धार्मिक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मसले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शंकाओं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निवारण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वास्तविकता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खोजकर्ताओं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शोधकर्ताओं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रास्ता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दिखाया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C83D59" w:rsidP="00D25DEC">
      <w:pPr>
        <w:pStyle w:val="libNormal"/>
      </w:pPr>
      <w:r>
        <w:rPr>
          <w:cs/>
          <w:lang w:bidi="hi-IN"/>
        </w:rPr>
        <w:t>(</w:t>
      </w:r>
      <w:r w:rsidR="00D25DEC" w:rsidRPr="00D25DEC"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>)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सैय्यद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अली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हुसैनी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मीलानी</w:t>
      </w:r>
      <w:r w:rsidR="00D25DEC" w:rsidRPr="00D25DEC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="00D25DEC" w:rsidRPr="00D25DEC">
        <w:rPr>
          <w:rFonts w:hint="cs"/>
          <w:cs/>
          <w:lang w:bidi="hi-IN"/>
        </w:rPr>
        <w:t>दामत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बरकातुहु</w:t>
      </w:r>
      <w:r>
        <w:rPr>
          <w:cs/>
          <w:lang w:bidi="hi-IN"/>
        </w:rPr>
        <w:t>)</w:t>
      </w:r>
    </w:p>
    <w:p w:rsidR="00D25DEC" w:rsidRPr="00C83D59" w:rsidRDefault="00D25DEC" w:rsidP="00D25DEC">
      <w:pPr>
        <w:pStyle w:val="libNormal"/>
      </w:pPr>
    </w:p>
    <w:p w:rsidR="007851E6" w:rsidRPr="00C83D59" w:rsidRDefault="007851E6" w:rsidP="00C83D59">
      <w:pPr>
        <w:rPr>
          <w:cs/>
        </w:rPr>
      </w:pPr>
      <w:r>
        <w:rPr>
          <w:cs/>
          <w:lang w:bidi="hi-IN"/>
        </w:rPr>
        <w:br w:type="page"/>
      </w:r>
    </w:p>
    <w:p w:rsidR="00D25DEC" w:rsidRPr="007851E6" w:rsidRDefault="00D25DEC" w:rsidP="007851E6">
      <w:pPr>
        <w:pStyle w:val="Heading1"/>
      </w:pPr>
      <w:bookmarkStart w:id="3" w:name="_Toc445020185"/>
      <w:r w:rsidRPr="00D25DEC">
        <w:rPr>
          <w:rFonts w:hint="cs"/>
          <w:cs/>
          <w:lang w:bidi="hi-IN"/>
        </w:rPr>
        <w:lastRenderedPageBreak/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भाग</w:t>
      </w:r>
      <w:bookmarkEnd w:id="3"/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ईशदूत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जानशीन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अनिवार्यता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आवश्यकता</w:t>
      </w:r>
      <w:r w:rsidRPr="00C83D59">
        <w:t>?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शीर्षक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आरम्भ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प्रश्न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करेगें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नायब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आवश्यक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ज़रुरी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देगें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पूरी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उम्मत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पैग़म्बरे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आवश्यक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ज़रूरी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बुद्धिजीवियों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कथन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ज़ाहिर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बल्कि</w:t>
      </w:r>
      <w:r w:rsidR="00055292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स्पष्ट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उदाहरण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हाफ़िज़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अंदुलुसी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फ़ेसल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अहवाए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मेलले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اتفق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جمیع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فرق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اھل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السنۃ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جمیع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فرق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الشیعۃ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جمیع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المرجئۃ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جمیع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الخوارج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علی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وجوب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الامامۃ۔</w:t>
      </w:r>
      <w:r w:rsidR="00055292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समुदाय</w:t>
      </w:r>
      <w:r w:rsidRPr="00C83D59">
        <w:t xml:space="preserve">, </w:t>
      </w:r>
      <w:r w:rsidRPr="00D25DEC">
        <w:rPr>
          <w:rFonts w:hint="cs"/>
          <w:cs/>
          <w:lang w:bidi="hi-IN"/>
        </w:rPr>
        <w:t>शियों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फ़िरक़े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सारे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मुरजेया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ख़वारिज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फ़िरक़े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आवश्यक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ज़रूरी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भिन्नता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रसूल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चाहिये।</w:t>
      </w:r>
    </w:p>
    <w:p w:rsidR="00D25DEC" w:rsidRPr="00C83D59" w:rsidRDefault="00D25DEC" w:rsidP="00D25DEC">
      <w:pPr>
        <w:pStyle w:val="libNormal"/>
      </w:pPr>
    </w:p>
    <w:p w:rsidR="00D25DEC" w:rsidRPr="007851E6" w:rsidRDefault="00D25DEC" w:rsidP="007851E6">
      <w:pPr>
        <w:pStyle w:val="Heading2"/>
      </w:pPr>
      <w:bookmarkStart w:id="4" w:name="_Toc445020186"/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7851E6">
        <w:t>?</w:t>
      </w:r>
      <w:bookmarkEnd w:id="4"/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बुद्धिजीवियों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तारीफ़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الامامۃ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ھی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الرئاسۃ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العامۃ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فی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جمیع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امور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الدین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والدنیا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نیابۃ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عن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رسول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اللہ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صلی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اللہ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علیہ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وآلہ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وسلم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  <w:r w:rsidRPr="00D25DEC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इमामत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रसूल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दुनिया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प्रभुत्व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सत्ता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="00055292">
        <w:rPr>
          <w:cs/>
          <w:lang w:bidi="hi-IN"/>
        </w:rPr>
        <w:t xml:space="preserve"> 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लिहाज़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रसूल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नायब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जानशीन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तमाम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ऊपर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आदेश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पालन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अनिवार्य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अत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तारीफ़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इख़्तिलाफ़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ईशदूत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पैग़म्बर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रिक्त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स्थान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पूर्ति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नबी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अंजाम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बस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फ़र्क़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नायब</w:t>
      </w:r>
      <w:r w:rsidRPr="00C83D59">
        <w:t xml:space="preserve">, </w:t>
      </w:r>
      <w:r w:rsidRPr="00D25DEC">
        <w:rPr>
          <w:rFonts w:hint="cs"/>
          <w:cs/>
          <w:lang w:bidi="hi-IN"/>
        </w:rPr>
        <w:t>नबी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7851E6" w:rsidRDefault="00D25DEC" w:rsidP="007851E6">
      <w:pPr>
        <w:pStyle w:val="Heading2"/>
      </w:pPr>
      <w:bookmarkStart w:id="5" w:name="_Toc445020187"/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दृष्टिकोण</w:t>
      </w:r>
      <w:bookmarkEnd w:id="5"/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तारीफ़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ध्यान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इमाम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इमामत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अशरी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तारीफ़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अक़ीदे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हिस्सा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शुमार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जबकि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सक़ीफ़ा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विचारधारा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पैग़म्बरे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स्वर्गवास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घटनाओं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बहाना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तारीफ़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स्वीकार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बावजूद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तारीफ़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बुनियाद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ईशदूत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निसंदेह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सिवाय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नतीजा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विलायते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तकवीनी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तशरीई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विलायते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तकवीनी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मअना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तआला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आज्ञा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ऐतेबार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शक्ति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अधिकार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ओर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प्राप्त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विलायते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तशरीई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मतलब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दुनिया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मामले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तारीफ़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अम्र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आदेश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मनाही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आदेश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पालन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निसंदेह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दरमियान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इरफ़ान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ओर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झुकाव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दिलचस्बी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तसव्वुफ़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मायल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इमामों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lastRenderedPageBreak/>
        <w:t>(</w:t>
      </w:r>
      <w:r w:rsidRPr="00D25DEC">
        <w:rPr>
          <w:rFonts w:hint="cs"/>
          <w:cs/>
          <w:lang w:bidi="hi-IN"/>
        </w:rPr>
        <w:t>अलैहिमुस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विलायते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तकवीनी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मरतबे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क्यों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मरतबे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वलीयों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बावजूद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वलीयों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शुमार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तीसरा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मरतबा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इमामो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अलैहिमुस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शासन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हुकूमत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क़ानूनों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आदेशों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शासन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हुकूमत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विभागों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विभाग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ऐसा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हुकूमत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वास्तविकता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दोनो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ग़लती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हुकूमत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संभव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हसन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हुकूमत।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अलैहिमुस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ज़माना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अत्याचारी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ज़ालिम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शासनों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जेलों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शिकंजे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हमारा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ज़माना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ग़ैबत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ज़ाहिरी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हुकूमत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अधिकार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हालांकि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बावजूद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सुरक्षित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</w:p>
    <w:p w:rsidR="00D25DEC" w:rsidRPr="007851E6" w:rsidRDefault="00D25DEC" w:rsidP="007851E6">
      <w:pPr>
        <w:pStyle w:val="Heading2"/>
      </w:pPr>
      <w:bookmarkStart w:id="6" w:name="_Toc445020188"/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धार्मिक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सिद्धात</w:t>
      </w:r>
      <w:bookmarkEnd w:id="6"/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इशारा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मसले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ज़्यादा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इख़्तिलाफ़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उनमें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इख़्तिलाफ़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उसूले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फ़ुरू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C83D59">
        <w:t>?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अक़ीदे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उसूले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1.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इसमें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C83D59">
        <w:t xml:space="preserve">, </w:t>
      </w:r>
      <w:r w:rsidRPr="00D25DEC">
        <w:rPr>
          <w:rFonts w:hint="cs"/>
          <w:cs/>
          <w:lang w:bidi="hi-IN"/>
        </w:rPr>
        <w:t>नबी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तारीफ़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स्पष्ट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संदेह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मअना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क्यों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तारीफ़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रसूल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मसला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मतलब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नबूवत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सिलसिले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कड़ी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मासूम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नबूवत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सिलसिले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कड़ी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अक़ीदा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अनिवार्य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शुमार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उसूले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होगा।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2.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दूसरी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धार्मिक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सिद्धातों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आधार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प्रसिद्ध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पैग़म्बरे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ज़िक्र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फ़रमाया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من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مات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لم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یعرف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امام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زمانہ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مات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میتۃ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جاھلیۃ۔</w:t>
      </w:r>
      <w:r w:rsidR="00055292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ज़माने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पहचानता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मौत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जाहिलियत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मौत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रसूले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ख़ुदा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नक़्ल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स्पष्ट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जाहिलियत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मौत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मतलब</w:t>
      </w:r>
      <w:r w:rsidRPr="00C83D59">
        <w:t xml:space="preserve">, </w:t>
      </w:r>
      <w:r w:rsidRPr="00D25DEC">
        <w:rPr>
          <w:rFonts w:hint="cs"/>
          <w:cs/>
          <w:lang w:bidi="hi-IN"/>
        </w:rPr>
        <w:t>क़ुफ़्र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नेफ़ाक़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मौत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जिहालत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कुफ़्र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नेफ़ाक़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निसंदेह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संबंध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मूल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सिद्धातों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फ़ुरू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मसाइल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कुफ़्र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नेफ़ाक़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पहुचाता।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निसंदेह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पढ़े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अफ़राद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निस्बत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मूल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सिद्धात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उसूले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दीन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हिस्सा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उदाहरण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क़ाज़ी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नासिरुद्दीन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बैज़ावी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शुमार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तफ़सीर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प्रसिद्ध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उसूले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लेकिन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अलावा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अकसरियत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मुक़ाबले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क़ायल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फुरु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हालांकि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स्पष्ट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मसले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रुख़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ज़ाहिर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बल्कि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फ़ुरु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लेकिन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वाबजूद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मूल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सिद्धात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उसूले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दीन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साफ़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बहरहाल</w:t>
      </w:r>
      <w:r w:rsidRPr="00C83D59">
        <w:t xml:space="preserve">, </w:t>
      </w:r>
      <w:r w:rsidRPr="00D25DEC">
        <w:rPr>
          <w:rFonts w:hint="cs"/>
          <w:cs/>
          <w:lang w:bidi="hi-IN"/>
        </w:rPr>
        <w:t>चाहे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उसूले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मूल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सिद्धातों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आधार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फ़ुरू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अक़ीदा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कौन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पहचान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पैरवी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आदेशों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पालन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अंजाम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महत्व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क्यों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रसूल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नायब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</w:p>
    <w:p w:rsidR="00D25DEC" w:rsidRPr="007851E6" w:rsidRDefault="00D25DEC" w:rsidP="007851E6">
      <w:pPr>
        <w:pStyle w:val="Heading2"/>
      </w:pPr>
      <w:bookmarkStart w:id="7" w:name="_Toc445020189"/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="007851E6">
        <w:rPr>
          <w:rFonts w:hint="cs"/>
          <w:cs/>
          <w:lang w:bidi="hi-IN"/>
        </w:rPr>
        <w:t>ऐत</w:t>
      </w:r>
      <w:r w:rsidRPr="00D25DEC">
        <w:rPr>
          <w:rFonts w:hint="cs"/>
          <w:cs/>
          <w:lang w:bidi="hi-IN"/>
        </w:rPr>
        <w:t>राज़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जवाब</w:t>
      </w:r>
      <w:bookmarkEnd w:id="7"/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क़ाबिले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ज़िक्र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चर्चा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केवल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इतिहासिक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आज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मुसलमानों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मतलब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ज़्यादा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आवश्यक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महत्वपूर्ण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ज़्यादा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ज़रूरी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क़ीमती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ख़र्च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कैसी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बकवास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बेबुनियाद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>?</w:t>
      </w:r>
      <w:r w:rsidRPr="00D25DEC">
        <w:rPr>
          <w:rFonts w:hint="cs"/>
          <w:cs/>
          <w:lang w:bidi="hi-IN"/>
        </w:rPr>
        <w:t>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भटके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विचाराधारा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बुद्धि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धार्मिक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सिद्धातों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खबर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संभव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अक़ीदा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रखना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उसकी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इताअत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पैरवी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छोड़े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आदेश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झुकाना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इस्लामी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वाजिब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अनिवार्य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आदेश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पालन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मुंह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मोड़ना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कुफ़्र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फ़िस्क़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धर्म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निष्कासित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जाना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शुमार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जबकि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पैरवी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पैदाइश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मक़सद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लक्ष्य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पहुच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केवल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इतिहासिक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फ़ायदा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>?</w:t>
      </w:r>
      <w:r w:rsidRPr="00D25DEC">
        <w:rPr>
          <w:rFonts w:hint="cs"/>
          <w:cs/>
          <w:lang w:bidi="hi-IN"/>
        </w:rPr>
        <w:t>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महत्वपूर्ण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धार्मिक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सिद्धात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अक़ीदा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पहचाने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क्यों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पहचानना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सवाल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खड़ा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पहचाने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मुहब्बत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क्योंकि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मुहम्मद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बाक़िर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फ़रमाया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ھل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الدین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الحب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والبغض۔</w:t>
      </w:r>
      <w:r w:rsidR="00055292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दोस्ती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दुश्मनी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पहचाने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मौक़े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पैरवी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ज़िम्मेदारियां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जानवरों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स्वतंत्र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छोड़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चूंकि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पद</w:t>
      </w:r>
      <w:r w:rsidRPr="00C83D59">
        <w:t xml:space="preserve">, </w:t>
      </w:r>
      <w:r w:rsidRPr="00D25DEC">
        <w:rPr>
          <w:rFonts w:hint="cs"/>
          <w:cs/>
          <w:lang w:bidi="hi-IN"/>
        </w:rPr>
        <w:t>पैग़म्बरे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लिहाज़ा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निजी</w:t>
      </w:r>
      <w:r w:rsidRPr="00C83D59">
        <w:t xml:space="preserve">, </w:t>
      </w:r>
      <w:r w:rsidRPr="00D25DEC">
        <w:rPr>
          <w:rFonts w:hint="cs"/>
          <w:cs/>
          <w:lang w:bidi="hi-IN"/>
        </w:rPr>
        <w:lastRenderedPageBreak/>
        <w:t>ज़ाती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समाजी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ज़िन्दगी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बंदगी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कंधे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ज़िम्मेदारियां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डाल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पहचाने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रिसर्च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पैरवी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मक़ामे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बंदगी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ज़िम्मेदारी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सौंपी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मंज़िल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पहुचा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गुंजाइश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महत्वपूर्ण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केवल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इतिहासिक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फ़ुज़ूल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हां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सृष्टि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लक्ष्य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पहुचाने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कारणों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ग़ाफ़िल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बेख़बर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पहुचता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बेफ़ायदा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लेकिन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पवित्र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क़ुरआन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पालन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शिक्षा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प्राप्त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ईशदूत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सृष्टि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लक्ष्य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पहुच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हासिल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कथनों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मुतअल्लिक़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बढ़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</w:p>
    <w:p w:rsidR="00D25DEC" w:rsidRPr="007851E6" w:rsidRDefault="00D25DEC" w:rsidP="007851E6">
      <w:pPr>
        <w:pStyle w:val="Heading2"/>
      </w:pPr>
      <w:bookmarkStart w:id="8" w:name="_Toc445020190"/>
      <w:r w:rsidRPr="00D25DEC">
        <w:rPr>
          <w:rFonts w:hint="cs"/>
          <w:cs/>
          <w:lang w:bidi="hi-IN"/>
        </w:rPr>
        <w:t>एकता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bookmarkEnd w:id="8"/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शायद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मुसलमानों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इत्तेहाद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नुक़सान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पहुच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पड़ना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  <w:r w:rsidRPr="00D25DEC">
        <w:rPr>
          <w:rFonts w:hint="cs"/>
          <w:cs/>
          <w:lang w:bidi="hi-IN"/>
        </w:rPr>
        <w:t>हमने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विभिन्न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अवसरों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तफ़सील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चर्चा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दृष्टिकोण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सारांश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हूं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सिर्फ़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मुसलमानों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भाईचारे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नकारात्मक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प्रभाव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पड़ेगा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बल्कि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क़ुरआन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अक़्ली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दलीलों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बेहतरीन</w:t>
      </w:r>
      <w:r w:rsidRPr="00C83D59">
        <w:t xml:space="preserve">, </w:t>
      </w:r>
      <w:r w:rsidRPr="00D25DEC">
        <w:rPr>
          <w:rFonts w:hint="cs"/>
          <w:cs/>
          <w:lang w:bidi="hi-IN"/>
        </w:rPr>
        <w:t>बल्कि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अति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महत्वपूर्ण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क़ीमती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लक्ष्य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प्राप्ती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रसूल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गरिमा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स्पष्ट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वाज़ेह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मुराद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?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संभव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>?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समकालीन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स्थापना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तफ़सीर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क़ुरआन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व्याख्या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फ़िक़ह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C83D59">
        <w:t xml:space="preserve">,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मदद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इख्तेलाफ़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भिन्नता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असत्य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भरमार</w:t>
      </w:r>
      <w:r w:rsidRPr="00C83D59">
        <w:t xml:space="preserve">, </w:t>
      </w:r>
      <w:r w:rsidRPr="00D25DEC">
        <w:rPr>
          <w:rFonts w:hint="cs"/>
          <w:cs/>
          <w:lang w:bidi="hi-IN"/>
        </w:rPr>
        <w:t>झूठ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पुलिंदे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अफ़सानवी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गढ़ी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ग़लत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पहचान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कांट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छांट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वास्तविकता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करके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धर्म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वास्तिवक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चेहरा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सामने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ज़ाहिर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सहमति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सत्य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इख़्तेलाफ़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झगड़ा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नतीजा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झगड़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समाप्त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जायेंगे।</w:t>
      </w:r>
    </w:p>
    <w:p w:rsidR="00D25DEC" w:rsidRPr="00C83D59" w:rsidRDefault="00D25DEC" w:rsidP="00D25DEC">
      <w:pPr>
        <w:pStyle w:val="libNormal"/>
      </w:pPr>
    </w:p>
    <w:p w:rsidR="00D25DEC" w:rsidRPr="007851E6" w:rsidRDefault="00D25DEC" w:rsidP="007851E6">
      <w:pPr>
        <w:pStyle w:val="Heading4"/>
      </w:pP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सुझाव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आरम्भिक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निम्नलिखित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प्रश्न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1.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छानबीन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कौन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होंगे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ताअल्लुक़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गिरोह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होगा</w:t>
      </w:r>
      <w:r w:rsidRPr="00C83D59">
        <w:t>?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2.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सत्य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असत्य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पहचान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मेयार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होगा</w:t>
      </w:r>
      <w:r w:rsidRPr="00C83D59">
        <w:t>?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lastRenderedPageBreak/>
        <w:t>3.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जिन्हे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शुरु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वहयी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="00C83D59" w:rsidRPr="00C83D59">
        <w:t>(</w:t>
      </w:r>
      <w:r w:rsidRPr="00D25DEC">
        <w:rPr>
          <w:rFonts w:hint="cs"/>
          <w:cs/>
          <w:lang w:bidi="hi-IN"/>
        </w:rPr>
        <w:t>जैसे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बुख़ारी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मुस्लिम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बुनियादी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अक़ायद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हाथ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खींच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लिखें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समुदाय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संमिलित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मुश्तरक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कहेंगे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समन्वित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मुशतरक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>?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मुराद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तौहीद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अक़ीदा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>?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जगह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झगड़ा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तआला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विशेषताओं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मंज़िलत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मरतबे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क़ायल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क़ायल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विशेष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जलवा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प्रकट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देखेंगे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="00055292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हालांकि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सनद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लेकिन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फ़ुज़ूल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गढ़ने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कौन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?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पहचानने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मेयार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समन्वित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मुशतरक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मसला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ईशदूत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वास्तविक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शोध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मुशतरक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संमिलित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आधारित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अनेकता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भेद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? 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हां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अनावश्यक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विचार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दावत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ठीक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समूह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मुसलमान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हां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मुजस्समा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समुदाय</w:t>
      </w:r>
      <w:r w:rsidRPr="00C83D59">
        <w:t xml:space="preserve">, </w:t>
      </w:r>
      <w:r w:rsidRPr="00D25DEC">
        <w:rPr>
          <w:rFonts w:hint="cs"/>
          <w:cs/>
          <w:lang w:bidi="hi-IN"/>
        </w:rPr>
        <w:t>मुरजेया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समुदाय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ख़्वारिज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समुदाय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मुसलमान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लेकिन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हमें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सिर्फ़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बल्कि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मुसलमान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अरसा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सऊदी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अरब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मसअलुत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तक़रीब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लेखक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लेखन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वजह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डिग्री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लेखक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अस्ल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मतलब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हमारे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दरमियान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इत्तेहाद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रास्ता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मुसलमान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मुसलमान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होगें।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इत्तेहाद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मतलब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बनता।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जबकि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बल्कि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हमारा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आओ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नबी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क़तई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C83D59">
        <w:t xml:space="preserve">, </w:t>
      </w:r>
      <w:r w:rsidRPr="00D25DEC">
        <w:rPr>
          <w:rFonts w:hint="cs"/>
          <w:cs/>
          <w:lang w:bidi="hi-IN"/>
        </w:rPr>
        <w:t>जिसका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ऐतेराफ़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करो।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सक़लैन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सनद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दलालत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तफ़सील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="00055292">
        <w:rPr>
          <w:cs/>
          <w:lang w:bidi="hi-IN"/>
        </w:rPr>
        <w:t xml:space="preserve"> </w:t>
      </w:r>
    </w:p>
    <w:p w:rsidR="007851E6" w:rsidRPr="00C83D59" w:rsidRDefault="007851E6" w:rsidP="00C83D59">
      <w:pPr>
        <w:rPr>
          <w:cs/>
        </w:rPr>
      </w:pPr>
      <w:r>
        <w:rPr>
          <w:cs/>
          <w:lang w:bidi="hi-IN"/>
        </w:rPr>
        <w:br w:type="page"/>
      </w:r>
    </w:p>
    <w:p w:rsidR="00D25DEC" w:rsidRPr="007851E6" w:rsidRDefault="00D25DEC" w:rsidP="007851E6">
      <w:pPr>
        <w:pStyle w:val="Heading1"/>
      </w:pPr>
      <w:bookmarkStart w:id="9" w:name="_Toc445020191"/>
      <w:r w:rsidRPr="00D25DEC">
        <w:rPr>
          <w:rFonts w:hint="cs"/>
          <w:cs/>
          <w:lang w:bidi="hi-IN"/>
        </w:rPr>
        <w:lastRenderedPageBreak/>
        <w:t>दूसरा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भाग</w:t>
      </w:r>
      <w:bookmarkEnd w:id="9"/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पैग़म्बर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कौन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अ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दीनीयात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दावेदारों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पैग़म्बर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चचा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अब्बास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शामिल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लेकिन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चूंकि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अब्बास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समर्थन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पीछे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अनबन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सीमित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ऐसा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लगता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अब्बास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मामला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अब्बास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ज़माने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सामने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आरम्भिक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अब्बास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रसूले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ख़ुदा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बल्कि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अब्बास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सक़ीफ़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सायदा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अब्बास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मुक़ाबले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दावेदार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मामले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दावेदार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ग़लत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बेबुनियाद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मुसलमानों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एकजुटता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सहमति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055292" w:rsidP="00D25DEC">
      <w:pPr>
        <w:pStyle w:val="libNormal"/>
      </w:pPr>
      <w:r w:rsidRPr="00C83D59">
        <w:cr/>
      </w:r>
    </w:p>
    <w:p w:rsidR="00D25DEC" w:rsidRPr="007851E6" w:rsidRDefault="00D25DEC" w:rsidP="007851E6">
      <w:pPr>
        <w:pStyle w:val="Heading2"/>
      </w:pPr>
      <w:bookmarkStart w:id="10" w:name="_Toc445020192"/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दृष्टिकोण</w:t>
      </w:r>
      <w:bookmarkEnd w:id="10"/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क़तई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तालिब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क़ुहाफ़ा</w:t>
      </w:r>
      <w:r w:rsidR="00055292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मध्य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झगड़ा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6 </w:t>
      </w:r>
      <w:r w:rsidRPr="00D25DEC">
        <w:rPr>
          <w:rFonts w:hint="cs"/>
          <w:cs/>
          <w:lang w:bidi="hi-IN"/>
        </w:rPr>
        <w:t>सबूत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1.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उस्मान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तीनों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इख़्तेलाफ़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नही।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2.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हमेशा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ख़ुलफ़ा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नमाज़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उपस्थित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स्वीकार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थे।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3.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ख़ानदान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तीनों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ख़ुलफ़ा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दरमियान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सगी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रिश्तेदारी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शब्दों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लड़कियां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लड़किया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अच्छे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संबंध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दामाद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रिश्ता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इख्तेलाफ़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लड़ाई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झगड़े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खाता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क्योंकि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तबीई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बेटी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बीमार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जायेगी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अवश्य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देखने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दामाद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जायेगा।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लिहाज़ा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उठना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बैठना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रहेगा।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इख़्तेलाफ़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लड़ाई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झगड़े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4.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बेटों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उमर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उस्मान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रखे।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ख़ुलफ़ा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झगड़ा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बेटों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रखते</w:t>
      </w:r>
      <w:r w:rsidRPr="00C83D59">
        <w:t>?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ध्यान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सख्या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ज़्यादा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ज़ोर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5.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तारीफ़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ज़िक्र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जगहों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निस्बत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फ़रमाया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आदमी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मुझे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बेहतर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मारूंगा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झूठा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इल्ज़ाम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तोहमत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लगाने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सज़ा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करूंगा।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6.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मुस्लिम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समाज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सुरक्षा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ख़ातिर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मुंह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</w:p>
    <w:p w:rsidR="00D25DEC" w:rsidRPr="007851E6" w:rsidRDefault="00D25DEC" w:rsidP="007851E6">
      <w:pPr>
        <w:pStyle w:val="Heading4"/>
      </w:pP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दृष्टिकोणों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दृष्टिकोणों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जांच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पड़ताल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समीक्षा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करेंगे।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निम्न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सवाल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1.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>?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2.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ख़ुलफ़ा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>?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3.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ख़ुलफ़ा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तरीक़ा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C83D59">
        <w:t>?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lastRenderedPageBreak/>
        <w:t>4.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ख़ुलफ़ा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>?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5.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बुनियादी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पवित्र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क़ुरआन</w:t>
      </w:r>
      <w:r w:rsidRPr="00C83D59">
        <w:t xml:space="preserve">, </w:t>
      </w:r>
      <w:r w:rsidRPr="00D25DEC">
        <w:rPr>
          <w:rFonts w:hint="cs"/>
          <w:cs/>
          <w:lang w:bidi="hi-IN"/>
        </w:rPr>
        <w:t>रसूले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ख़ुदा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क़तई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अक़्ल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करेंगे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अक़्ली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मुराद</w:t>
      </w:r>
      <w:r w:rsidRPr="00C83D59">
        <w:t xml:space="preserve">,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क़ायदा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अफ़ज़ल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ग़ैर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अफ़ज़ल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आगे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बढ़ाना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क़ायदे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तैमीया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स्वीकार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लेकिन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स्पष्ट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स्वीकार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अफ़ज़ल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दावे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ख़ारिज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सहाबा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इजमा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सर्व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सम्मति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बचती।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</w:p>
    <w:p w:rsidR="00D25DEC" w:rsidRPr="007851E6" w:rsidRDefault="00D25DEC" w:rsidP="007851E6">
      <w:pPr>
        <w:pStyle w:val="Heading2"/>
      </w:pPr>
      <w:bookmarkStart w:id="11" w:name="_Toc445020193"/>
      <w:r w:rsidRPr="00D25DEC">
        <w:rPr>
          <w:rFonts w:hint="cs"/>
          <w:cs/>
          <w:lang w:bidi="hi-IN"/>
        </w:rPr>
        <w:lastRenderedPageBreak/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7851E6">
        <w:t>?</w:t>
      </w:r>
      <w:bookmarkEnd w:id="11"/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बैअत</w:t>
      </w:r>
      <w:r w:rsidRPr="00C83D59">
        <w:t xml:space="preserve">,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समाजी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प्रस्ताव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तजवीज़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अर्थ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व्यक्ति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भरोसा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दिलाये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उदाहरण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रक्षा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करेगा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आवश्यकता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आयेगा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उन्हे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सास्कृतिक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जनहित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सेवाएं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सुविधाएं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पहुचायेगा।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निश्चय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करेंगे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आदेश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पालन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करेंगे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आर्थिक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ख़तरे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स्थिति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आवश्यकतानुसार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क़ानून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मुताबिक़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सहायता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मदद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करेंगे।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दोनो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पक्ष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ओर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समझौता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समाजी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निश्चय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लागू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जायेगा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</w:p>
    <w:p w:rsidR="00D25DEC" w:rsidRPr="00C83D59" w:rsidRDefault="00D25DEC" w:rsidP="00D25DEC">
      <w:pPr>
        <w:pStyle w:val="libNormal"/>
      </w:pPr>
    </w:p>
    <w:p w:rsidR="00D25DEC" w:rsidRPr="007851E6" w:rsidRDefault="00D25DEC" w:rsidP="007851E6">
      <w:pPr>
        <w:pStyle w:val="Heading2"/>
      </w:pPr>
      <w:bookmarkStart w:id="12" w:name="_Toc445020194"/>
      <w:r w:rsidRPr="00D25DEC">
        <w:rPr>
          <w:rFonts w:hint="cs"/>
          <w:cs/>
          <w:lang w:bidi="hi-IN"/>
        </w:rPr>
        <w:t>शरई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bookmarkEnd w:id="12"/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प्रश्न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दोनो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पक्ष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समझौते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बाक़ी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पालन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करें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स्पष्ट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शब्दों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समझौते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C83D59">
        <w:t xml:space="preserve">,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व्यक्ति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पैरवी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अनिवार्य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आदेश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पालन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ज़रुरी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होगा</w:t>
      </w:r>
      <w:r w:rsidRPr="00C83D59">
        <w:t xml:space="preserve">?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तर्क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बुनियाद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शासन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आदेश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हासिल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पवित्र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क़ुरआन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स्पष्ट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जायेगा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इरशाद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یا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ایھا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الذین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آمنوا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اوفوا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بالعقود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  <w:r w:rsidRPr="00D25DEC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ऐ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वालो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समझौतों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पालन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करो।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पवित्र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उचित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सारांश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पक्ष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समझौता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चूंकि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वचन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समझौता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प्रतिज्ञा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प्रस्ताव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अलावा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समझौते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अर्थ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वचन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प्रतिज्ञा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अत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वादे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पाबंद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</w:p>
    <w:p w:rsidR="00D25DEC" w:rsidRPr="007851E6" w:rsidRDefault="00D25DEC" w:rsidP="007851E6">
      <w:pPr>
        <w:pStyle w:val="Heading2"/>
      </w:pPr>
      <w:bookmarkStart w:id="13" w:name="_Toc445020195"/>
      <w:r w:rsidRPr="00D25DEC">
        <w:rPr>
          <w:rFonts w:hint="cs"/>
          <w:cs/>
          <w:lang w:bidi="hi-IN"/>
        </w:rPr>
        <w:lastRenderedPageBreak/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वुजूद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7851E6">
        <w:t>?</w:t>
      </w:r>
      <w:bookmarkEnd w:id="13"/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उचित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पवित्र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क़ुरआन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C83D59">
        <w:t xml:space="preserve">,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बीच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समाजी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समझौता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प्रश्नों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स्पष्ट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करेंगे।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नतीजा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ऊपर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ज़्यादा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इख़्तेयार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दूसरी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फ़र्ज़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क़ानून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समझौते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मुख़ालेफ़त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समझौते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निभाना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अनिवार्या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होगा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ज़ाहिर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समझौते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पालन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हालत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पैरवी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अनिवार्ता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समाप्त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जायेगी।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सामने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आयेगी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मासूम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निष्पाप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आवश्यक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मासूम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प्रयत्न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ख़लीफ़ाओं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सिलसिले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फेरने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पर्याप्त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होगा।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उचित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स्वीकार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फ़र्ज़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वर्ना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पैग़म्बर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चुनाव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केवल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रोल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बुनियाद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ढह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जायेगी।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अक़ीदे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सुबूत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पैग़म्बर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चुनाव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दिलचस्ब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ध्यान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योग्य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हेशाम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हलबी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सीरत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उल्लेख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अलावा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सीरत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वर्णन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पैग़म्बरे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नबूवत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आरम्भ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अरब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क़बीले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दावत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तशरीफ़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गये।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क़बीले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सरदारों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मिलने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सामने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स्वीकार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समर्थन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लगें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आपके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दुश्मनों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जंग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शिरकत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परस्ती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देंगे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हालात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मुसलमान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मुसलमानों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फ़ायदे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आं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बल्कि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स्पष्ट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शब्दों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फ़रमाया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الامر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اللہ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یضعہ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حیث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یشاء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  <w:r w:rsidRPr="00D25DEC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चाहेगा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करेगा।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</w:p>
    <w:p w:rsidR="00D25DEC" w:rsidRPr="007851E6" w:rsidRDefault="00D25DEC" w:rsidP="007851E6">
      <w:pPr>
        <w:pStyle w:val="Heading2"/>
      </w:pPr>
      <w:bookmarkStart w:id="14" w:name="_Toc445020196"/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7851E6">
        <w:t>?</w:t>
      </w:r>
      <w:bookmarkEnd w:id="14"/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इतिहासिक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स्रोत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पुष्टि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व्यक्ति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ख़त्ताब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मुहाजेरीन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केवल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गिरोह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बशीर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सअद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जबकि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मुहाजेरीन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विशेष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रुप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हाशिम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रसूले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ख़ुदा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सहाबियों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सक़ीफ़ा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मौजूद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कुल्ली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ज़ुज़ई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वाज़ेह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करेंगे।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वास्तविकता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स्पष्ट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समाजी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समझौता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वास्तविक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समाजी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कौन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समाजी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वास्तविकता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प्रमाणित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निर्विवाद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इतिहासिक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सामने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सक़ीफ़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सायदा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1.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ख़त्ताब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2.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सालिम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हुज़ैफ़ा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ग़ुलाम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3.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उबैद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जर्राह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4.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नज्द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शक्ल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बूढ़ा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बल्कि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बल्कि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व्यक्तियों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पैरवी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उम्मत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पूरब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पश्चिम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अनिवार्य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माक़ूल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</w:p>
    <w:p w:rsidR="00D25DEC" w:rsidRPr="007851E6" w:rsidRDefault="00D25DEC" w:rsidP="007851E6">
      <w:pPr>
        <w:pStyle w:val="Heading2"/>
      </w:pPr>
      <w:bookmarkStart w:id="15" w:name="_Toc445020197"/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7851E6">
        <w:t>?</w:t>
      </w:r>
      <w:bookmarkEnd w:id="15"/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जैसा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इशारा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दावे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देंगे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दावे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जांच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पड़ताल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दूसरा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जैसा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समझौता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इंशाई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अम्र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इंशाई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अम्र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शोध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मद्दे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नज़र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ख़त्म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ऐतेबार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क़ुहाफ़ा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थी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चलेगा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इताअत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अनिवार्य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कहे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हर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ज़ाहिरी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ऐतेबार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बख़्शता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आत्मा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ज़ाहिर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स्पष्ट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हमारा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हां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ज़ाहिर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जगह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ज़ाहिर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लेकिन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सूरत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ज़ाहिर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मुक़ाबले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विरोध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C83D59">
        <w:t xml:space="preserve">, </w:t>
      </w:r>
      <w:r w:rsidRPr="00D25DEC">
        <w:rPr>
          <w:rFonts w:hint="cs"/>
          <w:cs/>
          <w:lang w:bidi="hi-IN"/>
        </w:rPr>
        <w:t>जबकि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ख़ुतब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शिक़शिक़िया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उदाहरण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कथन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सामने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शब्दों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फ़रमाया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واللہ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لقد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تقمصھا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ابن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ابی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قحافۃ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  <w:r w:rsidRPr="00D25DEC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सौगंध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क़ुहाफ़ा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कमीज़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जबकि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तीसरे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दरमियान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जैसा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इतिहासकारों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हालात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जिससे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मर्ज़ी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ज्यादा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क़ुतैब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दैनूरी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सियासह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पढ़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काफ़ी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ऊपर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रौशनी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स्वीकार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बचने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रास्ता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सूझा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क़ुतैबा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क़ुतैबा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हालांकि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फ़ायदा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हुआ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इसलिये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क़ुतैबा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पिछली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शताब्दियों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स्पष्ठ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संबंध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क़ुतैबा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चौथे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दरमियान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बुख़ारी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फ़ातेमा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ज़हरा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सलामुल्लाह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शहादत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दूसरी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ओर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फ़ातेमा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ज़हरा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सलामुल्लाह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शहादत</w:t>
      </w:r>
      <w:r w:rsidRPr="00C83D59">
        <w:t xml:space="preserve">, </w:t>
      </w:r>
      <w:r w:rsidRPr="00D25DEC">
        <w:rPr>
          <w:rFonts w:hint="cs"/>
          <w:cs/>
          <w:lang w:bidi="hi-IN"/>
        </w:rPr>
        <w:t>रसूले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ख़ुदा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वफ़ात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महीने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जैसा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बुख़ारी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बुनियाद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सवाल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इतने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अरसे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क्यों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ज़हरा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सलामुल्लाहे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अलैहा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C83D59">
        <w:t>?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ज़ाहिरी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पायेगा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नतीजे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उम्मत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पैरवी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इताअत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अनिवार्य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C83D59">
        <w:t>?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निसंदेह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फ़र्ज़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योग्य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</w:p>
    <w:p w:rsidR="00D25DEC" w:rsidRPr="007851E6" w:rsidRDefault="00D25DEC" w:rsidP="007851E6">
      <w:pPr>
        <w:pStyle w:val="Heading2"/>
      </w:pPr>
      <w:bookmarkStart w:id="16" w:name="_Toc445020198"/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ख़ुलफ़ा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नमाज़े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जमाअत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उपस्थित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bookmarkEnd w:id="16"/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ख़ुलफ़ा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नमाज़े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जमाअत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शिरकत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मुहावरे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رب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مشھور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لا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اصل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لہ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मशहूर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बुनियाद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होती।</w:t>
      </w:r>
    </w:p>
    <w:p w:rsidR="00E46C78" w:rsidRPr="00C83D59" w:rsidRDefault="00E46C78" w:rsidP="00E46C78">
      <w:pPr>
        <w:pStyle w:val="libNormal"/>
      </w:pPr>
      <w:r>
        <w:rPr>
          <w:rFonts w:hint="cs"/>
          <w:cs/>
          <w:lang w:bidi="hi-IN"/>
        </w:rPr>
        <w:t>(आप इस किताब को अलहसनैन इस्लामी नैटवर्क पर पढ़ रहे है।)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घटनाएं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प्रसिद्ध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बुनियाद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हक़ीक़त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होती।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अलबत्ता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ध्यान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प्रमाणित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सुबूत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लेकिन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मोतबर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प्रमाण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प्रमाण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मिलता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हमेशा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ख़ुलफ़ा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नमाज़े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जमाअत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उपस्थित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हों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मौजूद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सईद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समआनी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अनसाबुल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अशराफ़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चमत्कारों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विरोधियों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ज़लील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अंजाम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क़त्ल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साज़िश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रची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जगह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ज़िक्र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शायद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ओर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इशारा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ज़ाहिर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अलावा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क़त्ल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साज़िश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</w:p>
    <w:p w:rsidR="00D25DEC" w:rsidRPr="007851E6" w:rsidRDefault="00D25DEC" w:rsidP="007851E6">
      <w:pPr>
        <w:pStyle w:val="Heading2"/>
      </w:pPr>
      <w:bookmarkStart w:id="17" w:name="_Toc445020199"/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ख़ुलफ़ा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सगी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रिश्तेदारी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7851E6">
        <w:t>?</w:t>
      </w:r>
      <w:bookmarkEnd w:id="17"/>
      <w:r w:rsidRPr="007851E6">
        <w:t xml:space="preserve"> 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प्रमाणित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विश्वसनिय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शोध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अध्धयन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हाशिम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उमय्या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संबंध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रिश्तेदारियां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अर्थ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अकसर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रिश्तेदारी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संबंध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उमय्या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विरोधी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हाशिम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रिश्ता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जोड़ते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बेटियों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मांगा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लेकिंन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हाशिम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दुश्मनों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बेटियों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प्रमाणित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संदेह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ऊपर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मासूम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अलैहिमुस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उमय्या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F46099" w:rsidRDefault="00D25DEC" w:rsidP="007851E6">
      <w:pPr>
        <w:pStyle w:val="Heading4"/>
      </w:pP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शोध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क़ाबिल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1.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मुहम्मद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बाक़िर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क़ासिम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मुहम्मद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दामाद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क़ासिम</w:t>
      </w:r>
      <w:r w:rsidRPr="00C83D59">
        <w:t xml:space="preserve">, </w:t>
      </w:r>
      <w:r w:rsidRPr="00D25DEC">
        <w:rPr>
          <w:rFonts w:hint="cs"/>
          <w:cs/>
          <w:lang w:bidi="hi-IN"/>
        </w:rPr>
        <w:t>मदीने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फ़ुक़हा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भरकत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अस्तित्व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व्यक्ति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मुहम्मद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बाक़िर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बेटी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उम्मे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पवित्र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ख़ातून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जाफ़र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सादिक़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2.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उम्मे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कुलसूम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बिन्ते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ख़त्ताब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शादी।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जब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संबोधित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اشھد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انک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کنت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نورا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فی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الاصلاب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الشامخۃ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والارحام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المطھرۃ۔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मैं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गवाही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हूं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नूर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शक्ल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श्रेष्ठ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सज्जनों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सुलबों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पवित्र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बुराइयों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माओं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="00DC033C">
        <w:rPr>
          <w:rFonts w:hint="cs"/>
          <w:cs/>
          <w:lang w:bidi="hi-IN"/>
        </w:rPr>
        <w:t>।</w:t>
      </w:r>
      <w:r w:rsidR="00055292">
        <w:rPr>
          <w:rFonts w:hint="cs"/>
          <w:cs/>
          <w:lang w:bidi="hi-IN"/>
        </w:rPr>
        <w:cr/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अत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जाफ़र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सादिक़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असलाबे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शामेख़ा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श्रेष्ठ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सुल्ब</w:t>
      </w:r>
      <w:r w:rsidR="00C83D59">
        <w:rPr>
          <w:cs/>
          <w:lang w:bidi="hi-IN"/>
        </w:rPr>
        <w:t>)</w:t>
      </w:r>
      <w:r w:rsidR="00055292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लिहाज़ा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आचरण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क़ायल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देंगे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आरम्भिक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भूमिकाएं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प्रमाणित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शंका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मतलब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जनाबे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उम्मे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क़ासिम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बेटी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मुहम्मद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बाक़िर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बेगम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छठे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जाफ़िर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मुहम्मद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सादिक़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क़ासिम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पोते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दूसरी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इबारत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ज़िक्र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ज़ियारते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वारेसा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शुमार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ऐतेक़ादात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लेकिन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भूमिकाओं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नतीजा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निकाला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जवान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बेटा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हंसने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मजबूर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जायेगी।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अरबी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भाषा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छिपी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असलाब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शब्द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अर्थ</w:t>
      </w:r>
      <w:r w:rsidRPr="00C83D59">
        <w:t xml:space="preserve">, </w:t>
      </w:r>
      <w:r w:rsidRPr="00D25DEC">
        <w:rPr>
          <w:rFonts w:hint="cs"/>
          <w:cs/>
          <w:lang w:bidi="hi-IN"/>
        </w:rPr>
        <w:t>जैसा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पवित्र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ज़ियारत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पुरुष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पूर्वज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वंशज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="00055292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पूर्वज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अबुल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बशर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जनाबे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आदम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मालूम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स्पष्ट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संबंध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दो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अरहाम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शब्द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मुराद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नारियां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पूर्वजों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सुलबों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नूर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प्रकाश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मुन्तक़िल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नतीजे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बीवियां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शुमार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गुंजाइश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पाकीज़ा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मेयार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मांओं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जनाबे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हव्वा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उदाहरण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सलमा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हाशिम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बीवी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पाकीज़ा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ख़ातून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यहीं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अब्दुल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मुत्तलिब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बनीं।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जनाबे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अब्दुल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मुत्तलिब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अ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बीवी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तालिब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निहायत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पवित्र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आचरण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पाकीज़ा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ख़ातून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कृपा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पूर्ण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रुप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स्पष्ट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क़ुहाफ़ा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शुमार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असलाब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सुल्ब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जमा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अरहाम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रहम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जमा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बुनियादी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दोनो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शब्दों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संबंध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नौबत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इज़्ज़त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ऐहतेराम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क़ायल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</w:p>
    <w:p w:rsidR="00D25DEC" w:rsidRPr="007851E6" w:rsidRDefault="00D25DEC" w:rsidP="007851E6">
      <w:pPr>
        <w:pStyle w:val="Heading2"/>
      </w:pPr>
      <w:bookmarkStart w:id="18" w:name="_Toc445020200"/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उम्मे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कूलसूम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अफ़साना</w:t>
      </w:r>
      <w:bookmarkEnd w:id="18"/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दूसरा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मक़ाम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उम्मे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कुलसूम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बिन्ते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ख़त्ताब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मामला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फ़ज़ीलत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तलाश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पैग़म्बरे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वफ़ात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जांच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पड़ताल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ज़रुरी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ध्यान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विचार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आवश्यकता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>:</w:t>
      </w:r>
    </w:p>
    <w:p w:rsidR="00D25DEC" w:rsidRPr="00F46099" w:rsidRDefault="00D25DEC" w:rsidP="00F46099">
      <w:pPr>
        <w:pStyle w:val="libNormal"/>
      </w:pPr>
      <w:r w:rsidRPr="00D25DEC">
        <w:rPr>
          <w:cs/>
          <w:lang w:bidi="hi-IN"/>
        </w:rPr>
        <w:t>1.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अनुसार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2.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ग़ैर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अनुसार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शियों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मोतबर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रौशनी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ख़त्ताब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छोटी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पुत्री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उम्मे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कुलसूम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पैग़ाम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रिश्ता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बेटी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आयु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तैयार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मना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C83D59">
        <w:t xml:space="preserve">, </w:t>
      </w:r>
      <w:r w:rsidRPr="00D25DEC">
        <w:rPr>
          <w:rFonts w:hint="cs"/>
          <w:cs/>
          <w:lang w:bidi="hi-IN"/>
        </w:rPr>
        <w:t>पैग़म्बरे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चचा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अब्बास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मिलते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पूछते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मुझ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बुराई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दिखाई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>?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उन्होने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आख़िर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C83D59">
        <w:t xml:space="preserve">? </w:t>
      </w:r>
      <w:r w:rsidRPr="00D25DEC">
        <w:rPr>
          <w:rFonts w:hint="cs"/>
          <w:cs/>
          <w:lang w:bidi="hi-IN"/>
        </w:rPr>
        <w:t>कहना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C83D59">
        <w:t>?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जवाब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मैंने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भतीजे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बेटी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रिश्ता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मांगा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मुझे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अब्बास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बल्कि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हाशिम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धमकी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सौगंध</w:t>
      </w:r>
      <w:r w:rsidRPr="00C83D59">
        <w:t xml:space="preserve">, </w:t>
      </w:r>
      <w:r w:rsidRPr="00D25DEC">
        <w:rPr>
          <w:rFonts w:hint="cs"/>
          <w:cs/>
          <w:lang w:bidi="hi-IN"/>
        </w:rPr>
        <w:t>ज़मज़म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कुवें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दूंगा</w:t>
      </w:r>
      <w:r w:rsidRPr="00C83D59">
        <w:t xml:space="preserve">, </w:t>
      </w:r>
      <w:r w:rsidR="00C83D59" w:rsidRPr="00C83D59">
        <w:t>(</w:t>
      </w:r>
      <w:r w:rsidRPr="00D25DEC">
        <w:rPr>
          <w:rFonts w:hint="cs"/>
          <w:cs/>
          <w:lang w:bidi="hi-IN"/>
        </w:rPr>
        <w:t>मक्के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मदीने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हाशिम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महानता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श्रेष्ठता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लक्षण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मिटा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दूंगा।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गवाहों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तलाश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ऊपर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चोरी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मुक़द्दमा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चलाऊंगा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चोरी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सज़ा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दूंगां।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अब्बास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ख़्वाहिश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ज़ाहिर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फ़ैसला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ऊपर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छोड़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दें।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तक़ाज़े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स्वीकार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चचा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अब्बास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उम्मे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कुलसूम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वापस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आये।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जाफ़र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सादिक़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प्रश्न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फ़रमाया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ان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ذالک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فرج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غصباہ۔</w:t>
      </w:r>
      <w:r w:rsidR="00055292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इज़्ज़त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क़ाबिले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ज़िक्र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पुराने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शेख़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मुफ़ीद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सैय्यद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रज़ी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अफ़साने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अक़्ली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नक़्ली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पवित्र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क़ुरआन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आधार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रद्द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हदीसों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जिनकी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सनद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अनुसार</w:t>
      </w:r>
      <w:r w:rsidRPr="00C83D59">
        <w:t xml:space="preserve">, </w:t>
      </w:r>
      <w:r w:rsidRPr="00D25DEC">
        <w:rPr>
          <w:rFonts w:hint="cs"/>
          <w:cs/>
          <w:lang w:bidi="hi-IN"/>
        </w:rPr>
        <w:t>ऊपर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ज़्यादा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होगी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पर्याप्त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DC033C" w:rsidRDefault="00D25DEC" w:rsidP="00F46099">
      <w:pPr>
        <w:pStyle w:val="Heading2"/>
      </w:pPr>
      <w:bookmarkStart w:id="19" w:name="_Toc445020201"/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दृष्टिकोण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जांच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पड़ताल</w:t>
      </w:r>
      <w:bookmarkEnd w:id="19"/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विरोधियों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जांच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पड़ताल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ज़िक्र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आवश्यक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उम्मे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कुलसूम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दावे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शौकत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बुख़ारी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मुस्लिम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आदि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मौजूद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अकसर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मोतबर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मुसनदों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प्रसिद्ध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मोजमों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वर्णन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तलाश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मिलती।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ध्यान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विचार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योग्य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असरदायक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किस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पूर्ण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रुप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ग़फ़लत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बुनियादी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महत्वपूर्ण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ग़फ़लत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लापरवाही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सामने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?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संभव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कदापि</w:t>
      </w:r>
      <w:r w:rsidRPr="00C83D59">
        <w:t xml:space="preserve">, </w:t>
      </w:r>
      <w:r w:rsidRPr="00D25DEC">
        <w:rPr>
          <w:rFonts w:hint="cs"/>
          <w:cs/>
          <w:lang w:bidi="hi-IN"/>
        </w:rPr>
        <w:t>बल्कि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मालूम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अस्ल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बुनियाद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फ़र्ज़ी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वर्ना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इतनी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आसानी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छोड़ते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हालांकि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नज़र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बेहद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महत्व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मसले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अगरचे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प्रमाणित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जाये।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जबकि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घेरे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हवन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कूटने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लकीर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नुक्ते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वर्णन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जांच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पड़ताल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शुरु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करेंगे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रास्तों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ज़िक्र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1.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बैत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अलैहिमुस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से।</w:t>
      </w:r>
      <w:r w:rsidR="00055292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2.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ग़ैर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से।</w:t>
      </w:r>
      <w:r w:rsidR="00055292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तअदील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शोधकर्ता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ज़ईफ़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लायक़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समझते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अतिरिक्त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मूल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ग्रंथ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मत्न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बिखराव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असंतुलित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ज़ईफ़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लिस्ट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परिणाम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निकला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पहली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विशेष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रुप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भरोसेमंद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अकसर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ज़्यादातक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मुसनद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मोजम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राज़ी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निशानी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दूसरी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वाक़ेया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वर्णन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मोतबर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मौजूद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तीसरी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: 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मौजूदा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मत्न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सनद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कमज़ोरी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नज़र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अंदाज़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सिलसिले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विभिन्न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पहलुओं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अजीब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कशमकश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नज़र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="00055292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शास्त्र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शोधकर्ता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रिवायत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मोतबर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विश्वासपात्र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कमज़ोर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ज़ईफ़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अनुसार</w:t>
      </w:r>
      <w:r w:rsidRPr="00C83D59">
        <w:t xml:space="preserve">, </w:t>
      </w:r>
      <w:r w:rsidRPr="00D25DEC">
        <w:rPr>
          <w:rFonts w:hint="cs"/>
          <w:cs/>
          <w:lang w:bidi="hi-IN"/>
        </w:rPr>
        <w:t>जब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अस्ल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वारिद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ज़ाहिरी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दलालत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स्पष्ट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पलटाया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हालांकि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विचार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शोध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विषय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अंतिम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स्वीकार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योग्य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ख़त्ताब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ज़्यादा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ज़िद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ज़ोर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जैसा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विरोधियों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स्पष्ट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रुप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दिखाई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विभिन्न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रद्द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मना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उज़्र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धमकी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अब्बास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अक़ील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शिफ़ारिश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कराने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जैसा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स्पष्ठ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रुप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बेक़ाबू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हालात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राज़ी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C83D59">
        <w:t xml:space="preserve">, </w:t>
      </w:r>
      <w:r w:rsidRPr="00D25DEC">
        <w:rPr>
          <w:rFonts w:hint="cs"/>
          <w:cs/>
          <w:lang w:bidi="hi-IN"/>
        </w:rPr>
        <w:t>शादी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मामले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चचा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अब्बास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अब्बास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निकाह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C83D59">
        <w:t xml:space="preserve">,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उम्मे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कुलसूम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पहुचाया</w:t>
      </w:r>
      <w:r w:rsidR="00055292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अरसे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मौत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घाट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बेटी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वापस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आये।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सच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बतायें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कौन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न्याय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प्रिय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बुद्धिमान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ख़त्ताब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बीच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मधुर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संबंधों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बताये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दूसरी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ओर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ज़िक्र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बेटी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संवार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भेजा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घूर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देखा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नज़दीकी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C83D59">
        <w:t xml:space="preserve">, </w:t>
      </w:r>
      <w:r w:rsidRPr="00D25DEC">
        <w:rPr>
          <w:rFonts w:hint="cs"/>
          <w:cs/>
          <w:lang w:bidi="hi-IN"/>
        </w:rPr>
        <w:t>जिसके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नतीजे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बच्चे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बुनियाद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बकवास</w:t>
      </w:r>
      <w:r w:rsidRPr="00C83D59">
        <w:t xml:space="preserve">, </w:t>
      </w:r>
      <w:r w:rsidRPr="00D25DEC">
        <w:rPr>
          <w:rFonts w:hint="cs"/>
          <w:cs/>
          <w:lang w:bidi="hi-IN"/>
        </w:rPr>
        <w:t>झूठ</w:t>
      </w:r>
      <w:r w:rsidRPr="00C83D59">
        <w:t xml:space="preserve">, </w:t>
      </w:r>
      <w:r w:rsidRPr="00D25DEC">
        <w:rPr>
          <w:rFonts w:hint="cs"/>
          <w:cs/>
          <w:lang w:bidi="hi-IN"/>
        </w:rPr>
        <w:t>मनगढ़त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महत्व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मिम्बर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ज़्यादा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ज़ोर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रसूले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ख़ुदा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कथन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फ़रमाया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کل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حسب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نسب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منقطع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یوم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القیامۃ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حسبی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نسبی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  <w:r w:rsidRPr="00D25DEC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महाप्रलय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क़यामत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सारे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वंश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जायेगें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सिवाय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मेरे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ख़ानदान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दावे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फ़ातेमा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ज़हरा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सलामुल्लाहे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रिश्तेदारी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रसूले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ख़ुदा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रिश्तेदारी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जोड़ें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क़यामत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रिश्तेदारी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फ़ायदा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उठाते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रहें।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वर्णन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ज़ोर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फ़ायदे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मज़बूत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नज़र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मुहम्मद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इदरीसे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शाफ़ेई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हुज्जाज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युसुफ़े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सक़फ़ी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अब्दुल्लाह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जाफ़र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बेटी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ख़ालिद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यज़ीद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मुआविया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अब्दुल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मरवान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मसले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तुम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हुज्जाज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C83D59">
        <w:t>?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अब्दिल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मरवान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ख़ालिद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मैंने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मुझे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ख़ालिद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सौगंध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ख़तरनाक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परेशानियां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अब्दिल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मरवान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कैसे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बुनियाद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C83D59">
        <w:t>?</w:t>
      </w:r>
    </w:p>
    <w:p w:rsidR="00D25DEC" w:rsidRPr="00C83D59" w:rsidRDefault="00D25DEC" w:rsidP="00F46099">
      <w:pPr>
        <w:pStyle w:val="libNormal"/>
      </w:pPr>
      <w:r w:rsidRPr="00D25DEC">
        <w:rPr>
          <w:rFonts w:hint="cs"/>
          <w:cs/>
          <w:lang w:bidi="hi-IN"/>
        </w:rPr>
        <w:lastRenderedPageBreak/>
        <w:t>ख़ालिद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यज़ीद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ख़ुदा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क़सम</w:t>
      </w:r>
      <w:r w:rsidRPr="00C83D59">
        <w:t xml:space="preserve">, </w:t>
      </w:r>
      <w:r w:rsidRPr="00D25DEC">
        <w:rPr>
          <w:rFonts w:hint="cs"/>
          <w:cs/>
          <w:lang w:bidi="hi-IN"/>
        </w:rPr>
        <w:t>ऐ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जब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मैंने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ज़ुबैर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बेटी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रमला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मेरे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ज़ुबैर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दुश्मनी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नफ़रत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घृणा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ख़त्म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जैसे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अब्दिल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मरवान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ऐसा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सोते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उसने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फ़ौरन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हुज्जाज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युसुफ़े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सक़फ़ी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अब्दुल्लाह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बेटी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तलाक़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दो।</w:t>
      </w:r>
    </w:p>
    <w:p w:rsidR="00D25DEC" w:rsidRPr="00C83D59" w:rsidRDefault="00D25DEC" w:rsidP="00F46099">
      <w:pPr>
        <w:pStyle w:val="libNormal"/>
      </w:pPr>
      <w:r w:rsidRPr="00D25DEC">
        <w:rPr>
          <w:rFonts w:hint="cs"/>
          <w:cs/>
          <w:lang w:bidi="hi-IN"/>
        </w:rPr>
        <w:t>हुज्जाज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आदेश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पालन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तलाक़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  <w:r w:rsidRPr="00D25DEC">
        <w:rPr>
          <w:rFonts w:hint="cs"/>
          <w:cs/>
          <w:lang w:bidi="hi-IN"/>
        </w:rPr>
        <w:t>निसंदेह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रिश्तेदारी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जोड़ने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तक़ाज़ा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पिछली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पुरानी</w:t>
      </w:r>
      <w:r w:rsidRPr="00D25DEC">
        <w:rPr>
          <w:cs/>
          <w:lang w:bidi="hi-IN"/>
        </w:rPr>
        <w:t xml:space="preserve"> </w:t>
      </w:r>
      <w:r w:rsidR="00F46099">
        <w:rPr>
          <w:rFonts w:hint="cs"/>
          <w:cs/>
          <w:lang w:bidi="hi-IN"/>
        </w:rPr>
        <w:t>दुश्मनि</w:t>
      </w:r>
      <w:r w:rsidRPr="00D25DEC">
        <w:rPr>
          <w:rFonts w:hint="cs"/>
          <w:cs/>
          <w:lang w:bidi="hi-IN"/>
        </w:rPr>
        <w:t>यां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नफ़रतें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ख़त्म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लेकिन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उमय्या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नियतों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रास्ते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रुकावट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लक्ष्य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संभव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हाशिम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दुश्मनी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नफ़रत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विशेष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गवर्नरों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दें।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अत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ख़त्ताब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लक्ष्य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प्राप्त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ज़्यादा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ज़ोर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शायद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हाशिम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घराने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रिश्तेदारी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मुसलमानों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ज़हनों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सक़ीफ़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सायदा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जनाबे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फ़ातेमा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ज़हरा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सलामुल्लाहे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ज़ुल्म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अत्याचार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मोड़ने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सफल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</w:p>
    <w:p w:rsidR="00D25DEC" w:rsidRPr="00DC033C" w:rsidRDefault="00D25DEC" w:rsidP="00F46099">
      <w:pPr>
        <w:pStyle w:val="Heading2"/>
      </w:pPr>
      <w:bookmarkStart w:id="20" w:name="_Toc445020202"/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ख़ुलफ़ा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बच्चों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रखना</w:t>
      </w:r>
      <w:bookmarkEnd w:id="20"/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पुराने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ज़माने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सिलसिला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बच्चों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शख़्सियत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अनुयाई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उदाहरण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इतिहास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पन्ने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पलटते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मिसालें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मिलती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रसूले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ख़ुदा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पसंद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बदल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अलावा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हसन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="00C83D59">
        <w:rPr>
          <w:cs/>
          <w:lang w:bidi="hi-IN"/>
        </w:rPr>
        <w:t>)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हुसैन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जनाबे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मोहसिन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मौक़ों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देखने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ज़ालिम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अत्याचारी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शासक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राजनितिक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समाजिक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कारणवश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चुनाव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मौजूद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वातावरण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माहौल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हिसाब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बच्चों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अभिभावक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शासक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विरोध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बचते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बेटे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उलामा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स्पष्ट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हाफ़िज़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मज़्ज़ी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असक़लानी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लेखक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समूह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चर्चा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>:</w:t>
      </w:r>
    </w:p>
    <w:p w:rsidR="00F46099" w:rsidRDefault="00D25DEC" w:rsidP="00F46099">
      <w:pPr>
        <w:pStyle w:val="libNormal"/>
        <w:rPr>
          <w:lang w:bidi="hi-IN"/>
        </w:rPr>
      </w:pP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="00F46099">
        <w:rPr>
          <w:rFonts w:hint="cs"/>
          <w:cs/>
          <w:lang w:bidi="hi-IN"/>
        </w:rPr>
        <w:t>अलै</w:t>
      </w:r>
      <w:r w:rsidRPr="00D25DEC">
        <w:rPr>
          <w:rFonts w:hint="cs"/>
          <w:cs/>
          <w:lang w:bidi="hi-IN"/>
        </w:rPr>
        <w:t>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बीवी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सहबा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बिन्ते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रबीआ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बेटा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हुआ।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ख़त्ताब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बच्चे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दिया।</w:t>
      </w:r>
    </w:p>
    <w:p w:rsidR="00D25DEC" w:rsidRPr="00C83D59" w:rsidRDefault="00D25DEC" w:rsidP="00F46099">
      <w:pPr>
        <w:pStyle w:val="libNormal"/>
      </w:pPr>
      <w:r w:rsidRPr="00D25DEC">
        <w:rPr>
          <w:rFonts w:hint="cs"/>
          <w:cs/>
          <w:lang w:bidi="hi-IN"/>
        </w:rPr>
        <w:t>हमारे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दृष्टिकोण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लक्ष्य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प्राप्ति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रोब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दबदबे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धमकी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बेटी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रिश्ता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भेजा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इतिहास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मुआविया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रक़्म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दामाद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जनाबे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ज़ैनबे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कुबरा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सलामुल्लाहे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शौहर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जनाबे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अब्दुल्लाह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जाफ़र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भेजी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बच्चे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मुआविया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इससे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बढ़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अकसर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अरबों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घराने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शौक़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सलीक़े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हिसाब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बच्चों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शब्दों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बुनियादी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बुराई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वजह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मुख़ालेफ़ीन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काफ़ी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छपी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="00C83D59" w:rsidRPr="00C83D59">
        <w:t>(</w:t>
      </w:r>
      <w:r w:rsidRPr="00D25DEC">
        <w:rPr>
          <w:rFonts w:hint="cs"/>
          <w:cs/>
          <w:lang w:bidi="hi-IN"/>
        </w:rPr>
        <w:t>यानी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लगभग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पचास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छपी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मिलता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वजह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क़दम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उठाया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मुद्दे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अलैहिमुस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रहनुमाओं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दरमियान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झगड़ा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इख़्तेलाफ़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सुबूत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पिछली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निचोड़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इतने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महत्वपूर्ण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मसले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मज़बूत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मोहकम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संदेह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बहाना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डूबने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तिनके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तलाश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الغریق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یتشبث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بکل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حشیش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</w:p>
    <w:p w:rsidR="00D25DEC" w:rsidRPr="00DC033C" w:rsidRDefault="00D25DEC" w:rsidP="00F46099">
      <w:pPr>
        <w:pStyle w:val="Heading2"/>
      </w:pPr>
      <w:bookmarkStart w:id="21" w:name="_Toc445020203"/>
      <w:r w:rsidRPr="00D25DEC">
        <w:rPr>
          <w:rFonts w:hint="cs"/>
          <w:cs/>
          <w:lang w:bidi="hi-IN"/>
        </w:rPr>
        <w:lastRenderedPageBreak/>
        <w:t>शैख़ैन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प्रशंसा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नज़र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bookmarkEnd w:id="21"/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निस्बत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विभिन्न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इबारतों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माध्यम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शैख़ैन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प्रशंसा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फ़रमाया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خیر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الناس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بعد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النبیین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ابوبکر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ثم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عمر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  <w:r w:rsidRPr="00D25DEC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नबियों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बेहतरीन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मनुष्य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ख़त्ताब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तैमिया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मिनहासुस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अकसर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मुझे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श्रेष्ठ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बताता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झूठे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इल्ज़ाम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लगाने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सज़ा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दूंगा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मारूंगा।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जांच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पड़ताल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चाहेंगे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lastRenderedPageBreak/>
        <w:t>1.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संबंध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जोड़ा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केवल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ज़ईफ़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कमज़ोर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सनद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ज़िक्र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ज़ाहिर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दलील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विरोधियों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केवल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C83D59">
        <w:t xml:space="preserve">,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शास्त्रार्थ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मुनाज़ेरे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अध्याय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क़ानून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2.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संबंधों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निस्बतों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रिवायतों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हिसाब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ऊपर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इबारत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रिवायत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C83D59">
        <w:rPr>
          <w:rFonts w:ascii="Times New Roman" w:hAnsi="Times New Roman" w:cs="Times New Roman" w:hint="cs"/>
          <w:rtl/>
        </w:rPr>
        <w:t>روی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عن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علی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अ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قد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حکی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عن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علی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शब्दों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वर्णन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शास्त्र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दिराया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परिभाषा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मुरसल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सीधे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विश्वास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ध्यानपूर्वक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सनद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स्पष्ट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ऐतेबार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3.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रसूले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ख़ुदा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श्रेष्ठता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ढेरों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मुतावातिर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बल्कि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ऊपर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श्रेणी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ज़िक्र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शैख़ैन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प्रशंसा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झुठ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पर्याप्त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4.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नमूने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गवाह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मौजूद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संदेह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निस्बत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झूठा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उदाहरण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ज़िक्र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अब्दुल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बर्र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इस्तीआब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मारेफ़तिल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असहाब</w:t>
      </w:r>
      <w:r w:rsidRPr="00C83D59">
        <w:t xml:space="preserve">,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शास्त्र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रेजाल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मोतबर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उसमें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सलमान</w:t>
      </w:r>
      <w:r w:rsidRPr="00C83D59">
        <w:t xml:space="preserve">, </w:t>
      </w:r>
      <w:r w:rsidRPr="00D25DEC">
        <w:rPr>
          <w:rFonts w:hint="cs"/>
          <w:cs/>
          <w:lang w:bidi="hi-IN"/>
        </w:rPr>
        <w:t>मिक़दाद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</w:t>
      </w:r>
      <w:r w:rsidRPr="00C83D59">
        <w:t xml:space="preserve">, </w:t>
      </w:r>
      <w:r w:rsidRPr="00D25DEC">
        <w:rPr>
          <w:rFonts w:hint="cs"/>
          <w:cs/>
          <w:lang w:bidi="hi-IN"/>
        </w:rPr>
        <w:t>ख़ब्बाब</w:t>
      </w:r>
      <w:r w:rsidRPr="00C83D59">
        <w:t xml:space="preserve">, </w:t>
      </w:r>
      <w:r w:rsidRPr="00D25DEC">
        <w:rPr>
          <w:rFonts w:hint="cs"/>
          <w:cs/>
          <w:lang w:bidi="hi-IN"/>
        </w:rPr>
        <w:t>जाबिर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अब्दिल्लाह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अंसारी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सईदे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ख़िदरी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ज़ैद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अरक़म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अफ़राद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नक़्ल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तालिब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lastRenderedPageBreak/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فضلہ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ھولاء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علی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غیرہ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  <w:r w:rsidRPr="00D25DEC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श्रेष्ठ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योग्य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बुज़ुर्ग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सहाबियों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सज्जन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संख्या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अधिक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क़ायल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सर्वश्रेष्ठ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जबकि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अब्दुल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बर्र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मसलहत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हिसाब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केवल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गिनाये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हालांकि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शीर्षक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सबसे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कौन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C83D59">
        <w:t>?</w:t>
      </w:r>
      <w:r w:rsidR="00C83D59" w:rsidRPr="00C83D59">
        <w:t>)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अब्दुल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बर्र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कथनुसार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नक़्ल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बल्कि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जरीरे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तबरी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रिवायत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नक़्ल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क़ुहाफ़ा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पचास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लाये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लेकिन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श्रेष्ठता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गढ़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लाये</w:t>
      </w:r>
      <w:r w:rsidR="00DC033C">
        <w:rPr>
          <w:rFonts w:hint="cs"/>
          <w:cs/>
          <w:lang w:bidi="hi-IN"/>
        </w:rPr>
        <w:t>।</w:t>
      </w:r>
      <w:r w:rsidR="00055292">
        <w:rPr>
          <w:rFonts w:hint="cs"/>
          <w:cs/>
          <w:lang w:bidi="hi-IN"/>
        </w:rPr>
        <w:cr/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हालांकि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बुनियाद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झूठी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रद्द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ग़लत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पड़ना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संबंधित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अब्दुल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बर्रे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क़ुरतुबी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शख़्सियत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हाफ़िज़ों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रसूले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ख़ुदा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असहाब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निस्बत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फ़ज़ीलत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दूसरी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हरगिज़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देखने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अक़ीदा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वजह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सज़ा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बुराई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लिहाज़ा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असक़लानी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बौखलाहट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देखते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निस्बत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अफ़ज़ल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बताने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सज़ा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सुनाते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श्रेष्ठता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क़ायल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सज़ा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अब्दुल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बर्र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लाचारी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वजह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फेर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बदल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आख़िरी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उड़ा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فضلہ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ھولاء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علی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غیرہ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स्वीकार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अलबत्ता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विभिन्न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विषयों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प्रमाण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मौजूद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बुनियाद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समकालीन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पुराने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C83D59">
        <w:t xml:space="preserve">, </w:t>
      </w:r>
      <w:r w:rsidRPr="00D25DEC">
        <w:rPr>
          <w:rFonts w:hint="cs"/>
          <w:cs/>
          <w:lang w:bidi="hi-IN"/>
        </w:rPr>
        <w:t>वाक्य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इबारत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देखता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दर्द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बुनियाद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दावों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क़लई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खोल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झूठ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रास्ते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रोड़ा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संभव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फेर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बदल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मिटा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वाह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ज़बरदस्त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समुदाय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तरीक़ा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शख़्सियत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मंसूब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रास्ते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फेर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बदल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आख़िर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परिणाम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निकलता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समुदाय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मज़हब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बुनियाद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खोखली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मज़बूत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</w:p>
    <w:p w:rsidR="00D25DEC" w:rsidRPr="00DC033C" w:rsidRDefault="00D25DEC" w:rsidP="00F46099">
      <w:pPr>
        <w:pStyle w:val="Heading2"/>
      </w:pPr>
      <w:bookmarkStart w:id="22" w:name="_Toc445020204"/>
      <w:r w:rsidRPr="00D25DEC">
        <w:rPr>
          <w:rFonts w:hint="cs"/>
          <w:cs/>
          <w:lang w:bidi="hi-IN"/>
        </w:rPr>
        <w:lastRenderedPageBreak/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छोड़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DC033C">
        <w:t>?</w:t>
      </w:r>
      <w:bookmarkEnd w:id="22"/>
      <w:r w:rsidRPr="00DC033C">
        <w:t xml:space="preserve"> 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छोड़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शब्दों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वंचित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प्रश्न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उठता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उम्मत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मार्गदर्शन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मिल्कियत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संपत्ति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खींच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वंचित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संभव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मर्ज़ी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निजि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जायदाद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मीरास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ऊपर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छोड़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मसले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तुम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झगड़ा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लेकिन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केवल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प्रमाणित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छोड़ा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बल्कि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दौरान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मसलहत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ख़्याल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जगह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फ़रमाया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فصبرت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فی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العین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قذی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فی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الحلق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شجی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  <w:r w:rsidRPr="00D25DEC">
        <w:rPr>
          <w:cs/>
          <w:lang w:bidi="hi-IN"/>
        </w:rPr>
        <w:t xml:space="preserve"> </w:t>
      </w:r>
      <w:r w:rsidR="00055292" w:rsidRPr="00C83D59">
        <w:cr/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फिर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मैंने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धैर्य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जबकि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आंखों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तिन्का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हलक़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हड्डी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आप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जगह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फ़रमाते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मैंने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चारो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ओर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देखा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मैंने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देखा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हसनैन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मैंने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समर्थन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कौन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खड़ा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जाऊं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नबी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दोनो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नवासों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क़त्ल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इसलिये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मैंने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ख़र्च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कंजूसी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जगह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शिकवा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उम्मत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अत्याचार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शिकायत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ऐ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ईश्वर</w:t>
      </w:r>
      <w:r w:rsidRPr="00C83D59">
        <w:t xml:space="preserve">, </w:t>
      </w:r>
      <w:r w:rsidRPr="00D25DEC">
        <w:rPr>
          <w:rFonts w:hint="cs"/>
          <w:cs/>
          <w:lang w:bidi="hi-IN"/>
        </w:rPr>
        <w:t>मैंने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हसन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हुसैन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तेरे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जब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जीवित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हूं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मुझे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मौत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ज़ख़्म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देना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मेरे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क़ुरैश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सुरक्षित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रखेगा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उचित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धैर्य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छोड़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मुंह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जबकि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दोनो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वास्तविकता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ऐतेबार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ज़्यादा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फ़ासला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हां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बीच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केवल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उम्मत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ज़ुल्म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अत्याचार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मुक़ाबले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धैर्य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अलावा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रास्ता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मूसा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इमरान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प्रार्थना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तूर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पहाड़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हारून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बीच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मूसा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दरमियान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अंजाम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मार्गदर्शन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पवित्र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क़ुरआन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इरशाद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قال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موسی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لاخیہ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ھارون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اخلفنی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فی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قومی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اصلح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ولا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تتبع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سبیل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المفسدین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  <w:r w:rsidRPr="00D25DEC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मूसा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हारून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जाओ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सुधार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बुराई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फैलाने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पैरवी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मूसा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मीक़ात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लौटे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देखा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उलटा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हारूनस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अ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आपत्ति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जताई।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पवित्र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क़ुरआन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इरशाद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قال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ابن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ام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القوم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استضعفونی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کادوا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یقتلوننی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  <w:r w:rsidRPr="00D25DEC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</w:p>
    <w:p w:rsidR="00D25DEC" w:rsidRPr="00C83D59" w:rsidRDefault="00C83D59" w:rsidP="00D25DEC">
      <w:pPr>
        <w:pStyle w:val="libNormal"/>
      </w:pPr>
      <w:r>
        <w:rPr>
          <w:cs/>
          <w:lang w:bidi="hi-IN"/>
        </w:rPr>
        <w:t>(</w:t>
      </w:r>
      <w:r w:rsidR="00D25DEC" w:rsidRPr="00D25DEC">
        <w:rPr>
          <w:rFonts w:hint="cs"/>
          <w:cs/>
          <w:lang w:bidi="hi-IN"/>
        </w:rPr>
        <w:t>हारून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अलैहिस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सलाम</w:t>
      </w:r>
      <w:r>
        <w:rPr>
          <w:cs/>
          <w:lang w:bidi="hi-IN"/>
        </w:rPr>
        <w:t>)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ने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कहा</w:t>
      </w:r>
      <w:r w:rsidR="00D25DEC" w:rsidRPr="00D25DEC">
        <w:rPr>
          <w:cs/>
          <w:lang w:bidi="hi-IN"/>
        </w:rPr>
        <w:t xml:space="preserve">: </w:t>
      </w:r>
      <w:r w:rsidR="00D25DEC" w:rsidRPr="00D25DEC">
        <w:rPr>
          <w:rFonts w:hint="cs"/>
          <w:cs/>
          <w:lang w:bidi="hi-IN"/>
        </w:rPr>
        <w:t>ऐ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मेरी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मां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के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बेटे</w:t>
      </w:r>
      <w:r w:rsidR="00D25DEC" w:rsidRPr="00C83D59">
        <w:t xml:space="preserve">, </w:t>
      </w:r>
      <w:r w:rsidR="00D25DEC" w:rsidRPr="00D25DEC">
        <w:rPr>
          <w:rFonts w:hint="cs"/>
          <w:cs/>
          <w:lang w:bidi="hi-IN"/>
        </w:rPr>
        <w:t>निसंदेह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जनता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ने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मुझे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कमज़ोर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समझा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और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नज़दीक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था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कि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यह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लोग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मुझे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क़त्ल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करे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देते।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वाक़ई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उचित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मामले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हारून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धैर्य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मूसा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अ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छोड़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मुंह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सत्यता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वास्तविकता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पवित्र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क़ुरआन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ग़दीरे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संख्या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हाथों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नज़र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अंदाज़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आज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प्रसिद्ध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कथनुसार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फ़ायदे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किनारे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जायें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ईशदूत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अधिकार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</w:t>
      </w:r>
      <w:r w:rsidRPr="00C83D59">
        <w:t>?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असत्य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केन्द्र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समाज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फ़ायदा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ईशदूस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वास्तवित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नुक़सान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क्षति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ज़्यादा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फ़ायदे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सोचा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>?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सोची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मासूम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निष्पाप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ग़ैर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मासूम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पापी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छोड़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</w:t>
      </w:r>
      <w:r w:rsidRPr="00C83D59">
        <w:t xml:space="preserve">? 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हां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प्रश्नों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</w:t>
      </w:r>
      <w:r w:rsidRPr="00C83D59">
        <w:t xml:space="preserve">, </w:t>
      </w:r>
      <w:r w:rsidRPr="00D25DEC">
        <w:rPr>
          <w:rFonts w:hint="cs"/>
          <w:cs/>
          <w:lang w:bidi="hi-IN"/>
        </w:rPr>
        <w:t>ऐसे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ईश्वरीय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महत्व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श्रेष्ठता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बूझते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ख़बर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धार्मिक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अथवा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संसारिक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कर्मों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अंजाम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परिणाम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वास्तविक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चरित्र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विचारों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दिलचस्वी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दिखाते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फ़ायदा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सृष्टि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पीछे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लक्ष्य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ھمتھم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بطونھم،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دینھم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دنانیرھم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हिम्मत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पेट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बराबर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पैसों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बराबर।</w:t>
      </w:r>
    </w:p>
    <w:p w:rsidR="00E46C78" w:rsidRPr="00C83D59" w:rsidRDefault="00E46C78" w:rsidP="00E46C78">
      <w:pPr>
        <w:pStyle w:val="libNormal"/>
      </w:pPr>
      <w:r>
        <w:rPr>
          <w:rFonts w:hint="cs"/>
          <w:cs/>
          <w:lang w:bidi="hi-IN"/>
        </w:rPr>
        <w:t>(आप इस किताब को अलहसनैन इस्लामी नैटवर्क पर पढ़ रहे है।)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अत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कभी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वंचित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बल्कि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ईशदूत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स्वर्गवास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पीछे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चुनिन्दा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मुंह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हस्ती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नायब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चुनाव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उसने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भ्रष्टता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मनमानी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देखा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धैर्य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रास्ता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उचित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लगा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फ़रमाया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فصبرت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فی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العین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قذی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فی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الحلق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شجی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  <w:r w:rsidR="00055292" w:rsidRPr="00C83D59">
        <w:cr/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फिर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मैंने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धैर्य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जबकि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आंखों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तिन्का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हलक़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हड्डी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पवित्र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क़ुरआन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वास्तविकता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पर्दा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उठा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इरशाद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وما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محمد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رسول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قد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خلت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من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قبلہ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الرسل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فان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مات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قتل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انقلبتم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علی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اعقابکم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من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ینقلب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علی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عقبیہ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فلن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یضر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اللہ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شیئا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سیجزی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اللہ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الشاکرین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  <w:r w:rsidRPr="00D25DEC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</w:p>
    <w:p w:rsidR="00F46099" w:rsidRDefault="00D25DEC" w:rsidP="00F46099">
      <w:pPr>
        <w:pStyle w:val="libNormal"/>
        <w:rPr>
          <w:cs/>
          <w:lang w:bidi="hi-IN"/>
        </w:rPr>
      </w:pP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मुहम्मद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ईश्वरीय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ईशदूत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स्वर्गवास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तुम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अतीत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ओर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पलट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जाओगे</w:t>
      </w:r>
      <w:r w:rsidRPr="00C83D59">
        <w:t>?</w:t>
      </w:r>
      <w:r w:rsidRPr="00D25DEC">
        <w:rPr>
          <w:rFonts w:hint="cs"/>
          <w:cs/>
          <w:lang w:bidi="hi-IN"/>
        </w:rPr>
        <w:t>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अतीत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ओर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पलट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क्षति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पहुचायेगा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जल्द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शुक्र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देगा।</w:t>
      </w:r>
    </w:p>
    <w:p w:rsidR="00D25DEC" w:rsidRPr="00DC033C" w:rsidRDefault="00D25DEC" w:rsidP="00F46099">
      <w:pPr>
        <w:pStyle w:val="Heading1"/>
      </w:pPr>
      <w:bookmarkStart w:id="23" w:name="_Toc445020205"/>
      <w:r w:rsidRPr="00D25DEC">
        <w:rPr>
          <w:rFonts w:hint="cs"/>
          <w:cs/>
          <w:lang w:bidi="hi-IN"/>
        </w:rPr>
        <w:t>तीसरा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भाग</w:t>
      </w:r>
      <w:bookmarkEnd w:id="23"/>
    </w:p>
    <w:p w:rsidR="00D25DEC" w:rsidRPr="00C83D59" w:rsidRDefault="00D25DEC" w:rsidP="00D25DEC">
      <w:pPr>
        <w:pStyle w:val="libNormal"/>
      </w:pPr>
    </w:p>
    <w:p w:rsidR="00D25DEC" w:rsidRPr="00DC033C" w:rsidRDefault="00D25DEC" w:rsidP="00F46099">
      <w:pPr>
        <w:pStyle w:val="Heading1"/>
      </w:pPr>
      <w:bookmarkStart w:id="24" w:name="_Toc445020206"/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विशेषताएं</w:t>
      </w:r>
      <w:bookmarkEnd w:id="24"/>
    </w:p>
    <w:p w:rsidR="00D25DEC" w:rsidRPr="00C83D59" w:rsidRDefault="00D25DEC" w:rsidP="00D25DEC">
      <w:pPr>
        <w:pStyle w:val="libNormal"/>
      </w:pPr>
    </w:p>
    <w:p w:rsidR="00D25DEC" w:rsidRPr="00DC033C" w:rsidRDefault="00D25DEC" w:rsidP="00F46099">
      <w:pPr>
        <w:pStyle w:val="Heading2"/>
      </w:pPr>
      <w:bookmarkStart w:id="25" w:name="_Toc445020207"/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दृष्टिकोण</w:t>
      </w:r>
      <w:bookmarkEnd w:id="25"/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समुदाय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अक़ीदे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रसूले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ख़ुदा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चुनने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तरीक़े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ध्यान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Pr="00C83D59">
        <w:t xml:space="preserve">, </w:t>
      </w:r>
      <w:r w:rsidRPr="00D25DEC">
        <w:rPr>
          <w:rFonts w:hint="cs"/>
          <w:cs/>
          <w:lang w:bidi="hi-IN"/>
        </w:rPr>
        <w:t>हमारा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बुनियादी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अक़ीदे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मुंह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तब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योग्यता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पायेगी।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रसूल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विशेषताओं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वर्णन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नज़र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ईशदूत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सिफ़तों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विशेषताओं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वर्णन</w:t>
      </w:r>
      <w:r w:rsidRPr="00C83D59">
        <w:t xml:space="preserve">, </w:t>
      </w:r>
      <w:r w:rsidRPr="00D25DEC">
        <w:rPr>
          <w:rFonts w:hint="cs"/>
          <w:cs/>
          <w:lang w:bidi="hi-IN"/>
        </w:rPr>
        <w:t>जिन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बुद्धि</w:t>
      </w:r>
      <w:r w:rsidRPr="00C83D59">
        <w:t xml:space="preserve">, </w:t>
      </w:r>
      <w:r w:rsidRPr="00D25DEC">
        <w:rPr>
          <w:rFonts w:hint="cs"/>
          <w:cs/>
          <w:lang w:bidi="hi-IN"/>
        </w:rPr>
        <w:t>बालिग़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मर्द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आज़ाद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सम्मिलित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अलावा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भागों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संक्षिप्त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बाटा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भाग</w:t>
      </w:r>
      <w:r w:rsidRPr="00C83D59">
        <w:t xml:space="preserve">,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सिफ़तें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विशेषताएं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एकमत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इजमा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इत्तेफ़ाक़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दूसरा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भाग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मासूम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निष्पाप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लेकिन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विशेषता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आवश्यक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पैग़म्बर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अदालत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विशेषता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इसके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पर्याप्त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निष्पाप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मासूम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आवश्यकता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अलबत्ता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विशेषताओं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पिछले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भिन्नताएं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सामने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बाहर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शर्तों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अंदर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विशेषताएं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ऊप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निम्न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1.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इज्तेहाद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ज्ञान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2.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अदालत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3.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शुजाअत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पहली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विशेषता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अनुसार</w:t>
      </w:r>
      <w:r w:rsidRPr="00C83D59">
        <w:t xml:space="preserve">, </w:t>
      </w:r>
      <w:r w:rsidRPr="00D25DEC">
        <w:rPr>
          <w:rFonts w:hint="cs"/>
          <w:cs/>
          <w:lang w:bidi="hi-IN"/>
        </w:rPr>
        <w:t>ईशदूत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धार्मिक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ज्ञान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बल्कि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मसलों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मुजतहिद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नज़दीक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ऊपर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ऐतेराज़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अध्यात्मिक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दृष्टिकोण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सम्मान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प्रतिष्ठा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रक्षा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अदालत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C83D59">
        <w:t xml:space="preserve">, </w:t>
      </w:r>
      <w:r w:rsidRPr="00D25DEC">
        <w:rPr>
          <w:rFonts w:hint="cs"/>
          <w:cs/>
          <w:lang w:bidi="hi-IN"/>
        </w:rPr>
        <w:t>ईशदूत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फ़ासिक़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फ़ाजिर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योग्य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निष्पाप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मासूम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नबी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घोषित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शुजाअत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बहादुरी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तीसरी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विशेषता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ख़तरे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दुश्मनों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रक्षा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तैयार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तथा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कमांड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संभालने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योग्यता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विशेषताएं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सिफ़ात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थीं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देखना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शर्तें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C83D59">
        <w:t xml:space="preserve">?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उस्मान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प्रश्न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चिन्ह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मालूम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हिस्सा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ग्यारह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हिस्सा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लिहाज़ा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पक्षपात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हालात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शोध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देखेंगे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शर्तें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C83D59">
        <w:t>?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प्रमाणित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जायेगी।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क्योंकि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ईशदूत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सीमित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</w:p>
    <w:p w:rsidR="00D25DEC" w:rsidRPr="00DC033C" w:rsidRDefault="00D25DEC" w:rsidP="00F46099">
      <w:pPr>
        <w:pStyle w:val="Heading2"/>
      </w:pPr>
      <w:bookmarkStart w:id="26" w:name="_Toc445020208"/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शुजाअत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बहादुरी</w:t>
      </w:r>
      <w:bookmarkEnd w:id="26"/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विशेषताओं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बहादुरी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शर्त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जांच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करेगें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इतिहासिक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हिस्सों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बाटेंगे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1.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ईशदूत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जीवनकाल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में।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2.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ईशदूत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जीवनकाल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पश्चात।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शंका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पैग़म्बरे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स्वर्गवास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जंग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शामिल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जिहाद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तलवार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लगाया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मिलता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बहादुरी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चलता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रसूले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ख़ुदा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ज़माने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जवान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ज़ाहिर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अंदर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उर्जा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ज़्यादा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होगी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हमने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छानबीन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अध्धयन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लेकिन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शुजाअत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बहादुरी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बताती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बल्कि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मौक़ों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प्रकट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अनुयाईयों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लज्जा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DC033C" w:rsidRDefault="00D25DEC" w:rsidP="00F46099">
      <w:pPr>
        <w:pStyle w:val="Heading2"/>
      </w:pPr>
      <w:bookmarkStart w:id="27" w:name="_Toc445020209"/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जंगों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जाना</w:t>
      </w:r>
      <w:bookmarkEnd w:id="27"/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शोधकर्ताओं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जीवनीकारों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इतिहासकारों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शास्त्रियों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स्पष्ट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ओहद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जंग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ऐसे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हालात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मुशरेकीन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आरम्भिक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जंग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दोबारा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पलटे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संकल्प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ईशदूत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मौत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घाट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मुसलमानों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शक्तियों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डालें।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संवेदनशील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स्थिति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पैग़म्बरे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दुश्मन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अकेला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छोड़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रक्षा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भाग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उदाहरण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निम्न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प्रमाण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लेखक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ओहद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जंग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वर्णन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>:</w:t>
      </w:r>
    </w:p>
    <w:p w:rsidR="00D25DEC" w:rsidRPr="00D25DEC" w:rsidRDefault="00D25DEC" w:rsidP="00F46099">
      <w:pPr>
        <w:pStyle w:val="libNormal"/>
      </w:pPr>
    </w:p>
    <w:p w:rsidR="00D25DEC" w:rsidRPr="00F46099" w:rsidRDefault="00D25DEC" w:rsidP="00F46099">
      <w:pPr>
        <w:pStyle w:val="libNormal"/>
      </w:pPr>
      <w:r w:rsidRPr="00D25DEC">
        <w:rPr>
          <w:cs/>
          <w:lang w:bidi="hi-IN"/>
        </w:rPr>
        <w:t>1.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दाऊद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तियालसी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सोनन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में।</w:t>
      </w:r>
    </w:p>
    <w:p w:rsidR="00D25DEC" w:rsidRPr="00F46099" w:rsidRDefault="00D25DEC" w:rsidP="00F46099">
      <w:pPr>
        <w:pStyle w:val="libNormal"/>
      </w:pPr>
      <w:r w:rsidRPr="00D25DEC">
        <w:rPr>
          <w:cs/>
          <w:lang w:bidi="hi-IN"/>
        </w:rPr>
        <w:t>2.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सअद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तबक़ातुल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कुबरा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में।</w:t>
      </w:r>
    </w:p>
    <w:p w:rsidR="00D25DEC" w:rsidRPr="00F46099" w:rsidRDefault="00D25DEC" w:rsidP="00F46099">
      <w:pPr>
        <w:pStyle w:val="libNormal"/>
      </w:pPr>
      <w:r w:rsidRPr="00D25DEC">
        <w:rPr>
          <w:cs/>
          <w:lang w:bidi="hi-IN"/>
        </w:rPr>
        <w:t>3.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तबरानी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मोअजम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में।</w:t>
      </w:r>
    </w:p>
    <w:p w:rsidR="00D25DEC" w:rsidRPr="00F46099" w:rsidRDefault="00D25DEC" w:rsidP="00F46099">
      <w:pPr>
        <w:pStyle w:val="libNormal"/>
      </w:pPr>
      <w:r w:rsidRPr="00D25DEC">
        <w:rPr>
          <w:cs/>
          <w:lang w:bidi="hi-IN"/>
        </w:rPr>
        <w:t>4.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अबु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बज़्ज़ाज़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मुसनद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में।</w:t>
      </w:r>
    </w:p>
    <w:p w:rsidR="00D25DEC" w:rsidRPr="00F46099" w:rsidRDefault="00D25DEC" w:rsidP="00F46099">
      <w:pPr>
        <w:pStyle w:val="libNormal"/>
      </w:pPr>
      <w:r w:rsidRPr="00D25DEC">
        <w:rPr>
          <w:cs/>
          <w:lang w:bidi="hi-IN"/>
        </w:rPr>
        <w:t>5.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हब्बान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में।</w:t>
      </w:r>
    </w:p>
    <w:p w:rsidR="00D25DEC" w:rsidRPr="00F46099" w:rsidRDefault="00D25DEC" w:rsidP="00F46099">
      <w:pPr>
        <w:pStyle w:val="libNormal"/>
      </w:pPr>
      <w:r w:rsidRPr="00D25DEC">
        <w:rPr>
          <w:cs/>
          <w:lang w:bidi="hi-IN"/>
        </w:rPr>
        <w:t>6.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दार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क़ुतनी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सोनन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में।</w:t>
      </w:r>
    </w:p>
    <w:p w:rsidR="00D25DEC" w:rsidRPr="00F46099" w:rsidRDefault="00D25DEC" w:rsidP="00F46099">
      <w:pPr>
        <w:pStyle w:val="libNormal"/>
      </w:pPr>
      <w:r w:rsidRPr="00D25DEC">
        <w:rPr>
          <w:cs/>
          <w:lang w:bidi="hi-IN"/>
        </w:rPr>
        <w:t>7.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नईम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इस्फ़हानी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हिलयतुल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औलिया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में।</w:t>
      </w:r>
    </w:p>
    <w:p w:rsidR="00D25DEC" w:rsidRPr="00F46099" w:rsidRDefault="00D25DEC" w:rsidP="00F46099">
      <w:pPr>
        <w:pStyle w:val="libNormal"/>
      </w:pPr>
      <w:r w:rsidRPr="00D25DEC">
        <w:rPr>
          <w:cs/>
          <w:lang w:bidi="hi-IN"/>
        </w:rPr>
        <w:t>8.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असाकर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तारीख़ो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मदीनते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दमिश्क़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में।</w:t>
      </w:r>
    </w:p>
    <w:p w:rsidR="00D25DEC" w:rsidRPr="00F46099" w:rsidRDefault="00D25DEC" w:rsidP="00F46099">
      <w:pPr>
        <w:pStyle w:val="libNormal"/>
      </w:pPr>
      <w:r w:rsidRPr="00D25DEC">
        <w:rPr>
          <w:cs/>
          <w:lang w:bidi="hi-IN"/>
        </w:rPr>
        <w:t>9.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ज़िया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मुक़द्देसी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मुख़तारा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में।</w:t>
      </w:r>
    </w:p>
    <w:p w:rsidR="00D25DEC" w:rsidRPr="00D25DEC" w:rsidRDefault="00D25DEC" w:rsidP="00F46099">
      <w:pPr>
        <w:pStyle w:val="libNormal"/>
      </w:pPr>
      <w:r w:rsidRPr="00D25DEC">
        <w:rPr>
          <w:cs/>
          <w:lang w:bidi="hi-IN"/>
        </w:rPr>
        <w:t>10.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मुत्तक़ी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हिन्दी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कंज़ुल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उम्माल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हाकिमे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नैशा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पुरी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जंगे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हुनैन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रिवायत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सनद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अब्बास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नक़्ल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अब्बास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जंगे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हुनैन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केवल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तालिब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अलैहिमस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नबी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डटे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लड़ते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रास्ता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शोधकर्ता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जंगे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ख़ैबर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भाग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1.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अहमद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हंबल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मुसनद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में।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2.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शैबा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मुसन्नफ़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में।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3.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क़ज़वीनी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सोननुल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मुस्तफ़ा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में।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4.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बज़्ज़ाज़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मुसनद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में।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5.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तबरी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तफ़सीर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तारीख़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में।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6.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तबरानी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मोअजमुस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कबीर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में।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7.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हाकिमे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नैशा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पुरी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मुसतदरक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सहीहैन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में।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8.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बैहक़ी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सोननुल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कुबरा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में।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9.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ज़िया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मुक़द्दसी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मुख़तारा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में।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lastRenderedPageBreak/>
        <w:t>10.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हैसमी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मजमउज़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ज़लायद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मुत्तक़ी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हिन्दी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कंजुल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उम्माल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जंगे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ख़ैबर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नक़्ल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</w:p>
    <w:p w:rsidR="00D25DEC" w:rsidRPr="00DC033C" w:rsidRDefault="00D25DEC" w:rsidP="00F46099">
      <w:pPr>
        <w:pStyle w:val="Heading2"/>
      </w:pPr>
      <w:bookmarkStart w:id="28" w:name="_Toc445020210"/>
      <w:r w:rsidRPr="00D25DEC">
        <w:rPr>
          <w:rFonts w:hint="cs"/>
          <w:cs/>
          <w:lang w:bidi="hi-IN"/>
        </w:rPr>
        <w:t>ख़</w:t>
      </w:r>
      <w:r w:rsidR="00F46099">
        <w:rPr>
          <w:rFonts w:hint="cs"/>
          <w:cs/>
          <w:lang w:bidi="hi-IN"/>
        </w:rPr>
        <w:t>ं</w:t>
      </w:r>
      <w:r w:rsidRPr="00D25DEC">
        <w:rPr>
          <w:rFonts w:hint="cs"/>
          <w:cs/>
          <w:lang w:bidi="hi-IN"/>
        </w:rPr>
        <w:t>दक़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जंग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बहादुरी</w:t>
      </w:r>
      <w:bookmarkEnd w:id="28"/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महत्वपूर्ण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जंगों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ख़ैबर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जंग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जंग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कुफ़्र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शिर्क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लश्करों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मुक़ाबला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वक्त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ईशदूत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फ़रमाया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لضربۃ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علی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فی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یوم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الخندق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افضل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من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عبادۃ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الثقلین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ख़ंदक़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जंग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ज़रबत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नज़दीक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जिन्नात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इबादत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अफ़ज़ल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ضربۃ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علی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فی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یوم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الخندق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افضل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من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عبادۃ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الامۃ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یوم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القیامۃ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  <w:r w:rsidRPr="00D25DEC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ख़ंदक़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जंग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ज़रबत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क़यामत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उम्मतों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इबादत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अफ़ज़ल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DC033C" w:rsidRDefault="00D25DEC" w:rsidP="00F46099">
      <w:pPr>
        <w:pStyle w:val="Heading2"/>
      </w:pPr>
      <w:bookmarkStart w:id="29" w:name="_Toc445020211"/>
      <w:r w:rsidRPr="00D25DEC">
        <w:rPr>
          <w:rFonts w:hint="cs"/>
          <w:cs/>
          <w:lang w:bidi="hi-IN"/>
        </w:rPr>
        <w:t>शैख़ैन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बहादुरी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तैमीया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कल्पना</w:t>
      </w:r>
      <w:bookmarkEnd w:id="29"/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मुसलमानों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बहादुर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शर्त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पैग़म्बरे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अकरम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जीवनकाल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महत्वपूर्ण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अवसरों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शैख़ैन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परेशानी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ग़ौर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फिक्र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विचार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लगे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शैख़ुल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जनाबे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तैमीया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अवसरों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मुश्किलों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सोच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बुद्धिमता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निकाला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निसंदेह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हमारा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शासक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आवश्यक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शुजाअत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बहादुरी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लेकिन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शुजाअत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बहादुरी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1.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दिली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बहादुरी।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2.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शारीरिक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बहादुरी।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जिस्मानी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ऐतेबार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बहादुर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लेकिन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मज़बूती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बहादुरी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क़दर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बहादुरी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पर्याप्त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काफ़ी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जंग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जिहाद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ख़त्ताब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जंग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जिहाद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लेकिन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जंग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जिहाद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1.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तलवार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जंग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2.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दुआ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जंग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ख़त्ताब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दुआ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जंग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तैमिया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क़ुहाफ़ा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जिस्मानी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बहादुरी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काफ़िरों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मुश्रिकों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अंगेज़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आश्चर्य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जंगी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कारनामों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बहादुरी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मुक़ाबले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निम्न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वर्णन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बुख़ारी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मुस्लिम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उरवा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ज़ुबैर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मैंने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बेटे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अब्दुल्लाह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पूछा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मुश्रिकों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रसूले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ख़ुदा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सख़्त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रवैय्या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उसने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रसूले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ख़ुदा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नमाज़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पढ़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उक़बा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मुईत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मुबारक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गर्दन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लपेट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सख़्ती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दबाने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लगा।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उक़बा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कंधा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पकड़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किनारे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तुम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मारना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पालने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पालने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तैमीया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फ़ैसला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न्यायप्रिय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इंसाफ़वर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ऊपर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छोड़ते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बहादुरी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फ़ैसला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लेंगे।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शुजाअत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बहादुरी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विशेषता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ख़ूबी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विशेषता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इजमा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एकमत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पैग़म्बरे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अकरम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मुसलमानों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आवश्यक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चाहिये।</w:t>
      </w:r>
    </w:p>
    <w:p w:rsidR="00D25DEC" w:rsidRPr="00C83D59" w:rsidRDefault="00D25DEC" w:rsidP="00D25DEC">
      <w:pPr>
        <w:pStyle w:val="libNormal"/>
      </w:pPr>
    </w:p>
    <w:p w:rsidR="00D25DEC" w:rsidRPr="00DC033C" w:rsidRDefault="00D25DEC" w:rsidP="00F46099">
      <w:pPr>
        <w:pStyle w:val="Heading2"/>
      </w:pPr>
      <w:bookmarkStart w:id="30" w:name="_Toc445020212"/>
      <w:r w:rsidRPr="00D25DEC">
        <w:rPr>
          <w:rFonts w:hint="cs"/>
          <w:cs/>
          <w:lang w:bidi="hi-IN"/>
        </w:rPr>
        <w:lastRenderedPageBreak/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आदिल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bookmarkEnd w:id="30"/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शुमार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घटनाएं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मिलती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अंदर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न्याय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जैसे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1.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फ़ातेमा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ज़हरा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सलामुल्लाह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हमला।</w:t>
      </w:r>
    </w:p>
    <w:p w:rsidR="00D25DEC" w:rsidRPr="00C83D59" w:rsidRDefault="00D25DEC" w:rsidP="00D25DEC">
      <w:pPr>
        <w:pStyle w:val="libNormal"/>
      </w:pPr>
      <w:r w:rsidRPr="00D25DEC">
        <w:rPr>
          <w:cs/>
          <w:lang w:bidi="hi-IN"/>
        </w:rPr>
        <w:t>2.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फ़िदक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बाग़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हड़प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लेना।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नुवैरा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क़त्ल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करेंगे।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ज़माने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नूरानी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चेहरे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बदनुमा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दाग़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फैल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नुवैरा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क़त्ल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बनी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यरमूअ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क़बीला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प्रसिद्ध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क़बीलों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सरदार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नुवैरा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मालिक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आदरनिय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व्यक्तित्व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क़बीले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रसूले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खुदा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उपस्थित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स्वीकार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क़बीलों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जीवन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अंतिम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क्षणों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वफ़ादारी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चूंकि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प्रसिद्ध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व्यक्ति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रसूले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ख़ुदा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नुमांन्दा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जगह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ज़कात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आदि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ग़रीब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बाटें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मदीने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आवश्यकता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पड़े।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सक़ीफ़ा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चुनाव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जीत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परहेज़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सामने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उपस्थित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हुए।</w:t>
      </w:r>
    </w:p>
    <w:p w:rsidR="00D25DEC" w:rsidRPr="00C83D59" w:rsidRDefault="00D25DEC" w:rsidP="00D25DEC">
      <w:pPr>
        <w:pStyle w:val="libNormal"/>
      </w:pPr>
    </w:p>
    <w:p w:rsidR="00D25DEC" w:rsidRPr="00C83D59" w:rsidRDefault="00C83D59" w:rsidP="00D25DEC">
      <w:pPr>
        <w:pStyle w:val="libNormal"/>
      </w:pPr>
      <w:r>
        <w:rPr>
          <w:cs/>
          <w:lang w:bidi="hi-IN"/>
        </w:rPr>
        <w:t>(</w:t>
      </w:r>
      <w:r w:rsidR="00D25DEC" w:rsidRPr="00D25DEC">
        <w:rPr>
          <w:rFonts w:hint="cs"/>
          <w:cs/>
          <w:lang w:bidi="hi-IN"/>
        </w:rPr>
        <w:t>इस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लिये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कि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अभी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ग़दीरे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ख़ुम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की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घटना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को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लगभग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तीन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महीने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से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ज़्यादा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नही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गुज़रे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थे</w:t>
      </w:r>
      <w:r w:rsidR="00D25DEC" w:rsidRPr="00C83D59">
        <w:t xml:space="preserve">, </w:t>
      </w:r>
      <w:r w:rsidR="00D25DEC" w:rsidRPr="00D25DEC">
        <w:rPr>
          <w:rFonts w:hint="cs"/>
          <w:cs/>
          <w:lang w:bidi="hi-IN"/>
        </w:rPr>
        <w:t>जिस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में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सबने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हज्जतुल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वेदाअ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में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हाज़िर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हो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कर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अमीरुल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मोमिनीन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अलैहिस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सलाम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को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रसूले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ख़ुदा</w:t>
      </w:r>
      <w:r w:rsidR="00D25DEC" w:rsidRPr="00D25DEC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="00D25DEC" w:rsidRPr="00D25DEC">
        <w:rPr>
          <w:rFonts w:hint="cs"/>
          <w:cs/>
          <w:lang w:bidi="hi-IN"/>
        </w:rPr>
        <w:t>सल्लल्लाहो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अलैहे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व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आलिहि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>)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के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बाद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उनके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उत्तराधिकारी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व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ख़लीफ़ा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के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तौर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पर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चुना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था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और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उनके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हाथों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पर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बैअत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की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थी।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इसलिये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मालिक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बिन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नुवैरा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जैसे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लोगों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का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अबू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बक्र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की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बैअत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न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करना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एक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बुद्धि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में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आने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वाली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और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ठीक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बात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लगती</w:t>
      </w:r>
      <w:r w:rsidR="00D25DEC" w:rsidRPr="00D25DEC">
        <w:rPr>
          <w:cs/>
          <w:lang w:bidi="hi-IN"/>
        </w:rPr>
        <w:t xml:space="preserve"> </w:t>
      </w:r>
      <w:r w:rsidR="00D25DEC"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नुवैरा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ज़कात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मदीने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भेजा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ज़कात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मुनकिर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ख़ालिद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वलीद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जंग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भेजा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ख़ालिद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फ़ौज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क़बीले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पहुचे।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हथियार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उठा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मुक़ाबले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तैयार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नमाज़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हथियार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ज़मीन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नमाज़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पढ़ने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गये।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ख़ालिद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वलीद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मौक़े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फ़ायदा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उठाया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आदेश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नुवैरा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गिरफ़तार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गर्दन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उड़ा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मालिक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गिरफ़्तार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मेरे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आदेश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C83D59">
        <w:t>?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ख़ालिद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तुम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मुरतद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जाना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मालिक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तुम्हारे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अज़ान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नमाज़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पढ़ी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इबादत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फिर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मुरतद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C83D59">
        <w:t xml:space="preserve">? </w:t>
      </w:r>
      <w:r w:rsidRPr="00D25DEC">
        <w:rPr>
          <w:rFonts w:hint="cs"/>
          <w:cs/>
          <w:lang w:bidi="hi-IN"/>
        </w:rPr>
        <w:t>कम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मुझे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मदीने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चलो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सकूं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इच्छा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पूरा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सकूं।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परिणाम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निकला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ख़ालिद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आदेश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नुवैरा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उड़ा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ख़ालिद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वलीद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बीवी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कुकर्म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ज़ेना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क़बीले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यरमूअ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मर्दों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खाना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ईंधन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प्रयोग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मदीने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ख़बर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फैलते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फ़साद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केवल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C83D59">
        <w:t xml:space="preserve">,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ग़ैरत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सत्यता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प्रताक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अत्याचार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शिकार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रक्षक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बल्कि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ख़त्ताब</w:t>
      </w:r>
      <w:r w:rsidRPr="00C83D59">
        <w:t xml:space="preserve">, </w:t>
      </w:r>
      <w:r w:rsidRPr="00D25DEC">
        <w:rPr>
          <w:rFonts w:hint="cs"/>
          <w:cs/>
          <w:lang w:bidi="hi-IN"/>
        </w:rPr>
        <w:t>सअद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वक़्क़ास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तलहा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हरकत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प्रतिक्रिया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पूर्ण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रुप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अनुमानित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C83D59">
        <w:t xml:space="preserve">, </w:t>
      </w:r>
      <w:r w:rsidR="00C83D59" w:rsidRPr="00C83D59">
        <w:t>(</w:t>
      </w:r>
      <w:r w:rsidRPr="00D25DEC">
        <w:rPr>
          <w:rFonts w:hint="cs"/>
          <w:cs/>
          <w:lang w:bidi="hi-IN"/>
        </w:rPr>
        <w:t>अगरचे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अलावा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प्रतिक्रिया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जिसको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मौका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मुसलमान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बूझ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बीवी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थोड़ी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कुकर्म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ज़ेना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बग़ावत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लहर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दौड़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ख़ालिद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वलीद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मदीने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वापस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ख़त्ताब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कुकर्मी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व्यभिचारी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तूझे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पत्थर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मारूंगा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मदीने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शोर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शराबा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हंगामा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फ़ैसला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ख़ालिद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वलीद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शरई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हुक्म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संबंध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अंतिम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फ़ैसला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सुनाया।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हां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ख़ालिद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सख़्त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सज़ा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सुनाई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जुर्म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सोचे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सज़ा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ख़ालिद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वलीद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आंख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उठा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देखा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ऐ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ख़ालिद</w:t>
      </w:r>
      <w:r w:rsidRPr="00C83D59">
        <w:t xml:space="preserve">, </w:t>
      </w:r>
      <w:r w:rsidRPr="00D25DEC">
        <w:rPr>
          <w:rFonts w:hint="cs"/>
          <w:cs/>
          <w:lang w:bidi="hi-IN"/>
        </w:rPr>
        <w:t>मेरी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नज़र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तुमने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अंजाम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तुमने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शरई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ज़िम्मेदारी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ग़लती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आज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ज़ेना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तुम्हे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पड़ेगा।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सक़ीफ़ा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अंतिम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फ़ैसला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शर्त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चयन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दृष्टि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न्याय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जुर्म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सज़ा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तुमने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अंजाम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अब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ध्यान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आवश्यकता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कष्ठ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कल्पना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समुदाय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गुरु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हमेशा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अनुयाईयों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ज्ञान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मुश्किलों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हेतु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तैयार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क़लम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प्रयोग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हमें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मामले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ख़बर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शायद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नुवैरा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बीवी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तलाक़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इद्दत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ख़त्म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लेकिन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अत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ख़ालिद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वलीद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शादी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शुदा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इद्दत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ज़ेना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शायद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नुवैरा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बीवी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पेट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बच्चा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क़त्ल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बीवी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नज़दीकी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दौरान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बच्चा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होगा।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परिणाम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निकला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ज़ेना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इद्दत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हुआ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क़ाज़ी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अब्दुल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जब्बार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मोअतज़ेली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अब्दुल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बर्र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इसतिआब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लेखक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दृष्टिकोण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ख़ालिद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वलीद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जल्दबाज़ी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जल्दीबाज़ी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विशेष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विशेष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आदेश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भेजा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हरकत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अंजाम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प्रतिक्रिया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दिखाई</w:t>
      </w:r>
      <w:r w:rsidRPr="00C83D59">
        <w:t xml:space="preserve">?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क्योंकि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प्रश्न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योग्यता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सवाल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कटघरे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खड़ा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मोलवी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अब्दुल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अज़ीज़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देहलवी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तोहफ़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अशरिया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लेखक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संक्षिप्त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कल्पना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दर्द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निवारक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बुद्धिमता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रास्ते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ख़ालिद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वलीद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हरगिज़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मालिक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नुवैरा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बीवी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ज़ेना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झूट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गवाही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साबित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?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ऐतेबार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भरोसा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इतिहास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शरीयत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ज्ञान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प्राप्त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ओर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रुख़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करेंगे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DC033C" w:rsidRDefault="00D25DEC" w:rsidP="00F46099">
      <w:pPr>
        <w:pStyle w:val="Heading2"/>
      </w:pPr>
      <w:bookmarkStart w:id="31" w:name="_Toc445020213"/>
      <w:r w:rsidRPr="00D25DEC">
        <w:rPr>
          <w:rFonts w:hint="cs"/>
          <w:cs/>
          <w:lang w:bidi="hi-IN"/>
        </w:rPr>
        <w:lastRenderedPageBreak/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ज्ञान</w:t>
      </w:r>
      <w:bookmarkEnd w:id="31"/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विशेषता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ख़ूबी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पैग़म्बरे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आवश्यक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इज्तेहाद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ज्ञान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नज़र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डालेंगे।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भाग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शास्त्रों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करेंगे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संबंध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बल्कि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संसारों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फ़रिश्तों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परियों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जिन्नात</w:t>
      </w:r>
      <w:r w:rsidRPr="00C83D59">
        <w:t xml:space="preserve">, </w:t>
      </w:r>
      <w:r w:rsidRPr="00D25DEC">
        <w:rPr>
          <w:rFonts w:hint="cs"/>
          <w:cs/>
          <w:lang w:bidi="hi-IN"/>
        </w:rPr>
        <w:t>आकाश</w:t>
      </w:r>
      <w:r w:rsidRPr="00C83D59">
        <w:t xml:space="preserve">, </w:t>
      </w:r>
      <w:r w:rsidRPr="00D25DEC">
        <w:rPr>
          <w:rFonts w:hint="cs"/>
          <w:cs/>
          <w:lang w:bidi="hi-IN"/>
        </w:rPr>
        <w:t>सितारे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ग्रह</w:t>
      </w:r>
      <w:r w:rsidRPr="00C83D59">
        <w:t xml:space="preserve">, </w:t>
      </w:r>
      <w:r w:rsidRPr="00D25DEC">
        <w:rPr>
          <w:rFonts w:hint="cs"/>
          <w:cs/>
          <w:lang w:bidi="hi-IN"/>
        </w:rPr>
        <w:t>मंडल</w:t>
      </w:r>
      <w:r w:rsidRPr="00C83D59">
        <w:t xml:space="preserve">,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ग्रह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बसने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प्राणी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जीवन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विशेषताएं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आदि।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केवल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शास्त्रों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करेंगे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गुरु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नबियों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सरदार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उत्तराधिकारी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अनिवार्य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ज्ञान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श्रेष्ठता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जांच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पड़ताल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करेंगे।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शोधकर्ता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जलालुद्दीन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सुयूती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महान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गुरुओं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नज़दीक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ऊंचा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मरतबा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इतक़ान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उलूमिल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क़ुरआन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पवित्र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क़ुरआन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तफ़सीर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मिलता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संख्या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आगे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बढ़ती।</w:t>
      </w:r>
      <w:r w:rsidR="00055292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सुयूती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ज्ञान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पवित्र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क़ुरआन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ज्ञान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क़दर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ज़्यादा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जनता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सभा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आवाज़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लगाते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पवित्र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क़ुरआन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पूछना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C83D59">
        <w:t xml:space="preserve">, </w:t>
      </w:r>
      <w:r w:rsidRPr="00D25DEC">
        <w:rPr>
          <w:rFonts w:hint="cs"/>
          <w:cs/>
          <w:lang w:bidi="hi-IN"/>
        </w:rPr>
        <w:t>मुझ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पूछ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</w:t>
      </w:r>
      <w:r w:rsidRPr="00C83D59">
        <w:t xml:space="preserve">, </w:t>
      </w:r>
      <w:r w:rsidRPr="00D25DEC">
        <w:rPr>
          <w:rFonts w:hint="cs"/>
          <w:cs/>
          <w:lang w:bidi="hi-IN"/>
        </w:rPr>
        <w:t>मुझे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क़ुरआन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नाज़िल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ख़ुसूसियात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विशेषताओं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कौन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आयतें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कौन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कौन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आयतें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सफ़र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कौन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वतन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नाज़िल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पर्याप्त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पैग़म्बरे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अकरम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लिहाज़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विभिन्न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मसलों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पैग़म्बरे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नक़्ल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हालांकि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बावजूद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सुयूती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जीवनी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नक़्ल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संख्या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अस्सी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पहुचेगी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</w:p>
    <w:p w:rsidR="00D25DEC" w:rsidRPr="00C83D59" w:rsidRDefault="00D25DEC" w:rsidP="00D25DEC">
      <w:pPr>
        <w:pStyle w:val="libNormal"/>
      </w:pPr>
    </w:p>
    <w:p w:rsidR="00D25DEC" w:rsidRPr="00DC033C" w:rsidRDefault="00D25DEC" w:rsidP="00F46099">
      <w:pPr>
        <w:pStyle w:val="Heading2"/>
      </w:pPr>
      <w:bookmarkStart w:id="32" w:name="_Toc445020214"/>
      <w:r w:rsidRPr="00D25DEC">
        <w:rPr>
          <w:rFonts w:hint="cs"/>
          <w:cs/>
          <w:lang w:bidi="hi-IN"/>
        </w:rPr>
        <w:t>नबी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दरवाज़े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ज्ञान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नज़र</w:t>
      </w:r>
      <w:bookmarkEnd w:id="32"/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बावजूद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शोधकर्ताओं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विभिन्न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तफ़सीर</w:t>
      </w:r>
      <w:r w:rsidRPr="00C83D59">
        <w:t xml:space="preserve">, </w:t>
      </w:r>
      <w:r w:rsidRPr="00D25DEC">
        <w:rPr>
          <w:rFonts w:hint="cs"/>
          <w:cs/>
          <w:lang w:bidi="hi-IN"/>
        </w:rPr>
        <w:t>हदीस</w:t>
      </w:r>
      <w:r w:rsidRPr="00C83D59">
        <w:t xml:space="preserve">, </w:t>
      </w:r>
      <w:r w:rsidRPr="00D25DEC">
        <w:rPr>
          <w:rFonts w:hint="cs"/>
          <w:cs/>
          <w:lang w:bidi="hi-IN"/>
        </w:rPr>
        <w:t>रेजाल</w:t>
      </w:r>
      <w:r w:rsidRPr="00C83D59">
        <w:t xml:space="preserve">, </w:t>
      </w:r>
      <w:r w:rsidRPr="00D25DEC">
        <w:rPr>
          <w:rFonts w:hint="cs"/>
          <w:cs/>
          <w:lang w:bidi="hi-IN"/>
        </w:rPr>
        <w:t>जीवनी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इतिहास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अवसरों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तालिब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श्रेष्ठता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उदाहरण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पवित्र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क़ुरआन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इरशाद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تعیھا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اذن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واعیۃ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  <w:r w:rsidRPr="00D25DEC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सीखने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होशियार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मुफ़स्सेरीन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तफ़सीर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सीखने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होशियार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मुराद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तालिब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वहीं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समस्त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ज्ञान</w:t>
      </w:r>
      <w:r w:rsidRPr="00C83D59">
        <w:t xml:space="preserve">, </w:t>
      </w:r>
      <w:r w:rsidRPr="00D25DEC">
        <w:rPr>
          <w:rFonts w:hint="cs"/>
          <w:cs/>
          <w:lang w:bidi="hi-IN"/>
        </w:rPr>
        <w:t>सत्य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वास्तविकता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धर्मापदेश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नसीहत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ध्यान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हक़ीक़त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अच्छी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पूरी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समझने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ग़लती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भूलते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तफ़सीर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विभिन्न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तरीक़ों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पैग़म्बरे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अकरम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फ़रमाया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انا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مدینۃ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العلم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علی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بابھا،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فمن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اراد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المدینۃ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فلیات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الباب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  <w:r w:rsidRPr="00D25DEC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मैं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शहर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हूं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दरवाज़ा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शहर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प्रवेश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दरवाज़े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आये।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जगह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फ़रमाया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انا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دار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الحکمۃ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علی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بابھا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  <w:r w:rsidRPr="00D25DEC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मैं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बोध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विज्ञान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हिकमत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हूं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दरवाज़ा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पैग़म्बरे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अकरम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फ़रमाया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انا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مدینۃ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الفقۃ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علی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بابھا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  <w:r w:rsidRPr="00D25DEC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मैं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धर्म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शास्त्र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फ़िक़ह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शहर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हूं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दरवाज़ा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पैग़म्बरे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अकरम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इख़्तेलाफ़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मौक़ों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उम्मत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मुश्किल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नियुक्त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इरशाद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फ़रमाया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یا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علی،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انت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تبین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لامتی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ما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اختلفوا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فیہ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من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بعدی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  <w:r w:rsidRPr="00D25DEC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ऐ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मेरे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उम्मत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इख़्तेलाफ़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करेंगे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तुम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झगड़ा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सुलझाने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मक़ाम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मरतबा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वंदे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पवित्र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क़ुरआन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रसूल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मुक़र्रर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इरशाद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فلا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ربک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لا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یومنون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حتی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یحکموک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فیما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شجر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بینھم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ثم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لا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یجدوا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فی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انفسھم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حرجا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مما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قضیت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و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یسلموا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تسلیما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  <w:r w:rsidRPr="00D25DEC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हरगिज़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आपके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सौगंध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लायेंगे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झगड़े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इख़्तेलाफ़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आप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फ़ैसला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बनायें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फ़ैसले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झिझक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घुटन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भावना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स्वीकार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झुका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पूर्ण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रुप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हवाले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दें।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lastRenderedPageBreak/>
        <w:t>हां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ईश्वर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मक़ामात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ताकीदों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पवित्र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क़ुरआन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बलाग़त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ज्ञान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रखते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नबी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क़रार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मक़ाम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ईशदूत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वुजूद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क़रार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यही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वजह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अब्बास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मसले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पहुचती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प्रतिक्षा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अब्बास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कथन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फ़रमाते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ज्ञान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भागों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बाटा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नौ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भाग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तालिब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बाक़ी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भाग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सहाबियों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ताबेईन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उम्मत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भाग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तालिब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शरीक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होंगे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</w:p>
    <w:p w:rsidR="00E46C78" w:rsidRPr="00C83D59" w:rsidRDefault="00D25DEC" w:rsidP="00E46C78">
      <w:pPr>
        <w:pStyle w:val="libNormal"/>
      </w:pPr>
      <w:r w:rsidRPr="00D25DEC">
        <w:rPr>
          <w:rFonts w:hint="cs"/>
          <w:cs/>
          <w:lang w:bidi="hi-IN"/>
        </w:rPr>
        <w:t>हाफ़िज़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नववी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: </w:t>
      </w:r>
      <w:r w:rsidRPr="00D25DEC">
        <w:rPr>
          <w:rFonts w:hint="cs"/>
          <w:cs/>
          <w:lang w:bidi="hi-IN"/>
        </w:rPr>
        <w:t>बड़े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सहाबी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उमर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उस्मान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अब्दुर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रहमान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औफ़</w:t>
      </w:r>
      <w:r w:rsidRPr="00C83D59">
        <w:t xml:space="preserve">, </w:t>
      </w:r>
      <w:r w:rsidRPr="00D25DEC">
        <w:rPr>
          <w:rFonts w:hint="cs"/>
          <w:cs/>
          <w:lang w:bidi="hi-IN"/>
        </w:rPr>
        <w:t>सअद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वक़्क़ास</w:t>
      </w:r>
      <w:r w:rsidRPr="00C83D59">
        <w:t xml:space="preserve">, </w:t>
      </w:r>
      <w:r w:rsidRPr="00D25DEC">
        <w:rPr>
          <w:rFonts w:hint="cs"/>
          <w:cs/>
          <w:lang w:bidi="hi-IN"/>
        </w:rPr>
        <w:t>तलहा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ज़ुबैर</w:t>
      </w:r>
      <w:r w:rsidRPr="00D25DEC">
        <w:rPr>
          <w:cs/>
          <w:lang w:bidi="hi-IN"/>
        </w:rPr>
        <w:t xml:space="preserve"> ...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फ़तवे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प्राप्त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मुश्किल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आते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बीच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मशहूर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  <w:r w:rsidR="00E46C78">
        <w:rPr>
          <w:rFonts w:hint="cs"/>
          <w:cs/>
          <w:lang w:bidi="hi-IN"/>
        </w:rPr>
        <w:t>(आप इस किताब को अलहसनैन इस्लामी नैटवर्क पर पढ़ रहे है।)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अंदुलूसी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इसमें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संदेह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नासबी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दुश्मनी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आगे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निकल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एहकाम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उसूलिल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अहकाम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सहाबा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शरई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अहकाम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अज्ञानता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जिहालत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घटनाओं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उमर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उस्मान</w:t>
      </w:r>
      <w:r w:rsidRPr="00C83D59">
        <w:t xml:space="preserve">, </w:t>
      </w:r>
      <w:r w:rsidRPr="00D25DEC">
        <w:rPr>
          <w:rFonts w:hint="cs"/>
          <w:cs/>
          <w:lang w:bidi="hi-IN"/>
        </w:rPr>
        <w:t>आयशा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ज़िक्र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जिहालत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घटनाओं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स्पष्ट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लेकिन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हज़रत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संबंध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चीज़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तालिब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जाहिलों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हुक्म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अवश्य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जाननी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मामले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ख़त्ताब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उस्मान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अफ़्फ़ान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हालत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सिर्फ़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बल्कि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दोनों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अज्ञानता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ज़्यादा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पवित्र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क़ुरआन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ज़िक्र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चाहेंगे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अच्छी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افمن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یھدی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الحق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حق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یتبع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ام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من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لا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یھدی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یھدی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فما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لکم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کیف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تحکمون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  <w:r w:rsidRPr="00D25DEC">
        <w:rPr>
          <w:cs/>
          <w:lang w:bidi="hi-IN"/>
        </w:rPr>
        <w:t xml:space="preserve"> 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C83D59">
        <w:t xml:space="preserve">,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सत्य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मार्ग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दिखाना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चाहता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बेहतर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पैरवी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पैरवी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पथभ्रष्ठ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हिदायत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मार्ग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दिखाया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अगर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इंसान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मार्गदर्शन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तुम्हारा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होगा</w:t>
      </w:r>
      <w:r w:rsidRPr="00C83D59">
        <w:t xml:space="preserve">, </w:t>
      </w:r>
      <w:r w:rsidRPr="00D25DEC">
        <w:rPr>
          <w:rFonts w:hint="cs"/>
          <w:cs/>
          <w:lang w:bidi="hi-IN"/>
        </w:rPr>
        <w:t>तुम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फ़ैसला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करोगे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उचित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बुख़ारी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घटना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बयान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संबंध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न्याय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ज्ञान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भी।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ख़िलाफ़त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ज़माने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बहरैन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मदीने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गया।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जाबिर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अब्दुल्लाह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अंसारी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दरबार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बैठे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तरह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पैग़म्बरे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अकरम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स्वर्गवास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मुझ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फ़रमाया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बहरैन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सामान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जायेगा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हिस्सा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तुम्हे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दूंगा।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गवाही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सुबूत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सिर्फ़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मांग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पूरा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जितना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उन्हे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  <w:r w:rsidRPr="00D25DEC">
        <w:rPr>
          <w:rFonts w:hint="cs"/>
          <w:cs/>
          <w:lang w:bidi="hi-IN"/>
        </w:rPr>
        <w:t>सबको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मालूम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जाबिर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मासूम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लेकिन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फ़ातेमा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ज़हरा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सलामुल्लाह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जिनके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बहुत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ख़ूबियां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फ़ज़ीलत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विभिन्न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लिखी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="00055292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यहां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बुनियाद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आपकी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फ़ज़ीलत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बुख़ारी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आई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उनकी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बुनियाद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कुछ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बड़े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मानना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D25DEC">
        <w:rPr>
          <w:cs/>
          <w:lang w:bidi="hi-IN"/>
        </w:rPr>
        <w:t>:</w:t>
      </w:r>
    </w:p>
    <w:p w:rsidR="00D25DEC" w:rsidRPr="00C83D59" w:rsidRDefault="00D25DEC" w:rsidP="00D25DEC">
      <w:pPr>
        <w:pStyle w:val="libNormal"/>
      </w:pPr>
      <w:r w:rsidRPr="00C83D59">
        <w:rPr>
          <w:rFonts w:ascii="Times New Roman" w:hAnsi="Times New Roman" w:cs="Times New Roman" w:hint="cs"/>
          <w:rtl/>
        </w:rPr>
        <w:t>ھی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افضل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من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الشیخین</w:t>
      </w:r>
      <w:r w:rsidRPr="00C83D59">
        <w:rPr>
          <w:rtl/>
        </w:rPr>
        <w:t xml:space="preserve"> </w:t>
      </w:r>
      <w:r w:rsidRPr="00C83D59">
        <w:rPr>
          <w:rFonts w:ascii="Times New Roman" w:hAnsi="Times New Roman" w:cs="Times New Roman" w:hint="cs"/>
          <w:rtl/>
        </w:rPr>
        <w:t>۔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यानी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फ़ातेमा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ज़हरा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सलामुल्लाह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अलैहा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अफ़ज़ल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थीं।</w:t>
      </w:r>
    </w:p>
    <w:p w:rsidR="00D25DEC" w:rsidRPr="00DC033C" w:rsidRDefault="00D25DEC" w:rsidP="00C83D59">
      <w:pPr>
        <w:rPr>
          <w:lang w:bidi="hi-IN"/>
        </w:rPr>
      </w:pP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जबकि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लोग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मोमिनीन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अलैहिस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सलाम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फ़ातेमा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फ़ज़ीतलों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साथ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करती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वालिद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स्वर्गवास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फ़िदक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मुझे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था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गवाह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मांगते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जाबिर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अब्दिल्लाह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अंसारी</w:t>
      </w:r>
      <w:r w:rsidRPr="00C83D59">
        <w:t xml:space="preserve">, </w:t>
      </w:r>
      <w:r w:rsidRPr="00D25DEC">
        <w:rPr>
          <w:rFonts w:hint="cs"/>
          <w:cs/>
          <w:lang w:bidi="hi-IN"/>
        </w:rPr>
        <w:t>मासूम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निष्पाप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लेकिन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सिर्फ़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सहाबी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होने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बुख़ारी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व्याख्या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कष्ट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कल्पना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="00055292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अनुसार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बुनियाद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कथन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स्वीकार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लिये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जाबिर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नबी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सल्लल्लाहो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आलिहि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वसल्लम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ऊपर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झूठ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बांधेंगे</w:t>
      </w:r>
      <w:r w:rsidRPr="00C83D59">
        <w:t xml:space="preserve">, </w:t>
      </w:r>
      <w:r w:rsidRPr="00D25DEC">
        <w:rPr>
          <w:rFonts w:hint="cs"/>
          <w:cs/>
          <w:lang w:bidi="hi-IN"/>
        </w:rPr>
        <w:t>यह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कल्पना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lastRenderedPageBreak/>
        <w:t>परे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 xml:space="preserve">, </w:t>
      </w:r>
      <w:r w:rsidRPr="00D25DEC">
        <w:rPr>
          <w:rFonts w:hint="cs"/>
          <w:cs/>
          <w:lang w:bidi="hi-IN"/>
        </w:rPr>
        <w:t>लेकिन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फ़ातेमा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ज़हरा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सलामुल्लाहे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अलैहा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मरतबे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फ़ायज़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 xml:space="preserve">, </w:t>
      </w:r>
      <w:r w:rsidRPr="00D25DEC">
        <w:rPr>
          <w:rFonts w:hint="cs"/>
          <w:cs/>
          <w:lang w:bidi="hi-IN"/>
        </w:rPr>
        <w:t>उनसे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गवाह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सुबूत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तलब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है।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अच्छा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होगा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बुद्धिजीवि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अपनी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बुद्धियों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विचारों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दूसरे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सामने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लायें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क़यामत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ग़ौर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विचार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देखें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प्रतिक्रिया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तौजीह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बुद्धिमता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पूर्वक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स्वीकार्य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स्पष्टता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पेश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हैं</w:t>
      </w:r>
      <w:r w:rsidRPr="00C83D59">
        <w:t>?</w:t>
      </w:r>
    </w:p>
    <w:p w:rsidR="00D25DEC" w:rsidRPr="00C83D59" w:rsidRDefault="00D25DEC" w:rsidP="00D25DEC">
      <w:pPr>
        <w:pStyle w:val="libNormal"/>
      </w:pPr>
      <w:r w:rsidRPr="00D25DEC">
        <w:rPr>
          <w:rFonts w:hint="cs"/>
          <w:cs/>
          <w:lang w:bidi="hi-IN"/>
        </w:rPr>
        <w:t>क्या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उनके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पहले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ख़लीफ़ा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विभिन्न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कामों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अलग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प्रतिक्रियाओं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संबंध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चुप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देने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वाला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उत्तर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</w:t>
      </w:r>
      <w:r w:rsidRPr="00C83D59">
        <w:t>?</w:t>
      </w:r>
    </w:p>
    <w:p w:rsidR="00D25DEC" w:rsidRPr="00C83D59" w:rsidRDefault="00D25DEC" w:rsidP="00D25DEC">
      <w:pPr>
        <w:pStyle w:val="libNormal"/>
      </w:pPr>
    </w:p>
    <w:p w:rsidR="00D25DEC" w:rsidRPr="00C83D59" w:rsidRDefault="00D25DEC" w:rsidP="00D25DEC">
      <w:pPr>
        <w:pStyle w:val="libNormal"/>
      </w:pPr>
    </w:p>
    <w:p w:rsidR="00D25DEC" w:rsidRPr="00F46099" w:rsidRDefault="00D25DEC" w:rsidP="00F46099">
      <w:pPr>
        <w:pStyle w:val="libFootnote"/>
      </w:pPr>
      <w:r w:rsidRPr="00D25DEC">
        <w:rPr>
          <w:rFonts w:hint="cs"/>
          <w:cs/>
          <w:lang w:bidi="hi-IN"/>
        </w:rPr>
        <w:t>स्रोत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1.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क़ुरआने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करीम।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2.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नहजुल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बलाग़ा।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3.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इतक़ान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उलूमिल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क़ुरआन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जलालुद्दीन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सुयूती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फ़िक्र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1416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4.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एहकाम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उसूलिल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अहकाम</w:t>
      </w:r>
      <w:r w:rsidRPr="00F46099">
        <w:t xml:space="preserve">,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मुहम्मद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आमदी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अरबी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दूसरा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1406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5.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इस्तीआब</w:t>
      </w:r>
      <w:r w:rsidRPr="00F46099">
        <w:t xml:space="preserve">,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अब्दुल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बर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जैल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1412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6.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उसदूल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ग़ाबा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असीर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जज़री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कुतुब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इल्मिया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lastRenderedPageBreak/>
        <w:t>7.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इसाबा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असक़लानी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कुतुब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इल्मिया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1415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8.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इमामतो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अहम्मिल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कुतुबिल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कलामिया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सैय्यद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हुसैनी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मीलानी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हक़ाइक़</w:t>
      </w:r>
      <w:r w:rsidRPr="00F46099">
        <w:t xml:space="preserve">, </w:t>
      </w:r>
      <w:r w:rsidRPr="00D25DEC">
        <w:rPr>
          <w:rFonts w:hint="cs"/>
          <w:cs/>
          <w:lang w:bidi="hi-IN"/>
        </w:rPr>
        <w:t>क़ुम</w:t>
      </w:r>
      <w:r w:rsidRPr="00F46099">
        <w:t xml:space="preserve">, </w:t>
      </w:r>
      <w:r w:rsidRPr="00D25DEC">
        <w:rPr>
          <w:rFonts w:hint="cs"/>
          <w:cs/>
          <w:lang w:bidi="hi-IN"/>
        </w:rPr>
        <w:t>तीसरा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एडीशन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1426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9.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अंसाबुल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अशराफ़</w:t>
      </w:r>
      <w:r w:rsidRPr="00F46099">
        <w:t xml:space="preserve">, </w:t>
      </w:r>
      <w:r w:rsidRPr="00D25DEC">
        <w:rPr>
          <w:rFonts w:hint="cs"/>
          <w:cs/>
          <w:lang w:bidi="hi-IN"/>
        </w:rPr>
        <w:t>समआनी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फ़िक्र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1408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10.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बेदाया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निहाया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हाफ़िज़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फ़िदा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इस्माईल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कसीर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एहयाइत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तुरासिल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अरबी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1408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11.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तारीख़ुल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</w:t>
      </w:r>
      <w:r w:rsidRPr="00F46099">
        <w:t xml:space="preserve">, </w:t>
      </w:r>
      <w:r w:rsidRPr="00D25DEC">
        <w:rPr>
          <w:rFonts w:hint="cs"/>
          <w:cs/>
          <w:lang w:bidi="hi-IN"/>
        </w:rPr>
        <w:t>ज़हबी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किताब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अरबी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1407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12.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तारीख़ुल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ख़ुलफ़ा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जलालुद्दीन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सुयूती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शरीफ़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रज़ी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प्रेस</w:t>
      </w:r>
      <w:r w:rsidRPr="00F46099">
        <w:t xml:space="preserve">, </w:t>
      </w:r>
      <w:r w:rsidRPr="00D25DEC">
        <w:rPr>
          <w:rFonts w:hint="cs"/>
          <w:cs/>
          <w:lang w:bidi="hi-IN"/>
        </w:rPr>
        <w:t>क़ुम</w:t>
      </w:r>
      <w:r w:rsidRPr="00F46099">
        <w:t xml:space="preserve">, </w:t>
      </w:r>
      <w:r w:rsidRPr="00D25DEC">
        <w:rPr>
          <w:rFonts w:hint="cs"/>
          <w:cs/>
          <w:lang w:bidi="hi-IN"/>
        </w:rPr>
        <w:t>ईरान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1411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13.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तारीख़े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बग़दाद</w:t>
      </w:r>
      <w:r w:rsidRPr="00F46099">
        <w:t xml:space="preserve">, </w:t>
      </w:r>
      <w:r w:rsidRPr="00D25DEC">
        <w:rPr>
          <w:rFonts w:hint="cs"/>
          <w:cs/>
          <w:lang w:bidi="hi-IN"/>
        </w:rPr>
        <w:t>ख़तीबे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बग़दादी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कुतुब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इल्मिया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1417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14.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तारीख़े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तबरी</w:t>
      </w:r>
      <w:r w:rsidRPr="00F46099">
        <w:t xml:space="preserve">, </w:t>
      </w:r>
      <w:r w:rsidR="00C83D59">
        <w:t>(</w:t>
      </w:r>
      <w:r w:rsidRPr="00D25DEC">
        <w:rPr>
          <w:rFonts w:hint="cs"/>
          <w:cs/>
          <w:lang w:bidi="hi-IN"/>
        </w:rPr>
        <w:t>तारीख़ुल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मुलूक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जाफ़र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मुहम्मद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जरीर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तबरी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सेंटर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15.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तजरीदुल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ऐतेक़ाद</w:t>
      </w:r>
      <w:r w:rsidRPr="00F46099">
        <w:t xml:space="preserve">, </w:t>
      </w:r>
      <w:r w:rsidRPr="00D25DEC">
        <w:rPr>
          <w:rFonts w:hint="cs"/>
          <w:cs/>
          <w:lang w:bidi="hi-IN"/>
        </w:rPr>
        <w:t>शैख़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नसीरुद्दीन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तूसी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मकतब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आलामे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क़ुम</w:t>
      </w:r>
      <w:r w:rsidRPr="00F46099">
        <w:t xml:space="preserve">, </w:t>
      </w:r>
      <w:r w:rsidRPr="00D25DEC">
        <w:rPr>
          <w:rFonts w:hint="cs"/>
          <w:cs/>
          <w:lang w:bidi="hi-IN"/>
        </w:rPr>
        <w:t>ईरान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1407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16.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तहज़ीबुल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असमा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लुग़ात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नववी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फ़िक्र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1416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lastRenderedPageBreak/>
        <w:t>17.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तहज़ीबुत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तहज़ीब</w:t>
      </w:r>
      <w:r w:rsidRPr="00F46099">
        <w:t xml:space="preserve">,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असक़लानी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कुतुब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इल्मिया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1415</w:t>
      </w:r>
      <w:r w:rsidRPr="00D25DEC">
        <w:rPr>
          <w:rFonts w:hint="cs"/>
          <w:cs/>
          <w:lang w:bidi="hi-IN"/>
        </w:rPr>
        <w:t>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18.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तहज़ीबुल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कमाल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असमाइर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रेजाल</w:t>
      </w:r>
      <w:r w:rsidRPr="00F46099">
        <w:t xml:space="preserve">, </w:t>
      </w:r>
      <w:r w:rsidRPr="00D25DEC">
        <w:rPr>
          <w:rFonts w:hint="cs"/>
          <w:cs/>
          <w:lang w:bidi="hi-IN"/>
        </w:rPr>
        <w:t>जमालुद्दीन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हुज्जाज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युसूफ़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मज़्ज़ी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रिसालत</w:t>
      </w:r>
      <w:r w:rsidR="00055292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सेंटर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पांचवा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1415</w:t>
      </w:r>
      <w:r w:rsidRPr="00D25DEC">
        <w:rPr>
          <w:rFonts w:hint="cs"/>
          <w:cs/>
          <w:lang w:bidi="hi-IN"/>
        </w:rPr>
        <w:t>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19.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जामेउल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उसूल</w:t>
      </w:r>
      <w:r w:rsidRPr="00F46099">
        <w:t xml:space="preserve">,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असीर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फ़िक्र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1417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20.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हिलयतुल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औलिया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नईम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इस्फ़हानी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कुतुबिल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इल्मिया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1418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21.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दुर्रुन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नज़ीद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मजमूअतिल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हफ़ीद</w:t>
      </w:r>
      <w:r w:rsidRPr="00F46099">
        <w:t xml:space="preserve">, </w:t>
      </w:r>
      <w:r w:rsidRPr="00D25DEC">
        <w:rPr>
          <w:rFonts w:hint="cs"/>
          <w:cs/>
          <w:lang w:bidi="hi-IN"/>
        </w:rPr>
        <w:t>अहमद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यहया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हरवी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अफ़ग़ानिस्तान।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22.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ज़ुर्रियतुत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ताहिरा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मुहम्मद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अंसारी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राज़ी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दोलाबी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शोधकर्ता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सैय्यद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मुहम्मद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जवाद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हुसैनी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जलाली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नशरे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सेंटर</w:t>
      </w:r>
      <w:r w:rsidRPr="00F46099">
        <w:t xml:space="preserve">, </w:t>
      </w:r>
      <w:r w:rsidRPr="00D25DEC">
        <w:rPr>
          <w:rFonts w:hint="cs"/>
          <w:cs/>
          <w:lang w:bidi="hi-IN"/>
        </w:rPr>
        <w:t>क़ुम</w:t>
      </w:r>
      <w:r w:rsidRPr="00F46099">
        <w:t xml:space="preserve">, </w:t>
      </w:r>
      <w:r w:rsidRPr="00D25DEC">
        <w:rPr>
          <w:rFonts w:hint="cs"/>
          <w:cs/>
          <w:lang w:bidi="hi-IN"/>
        </w:rPr>
        <w:t>ईरान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1407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23.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सोननुल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कुबरा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बैहक़ी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कुतुब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इल्मिया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1414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24.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सीर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आलामुन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नबला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ज़हबी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रिसालत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सेंटर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नौवा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एडीशन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1413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25.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शज़रातुज़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ज़हब</w:t>
      </w:r>
      <w:r w:rsidRPr="00F46099">
        <w:t xml:space="preserve">,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इमाद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कुतुबिल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इल्मिया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26.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शरहुल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मक़ासिद</w:t>
      </w:r>
      <w:r w:rsidRPr="00F46099">
        <w:t xml:space="preserve">, </w:t>
      </w:r>
      <w:r w:rsidRPr="00D25DEC">
        <w:rPr>
          <w:rFonts w:hint="cs"/>
          <w:cs/>
          <w:lang w:bidi="hi-IN"/>
        </w:rPr>
        <w:t>तफ़तज़ानी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शरीफ़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रज़ी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क़ुम</w:t>
      </w:r>
      <w:r w:rsidRPr="00F46099">
        <w:t xml:space="preserve">, </w:t>
      </w:r>
      <w:r w:rsidRPr="00D25DEC">
        <w:rPr>
          <w:rFonts w:hint="cs"/>
          <w:cs/>
          <w:lang w:bidi="hi-IN"/>
        </w:rPr>
        <w:t>ईरान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1409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lastRenderedPageBreak/>
        <w:t>27.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शरहुल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मवाक़िफ़</w:t>
      </w:r>
      <w:r w:rsidRPr="00F46099">
        <w:t xml:space="preserve">, </w:t>
      </w:r>
      <w:r w:rsidRPr="00D25DEC">
        <w:rPr>
          <w:rFonts w:hint="cs"/>
          <w:cs/>
          <w:lang w:bidi="hi-IN"/>
        </w:rPr>
        <w:t>सैय्यद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शरीफ़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जुरजानी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शरीफ़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रज़ी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क़ुम</w:t>
      </w:r>
      <w:r w:rsidRPr="00F46099">
        <w:t xml:space="preserve">, </w:t>
      </w:r>
      <w:r w:rsidRPr="00D25DEC">
        <w:rPr>
          <w:rFonts w:hint="cs"/>
          <w:cs/>
          <w:lang w:bidi="hi-IN"/>
        </w:rPr>
        <w:t>ईरान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1412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28.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शरहे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नहजुल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बलाग़ा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हदीदे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मोतज़ेली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अहयाइल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कुतुबुल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अरबी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दूसरा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1387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  <w:r w:rsidRPr="00D25DEC">
        <w:rPr>
          <w:cs/>
          <w:lang w:bidi="hi-IN"/>
        </w:rPr>
        <w:t>29.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तबक़ातुल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कुबरा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सअद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कुतुबिल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इल्मिया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दूसरा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1418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30.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अक़दुस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समीन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तारीख़िल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बलदिल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अमीन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हाफ़िज़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तक़ीयुदुदीन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मुहम्मद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फ़ासी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मक्की।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31.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उमदतुल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शरहिल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बुख़ारी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बदरुद्दीन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ऐनी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फ़िक्र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32.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फ़तहुल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बारी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फ़ी</w:t>
      </w:r>
      <w:r w:rsidRPr="00D25DEC">
        <w:rPr>
          <w:cs/>
          <w:lang w:bidi="hi-IN"/>
        </w:rPr>
        <w:t xml:space="preserve"> </w:t>
      </w:r>
      <w:r w:rsidRPr="00F46099">
        <w:t>,</w:t>
      </w:r>
      <w:r w:rsidRPr="00D25DEC">
        <w:rPr>
          <w:rFonts w:hint="cs"/>
          <w:cs/>
          <w:lang w:bidi="hi-IN"/>
        </w:rPr>
        <w:t>शऱहे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सहीहिल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बुख़ारी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हजर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कुतुबिल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इल्मिया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1410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33.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फ़स्लो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अहवाए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मेलल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नेहल</w:t>
      </w:r>
      <w:r w:rsidRPr="00F46099">
        <w:t xml:space="preserve">,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हज़्म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अंदूलुसी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कुतुबिल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इल्मिया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D25DEC">
        <w:rPr>
          <w:cs/>
          <w:lang w:bidi="hi-IN"/>
        </w:rPr>
        <w:t xml:space="preserve">. </w:t>
      </w: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1416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</w:t>
      </w:r>
      <w:r w:rsidR="00DC033C">
        <w:rPr>
          <w:rFonts w:hint="cs"/>
          <w:cs/>
          <w:lang w:bidi="hi-IN"/>
        </w:rPr>
        <w:t>।</w:t>
      </w:r>
      <w:r w:rsidR="00DC033C">
        <w:rPr>
          <w:rFonts w:hint="cs"/>
          <w:cs/>
          <w:lang w:bidi="hi-IN"/>
        </w:rPr>
        <w:cr/>
      </w:r>
      <w:r w:rsidRPr="00D25DEC">
        <w:rPr>
          <w:cs/>
          <w:lang w:bidi="hi-IN"/>
        </w:rPr>
        <w:t>34.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काफ़ी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मुहम्मद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याक़ूब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कुलैनी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कुतुबिल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इस्लामिया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तेहरान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1388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35.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कामिल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तारीख़</w:t>
      </w:r>
      <w:r w:rsidRPr="00F46099">
        <w:t xml:space="preserve">,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असीर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फ़िक्र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1399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36.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कंज़ुल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उम्माल</w:t>
      </w:r>
      <w:r w:rsidRPr="00F46099">
        <w:t xml:space="preserve">, </w:t>
      </w:r>
      <w:r w:rsidRPr="00D25DEC">
        <w:rPr>
          <w:rFonts w:hint="cs"/>
          <w:cs/>
          <w:lang w:bidi="hi-IN"/>
        </w:rPr>
        <w:t>मुत्तक़ी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हिन्दी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कुतुबिल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इल्मिया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पहली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1419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37.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कवाकिबिद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दरारी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किरमानी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एहयातित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तुरासिल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अरबी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दूसरा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1401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lastRenderedPageBreak/>
        <w:t>38.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लिसानुल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अरब</w:t>
      </w:r>
      <w:r w:rsidRPr="00F46099">
        <w:t xml:space="preserve">, </w:t>
      </w:r>
      <w:r w:rsidRPr="00D25DEC">
        <w:rPr>
          <w:rFonts w:hint="cs"/>
          <w:cs/>
          <w:lang w:bidi="hi-IN"/>
        </w:rPr>
        <w:t>जमालुद्दीन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मुहम्मद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मुकर्रम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मंज़ूर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अफ़रिक़ी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मिस्री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फ़िक्र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39.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मजमउज़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ज़वायद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मंबउल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फ़वायद</w:t>
      </w:r>
      <w:r w:rsidRPr="00F46099">
        <w:t xml:space="preserve">, </w:t>
      </w:r>
      <w:r w:rsidRPr="00D25DEC">
        <w:rPr>
          <w:rFonts w:hint="cs"/>
          <w:cs/>
          <w:lang w:bidi="hi-IN"/>
        </w:rPr>
        <w:t>हाफ़िज़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नूरुद्दीन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हैसमी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फ़िक्र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1412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40.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मुख़्तसरो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तारीख़े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मदीनते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दमिश्क़</w:t>
      </w:r>
      <w:r w:rsidRPr="00F46099">
        <w:t xml:space="preserve">,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मंज़ूर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फ़िक्र</w:t>
      </w:r>
      <w:r w:rsidRPr="00F46099">
        <w:t xml:space="preserve">, </w:t>
      </w:r>
      <w:r w:rsidRPr="00D25DEC">
        <w:rPr>
          <w:rFonts w:hint="cs"/>
          <w:cs/>
          <w:lang w:bidi="hi-IN"/>
        </w:rPr>
        <w:t>शाम</w:t>
      </w:r>
      <w:r w:rsidRPr="00D25DEC">
        <w:rPr>
          <w:cs/>
          <w:lang w:bidi="hi-IN"/>
        </w:rPr>
        <w:t xml:space="preserve"> </w:t>
      </w:r>
      <w:r w:rsidR="00C83D59">
        <w:rPr>
          <w:cs/>
          <w:lang w:bidi="hi-IN"/>
        </w:rPr>
        <w:t>(</w:t>
      </w:r>
      <w:r w:rsidRPr="00D25DEC">
        <w:rPr>
          <w:rFonts w:hint="cs"/>
          <w:cs/>
          <w:lang w:bidi="hi-IN"/>
        </w:rPr>
        <w:t>सीरिया</w:t>
      </w:r>
      <w:r w:rsidR="00C83D59">
        <w:rPr>
          <w:cs/>
          <w:lang w:bidi="hi-IN"/>
        </w:rPr>
        <w:t>)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दमिश्क़</w:t>
      </w:r>
      <w:r w:rsidRPr="00F46099">
        <w:t xml:space="preserve">, </w:t>
      </w: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1404</w:t>
      </w:r>
      <w:r w:rsidRPr="00D25DEC">
        <w:rPr>
          <w:rFonts w:hint="cs"/>
          <w:cs/>
          <w:lang w:bidi="hi-IN"/>
        </w:rPr>
        <w:t>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41.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मुसतदरको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सहीहैन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हाकिम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नैशा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पुरी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कुतुबिल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इल्मिया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1411</w:t>
      </w:r>
      <w:r w:rsidRPr="00D25DEC">
        <w:rPr>
          <w:rFonts w:hint="cs"/>
          <w:cs/>
          <w:lang w:bidi="hi-IN"/>
        </w:rPr>
        <w:t>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42.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मुसतदरकुल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वसायल</w:t>
      </w:r>
      <w:r w:rsidRPr="00F46099">
        <w:t xml:space="preserve">, </w:t>
      </w:r>
      <w:r w:rsidRPr="00D25DEC">
        <w:rPr>
          <w:rFonts w:hint="cs"/>
          <w:cs/>
          <w:lang w:bidi="hi-IN"/>
        </w:rPr>
        <w:t>मीरज़ा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हुसैन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नूरी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शोध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प्रसार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आलुल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बैत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सेंटर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दूसरा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1408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43.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मुसनद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अहमद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हंबल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एहयाइत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तुरासिल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अरबी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व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दारो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सादिर</w:t>
      </w:r>
      <w:r w:rsidRPr="00F46099">
        <w:t xml:space="preserve">, </w:t>
      </w:r>
      <w:r w:rsidRPr="00D25DEC">
        <w:rPr>
          <w:rFonts w:hint="cs"/>
          <w:cs/>
          <w:lang w:bidi="hi-IN"/>
        </w:rPr>
        <w:t>बैरूत</w:t>
      </w:r>
      <w:r w:rsidRPr="00F46099">
        <w:t xml:space="preserve">, </w:t>
      </w:r>
      <w:r w:rsidRPr="00D25DEC">
        <w:rPr>
          <w:rFonts w:hint="cs"/>
          <w:cs/>
          <w:lang w:bidi="hi-IN"/>
        </w:rPr>
        <w:t>लेबनान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तीसरा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1415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44.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मुसन्नफ़</w:t>
      </w:r>
      <w:r w:rsidRPr="00F46099">
        <w:t xml:space="preserve">, </w:t>
      </w:r>
      <w:r w:rsidRPr="00D25DEC">
        <w:rPr>
          <w:rFonts w:hint="cs"/>
          <w:cs/>
          <w:lang w:bidi="hi-IN"/>
        </w:rPr>
        <w:t>अबू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बक्र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अब्दुर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रज़्ज़ाक़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हम्माम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सनआनी।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45.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मिनहाजुस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सुन्नतिन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नबविया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तैमीया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हरानी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मकतबा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इब्ने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तैमीया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क़ाहिरा</w:t>
      </w:r>
      <w:r w:rsidRPr="00F46099">
        <w:t xml:space="preserve">, </w:t>
      </w:r>
      <w:r w:rsidRPr="00D25DEC">
        <w:rPr>
          <w:rFonts w:hint="cs"/>
          <w:cs/>
          <w:lang w:bidi="hi-IN"/>
        </w:rPr>
        <w:t>मिस्र</w:t>
      </w:r>
      <w:r w:rsidRPr="00F46099">
        <w:t xml:space="preserve">, </w:t>
      </w:r>
      <w:r w:rsidRPr="00D25DEC">
        <w:rPr>
          <w:rFonts w:hint="cs"/>
          <w:cs/>
          <w:lang w:bidi="hi-IN"/>
        </w:rPr>
        <w:t>दूसरा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1409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46.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नफ़हातुल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अज़हार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फ़ी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ख़ुलासते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अबक़ातिल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अनवार</w:t>
      </w:r>
      <w:r w:rsidRPr="00F46099">
        <w:t xml:space="preserve">, </w:t>
      </w:r>
      <w:r w:rsidRPr="00D25DEC">
        <w:rPr>
          <w:rFonts w:hint="cs"/>
          <w:cs/>
          <w:lang w:bidi="hi-IN"/>
        </w:rPr>
        <w:t>सैय्यद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हुसैनी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मीलानी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हक़ायक़</w:t>
      </w:r>
      <w:r w:rsidRPr="00F46099">
        <w:t xml:space="preserve">, </w:t>
      </w:r>
      <w:r w:rsidRPr="00D25DEC">
        <w:rPr>
          <w:rFonts w:hint="cs"/>
          <w:cs/>
          <w:lang w:bidi="hi-IN"/>
        </w:rPr>
        <w:t>क़ुम</w:t>
      </w:r>
      <w:r w:rsidRPr="00F46099">
        <w:t xml:space="preserve">, </w:t>
      </w:r>
      <w:r w:rsidRPr="00D25DEC">
        <w:rPr>
          <w:rFonts w:hint="cs"/>
          <w:cs/>
          <w:lang w:bidi="hi-IN"/>
        </w:rPr>
        <w:t>ईरान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दूसरा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1426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क़मरी।</w:t>
      </w:r>
    </w:p>
    <w:p w:rsidR="00D25DEC" w:rsidRPr="00F46099" w:rsidRDefault="00D25DEC" w:rsidP="00F46099">
      <w:pPr>
        <w:pStyle w:val="libFootnote"/>
      </w:pPr>
      <w:r w:rsidRPr="00D25DEC">
        <w:rPr>
          <w:cs/>
          <w:lang w:bidi="hi-IN"/>
        </w:rPr>
        <w:t>47.</w:t>
      </w:r>
      <w:r w:rsidRPr="00D25DEC">
        <w:rPr>
          <w:cs/>
          <w:lang w:bidi="hi-IN"/>
        </w:rPr>
        <w:tab/>
      </w:r>
      <w:r w:rsidRPr="00D25DEC">
        <w:rPr>
          <w:rFonts w:hint="cs"/>
          <w:cs/>
          <w:lang w:bidi="hi-IN"/>
        </w:rPr>
        <w:t>निगाही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बे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हदीसे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सक़लैन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सैय्यद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हुसैनी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मीलानी</w:t>
      </w:r>
      <w:r w:rsidRPr="00F46099">
        <w:t xml:space="preserve">, </w:t>
      </w:r>
      <w:r w:rsidRPr="00D25DEC">
        <w:rPr>
          <w:rFonts w:hint="cs"/>
          <w:cs/>
          <w:lang w:bidi="hi-IN"/>
        </w:rPr>
        <w:t>प्रसारक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अल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हक़ायक़</w:t>
      </w:r>
      <w:r w:rsidRPr="00F46099">
        <w:t xml:space="preserve">, </w:t>
      </w:r>
      <w:r w:rsidRPr="00D25DEC">
        <w:rPr>
          <w:rFonts w:hint="cs"/>
          <w:cs/>
          <w:lang w:bidi="hi-IN"/>
        </w:rPr>
        <w:t>पहला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एडिशन</w:t>
      </w:r>
      <w:r w:rsidRPr="00F46099">
        <w:t xml:space="preserve">, </w:t>
      </w:r>
      <w:r w:rsidRPr="00D25DEC">
        <w:rPr>
          <w:rFonts w:hint="cs"/>
          <w:cs/>
          <w:lang w:bidi="hi-IN"/>
        </w:rPr>
        <w:t>वर्ष</w:t>
      </w:r>
      <w:r w:rsidRPr="00D25DEC">
        <w:rPr>
          <w:cs/>
          <w:lang w:bidi="hi-IN"/>
        </w:rPr>
        <w:t xml:space="preserve"> 1387 </w:t>
      </w:r>
      <w:r w:rsidRPr="00D25DEC">
        <w:rPr>
          <w:rFonts w:hint="cs"/>
          <w:cs/>
          <w:lang w:bidi="hi-IN"/>
        </w:rPr>
        <w:t>हिजरी</w:t>
      </w:r>
      <w:r w:rsidRPr="00D25DEC">
        <w:rPr>
          <w:cs/>
          <w:lang w:bidi="hi-IN"/>
        </w:rPr>
        <w:t xml:space="preserve"> </w:t>
      </w:r>
      <w:r w:rsidRPr="00D25DEC">
        <w:rPr>
          <w:rFonts w:hint="cs"/>
          <w:cs/>
          <w:lang w:bidi="hi-IN"/>
        </w:rPr>
        <w:t>शम्सी।</w:t>
      </w:r>
    </w:p>
    <w:p w:rsidR="000469CC" w:rsidRDefault="00DC033C">
      <w:pPr>
        <w:pStyle w:val="TOCHeading"/>
        <w:rPr>
          <w:cs/>
          <w:lang w:bidi="hi-IN"/>
        </w:rPr>
      </w:pPr>
      <w:bookmarkStart w:id="33" w:name="_Toc445020215"/>
      <w:r>
        <w:rPr>
          <w:rFonts w:hint="cs"/>
          <w:cs/>
          <w:lang w:bidi="hi-IN"/>
        </w:rPr>
        <w:lastRenderedPageBreak/>
        <w:t>फेहरिस्त</w:t>
      </w:r>
      <w:bookmarkEnd w:id="33"/>
    </w:p>
    <w:sdt>
      <w:sdtPr>
        <w:id w:val="2621316"/>
        <w:docPartObj>
          <w:docPartGallery w:val="Table of Contents"/>
          <w:docPartUnique/>
        </w:docPartObj>
      </w:sdtPr>
      <w:sdtEnd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</w:sdtEndPr>
      <w:sdtContent>
        <w:p w:rsidR="000469CC" w:rsidRDefault="000469CC" w:rsidP="000469CC">
          <w:pPr>
            <w:pStyle w:val="Heading1"/>
          </w:pPr>
        </w:p>
        <w:p w:rsidR="000469CC" w:rsidRDefault="000469C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5020182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पैग़म्बर</w:t>
            </w:r>
            <w:r w:rsidRPr="008F3FA6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3FA6">
              <w:rPr>
                <w:rStyle w:val="Hyperlink"/>
                <w:noProof/>
                <w:lang w:bidi="fa-IR"/>
              </w:rPr>
              <w:t>(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8F3FA6">
              <w:rPr>
                <w:rStyle w:val="Hyperlink"/>
                <w:noProof/>
                <w:lang w:bidi="fa-IR"/>
              </w:rPr>
              <w:t>)</w:t>
            </w:r>
            <w:r w:rsidRPr="008F3FA6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F3FA6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उत्तराधिकारी</w:t>
            </w:r>
            <w:r w:rsidRPr="008F3FA6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कौन</w:t>
            </w:r>
            <w:r w:rsidRPr="008F3FA6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 w:rsidRPr="008F3FA6">
              <w:rPr>
                <w:rStyle w:val="Hyperlink"/>
                <w:noProof/>
                <w:lang w:bidi="fa-IR"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5020183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प्राक्कथन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5020184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प्रस्तावना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5020185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पहला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भाग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186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इमामत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या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ख़िलाफ़त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क्या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 w:rsidRPr="008F3FA6">
              <w:rPr>
                <w:rStyle w:val="Hyperlink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187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इमामत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शिया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दृष्टिकोण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188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इमामत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धार्मिक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सिद्धात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189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ऐतराज़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जवाब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190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एकता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इमामत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साये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5020191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दूसरा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भाग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192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दूसरे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दृष्टिकोण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193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बैअत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क्या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 w:rsidRPr="008F3FA6">
              <w:rPr>
                <w:rStyle w:val="Hyperlink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194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शरई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बैअत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195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क्या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इमामत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ख़िलाफ़त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बैअत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ज़रिये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वुजूद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आ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सकते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हैं</w:t>
            </w:r>
            <w:r w:rsidRPr="008F3FA6">
              <w:rPr>
                <w:rStyle w:val="Hyperlink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196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अबू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बक्र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हाथ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किस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तरह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बैअत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गई</w:t>
            </w:r>
            <w:r w:rsidRPr="008F3FA6">
              <w:rPr>
                <w:rStyle w:val="Hyperlink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197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क्या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सलाम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ने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अबू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बक्र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बैअत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F3FA6">
              <w:rPr>
                <w:rStyle w:val="Hyperlink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198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ख़ुलफ़ा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नमाज़े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जमाअत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उपस्थित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होना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199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क्या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अमीरुल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मोमिनीन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सलाम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ख़ुलफ़ा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कोई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सगी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रिश्तेदारी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थी</w:t>
            </w:r>
            <w:r w:rsidRPr="008F3FA6">
              <w:rPr>
                <w:rStyle w:val="Hyperlink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200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उमर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उम्मे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कूलसूम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शादी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अफ़साना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201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अहले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सुन्नत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दृष्टिकोण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जांच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पड़ताल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202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अमीर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ख़ुलफ़ा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नामों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बच्चों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नाम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रखना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203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शैख़ैन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प्रशंसा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वाली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हदीस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नज़र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204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क्या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सलाम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ने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अपने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हक़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छोड़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दिया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था</w:t>
            </w:r>
            <w:r w:rsidRPr="008F3FA6">
              <w:rPr>
                <w:rStyle w:val="Hyperlink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5020205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तीसरा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भाग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5020206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ख़लीफ़ा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विशेषताएं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207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अहले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सुन्नत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दृष्टिकोण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208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अबू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बक्र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शुजाअत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बहादुरी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209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अबू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बक्र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उमर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जंगों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फ़रार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कर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जाना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210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ख़ंदक़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जंग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सलाम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बहादुरी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211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शैख़ैन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अबू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बक्र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उमर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बहादुरी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तैमीया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कष्ट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कल्पना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212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अबू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बक्र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आदिल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होना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213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अबू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बक्र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ज्ञान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5020214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नबी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इल्म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दरवाज़े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इल्म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ज्ञान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8F3FA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नज़र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5020215" w:history="1">
            <w:r w:rsidRPr="008F3FA6">
              <w:rPr>
                <w:rStyle w:val="Hyperlink"/>
                <w:rFonts w:cs="Mangal" w:hint="cs"/>
                <w:noProof/>
                <w:cs/>
                <w:lang w:bidi="hi-IN"/>
              </w:rPr>
              <w:t>फेहरिस्त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_Toc445020215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E4">
              <w:rPr>
                <w:noProof/>
                <w:webHidden/>
              </w:rPr>
              <w:t>103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69CC" w:rsidRDefault="000469CC">
          <w:r>
            <w:fldChar w:fldCharType="end"/>
          </w:r>
        </w:p>
      </w:sdtContent>
    </w:sdt>
    <w:p w:rsidR="00007817" w:rsidRPr="00007817" w:rsidRDefault="00007817" w:rsidP="00DC033C">
      <w:pPr>
        <w:pStyle w:val="Heading1"/>
        <w:rPr>
          <w:cs/>
          <w:lang w:bidi="hi-IN"/>
        </w:rPr>
      </w:pPr>
    </w:p>
    <w:sectPr w:rsidR="00007817" w:rsidRPr="00007817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DB4" w:rsidRDefault="008B3DB4" w:rsidP="008B7801">
      <w:pPr>
        <w:spacing w:after="0" w:line="240" w:lineRule="auto"/>
      </w:pPr>
      <w:r>
        <w:separator/>
      </w:r>
    </w:p>
  </w:endnote>
  <w:endnote w:type="continuationSeparator" w:id="0">
    <w:p w:rsidR="008B3DB4" w:rsidRDefault="008B3DB4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4E4" w:rsidRDefault="000E54E4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1B0E59">
      <w:rPr>
        <w:rFonts w:ascii="SutonnyMJ" w:hAnsi="SutonnyMJ" w:cs="SutonnyMJ"/>
        <w:noProof/>
      </w:rPr>
      <w:t>99</w:t>
    </w:r>
    <w:r w:rsidRPr="00AA7385">
      <w:rPr>
        <w:rFonts w:ascii="SutonnyMJ" w:hAnsi="SutonnyMJ" w:cs="SutonnyMJ"/>
      </w:rPr>
      <w:fldChar w:fldCharType="end"/>
    </w:r>
  </w:p>
  <w:p w:rsidR="000E54E4" w:rsidRDefault="000E54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DB4" w:rsidRDefault="008B3DB4" w:rsidP="008B7801">
      <w:pPr>
        <w:spacing w:after="0" w:line="240" w:lineRule="auto"/>
      </w:pPr>
      <w:r>
        <w:separator/>
      </w:r>
    </w:p>
  </w:footnote>
  <w:footnote w:type="continuationSeparator" w:id="0">
    <w:p w:rsidR="008B3DB4" w:rsidRDefault="008B3DB4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7851E6"/>
    <w:rsid w:val="00007817"/>
    <w:rsid w:val="00017F8E"/>
    <w:rsid w:val="00043999"/>
    <w:rsid w:val="000451DA"/>
    <w:rsid w:val="000469CC"/>
    <w:rsid w:val="00055292"/>
    <w:rsid w:val="000A16E2"/>
    <w:rsid w:val="000D0FC8"/>
    <w:rsid w:val="000D641E"/>
    <w:rsid w:val="000E54E4"/>
    <w:rsid w:val="00137658"/>
    <w:rsid w:val="0016774F"/>
    <w:rsid w:val="001A3437"/>
    <w:rsid w:val="001B0E59"/>
    <w:rsid w:val="00235071"/>
    <w:rsid w:val="00275890"/>
    <w:rsid w:val="0028094A"/>
    <w:rsid w:val="0028663A"/>
    <w:rsid w:val="00292BC3"/>
    <w:rsid w:val="00296130"/>
    <w:rsid w:val="002B709B"/>
    <w:rsid w:val="002D15B8"/>
    <w:rsid w:val="002E4766"/>
    <w:rsid w:val="00304CCF"/>
    <w:rsid w:val="003137DA"/>
    <w:rsid w:val="00331D48"/>
    <w:rsid w:val="0033697A"/>
    <w:rsid w:val="003A1605"/>
    <w:rsid w:val="003A380C"/>
    <w:rsid w:val="003E4BC2"/>
    <w:rsid w:val="00406D51"/>
    <w:rsid w:val="00495B54"/>
    <w:rsid w:val="004A56BA"/>
    <w:rsid w:val="004C57A4"/>
    <w:rsid w:val="00544132"/>
    <w:rsid w:val="00553605"/>
    <w:rsid w:val="00584195"/>
    <w:rsid w:val="005862E0"/>
    <w:rsid w:val="00593844"/>
    <w:rsid w:val="0059510E"/>
    <w:rsid w:val="0059796A"/>
    <w:rsid w:val="005D2D86"/>
    <w:rsid w:val="005D3333"/>
    <w:rsid w:val="0061174D"/>
    <w:rsid w:val="00663BEC"/>
    <w:rsid w:val="006746F0"/>
    <w:rsid w:val="00690232"/>
    <w:rsid w:val="006C230E"/>
    <w:rsid w:val="006D197A"/>
    <w:rsid w:val="00707890"/>
    <w:rsid w:val="00733E6E"/>
    <w:rsid w:val="0075520E"/>
    <w:rsid w:val="007719FE"/>
    <w:rsid w:val="00776659"/>
    <w:rsid w:val="007851E6"/>
    <w:rsid w:val="007B649B"/>
    <w:rsid w:val="007D0C93"/>
    <w:rsid w:val="007E3A6A"/>
    <w:rsid w:val="00840C16"/>
    <w:rsid w:val="00870944"/>
    <w:rsid w:val="008715EA"/>
    <w:rsid w:val="008A5A1E"/>
    <w:rsid w:val="008B3DB4"/>
    <w:rsid w:val="008B7801"/>
    <w:rsid w:val="008C77D1"/>
    <w:rsid w:val="008D4310"/>
    <w:rsid w:val="008D6263"/>
    <w:rsid w:val="008F0D7B"/>
    <w:rsid w:val="009117EC"/>
    <w:rsid w:val="00934323"/>
    <w:rsid w:val="0094696C"/>
    <w:rsid w:val="00976CDC"/>
    <w:rsid w:val="009C2CA2"/>
    <w:rsid w:val="00A069B8"/>
    <w:rsid w:val="00A07514"/>
    <w:rsid w:val="00A2744B"/>
    <w:rsid w:val="00A455D0"/>
    <w:rsid w:val="00A560EA"/>
    <w:rsid w:val="00A77675"/>
    <w:rsid w:val="00AA7385"/>
    <w:rsid w:val="00AB18E8"/>
    <w:rsid w:val="00AB6543"/>
    <w:rsid w:val="00BE1409"/>
    <w:rsid w:val="00C2470C"/>
    <w:rsid w:val="00C303C9"/>
    <w:rsid w:val="00C53098"/>
    <w:rsid w:val="00C539D3"/>
    <w:rsid w:val="00C83D59"/>
    <w:rsid w:val="00CC48FE"/>
    <w:rsid w:val="00CD6645"/>
    <w:rsid w:val="00CE088A"/>
    <w:rsid w:val="00CE09E4"/>
    <w:rsid w:val="00D02065"/>
    <w:rsid w:val="00D107F3"/>
    <w:rsid w:val="00D25DEC"/>
    <w:rsid w:val="00D44DB1"/>
    <w:rsid w:val="00D450D2"/>
    <w:rsid w:val="00D457C0"/>
    <w:rsid w:val="00D7533E"/>
    <w:rsid w:val="00DA0646"/>
    <w:rsid w:val="00DC033C"/>
    <w:rsid w:val="00DF0DAD"/>
    <w:rsid w:val="00DF1559"/>
    <w:rsid w:val="00E21BCB"/>
    <w:rsid w:val="00E2613F"/>
    <w:rsid w:val="00E30987"/>
    <w:rsid w:val="00E32589"/>
    <w:rsid w:val="00E400A5"/>
    <w:rsid w:val="00E46C78"/>
    <w:rsid w:val="00E52113"/>
    <w:rsid w:val="00E84EB1"/>
    <w:rsid w:val="00E9343A"/>
    <w:rsid w:val="00EB1BF3"/>
    <w:rsid w:val="00EC4B61"/>
    <w:rsid w:val="00F11A1C"/>
    <w:rsid w:val="00F20557"/>
    <w:rsid w:val="00F46099"/>
    <w:rsid w:val="00F525D6"/>
    <w:rsid w:val="00F860D8"/>
    <w:rsid w:val="00F91E16"/>
    <w:rsid w:val="00FA2BBB"/>
    <w:rsid w:val="00FD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D6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ascii="Times New Roman" w:eastAsia="Times New Roman" w:hAnsi="Times New Roman"/>
      <w:b/>
      <w:bCs/>
      <w:szCs w:val="32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CE088A"/>
    <w:rPr>
      <w:rFonts w:eastAsia="SolaimanLipi"/>
      <w:color w:val="008000"/>
    </w:rPr>
  </w:style>
  <w:style w:type="character" w:customStyle="1" w:styleId="libAieChar">
    <w:name w:val="libAie Char"/>
    <w:link w:val="libAie"/>
    <w:rsid w:val="00CE088A"/>
    <w:rPr>
      <w:rFonts w:ascii="Mangal" w:eastAsia="SolaimanLipi" w:hAnsi="Mangal" w:cs="Mangal"/>
      <w:color w:val="008000"/>
      <w:sz w:val="28"/>
      <w:szCs w:val="28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E2613F"/>
    <w:rPr>
      <w:color w:val="008000"/>
    </w:rPr>
  </w:style>
  <w:style w:type="character" w:customStyle="1" w:styleId="libFootnoteAieChar">
    <w:name w:val="libFootnoteAie Char"/>
    <w:link w:val="libFootnoteAie"/>
    <w:rsid w:val="00E2613F"/>
    <w:rPr>
      <w:rFonts w:ascii="Mangal" w:hAnsi="Mangal" w:cs="Mangal"/>
      <w:color w:val="008000"/>
      <w:sz w:val="24"/>
      <w:szCs w:val="24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ites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7E035-BB79-4B16-918D-A10772AA5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35</TotalTime>
  <Pages>104</Pages>
  <Words>13538</Words>
  <Characters>77171</Characters>
  <Application>Microsoft Office Word</Application>
  <DocSecurity>0</DocSecurity>
  <Lines>643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90528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Naghavi</dc:creator>
  <cp:lastModifiedBy>Naghavi</cp:lastModifiedBy>
  <cp:revision>7</cp:revision>
  <cp:lastPrinted>2016-03-06T06:05:00Z</cp:lastPrinted>
  <dcterms:created xsi:type="dcterms:W3CDTF">2016-03-06T05:26:00Z</dcterms:created>
  <dcterms:modified xsi:type="dcterms:W3CDTF">2016-03-06T06:07:00Z</dcterms:modified>
</cp:coreProperties>
</file>