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D1" w:rsidRPr="00C64EB4" w:rsidRDefault="00A156D1" w:rsidP="00A156D1">
      <w:pPr>
        <w:pStyle w:val="libTitr1"/>
        <w:rPr>
          <w:lang w:bidi="hi-IN"/>
        </w:rPr>
      </w:pP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>
        <w:rPr>
          <w:lang w:bidi="hi-IN"/>
        </w:rPr>
        <w:t>(</w:t>
      </w:r>
      <w:r w:rsidRPr="00C64EB4">
        <w:rPr>
          <w:rFonts w:hint="cs"/>
          <w:cs/>
          <w:lang w:bidi="hi-IN"/>
        </w:rPr>
        <w:t>अ</w:t>
      </w:r>
      <w:r w:rsidRPr="00C64EB4">
        <w:rPr>
          <w:rtl/>
          <w:cs/>
        </w:rPr>
        <w:t>.</w:t>
      </w:r>
      <w:r w:rsidRPr="00C64EB4">
        <w:rPr>
          <w:rFonts w:hint="cs"/>
          <w:cs/>
          <w:lang w:bidi="hi-IN"/>
        </w:rPr>
        <w:t>स</w:t>
      </w:r>
      <w:r>
        <w:rPr>
          <w:lang w:bidi="hi-IN"/>
        </w:rPr>
        <w:t>)</w:t>
      </w:r>
    </w:p>
    <w:p w:rsidR="00A156D1" w:rsidRPr="00D822B6" w:rsidRDefault="00A156D1" w:rsidP="00A156D1">
      <w:pPr>
        <w:pStyle w:val="libCenterBold1"/>
        <w:rPr>
          <w:lang w:bidi="hi-IN"/>
        </w:rPr>
      </w:pPr>
      <w:r>
        <w:rPr>
          <w:rFonts w:hint="cs"/>
          <w:cs/>
          <w:lang w:bidi="hi-IN"/>
        </w:rPr>
        <w:t xml:space="preserve"> (</w:t>
      </w:r>
      <w:r w:rsidRPr="00D822B6">
        <w:rPr>
          <w:rFonts w:hint="cs"/>
          <w:cs/>
          <w:lang w:bidi="hi-IN"/>
        </w:rPr>
        <w:t>चौदह</w:t>
      </w:r>
      <w:r w:rsidRPr="00D822B6">
        <w:rPr>
          <w:rFonts w:hint="cs"/>
          <w:rtl/>
          <w:cs/>
        </w:rPr>
        <w:t xml:space="preserve"> </w:t>
      </w:r>
      <w:r w:rsidRPr="00D822B6">
        <w:rPr>
          <w:rFonts w:hint="cs"/>
          <w:cs/>
          <w:lang w:bidi="hi-IN"/>
        </w:rPr>
        <w:t>सितारे</w:t>
      </w:r>
      <w:r>
        <w:rPr>
          <w:rFonts w:hint="cs"/>
          <w:cs/>
          <w:lang w:bidi="hi-IN"/>
        </w:rPr>
        <w:t>)</w:t>
      </w:r>
    </w:p>
    <w:p w:rsidR="00A156D1" w:rsidRDefault="00A156D1" w:rsidP="00A156D1">
      <w:pPr>
        <w:pStyle w:val="libTitr2"/>
        <w:rPr>
          <w:cs/>
          <w:lang w:bidi="hi-IN"/>
        </w:rPr>
      </w:pPr>
      <w:r w:rsidRPr="00C64EB4"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कर्रारवी</w:t>
      </w:r>
    </w:p>
    <w:p w:rsidR="00A156D1" w:rsidRPr="00C64EB4" w:rsidRDefault="00A156D1" w:rsidP="00A156D1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ठीक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A156D1" w:rsidRDefault="00A156D1" w:rsidP="00A156D1">
      <w:pPr>
        <w:pStyle w:val="libNotice"/>
      </w:pPr>
      <w:r w:rsidRPr="00C64EB4">
        <w:t>Alhassanain.org/hindi</w:t>
      </w:r>
    </w:p>
    <w:p w:rsidR="00A156D1" w:rsidRDefault="00A156D1" w:rsidP="00A156D1">
      <w:pPr>
        <w:spacing w:after="0" w:line="240" w:lineRule="auto"/>
        <w:rPr>
          <w:lang w:bidi="hi-IN"/>
        </w:rPr>
      </w:pPr>
      <w:r>
        <w:br w:type="page"/>
      </w:r>
      <w:bookmarkStart w:id="0" w:name="_Toc448683554"/>
    </w:p>
    <w:bookmarkEnd w:id="0"/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काजि़मे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दौलतो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फि़रऔन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</w:p>
    <w:p w:rsidR="00A156D1" w:rsidRPr="00C64EB4" w:rsidRDefault="00A156D1" w:rsidP="00A156D1">
      <w:pPr>
        <w:pStyle w:val="libNormal"/>
      </w:pPr>
      <w:r>
        <w:rPr>
          <w:cs/>
          <w:lang w:bidi="hi-IN"/>
        </w:rPr>
        <w:t>(</w:t>
      </w:r>
      <w:r w:rsidRPr="00C64EB4">
        <w:rPr>
          <w:rFonts w:hint="cs"/>
          <w:cs/>
          <w:lang w:bidi="hi-IN"/>
        </w:rPr>
        <w:t>साबिर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थरयानी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कराची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मख़ज़ने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क़ल्बे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मादने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आईनए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सलीम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आस्ताने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औज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अरर्शे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अज़ीम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1" w:name="_Toc448683555"/>
      <w:bookmarkStart w:id="2" w:name="_Toc473104849"/>
      <w:bookmarkStart w:id="3" w:name="_Toc473105662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1"/>
      <w:bookmarkEnd w:id="2"/>
      <w:bookmarkEnd w:id="3"/>
    </w:p>
    <w:p w:rsidR="00A156D1" w:rsidRPr="00C64EB4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सातवें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जांनशीन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सातवें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इन्दलिस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बाक़र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महमूदा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lastRenderedPageBreak/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शवाहिद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जेनातुल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29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270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लोलो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मनाकि़ब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अफ़ज़ले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अफ़ज़लीयत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इजतेहाद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मिलती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क़यूद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गुज़ारते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308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मंजि़लत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मुन्फ़रिद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अनवारूल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अख़्बार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सबाग़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फ़ुसूल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मोहम्मद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451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रौज़तुल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मंजि़लत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बुज़ुर्गवार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हुये।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4" w:name="_Toc448683556"/>
      <w:bookmarkStart w:id="5" w:name="_Toc473104850"/>
      <w:bookmarkStart w:id="6" w:name="_Toc473105663"/>
      <w:r w:rsidRPr="00C64EB4"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</w:t>
      </w:r>
      <w:bookmarkEnd w:id="4"/>
      <w:bookmarkEnd w:id="5"/>
      <w:bookmarkEnd w:id="6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बतारीख़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मुज़फ़्फ़र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745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rPr>
          <w:cs/>
          <w:lang w:bidi="hi-IN"/>
        </w:rPr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अनवारे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नोमानिया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आलामुल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रौज़तुल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शौहदा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कल्मता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अदलन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मख़तून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7" w:name="_Toc448683557"/>
      <w:bookmarkStart w:id="8" w:name="_Toc473104851"/>
      <w:bookmarkStart w:id="9" w:name="_Toc473105664"/>
      <w:r w:rsidRPr="00C64EB4">
        <w:rPr>
          <w:rFonts w:hint="cs"/>
          <w:cs/>
          <w:lang w:bidi="hi-IN"/>
        </w:rPr>
        <w:lastRenderedPageBreak/>
        <w:t>इस्मे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अल्क़ाब</w:t>
      </w:r>
      <w:bookmarkEnd w:id="7"/>
      <w:bookmarkEnd w:id="8"/>
      <w:bookmarkEnd w:id="9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मुरक्कब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ख़ौफ़े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फि़रऔन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नजार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फि़रऔन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टकराता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जन्नातुल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29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अल्क़ाब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नफ़्से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हवाएज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बुर्दबार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रौज़तुल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शोहदा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ख़मीस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10" w:name="_Toc448683558"/>
      <w:bookmarkStart w:id="11" w:name="_Toc473104852"/>
      <w:bookmarkStart w:id="12" w:name="_Toc473105665"/>
      <w:r w:rsidRPr="00C64EB4">
        <w:rPr>
          <w:rFonts w:hint="cs"/>
          <w:cs/>
          <w:lang w:bidi="hi-IN"/>
        </w:rPr>
        <w:t>लक़्ब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हवाएज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bookmarkEnd w:id="10"/>
      <w:bookmarkEnd w:id="11"/>
      <w:bookmarkEnd w:id="12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हवाएज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फ़ाजि़ल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हवाएज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पायनियर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मोअर्रेख़ा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अगस्त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rPr>
          <w:cs/>
          <w:lang w:bidi="hi-IN"/>
        </w:rPr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काज़मैन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मोजेज़ा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मुफ़लिसी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ज़रीहे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चिल्लाता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तबर्रूक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ख़ुद्दाम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अस्पताल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डाँक्टरों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अस्पताल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मदफ़ून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अख़बार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इन्क़ेलाब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लाहौर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अख़बार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अहले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हदीस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अमरतसर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मोवर्रिख़ा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अगस्त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ई</w:t>
      </w:r>
      <w:r w:rsidRPr="004D6143">
        <w:rPr>
          <w:rStyle w:val="libFootnote0Char"/>
          <w:rFonts w:eastAsia="Calibri"/>
        </w:rPr>
        <w:t>0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मुल्तान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13" w:name="_Toc448683559"/>
      <w:bookmarkStart w:id="14" w:name="_Toc473104853"/>
      <w:bookmarkStart w:id="15" w:name="_Toc473105666"/>
      <w:r w:rsidRPr="00C64EB4">
        <w:rPr>
          <w:rFonts w:hint="cs"/>
          <w:cs/>
          <w:lang w:bidi="hi-IN"/>
        </w:rPr>
        <w:lastRenderedPageBreak/>
        <w:t>बादशाहाने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bookmarkEnd w:id="13"/>
      <w:bookmarkEnd w:id="14"/>
      <w:bookmarkEnd w:id="15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132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फि़दा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दवानीक़ी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फि़दा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हबीब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सियर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169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में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हादी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अब्बासी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बैैअत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गई</w:t>
      </w:r>
      <w:r w:rsidRPr="004D6143">
        <w:rPr>
          <w:rStyle w:val="libFootnote0Char"/>
          <w:rFonts w:eastAsia="Calibri"/>
          <w:cs/>
          <w:lang w:bidi="hi-IN"/>
        </w:rPr>
        <w:t>।</w:t>
      </w:r>
      <w:r>
        <w:rPr>
          <w:rStyle w:val="libFootnote0Char"/>
          <w:rFonts w:eastAsia="Calibri"/>
          <w:cs/>
          <w:lang w:bidi="hi-IN"/>
        </w:rPr>
        <w:t xml:space="preserve"> (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अलवरी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फि़दा</w:t>
      </w:r>
      <w:r>
        <w:rPr>
          <w:cs/>
          <w:lang w:bidi="hi-IN"/>
        </w:rPr>
        <w:t xml:space="preserve">) </w:t>
      </w:r>
      <w:r w:rsidRPr="00C64EB4">
        <w:rPr>
          <w:cs/>
          <w:lang w:bidi="hi-IN"/>
        </w:rPr>
        <w:t>183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मज़लूमी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अख़बार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ख़ुलफ़ा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राई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16" w:name="_Toc448683560"/>
      <w:bookmarkStart w:id="17" w:name="_Toc473104854"/>
      <w:bookmarkStart w:id="18" w:name="_Toc473105667"/>
      <w:r w:rsidRPr="00C64EB4">
        <w:rPr>
          <w:rFonts w:hint="cs"/>
          <w:cs/>
          <w:lang w:bidi="hi-IN"/>
        </w:rPr>
        <w:t>नशोनुमा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तरबीअत</w:t>
      </w:r>
      <w:bookmarkEnd w:id="16"/>
      <w:bookmarkEnd w:id="17"/>
      <w:bookmarkEnd w:id="18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बुज़ुर्गवार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मकारेमुल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अख़्लाक़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मिल्लते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ढुंढता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मुन्तकि़ल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मियारे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सवानेह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मूसा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काजि़म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19" w:name="_Toc448683561"/>
      <w:bookmarkStart w:id="20" w:name="_Toc473104855"/>
      <w:bookmarkStart w:id="21" w:name="_Toc473105668"/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वाक़ेआत</w:t>
      </w:r>
      <w:bookmarkEnd w:id="19"/>
      <w:bookmarkEnd w:id="20"/>
      <w:bookmarkEnd w:id="21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सलाहियतों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मोतवल्लिद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जम्माल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मुस्तफ़सिर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सफ़वान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मारफ़ते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सज़ावार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तज़किरतुल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सफ़वान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जा़दे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इत्तेफ़ाक़न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इरतेक़ाब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इरतिक़ाबे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बिहारूल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69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इस्तेफ़ादा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मंजि़लत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मुसाफि़र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क़ज़ाए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बरजस्ता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मुसाफि़र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हमसायों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अलहदा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शाहराहो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रफ़ये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lastRenderedPageBreak/>
        <w:t>(</w:t>
      </w:r>
      <w:r w:rsidRPr="004D6143">
        <w:rPr>
          <w:rStyle w:val="libFootnote0Char"/>
          <w:rFonts w:eastAsia="Calibri" w:hint="cs"/>
          <w:cs/>
          <w:lang w:bidi="hi-IN"/>
        </w:rPr>
        <w:t>बिहार</w:t>
      </w:r>
      <w:r w:rsidRPr="004D614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एहतिजाज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लगाओ।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तन्नहाक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अलक़बीह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अमस्तोदा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औलियतन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फ़ज़दहा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लगाओ।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सतलक़ी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अदूका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अज़ाका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तकदा</w:t>
      </w:r>
      <w:r>
        <w:rPr>
          <w:cs/>
          <w:lang w:bidi="hi-IN"/>
        </w:rPr>
        <w:t xml:space="preserve"> 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बिहारूल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22" w:name="_Toc448683562"/>
      <w:bookmarkStart w:id="23" w:name="_Toc473104856"/>
      <w:bookmarkStart w:id="24" w:name="_Toc473105669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bookmarkEnd w:id="22"/>
      <w:bookmarkEnd w:id="23"/>
      <w:bookmarkEnd w:id="24"/>
    </w:p>
    <w:p w:rsidR="00A156D1" w:rsidRPr="00C64EB4" w:rsidRDefault="00A156D1" w:rsidP="00A156D1">
      <w:pPr>
        <w:pStyle w:val="libNormal"/>
      </w:pPr>
      <w:r w:rsidRPr="00C64EB4">
        <w:rPr>
          <w:cs/>
          <w:lang w:bidi="hi-IN"/>
        </w:rPr>
        <w:t>148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बाज़ाते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फ़राएज़े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जि़म्मेदार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दवानकी़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मजा़लिम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चुनवाये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साजि़शें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तकलीफ़ें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एख़्लाक़ी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कांधो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एखि़्तयार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इन्तेज़ामात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ख़लिफ़ाए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अफ़ताह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मुअज़्ज़मा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ख़ातून।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तहफ़्फ़ुज़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मसलेहत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फ़राएज़े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फ़राग़त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मुतावज्जेह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मक़रेज़ी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दीबाज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निज़ा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तख़ासम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cs/>
          <w:lang w:bidi="hi-IN"/>
        </w:rPr>
        <w:t>158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दवांक़ी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 xml:space="preserve">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इज़्ज़तो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उभरा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मूसा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काजि़म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आलामुलवुरा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171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25" w:name="_Toc448683563"/>
      <w:bookmarkStart w:id="26" w:name="_Toc473104857"/>
      <w:bookmarkStart w:id="27" w:name="_Toc473105670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bookmarkEnd w:id="25"/>
      <w:bookmarkEnd w:id="26"/>
      <w:bookmarkEnd w:id="27"/>
    </w:p>
    <w:p w:rsidR="00A156D1" w:rsidRPr="00C64EB4" w:rsidRDefault="00A156D1" w:rsidP="00A156D1">
      <w:pPr>
        <w:pStyle w:val="libBold1"/>
      </w:pPr>
      <w:r w:rsidRPr="00C64EB4">
        <w:rPr>
          <w:rFonts w:hint="cs"/>
          <w:cs/>
          <w:lang w:bidi="hi-IN"/>
        </w:rPr>
        <w:t>वाकि़याऐ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शक़ीक़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बलख़ी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अक़्लें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149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शक़ीक़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सांवला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गन्दुम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गूं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ज़ईफ़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कम्बल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जूतियाँ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अलाहेदा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तम्बीह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शक़ीक़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वादिए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फि़जा़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मानिन्द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काँप्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शक़ीक़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अबदाल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वाक़फि़यत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मंजि़ले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पहँुचा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मुठ्ठी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क़सम।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सत्तू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बेइन्तेहां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सज़ावार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सवाहेक़े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शक़ीक़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59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गुजा़रे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हुजू़र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आस्तीन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रवाहल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मुस्तफ़ा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162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बताऐनी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तज़किरतुल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मासूमीन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रेजाल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तूसी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355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नजफ़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अशरफ़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Default="00A156D1" w:rsidP="00A156D1">
      <w:pPr>
        <w:pStyle w:val="Heading1"/>
        <w:rPr>
          <w:lang w:bidi="hi-IN"/>
        </w:rPr>
      </w:pPr>
      <w:bookmarkStart w:id="28" w:name="_Toc448683564"/>
    </w:p>
    <w:p w:rsidR="00A156D1" w:rsidRPr="00C64EB4" w:rsidRDefault="00A156D1" w:rsidP="00A156D1">
      <w:pPr>
        <w:pStyle w:val="Heading1"/>
      </w:pPr>
      <w:bookmarkStart w:id="29" w:name="_Toc473104858"/>
      <w:bookmarkStart w:id="30" w:name="_Toc473105671"/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28"/>
      <w:bookmarkEnd w:id="29"/>
      <w:bookmarkEnd w:id="30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मुलहिदों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फ़लसफ़ी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मज़दक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मुतवफ्फा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चौथी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शुरुआत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मख़लूत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गुमराह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अक़ीदे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नशो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नुमा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करता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था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ऐतिदाल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मोअज़जि़ज़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रेफ़ाहे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याकू़ब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नफ़्से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रफ़ीक़ों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rFonts w:hint="cs"/>
          <w:cs/>
          <w:lang w:bidi="hi-IN"/>
        </w:rPr>
        <w:t xml:space="preserve"> क़ै</w:t>
      </w:r>
      <w:r w:rsidRPr="00C64EB4"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लौड़ीं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रफ़ीको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याकू़ब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राजेऊन।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मरातुल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जेनान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हैदराबाद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दक्कन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Default="00A156D1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31" w:name="_Toc448683565"/>
      <w:bookmarkStart w:id="32" w:name="_Toc473104859"/>
      <w:r>
        <w:rPr>
          <w:cs/>
          <w:lang w:bidi="hi-IN"/>
        </w:rPr>
        <w:br w:type="page"/>
      </w:r>
    </w:p>
    <w:p w:rsidR="00A156D1" w:rsidRPr="00C64EB4" w:rsidRDefault="00A156D1" w:rsidP="00A156D1">
      <w:pPr>
        <w:pStyle w:val="Heading1"/>
      </w:pPr>
      <w:bookmarkStart w:id="33" w:name="_Toc473105672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bookmarkEnd w:id="31"/>
      <w:bookmarkEnd w:id="32"/>
      <w:bookmarkEnd w:id="33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हसबुल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मंजि़ले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आऊंगा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लूगां।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आऊगां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क़हतबा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सकोगे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तवक़्क़ो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अल</w:t>
      </w:r>
      <w:r>
        <w:rPr>
          <w:rFonts w:hint="cs"/>
          <w:cs/>
          <w:lang w:bidi="hi-IN"/>
        </w:rPr>
        <w:t>ैहिर्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ज़बावली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ज़बाला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डूबते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मुसिबत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ख़च्चर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इस्तेक़बाद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सकूगां।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दमेए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हवालाए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मनाकि़ब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बेहार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मतालेबुल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फ़राएज़े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34" w:name="_Toc448683566"/>
      <w:bookmarkStart w:id="35" w:name="_Toc473104860"/>
      <w:bookmarkStart w:id="36" w:name="_Toc473105673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bookmarkEnd w:id="34"/>
      <w:bookmarkEnd w:id="35"/>
      <w:bookmarkEnd w:id="36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785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rPr>
          <w:cs/>
          <w:lang w:bidi="hi-IN"/>
        </w:rPr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राय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जि़द्दी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ख़ूंख़ार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बुग़्ज़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पिटवाया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रस्सियां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तशहीर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मुसिबतों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37" w:name="_Toc448683567"/>
      <w:bookmarkStart w:id="38" w:name="_Toc473104861"/>
      <w:bookmarkStart w:id="39" w:name="_Toc473105674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bookmarkEnd w:id="37"/>
      <w:bookmarkEnd w:id="38"/>
      <w:bookmarkEnd w:id="39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मेयारे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इख़लाक़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औसाफ़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मुरक़्क़ा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सातवें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तुर्श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मुस्कुराते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तकलीफ़े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नाज़ेबा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ग़ुस्ताखि़यों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तदारूक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करूगां।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जज़्बात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ग़ुस्ताखि़यों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लुत्फ़े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फ़रीक़े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ख़बरदार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बालीग़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एक़दाम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जारेहाना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एक़दाम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मुल्जिम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साज़गार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तबलीग़ो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रूशेनास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मजमूओ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फ़य्याज़ी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फ़ोक़राए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सुब्ह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ताक़ीबात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दिलकश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सवानेह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मूसा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काजि़म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आलामुल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वुरा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178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फ़की़रों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ढ़ूंढा़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फ़क़ीर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फ़ुक़राए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आज़ूक़ा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134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A156D1" w:rsidRDefault="00A156D1" w:rsidP="00A156D1">
      <w:pPr>
        <w:pStyle w:val="libNormal"/>
        <w:rPr>
          <w:lang w:bidi="hi-IN"/>
        </w:rPr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दफ़यात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अयान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अशरफ़ी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रवाएह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मुस्तफ़ा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264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40" w:name="_Toc448683568"/>
      <w:bookmarkStart w:id="41" w:name="_Toc473104862"/>
      <w:bookmarkStart w:id="42" w:name="_Toc473105675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तसनीफ़ात</w:t>
      </w:r>
      <w:bookmarkEnd w:id="40"/>
      <w:bookmarkEnd w:id="41"/>
      <w:bookmarkEnd w:id="42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चलपी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हाफि़ज़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असफ़हानी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मसनदे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कशफ़ुल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ज़नून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433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43" w:name="_Toc448683569"/>
      <w:bookmarkStart w:id="44" w:name="_Toc473104863"/>
      <w:bookmarkStart w:id="45" w:name="_Toc473105676"/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हदीसे</w:t>
      </w:r>
      <w:bookmarkEnd w:id="43"/>
      <w:bookmarkEnd w:id="44"/>
      <w:bookmarkEnd w:id="45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</w:p>
    <w:p w:rsidR="00A156D1" w:rsidRPr="00C64EB4" w:rsidRDefault="00A156D1" w:rsidP="00A156D1">
      <w:pPr>
        <w:pStyle w:val="libNormal"/>
      </w:pP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A156D1" w:rsidRPr="00C64EB4" w:rsidRDefault="00A156D1" w:rsidP="00A156D1">
      <w:pPr>
        <w:pStyle w:val="libNormal"/>
      </w:pP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ख़यानत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फ़ाक़ेहा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</w:p>
    <w:p w:rsidR="00A156D1" w:rsidRPr="00C64EB4" w:rsidRDefault="00A156D1" w:rsidP="00A156D1">
      <w:pPr>
        <w:pStyle w:val="libNormal"/>
        <w:rPr>
          <w:lang w:bidi="hi-IN"/>
        </w:rPr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73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46" w:name="_Toc448683570"/>
      <w:bookmarkStart w:id="47" w:name="_Toc473104864"/>
      <w:bookmarkStart w:id="48" w:name="_Toc473105677"/>
      <w:r w:rsidRPr="00C64EB4">
        <w:rPr>
          <w:rFonts w:hint="cs"/>
          <w:cs/>
          <w:lang w:bidi="hi-IN"/>
        </w:rPr>
        <w:lastRenderedPageBreak/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bookmarkEnd w:id="46"/>
      <w:bookmarkEnd w:id="47"/>
      <w:bookmarkEnd w:id="48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क़ज़्ज़ाता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ज़ेहनी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लज़्ज़ाते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मम्नुआ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मुन्फ़रीद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दवानक़ी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नक़्शे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फ़कऱ्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बख़ील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रागनी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मौसीक़ी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मौसीक़ी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शतरंज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शतरंज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शतरंज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ख़ुल्फ़ा</w:t>
      </w:r>
      <w:r>
        <w:rPr>
          <w:cs/>
          <w:lang w:bidi="hi-IN"/>
        </w:rPr>
        <w:t xml:space="preserve"> स्यूती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मदख़ूला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फ़ेली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स्यूती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जिमआ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सम्भोग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लिजिये।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स्यूती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फ़त्वे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ख़ल्क़ान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हनफि़या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नफ़्से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तहफ़्फ़ुज़े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ज़ाएर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जुतवाई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 xml:space="preserve">जिलाउल उयून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क़म्क़ाम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क़ातेअ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सिदरता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तस्वीरे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करबला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देहली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1338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49" w:name="_Toc448683571"/>
      <w:bookmarkStart w:id="50" w:name="_Toc473104865"/>
      <w:bookmarkStart w:id="51" w:name="_Toc473105678"/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गिरफ़्तारी</w:t>
      </w:r>
      <w:bookmarkEnd w:id="49"/>
      <w:bookmarkEnd w:id="50"/>
      <w:bookmarkEnd w:id="51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rFonts w:hint="cs"/>
          <w:cs/>
          <w:lang w:bidi="hi-IN"/>
        </w:rPr>
        <w:t>ु</w:t>
      </w:r>
      <w:r w:rsidRPr="00C64EB4"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चुग़ली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ज़ुर्रियत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वमन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ज़मुरैत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ज़करया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इसा</w:t>
      </w:r>
      <w:r w:rsidRPr="00C64EB4">
        <w:t>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ज़ुर्रियत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मुल्हक़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ज़ुर्रियत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नाजि़ल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मुबाहेले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लिहाज़</w:t>
      </w:r>
      <w:r>
        <w:rPr>
          <w:rFonts w:hint="cs"/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सवाएके़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ख़ल्क़ान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मुक़द्देसा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हाज़ेरीन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दफ़ायात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अयान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अहमदी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349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बहदयातकम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तफर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हूना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सुब्बूहुन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क़ुद्दूसुन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मबहूस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गि़लमान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बचश्मे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वग़ैराह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सखि़्तयां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तेशा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52" w:name="_Toc448683572"/>
      <w:bookmarkStart w:id="53" w:name="_Toc473104866"/>
      <w:bookmarkStart w:id="54" w:name="_Toc473105679"/>
      <w:r w:rsidRPr="00C64EB4"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bookmarkEnd w:id="52"/>
      <w:bookmarkEnd w:id="53"/>
      <w:bookmarkEnd w:id="54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फ़राएज़े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अदायगी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करदिगी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मुक़र्रेबीन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ख़ेलअते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फ़ाख़ेरा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ज़रबफ़त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चोग़ा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कढ़े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तक़र्रूब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ज़रबफ़त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जोखम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चुग़ली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बबूला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अलग़रज़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चोग़ा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फ़ुलां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चोग़ा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चोग़ा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ठन्डा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मानूँगा।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ऐहतराम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चुग़ली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जल्लादो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130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Default="00A156D1" w:rsidP="00A156D1">
      <w:pPr>
        <w:pStyle w:val="libNormal"/>
        <w:rPr>
          <w:lang w:bidi="hi-IN"/>
        </w:rPr>
      </w:pPr>
      <w:bookmarkStart w:id="55" w:name="_Toc448683573"/>
    </w:p>
    <w:p w:rsidR="00A156D1" w:rsidRPr="00C64EB4" w:rsidRDefault="00A156D1" w:rsidP="00A156D1">
      <w:pPr>
        <w:pStyle w:val="Heading1"/>
      </w:pPr>
      <w:bookmarkStart w:id="56" w:name="_Toc473104867"/>
      <w:bookmarkStart w:id="57" w:name="_Toc473105680"/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bookmarkEnd w:id="55"/>
      <w:bookmarkEnd w:id="56"/>
      <w:bookmarkEnd w:id="57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असाबा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भिगो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गहराई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मुखा़लेफ़त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देख़ूँगा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मरक़ूम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चाहिए।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आलामुल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58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58" w:name="_Toc448683574"/>
      <w:bookmarkStart w:id="59" w:name="_Toc473104868"/>
      <w:bookmarkStart w:id="60" w:name="_Toc473105681"/>
      <w:r w:rsidRPr="00C64EB4">
        <w:rPr>
          <w:rFonts w:hint="cs"/>
          <w:cs/>
          <w:lang w:bidi="hi-IN"/>
        </w:rPr>
        <w:lastRenderedPageBreak/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फ़हमाईश</w:t>
      </w:r>
      <w:bookmarkEnd w:id="58"/>
      <w:bookmarkEnd w:id="59"/>
      <w:bookmarkEnd w:id="60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rFonts w:hint="cs"/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मुलाका़त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मिलूगाँ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मांगोगे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दक़्क़ुलबाब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इजाज़त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ऐनुल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मोजेज़ात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मुल्तान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Heading1"/>
      </w:pPr>
      <w:bookmarkStart w:id="61" w:name="_Toc448683575"/>
      <w:bookmarkStart w:id="62" w:name="_Toc473104869"/>
      <w:bookmarkStart w:id="63" w:name="_Toc473105682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तालेक़ान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वाकि़आ</w:t>
      </w:r>
      <w:bookmarkEnd w:id="61"/>
      <w:bookmarkEnd w:id="62"/>
      <w:bookmarkEnd w:id="63"/>
    </w:p>
    <w:p w:rsidR="00A156D1" w:rsidRPr="00C64EB4" w:rsidRDefault="00A156D1" w:rsidP="00A156D1">
      <w:pPr>
        <w:pStyle w:val="libBold2"/>
      </w:pP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मोजिज़ात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काएनात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शक़्क़ुल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शवाहेद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समुन्दर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थपेड़े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समुन्द्र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ख़ौफ़नाक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घोडो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खि़ल्क़त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छुपे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क़नूज़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थपेड़े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मुसिबत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बताऐ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दस्तरख़्वान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ढ़का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दस्तरख़्वान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रिज़्क़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पिलाया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टूकड़े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वहदहू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उड़ने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>
        <w:rPr>
          <w:rFonts w:hint="cs"/>
          <w:cs/>
          <w:lang w:bidi="hi-IN"/>
        </w:rPr>
        <w:t>.अ.व.व.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फ़रमाइये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तालक़ानी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तलक़ान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सड़क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जल्लादों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शहर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आशोब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मुल्तान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Default="00A156D1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64" w:name="_Toc448683576"/>
      <w:bookmarkStart w:id="65" w:name="_Toc473104870"/>
      <w:r>
        <w:rPr>
          <w:cs/>
          <w:lang w:bidi="hi-IN"/>
        </w:rPr>
        <w:br w:type="page"/>
      </w:r>
    </w:p>
    <w:p w:rsidR="00A156D1" w:rsidRPr="00C64EB4" w:rsidRDefault="00A156D1" w:rsidP="00A156D1">
      <w:pPr>
        <w:pStyle w:val="Heading1"/>
      </w:pPr>
      <w:bookmarkStart w:id="66" w:name="_Toc473105683"/>
      <w:r w:rsidRPr="00C64EB4"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फि़दक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</w:t>
      </w:r>
      <w:bookmarkEnd w:id="64"/>
      <w:bookmarkEnd w:id="65"/>
      <w:bookmarkEnd w:id="66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हनफ़ी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फि़दक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बताऊगां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अफ़रीक़ा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ख़ज़र्र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आरमीनिया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बबूला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दरपए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ख़वास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उम्मता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अल्लामा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सिब्ते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जौज़ी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416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लाहौर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67" w:name="_Toc448683577"/>
      <w:bookmarkStart w:id="68" w:name="_Toc473104871"/>
      <w:bookmarkStart w:id="69" w:name="_Toc473105684"/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कुशी</w:t>
      </w:r>
      <w:bookmarkEnd w:id="67"/>
      <w:bookmarkEnd w:id="68"/>
      <w:bookmarkEnd w:id="69"/>
    </w:p>
    <w:p w:rsidR="00A156D1" w:rsidRPr="00C64EB4" w:rsidRDefault="00A156D1" w:rsidP="00A156D1">
      <w:pPr>
        <w:pStyle w:val="libBold1"/>
      </w:pP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क़हतबा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वाक़ेआ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मसरूफि़यात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ग़ुन्ड़ों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नेशापुरी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क़हतबा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क़हतबा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बख़्शा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बताऊँ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इत्तेफ़ाक़न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मक़तूलों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बूढ़े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काँप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70" w:name="_Toc448683578"/>
      <w:bookmarkStart w:id="71" w:name="_Toc473104872"/>
      <w:bookmarkStart w:id="72" w:name="_Toc473105685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गिरफ़्तारी</w:t>
      </w:r>
      <w:bookmarkEnd w:id="70"/>
      <w:bookmarkEnd w:id="71"/>
      <w:bookmarkEnd w:id="72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तबरसी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169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-70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रवय्या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हाकीमाना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इख़्लाक़ी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अख़्तेदार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तसव्वर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रूहानियत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मरक़ज़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अन्दुरूनी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अदावते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ताफरबिन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रक़ाबत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बराह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बरग़श्ता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ताअल्लुक़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मरजीयत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मुनहासिर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फि़रका़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तालुक़ात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क़ाएम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मुखालफ़त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शहनशाहे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डेवढी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तफ़रीक़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क़र्ज़दार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अवक़ात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क़र्ज़ा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क़र्ज़ा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करूगां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ज़रूरयाते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रहूँगा।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यतीमी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फ़रमाइये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मसारिफ़े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मसलेहते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ताज़ीमो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तकरीम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बयानियो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अतराफ़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खि़राज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अशरफी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सैरिया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शिबलन्जी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मुन्तखि़ब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इशतेआल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ख़न्नाक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अशरफि़यों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मंगवा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मिटा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अन्देशे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हल्क़े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मशक़ूक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ज़ब्तो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सत्तरह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जि़ल्हिज्जा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इख़लाक़ो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जुस्तुजू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बलन्दीए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इख़लाक़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का़यम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हिरासत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रूझान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इख़्लाक़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निगरानों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सिन्दी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मुलाहेज़ा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मनाक़िब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68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आलामुल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वुरा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180,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कशफ़ल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ग़म्मा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108,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सवानेह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मूसा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काजि़म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</w:pPr>
      <w:bookmarkStart w:id="73" w:name="_Toc448683579"/>
      <w:bookmarkStart w:id="74" w:name="_Toc473104873"/>
      <w:bookmarkStart w:id="75" w:name="_Toc473105686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मुज़ाहेरा</w:t>
      </w:r>
      <w:bookmarkEnd w:id="73"/>
      <w:bookmarkEnd w:id="74"/>
      <w:bookmarkEnd w:id="75"/>
    </w:p>
    <w:p w:rsidR="00A156D1" w:rsidRPr="00C64EB4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सखि़्तयां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मुलाजि़म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</w:t>
      </w:r>
      <w:r w:rsidRPr="00C64EB4">
        <w:rPr>
          <w:rFonts w:hint="cs"/>
          <w:cs/>
          <w:lang w:bidi="hi-IN"/>
        </w:rPr>
        <w:t>यूटी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>
        <w:rPr>
          <w:rFonts w:hint="cs"/>
          <w:cs/>
          <w:lang w:bidi="hi-IN"/>
        </w:rPr>
        <w:t>र्</w:t>
      </w:r>
      <w:r w:rsidRPr="00C64EB4"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आऊँगा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मंगाना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दीजिये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आऊँगा।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वाजिबो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यतकलम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माआना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ताअज्जुब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Default="00A156D1" w:rsidP="00A156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मुलाजि़म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मख़्सूस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तालीम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bookmarkStart w:id="76" w:name="_Toc448683580"/>
    </w:p>
    <w:p w:rsidR="00A156D1" w:rsidRDefault="00A156D1" w:rsidP="00A156D1">
      <w:pPr>
        <w:pStyle w:val="libNormal"/>
        <w:rPr>
          <w:lang w:bidi="hi-IN"/>
        </w:rPr>
      </w:pPr>
    </w:p>
    <w:p w:rsidR="00A156D1" w:rsidRPr="00C64EB4" w:rsidRDefault="00A156D1" w:rsidP="00A156D1">
      <w:pPr>
        <w:pStyle w:val="Heading1"/>
      </w:pPr>
      <w:bookmarkStart w:id="77" w:name="_Toc473104874"/>
      <w:bookmarkStart w:id="78" w:name="_Toc473105687"/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76"/>
      <w:bookmarkEnd w:id="77"/>
      <w:bookmarkEnd w:id="78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हमर्ददों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मशवेरे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आक़ेबत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बिगाड़ूं।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आक़ेबत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इरतेक़ाब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मशक़्क़त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तड़पते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137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 w:rsidRPr="00C64EB4">
        <w:rPr>
          <w:cs/>
          <w:lang w:bidi="hi-IN"/>
        </w:rPr>
        <w:t>-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हथकड़ी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कटवाई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सवाएक़े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मोहर्रेक़ा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454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मज़लूमी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ख़ुलफ़ा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फि़दा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151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ख़मीस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320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फ़ेंक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173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79" w:name="_Toc448683581"/>
      <w:bookmarkStart w:id="80" w:name="_Toc473104875"/>
      <w:bookmarkStart w:id="81" w:name="_Toc473105688"/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bookmarkEnd w:id="79"/>
      <w:bookmarkEnd w:id="80"/>
      <w:bookmarkEnd w:id="81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बतारीख़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मुरज्जब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मतालेबुल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282,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192,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वगै़रह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गुज़ारे।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मिर्ज़ा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दबीर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जि़न्दान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गई।।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नाअशे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हथकड़ी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बेड़ी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अलफ़ाज़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नाअशे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ढ़ाई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कि़मती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तुज़ुक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एहतिशाम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क़ुरैश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ऐजाज़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सुपुर्दे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आलामुल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वुरा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170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अनवारे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नोमानिया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127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जिन्नात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ख़लूद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275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lastRenderedPageBreak/>
        <w:t>तदफ़ीन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ताज़ीयत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276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शाफ़ेई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तदफ़ीन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धुआं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ख़ुदवाई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मैय्यत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A156D1" w:rsidRPr="00C64EB4" w:rsidRDefault="00A156D1" w:rsidP="00A156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मतालिबुल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सुऊल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281</w:t>
      </w:r>
      <w:r>
        <w:rPr>
          <w:rStyle w:val="libFootnote0Char"/>
          <w:rFonts w:eastAsia="Calibri"/>
          <w:cs/>
          <w:lang w:bidi="hi-IN"/>
        </w:rPr>
        <w:t>)</w:t>
      </w:r>
    </w:p>
    <w:p w:rsidR="00A156D1" w:rsidRPr="00C64EB4" w:rsidRDefault="00A156D1" w:rsidP="00A156D1">
      <w:pPr>
        <w:pStyle w:val="libNormal"/>
      </w:pPr>
    </w:p>
    <w:p w:rsidR="00A156D1" w:rsidRPr="00C64EB4" w:rsidRDefault="00A156D1" w:rsidP="00A156D1">
      <w:pPr>
        <w:pStyle w:val="Heading1"/>
        <w:rPr>
          <w:lang w:bidi="hi-IN"/>
        </w:rPr>
      </w:pPr>
      <w:bookmarkStart w:id="82" w:name="_Toc448683582"/>
      <w:bookmarkStart w:id="83" w:name="_Toc473104876"/>
      <w:bookmarkStart w:id="84" w:name="_Toc473105689"/>
      <w:r w:rsidRPr="00C64EB4">
        <w:rPr>
          <w:rFonts w:hint="cs"/>
          <w:cs/>
          <w:lang w:bidi="hi-IN"/>
        </w:rPr>
        <w:t>तादादे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bookmarkEnd w:id="82"/>
      <w:bookmarkEnd w:id="83"/>
      <w:bookmarkEnd w:id="84"/>
    </w:p>
    <w:p w:rsidR="00A156D1" w:rsidRPr="00C64EB4" w:rsidRDefault="00A156D1" w:rsidP="00A156D1">
      <w:pPr>
        <w:pStyle w:val="libNormal"/>
      </w:pPr>
      <w:r w:rsidRPr="00C64EB4">
        <w:rPr>
          <w:rFonts w:hint="cs"/>
          <w:cs/>
          <w:lang w:bidi="hi-IN"/>
        </w:rPr>
        <w:t>सवाएक़े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मोहर्रेक़ा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तबरसी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लड़कियाँ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A156D1" w:rsidRPr="00C64EB4" w:rsidRDefault="00A156D1" w:rsidP="00A156D1">
      <w:pPr>
        <w:pStyle w:val="libNormal"/>
      </w:pPr>
      <w:r w:rsidRPr="00C64EB4">
        <w:rPr>
          <w:cs/>
          <w:lang w:bidi="hi-IN"/>
        </w:rPr>
        <w:lastRenderedPageBreak/>
        <w:t>1.</w:t>
      </w:r>
      <w:r w:rsidRPr="00C64EB4"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स</w:t>
      </w:r>
      <w:r w:rsidRPr="0056112A">
        <w:rPr>
          <w:rtl/>
          <w:cs/>
        </w:rPr>
        <w:t>.</w:t>
      </w:r>
      <w:r>
        <w:rPr>
          <w:cs/>
          <w:lang w:bidi="hi-IN"/>
        </w:rPr>
        <w:t>)</w:t>
      </w:r>
      <w:r w:rsidRPr="0056112A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क़ासिम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हारून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9.</w:t>
      </w:r>
      <w:r w:rsidRPr="00C64EB4">
        <w:rPr>
          <w:rFonts w:hint="cs"/>
          <w:cs/>
          <w:lang w:bidi="hi-IN"/>
        </w:rPr>
        <w:t>अहमद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हमज़ा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इस्हाक़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ज़ैद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फ़ज़ल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फ़ात्मा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कुबरा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रूक़य्या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रूक़य्या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सुग़रा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जाफ़र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28.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ज़ैनब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29.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ख़तीजा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30.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आलीहा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बरयह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मैमूना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36.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37.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ब़क़ौले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बक़ौले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असमा।</w:t>
      </w:r>
    </w:p>
    <w:p w:rsidR="00A156D1" w:rsidRDefault="00A156D1" w:rsidP="00A156D1">
      <w:pPr>
        <w:pStyle w:val="libFootnote0"/>
        <w:rPr>
          <w:rFonts w:hint="cs"/>
          <w:lang w:bidi="hi-IN"/>
        </w:rPr>
      </w:pPr>
      <w:r>
        <w:rPr>
          <w:cs/>
          <w:lang w:bidi="hi-IN"/>
        </w:rPr>
        <w:t>(</w:t>
      </w:r>
      <w:r w:rsidRPr="00C64EB4">
        <w:rPr>
          <w:rFonts w:hint="cs"/>
          <w:cs/>
          <w:lang w:bidi="hi-IN"/>
        </w:rPr>
        <w:t>आलामुल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वुरा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181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कशफ़ुल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ग़म्मा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103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330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137</w:t>
      </w:r>
      <w:r>
        <w:rPr>
          <w:rFonts w:hint="cs"/>
          <w:cs/>
          <w:lang w:bidi="hi-IN"/>
        </w:rPr>
        <w:t>)</w:t>
      </w:r>
    </w:p>
    <w:p w:rsidR="00A156D1" w:rsidRDefault="00A156D1" w:rsidP="00A156D1">
      <w:pPr>
        <w:pStyle w:val="libNormal"/>
        <w:rPr>
          <w:cs/>
          <w:lang w:bidi="hi-IN"/>
        </w:rPr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A156D1" w:rsidRDefault="00A156D1" w:rsidP="00A156D1">
      <w:pPr>
        <w:pStyle w:val="libLine"/>
      </w:pPr>
      <w:r>
        <w:t>[[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काजि़म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दुआगौ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फाउनडेशन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t xml:space="preserve"> ]]</w:t>
      </w:r>
    </w:p>
    <w:p w:rsidR="00A156D1" w:rsidRDefault="00A156D1" w:rsidP="00A156D1">
      <w:pPr>
        <w:pStyle w:val="libNormal"/>
      </w:pPr>
      <w:r>
        <w:t>17-4-2016</w:t>
      </w:r>
    </w:p>
    <w:p w:rsidR="00A156D1" w:rsidRDefault="00A156D1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br w:type="page"/>
      </w:r>
    </w:p>
    <w:sdt>
      <w:sdtPr>
        <w:id w:val="701599860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A156D1" w:rsidRDefault="00A156D1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105662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3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सआदत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4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इस्मे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गिरामी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कुन्नियत</w:t>
            </w:r>
            <w:r w:rsidRPr="003167E9">
              <w:rPr>
                <w:rStyle w:val="Hyperlink"/>
                <w:noProof/>
              </w:rPr>
              <w:t>,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अल्क़ाब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5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लक़्ब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बाबुल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हवाएज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वजह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6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बादशाहाने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वक़्त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7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नशोनुमा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तरबीअत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8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आपके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बचपन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बाज़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वाक़ेआत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69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0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बाज़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करामात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1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ख़लीफ़ा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मेंहदी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2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बग़दाद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क़त्ल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तलबी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3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हादी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क़ैद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4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अख़लाक़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आदात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5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तसनीफ़ात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6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हुई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हदीसे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7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ख़लीफ़ा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noProof/>
                <w:rtl/>
              </w:rPr>
              <w:t>.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8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गिरफ़्तारी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79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यक़तीन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बग़दादी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0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यक़तीन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उलटा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वज़ू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1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वज़ीरे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आज़म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यक़तीन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फ़हमाईश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2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बादल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मर्दे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मोमिन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चीन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तालेक़ान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पहुँचाने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वाकि़आ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 w:rsidP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3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फि़दक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हुदूदे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अरबा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4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अब्बासी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सादात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कुशी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 w:rsidP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5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दोबारा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गिरफ़्तारी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6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क़ैद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ख़ाने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इम्तेहान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इल्मे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ग़ैब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मुज़ाहेरा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7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काजि़म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8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तारीख़े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वफ़ात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105689" w:history="1"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तादादे</w:t>
            </w:r>
            <w:r w:rsidRPr="003167E9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3167E9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_Toc473105689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6D1" w:rsidRDefault="00A156D1">
          <w:r>
            <w:lastRenderedPageBreak/>
            <w:fldChar w:fldCharType="end"/>
          </w:r>
        </w:p>
      </w:sdtContent>
    </w:sdt>
    <w:p w:rsidR="00C60BAA" w:rsidRPr="00A12173" w:rsidRDefault="00C60BAA" w:rsidP="00A156D1">
      <w:pPr>
        <w:pStyle w:val="libNormal"/>
        <w:rPr>
          <w:rtl/>
          <w:cs/>
        </w:rPr>
      </w:pPr>
    </w:p>
    <w:sectPr w:rsidR="00C60BAA" w:rsidRPr="00A12173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C0E" w:rsidRDefault="00290C0E" w:rsidP="008B7801">
      <w:pPr>
        <w:spacing w:after="0" w:line="240" w:lineRule="auto"/>
      </w:pPr>
      <w:r>
        <w:separator/>
      </w:r>
    </w:p>
  </w:endnote>
  <w:endnote w:type="continuationSeparator" w:id="0">
    <w:p w:rsidR="00290C0E" w:rsidRDefault="00290C0E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C7" w:rsidRDefault="008D2340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85BC7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A156D1">
      <w:rPr>
        <w:rFonts w:ascii="SutonnyMJ" w:hAnsi="SutonnyMJ" w:cs="SutonnyMJ"/>
        <w:noProof/>
      </w:rPr>
      <w:t>71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C0E" w:rsidRDefault="00290C0E" w:rsidP="008B7801">
      <w:pPr>
        <w:spacing w:after="0" w:line="240" w:lineRule="auto"/>
      </w:pPr>
      <w:r>
        <w:separator/>
      </w:r>
    </w:p>
  </w:footnote>
  <w:footnote w:type="continuationSeparator" w:id="0">
    <w:p w:rsidR="00290C0E" w:rsidRDefault="00290C0E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290C0E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829DB"/>
    <w:rsid w:val="001A3437"/>
    <w:rsid w:val="001C49F5"/>
    <w:rsid w:val="001F5D63"/>
    <w:rsid w:val="00235071"/>
    <w:rsid w:val="00266853"/>
    <w:rsid w:val="00275890"/>
    <w:rsid w:val="0028094A"/>
    <w:rsid w:val="0028663A"/>
    <w:rsid w:val="00290C0E"/>
    <w:rsid w:val="00292BC3"/>
    <w:rsid w:val="00296130"/>
    <w:rsid w:val="002B709B"/>
    <w:rsid w:val="002D15B8"/>
    <w:rsid w:val="002E4766"/>
    <w:rsid w:val="00304CCF"/>
    <w:rsid w:val="003137DA"/>
    <w:rsid w:val="00327E10"/>
    <w:rsid w:val="00331D48"/>
    <w:rsid w:val="0033697A"/>
    <w:rsid w:val="00385BC7"/>
    <w:rsid w:val="003A1605"/>
    <w:rsid w:val="003A380C"/>
    <w:rsid w:val="003E4BC2"/>
    <w:rsid w:val="00406D51"/>
    <w:rsid w:val="00495B54"/>
    <w:rsid w:val="004A56BA"/>
    <w:rsid w:val="004C57A4"/>
    <w:rsid w:val="004E1F6D"/>
    <w:rsid w:val="00506800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61174D"/>
    <w:rsid w:val="00663BEC"/>
    <w:rsid w:val="006746F0"/>
    <w:rsid w:val="00690232"/>
    <w:rsid w:val="006B240B"/>
    <w:rsid w:val="006C230E"/>
    <w:rsid w:val="006D197A"/>
    <w:rsid w:val="00707890"/>
    <w:rsid w:val="0071325E"/>
    <w:rsid w:val="007243F7"/>
    <w:rsid w:val="00733E6E"/>
    <w:rsid w:val="0075520E"/>
    <w:rsid w:val="007719FE"/>
    <w:rsid w:val="00776659"/>
    <w:rsid w:val="007B649B"/>
    <w:rsid w:val="007D0C93"/>
    <w:rsid w:val="007E3A6A"/>
    <w:rsid w:val="00840C16"/>
    <w:rsid w:val="008521C9"/>
    <w:rsid w:val="00870944"/>
    <w:rsid w:val="008715EA"/>
    <w:rsid w:val="00884972"/>
    <w:rsid w:val="008A5A1E"/>
    <w:rsid w:val="008B7801"/>
    <w:rsid w:val="008C77D1"/>
    <w:rsid w:val="008D2340"/>
    <w:rsid w:val="008D4310"/>
    <w:rsid w:val="008D6263"/>
    <w:rsid w:val="008F0D7B"/>
    <w:rsid w:val="009117EC"/>
    <w:rsid w:val="00932A77"/>
    <w:rsid w:val="00934323"/>
    <w:rsid w:val="0094696C"/>
    <w:rsid w:val="00976CDC"/>
    <w:rsid w:val="00991F81"/>
    <w:rsid w:val="00A069B8"/>
    <w:rsid w:val="00A07514"/>
    <w:rsid w:val="00A12173"/>
    <w:rsid w:val="00A156D1"/>
    <w:rsid w:val="00A2744B"/>
    <w:rsid w:val="00A357FF"/>
    <w:rsid w:val="00A455D0"/>
    <w:rsid w:val="00A560EA"/>
    <w:rsid w:val="00A77675"/>
    <w:rsid w:val="00AA7385"/>
    <w:rsid w:val="00AB18E8"/>
    <w:rsid w:val="00AB6543"/>
    <w:rsid w:val="00B34C00"/>
    <w:rsid w:val="00B72F9C"/>
    <w:rsid w:val="00BE1409"/>
    <w:rsid w:val="00C2470C"/>
    <w:rsid w:val="00C303C9"/>
    <w:rsid w:val="00C53098"/>
    <w:rsid w:val="00C539D3"/>
    <w:rsid w:val="00C60BAA"/>
    <w:rsid w:val="00C747C4"/>
    <w:rsid w:val="00C966ED"/>
    <w:rsid w:val="00CB2CAE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20557"/>
    <w:rsid w:val="00F2413E"/>
    <w:rsid w:val="00F25B39"/>
    <w:rsid w:val="00F46E01"/>
    <w:rsid w:val="00F525D6"/>
    <w:rsid w:val="00F578A8"/>
    <w:rsid w:val="00F860D8"/>
    <w:rsid w:val="00F91E16"/>
    <w:rsid w:val="00FA2BBB"/>
    <w:rsid w:val="00FB3623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D1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Template%20Hindi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89435-3226-4B15-8976-1587AC3C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Hindi2</Template>
  <TotalTime>16</TotalTime>
  <Pages>73</Pages>
  <Words>11609</Words>
  <Characters>66177</Characters>
  <Application>Microsoft Office Word</Application>
  <DocSecurity>0</DocSecurity>
  <Lines>551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77631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2016-11-21T11:54:00Z</cp:lastPrinted>
  <dcterms:created xsi:type="dcterms:W3CDTF">2017-01-25T07:22:00Z</dcterms:created>
  <dcterms:modified xsi:type="dcterms:W3CDTF">2017-01-25T07:38:00Z</dcterms:modified>
</cp:coreProperties>
</file>