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61C" w:rsidRDefault="00AF061C" w:rsidP="00AF061C">
      <w:pPr>
        <w:pStyle w:val="Heading1Center"/>
        <w:rPr>
          <w:rFonts w:hint="cs"/>
        </w:rPr>
      </w:pPr>
      <w:bookmarkStart w:id="0" w:name="_Toc446866276"/>
      <w:r>
        <w:rPr>
          <w:rFonts w:hint="cs"/>
          <w:cs/>
        </w:rPr>
        <w:t>अबुजाफर हज</w:t>
      </w:r>
      <w:r w:rsidR="00DC15AD">
        <w:rPr>
          <w:rFonts w:hint="cs"/>
          <w:cs/>
          <w:lang w:bidi="hi-IN"/>
        </w:rPr>
        <w:t>़</w:t>
      </w:r>
      <w:r>
        <w:rPr>
          <w:rFonts w:hint="cs"/>
          <w:cs/>
        </w:rPr>
        <w:t xml:space="preserve">रत </w:t>
      </w:r>
      <w:r w:rsidRPr="00AF061C">
        <w:rPr>
          <w:rFonts w:hint="cs"/>
          <w:cs/>
        </w:rPr>
        <w:t>इमाम</w:t>
      </w:r>
      <w:r w:rsidRPr="00AF061C">
        <w:rPr>
          <w:cs/>
        </w:rPr>
        <w:t xml:space="preserve"> </w:t>
      </w:r>
      <w:r w:rsidRPr="00AF061C">
        <w:rPr>
          <w:rFonts w:hint="cs"/>
          <w:cs/>
        </w:rPr>
        <w:t>मौहम्मद</w:t>
      </w:r>
      <w:r w:rsidRPr="00AF061C">
        <w:rPr>
          <w:cs/>
        </w:rPr>
        <w:t xml:space="preserve"> </w:t>
      </w:r>
      <w:r w:rsidRPr="00AF061C">
        <w:rPr>
          <w:rFonts w:hint="cs"/>
          <w:cs/>
        </w:rPr>
        <w:t>तक़ी</w:t>
      </w:r>
      <w:bookmarkEnd w:id="0"/>
    </w:p>
    <w:p w:rsidR="00AF061C" w:rsidRPr="00AF061C" w:rsidRDefault="00AF061C" w:rsidP="00AF061C">
      <w:pPr>
        <w:pStyle w:val="libCenterBold1"/>
      </w:pPr>
      <w:r>
        <w:rPr>
          <w:rFonts w:hint="cs"/>
          <w:cs/>
          <w:lang w:bidi="hi-IN"/>
        </w:rPr>
        <w:t>(अलहसनैन इस्लामी नैटवर्क)</w:t>
      </w:r>
    </w:p>
    <w:p w:rsidR="00AF061C" w:rsidRPr="00AF061C" w:rsidRDefault="00AF061C" w:rsidP="00AF061C">
      <w:pPr>
        <w:rPr>
          <w:cs/>
        </w:rPr>
      </w:pPr>
      <w:r>
        <w:rPr>
          <w:cs/>
          <w:lang w:bidi="hi-IN"/>
        </w:rPr>
        <w:br w:type="page"/>
      </w:r>
    </w:p>
    <w:p w:rsidR="00AF061C" w:rsidRPr="00AF061C" w:rsidRDefault="00AF061C" w:rsidP="00AF061C">
      <w:pPr>
        <w:pStyle w:val="Heading1"/>
      </w:pPr>
      <w:bookmarkStart w:id="1" w:name="_Toc446866277"/>
      <w:r w:rsidRPr="00AF061C">
        <w:rPr>
          <w:rFonts w:hint="cs"/>
          <w:cs/>
          <w:lang w:bidi="hi-IN"/>
        </w:rPr>
        <w:lastRenderedPageBreak/>
        <w:t>विलादते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>)</w:t>
      </w:r>
      <w:bookmarkEnd w:id="1"/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हज़रत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उमरे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मुबारक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चालीस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गुज़र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चुके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लेकिन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औलाद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शियों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काफी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परेशान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कुन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क्योकि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हज़रत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रसूले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व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व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आइम्मा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अलैहिमुस्सलाम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रवायात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नकल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रौशनी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नवें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अलैहिस्सलाम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आठवें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फरजंद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होंगे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लेहाज़ा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उन्हें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सख्त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इंतेज़ार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वंदे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आलम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जल्द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फरज़ंद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नवाज़े।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इसलिऐ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खिदमते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अकदस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शरफयाब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दरखास्त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दुआ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मांगें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वंदे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आलम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उन्हें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फरज़न्द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इनायत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फरमाऐ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लेकिन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तसल्ली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वंदे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आलम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फरज़ंद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करेगा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वारिस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होगा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होगा।</w:t>
      </w:r>
    </w:p>
    <w:p w:rsidR="00AF061C" w:rsidRPr="00AF061C" w:rsidRDefault="00AF061C" w:rsidP="00AF061C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बिहारूल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अनवार</w:t>
      </w:r>
      <w:r w:rsidRPr="00AF061C">
        <w:t xml:space="preserve">, </w:t>
      </w:r>
      <w:r w:rsidRPr="00AF061C">
        <w:rPr>
          <w:rFonts w:hint="cs"/>
          <w:cs/>
          <w:lang w:bidi="hi-IN"/>
        </w:rPr>
        <w:t>जिल्द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5</w:t>
      </w:r>
      <w:r w:rsidRPr="00AF061C">
        <w:t xml:space="preserve">,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15)</w:t>
      </w:r>
    </w:p>
    <w:p w:rsidR="00AF061C" w:rsidRPr="00AF061C" w:rsidRDefault="00AF061C" w:rsidP="00AF061C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ऐवानुल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मौजेज़ात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107)</w:t>
      </w:r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t xml:space="preserve">10 </w:t>
      </w:r>
      <w:r w:rsidRPr="00AF061C">
        <w:rPr>
          <w:rFonts w:hint="cs"/>
          <w:cs/>
          <w:lang w:bidi="hi-IN"/>
        </w:rPr>
        <w:t>रजब</w:t>
      </w:r>
      <w:r w:rsidRPr="00AF061C">
        <w:rPr>
          <w:cs/>
          <w:lang w:bidi="hi-IN"/>
        </w:rPr>
        <w:t xml:space="preserve"> 195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विलादत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हुई।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आपका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इस्मे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मुबारक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t xml:space="preserve">, </w:t>
      </w:r>
      <w:r w:rsidRPr="00AF061C">
        <w:rPr>
          <w:rFonts w:hint="cs"/>
          <w:cs/>
          <w:lang w:bidi="hi-IN"/>
        </w:rPr>
        <w:t>कुन्नियत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अबु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जाफर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मशहूर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अलकाब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विलादत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शियों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खुशियो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मसर्रत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ईमानो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ऐतकाद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इस्तेहकाम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सबब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पाई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क्योकि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विलादत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ताखीर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वजह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शियों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पैदा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खत्म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lastRenderedPageBreak/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वालिदा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इस्मे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गिरामी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सबीका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लेकिन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खैज़रान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रखा।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रसूले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ज़ौजा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मोहतरमा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जनाब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मारिया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कबतिया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खानदान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ताल्लुक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रखती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अखलाको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किरदार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ज़माने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औरतों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अफज़ल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पैगम्बरे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इस्लाम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रिवायत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खैरुल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ईमां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बेहतरीन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कनीज़े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उनवान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F061C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काफी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जिल्द</w:t>
      </w:r>
      <w:r w:rsidRPr="00AF061C">
        <w:rPr>
          <w:cs/>
          <w:lang w:bidi="hi-IN"/>
        </w:rPr>
        <w:t xml:space="preserve"> 1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323)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इमामे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घर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आनें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काफी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पहले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मूसा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काज़िम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नें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खुसूसियात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सहाबी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जनाब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यज़ीद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सलीत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ज़रिये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सलाम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कहलवाया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</w:p>
    <w:p w:rsidR="00AF061C" w:rsidRPr="00AF061C" w:rsidRDefault="00AF061C" w:rsidP="00AF061C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काफी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जिल्द</w:t>
      </w:r>
      <w:r w:rsidRPr="00AF061C">
        <w:rPr>
          <w:cs/>
          <w:lang w:bidi="hi-IN"/>
        </w:rPr>
        <w:t xml:space="preserve"> 1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315)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हमशीरा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जनाबे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हकीमा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विलादत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भाई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खैज़रान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रहुं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विलादत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तीसरे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नौ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मौलूद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आँखें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खोलीं।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आसमान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देखा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दाहिनें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बायें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नज़र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तौहीद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नबी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नबूवत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गवाही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दी।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lastRenderedPageBreak/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देख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सख्त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हैरान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भाई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खिदमत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हाज़िर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कुछ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देखा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t xml:space="preserve">–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फरमाया</w:t>
      </w:r>
      <w:r w:rsidRPr="00AF061C">
        <w:rPr>
          <w:cs/>
          <w:lang w:bidi="hi-IN"/>
        </w:rPr>
        <w:t xml:space="preserve"> </w:t>
      </w:r>
      <w:r w:rsidRPr="00AF061C">
        <w:t xml:space="preserve">,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चीज़ें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देखोगी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ज़्यादा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अजीब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होंगी।</w:t>
      </w:r>
    </w:p>
    <w:p w:rsidR="00AF061C" w:rsidRPr="00AF061C" w:rsidRDefault="00AF061C" w:rsidP="00AF061C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मनाकिब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जिल्द</w:t>
      </w:r>
      <w:r w:rsidRPr="00AF061C">
        <w:rPr>
          <w:cs/>
          <w:lang w:bidi="hi-IN"/>
        </w:rPr>
        <w:t xml:space="preserve"> 4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394)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अबु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यहिया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सोनआनी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खिदमते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अकदस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इतने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कमसिन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</w:t>
      </w:r>
      <w:r w:rsidRPr="00AF061C">
        <w:t xml:space="preserve">,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खिदमत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लाऐ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गऐ।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मौलूद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जिससे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ज़्यादा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मुबारक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मौलूद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शियों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दुनिया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इरशाद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शायद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जिसकी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इबतेदा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इरशाद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चुके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विलादत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शियों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बिलकुल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खत्म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जानशीन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विलादत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शियों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तरदीद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मुबतेला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बचा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नौफली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खुरासान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तशरीफ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खिदमत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अर्ज़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लायक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खिदमत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पैगाम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वाजिब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फरज़ंद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पैरवी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ऐसे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सफर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हूं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वापसी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होगी।</w:t>
      </w:r>
    </w:p>
    <w:p w:rsidR="00AF061C" w:rsidRPr="00AF061C" w:rsidRDefault="00AF061C" w:rsidP="00AF061C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उयूने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अखबारे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जिल्द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 xml:space="preserve">. 2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321)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कातिब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ऐबाद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हज़रत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हमेंशा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फरज़ंद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कुननियत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जिस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अबु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जाफर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लिखा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हुक्म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) </w:t>
      </w:r>
      <w:r w:rsidRPr="00AF061C">
        <w:rPr>
          <w:rFonts w:hint="cs"/>
          <w:cs/>
          <w:lang w:bidi="hi-IN"/>
        </w:rPr>
        <w:t>अबु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जाफर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लिखता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बहुत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बुज़ुर्गी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ऐहतराम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साथ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मुखातिब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खुतूत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फसाहतो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बलाग़त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अदब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खूबसूरती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भरपूर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ऐबाद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रिवायत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हज़रत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सुना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खानदान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अबु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जाफर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जानशीन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होंगे।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माअमर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खलाद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रिवायत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चीज़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तज़केरा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हुऐ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इरशाद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तुम्हें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चीज़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ज़रूरत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सुनो।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अबु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जाफर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जानशीन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जगह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तुम्हारे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सवालात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मसाऐल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जवाब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देंगे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हम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खानदान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बेटा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हकाएको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मआरिफ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भरपूर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मीरास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हासिल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मतलब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इसरार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रमूज़े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दूसरे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हासिल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खुसूसियत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सिर्फ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मखसूस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आइम्मा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अलैहिमुस्सलाम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दूसरे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फरज़ंद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नहीं।</w:t>
      </w:r>
      <w:r w:rsidRPr="00AF061C">
        <w:rPr>
          <w:cs/>
          <w:lang w:bidi="hi-IN"/>
        </w:rPr>
        <w:t>)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lastRenderedPageBreak/>
        <w:t>खैरानी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वालिद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रिवायत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खुरासान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हज़रत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खिदमते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अकदस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शख्स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हज़रत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दरयाफ्त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अगर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हादसा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आजाऐ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रूजु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करें।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फरज़ंद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अबुजाफर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तरफ।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सवाली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उम्र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काफी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समझ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t>, (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सोच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बचपन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ज़िम्मेदारियों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निभा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सकता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इरशाद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वन्दे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आलम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जनाबे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ईसा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रिसालतो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नबूवत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मुनतखिब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जबकि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उम्र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अबु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जाफर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उम्र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अब्दुल्लाह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जाफर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सफवान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यहिया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हमराह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खिदमत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शरफयाब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तशरीफ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हमनें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पूछा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अगर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हादसा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जाऐ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सूरत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जानशीन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कौन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होगा।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अबु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जाफर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इशारा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हुऐ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फरज़ंद</w:t>
      </w:r>
      <w:r w:rsidRPr="00AF061C">
        <w:t xml:space="preserve">, </w:t>
      </w:r>
      <w:r w:rsidRPr="00AF061C">
        <w:rPr>
          <w:rFonts w:hint="cs"/>
          <w:cs/>
          <w:lang w:bidi="hi-IN"/>
        </w:rPr>
        <w:t>अर्ज़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t xml:space="preserve">, </w:t>
      </w:r>
      <w:r w:rsidRPr="00AF061C">
        <w:rPr>
          <w:rFonts w:hint="cs"/>
          <w:cs/>
          <w:lang w:bidi="hi-IN"/>
        </w:rPr>
        <w:t>इसी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सिनो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हाँ</w:t>
      </w:r>
      <w:r w:rsidRPr="00AF061C">
        <w:t xml:space="preserve">, </w:t>
      </w:r>
      <w:r w:rsidRPr="00AF061C">
        <w:rPr>
          <w:rFonts w:hint="cs"/>
          <w:cs/>
          <w:lang w:bidi="hi-IN"/>
        </w:rPr>
        <w:t>इसी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उम्र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t xml:space="preserve">,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वन्दे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आलम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जनाब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ईसा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हुज्जत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जबकि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थे।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AF061C">
      <w:pPr>
        <w:pStyle w:val="Heading1"/>
      </w:pPr>
      <w:bookmarkStart w:id="2" w:name="_Toc446866278"/>
      <w:r w:rsidRPr="00AF061C">
        <w:rPr>
          <w:rFonts w:hint="cs"/>
          <w:cs/>
          <w:lang w:bidi="hi-IN"/>
        </w:rPr>
        <w:lastRenderedPageBreak/>
        <w:t>इमामते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>)</w:t>
      </w:r>
      <w:bookmarkEnd w:id="2"/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इमामत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नबुवत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ईलाही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तोहफा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मुनतखिब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बरगुज़ीदा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शाईस्ता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बन्दों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सिनो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क़ैदो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शर्त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लोग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नबुवतो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बचपन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साथ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नामुम्किन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ख्याल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ईलाही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आसमानी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मसाऐल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बातों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क़यास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जबकि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नबुवत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ताल्लुक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वन्दे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आलम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इरादे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मशीयत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वन्दे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आलम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बन्दों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जिसको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शाईस्ता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समझता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लामहदूद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इल्म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लेहाज़ा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मुमकिन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वन्दे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आलम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मसालेह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उलूम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बच्चे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बचपने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नबुवत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ओहदे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फाऐज़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करदे।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हमारे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नवें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हज़रत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आठ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नौं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उम्र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अज़ीम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मनसब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फाऐज़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हुऐ।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मोअल्ला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अहमद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रिवायत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शहादत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ज़ियारत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खदुखाल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कदो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अन्दाम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ग़ौर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लोगों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सकुं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इतने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इरशाद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ऐ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मोअल्ला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वन्दे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आलम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नबुवत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दलील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बचपने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यहिया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नबुवत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दी।</w:t>
      </w:r>
      <w:r w:rsidRPr="00AF061C">
        <w:rPr>
          <w:cs/>
          <w:lang w:bidi="hi-IN"/>
        </w:rPr>
        <w:t xml:space="preserve"> 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lastRenderedPageBreak/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हसन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अम्मार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रिवायत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मदीने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जाफर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खिदमत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हाज़िर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रिवायते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लिखता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भाई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मूसा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जाफर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हमारे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लोग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मसजिदे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नबवी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बैठे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हुऐ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इतने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तशरीफ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लाऐ।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देखते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जाफर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नंगे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पैर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बग़ैर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ऐहतराम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उठ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खडे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हुऐ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हाथों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बोसा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चचाजान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तशरीफ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रखें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रहमतें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नाज़िल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फरमाऐ।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अर्ज़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आक़ा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कैसे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बैठ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सकता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जबकि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खड़े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हुऐ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जाफर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वापस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आऐ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दोस्तों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साथियों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मलामत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वालिद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चचा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एहतराम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जाफर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खामोश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रहो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अपनी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दाढ़ी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हाथ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फेरते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हुऐ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फरमाया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जब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वन्दे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आलम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सफेद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दाढ़ी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लायक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समझा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जवान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सज़ावार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चाहते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फज़ीलत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इन्कार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करूं।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तुम्हारी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बातों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पनाह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मांगता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बन्दा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हुं।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उम्र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साथ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दरयाऐ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दजला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किनारे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खड़ा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हज़रत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खिदमत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अर्ज़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दजला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पानीं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वज़न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जानते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क्या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कादिर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मच्छर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दजला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पानीं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lastRenderedPageBreak/>
        <w:t>वज़न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इल्म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करदे।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अर्ज़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हाँ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क़ादिर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नज़दीक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मच्छर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अकसर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मखलूकात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ज़्यादा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अज़ीज़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हुं।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अली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हेसान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वासती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कमसिनी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खयाल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हुऐ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कुछ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खेल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सामान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बतौरे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तोहफा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खिदमत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हाज़िरे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खिदमत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हुआ।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सलाम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सलाम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जवाब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कुछ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नाराज़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मालूम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बैठने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इजाज़त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आगे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बढ़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मैनें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खेल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सामान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सामने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रख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नज़र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सामान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इधर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उधर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फेंक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खेल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पैदा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क्या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चीज़ो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क्या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काम।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मैनें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चीज़ें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समेट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हज़रत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माफी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तलब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हज़रत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वापस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अंबिया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आईम्मा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अलैहेमुस्सलाम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खुसूसियत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उन्होंने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दुनिया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तालीम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हासिल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इल्म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सरचश्मा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वन्दे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आलम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ज़ाते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अक़दस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उम्रे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रिसालत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ज़िम्मेदारिया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संभालने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राह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हाऐल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खुदावन्दे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आलम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इनायतों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उम्र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लोगों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हिदायत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रहनुमाई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मोअय्यन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सकते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कुछ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हज़रात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दरमियाने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उम्र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कुछ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ज़्यादा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उम्र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कुछ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जवानी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कुछ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बिल्कुल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बचपनें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t xml:space="preserve">,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अज़ीम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मनसब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फाऐज़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हुऐ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वन्दे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lastRenderedPageBreak/>
        <w:t>आलम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इनायतों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बगैंर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नामुम्किन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क़ुरआने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करीम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वज़ाहत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जनाबे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याहिया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बचपन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नबी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हुऐ।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ऐ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याहिया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किताब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मज़बूती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पकड़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हमनें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नबी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बनाया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बच्चे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जनाबे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ईसा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बिल्कुल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झूले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नबी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मोअय्यन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गऐ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यहूदी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लगे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बच्चे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कैसे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गुफ्तगू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करें।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झूले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जनाबे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ईसा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बन्दा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किताब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नबी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बनाया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F061C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सूरऐ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मरयम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28</w:t>
      </w:r>
      <w:r w:rsidRPr="00AF061C">
        <w:t xml:space="preserve">, </w:t>
      </w:r>
      <w:r w:rsidRPr="00AF061C">
        <w:rPr>
          <w:cs/>
          <w:lang w:bidi="hi-IN"/>
        </w:rPr>
        <w:t>29)</w:t>
      </w:r>
    </w:p>
    <w:p w:rsidR="00AF061C" w:rsidRDefault="00AF061C" w:rsidP="00AF061C">
      <w:pPr>
        <w:pStyle w:val="libNormal"/>
        <w:rPr>
          <w:rFonts w:hint="cs"/>
          <w:lang w:bidi="hi-IN"/>
        </w:rPr>
      </w:pP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लोगों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कजफिकरी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अक्ल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इन्हेराफ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हमारे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आईम्मा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सिर्फ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ऐतराज़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इन्हें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कमसिनी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मनसब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मिल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कुरआन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आयतें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ऐतराज़ात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जवाब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हज़रत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वालिद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हज़रत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बशारत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ओहदे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फाऐज़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हुऐ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गुज़िशता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बाक़ायदा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ज़िक्र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अक्सर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ऐसा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नादान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दुशमनों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आज़माने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कोशिश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लेकिन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जवाबात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इल्में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तजल्ली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कदर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ज़्यादा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जनाबे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याहिया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जनाबे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ईसा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नबुवत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दलील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सकता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नबुवत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lastRenderedPageBreak/>
        <w:t>इमामत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दलील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सकता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मनसब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नबुवत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बुलन्द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AF061C">
      <w:pPr>
        <w:pStyle w:val="Heading1"/>
      </w:pPr>
      <w:bookmarkStart w:id="3" w:name="_Toc446866279"/>
      <w:r w:rsidRPr="00AF061C">
        <w:rPr>
          <w:rFonts w:hint="cs"/>
          <w:cs/>
          <w:lang w:bidi="hi-IN"/>
        </w:rPr>
        <w:t>ग़ैब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खबरें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मोजिज़ात</w:t>
      </w:r>
      <w:bookmarkEnd w:id="3"/>
      <w:r w:rsidRPr="00AF061C">
        <w:rPr>
          <w:cs/>
          <w:lang w:bidi="hi-IN"/>
        </w:rPr>
        <w:t xml:space="preserve"> </w:t>
      </w:r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t>(1)</w:t>
      </w:r>
      <w:r>
        <w:rPr>
          <w:rFonts w:hint="cs"/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शहादत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मुखतलिफ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शहरो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80 </w:t>
      </w:r>
      <w:r w:rsidRPr="00AF061C">
        <w:rPr>
          <w:rFonts w:hint="cs"/>
          <w:cs/>
          <w:lang w:bidi="hi-IN"/>
        </w:rPr>
        <w:t>ओलामा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दानिशमंद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मक्का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रवाना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हुए।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सफर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दौरान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मदीना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गए</w:t>
      </w:r>
      <w:r w:rsidRPr="00AF061C">
        <w:t xml:space="preserve">, </w:t>
      </w:r>
      <w:r w:rsidRPr="00AF061C">
        <w:rPr>
          <w:rFonts w:hint="cs"/>
          <w:cs/>
          <w:lang w:bidi="hi-IN"/>
        </w:rPr>
        <w:t>ताकि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ज़ियारत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करलें।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लोगो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सादिक़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घर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क़याम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कमसिन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बज़्म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तशरीफ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लाए</w:t>
      </w:r>
      <w:r w:rsidRPr="00AF061C">
        <w:t>,</w:t>
      </w:r>
      <w:r w:rsidRPr="00AF061C">
        <w:rPr>
          <w:rFonts w:hint="cs"/>
          <w:cs/>
          <w:lang w:bidi="hi-IN"/>
        </w:rPr>
        <w:t>मौफिक़</w:t>
      </w:r>
      <w:r w:rsidRPr="00AF061C">
        <w:t>,</w:t>
      </w:r>
      <w:r w:rsidRPr="00AF061C">
        <w:rPr>
          <w:rFonts w:hint="cs"/>
          <w:cs/>
          <w:lang w:bidi="hi-IN"/>
        </w:rPr>
        <w:t>नामी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शख्स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लोगों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तारुफ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कराया।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ऐहतेराम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खड़े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गए</w:t>
      </w:r>
      <w:r w:rsidRPr="00AF061C">
        <w:t>,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सलाम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लोगोनें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सवालात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शुरु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हज़रत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जवाब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वाक़ए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मज़ीद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यक़ीन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खुशहाल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ताज़ीम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दुआऐं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कीं।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उनमें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शख्स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इस्हाक़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ख़त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सवाल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लिख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मौक़ा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मिलने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हज़रत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जवाब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चाहुंगा।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अगर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उन्होंने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सवालों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जवाब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हज़रत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तक़ाज़ा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करुंगा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हक़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दुआ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फरमाऐं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ज़ौजा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lastRenderedPageBreak/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फरज़ंद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नशिस्त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काफी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तूलानी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लोग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मुसलसल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सवाल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जवाब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सोच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उठा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हज़रत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खिदमत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करुंगा।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नज़र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जैसे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पड़ी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इरशाद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फरमायाः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इस्हाक़।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दुआ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क़ुबूल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फरज़ंद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अहमद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रखना।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मैंने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तेरा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शुक्र</w:t>
      </w:r>
      <w:r w:rsidRPr="00AF061C">
        <w:t xml:space="preserve">, </w:t>
      </w:r>
      <w:r w:rsidRPr="00AF061C">
        <w:rPr>
          <w:rFonts w:hint="cs"/>
          <w:cs/>
          <w:lang w:bidi="hi-IN"/>
        </w:rPr>
        <w:t>यक़ीनन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हुज्जते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जब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इस्हाक़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वतन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वापस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फरज़ंद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जिसका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उसने</w:t>
      </w:r>
      <w:r w:rsidRPr="00AF061C">
        <w:rPr>
          <w:cs/>
          <w:lang w:bidi="hi-IN"/>
        </w:rPr>
        <w:t xml:space="preserve"> </w:t>
      </w:r>
      <w:r w:rsidRPr="00AF061C">
        <w:t>,</w:t>
      </w:r>
      <w:r w:rsidRPr="00AF061C">
        <w:rPr>
          <w:rFonts w:hint="cs"/>
          <w:cs/>
          <w:lang w:bidi="hi-IN"/>
        </w:rPr>
        <w:t>अहमद</w:t>
      </w:r>
      <w:r w:rsidRPr="00AF061C">
        <w:t>,</w:t>
      </w:r>
      <w:r w:rsidRPr="00AF061C">
        <w:rPr>
          <w:rFonts w:hint="cs"/>
          <w:cs/>
          <w:lang w:bidi="hi-IN"/>
        </w:rPr>
        <w:t>रखा।</w:t>
      </w:r>
    </w:p>
    <w:p w:rsidR="00AF061C" w:rsidRPr="00AF061C" w:rsidRDefault="00AF061C" w:rsidP="00AF061C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ऐवानुल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मौजेज़ात</w:t>
      </w:r>
      <w:r w:rsidRPr="00AF061C">
        <w:t xml:space="preserve">,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.109)</w:t>
      </w:r>
      <w:r w:rsidRPr="00AF061C">
        <w:rPr>
          <w:cs/>
          <w:lang w:bidi="hi-IN"/>
        </w:rPr>
        <w:tab/>
      </w:r>
    </w:p>
    <w:p w:rsidR="00AF061C" w:rsidRDefault="00AF061C" w:rsidP="00AF061C">
      <w:pPr>
        <w:pStyle w:val="libNormal"/>
        <w:rPr>
          <w:rFonts w:hint="cs"/>
          <w:lang w:bidi="hi-IN"/>
        </w:rPr>
      </w:pPr>
    </w:p>
    <w:p w:rsidR="00EA61F5" w:rsidRDefault="00EA61F5" w:rsidP="00EA61F5">
      <w:pPr>
        <w:pStyle w:val="Heading2"/>
        <w:rPr>
          <w:rFonts w:hint="cs"/>
          <w:lang w:bidi="hi-IN"/>
        </w:rPr>
      </w:pPr>
      <w:bookmarkStart w:id="4" w:name="_Toc446866280"/>
      <w:r>
        <w:rPr>
          <w:rFonts w:hint="cs"/>
          <w:cs/>
          <w:lang w:bidi="hi-IN"/>
        </w:rPr>
        <w:t>शियो के हालात का इल्म</w:t>
      </w:r>
      <w:bookmarkEnd w:id="4"/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t xml:space="preserve">(2) </w:t>
      </w:r>
      <w:r w:rsidRPr="00AF061C">
        <w:rPr>
          <w:rFonts w:hint="cs"/>
          <w:cs/>
          <w:lang w:bidi="hi-IN"/>
        </w:rPr>
        <w:t>इमरान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अशअरी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हज़रत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खिदमत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शरफयाब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बातों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अर्ज़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उम्मुलहसन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खिदमत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सलाम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अर्ज़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दरख्वास्त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लिबास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इनायत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फरमाऐं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कफन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सके।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फरमाया</w:t>
      </w:r>
      <w:r w:rsidR="00EA61F5">
        <w:rPr>
          <w:rFonts w:hint="cs"/>
          <w:cs/>
          <w:lang w:bidi="hi-IN"/>
        </w:rPr>
        <w:t>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चीज़ों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बेनियाज़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चुकी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lastRenderedPageBreak/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जुम्ले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मतलब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समझ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सका</w:t>
      </w:r>
      <w:r w:rsidR="00EA61F5">
        <w:rPr>
          <w:rFonts w:hint="cs"/>
          <w:cs/>
          <w:lang w:bidi="hi-IN"/>
        </w:rPr>
        <w:t>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खबर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पहुची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खिदमत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हाज़िर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13,14 </w:t>
      </w:r>
      <w:r w:rsidRPr="00AF061C">
        <w:rPr>
          <w:rFonts w:hint="cs"/>
          <w:cs/>
          <w:lang w:bidi="hi-IN"/>
        </w:rPr>
        <w:t>रोज़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पहले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उम्मुल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हसन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इन्तेक़ाल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चुका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</w:p>
    <w:p w:rsidR="00AF061C" w:rsidRPr="00AF061C" w:rsidRDefault="00AF061C" w:rsidP="00AF061C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बिहारुल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अनवार</w:t>
      </w:r>
      <w:r w:rsidRPr="00AF061C">
        <w:t xml:space="preserve">, </w:t>
      </w:r>
      <w:r w:rsidRPr="00AF061C">
        <w:rPr>
          <w:rFonts w:hint="cs"/>
          <w:cs/>
          <w:lang w:bidi="hi-IN"/>
        </w:rPr>
        <w:t>जिल्द</w:t>
      </w:r>
      <w:r w:rsidRPr="00AF061C">
        <w:rPr>
          <w:cs/>
          <w:lang w:bidi="hi-IN"/>
        </w:rPr>
        <w:t xml:space="preserve"> 50</w:t>
      </w:r>
      <w:r w:rsidRPr="00AF061C">
        <w:t xml:space="preserve">,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43</w:t>
      </w:r>
      <w:r w:rsidRPr="00AF061C">
        <w:t xml:space="preserve">, </w:t>
      </w:r>
      <w:r w:rsidRPr="00AF061C">
        <w:rPr>
          <w:rFonts w:hint="cs"/>
          <w:cs/>
          <w:lang w:bidi="hi-IN"/>
        </w:rPr>
        <w:t>खराइज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रावंदी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237)</w:t>
      </w:r>
    </w:p>
    <w:p w:rsidR="00AF061C" w:rsidRDefault="00AF061C" w:rsidP="00AF061C">
      <w:pPr>
        <w:pStyle w:val="libNormal"/>
        <w:rPr>
          <w:rFonts w:hint="cs"/>
          <w:lang w:bidi="hi-IN"/>
        </w:rPr>
      </w:pPr>
    </w:p>
    <w:p w:rsidR="00EA61F5" w:rsidRDefault="00EA61F5" w:rsidP="00EA61F5">
      <w:pPr>
        <w:pStyle w:val="Heading2"/>
        <w:rPr>
          <w:rFonts w:hint="cs"/>
          <w:lang w:bidi="hi-IN"/>
        </w:rPr>
      </w:pPr>
      <w:bookmarkStart w:id="5" w:name="_Toc446866281"/>
      <w:r>
        <w:rPr>
          <w:rFonts w:hint="cs"/>
          <w:cs/>
          <w:lang w:bidi="hi-IN"/>
        </w:rPr>
        <w:t>लूट के माल की खबर होना</w:t>
      </w:r>
      <w:bookmarkEnd w:id="5"/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t xml:space="preserve">(3) </w:t>
      </w:r>
      <w:r w:rsidRPr="00AF061C">
        <w:rPr>
          <w:rFonts w:hint="cs"/>
          <w:cs/>
          <w:lang w:bidi="hi-IN"/>
        </w:rPr>
        <w:t>अहमद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हदीद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काफिला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हमराह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रास्ते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डाकूओं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घेर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हमारा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लूट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लिया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जब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लोग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मदीना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पहुचे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मुलाक़ात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लोग</w:t>
      </w:r>
      <w:r w:rsidRPr="00AF061C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घर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पहुचे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वाक़ेआ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हुक्म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कपड़ा</w:t>
      </w:r>
      <w:r w:rsidRPr="00AF061C">
        <w:t xml:space="preserve">, </w:t>
      </w:r>
      <w:r w:rsidRPr="00AF061C">
        <w:rPr>
          <w:rFonts w:hint="cs"/>
          <w:cs/>
          <w:lang w:bidi="hi-IN"/>
        </w:rPr>
        <w:t>पैसा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लाकर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जितने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पैसे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ड़ाकू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हिसाब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तक़सीम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पैसा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तक़सीम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मालूम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जितना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ड़ाकू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कद्र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मिक़्दार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ज़्यादा।</w:t>
      </w:r>
    </w:p>
    <w:p w:rsidR="00AF061C" w:rsidRPr="00AF061C" w:rsidRDefault="00AF061C" w:rsidP="00AF061C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बिहारुल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अनवार</w:t>
      </w:r>
      <w:r w:rsidRPr="00AF061C">
        <w:t xml:space="preserve">, </w:t>
      </w:r>
      <w:r w:rsidRPr="00AF061C">
        <w:rPr>
          <w:rFonts w:hint="cs"/>
          <w:cs/>
          <w:lang w:bidi="hi-IN"/>
        </w:rPr>
        <w:t>जिल्द</w:t>
      </w:r>
      <w:r w:rsidRPr="00AF061C">
        <w:rPr>
          <w:cs/>
          <w:lang w:bidi="hi-IN"/>
        </w:rPr>
        <w:t xml:space="preserve"> 50</w:t>
      </w:r>
      <w:r w:rsidRPr="00AF061C">
        <w:t xml:space="preserve">,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44</w:t>
      </w:r>
      <w:r w:rsidRPr="00AF061C">
        <w:t xml:space="preserve">, </w:t>
      </w:r>
      <w:r w:rsidRPr="00AF061C">
        <w:rPr>
          <w:rFonts w:hint="cs"/>
          <w:cs/>
          <w:lang w:bidi="hi-IN"/>
        </w:rPr>
        <w:t>मुताबिक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रिवायत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खराइज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रावंदी।</w:t>
      </w:r>
      <w:r w:rsidRPr="00AF061C">
        <w:rPr>
          <w:cs/>
          <w:lang w:bidi="hi-IN"/>
        </w:rPr>
        <w:t xml:space="preserve">) </w:t>
      </w:r>
    </w:p>
    <w:p w:rsidR="00AF061C" w:rsidRDefault="00AF061C" w:rsidP="00AF061C">
      <w:pPr>
        <w:pStyle w:val="libNormal"/>
        <w:rPr>
          <w:rFonts w:hint="cs"/>
          <w:lang w:bidi="hi-IN"/>
        </w:rPr>
      </w:pPr>
    </w:p>
    <w:p w:rsidR="00EA61F5" w:rsidRDefault="00EA61F5" w:rsidP="00EA61F5">
      <w:pPr>
        <w:pStyle w:val="Heading2"/>
        <w:rPr>
          <w:rFonts w:hint="cs"/>
          <w:lang w:bidi="hi-IN"/>
        </w:rPr>
      </w:pPr>
      <w:bookmarkStart w:id="6" w:name="_Toc446866282"/>
      <w:r>
        <w:rPr>
          <w:rFonts w:hint="cs"/>
          <w:cs/>
          <w:lang w:bidi="hi-IN"/>
        </w:rPr>
        <w:lastRenderedPageBreak/>
        <w:t>इमाम का लिबास</w:t>
      </w:r>
      <w:bookmarkEnd w:id="6"/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t xml:space="preserve">(4)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सहल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क़ुम्मी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मक्के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मुजाविर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मदीना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मेहमान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हुआ।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लिबास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चाहता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मगर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आखिर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मतलब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सका।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ख्वाहिश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ज़रिये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खिदमत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करुं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मस्जिदे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नबवी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तय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रकत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नमाज़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बजा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लाऊं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वंदे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आलम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100 </w:t>
      </w:r>
      <w:r w:rsidRPr="00AF061C">
        <w:rPr>
          <w:rFonts w:hint="cs"/>
          <w:cs/>
          <w:lang w:bidi="hi-IN"/>
        </w:rPr>
        <w:t>मर्तबा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तलब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खैर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करुं।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अगर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गवाही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खिदमत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करुंगा।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वरना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फाड़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फेंक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दूंगा।।।मेरे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गवाही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दी</w:t>
      </w:r>
      <w:r w:rsidRPr="00AF061C">
        <w:t>,</w:t>
      </w:r>
      <w:r w:rsidRPr="00AF061C">
        <w:rPr>
          <w:rFonts w:hint="cs"/>
          <w:cs/>
          <w:lang w:bidi="hi-IN"/>
        </w:rPr>
        <w:t>मैंने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फाड़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फेंक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मक्का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रवाना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गया।।।।रास्ते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शख्स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देखा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जिसके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हाथ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रुमाल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जिस्में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लिबास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शख्स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काफिला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तलाश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है।जब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पौंहचा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लगाः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तुम्हारे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लिबास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तुम्हारे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भेजा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F061C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खराइज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रावंदी</w:t>
      </w:r>
      <w:r w:rsidRPr="00AF061C">
        <w:t xml:space="preserve">,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237</w:t>
      </w:r>
      <w:r w:rsidRPr="00AF061C">
        <w:t xml:space="preserve">, </w:t>
      </w:r>
      <w:r w:rsidRPr="00AF061C">
        <w:rPr>
          <w:rFonts w:hint="cs"/>
          <w:cs/>
          <w:lang w:bidi="hi-IN"/>
        </w:rPr>
        <w:t>बिहारुल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अनवार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जिल्द</w:t>
      </w:r>
      <w:r w:rsidRPr="00AF061C">
        <w:rPr>
          <w:cs/>
          <w:lang w:bidi="hi-IN"/>
        </w:rPr>
        <w:t xml:space="preserve"> 50</w:t>
      </w:r>
      <w:r w:rsidRPr="00AF061C">
        <w:t xml:space="preserve">,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44</w:t>
      </w:r>
      <w:r w:rsidRPr="00AF061C">
        <w:rPr>
          <w:rFonts w:hint="cs"/>
          <w:cs/>
          <w:lang w:bidi="hi-IN"/>
        </w:rPr>
        <w:t>।</w:t>
      </w:r>
      <w:r w:rsidRPr="00AF061C">
        <w:rPr>
          <w:cs/>
          <w:lang w:bidi="hi-IN"/>
        </w:rPr>
        <w:t>)</w:t>
      </w:r>
      <w:r w:rsidRPr="00AF061C">
        <w:rPr>
          <w:cs/>
          <w:lang w:bidi="hi-IN"/>
        </w:rPr>
        <w:tab/>
      </w:r>
    </w:p>
    <w:p w:rsidR="00AF061C" w:rsidRDefault="00AF061C" w:rsidP="00AF061C">
      <w:pPr>
        <w:pStyle w:val="libNormal"/>
        <w:rPr>
          <w:rFonts w:hint="cs"/>
          <w:lang w:bidi="hi-IN"/>
        </w:rPr>
      </w:pPr>
    </w:p>
    <w:p w:rsidR="00AF061C" w:rsidRPr="00AF061C" w:rsidRDefault="00AF061C" w:rsidP="00AF061C">
      <w:pPr>
        <w:pStyle w:val="Heading2"/>
      </w:pPr>
      <w:bookmarkStart w:id="7" w:name="_Toc446866283"/>
      <w:r w:rsidRPr="00AF061C">
        <w:rPr>
          <w:cs/>
          <w:lang w:bidi="hi-IN"/>
        </w:rPr>
        <w:lastRenderedPageBreak/>
        <w:t xml:space="preserve">(5) </w:t>
      </w:r>
      <w:r w:rsidRPr="00AF061C">
        <w:rPr>
          <w:rFonts w:hint="cs"/>
          <w:cs/>
          <w:lang w:bidi="hi-IN"/>
        </w:rPr>
        <w:t>दरख्त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फलो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जाना</w:t>
      </w:r>
      <w:bookmarkEnd w:id="7"/>
      <w:r w:rsidRPr="00AF061C">
        <w:rPr>
          <w:cs/>
          <w:lang w:bidi="hi-IN"/>
        </w:rPr>
        <w:t xml:space="preserve"> 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बग़दाद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बुलाया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बेटी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शादी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लेकिन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बग़दाद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ठहरे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बीवी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साथ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मदीना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वापस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गये।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जिस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मदीना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वापस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काफी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लोग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विदा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दरवाज़े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साथ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हाफिज़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मग़रिब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ऐसी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जगह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पहुचे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पुरानी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मस्जिद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नमाज़े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मग़रिब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मस्जिद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तशरीफ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गए।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मस्जिद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सहन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बेर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दरख्त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पानी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तलब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दरख्त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नीचे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वुज़ु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जमाअत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साथ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मगरिब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नमाज़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रकत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नमाज़े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नाफेला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पढ़ी।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सज्दए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शुक्र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बजा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लाए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लोगों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रुख्सत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दूसरे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दरख्त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बेहतरीन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देख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लोगों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बहुत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तआज्जुब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हुआ।</w:t>
      </w:r>
    </w:p>
    <w:p w:rsidR="00AF061C" w:rsidRPr="00AF061C" w:rsidRDefault="00AF061C" w:rsidP="00AF061C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नूरुल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अबसार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शबलनजी</w:t>
      </w:r>
      <w:r w:rsidRPr="00AF061C">
        <w:t xml:space="preserve">,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179</w:t>
      </w:r>
      <w:r w:rsidRPr="00AF061C">
        <w:t xml:space="preserve">, </w:t>
      </w:r>
      <w:r w:rsidRPr="00AF061C">
        <w:rPr>
          <w:rFonts w:hint="cs"/>
          <w:cs/>
          <w:lang w:bidi="hi-IN"/>
        </w:rPr>
        <w:t>ऐहक़ाक़ुल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हक</w:t>
      </w:r>
      <w:r w:rsidRPr="00AF061C">
        <w:t xml:space="preserve">, </w:t>
      </w:r>
      <w:r w:rsidRPr="00AF061C">
        <w:rPr>
          <w:rFonts w:hint="cs"/>
          <w:cs/>
          <w:lang w:bidi="hi-IN"/>
        </w:rPr>
        <w:t>जिल्द</w:t>
      </w:r>
      <w:r w:rsidRPr="00AF061C">
        <w:rPr>
          <w:cs/>
          <w:lang w:bidi="hi-IN"/>
        </w:rPr>
        <w:t xml:space="preserve"> 12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424</w:t>
      </w:r>
      <w:r w:rsidRPr="00AF061C">
        <w:t xml:space="preserve">, </w:t>
      </w:r>
      <w:r w:rsidRPr="00AF061C">
        <w:rPr>
          <w:rFonts w:hint="cs"/>
          <w:cs/>
          <w:lang w:bidi="hi-IN"/>
        </w:rPr>
        <w:t>काफी</w:t>
      </w:r>
      <w:r w:rsidRPr="00AF061C">
        <w:t xml:space="preserve">, </w:t>
      </w:r>
      <w:r w:rsidRPr="00AF061C">
        <w:rPr>
          <w:rFonts w:hint="cs"/>
          <w:cs/>
          <w:lang w:bidi="hi-IN"/>
        </w:rPr>
        <w:t>जिल्द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1</w:t>
      </w:r>
      <w:r w:rsidRPr="00AF061C">
        <w:t xml:space="preserve">,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497</w:t>
      </w:r>
      <w:r w:rsidRPr="00AF061C">
        <w:t xml:space="preserve">, </w:t>
      </w:r>
      <w:r w:rsidRPr="00AF061C">
        <w:rPr>
          <w:rFonts w:hint="cs"/>
          <w:cs/>
          <w:lang w:bidi="hi-IN"/>
        </w:rPr>
        <w:t>इर्शाद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मुफीद</w:t>
      </w:r>
      <w:r w:rsidRPr="00AF061C">
        <w:t xml:space="preserve">,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304</w:t>
      </w:r>
      <w:r w:rsidRPr="00AF061C">
        <w:t>,</w:t>
      </w:r>
      <w:r w:rsidRPr="00AF061C">
        <w:rPr>
          <w:rFonts w:hint="cs"/>
          <w:cs/>
          <w:lang w:bidi="hi-IN"/>
        </w:rPr>
        <w:t>मुनाक़िब</w:t>
      </w:r>
      <w:r w:rsidRPr="00AF061C">
        <w:t>,</w:t>
      </w:r>
      <w:r w:rsidRPr="00AF061C">
        <w:rPr>
          <w:rFonts w:hint="cs"/>
          <w:cs/>
          <w:lang w:bidi="hi-IN"/>
        </w:rPr>
        <w:t>जिल्द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4</w:t>
      </w:r>
      <w:r w:rsidRPr="00AF061C">
        <w:t xml:space="preserve">,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 xml:space="preserve">. 390) 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lastRenderedPageBreak/>
        <w:t>जनाब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शैख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मुफीद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अलैहिर्रहमा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वाकए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बरसों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मैनें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दरख्त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देखा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खाया।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AF061C">
      <w:pPr>
        <w:pStyle w:val="Heading2"/>
      </w:pPr>
      <w:r w:rsidRPr="00AF061C">
        <w:rPr>
          <w:cs/>
          <w:lang w:bidi="hi-IN"/>
        </w:rPr>
        <w:t xml:space="preserve"> </w:t>
      </w:r>
      <w:bookmarkStart w:id="8" w:name="_Toc446866284"/>
      <w:r w:rsidRPr="00AF061C">
        <w:rPr>
          <w:cs/>
          <w:lang w:bidi="hi-IN"/>
        </w:rPr>
        <w:t>(6)</w:t>
      </w:r>
      <w:r>
        <w:rPr>
          <w:rFonts w:hint="cs"/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शहादत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ऐलान</w:t>
      </w:r>
      <w:bookmarkEnd w:id="8"/>
      <w:r w:rsidRPr="00AF061C">
        <w:rPr>
          <w:cs/>
          <w:lang w:bidi="hi-IN"/>
        </w:rPr>
        <w:t xml:space="preserve"> 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उमय्या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खुरासान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तशरीफ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मदीने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ज़िन्दगी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बसर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घर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रिशतेदार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आम</w:t>
      </w:r>
      <w:r w:rsidRPr="00AF061C">
        <w:rPr>
          <w:cs/>
          <w:lang w:bidi="hi-IN"/>
        </w:rPr>
        <w:t>-</w:t>
      </w:r>
      <w:r w:rsidRPr="00AF061C">
        <w:rPr>
          <w:rFonts w:hint="cs"/>
          <w:cs/>
          <w:lang w:bidi="hi-IN"/>
        </w:rPr>
        <w:t>तौर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सलाम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खिदमत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हाज़िर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कनीज़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औरतों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अज़ादारी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तैय्यार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जाऐ।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ताकीद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लोग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अज़ादारी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आमादा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जाऐं।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लोगों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दरयाफ्त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अज़ादारी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फरमायाः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रुए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ज़मीन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सबसे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बेहतरीन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इन्सान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कुछ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अर्से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शहादत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खबर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मदीना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मालूम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शहादत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अज़ादारी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तैय्यार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जाओ।</w:t>
      </w:r>
    </w:p>
    <w:p w:rsidR="00AF061C" w:rsidRPr="00AF061C" w:rsidRDefault="00AF061C" w:rsidP="00EA61F5">
      <w:pPr>
        <w:pStyle w:val="libFootnote0"/>
      </w:pPr>
      <w:r w:rsidRPr="00AF061C">
        <w:rPr>
          <w:cs/>
          <w:lang w:bidi="hi-IN"/>
        </w:rPr>
        <w:t>(</w:t>
      </w:r>
      <w:r w:rsidR="00EA61F5">
        <w:rPr>
          <w:rFonts w:hint="cs"/>
          <w:cs/>
          <w:lang w:bidi="hi-IN"/>
        </w:rPr>
        <w:t>आ</w:t>
      </w:r>
      <w:r w:rsidRPr="00AF061C">
        <w:rPr>
          <w:rFonts w:hint="cs"/>
          <w:cs/>
          <w:lang w:bidi="hi-IN"/>
        </w:rPr>
        <w:t>लामुलवरा</w:t>
      </w:r>
      <w:r w:rsidRPr="00AF061C">
        <w:t xml:space="preserve">,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334)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EA61F5">
      <w:pPr>
        <w:pStyle w:val="Heading2"/>
      </w:pPr>
      <w:bookmarkStart w:id="9" w:name="_Toc446866285"/>
      <w:r w:rsidRPr="00AF061C">
        <w:rPr>
          <w:cs/>
          <w:lang w:bidi="hi-IN"/>
        </w:rPr>
        <w:lastRenderedPageBreak/>
        <w:t xml:space="preserve">(7) </w:t>
      </w:r>
      <w:r w:rsidRPr="00AF061C">
        <w:rPr>
          <w:rFonts w:hint="cs"/>
          <w:cs/>
          <w:lang w:bidi="hi-IN"/>
        </w:rPr>
        <w:t>ऐतराफे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क़ाज़ी</w:t>
      </w:r>
      <w:bookmarkEnd w:id="9"/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क़ज़ी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याहिया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अक्सम</w:t>
      </w:r>
      <w:r w:rsidRPr="00AF061C">
        <w:t xml:space="preserve">,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खान्दाने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रिसालत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सख्त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दुशमनों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ऐतराफ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रसूले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वा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व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क़ब्रे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मुताहर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नज़दीक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देखा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क़सम।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कुछ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बातें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दरयाफ्त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चाहता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लेकिन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शर्म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महसूस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सवाल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बगैंर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तुम्हारी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बातों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जवाब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दूंगा।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दरयाफ्त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चाहते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कौन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मैने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क़सम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दरयाफ्त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चाहता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फरमायाः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हुं</w:t>
      </w:r>
      <w:r w:rsidRPr="00AF061C">
        <w:t>,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मैने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दलील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हाथों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गोया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ज़माने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हुज्जत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EA61F5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क़ाफी</w:t>
      </w:r>
      <w:r w:rsidRPr="00AF061C">
        <w:t xml:space="preserve">, </w:t>
      </w:r>
      <w:r w:rsidRPr="00AF061C">
        <w:rPr>
          <w:rFonts w:hint="cs"/>
          <w:cs/>
          <w:lang w:bidi="hi-IN"/>
        </w:rPr>
        <w:t>जिल्द</w:t>
      </w:r>
      <w:r w:rsidRPr="00AF061C">
        <w:rPr>
          <w:cs/>
          <w:lang w:bidi="hi-IN"/>
        </w:rPr>
        <w:t xml:space="preserve"> 1</w:t>
      </w:r>
      <w:r w:rsidRPr="00AF061C">
        <w:t xml:space="preserve">,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353</w:t>
      </w:r>
      <w:r w:rsidRPr="00AF061C">
        <w:t xml:space="preserve">, </w:t>
      </w:r>
      <w:r w:rsidRPr="00AF061C">
        <w:rPr>
          <w:rFonts w:hint="cs"/>
          <w:cs/>
          <w:lang w:bidi="hi-IN"/>
        </w:rPr>
        <w:t>बिहारुल</w:t>
      </w:r>
      <w:r w:rsidRPr="00AF061C">
        <w:rPr>
          <w:cs/>
          <w:lang w:bidi="hi-IN"/>
        </w:rPr>
        <w:t xml:space="preserve"> </w:t>
      </w:r>
      <w:r w:rsidR="00EA61F5">
        <w:rPr>
          <w:rFonts w:hint="cs"/>
          <w:cs/>
          <w:lang w:bidi="hi-IN"/>
        </w:rPr>
        <w:t>अनवार</w:t>
      </w:r>
      <w:r w:rsidRPr="00AF061C">
        <w:t xml:space="preserve">, </w:t>
      </w:r>
      <w:r w:rsidRPr="00AF061C">
        <w:rPr>
          <w:rFonts w:hint="cs"/>
          <w:cs/>
          <w:lang w:bidi="hi-IN"/>
        </w:rPr>
        <w:t>जिल्द</w:t>
      </w:r>
      <w:r w:rsidRPr="00AF061C">
        <w:rPr>
          <w:cs/>
          <w:lang w:bidi="hi-IN"/>
        </w:rPr>
        <w:t xml:space="preserve"> 50</w:t>
      </w:r>
      <w:r w:rsidRPr="00AF061C">
        <w:t xml:space="preserve">,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68)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EA61F5">
      <w:pPr>
        <w:pStyle w:val="Heading2"/>
      </w:pPr>
      <w:bookmarkStart w:id="10" w:name="_Toc446866286"/>
      <w:r w:rsidRPr="00AF061C">
        <w:rPr>
          <w:cs/>
          <w:lang w:bidi="hi-IN"/>
        </w:rPr>
        <w:lastRenderedPageBreak/>
        <w:t xml:space="preserve">(8) </w:t>
      </w:r>
      <w:r w:rsidRPr="00AF061C">
        <w:rPr>
          <w:rFonts w:hint="cs"/>
          <w:cs/>
          <w:lang w:bidi="hi-IN"/>
        </w:rPr>
        <w:t>पड़ौसी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नजात</w:t>
      </w:r>
      <w:bookmarkEnd w:id="10"/>
      <w:r w:rsidRPr="00AF061C">
        <w:rPr>
          <w:cs/>
          <w:lang w:bidi="hi-IN"/>
        </w:rPr>
        <w:t xml:space="preserve"> 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अली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जरीर</w:t>
      </w:r>
      <w:r w:rsidRPr="00AF061C"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खिदमते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अक़दस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हाज़िर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घर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बकरी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ग़ायब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पडौसी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चोरी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इल्ज़ाम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खेंचते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हुऐ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खिदमत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लाए।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फरमायाः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अफसोस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आज़ाद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बकरी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चुराई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बकरी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फलॉ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घर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जाओ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आओ।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बताया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बकरी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घर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चोरी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इल्ज़ाम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गिरफ्तार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पिटाई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लिबास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फाड़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ङाला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क़सम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बकरी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चुराई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शख्स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खिदमत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लाए।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शख्स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ज़ुल्म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बकरी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घर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खबर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दिलजोई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नुक़सान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पूरा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रक़म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फरमाई</w:t>
      </w:r>
    </w:p>
    <w:p w:rsidR="00AF061C" w:rsidRPr="00AF061C" w:rsidRDefault="00AF061C" w:rsidP="00EA61F5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बिहारुल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अनवार</w:t>
      </w:r>
      <w:r w:rsidRPr="00AF061C">
        <w:t xml:space="preserve">, </w:t>
      </w:r>
      <w:r w:rsidRPr="00AF061C">
        <w:rPr>
          <w:rFonts w:hint="cs"/>
          <w:cs/>
          <w:lang w:bidi="hi-IN"/>
        </w:rPr>
        <w:t>जिल्द</w:t>
      </w:r>
      <w:r w:rsidRPr="00AF061C">
        <w:rPr>
          <w:cs/>
          <w:lang w:bidi="hi-IN"/>
        </w:rPr>
        <w:t xml:space="preserve"> 50</w:t>
      </w:r>
      <w:r w:rsidRPr="00AF061C">
        <w:t>,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47</w:t>
      </w:r>
      <w:r w:rsidRPr="00AF061C">
        <w:t xml:space="preserve">, </w:t>
      </w:r>
      <w:r w:rsidRPr="00AF061C">
        <w:rPr>
          <w:rFonts w:hint="cs"/>
          <w:cs/>
          <w:lang w:bidi="hi-IN"/>
        </w:rPr>
        <w:t>खराइज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रावंदी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रिवायत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मुताबिक</w:t>
      </w:r>
      <w:r w:rsidRPr="00AF061C">
        <w:rPr>
          <w:cs/>
          <w:lang w:bidi="hi-IN"/>
        </w:rPr>
        <w:t>)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EA61F5">
      <w:pPr>
        <w:pStyle w:val="Heading2"/>
      </w:pPr>
      <w:bookmarkStart w:id="11" w:name="_Toc446866287"/>
      <w:r w:rsidRPr="00AF061C">
        <w:rPr>
          <w:cs/>
          <w:lang w:bidi="hi-IN"/>
        </w:rPr>
        <w:lastRenderedPageBreak/>
        <w:t xml:space="preserve">(9) </w:t>
      </w:r>
      <w:r w:rsidRPr="00AF061C">
        <w:rPr>
          <w:rFonts w:hint="cs"/>
          <w:cs/>
          <w:lang w:bidi="hi-IN"/>
        </w:rPr>
        <w:t>क़ैद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रेहाई</w:t>
      </w:r>
      <w:bookmarkEnd w:id="11"/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अली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खालिद</w:t>
      </w:r>
      <w:r w:rsidRPr="00AF061C">
        <w:t xml:space="preserve">,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सामर्रा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ऐत्तेला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मिली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शख्स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गिरफतार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लाए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क़ैद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क़ैद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रखा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मशहूर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शख्स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नबुवत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मुददई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क़ैदखाना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दरबान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नेहायत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नर्मी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ऐहतराम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क़ैदी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पहुंच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शख्स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बाहम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अक़्लमंद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नज़र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दरयाफ्त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तुम्हारा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क्या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किस्सा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कहने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लगाः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जगह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जिसको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रासुल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हुसैन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जहा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हुसैन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मुक़द्दस</w:t>
      </w:r>
      <w:r w:rsidRPr="00AF061C">
        <w:rPr>
          <w:cs/>
          <w:lang w:bidi="hi-IN"/>
        </w:rPr>
        <w:t xml:space="preserve">  </w:t>
      </w:r>
      <w:r w:rsidRPr="00AF061C">
        <w:rPr>
          <w:rFonts w:hint="cs"/>
          <w:cs/>
          <w:lang w:bidi="hi-IN"/>
        </w:rPr>
        <w:t>रखा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इबादत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ज़िक्रे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इलाही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मसरूफ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>-</w:t>
      </w:r>
      <w:r w:rsidRPr="00AF061C">
        <w:rPr>
          <w:rFonts w:hint="cs"/>
          <w:cs/>
          <w:lang w:bidi="hi-IN"/>
        </w:rPr>
        <w:t>दम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शख्स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सामने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पाया।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खड़े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जाओ।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मै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खड़ा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साथ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चन्द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कदम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चला।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देखता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क्या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मसिज्दे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कूफा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पूछाः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मस्जिद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पहचानते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मैने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हाँ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मस्जिदे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कूफा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वहा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नमाज़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पढ़ी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आए।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थोड़ी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दूर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देखा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मदीना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मसिज्दे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नबवी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रसूले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अकरम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क़ब्रे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अतहर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ज़ियारत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मसिज्द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नमाज़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पढ़ी।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चन्द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कदम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देखा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मक्का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मौजूद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खानए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क़ाबा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तवाफ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lastRenderedPageBreak/>
        <w:t>फिर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चन्द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कदम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जगह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पाया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जहा।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इबादत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शख्स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नज़रों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पोशीदा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कुछ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देखा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काफी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ताअज्जुब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खैज़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वाकऐ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गुज़र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शख्स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गुज़िशता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मर्तबा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वाकेआत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आए।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लेकिन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मर्तबा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लगा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क़सम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पूछाः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कौन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फरमायाः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मूसा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जाफर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इब्नुल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हुसैन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इब्ने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अबितालिब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हुं।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वाकेआ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लोगों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खबर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मोतसिम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अब्बासी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वज़ीर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अब्दुल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मलिक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ज़यात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पहुची।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गिरफ्तारी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हुक्म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क़ैद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लाया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झूठों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खबर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फैला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नबूवत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दावेदार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हुं।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अली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खालिद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अगर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इजाज़त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हालात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ज़यात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लिख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भेजु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हालात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खबर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जाए।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लगाः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लिखो।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lastRenderedPageBreak/>
        <w:t>मैने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वाकेआ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ज़यात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लिखा।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पुश्त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जवाब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लिखा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शख्स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कूफा</w:t>
      </w:r>
      <w:r w:rsidRPr="00AF061C">
        <w:t xml:space="preserve">, </w:t>
      </w:r>
      <w:r w:rsidRPr="00AF061C">
        <w:rPr>
          <w:rFonts w:hint="cs"/>
          <w:cs/>
          <w:lang w:bidi="hi-IN"/>
        </w:rPr>
        <w:t>मदीना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मक्का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वापस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आया</w:t>
      </w:r>
      <w:r w:rsidRPr="00AF061C">
        <w:t xml:space="preserve">, </w:t>
      </w:r>
      <w:r w:rsidRPr="00AF061C">
        <w:rPr>
          <w:rFonts w:hint="cs"/>
          <w:cs/>
          <w:lang w:bidi="hi-IN"/>
        </w:rPr>
        <w:t>उसी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रेहाई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तलब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करे।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जवाब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सुन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बहुत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रन्जीदा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हुआ।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दूसरे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क़ैदखाना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सब्रो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शुक्र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तल्कीन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करुं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हौसला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बढ़ाऊं।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जब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पहुचा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देखा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दरबान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दूसरे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अफराद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परेशान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नज़र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दरयाफ्त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वजह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कहने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लगे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शख्स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पैग़म्बरी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दावेदार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क़ैद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मालूम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ज़मीन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धंस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आसमान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उड़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मुसलसल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तलाश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चला।</w:t>
      </w:r>
    </w:p>
    <w:p w:rsidR="00AF061C" w:rsidRDefault="00AF061C" w:rsidP="00EA61F5">
      <w:pPr>
        <w:pStyle w:val="libFootnote0"/>
        <w:rPr>
          <w:rFonts w:hint="cs"/>
          <w:lang w:bidi="hi-IN"/>
        </w:rPr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इर्शाद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मुफीद</w:t>
      </w:r>
      <w:r w:rsidRPr="00AF061C">
        <w:t>,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304</w:t>
      </w:r>
      <w:r w:rsidRPr="00AF061C">
        <w:t xml:space="preserve">, </w:t>
      </w:r>
      <w:r w:rsidRPr="00AF061C">
        <w:rPr>
          <w:rFonts w:hint="cs"/>
          <w:cs/>
          <w:lang w:bidi="hi-IN"/>
        </w:rPr>
        <w:t>आलामुल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वुरा</w:t>
      </w:r>
      <w:r w:rsidRPr="00AF061C">
        <w:t xml:space="preserve">,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332</w:t>
      </w:r>
      <w:r w:rsidRPr="00AF061C">
        <w:t xml:space="preserve">, </w:t>
      </w:r>
      <w:r w:rsidRPr="00AF061C">
        <w:rPr>
          <w:rFonts w:hint="cs"/>
          <w:cs/>
          <w:lang w:bidi="hi-IN"/>
        </w:rPr>
        <w:t>ऐहक़ाक़ुल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हक़</w:t>
      </w:r>
      <w:r w:rsidRPr="00AF061C">
        <w:t xml:space="preserve">, </w:t>
      </w:r>
      <w:r w:rsidRPr="00AF061C">
        <w:rPr>
          <w:rFonts w:hint="cs"/>
          <w:cs/>
          <w:lang w:bidi="hi-IN"/>
        </w:rPr>
        <w:t>जिल्द</w:t>
      </w:r>
      <w:r w:rsidRPr="00AF061C">
        <w:rPr>
          <w:cs/>
          <w:lang w:bidi="hi-IN"/>
        </w:rPr>
        <w:t xml:space="preserve"> 12</w:t>
      </w:r>
      <w:r w:rsidRPr="00AF061C">
        <w:t xml:space="preserve">,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427</w:t>
      </w:r>
      <w:r w:rsidRPr="00AF061C">
        <w:t xml:space="preserve">, </w:t>
      </w:r>
      <w:r w:rsidRPr="00AF061C">
        <w:rPr>
          <w:rFonts w:hint="cs"/>
          <w:cs/>
          <w:lang w:bidi="hi-IN"/>
        </w:rPr>
        <w:t>अलफसूलुल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मुहिम्मा</w:t>
      </w:r>
      <w:r w:rsidRPr="00AF061C">
        <w:t xml:space="preserve">,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 xml:space="preserve">. 289) </w:t>
      </w:r>
    </w:p>
    <w:p w:rsidR="00EA61F5" w:rsidRDefault="00EA61F5" w:rsidP="00EA61F5">
      <w:pPr>
        <w:pStyle w:val="Heading2"/>
        <w:rPr>
          <w:rFonts w:hint="cs"/>
          <w:lang w:bidi="hi-IN"/>
        </w:rPr>
      </w:pPr>
    </w:p>
    <w:p w:rsidR="00EA61F5" w:rsidRPr="00AF061C" w:rsidRDefault="00EA61F5" w:rsidP="00EA61F5">
      <w:pPr>
        <w:pStyle w:val="Heading2"/>
        <w:rPr>
          <w:rFonts w:hint="cs"/>
          <w:lang w:bidi="hi-IN"/>
        </w:rPr>
      </w:pPr>
      <w:bookmarkStart w:id="12" w:name="_Toc446866288"/>
      <w:r>
        <w:rPr>
          <w:rFonts w:hint="cs"/>
          <w:cs/>
          <w:lang w:bidi="hi-IN"/>
        </w:rPr>
        <w:t>अबासलत की रिहाई</w:t>
      </w:r>
      <w:bookmarkEnd w:id="12"/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t xml:space="preserve">(10) </w:t>
      </w:r>
      <w:r w:rsidRPr="00AF061C">
        <w:rPr>
          <w:rFonts w:hint="cs"/>
          <w:cs/>
          <w:lang w:bidi="hi-IN"/>
        </w:rPr>
        <w:t>अबासलत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हरवी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मुकर्रब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असहाब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शहादत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हुक्म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कैद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lastRenderedPageBreak/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कैदखाना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आजिज़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दुआ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इबादत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मशग़ूल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पैग़म्बरे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इस्लाम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व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व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अहलेबैत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मसाएल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सिलसिले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वास्ता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क़रार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दुआ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मॉगी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रेहाई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फरमाऐ।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दुआ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तमात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पाई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देखा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मेरे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मौजूद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ऐ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अबासलत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क्या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क़ैद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आजिज़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गये।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अर्ज़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ऐ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आजिज़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फरमायाः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उठो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ज़न्जीरों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हाथ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फेरा।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हल्के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गए।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उन्होंने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हाथ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पकड़ा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क़ैद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आए।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दरबानो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देखा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मगर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हज़रत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रोअबो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जलाल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ज़बान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खोलने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सकत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जाओ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हाफिज़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तुम्हे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देखेगा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देखोगे।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जैसा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वैसा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हुआ।</w:t>
      </w:r>
    </w:p>
    <w:p w:rsidR="00AF061C" w:rsidRPr="00AF061C" w:rsidRDefault="00AF061C" w:rsidP="00EA61F5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मुन्तहल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आमाल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सवानेह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उम्री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हज़रत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>)</w:t>
      </w:r>
      <w:r w:rsidRPr="00AF061C">
        <w:t xml:space="preserve">,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67</w:t>
      </w:r>
      <w:r w:rsidRPr="00AF061C">
        <w:t xml:space="preserve">, </w:t>
      </w:r>
      <w:r w:rsidRPr="00AF061C">
        <w:rPr>
          <w:rFonts w:hint="cs"/>
          <w:cs/>
          <w:lang w:bidi="hi-IN"/>
        </w:rPr>
        <w:t>उयूने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अखबार</w:t>
      </w:r>
      <w:r w:rsidRPr="00AF061C">
        <w:t xml:space="preserve">, </w:t>
      </w:r>
      <w:r w:rsidRPr="00AF061C">
        <w:rPr>
          <w:rFonts w:hint="cs"/>
          <w:cs/>
          <w:lang w:bidi="hi-IN"/>
        </w:rPr>
        <w:t>जिल्द</w:t>
      </w:r>
      <w:r w:rsidRPr="00AF061C">
        <w:rPr>
          <w:cs/>
          <w:lang w:bidi="hi-IN"/>
        </w:rPr>
        <w:t xml:space="preserve"> 2</w:t>
      </w:r>
      <w:r w:rsidRPr="00AF061C">
        <w:t xml:space="preserve">,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247</w:t>
      </w:r>
      <w:r w:rsidRPr="00AF061C">
        <w:t xml:space="preserve">, </w:t>
      </w:r>
      <w:r w:rsidRPr="00AF061C">
        <w:rPr>
          <w:rFonts w:hint="cs"/>
          <w:cs/>
          <w:lang w:bidi="hi-IN"/>
        </w:rPr>
        <w:t>बिहारुल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अनवार</w:t>
      </w:r>
      <w:r w:rsidRPr="00AF061C">
        <w:t xml:space="preserve">, </w:t>
      </w:r>
      <w:r w:rsidRPr="00AF061C">
        <w:rPr>
          <w:rFonts w:hint="cs"/>
          <w:cs/>
          <w:lang w:bidi="hi-IN"/>
        </w:rPr>
        <w:t>जिल्द</w:t>
      </w:r>
      <w:r w:rsidRPr="00AF061C">
        <w:rPr>
          <w:cs/>
          <w:lang w:bidi="hi-IN"/>
        </w:rPr>
        <w:t xml:space="preserve"> 49</w:t>
      </w:r>
      <w:r w:rsidRPr="00AF061C">
        <w:t xml:space="preserve">,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 xml:space="preserve">. 303) </w:t>
      </w:r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t xml:space="preserve"> </w:t>
      </w:r>
    </w:p>
    <w:p w:rsidR="00AF061C" w:rsidRPr="00AF061C" w:rsidRDefault="00AF061C" w:rsidP="00EA61F5">
      <w:pPr>
        <w:pStyle w:val="Heading2"/>
      </w:pPr>
      <w:bookmarkStart w:id="13" w:name="_Toc446866289"/>
      <w:r w:rsidRPr="00AF061C">
        <w:rPr>
          <w:cs/>
          <w:lang w:bidi="hi-IN"/>
        </w:rPr>
        <w:lastRenderedPageBreak/>
        <w:t xml:space="preserve">(11) </w:t>
      </w:r>
      <w:r w:rsidRPr="00AF061C">
        <w:rPr>
          <w:rFonts w:hint="cs"/>
          <w:cs/>
          <w:lang w:bidi="hi-IN"/>
        </w:rPr>
        <w:t>मोतसिम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अब्बासी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नशिस्त</w:t>
      </w:r>
      <w:bookmarkEnd w:id="13"/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ज़रक़ान</w:t>
      </w:r>
      <w:r w:rsidRPr="00AF061C">
        <w:t xml:space="preserve">,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इब्ने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दाऊद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इब्ने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दाऊद</w:t>
      </w:r>
      <w:r w:rsidRPr="00AF061C">
        <w:t>,</w:t>
      </w:r>
      <w:r w:rsidRPr="00AF061C">
        <w:rPr>
          <w:rFonts w:hint="cs"/>
          <w:cs/>
          <w:lang w:bidi="hi-IN"/>
        </w:rPr>
        <w:t>मामून</w:t>
      </w:r>
      <w:r w:rsidRPr="00AF061C">
        <w:t>,</w:t>
      </w:r>
      <w:r w:rsidRPr="00AF061C">
        <w:rPr>
          <w:rFonts w:hint="cs"/>
          <w:cs/>
          <w:lang w:bidi="hi-IN"/>
        </w:rPr>
        <w:t>मोतसिम</w:t>
      </w:r>
      <w:r w:rsidRPr="00AF061C">
        <w:t>,</w:t>
      </w:r>
      <w:r w:rsidRPr="00AF061C">
        <w:rPr>
          <w:rFonts w:hint="cs"/>
          <w:cs/>
          <w:lang w:bidi="hi-IN"/>
        </w:rPr>
        <w:t>वातिक़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मुतावक्किल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ज़माने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बग़दाद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क़ाज़ीयों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गहरा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दोस्त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इब्ने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दाऊद</w:t>
      </w:r>
      <w:r w:rsidRPr="00AF061C">
        <w:t xml:space="preserve">, </w:t>
      </w:r>
      <w:r w:rsidRPr="00AF061C">
        <w:rPr>
          <w:rFonts w:hint="cs"/>
          <w:cs/>
          <w:lang w:bidi="hi-IN"/>
        </w:rPr>
        <w:t>मोतसिम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बज़्म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रन्जीदा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वापस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रन्जीदगी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सबब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दरयाफ्त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लगाः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ऐ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बीस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पहले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होता।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पूछाः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आखिर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क्युं।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कहा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मोतसिम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बज़्म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अबु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जाफर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सदमा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पहुचा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पूछाः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माजरा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क्या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कहाः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शख्स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चोरी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एतराफ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मोतसिम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तकाज़ा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पाक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मोतसिम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फोक़हा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मोतसिम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पूछा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चोर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हाथ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काटा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जाए।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मैने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कलाई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पूछा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दलील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क्या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मैने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आयते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तमय्युम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हाथ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इत्लाक़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कलाई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lastRenderedPageBreak/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चेहरे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हाथों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मसह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करो।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कलाई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हाथ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इत्लाक़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मसअले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फोक़हा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जमाअत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मवाफिक़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कौल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चोर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हाथ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कलाई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काटा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जाए।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लेकिन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दूसरे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फोक़हा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नज़रिया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चोर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हाथ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कोहनी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काटा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जाए।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मोतसिम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दलील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तलब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उन्होंने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आयये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वुज़ु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हाथ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इत्लाक़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कोहनी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चेहरों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धोओ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हाथों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कोहनियों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कोहनी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हाथ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इत्लाक़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मोतसिम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रुख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पूछा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मसअले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क्या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राए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फरमायाः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लोगों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नज़रयात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रखो।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मोतसिम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बहुत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इसरार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कसम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नज़रिया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ज़रूर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फरमाइये।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परमायाः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चूंकि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कसम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लेहाज़ा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सुनो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लोग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गलती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चोर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सिर्फ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ऊगलिया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काटी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जाऐगी।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मोतसिम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दरयाफ्त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दलील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फरमायाः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रसूले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="00EA61F5">
        <w:rPr>
          <w:rFonts w:hint="cs"/>
          <w:cs/>
          <w:lang w:bidi="hi-IN"/>
        </w:rPr>
        <w:t>व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व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इर्शाद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="00EA61F5">
        <w:rPr>
          <w:rFonts w:hint="cs"/>
          <w:cs/>
          <w:lang w:bidi="hi-IN"/>
        </w:rPr>
        <w:t>सजदा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आज़ा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वाजिब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पेशानी</w:t>
      </w:r>
      <w:r w:rsidRPr="00AF061C">
        <w:t xml:space="preserve">, </w:t>
      </w:r>
      <w:r w:rsidRPr="00AF061C">
        <w:rPr>
          <w:rFonts w:hint="cs"/>
          <w:cs/>
          <w:lang w:bidi="hi-IN"/>
        </w:rPr>
        <w:t>हाथ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हथेलिया</w:t>
      </w:r>
      <w:r w:rsidRPr="00AF061C">
        <w:t xml:space="preserve">, </w:t>
      </w:r>
      <w:r w:rsidRPr="00AF061C">
        <w:rPr>
          <w:rFonts w:hint="cs"/>
          <w:cs/>
          <w:lang w:bidi="hi-IN"/>
        </w:rPr>
        <w:t>दोनो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घुटने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पाँव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दोनो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अंगूठे।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lastRenderedPageBreak/>
        <w:t>लेहाज़ा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अगर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कलाई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कोहनी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चोर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हाथ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काटा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सज्दा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करेगा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वंदे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आलम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इर्शाद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जिन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आज़ा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सज्दा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वाजिब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साथ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इबादत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चीज़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काटी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सकती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इब्ने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दाऊद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मोतसिम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जवाब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पसंद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हुक्म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चोर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सिर्फ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ऊगलिया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काटी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जाएं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सामने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आबरु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मैने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शर्म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मारे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मौत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तमन्ना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की।</w:t>
      </w:r>
    </w:p>
    <w:p w:rsidR="00AF061C" w:rsidRPr="00AF061C" w:rsidRDefault="00AF061C" w:rsidP="00EA61F5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तफसीर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अय्याशी</w:t>
      </w:r>
      <w:r w:rsidRPr="00AF061C">
        <w:t xml:space="preserve">, </w:t>
      </w:r>
      <w:r w:rsidRPr="00AF061C">
        <w:rPr>
          <w:rFonts w:hint="cs"/>
          <w:cs/>
          <w:lang w:bidi="hi-IN"/>
        </w:rPr>
        <w:t>जिल्द</w:t>
      </w:r>
      <w:r w:rsidRPr="00AF061C">
        <w:rPr>
          <w:cs/>
          <w:lang w:bidi="hi-IN"/>
        </w:rPr>
        <w:t xml:space="preserve"> 1</w:t>
      </w:r>
      <w:r w:rsidRPr="00AF061C">
        <w:t xml:space="preserve">,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319</w:t>
      </w:r>
      <w:r w:rsidRPr="00AF061C">
        <w:t xml:space="preserve">, </w:t>
      </w:r>
      <w:r w:rsidRPr="00AF061C">
        <w:rPr>
          <w:rFonts w:hint="cs"/>
          <w:cs/>
          <w:lang w:bidi="hi-IN"/>
        </w:rPr>
        <w:t>बिहारुल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अनवार</w:t>
      </w:r>
      <w:r w:rsidRPr="00AF061C">
        <w:t xml:space="preserve">, </w:t>
      </w:r>
      <w:r w:rsidRPr="00AF061C">
        <w:rPr>
          <w:rFonts w:hint="cs"/>
          <w:cs/>
          <w:lang w:bidi="hi-IN"/>
        </w:rPr>
        <w:t>जिल्द</w:t>
      </w:r>
      <w:r w:rsidRPr="00AF061C">
        <w:rPr>
          <w:cs/>
          <w:lang w:bidi="hi-IN"/>
        </w:rPr>
        <w:t xml:space="preserve"> 50</w:t>
      </w:r>
      <w:r w:rsidRPr="00AF061C">
        <w:t>,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5)</w:t>
      </w:r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t xml:space="preserve"> </w:t>
      </w:r>
    </w:p>
    <w:p w:rsidR="00A20458" w:rsidRDefault="00A20458">
      <w:pPr>
        <w:spacing w:after="0" w:line="240" w:lineRule="auto"/>
        <w:rPr>
          <w:rFonts w:ascii="SolaimanLipi" w:eastAsia="Times New Roman" w:hAnsi="SolaimanLipi" w:cs="Mangal"/>
          <w:b/>
          <w:bCs/>
          <w:color w:val="1F497D"/>
          <w:sz w:val="36"/>
          <w:szCs w:val="36"/>
          <w:lang w:bidi="hi-IN"/>
        </w:rPr>
      </w:pPr>
      <w:r>
        <w:rPr>
          <w:lang w:bidi="hi-IN"/>
        </w:rPr>
        <w:br w:type="page"/>
      </w:r>
    </w:p>
    <w:p w:rsidR="00AF061C" w:rsidRPr="00AF061C" w:rsidRDefault="00AF061C" w:rsidP="00EA61F5">
      <w:pPr>
        <w:pStyle w:val="Heading1"/>
      </w:pPr>
      <w:bookmarkStart w:id="14" w:name="_Toc446866290"/>
      <w:r w:rsidRPr="00AF061C">
        <w:rPr>
          <w:rFonts w:hint="cs"/>
          <w:cs/>
          <w:lang w:bidi="hi-IN"/>
        </w:rPr>
        <w:lastRenderedPageBreak/>
        <w:t>साज़ीशी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शादी</w:t>
      </w:r>
      <w:bookmarkEnd w:id="14"/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हालाते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ज़िन्दगी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सिलसिले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इशारा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चुके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समाज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अफरा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तफरी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फैली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अलवीयीन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हंगामे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बरपा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चीज़ों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नजात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हासिल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शियों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ईरानियों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साथ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अब्बासी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अहलेबैत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दोस्त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ज़ाहिर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शुरु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ज़बरदस्ती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अहद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ज़ाहिरदारी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मुस्तहकम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चाहा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नक्लो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हरकत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नज़दीक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ज़ेरे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नज़र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रखा।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दूसरी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खान्दान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इक़दाम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सोच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खिलाफत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अब्बास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अलवीयो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मुन्तकिल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चाहता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अब्बास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इक़दाम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काफी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नाराज़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उन्होने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मुखालेफत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शुरु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लेकिन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शहीद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अब्बास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खामोश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अमल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काफी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नज़दीक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गए।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बहुत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पोशीदा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तरीके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फैलने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पाए।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जुर्म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पर्दा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ड़ालने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अज़ादार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ज़ाहिर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घर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ठहरा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नमक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रोटी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कोशिशों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बावजूद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अलवीयो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हकीक़त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lastRenderedPageBreak/>
        <w:t>वाज़ेह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कातिल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अलावा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अलवीयो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सख्त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रन्जीदा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इन्तेक़ाम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मजबूर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तख्तोताज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खतरे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नज़र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तख्तोताज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हिफाज़त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खातिर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बहुत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ज़्यादा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मौहब्बत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अक़ीदत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इज़्हार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लगा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ज़्यादा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ज़्यादा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फायदा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हासिल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बेटी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अक्द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कोशिश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लगा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फायदा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उठाए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ज़बरदस्ती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अहद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उठाना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चाहा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मक़सद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हुसूल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(204 </w:t>
      </w:r>
      <w:r w:rsidRPr="00AF061C">
        <w:rPr>
          <w:rFonts w:hint="cs"/>
          <w:cs/>
          <w:lang w:bidi="hi-IN"/>
        </w:rPr>
        <w:t>हिजरी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यानी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शहादत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बग़दाद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बुलाया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लाड़ली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बेटी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उम्मुल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फज़्ल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शादी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साथ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दी।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रय्यान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शबीब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अब्बासीयो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इरादे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खबर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मिली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बेटी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शादी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चाहता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सुन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खतरा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लाहक़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हुकूमत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अब्बास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खान्दान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मुन्तकिल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चाहती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मलामत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क़सम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दिलाई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इरादा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बदल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लगे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अर्सा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वाक़ेआत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अब्बास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अलवीयो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दर्मियान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रूनुमा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lastRenderedPageBreak/>
        <w:t>उससे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वाकिफ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पहले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खलीफा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अलवीयो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बदर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उन्हें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ज़लील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वलीअहदी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ओहदा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सपुर्द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तशवीश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लेकिन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मुशकिल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तुम्हें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क़सम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दोबारा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रन्जीदा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रिशता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करो।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बेटी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शादी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अब्बास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नुमाया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फर्द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दो।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जवाब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तुम्हारे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अलवीयो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दर्मियान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हादसात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सबब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अगर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इन्साफ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देखो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ज़्यादा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हक़्दार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पहले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खलीफा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रविश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इख्तियार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क़तए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रहेम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तर्ज़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पनाह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माँगता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हूँ।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अहदी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शर्मिन्दा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खिलाफत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क़बूल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पेशकश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लेकिन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ऐसा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उन्होंने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कबूल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अबु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जाफर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इतना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कहुंगा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शादी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मुन्तखिब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कमसिनी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उलामा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दानिश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मंदो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फौकीयत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हासिल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चीज़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गरचे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ताज्जुब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सबब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मगर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हकीक़त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वाज़ेह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उम्मीद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दूसरों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रौशन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जाएगी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उन्हें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मालूम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इन्तेखाब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कितना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खान्दान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वालों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नौजवान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अगरचे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तुम्हारे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बहुत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ज़्यादा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ताज्जुब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खैज़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लेकिन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कमसिन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इल्मो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हासिल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lastRenderedPageBreak/>
        <w:t>सब्र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कुछ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सीख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इल्मो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अदब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वाकिफ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जाए।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इरादे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अमल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करना।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नौजवान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बेहतर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जानता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हूं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खान्दान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ताल्लुक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रखता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इल्मे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उन्हे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सीखने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ज़रूरत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आबाओ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अज्दाद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इल्मो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अदब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हमेशा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लोगो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मुस्तग़नी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अगर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चाहते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इम्तेहान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कुछ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वाज़ेह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जाएगा।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कहने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लगे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बड़ी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अच्छी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पेशकश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आज़माऐगे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तुम्हारे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सामने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फिक़ही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मसअला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दरयाफ्त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करेंगे।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अगर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जवाब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</w:t>
      </w:r>
      <w:r w:rsidRPr="00AF061C">
        <w:rPr>
          <w:cs/>
          <w:lang w:bidi="hi-IN"/>
        </w:rPr>
        <w:t xml:space="preserve"> 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ऐतराज़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होगा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तुम्हारे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इन्तेखाब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ज़रूरत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वाज़ेह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जाइगी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अगर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जवाब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सका।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हमारी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मुशिकल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आसान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जाएगी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तुम्हे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रिश्ते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तोड़ना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होगा।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चाहो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इम्तेहान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अब्बासीयो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क़ाज़ीउल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क़ुज़्ज़ात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नामीं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गिरामी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मशहूरे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ज़माना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क़ाज़ी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याहिया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अक्सम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रुख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बहुत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ज़्यादा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इनामों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इक़राम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मसअला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पूछे।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जिसका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जवाब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सकें।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याहिया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क़बूल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लोग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मोइय्यन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दो।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lastRenderedPageBreak/>
        <w:t>मोइय्यन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रोज़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पहुंच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हुक्म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मजलिस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बालाई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हिस्सा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जगह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बनायी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जाए।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तशरीफ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लाए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मोअय्यन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जगह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बैठ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गए।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सामने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याहिया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अक़्सम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जगह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पायी।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जगह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बैठ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पहलु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बैठ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याहिया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अक़्सम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इजाज़त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अबुजाफर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सवाल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करुं।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इजाज़त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तलब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करो।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याहिया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रुख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फिदा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जाऊं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क्या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सवाल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इजाज़त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अगर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चाहते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ज़रूर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सवाल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करो।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याहिया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फिदा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जाऊ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शख्स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ऐहराम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हालत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शिकार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हुक्म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मसअले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मुख्तलिफ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सूरतें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हरम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शिकार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हरम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बाहर।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उसको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शिकार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हुर्मत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इल्म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जान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बूझ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शिकार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भूले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शिकार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ग़ुलाम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आज़ाद।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lastRenderedPageBreak/>
        <w:t>कमसिन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बालिग़।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पहली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मर्तबा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शिकार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दूसरी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मर्तबा।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शिकार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परिंदा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चीज़।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शिकार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छोटा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बड़ा।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शिकार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अमल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नादिम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दोबारा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इरादा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रखता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शिकार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ऐहराम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उमरा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आलमाना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वज़ाहत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देख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याहिया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बिल्कुल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हैरान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शिकस्त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आजेज़ी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आसार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चेहरे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नुमाया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गए।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ज़बान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लुक़नत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लगी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याहिया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हालत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वाज़ेह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गयी।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शुक्र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इन्तेखाब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निकला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अब्बासीयो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रुख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लगा।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लोग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चीज़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इन्कार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तुम्हे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मालूम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गयी।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इसी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मजलिस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बेटी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शादी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पेशकश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खुत्बा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पढ़ने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दरख्वास्त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कुबूल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युं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खुत्बे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आगाज़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नेमतों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इक़रार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हम्द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खुलूसे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वहदानियत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कलमए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तौहीद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लाइलाहा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इल्ललाह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इक़रार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दुरूद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lastRenderedPageBreak/>
        <w:t>अशरफुल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मखलूक़ात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हज़रत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मुस्तुफा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वा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व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मुन्तखिब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रोज़गार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अहलेबैत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बेशक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बंदो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हलाल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ज़रिये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हराम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नियाज़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शादी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हुक्म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इर्शाद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कुवॉरों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शादी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करो।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सालेह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ग़ुलामों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कनीज़ों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रिश्ते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करो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फक्र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तंगदस्ती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तुम्हे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अन्जाम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रोके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अगर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फक़ीर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होंगे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उन्हे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फज़्ल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ग़नी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करेगा।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बंदों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रोज़ी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बरकत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चीज़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जानने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उसके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जनाब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फातिमा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ज़हरा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महेर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मुताबिक</w:t>
      </w:r>
      <w:r w:rsidRPr="00AF061C">
        <w:rPr>
          <w:cs/>
          <w:lang w:bidi="hi-IN"/>
        </w:rPr>
        <w:t xml:space="preserve"> 500 </w:t>
      </w:r>
      <w:r w:rsidRPr="00AF061C">
        <w:rPr>
          <w:rFonts w:hint="cs"/>
          <w:cs/>
          <w:lang w:bidi="hi-IN"/>
        </w:rPr>
        <w:t>दिरहम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हुए।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मर्ज़ी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ज़ाहिर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लड़की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अक़्द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पढ़ा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कुबूल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फर्माया।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हुक्म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हाज़रीन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कीमती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तोहफे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गए।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दस्तरख्वान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लगाया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लोग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गए।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सिर्फ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क़रीबी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दरबारी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गए।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सूरतें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जवाब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मरहमत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फर्माए।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तफसील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जवाब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मर्हमत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फर्माया।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जवाब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मजलिस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किताबों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मौजूद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>)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जवाब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सुन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बहुत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तारीफ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तक़ाज़ा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याहिया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रुख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सवाल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सकता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हुं।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lastRenderedPageBreak/>
        <w:t>याहिया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शिक्सत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चुका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इलमियत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मरऊब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लगाः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क़ुरबान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जाऊं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मर्ज़ी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अगर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इल्म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होगा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जवाब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दूंगा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वरना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इस्तेफादा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करुँगा।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मर्द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सुब्ह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निगाह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जबकि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निगाह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हराम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सूरज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निकल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हलाल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ज़ोहर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हराम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अस्र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हलाल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ग़ुरूबे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आफताब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हराम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ईशा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हलाल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निस्फे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हराम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सुब्ह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हलाल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बताओ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वजह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क्या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क्युं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हराम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जाती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क्युं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हलाल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जाती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याहिया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क़सम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सबब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मालूम।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अगर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फर्माए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इस्तेफादा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करुंगा।</w:t>
      </w:r>
      <w:r w:rsidRPr="00AF061C">
        <w:rPr>
          <w:cs/>
          <w:lang w:bidi="hi-IN"/>
        </w:rPr>
        <w:t xml:space="preserve"> 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फर्मायाः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शख्स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कनीज़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नामहरम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सुब्ह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निगाह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जबकि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निगाह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हराम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सूरज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निकल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कनीज़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मालिक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खरीद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हलाल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ज़ोहर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कनीज़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आज़ाद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हराम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अस्र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निकाह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हलाल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ग़ुरूबे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lastRenderedPageBreak/>
        <w:t>आफताब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ज़ुहार</w:t>
      </w:r>
      <w:r w:rsidRPr="00AF061C">
        <w:rPr>
          <w:cs/>
          <w:lang w:bidi="hi-IN"/>
        </w:rPr>
        <w:t xml:space="preserve">(1)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हराम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ईशा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ज़ुहार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कफ्फारा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हलाल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गयी।</w:t>
      </w:r>
    </w:p>
    <w:p w:rsidR="00AF061C" w:rsidRPr="00AF061C" w:rsidRDefault="00AF061C" w:rsidP="00EA61F5">
      <w:pPr>
        <w:pStyle w:val="libFootnote0"/>
      </w:pPr>
      <w:r w:rsidRPr="00AF061C">
        <w:rPr>
          <w:cs/>
          <w:lang w:bidi="hi-IN"/>
        </w:rPr>
        <w:t>(1)</w:t>
      </w:r>
      <w:r w:rsidRPr="00AF061C">
        <w:rPr>
          <w:cs/>
          <w:lang w:bidi="hi-IN"/>
        </w:rPr>
        <w:tab/>
      </w:r>
      <w:r w:rsidRPr="00AF061C">
        <w:rPr>
          <w:rFonts w:hint="cs"/>
          <w:cs/>
          <w:lang w:bidi="hi-IN"/>
        </w:rPr>
        <w:t>दीने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इस्लाम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पहले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जाहीलियत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दौर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ज़ुहार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तलाक़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समझा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ज़ुहार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हमेशा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हमेशा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मर्द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हराम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जाती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लेकिन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दीने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इस्लाम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मसअले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बदल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ज़ुहार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हुर्मत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कफ्फारा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सबब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मगर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अब्दी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हुर्मत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बाएस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ज़ुहार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इबारत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जुम्ले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शौहर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ज़ौजा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तुम्हारी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पीठ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मॉ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बहेन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बेटी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अगर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शख्स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ज़ुहार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कफ्फारा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ज़ौजा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हलाल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जाएगी।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मसअले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तफसीरे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तोज़ीहुल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मसाइल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दूसरी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किताबों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मुलाहेज़ा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>)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ताज्जुब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खान्दान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वालो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देखा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मुखातिब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ऐसा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मसअले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जवाब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पहले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सवाल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जवाब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जानता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सब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EA61F5">
      <w:pPr>
        <w:pStyle w:val="libFootnote0"/>
      </w:pP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इर्शादे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मुफीद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299</w:t>
      </w:r>
      <w:r w:rsidRPr="00AF061C">
        <w:t xml:space="preserve">, </w:t>
      </w:r>
      <w:r w:rsidRPr="00AF061C">
        <w:rPr>
          <w:rFonts w:hint="cs"/>
          <w:cs/>
          <w:lang w:bidi="hi-IN"/>
        </w:rPr>
        <w:t>तफसीरे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क़ुम्मी</w:t>
      </w:r>
      <w:r w:rsidRPr="00AF061C">
        <w:t xml:space="preserve">,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169</w:t>
      </w:r>
      <w:r w:rsidRPr="00AF061C">
        <w:t xml:space="preserve">, </w:t>
      </w:r>
      <w:r w:rsidRPr="00AF061C">
        <w:rPr>
          <w:rFonts w:hint="cs"/>
          <w:cs/>
          <w:lang w:bidi="hi-IN"/>
        </w:rPr>
        <w:t>ऐहतजाजे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तबरसी</w:t>
      </w:r>
      <w:r w:rsidRPr="00AF061C">
        <w:t xml:space="preserve">,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245</w:t>
      </w:r>
      <w:r w:rsidRPr="00AF061C">
        <w:t xml:space="preserve">, </w:t>
      </w:r>
      <w:r w:rsidRPr="00AF061C">
        <w:rPr>
          <w:rFonts w:hint="cs"/>
          <w:cs/>
          <w:lang w:bidi="hi-IN"/>
        </w:rPr>
        <w:t>बिहारुल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अनवार</w:t>
      </w:r>
      <w:r w:rsidRPr="00AF061C">
        <w:t xml:space="preserve">, </w:t>
      </w:r>
      <w:r w:rsidRPr="00AF061C">
        <w:rPr>
          <w:rFonts w:hint="cs"/>
          <w:cs/>
          <w:lang w:bidi="hi-IN"/>
        </w:rPr>
        <w:t>जिल्द</w:t>
      </w:r>
      <w:r w:rsidRPr="00AF061C">
        <w:rPr>
          <w:cs/>
          <w:lang w:bidi="hi-IN"/>
        </w:rPr>
        <w:t xml:space="preserve"> 50</w:t>
      </w:r>
      <w:r w:rsidRPr="00AF061C">
        <w:t xml:space="preserve">,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74</w:t>
      </w:r>
      <w:r w:rsidRPr="00AF061C">
        <w:t xml:space="preserve">, </w:t>
      </w:r>
      <w:r w:rsidRPr="00AF061C">
        <w:rPr>
          <w:rFonts w:hint="cs"/>
          <w:cs/>
          <w:lang w:bidi="hi-IN"/>
        </w:rPr>
        <w:t>इखतिसार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साथ।</w:t>
      </w:r>
      <w:r w:rsidRPr="00AF061C">
        <w:rPr>
          <w:cs/>
          <w:lang w:bidi="hi-IN"/>
        </w:rPr>
        <w:t>)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क़ाबिले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तवज्जोह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ज़ाहिरदारी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फरेबकारी</w:t>
      </w:r>
      <w:r w:rsidRPr="00AF061C">
        <w:t xml:space="preserve">, </w:t>
      </w:r>
      <w:r w:rsidRPr="00AF061C">
        <w:rPr>
          <w:rFonts w:hint="cs"/>
          <w:cs/>
          <w:lang w:bidi="hi-IN"/>
        </w:rPr>
        <w:t>अय्यारी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मक्कारी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रिश्ते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सिर्फ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शादी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मक़सद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सियासत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अलावा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कुछ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शादी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मक़ासिद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हासिल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चाहता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lastRenderedPageBreak/>
        <w:t>(1)</w:t>
      </w:r>
      <w:r w:rsidRPr="00AF061C">
        <w:rPr>
          <w:cs/>
          <w:lang w:bidi="hi-IN"/>
        </w:rPr>
        <w:tab/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घर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बेटी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नक्लो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हरकत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निगाह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रखना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चाहता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सिलसिले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बेटी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ज़िम्मेदारी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खूब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निभाया।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बराबर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जासूसी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तारीख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हक़ीक़त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मुकम्मल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गवाह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t>(2)</w:t>
      </w:r>
      <w:r w:rsidRPr="00AF061C">
        <w:rPr>
          <w:cs/>
          <w:lang w:bidi="hi-IN"/>
        </w:rPr>
        <w:tab/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रिश्ते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मक़सद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ऐशो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नूश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शामिल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उन्हे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खेल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गुनाहों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शरीक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अज़मतो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बुज़ुर्गी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दाग़दार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बुलंदो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मन्ज़ेलत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लोगो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निगाहों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गिरा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दे।</w:t>
      </w:r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t>(3)</w:t>
      </w:r>
      <w:r w:rsidRPr="00AF061C">
        <w:rPr>
          <w:cs/>
          <w:lang w:bidi="hi-IN"/>
        </w:rPr>
        <w:tab/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जितना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लहवो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लअब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खेंचने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कोशिश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उतनी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नाकामी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होती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शादी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सौ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खूबसूरत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कनीज़ों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जिन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बेहतरीन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लिबास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मलबूस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हाथ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जवाहरात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तश्त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आमादा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तशरीफ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लाए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कनीज़े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इस्तकबाल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करें।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कनीज़ो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हिदायत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अमल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लेकिन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रुख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अमल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चीज़ों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बहुत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दूर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lastRenderedPageBreak/>
        <w:t>(4)</w:t>
      </w:r>
      <w:r w:rsidRPr="00AF061C">
        <w:rPr>
          <w:cs/>
          <w:lang w:bidi="hi-IN"/>
        </w:rPr>
        <w:tab/>
      </w:r>
      <w:r w:rsidRPr="00AF061C">
        <w:rPr>
          <w:rFonts w:hint="cs"/>
          <w:cs/>
          <w:lang w:bidi="hi-IN"/>
        </w:rPr>
        <w:t>इसी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जश्न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गाना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गाने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गाने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बजाने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बुलाया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जैसे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गाना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बजाना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शुरु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बुलंद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आवाज़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फर्मायाः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ड़रो।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जुम्ले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इतना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ज़्यादा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मरऊब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संगीत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हाथ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ज़िंदा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गाबजा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सका।</w:t>
      </w:r>
    </w:p>
    <w:p w:rsidR="00AF061C" w:rsidRPr="00AF061C" w:rsidRDefault="00AF061C" w:rsidP="00EA61F5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काफी</w:t>
      </w:r>
      <w:r w:rsidRPr="00AF061C">
        <w:t xml:space="preserve">, </w:t>
      </w:r>
      <w:r w:rsidRPr="00AF061C">
        <w:rPr>
          <w:rFonts w:hint="cs"/>
          <w:cs/>
          <w:lang w:bidi="hi-IN"/>
        </w:rPr>
        <w:t>जिल्द</w:t>
      </w:r>
      <w:r w:rsidRPr="00AF061C">
        <w:rPr>
          <w:cs/>
          <w:lang w:bidi="hi-IN"/>
        </w:rPr>
        <w:t xml:space="preserve"> 1</w:t>
      </w:r>
      <w:r w:rsidRPr="00AF061C">
        <w:t xml:space="preserve">,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494</w:t>
      </w:r>
      <w:r w:rsidRPr="00AF061C">
        <w:t xml:space="preserve">, </w:t>
      </w:r>
      <w:r w:rsidRPr="00AF061C">
        <w:rPr>
          <w:rFonts w:hint="cs"/>
          <w:cs/>
          <w:lang w:bidi="hi-IN"/>
        </w:rPr>
        <w:t>बिहारुल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अनवार</w:t>
      </w:r>
      <w:r w:rsidRPr="00AF061C">
        <w:t xml:space="preserve">, </w:t>
      </w:r>
      <w:r w:rsidRPr="00AF061C">
        <w:rPr>
          <w:rFonts w:hint="cs"/>
          <w:cs/>
          <w:lang w:bidi="hi-IN"/>
        </w:rPr>
        <w:t>जिल्द</w:t>
      </w:r>
      <w:r w:rsidRPr="00AF061C">
        <w:rPr>
          <w:cs/>
          <w:lang w:bidi="hi-IN"/>
        </w:rPr>
        <w:t xml:space="preserve"> 50</w:t>
      </w:r>
      <w:r w:rsidRPr="00AF061C">
        <w:t xml:space="preserve">,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60)</w:t>
      </w:r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t xml:space="preserve">5. </w:t>
      </w:r>
      <w:r w:rsidRPr="00AF061C">
        <w:rPr>
          <w:rFonts w:hint="cs"/>
          <w:cs/>
          <w:lang w:bidi="hi-IN"/>
        </w:rPr>
        <w:t>जैसा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ज़िक्र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चुके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रिश्ते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मक़सद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अलवीयो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क़यामो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इन्केलाब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रोक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खान्दाने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अहलेबैत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दोस्त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चाहने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ज़ाहिर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सके।</w:t>
      </w:r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t xml:space="preserve">6. </w:t>
      </w:r>
      <w:r w:rsidRPr="00AF061C">
        <w:rPr>
          <w:rFonts w:hint="cs"/>
          <w:cs/>
          <w:lang w:bidi="hi-IN"/>
        </w:rPr>
        <w:t>अवाम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फरेबीः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औक़ात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रिश्ता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नस्ल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नवासा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पैग़म्बर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व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व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खान्दान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फर्द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नाना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कहलाऊ।</w:t>
      </w:r>
    </w:p>
    <w:p w:rsidR="00AF061C" w:rsidRPr="00AF061C" w:rsidRDefault="00AF061C" w:rsidP="00EA61F5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तारीखे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याक़ूबी</w:t>
      </w:r>
      <w:r w:rsidRPr="00AF061C">
        <w:t>,</w:t>
      </w:r>
      <w:r w:rsidRPr="00AF061C">
        <w:rPr>
          <w:rFonts w:hint="cs"/>
          <w:cs/>
          <w:lang w:bidi="hi-IN"/>
        </w:rPr>
        <w:t>जिल्द</w:t>
      </w:r>
      <w:r w:rsidRPr="00AF061C">
        <w:rPr>
          <w:cs/>
          <w:lang w:bidi="hi-IN"/>
        </w:rPr>
        <w:t xml:space="preserve"> 2</w:t>
      </w:r>
      <w:r w:rsidRPr="00AF061C">
        <w:t>,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454)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लेकिन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खुशकिस्मती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आरज़ू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पूरी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क्योंकि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बेटी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औलाद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औलाद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जनाब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>)</w:t>
      </w:r>
      <w:r w:rsidRPr="00AF061C">
        <w:t xml:space="preserve">, </w:t>
      </w:r>
      <w:r w:rsidRPr="00AF061C">
        <w:rPr>
          <w:rFonts w:hint="cs"/>
          <w:cs/>
          <w:lang w:bidi="hi-IN"/>
        </w:rPr>
        <w:t>मूसा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मबरका</w:t>
      </w:r>
      <w:r w:rsidRPr="00AF061C">
        <w:t xml:space="preserve">, </w:t>
      </w:r>
      <w:r w:rsidRPr="00AF061C">
        <w:rPr>
          <w:rFonts w:hint="cs"/>
          <w:cs/>
          <w:lang w:bidi="hi-IN"/>
        </w:rPr>
        <w:t>हुसैन</w:t>
      </w:r>
      <w:r w:rsidRPr="00AF061C">
        <w:t xml:space="preserve">, </w:t>
      </w:r>
      <w:r w:rsidRPr="00AF061C">
        <w:rPr>
          <w:rFonts w:hint="cs"/>
          <w:cs/>
          <w:lang w:bidi="hi-IN"/>
        </w:rPr>
        <w:t>इमरान</w:t>
      </w:r>
      <w:r w:rsidRPr="00AF061C">
        <w:t xml:space="preserve">, </w:t>
      </w:r>
      <w:r w:rsidRPr="00AF061C">
        <w:rPr>
          <w:rFonts w:hint="cs"/>
          <w:cs/>
          <w:lang w:bidi="hi-IN"/>
        </w:rPr>
        <w:t>फातिमा</w:t>
      </w:r>
      <w:r w:rsidRPr="00AF061C">
        <w:t xml:space="preserve">, </w:t>
      </w:r>
      <w:r w:rsidRPr="00AF061C">
        <w:rPr>
          <w:rFonts w:hint="cs"/>
          <w:cs/>
          <w:lang w:bidi="hi-IN"/>
        </w:rPr>
        <w:t>खदीजा</w:t>
      </w:r>
      <w:r w:rsidRPr="00AF061C">
        <w:t xml:space="preserve">, </w:t>
      </w:r>
      <w:r w:rsidRPr="00AF061C">
        <w:rPr>
          <w:rFonts w:hint="cs"/>
          <w:cs/>
          <w:lang w:bidi="hi-IN"/>
        </w:rPr>
        <w:t>उम्मे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कुलसूम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हकीमा।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औलादें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दूसरी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ज़ौजा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समाना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मग़रबिया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</w:p>
    <w:p w:rsidR="00AF061C" w:rsidRPr="00AF061C" w:rsidRDefault="00AF061C" w:rsidP="00EA61F5">
      <w:pPr>
        <w:pStyle w:val="libFootnote0"/>
      </w:pPr>
      <w:r w:rsidRPr="00AF061C">
        <w:rPr>
          <w:cs/>
          <w:lang w:bidi="hi-IN"/>
        </w:rPr>
        <w:lastRenderedPageBreak/>
        <w:t>((</w:t>
      </w:r>
      <w:r w:rsidRPr="00AF061C">
        <w:rPr>
          <w:rFonts w:hint="cs"/>
          <w:cs/>
          <w:lang w:bidi="hi-IN"/>
        </w:rPr>
        <w:t>मुन्तहल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आमाल</w:t>
      </w:r>
      <w:r w:rsidRPr="00AF061C">
        <w:t>,</w:t>
      </w:r>
      <w:r w:rsidRPr="00AF061C">
        <w:rPr>
          <w:rFonts w:hint="cs"/>
          <w:cs/>
          <w:lang w:bidi="hi-IN"/>
        </w:rPr>
        <w:t>जिल्द</w:t>
      </w:r>
      <w:r w:rsidRPr="00AF061C">
        <w:rPr>
          <w:cs/>
          <w:lang w:bidi="hi-IN"/>
        </w:rPr>
        <w:t xml:space="preserve"> 2</w:t>
      </w:r>
      <w:r w:rsidRPr="00AF061C">
        <w:t>,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253</w:t>
      </w:r>
      <w:r w:rsidRPr="00AF061C">
        <w:t xml:space="preserve">, </w:t>
      </w:r>
      <w:r w:rsidRPr="00AF061C">
        <w:rPr>
          <w:rFonts w:hint="cs"/>
          <w:cs/>
          <w:lang w:bidi="hi-IN"/>
        </w:rPr>
        <w:t>तोहफतुल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अज़्हार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मुताबिक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मोहद्दिस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क़ुम्मी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किताब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सफे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तहरीर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फर्माते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तारीखे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क़ुम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ज़ाहिर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होती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ज़ैनब</w:t>
      </w:r>
      <w:r w:rsidRPr="00AF061C">
        <w:t xml:space="preserve">, </w:t>
      </w:r>
      <w:r w:rsidRPr="00AF061C">
        <w:rPr>
          <w:rFonts w:hint="cs"/>
          <w:cs/>
          <w:lang w:bidi="hi-IN"/>
        </w:rPr>
        <w:t>उम्मे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मैमूना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बेटिया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जनाब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शैख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मुफीद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बेटियों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सिलसिले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ज़िक्र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>))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इन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बातों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अलावा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सिर्फ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सियासी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मक़ासिद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रिश्ते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इतना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ज़ोर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रिश्ता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गरचे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दुनियावी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आसाईशो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भरपूर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t xml:space="preserve">, </w:t>
      </w:r>
      <w:r w:rsidRPr="00AF061C">
        <w:rPr>
          <w:rFonts w:hint="cs"/>
          <w:cs/>
          <w:lang w:bidi="hi-IN"/>
        </w:rPr>
        <w:t>लेकिन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आबाओ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अजदाद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दुनिया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रंगीनियों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बिल्कुल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बेज़ार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बल्कि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साथ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ज़िन्दगी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बसर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सख्त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नागवार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हुसैन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मकारी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बग़दाद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खिदमत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हाज़िर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हुआ।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सहन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देखा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ज़हन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ख्याल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इतनी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आसाईशों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मदीना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वापस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जाएगे।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थोड़ी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झुकाया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उठाया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चेहरा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रंजो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ग़म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ज़र्द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फर्मायाः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ऐ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हुसैन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रसूले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व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व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हरम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जौ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रोटी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नमक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ज़िन्दगी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ज़्यादा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पसंद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EA61F5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खराएज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रावंदी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208</w:t>
      </w:r>
      <w:r w:rsidRPr="00AF061C">
        <w:t xml:space="preserve">, </w:t>
      </w:r>
      <w:r w:rsidRPr="00AF061C">
        <w:rPr>
          <w:rFonts w:hint="cs"/>
          <w:cs/>
          <w:lang w:bidi="hi-IN"/>
        </w:rPr>
        <w:t>बिहारुल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अनवार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जिल्द</w:t>
      </w:r>
      <w:r w:rsidRPr="00AF061C">
        <w:rPr>
          <w:cs/>
          <w:lang w:bidi="hi-IN"/>
        </w:rPr>
        <w:t xml:space="preserve"> 50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48)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EA61F5">
      <w:pPr>
        <w:pStyle w:val="Heading1"/>
      </w:pPr>
      <w:bookmarkStart w:id="15" w:name="_Toc446866291"/>
      <w:r w:rsidRPr="00AF061C">
        <w:rPr>
          <w:rFonts w:hint="cs"/>
          <w:cs/>
          <w:lang w:bidi="hi-IN"/>
        </w:rPr>
        <w:lastRenderedPageBreak/>
        <w:t>शहादते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>)</w:t>
      </w:r>
      <w:bookmarkEnd w:id="15"/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t xml:space="preserve">218 </w:t>
      </w:r>
      <w:r w:rsidRPr="00AF061C">
        <w:rPr>
          <w:rFonts w:hint="cs"/>
          <w:cs/>
          <w:lang w:bidi="hi-IN"/>
        </w:rPr>
        <w:t>हिजरी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साथ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मामून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भाई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मोतसिम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जानशीन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हुआ।</w:t>
      </w:r>
      <w:r w:rsidRPr="00AF061C">
        <w:rPr>
          <w:cs/>
          <w:lang w:bidi="hi-IN"/>
        </w:rPr>
        <w:t xml:space="preserve"> 220 </w:t>
      </w:r>
      <w:r w:rsidRPr="00AF061C">
        <w:rPr>
          <w:rFonts w:hint="cs"/>
          <w:cs/>
          <w:lang w:bidi="hi-IN"/>
        </w:rPr>
        <w:t>हिजरी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मोतसिम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बग़दाद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बुलाया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नज़्दीक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नज़र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रख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सके।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गुज़िश्ता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सफहात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चोर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हाथ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काटे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वाक़ेआ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नक्ल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चुके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शरीक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क़ाज़ी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बग़दाद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इब्ने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दाऊद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दूसरों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क्या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शर्मिन्दगी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पड़ी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वाकेए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चन्द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रोज़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इब्ने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दाऊद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हसद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मोतसिम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पहुँचा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कहाः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तुम्हारी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भलाई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चाहता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चन्द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रोज़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पहले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वाकेआ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तुम्हारी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हुकूमत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हक़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क्योंकि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बज़्म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जिसमे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बड़े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बड़े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उलामा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मुल्क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शख्सियतें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मौजूद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थीं</w:t>
      </w:r>
      <w:r w:rsidRPr="00AF061C">
        <w:t xml:space="preserve">, </w:t>
      </w:r>
      <w:r w:rsidRPr="00AF061C">
        <w:rPr>
          <w:rFonts w:hint="cs"/>
          <w:cs/>
          <w:lang w:bidi="hi-IN"/>
        </w:rPr>
        <w:t>अबु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जाफर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फतवे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फतवे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फौकियत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तुम्हे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मालूम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चाहिए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मुल्क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आधे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अवामी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लोग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उन्हे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खिलाफत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हक़दार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तुम्हे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ग़ासिब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समझते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खबर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अवाम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फैल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शियों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मज़बूत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दलील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मिल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मोतसिम</w:t>
      </w:r>
      <w:r w:rsidRPr="00AF061C">
        <w:t xml:space="preserve">, </w:t>
      </w:r>
      <w:r w:rsidRPr="00AF061C">
        <w:rPr>
          <w:rFonts w:hint="cs"/>
          <w:cs/>
          <w:lang w:bidi="hi-IN"/>
        </w:rPr>
        <w:t>जिसमे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दुश्मनीये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जरासीम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मौजूद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सुन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भ़ड़क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उठा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कत्ल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दरपे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आखिरकार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lastRenderedPageBreak/>
        <w:t>इरादे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मुकम्मल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दिखाया।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ज़ीक़ाद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आखरी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तारीख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शहीद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आपका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जसदे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अतहर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बुज़ुर्गवार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हज़रत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मूसा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काज़िम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पहलू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बग़दाद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दफ्न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गया।</w:t>
      </w:r>
    </w:p>
    <w:p w:rsidR="00AF061C" w:rsidRPr="00AF061C" w:rsidRDefault="00AF061C" w:rsidP="00EA61F5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इर्शादे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मुफीद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307</w:t>
      </w:r>
      <w:r w:rsidRPr="00AF061C">
        <w:t xml:space="preserve">, </w:t>
      </w:r>
      <w:r w:rsidRPr="00AF061C">
        <w:rPr>
          <w:rFonts w:hint="cs"/>
          <w:cs/>
          <w:lang w:bidi="hi-IN"/>
        </w:rPr>
        <w:t>इएलामुल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338</w:t>
      </w:r>
      <w:r w:rsidRPr="00AF061C">
        <w:t xml:space="preserve">, </w:t>
      </w:r>
      <w:r w:rsidRPr="00AF061C">
        <w:rPr>
          <w:rFonts w:hint="cs"/>
          <w:cs/>
          <w:lang w:bidi="hi-IN"/>
        </w:rPr>
        <w:t>बिहारुल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अनवार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जिल्द</w:t>
      </w:r>
      <w:r w:rsidRPr="00AF061C">
        <w:rPr>
          <w:cs/>
          <w:lang w:bidi="hi-IN"/>
        </w:rPr>
        <w:t xml:space="preserve"> 50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6</w:t>
      </w:r>
      <w:r w:rsidRPr="00AF061C">
        <w:t xml:space="preserve">, </w:t>
      </w:r>
      <w:r w:rsidRPr="00AF061C">
        <w:rPr>
          <w:rFonts w:hint="cs"/>
          <w:cs/>
          <w:lang w:bidi="hi-IN"/>
        </w:rPr>
        <w:t>मुन्तही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अमाल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जिल्द</w:t>
      </w:r>
      <w:r w:rsidRPr="00AF061C">
        <w:rPr>
          <w:cs/>
          <w:lang w:bidi="hi-IN"/>
        </w:rPr>
        <w:t xml:space="preserve"> 2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234</w:t>
      </w:r>
      <w:r w:rsidRPr="00AF061C">
        <w:t>, (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शहादत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रोज़े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शहादत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अकवाल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जिन्का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ज़िक्र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>)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दुरूद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तय्यबो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ताहिर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आबाओ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अजदाद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दोनो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रौज़ा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काज़मैन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मौजूद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मुद्दतों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चाहने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वालों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ज़ियारत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गाह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EA61F5">
      <w:pPr>
        <w:pStyle w:val="Heading1"/>
      </w:pPr>
      <w:bookmarkStart w:id="16" w:name="_Toc446866292"/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शागिर्द</w:t>
      </w:r>
      <w:bookmarkEnd w:id="16"/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पैग़म्बरे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इस्लाम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व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व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हमारे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आइम्मा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अलैहिमुस्सलाम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लोगों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तालीमो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तर्बियत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हमेशा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कोशीश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आइम्मा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अलैहिमुस्सलाम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तरीकाऐ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तालीम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तरबियत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तालीमी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तरबियती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इदारो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सरगर्मियों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क्यास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सकता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तालीमी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इदारे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औक़ात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तालीम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बकीया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औकात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मोअत्तल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लेकिन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आइम्मा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अलैहेमुस्सलाम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तालीमो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तरबियत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मोअय्यन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आइम्मा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अलैहिमुस्सलाम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lastRenderedPageBreak/>
        <w:t>लोगों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तालीमो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तरबियत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मसरूफ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आइम्मा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अलैहिमुस्सलाम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गोशा</w:t>
      </w:r>
      <w:r w:rsidRPr="00AF061C">
        <w:t xml:space="preserve">, </w:t>
      </w:r>
      <w:r w:rsidRPr="00AF061C">
        <w:rPr>
          <w:rFonts w:hint="cs"/>
          <w:cs/>
          <w:lang w:bidi="hi-IN"/>
        </w:rPr>
        <w:t>उन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रफ्तारो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गुफ्तार</w:t>
      </w:r>
      <w:r w:rsidRPr="00AF061C">
        <w:t xml:space="preserve">, </w:t>
      </w:r>
      <w:r w:rsidRPr="00AF061C">
        <w:rPr>
          <w:rFonts w:hint="cs"/>
          <w:cs/>
          <w:lang w:bidi="hi-IN"/>
        </w:rPr>
        <w:t>अवाम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तर्बियत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बेहतरीन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ज़रिया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मुलाक़ात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शरफ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हासिल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आइम्मा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किरदार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फायदा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हासिल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मजलिस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कुछ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कुछ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उठता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अगर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सवाल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चाहता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जवाब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वाज़ेह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मदरसा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दुनिया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मौजूद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मदरसा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सिर्फ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अम्बिया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अलैहेमुस्सलाम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ज़िन्दगी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मिलता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ज़ाहिर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मदरसे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असारात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फायदे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नताएज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बहुत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ज़्यादा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ताज्जुब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खैज़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अब्बास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खलीफा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जानते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अगर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अवाम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मदरसा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खुसूसियात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इल्म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मुतावज्जेह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</w:t>
      </w:r>
      <w:r w:rsidR="00EA61F5">
        <w:rPr>
          <w:rFonts w:hint="cs"/>
          <w:cs/>
          <w:lang w:bidi="hi-IN"/>
        </w:rPr>
        <w:t>-</w:t>
      </w:r>
      <w:r w:rsidRPr="00AF061C">
        <w:rPr>
          <w:rFonts w:hint="cs"/>
          <w:cs/>
          <w:lang w:bidi="hi-IN"/>
        </w:rPr>
        <w:t>बखुद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आइम्मा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अलैह</w:t>
      </w:r>
      <w:r w:rsidR="00EA61F5">
        <w:rPr>
          <w:rFonts w:hint="cs"/>
          <w:cs/>
          <w:lang w:bidi="hi-IN"/>
        </w:rPr>
        <w:t>ि</w:t>
      </w:r>
      <w:r w:rsidRPr="00AF061C">
        <w:rPr>
          <w:rFonts w:hint="cs"/>
          <w:cs/>
          <w:lang w:bidi="hi-IN"/>
        </w:rPr>
        <w:t>मुस्सलाम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खिंचते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जाएगे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सूरत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ग़ासिबों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हुकूमत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खतरो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दो</w:t>
      </w:r>
      <w:r w:rsidRPr="00AF061C">
        <w:rPr>
          <w:cs/>
          <w:lang w:bidi="hi-IN"/>
        </w:rPr>
        <w:t>-</w:t>
      </w:r>
      <w:r w:rsidRPr="00AF061C">
        <w:rPr>
          <w:rFonts w:hint="cs"/>
          <w:cs/>
          <w:lang w:bidi="hi-IN"/>
        </w:rPr>
        <w:t>चार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जाएगी।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खलीफा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हमेशा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कोशिश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अवाम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आइम्मा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अलैहेमुस्सलाम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दूर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रखा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उन्हे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नज़्दीक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जाए।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सिर्फ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बाक़िर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ज़माने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उमर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अब्दुल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अज़ीज़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हुकूमत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जाफर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सादिक़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इब्तेदाई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दौर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उमय्या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अब्बास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लड़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अब्बास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ताज़ा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ताज़ा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हुकूमत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हासिल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हुकूमत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मुस्तहकम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अवाम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इतना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मिल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lastRenderedPageBreak/>
        <w:t>आज़ादी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अहलेबैत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इस्तेफादा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सकें।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लेहाज़ा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देखते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मुख्तसर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मुद्दत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शागिर्दों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रावियों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तादाद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हज़ार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पहुंच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गयी।</w:t>
      </w:r>
      <w:r w:rsidRPr="00AF061C">
        <w:rPr>
          <w:cs/>
          <w:lang w:bidi="hi-IN"/>
        </w:rPr>
        <w:t xml:space="preserve"> </w:t>
      </w:r>
    </w:p>
    <w:p w:rsidR="00AF061C" w:rsidRPr="00A20458" w:rsidRDefault="00AF061C" w:rsidP="00A20458">
      <w:pPr>
        <w:pStyle w:val="libFootnote0"/>
      </w:pPr>
      <w:r w:rsidRPr="00A20458">
        <w:rPr>
          <w:cs/>
        </w:rPr>
        <w:t>(</w:t>
      </w:r>
      <w:r w:rsidRPr="00A20458">
        <w:rPr>
          <w:rFonts w:hint="cs"/>
          <w:cs/>
        </w:rPr>
        <w:t>रेजाल</w:t>
      </w:r>
      <w:r w:rsidRPr="00A20458">
        <w:rPr>
          <w:cs/>
        </w:rPr>
        <w:t xml:space="preserve"> </w:t>
      </w:r>
      <w:r w:rsidRPr="00A20458">
        <w:rPr>
          <w:rFonts w:hint="cs"/>
          <w:cs/>
        </w:rPr>
        <w:t>शैख</w:t>
      </w:r>
      <w:r w:rsidRPr="00A20458">
        <w:rPr>
          <w:cs/>
        </w:rPr>
        <w:t xml:space="preserve"> </w:t>
      </w:r>
      <w:r w:rsidRPr="00A20458">
        <w:rPr>
          <w:rFonts w:hint="cs"/>
          <w:cs/>
        </w:rPr>
        <w:t>तूसी</w:t>
      </w:r>
      <w:r w:rsidRPr="00A20458">
        <w:t xml:space="preserve">, </w:t>
      </w:r>
      <w:r w:rsidRPr="00A20458">
        <w:rPr>
          <w:rFonts w:hint="cs"/>
          <w:cs/>
        </w:rPr>
        <w:t>पेज</w:t>
      </w:r>
      <w:r w:rsidRPr="00A20458">
        <w:rPr>
          <w:cs/>
        </w:rPr>
        <w:t xml:space="preserve"> </w:t>
      </w:r>
      <w:r w:rsidRPr="00A20458">
        <w:rPr>
          <w:rFonts w:hint="cs"/>
          <w:cs/>
        </w:rPr>
        <w:t>न</w:t>
      </w:r>
      <w:r w:rsidRPr="00A20458">
        <w:rPr>
          <w:cs/>
        </w:rPr>
        <w:t>. 142</w:t>
      </w:r>
      <w:r w:rsidRPr="00A20458">
        <w:t xml:space="preserve">, </w:t>
      </w:r>
      <w:r w:rsidRPr="00A20458">
        <w:rPr>
          <w:cs/>
        </w:rPr>
        <w:t>342)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लेकिन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अलावा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बक़िया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आइम्मा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ज़मानो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शागिर्दों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तादाद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बहुत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नज़र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आती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मसलन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शागिर्दों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रावियों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तादाद</w:t>
      </w:r>
      <w:r w:rsidRPr="00AF061C">
        <w:rPr>
          <w:cs/>
          <w:lang w:bidi="hi-IN"/>
        </w:rPr>
        <w:t xml:space="preserve"> 110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20458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रेजाल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शैख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तूसी</w:t>
      </w:r>
      <w:r w:rsidRPr="00AF061C">
        <w:t xml:space="preserve">,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397</w:t>
      </w:r>
      <w:r w:rsidRPr="00AF061C">
        <w:t xml:space="preserve">, </w:t>
      </w:r>
      <w:r w:rsidRPr="00AF061C">
        <w:rPr>
          <w:cs/>
          <w:lang w:bidi="hi-IN"/>
        </w:rPr>
        <w:t>409)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इससे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चलता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दौर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अवाम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कितना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दूर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रखा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लेकिन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मुख्तसर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तादाद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नुमाया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अफराद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नज़र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नमूने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तौर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चन्द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ज़िक्र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हैः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A20458">
      <w:pPr>
        <w:pStyle w:val="Heading2"/>
      </w:pPr>
      <w:bookmarkStart w:id="17" w:name="_Toc446866293"/>
      <w:r w:rsidRPr="00AF061C">
        <w:rPr>
          <w:rFonts w:hint="cs"/>
          <w:cs/>
          <w:lang w:bidi="hi-IN"/>
        </w:rPr>
        <w:t>अली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महज़ियार</w:t>
      </w:r>
      <w:bookmarkEnd w:id="17"/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असहाबे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वकील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शुमार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असहाब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बहुत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ज़्यादा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इबादत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</w:t>
      </w:r>
      <w:r w:rsidRPr="00AF061C">
        <w:t xml:space="preserve">, </w:t>
      </w:r>
      <w:r w:rsidRPr="00AF061C">
        <w:rPr>
          <w:rFonts w:hint="cs"/>
          <w:cs/>
          <w:lang w:bidi="hi-IN"/>
        </w:rPr>
        <w:t>सजदे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पूरी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पेशानी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घट्टे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पड़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तोलूवे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आफताब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सजदे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रखते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हज़ार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मोमिनो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दुआ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उठाते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दुआ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lastRenderedPageBreak/>
        <w:t>अली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महज़ियार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अहवाज़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</w:t>
      </w:r>
      <w:r w:rsidRPr="00AF061C">
        <w:t xml:space="preserve">,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30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ज़्यादा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किताबें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लिखी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ईमानो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अमल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बुलन्द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मर्तबे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फाएज़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मर्तबा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कद्रदानी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लिखाः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बिसमिल्ला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हिर्रहमा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निर्रहीम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ऐ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तुम्हे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बेहतरीन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अज्र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फर्माए</w:t>
      </w:r>
      <w:r w:rsidRPr="00AF061C">
        <w:t xml:space="preserve">, </w:t>
      </w:r>
      <w:r w:rsidRPr="00AF061C">
        <w:rPr>
          <w:rFonts w:hint="cs"/>
          <w:cs/>
          <w:lang w:bidi="hi-IN"/>
        </w:rPr>
        <w:t>बहिश्त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तुम्हे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जगह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दुनियाओ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आखेरत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रुसवाई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महफूज़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रखे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आखेरत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हमारे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साथ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तुम्हे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महशूर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ऐ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तुम्हे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उमूर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खैर</w:t>
      </w:r>
      <w:r w:rsidRPr="00AF061C">
        <w:t xml:space="preserve">, </w:t>
      </w:r>
      <w:r w:rsidRPr="00AF061C">
        <w:rPr>
          <w:rFonts w:hint="cs"/>
          <w:cs/>
          <w:lang w:bidi="hi-IN"/>
        </w:rPr>
        <w:t>इताअत</w:t>
      </w:r>
      <w:r w:rsidRPr="00AF061C">
        <w:t xml:space="preserve">, </w:t>
      </w:r>
      <w:r w:rsidRPr="00AF061C">
        <w:rPr>
          <w:rFonts w:hint="cs"/>
          <w:cs/>
          <w:lang w:bidi="hi-IN"/>
        </w:rPr>
        <w:t>एहतराम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वाजेबात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अदाएगी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सिलसिले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आज़माया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हक़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बजानिब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तुम्हारा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जैसा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पाया।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वंदे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आलम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बहिश्ते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फिरदोस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तुम्हारा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अज्र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मालूम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गर्मियों</w:t>
      </w:r>
      <w:r w:rsidRPr="00AF061C">
        <w:t xml:space="preserve">, </w:t>
      </w:r>
      <w:r w:rsidRPr="00AF061C">
        <w:rPr>
          <w:rFonts w:hint="cs"/>
          <w:cs/>
          <w:lang w:bidi="hi-IN"/>
        </w:rPr>
        <w:t>सर्दियों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क्या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क्या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खिदमत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अन्जाम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दुआ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हूं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रोज़े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कयामत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लोग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होंगे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रहमते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तुम्हारे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शामिले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दूसरे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तुम्हे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देख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रश्क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करें।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बेशक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दुआओ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सुनने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20458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ग़ैबत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शैख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तूसी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225</w:t>
      </w:r>
      <w:r w:rsidRPr="00AF061C">
        <w:t xml:space="preserve">, </w:t>
      </w:r>
      <w:r w:rsidRPr="00AF061C">
        <w:rPr>
          <w:rFonts w:hint="cs"/>
          <w:cs/>
          <w:lang w:bidi="hi-IN"/>
        </w:rPr>
        <w:t>बिहारुल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अनवार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जिल्द</w:t>
      </w:r>
      <w:r w:rsidRPr="00AF061C">
        <w:rPr>
          <w:cs/>
          <w:lang w:bidi="hi-IN"/>
        </w:rPr>
        <w:t xml:space="preserve"> 50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105)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A20458">
      <w:pPr>
        <w:pStyle w:val="Heading2"/>
      </w:pPr>
      <w:bookmarkStart w:id="18" w:name="_Toc446866294"/>
      <w:r w:rsidRPr="00AF061C">
        <w:rPr>
          <w:rFonts w:hint="cs"/>
          <w:cs/>
          <w:lang w:bidi="hi-IN"/>
        </w:rPr>
        <w:lastRenderedPageBreak/>
        <w:t>अहमद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नस्र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बरनती</w:t>
      </w:r>
      <w:bookmarkEnd w:id="18"/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कूफे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असहाबे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दोनो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नज़्दीक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अज़ीम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मन्ज़ेलत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रखते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</w:t>
      </w:r>
      <w:r w:rsidRPr="00AF061C">
        <w:t xml:space="preserve">, </w:t>
      </w:r>
      <w:r w:rsidRPr="00AF061C">
        <w:rPr>
          <w:rFonts w:hint="cs"/>
          <w:cs/>
          <w:lang w:bidi="hi-IN"/>
        </w:rPr>
        <w:t>आपने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बहुत</w:t>
      </w:r>
      <w:r w:rsidRPr="00AF061C">
        <w:rPr>
          <w:cs/>
          <w:lang w:bidi="hi-IN"/>
        </w:rPr>
        <w:t>-</w:t>
      </w:r>
      <w:r w:rsidRPr="00AF061C">
        <w:rPr>
          <w:rFonts w:hint="cs"/>
          <w:cs/>
          <w:lang w:bidi="hi-IN"/>
        </w:rPr>
        <w:t>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किताबें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तहरीर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जिनमे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किताब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जामेआ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ओलामा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नज़्दीक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फिक्ही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बसीरत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मशहूर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फोक़्हा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नज़रयात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एहतरामो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इज़्ज़त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निगाह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देखते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</w:p>
    <w:p w:rsidR="00AF061C" w:rsidRPr="00AF061C" w:rsidRDefault="00AF061C" w:rsidP="00A20458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मोअज्जिम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रेजाल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हदीस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जिल्द</w:t>
      </w:r>
      <w:r w:rsidRPr="00AF061C">
        <w:rPr>
          <w:cs/>
          <w:lang w:bidi="hi-IN"/>
        </w:rPr>
        <w:t xml:space="preserve"> 2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 xml:space="preserve">. 237 </w:t>
      </w:r>
      <w:r w:rsidRPr="00AF061C">
        <w:rPr>
          <w:rFonts w:hint="cs"/>
          <w:cs/>
          <w:lang w:bidi="hi-IN"/>
        </w:rPr>
        <w:t>वा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रेजाल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कशी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558)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आदमियों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खिदमत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शरफयाब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लोगो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इज़्ज़तो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एहतराम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नवाज़ा।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A20458">
      <w:pPr>
        <w:pStyle w:val="Heading2"/>
      </w:pPr>
      <w:bookmarkStart w:id="19" w:name="_Toc446866295"/>
      <w:r w:rsidRPr="00AF061C">
        <w:rPr>
          <w:rFonts w:hint="cs"/>
          <w:cs/>
          <w:lang w:bidi="hi-IN"/>
        </w:rPr>
        <w:t>ज़करया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आदम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कुम्मी</w:t>
      </w:r>
      <w:bookmarkEnd w:id="19"/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शहरे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क़ुम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मज़ार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मौजूद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असहाब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दुआ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फर्मायी।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बावफा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असहाब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शुमार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20458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रजाल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कशी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503)</w:t>
      </w:r>
    </w:p>
    <w:p w:rsidR="00A20458" w:rsidRDefault="00A20458" w:rsidP="00AF061C">
      <w:pPr>
        <w:pStyle w:val="libNormal"/>
        <w:rPr>
          <w:lang w:bidi="hi-IN"/>
        </w:rPr>
      </w:pP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lastRenderedPageBreak/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मर्तबा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खिदमत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हाज़िर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हुए।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सुब्ह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बातें</w:t>
      </w:r>
      <w:r w:rsidRPr="00AF061C">
        <w:rPr>
          <w:cs/>
          <w:lang w:bidi="hi-IN"/>
        </w:rPr>
        <w:t xml:space="preserve"> </w:t>
      </w:r>
      <w:r w:rsidR="00A20458">
        <w:rPr>
          <w:rFonts w:hint="cs"/>
          <w:cs/>
          <w:lang w:bidi="hi-IN"/>
        </w:rPr>
        <w:t>की</w:t>
      </w:r>
      <w:r w:rsidR="00A20458" w:rsidRPr="00A20458">
        <w:rPr>
          <w:rFonts w:hint="cs"/>
          <w:cs/>
        </w:rPr>
        <w:t xml:space="preserve">।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शख्स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दर्याफ्त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दूर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हूं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खिदमत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हाज़िर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सकता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हूं।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दीनी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एहकाम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किससे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दर्याफ्त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करुं।</w:t>
      </w:r>
    </w:p>
    <w:p w:rsidR="00AF061C" w:rsidRPr="00AF061C" w:rsidRDefault="00AF061C" w:rsidP="00A20458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मुन्तहल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आमाल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सवानेह</w:t>
      </w:r>
      <w:r w:rsidRPr="00AF061C">
        <w:rPr>
          <w:cs/>
          <w:lang w:bidi="hi-IN"/>
        </w:rPr>
        <w:t xml:space="preserve"> </w:t>
      </w:r>
      <w:r w:rsidR="00A20458">
        <w:rPr>
          <w:rFonts w:hint="cs"/>
          <w:cs/>
          <w:lang w:bidi="hi-IN"/>
        </w:rPr>
        <w:t>उमरी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85)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फर्मायाः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ज़कर्या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आदम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दीनी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अहकाम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हासिल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करो।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दीनो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दुनिया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अमीन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20458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रिजाल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कशी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595)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A20458">
      <w:pPr>
        <w:pStyle w:val="Heading2"/>
      </w:pPr>
      <w:bookmarkStart w:id="20" w:name="_Toc446866296"/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इस्माईल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बज़ी</w:t>
      </w:r>
      <w:bookmarkEnd w:id="20"/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मूसा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काज़िम</w:t>
      </w:r>
      <w:r w:rsidRPr="00AF061C">
        <w:t xml:space="preserve">,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अलैहिमुस्सलाम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असहाब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ओलामा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नज़्दीक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मोअर्रिद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एतमाद</w:t>
      </w:r>
      <w:r w:rsidRPr="00AF061C">
        <w:t>,</w:t>
      </w:r>
      <w:r w:rsidRPr="00AF061C">
        <w:rPr>
          <w:rFonts w:hint="cs"/>
          <w:cs/>
          <w:lang w:bidi="hi-IN"/>
        </w:rPr>
        <w:t>बुलंद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किरदार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इबादत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गुज़ार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मोतदिद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किताबें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तहरीर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अब्बास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दरबार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थे।</w:t>
      </w:r>
    </w:p>
    <w:p w:rsidR="00AF061C" w:rsidRPr="00AF061C" w:rsidRDefault="00AF061C" w:rsidP="00A20458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रिजाले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नजाशी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254)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सिलसिले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फर्मायाः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सितमगारों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दरबार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ऐसे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बंदे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मुअय्यन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ज़रीये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दलील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हुज्जत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ज़ाहिर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उन्हे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शहरों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ताकत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lastRenderedPageBreak/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ज़रीये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दोस्तो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सितमगारों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ज़ुल्मो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जौर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महफूज़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रखे।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मुसलमानो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मामलात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इस्लाह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ऐसे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लोग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हवादिस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खतरात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साहेबाने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ईमान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पनाहगाह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हमारे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परेशान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रुख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मुश्किलात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तलब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ऐसे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अफराद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ज़रिये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मोमिनो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खौफ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महफूज़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रखता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लोग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हक़ीकी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मोमिन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ज़मीन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अमीन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नूर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क़यामत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नूरानी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होगी।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क़सम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बहिश्त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बहिश्त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नेमतें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इन्हें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मुबारक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हों।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फर्मायाः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चाहे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मक़ामात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हासिल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सकता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इस्माईल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अर्ज़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क़ुर्बान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जाऊ।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हासिल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सकता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हूं।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फर्मायाः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सितमगारों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साथ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हमारे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शियों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करे।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यानी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ओहदा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मनसब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मकसद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मोमिनो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ज़ुल्मो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सितम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दूर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हो।</w:t>
      </w:r>
      <w:r w:rsidRPr="00AF061C">
        <w:rPr>
          <w:cs/>
          <w:lang w:bidi="hi-IN"/>
        </w:rPr>
        <w:t>)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इस्माईल</w:t>
      </w:r>
      <w:r w:rsidRPr="00AF061C">
        <w:t>,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अब्बास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दरबार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वज़ारत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ओहदे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फाएज़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थे।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आखिर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फर्मायाः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ऐ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शामिल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जाओ।</w:t>
      </w:r>
    </w:p>
    <w:p w:rsidR="00AF061C" w:rsidRPr="00AF061C" w:rsidRDefault="00AF061C" w:rsidP="00A20458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रिजाले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नजाशी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255)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lastRenderedPageBreak/>
        <w:t>हुसैन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खालिद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गिरोह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हमराह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रज़ा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खिदमत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हाज़िर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हुआ।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दौरान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गुफ्तगू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इस्माईल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ज़िक्र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फर्मायाः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चाहता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हूं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तुममे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ऐसे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अफराद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हों।</w:t>
      </w:r>
    </w:p>
    <w:p w:rsidR="00AF061C" w:rsidRPr="00AF061C" w:rsidRDefault="00AF061C" w:rsidP="00A20458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रिजाले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नजाशी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255)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अहमद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याहिया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मैं</w:t>
      </w:r>
      <w:r w:rsidRPr="00AF061C">
        <w:t xml:space="preserve">,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बिलाल</w:t>
      </w:r>
      <w:r w:rsidRPr="00AF061C">
        <w:t xml:space="preserve">,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हमराह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इस्माईल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बज़ी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कब्र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ज़ियारत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गया।मौहम्मद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कब्र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किनारे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क़िबला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रुख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बैठे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फर्माया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साहिबे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क़ब्र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बयान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फर्मायाः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शख्स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बरादर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मोमिन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क़ब्र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ज़ियारत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जाए</w:t>
      </w:r>
      <w:r w:rsidRPr="00AF061C">
        <w:t xml:space="preserve">, </w:t>
      </w:r>
      <w:r w:rsidRPr="00AF061C">
        <w:rPr>
          <w:rFonts w:hint="cs"/>
          <w:cs/>
          <w:lang w:bidi="hi-IN"/>
        </w:rPr>
        <w:t>क़िबला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रुख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बैठे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क़ब्र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हाथ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रख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7 </w:t>
      </w:r>
      <w:r w:rsidRPr="00AF061C">
        <w:rPr>
          <w:rFonts w:hint="cs"/>
          <w:cs/>
          <w:lang w:bidi="hi-IN"/>
        </w:rPr>
        <w:t>मर्तबा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सूरह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इन्ना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अन्ज़लना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तेलावत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करे</w:t>
      </w:r>
      <w:r w:rsidRPr="00AF061C">
        <w:t xml:space="preserve">,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वंदे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आलम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क़यामत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परेशानियों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मुशकलात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नजात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देगा।</w:t>
      </w:r>
    </w:p>
    <w:p w:rsidR="00AF061C" w:rsidRPr="00AF061C" w:rsidRDefault="00AF061C" w:rsidP="00A20458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र</w:t>
      </w:r>
      <w:r w:rsidR="00A20458">
        <w:rPr>
          <w:rFonts w:hint="cs"/>
          <w:cs/>
          <w:lang w:bidi="hi-IN"/>
        </w:rPr>
        <w:t>े</w:t>
      </w:r>
      <w:r w:rsidRPr="00AF061C">
        <w:rPr>
          <w:rFonts w:hint="cs"/>
          <w:cs/>
          <w:lang w:bidi="hi-IN"/>
        </w:rPr>
        <w:t>जाल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कशी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564)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इस्माईल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रिवायत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मैने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लिबास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दरख्वास्त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लिबास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इनायत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फर्माए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कफन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दूं।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लिबास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मुझे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फर्माया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फर्मायाः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बटन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निकाल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लो।</w:t>
      </w:r>
    </w:p>
    <w:p w:rsidR="00AF061C" w:rsidRPr="00AF061C" w:rsidRDefault="00AF061C" w:rsidP="00A20458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र</w:t>
      </w:r>
      <w:r w:rsidR="00A20458">
        <w:rPr>
          <w:rFonts w:hint="cs"/>
          <w:cs/>
          <w:lang w:bidi="hi-IN"/>
        </w:rPr>
        <w:t>े</w:t>
      </w:r>
      <w:r w:rsidRPr="00AF061C">
        <w:rPr>
          <w:rFonts w:hint="cs"/>
          <w:cs/>
          <w:lang w:bidi="hi-IN"/>
        </w:rPr>
        <w:t>जाल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कशी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245-564)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A20458">
      <w:pPr>
        <w:pStyle w:val="Heading1"/>
      </w:pPr>
      <w:bookmarkStart w:id="21" w:name="_Toc446866297"/>
      <w:r w:rsidRPr="00AF061C">
        <w:rPr>
          <w:rFonts w:hint="cs"/>
          <w:cs/>
          <w:lang w:bidi="hi-IN"/>
        </w:rPr>
        <w:lastRenderedPageBreak/>
        <w:t>अक़वाले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="00A20458">
        <w:rPr>
          <w:rFonts w:hint="cs"/>
          <w:cs/>
          <w:lang w:bidi="hi-IN"/>
        </w:rPr>
        <w:t xml:space="preserve">तक़ी </w:t>
      </w: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>)</w:t>
      </w:r>
      <w:bookmarkEnd w:id="21"/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आइम्मा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मासूमीन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अलैहेमुस्सलाम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अक़वाल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आफताबे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इल्म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शुआए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बंदगाने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हिदायत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मशअले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राह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क्योंकि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अफराद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लग़ज़िश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पाको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पाकीज़ा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हिदायतें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सिर्फ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पहलू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बल्कि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ज़िन्दगी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पहलूओं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ताल्लुक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फिर्के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बल्कि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फिर्के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तबके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इन्सानो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कमाले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मुतलक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हिदायत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फितरत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ज़मीर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मर्हले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इन्सान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बेदारी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हम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यहाँ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नवें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हज़रत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चन्द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अक़्वाल</w:t>
      </w:r>
      <w:r w:rsidRPr="00AF061C">
        <w:t xml:space="preserve">, </w:t>
      </w:r>
      <w:r w:rsidRPr="00AF061C">
        <w:rPr>
          <w:rFonts w:hint="cs"/>
          <w:cs/>
          <w:lang w:bidi="hi-IN"/>
        </w:rPr>
        <w:t>बिरादराने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अहले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सुन्नत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किताबों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नकल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उम्मीद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साथ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इस्तेफादा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सकें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अक़वाल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ज़िन्दगी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राहनुमा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सकें।</w:t>
      </w:r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t>1.</w:t>
      </w:r>
      <w:r w:rsidRPr="00AF061C">
        <w:rPr>
          <w:cs/>
          <w:lang w:bidi="hi-IN"/>
        </w:rPr>
        <w:tab/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शख्स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भरोसा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रखता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लोग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हाजतें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तलब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ड़रता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लोग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उस्से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मोहब्बत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</w:p>
    <w:p w:rsidR="00AF061C" w:rsidRPr="00AF061C" w:rsidRDefault="00AF061C" w:rsidP="00A20458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नूरुल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अबसार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180)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t>2.</w:t>
      </w:r>
      <w:r w:rsidRPr="00AF061C">
        <w:rPr>
          <w:cs/>
          <w:lang w:bidi="hi-IN"/>
        </w:rPr>
        <w:tab/>
      </w:r>
      <w:r w:rsidRPr="00AF061C">
        <w:rPr>
          <w:rFonts w:hint="cs"/>
          <w:cs/>
          <w:lang w:bidi="hi-IN"/>
        </w:rPr>
        <w:t>इन्सान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कमाल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अक़्ल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20458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अलफूसूल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मुहिम्मा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290)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t>3.</w:t>
      </w:r>
      <w:r w:rsidRPr="00AF061C">
        <w:rPr>
          <w:cs/>
          <w:lang w:bidi="hi-IN"/>
        </w:rPr>
        <w:tab/>
      </w:r>
      <w:r w:rsidRPr="00AF061C">
        <w:rPr>
          <w:rFonts w:hint="cs"/>
          <w:cs/>
          <w:lang w:bidi="hi-IN"/>
        </w:rPr>
        <w:t>कमाले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मुरव्वत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इन्सान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लोगो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नापसंद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20458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नूरुल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अबसार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180)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t>4.</w:t>
      </w:r>
      <w:r w:rsidRPr="00AF061C">
        <w:rPr>
          <w:cs/>
          <w:lang w:bidi="hi-IN"/>
        </w:rPr>
        <w:tab/>
      </w:r>
      <w:r w:rsidRPr="00AF061C">
        <w:rPr>
          <w:rFonts w:hint="cs"/>
          <w:cs/>
          <w:lang w:bidi="hi-IN"/>
        </w:rPr>
        <w:t>जिस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वक्त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अन्जाम</w:t>
      </w:r>
      <w:r w:rsidRPr="00AF061C">
        <w:rPr>
          <w:cs/>
          <w:lang w:bidi="hi-IN"/>
        </w:rPr>
        <w:t xml:space="preserve"> </w:t>
      </w:r>
      <w:r w:rsidR="00A20458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दो</w:t>
      </w:r>
      <w:r w:rsidRPr="00AF061C">
        <w:t xml:space="preserve">, </w:t>
      </w:r>
      <w:r w:rsidRPr="00AF061C">
        <w:rPr>
          <w:rFonts w:hint="cs"/>
          <w:cs/>
          <w:lang w:bidi="hi-IN"/>
        </w:rPr>
        <w:t>वरना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शर्मिन्दा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होगे</w:t>
      </w:r>
      <w:r w:rsidRPr="00AF061C">
        <w:t>,</w:t>
      </w:r>
      <w:r w:rsidRPr="00AF061C">
        <w:rPr>
          <w:rFonts w:hint="cs"/>
          <w:cs/>
          <w:lang w:bidi="hi-IN"/>
        </w:rPr>
        <w:t>लम्बी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चौड़ी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आर्ज़ुए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कसावत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कल्ब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सबब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t>,</w:t>
      </w:r>
      <w:r w:rsidRPr="00AF061C">
        <w:rPr>
          <w:rFonts w:hint="cs"/>
          <w:cs/>
          <w:lang w:bidi="hi-IN"/>
        </w:rPr>
        <w:t>कम्ज़ोरों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रहेम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करो</w:t>
      </w:r>
      <w:r w:rsidRPr="00AF061C">
        <w:t>,</w:t>
      </w:r>
      <w:r w:rsidRPr="00AF061C">
        <w:rPr>
          <w:rFonts w:hint="cs"/>
          <w:cs/>
          <w:lang w:bidi="hi-IN"/>
        </w:rPr>
        <w:t>उन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रहेम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रहमते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तलबगार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रहो।</w:t>
      </w:r>
    </w:p>
    <w:p w:rsidR="00AF061C" w:rsidRPr="00AF061C" w:rsidRDefault="00AF061C" w:rsidP="00A20458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अलफूसूल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मुहिम्मा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292)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AF061C">
      <w:pPr>
        <w:pStyle w:val="libNormal"/>
        <w:rPr>
          <w:rFonts w:hint="cs"/>
          <w:lang w:bidi="hi-IN"/>
        </w:rPr>
      </w:pPr>
      <w:r w:rsidRPr="00AF061C">
        <w:rPr>
          <w:cs/>
          <w:lang w:bidi="hi-IN"/>
        </w:rPr>
        <w:t>5.</w:t>
      </w:r>
      <w:r w:rsidRPr="00AF061C">
        <w:rPr>
          <w:cs/>
          <w:lang w:bidi="hi-IN"/>
        </w:rPr>
        <w:tab/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बुरे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फेल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अच्छा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समझता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फेल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शरीक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20458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नूरुल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अबसार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180)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AF061C">
      <w:pPr>
        <w:pStyle w:val="libNormal"/>
        <w:rPr>
          <w:rFonts w:hint="cs"/>
          <w:lang w:bidi="hi-IN"/>
        </w:rPr>
      </w:pPr>
      <w:r w:rsidRPr="00AF061C">
        <w:rPr>
          <w:cs/>
          <w:lang w:bidi="hi-IN"/>
        </w:rPr>
        <w:t xml:space="preserve">6. </w:t>
      </w:r>
      <w:r w:rsidRPr="00AF061C">
        <w:rPr>
          <w:rFonts w:hint="cs"/>
          <w:cs/>
          <w:lang w:bidi="hi-IN"/>
        </w:rPr>
        <w:t>ज़ुल्म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वाला</w:t>
      </w:r>
      <w:r w:rsidRPr="00AF061C">
        <w:t xml:space="preserve">, </w:t>
      </w:r>
      <w:r w:rsidRPr="00AF061C">
        <w:rPr>
          <w:rFonts w:hint="cs"/>
          <w:cs/>
          <w:lang w:bidi="hi-IN"/>
        </w:rPr>
        <w:t>उसकी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मदद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ज़ुल्म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राज़ी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ज़ुल्म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बराबर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शरीक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</w:p>
    <w:p w:rsidR="00AF061C" w:rsidRPr="00AF061C" w:rsidRDefault="00AF061C" w:rsidP="00A20458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अलफूसूल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मुहिम्मा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291)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AF061C">
      <w:pPr>
        <w:pStyle w:val="libNormal"/>
        <w:rPr>
          <w:rFonts w:hint="cs"/>
          <w:lang w:bidi="hi-IN"/>
        </w:rPr>
      </w:pPr>
      <w:r w:rsidRPr="00AF061C">
        <w:rPr>
          <w:cs/>
          <w:lang w:bidi="hi-IN"/>
        </w:rPr>
        <w:lastRenderedPageBreak/>
        <w:t xml:space="preserve">7.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शख्स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बरादर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मोमिन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मखफी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तौर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नसीहत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ज़ीनत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बरादर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मोमिन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बज़्म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नसीहत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समाजी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हैसियत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दाग़दार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किया।</w:t>
      </w:r>
    </w:p>
    <w:p w:rsidR="00AF061C" w:rsidRPr="00AF061C" w:rsidRDefault="00AF061C" w:rsidP="00A20458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नूरुल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अबसार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180)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t xml:space="preserve">8. </w:t>
      </w:r>
      <w:r w:rsidRPr="00AF061C">
        <w:rPr>
          <w:rFonts w:hint="cs"/>
          <w:cs/>
          <w:lang w:bidi="hi-IN"/>
        </w:rPr>
        <w:t>दिल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मुतवज्जेह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आज़ाव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जवारेह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आमाल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आमादा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ज़्यादा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मोवस्सिर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t>,,</w:t>
      </w:r>
    </w:p>
    <w:p w:rsidR="00AF061C" w:rsidRPr="00AF061C" w:rsidRDefault="00AF061C" w:rsidP="00A20458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अलफूसूल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मुहिम्मा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289)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t xml:space="preserve">9. </w:t>
      </w:r>
      <w:r w:rsidRPr="00AF061C">
        <w:rPr>
          <w:rFonts w:hint="cs"/>
          <w:cs/>
          <w:lang w:bidi="hi-IN"/>
        </w:rPr>
        <w:t>अदलो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इन्साफ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ज़ालिम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सख्त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होगा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मज़लूम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ज़ुल्म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था।</w:t>
      </w:r>
    </w:p>
    <w:p w:rsidR="00AF061C" w:rsidRPr="00AF061C" w:rsidRDefault="00AF061C" w:rsidP="00A20458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अलफूसूल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मुहिम्मा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291)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t xml:space="preserve">10. </w:t>
      </w:r>
      <w:r w:rsidRPr="00AF061C">
        <w:rPr>
          <w:rFonts w:hint="cs"/>
          <w:cs/>
          <w:lang w:bidi="hi-IN"/>
        </w:rPr>
        <w:t>क़यामत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मुसलिम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नामए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आमाल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उन्वान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हुस्ने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खल्क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होगा।</w:t>
      </w:r>
    </w:p>
    <w:p w:rsidR="00AF061C" w:rsidRPr="00AF061C" w:rsidRDefault="00AF061C" w:rsidP="00A20458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नूरुल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अबसार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180)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t xml:space="preserve">11. </w:t>
      </w:r>
      <w:r w:rsidRPr="00AF061C">
        <w:rPr>
          <w:rFonts w:hint="cs"/>
          <w:cs/>
          <w:lang w:bidi="hi-IN"/>
        </w:rPr>
        <w:t>तीन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चीज़ें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इन्सान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खुशनूदिये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नज़्दीक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देती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हैः</w:t>
      </w:r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t xml:space="preserve"> (1)</w:t>
      </w:r>
      <w:r w:rsidRPr="00AF061C">
        <w:rPr>
          <w:rFonts w:hint="cs"/>
          <w:cs/>
          <w:lang w:bidi="hi-IN"/>
        </w:rPr>
        <w:t>कसरत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अस्तग़फार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करना</w:t>
      </w:r>
      <w:r w:rsidRPr="00AF061C">
        <w:rPr>
          <w:cs/>
          <w:lang w:bidi="hi-IN"/>
        </w:rPr>
        <w:t xml:space="preserve"> (2) </w:t>
      </w:r>
      <w:r w:rsidRPr="00AF061C">
        <w:rPr>
          <w:rFonts w:hint="cs"/>
          <w:cs/>
          <w:lang w:bidi="hi-IN"/>
        </w:rPr>
        <w:t>लोगों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नर्मीं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पेश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आना</w:t>
      </w:r>
      <w:r w:rsidRPr="00AF061C">
        <w:rPr>
          <w:cs/>
          <w:lang w:bidi="hi-IN"/>
        </w:rPr>
        <w:t xml:space="preserve"> (3) </w:t>
      </w:r>
      <w:r w:rsidRPr="00AF061C">
        <w:rPr>
          <w:rFonts w:hint="cs"/>
          <w:cs/>
          <w:lang w:bidi="hi-IN"/>
        </w:rPr>
        <w:t>ज़्यादा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सदका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देना।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lastRenderedPageBreak/>
        <w:t>तीन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सिफातें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शख्स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कभी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शर्मिन्दा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होगाः</w:t>
      </w:r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t xml:space="preserve"> (1) </w:t>
      </w:r>
      <w:r w:rsidRPr="00AF061C">
        <w:rPr>
          <w:rFonts w:hint="cs"/>
          <w:cs/>
          <w:lang w:bidi="hi-IN"/>
        </w:rPr>
        <w:t>जल्दबाज़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(2)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कामो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मशविरा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(3) (</w:t>
      </w:r>
      <w:r w:rsidRPr="00AF061C">
        <w:rPr>
          <w:rFonts w:hint="cs"/>
          <w:cs/>
          <w:lang w:bidi="hi-IN"/>
        </w:rPr>
        <w:t>मशविरा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बाद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जब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इरादा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भरोसा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करे।</w:t>
      </w:r>
    </w:p>
    <w:p w:rsidR="00AF061C" w:rsidRPr="00AF061C" w:rsidRDefault="00AF061C" w:rsidP="00A20458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अलफूसूल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मुहिम्मा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291)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t xml:space="preserve">12.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गुनहगार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उम्मीद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दिलाए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कमतरीन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सज़ा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महरूमियत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20458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नूरुल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अबसार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181)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t xml:space="preserve">13.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अलावा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उम्मीद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लगाए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छोड़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बग़ैर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इल्म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अमल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सलाह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ज़्यादा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फसाद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फैलाता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20458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अलफूसूल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मुहिम्मा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289)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t xml:space="preserve">14. </w:t>
      </w:r>
      <w:r w:rsidRPr="00AF061C">
        <w:rPr>
          <w:rFonts w:hint="cs"/>
          <w:cs/>
          <w:lang w:bidi="hi-IN"/>
        </w:rPr>
        <w:t>नेको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कारों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ज़रूरत</w:t>
      </w:r>
      <w:r w:rsidRPr="00AF061C">
        <w:t xml:space="preserve">, </w:t>
      </w:r>
      <w:r w:rsidRPr="00AF061C">
        <w:rPr>
          <w:rFonts w:hint="cs"/>
          <w:cs/>
          <w:lang w:bidi="hi-IN"/>
        </w:rPr>
        <w:t>ज़रूरत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मंदों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ज़्यादा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क्योंकि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उन्हे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अज्रो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सवाब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इज़्ज़तो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शोहरत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हासिल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होती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लेहाज़ा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पहले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हक़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t>,,</w:t>
      </w:r>
    </w:p>
    <w:p w:rsidR="00AF061C" w:rsidRPr="00AF061C" w:rsidRDefault="00AF061C" w:rsidP="00A20458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नूरुल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अबसार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180)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lastRenderedPageBreak/>
        <w:t xml:space="preserve">15. </w:t>
      </w:r>
      <w:r w:rsidRPr="00AF061C">
        <w:rPr>
          <w:rFonts w:hint="cs"/>
          <w:cs/>
          <w:lang w:bidi="hi-IN"/>
        </w:rPr>
        <w:t>इफ्फत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ग़ुरबत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ज़ीनत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शुक्र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इस्तग़ना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ज़ीनत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सब्र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ज़ीनत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इन्केसारी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बुज़ुर्गी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ज़ीनत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फसाहत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कलाम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ज़ीनत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हाफिज़ा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रिवायत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ज़ीनत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तवाज़ो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इल्म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ज़ीनत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अदब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अक्ल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ज़ीनत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हुज़ूरे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कल्ब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नमाज़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ज़ीनत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बेफायदा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बातों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किनारा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कशी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तक़्वा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ज़ीनत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20458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अलफूसूल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मुहिम्मा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291)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t xml:space="preserve">16.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शख्स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एतमाद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भरोसा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बदी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नजात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देगा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दुशमन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उसकी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हिफाज़त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करेगा।</w:t>
      </w:r>
      <w:r w:rsidRPr="00AF061C">
        <w:t>,</w:t>
      </w:r>
    </w:p>
    <w:p w:rsidR="00AF061C" w:rsidRPr="00AF061C" w:rsidRDefault="00AF061C" w:rsidP="00A20458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नूरुल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अबसार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181)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t xml:space="preserve">17. </w:t>
      </w:r>
      <w:r w:rsidRPr="00AF061C">
        <w:rPr>
          <w:rFonts w:hint="cs"/>
          <w:cs/>
          <w:lang w:bidi="hi-IN"/>
        </w:rPr>
        <w:t>दीन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इज़्ज़त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सबब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इल्म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खज़ाना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खामोशी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नूर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बिदअत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ज़्यादा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चीज़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बरबाद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लालच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ज़्यादा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किसी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चीज़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इन्सान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बरबाद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नहीं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किया।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सालेह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रहनुमा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कौम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इस्लाह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होती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दुआऐ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रद्द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</w:p>
    <w:p w:rsidR="00AF061C" w:rsidRPr="00AF061C" w:rsidRDefault="00AF061C" w:rsidP="00A20458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अलफूसूल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मुहिम्मा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290)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t xml:space="preserve">18. </w:t>
      </w:r>
      <w:r w:rsidRPr="00AF061C">
        <w:rPr>
          <w:rFonts w:hint="cs"/>
          <w:cs/>
          <w:lang w:bidi="hi-IN"/>
        </w:rPr>
        <w:t>मुसीबत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सब्र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दुशमन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मुसीबत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t>,</w:t>
      </w:r>
    </w:p>
    <w:p w:rsidR="00AF061C" w:rsidRPr="00AF061C" w:rsidRDefault="00AF061C" w:rsidP="00A20458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नूरुल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अबसार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180)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t xml:space="preserve">19. </w:t>
      </w:r>
      <w:r w:rsidRPr="00AF061C">
        <w:rPr>
          <w:rFonts w:hint="cs"/>
          <w:cs/>
          <w:lang w:bidi="hi-IN"/>
        </w:rPr>
        <w:t>जिसका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सरपरस्त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कैसे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तबाह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सकता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जिसका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तलबगार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कैसे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सकता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20458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अलफूसूल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मुहिम्मा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289)</w:t>
      </w:r>
    </w:p>
    <w:p w:rsidR="00AF061C" w:rsidRPr="00AF061C" w:rsidRDefault="00AF061C" w:rsidP="00AF061C">
      <w:pPr>
        <w:pStyle w:val="libNormal"/>
      </w:pPr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t xml:space="preserve">20.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शख्स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हज़रत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दरख्वास्त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मुखतसर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मगर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जामेआ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नसीहत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फर्माए।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हज़रत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फर्मायाः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ऐसे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कामों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दूर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दुनिया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ज़िल्लत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आखेरत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आतिशे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जहन्नम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सबब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हों।</w:t>
      </w:r>
    </w:p>
    <w:p w:rsidR="00AF061C" w:rsidRPr="00AF061C" w:rsidRDefault="00AF061C" w:rsidP="00A20458">
      <w:pPr>
        <w:pStyle w:val="libFootnote0"/>
      </w:pPr>
      <w:r w:rsidRPr="00AF061C">
        <w:rPr>
          <w:cs/>
          <w:lang w:bidi="hi-IN"/>
        </w:rPr>
        <w:t>(</w:t>
      </w:r>
      <w:r w:rsidRPr="00AF061C">
        <w:rPr>
          <w:rFonts w:hint="cs"/>
          <w:cs/>
          <w:lang w:bidi="hi-IN"/>
        </w:rPr>
        <w:t>अहक़ाक़ुल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हक़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जिल्द</w:t>
      </w:r>
      <w:r w:rsidRPr="00AF061C">
        <w:rPr>
          <w:cs/>
          <w:lang w:bidi="hi-IN"/>
        </w:rPr>
        <w:t xml:space="preserve"> 12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>. 439</w:t>
      </w:r>
      <w:r w:rsidRPr="00AF061C">
        <w:t xml:space="preserve">, </w:t>
      </w:r>
      <w:r w:rsidRPr="00AF061C">
        <w:rPr>
          <w:rFonts w:hint="cs"/>
          <w:cs/>
          <w:lang w:bidi="hi-IN"/>
        </w:rPr>
        <w:t>नक्ल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अज़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वसीलए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आमाल</w:t>
      </w:r>
      <w:r w:rsidRPr="00AF061C">
        <w:t xml:space="preserve">, </w:t>
      </w:r>
      <w:r w:rsidRPr="00AF061C">
        <w:rPr>
          <w:rFonts w:hint="cs"/>
          <w:cs/>
          <w:lang w:bidi="hi-IN"/>
        </w:rPr>
        <w:t>बक़िया</w:t>
      </w:r>
      <w:r w:rsidRPr="00AF061C">
        <w:rPr>
          <w:cs/>
          <w:lang w:bidi="hi-IN"/>
        </w:rPr>
        <w:t xml:space="preserve"> 19 </w:t>
      </w:r>
      <w:r w:rsidRPr="00AF061C">
        <w:rPr>
          <w:rFonts w:hint="cs"/>
          <w:cs/>
          <w:lang w:bidi="hi-IN"/>
        </w:rPr>
        <w:t>अक़वाल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नक्ल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किताब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अहक़ाक़ुल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हक़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जिल्द</w:t>
      </w:r>
      <w:r w:rsidRPr="00AF061C">
        <w:rPr>
          <w:cs/>
          <w:lang w:bidi="hi-IN"/>
        </w:rPr>
        <w:t xml:space="preserve"> 12 </w:t>
      </w:r>
      <w:r w:rsidRPr="00AF061C">
        <w:rPr>
          <w:rFonts w:hint="cs"/>
          <w:cs/>
          <w:lang w:bidi="hi-IN"/>
        </w:rPr>
        <w:t>पेज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cs/>
          <w:lang w:bidi="hi-IN"/>
        </w:rPr>
        <w:t xml:space="preserve">. 428-439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मौजूद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लेकिन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अक़्वाल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किताब</w:t>
      </w:r>
      <w:r w:rsidRPr="00AF061C">
        <w:t>,</w:t>
      </w:r>
      <w:r w:rsidRPr="00AF061C">
        <w:rPr>
          <w:rFonts w:hint="cs"/>
          <w:cs/>
          <w:lang w:bidi="hi-IN"/>
        </w:rPr>
        <w:t>अलफूसूल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मुहिम्मा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किताब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नूरुल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अबसार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हैं।</w:t>
      </w:r>
      <w:r w:rsidRPr="00AF061C">
        <w:rPr>
          <w:cs/>
          <w:lang w:bidi="hi-IN"/>
        </w:rPr>
        <w:t>)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खुदाया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तौफीक़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आईम्मए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मासूमीन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बताए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रास्ते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चल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सकें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उन्की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खुशनूदी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हासिल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सकें।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आमीन।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खुदाया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तूही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बेहतरीन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तौफीक़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देने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बेहतरीन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नुसरत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वाला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तुझ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भरोसा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करते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तुझही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नेकियों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तलबगार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है।</w:t>
      </w:r>
    </w:p>
    <w:p w:rsidR="00AF061C" w:rsidRPr="00AF061C" w:rsidRDefault="00AF061C" w:rsidP="00AF061C">
      <w:pPr>
        <w:pStyle w:val="libNormal"/>
      </w:pPr>
      <w:r w:rsidRPr="00AF061C">
        <w:rPr>
          <w:rFonts w:hint="cs"/>
          <w:cs/>
          <w:lang w:bidi="hi-IN"/>
        </w:rPr>
        <w:t>आमीन।</w:t>
      </w:r>
    </w:p>
    <w:p w:rsidR="00AF061C" w:rsidRPr="00AF061C" w:rsidRDefault="00AF061C" w:rsidP="00AF061C">
      <w:pPr>
        <w:pStyle w:val="libNormal"/>
      </w:pPr>
      <w:r w:rsidRPr="00AF061C">
        <w:rPr>
          <w:cs/>
          <w:lang w:bidi="hi-IN"/>
        </w:rPr>
        <w:t>[[</w:t>
      </w:r>
      <w:r w:rsidRPr="00AF061C">
        <w:rPr>
          <w:rFonts w:hint="cs"/>
          <w:cs/>
          <w:lang w:bidi="hi-IN"/>
        </w:rPr>
        <w:t>अलहम्दो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लिल्लाह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ये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किताबः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अबुजाफर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तक़ी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</w:t>
      </w:r>
      <w:r w:rsidRPr="00AF061C">
        <w:rPr>
          <w:cs/>
          <w:lang w:bidi="hi-IN"/>
        </w:rPr>
        <w:t>.</w:t>
      </w:r>
      <w:r w:rsidRPr="00AF061C">
        <w:rPr>
          <w:rFonts w:hint="cs"/>
          <w:cs/>
          <w:lang w:bidi="hi-IN"/>
        </w:rPr>
        <w:t>स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जो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किताबः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रहबराने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मासूम</w:t>
      </w:r>
      <w:r w:rsidRPr="00AF061C">
        <w:rPr>
          <w:rFonts w:hint="cs"/>
          <w:cs/>
        </w:rPr>
        <w:t xml:space="preserve"> का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एक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हिस्सा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है</w:t>
      </w:r>
      <w:r w:rsidRPr="00AF061C">
        <w:t xml:space="preserve">, </w:t>
      </w:r>
      <w:r w:rsidRPr="00AF061C">
        <w:rPr>
          <w:rFonts w:hint="cs"/>
          <w:cs/>
          <w:lang w:bidi="hi-IN"/>
        </w:rPr>
        <w:t>हिन्दी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पूरी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टाईप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गई।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खुदा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वंदे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lastRenderedPageBreak/>
        <w:t>आलम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दुआगौ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हुं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हमारे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अमल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कुबुल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फरमाऐ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और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इमाम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हुसैन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फाउनडेशन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तरक्की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इनायत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फरमाए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जिन्होने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किताब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को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अपनी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साइट</w:t>
      </w:r>
      <w:r w:rsidRPr="00AF061C">
        <w:rPr>
          <w:cs/>
          <w:lang w:bidi="hi-IN"/>
        </w:rPr>
        <w:t xml:space="preserve"> (</w:t>
      </w:r>
      <w:r w:rsidRPr="00AF061C">
        <w:rPr>
          <w:rFonts w:hint="cs"/>
          <w:cs/>
          <w:lang w:bidi="hi-IN"/>
        </w:rPr>
        <w:t>अलहसनैन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इस्लामी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</w:t>
      </w:r>
      <w:r w:rsidRPr="00AF061C">
        <w:rPr>
          <w:rFonts w:hint="cs"/>
          <w:cs/>
        </w:rPr>
        <w:t>े</w:t>
      </w:r>
      <w:r w:rsidRPr="00AF061C">
        <w:rPr>
          <w:rFonts w:hint="cs"/>
          <w:cs/>
          <w:lang w:bidi="hi-IN"/>
        </w:rPr>
        <w:t>टवर्क</w:t>
      </w:r>
      <w:r w:rsidRPr="00AF061C">
        <w:rPr>
          <w:cs/>
          <w:lang w:bidi="hi-IN"/>
        </w:rPr>
        <w:t xml:space="preserve">) </w:t>
      </w:r>
      <w:r w:rsidRPr="00AF061C">
        <w:rPr>
          <w:rFonts w:hint="cs"/>
          <w:cs/>
          <w:lang w:bidi="hi-IN"/>
        </w:rPr>
        <w:t>के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लिऐ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हिन्दी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मे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टाइप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कराया।</w:t>
      </w:r>
      <w:r w:rsidRPr="00AF061C">
        <w:t>]]</w:t>
      </w:r>
    </w:p>
    <w:p w:rsidR="00A20458" w:rsidRDefault="00AF061C" w:rsidP="00AF061C">
      <w:pPr>
        <w:pStyle w:val="libNormal"/>
        <w:rPr>
          <w:cs/>
          <w:lang w:bidi="hi-IN"/>
        </w:rPr>
      </w:pPr>
      <w:r w:rsidRPr="00AF061C">
        <w:rPr>
          <w:rFonts w:hint="cs"/>
          <w:cs/>
          <w:lang w:bidi="hi-IN"/>
        </w:rPr>
        <w:t>सैय्यद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मौहम्मद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</w:rPr>
        <w:t>उवेस</w:t>
      </w:r>
      <w:r w:rsidRPr="00AF061C">
        <w:rPr>
          <w:cs/>
          <w:lang w:bidi="hi-IN"/>
        </w:rPr>
        <w:t xml:space="preserve"> </w:t>
      </w:r>
      <w:r w:rsidRPr="00AF061C">
        <w:rPr>
          <w:rFonts w:hint="cs"/>
          <w:cs/>
          <w:lang w:bidi="hi-IN"/>
        </w:rPr>
        <w:t>नक़वी</w:t>
      </w:r>
    </w:p>
    <w:p w:rsidR="00A20458" w:rsidRDefault="00A20458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A20458" w:rsidRDefault="00A20458">
      <w:pPr>
        <w:pStyle w:val="TOCHeading"/>
        <w:rPr>
          <w:cs/>
          <w:lang w:bidi="hi-IN"/>
        </w:rPr>
      </w:pPr>
      <w:bookmarkStart w:id="22" w:name="_Toc446866298"/>
      <w:r>
        <w:rPr>
          <w:rFonts w:hint="cs"/>
          <w:cs/>
          <w:lang w:bidi="hi-IN"/>
        </w:rPr>
        <w:lastRenderedPageBreak/>
        <w:t>फेहरिस्त</w:t>
      </w:r>
      <w:bookmarkEnd w:id="22"/>
    </w:p>
    <w:sdt>
      <w:sdtPr>
        <w:id w:val="8877861"/>
        <w:docPartObj>
          <w:docPartGallery w:val="Table of Contents"/>
          <w:docPartUnique/>
        </w:docPartObj>
      </w:sdtPr>
      <w:sdtEndPr>
        <w:rPr>
          <w:rFonts w:ascii="Calibri" w:eastAsia="Calibri" w:hAnsi="Calibri" w:cs="Arial"/>
          <w:b w:val="0"/>
          <w:bCs w:val="0"/>
          <w:color w:val="auto"/>
          <w:sz w:val="32"/>
          <w:szCs w:val="32"/>
        </w:rPr>
      </w:sdtEndPr>
      <w:sdtContent>
        <w:p w:rsidR="00A20458" w:rsidRDefault="00A20458" w:rsidP="00A20458">
          <w:pPr>
            <w:pStyle w:val="Heading1"/>
          </w:pPr>
        </w:p>
        <w:p w:rsidR="00A20458" w:rsidRDefault="00A2045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6866276" w:history="1"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अबुजाफर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DC15AD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887B64">
              <w:rPr>
                <w:rStyle w:val="Hyperlink"/>
                <w:noProof/>
                <w:lang w:bidi="fa-IR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मौहम्मद</w:t>
            </w:r>
            <w:r w:rsidRPr="00887B64">
              <w:rPr>
                <w:rStyle w:val="Hyperlink"/>
                <w:noProof/>
                <w:lang w:bidi="fa-IR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तक़ी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_Toc446866276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15AD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0458" w:rsidRDefault="00A2045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6866277" w:history="1"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विलादते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_Toc446866277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15AD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0458" w:rsidRDefault="00A2045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6866278" w:history="1"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इमामते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तक़ी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_Toc446866278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15A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0458" w:rsidRDefault="00A2045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6866279" w:history="1"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ग़ैब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खबरें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मोजिज़ात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_Toc446866279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15AD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0458" w:rsidRDefault="00A20458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866280" w:history="1"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शियो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हालात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इल्म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_Toc446866280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15AD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0458" w:rsidRDefault="00A20458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866281" w:history="1"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लूट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माल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खबर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होना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_Toc446866281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15AD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0458" w:rsidRDefault="00A20458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866282" w:history="1"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लिबास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_Toc446866282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15AD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0458" w:rsidRDefault="00A20458" w:rsidP="00E8777E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866283" w:history="1"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दरख्त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फलो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आ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जाना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_Toc446866283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15AD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0458" w:rsidRDefault="00A20458" w:rsidP="00E8777E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866284" w:history="1"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रज़ा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शहादत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ऐलान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_Toc446866284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15AD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0458" w:rsidRDefault="00A20458" w:rsidP="00E8777E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866285" w:history="1"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ऐतराफे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क़ाज़ी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_Toc446866285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15AD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0458" w:rsidRDefault="00A20458" w:rsidP="00E8777E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866286" w:history="1"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पड़ौसी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नजात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_Toc446866286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15AD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0458" w:rsidRDefault="00A20458" w:rsidP="00E8777E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866287" w:history="1"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क़ैद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रेहाई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_Toc446866287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15AD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0458" w:rsidRDefault="00A20458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866288" w:history="1"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अबासलत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रिहाई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_Toc446866288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15AD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0458" w:rsidRDefault="00A20458" w:rsidP="00E8777E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866289" w:history="1"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मोतसिम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अब्बासी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नशिस्त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_Toc446866289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15AD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0458" w:rsidRDefault="00A2045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6866290" w:history="1"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साज़ीशी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शादी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_Toc446866290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15AD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0458" w:rsidRDefault="00A2045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6866291" w:history="1"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शहादते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_Toc446866291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15AD"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0458" w:rsidRDefault="00A2045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6866292" w:history="1"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मौहम्मद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तक़ी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शागिर्द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_Toc446866292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15AD"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0458" w:rsidRDefault="00A20458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866293" w:history="1"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महज़ियार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_Toc446866293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15AD"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0458" w:rsidRDefault="00A20458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866294" w:history="1"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अहमद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मौहम्मद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अबी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नस्र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बरनती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_Toc446866294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15AD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0458" w:rsidRDefault="00A20458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866295" w:history="1"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ज़करया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आदम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कुम्मी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_Toc446866295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15AD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0458" w:rsidRDefault="00A20458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866296" w:history="1"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मौहम्मद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इस्माईल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बज़ी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_Toc446866296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15AD"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0458" w:rsidRDefault="00A2045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6866297" w:history="1"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अक़वाले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तक़ी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887B64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_Toc446866297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15AD"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0458" w:rsidRDefault="00A2045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6866298" w:history="1">
            <w:r w:rsidRPr="00887B64">
              <w:rPr>
                <w:rStyle w:val="Hyperlink"/>
                <w:rFonts w:cs="Mangal" w:hint="cs"/>
                <w:noProof/>
                <w:cs/>
                <w:lang w:bidi="hi-IN"/>
              </w:rPr>
              <w:t>फेहरिस्त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_Toc446866298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15AD">
              <w:rPr>
                <w:noProof/>
                <w:webHidden/>
              </w:rPr>
              <w:t>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0458" w:rsidRDefault="00A20458">
          <w:r>
            <w:fldChar w:fldCharType="end"/>
          </w:r>
        </w:p>
      </w:sdtContent>
    </w:sdt>
    <w:p w:rsidR="00A20458" w:rsidRPr="00007817" w:rsidRDefault="00A20458" w:rsidP="00AF061C">
      <w:pPr>
        <w:pStyle w:val="libNormal"/>
        <w:rPr>
          <w:cs/>
          <w:lang w:bidi="hi-IN"/>
        </w:rPr>
      </w:pPr>
    </w:p>
    <w:sectPr w:rsidR="00A20458" w:rsidRPr="00007817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8B7" w:rsidRDefault="007818B7" w:rsidP="008B7801">
      <w:pPr>
        <w:spacing w:after="0" w:line="240" w:lineRule="auto"/>
      </w:pPr>
      <w:r>
        <w:separator/>
      </w:r>
    </w:p>
  </w:endnote>
  <w:endnote w:type="continuationSeparator" w:id="0">
    <w:p w:rsidR="007818B7" w:rsidRDefault="007818B7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laimanLipi">
    <w:altName w:val="Corbel"/>
    <w:charset w:val="00"/>
    <w:family w:val="script"/>
    <w:pitch w:val="fixed"/>
    <w:sig w:usb0="00000001" w:usb1="00002000" w:usb2="00000000" w:usb3="00000000" w:csb0="00000093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61C" w:rsidRDefault="00AF061C">
    <w:pPr>
      <w:pStyle w:val="Footer"/>
      <w:jc w:val="center"/>
    </w:pPr>
    <w:r w:rsidRPr="00AA7385">
      <w:rPr>
        <w:rFonts w:ascii="SutonnyMJ" w:hAnsi="SutonnyMJ" w:cs="SutonnyMJ"/>
      </w:rPr>
      <w:fldChar w:fldCharType="begin"/>
    </w:r>
    <w:r w:rsidRPr="00AA7385">
      <w:rPr>
        <w:rFonts w:ascii="SutonnyMJ" w:hAnsi="SutonnyMJ" w:cs="SutonnyMJ"/>
      </w:rPr>
      <w:instrText xml:space="preserve"> PAGE   \* MERGEFORMAT </w:instrText>
    </w:r>
    <w:r w:rsidRPr="00AA7385">
      <w:rPr>
        <w:rFonts w:ascii="SutonnyMJ" w:hAnsi="SutonnyMJ" w:cs="SutonnyMJ"/>
      </w:rPr>
      <w:fldChar w:fldCharType="separate"/>
    </w:r>
    <w:r w:rsidR="00E8777E">
      <w:rPr>
        <w:rFonts w:ascii="SutonnyMJ" w:hAnsi="SutonnyMJ" w:cs="SutonnyMJ"/>
        <w:noProof/>
      </w:rPr>
      <w:t>54</w:t>
    </w:r>
    <w:r w:rsidRPr="00AA7385">
      <w:rPr>
        <w:rFonts w:ascii="SutonnyMJ" w:hAnsi="SutonnyMJ" w:cs="SutonnyMJ"/>
      </w:rPr>
      <w:fldChar w:fldCharType="end"/>
    </w:r>
  </w:p>
  <w:p w:rsidR="00AF061C" w:rsidRDefault="00AF06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8B7" w:rsidRDefault="007818B7" w:rsidP="008B7801">
      <w:pPr>
        <w:spacing w:after="0" w:line="240" w:lineRule="auto"/>
      </w:pPr>
      <w:r>
        <w:separator/>
      </w:r>
    </w:p>
  </w:footnote>
  <w:footnote w:type="continuationSeparator" w:id="0">
    <w:p w:rsidR="007818B7" w:rsidRDefault="007818B7" w:rsidP="008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34A37"/>
    <w:multiLevelType w:val="hybridMultilevel"/>
    <w:tmpl w:val="B406F6DA"/>
    <w:lvl w:ilvl="0" w:tplc="7A50CF00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EA61F5"/>
    <w:rsid w:val="00007817"/>
    <w:rsid w:val="00017F8E"/>
    <w:rsid w:val="00043999"/>
    <w:rsid w:val="000451DA"/>
    <w:rsid w:val="000A16E2"/>
    <w:rsid w:val="000D0FC8"/>
    <w:rsid w:val="000D641E"/>
    <w:rsid w:val="00137658"/>
    <w:rsid w:val="0016774F"/>
    <w:rsid w:val="001A3437"/>
    <w:rsid w:val="00231F10"/>
    <w:rsid w:val="00235071"/>
    <w:rsid w:val="00275890"/>
    <w:rsid w:val="0028094A"/>
    <w:rsid w:val="0028663A"/>
    <w:rsid w:val="00292BC3"/>
    <w:rsid w:val="00296130"/>
    <w:rsid w:val="002B709B"/>
    <w:rsid w:val="002D15B8"/>
    <w:rsid w:val="002E4766"/>
    <w:rsid w:val="00304CCF"/>
    <w:rsid w:val="003137DA"/>
    <w:rsid w:val="00331D48"/>
    <w:rsid w:val="0033697A"/>
    <w:rsid w:val="003A1605"/>
    <w:rsid w:val="003A380C"/>
    <w:rsid w:val="003E4BC2"/>
    <w:rsid w:val="00406D51"/>
    <w:rsid w:val="00495B54"/>
    <w:rsid w:val="004A56BA"/>
    <w:rsid w:val="004C57A4"/>
    <w:rsid w:val="00544132"/>
    <w:rsid w:val="00553605"/>
    <w:rsid w:val="00584195"/>
    <w:rsid w:val="005862E0"/>
    <w:rsid w:val="00593844"/>
    <w:rsid w:val="0059796A"/>
    <w:rsid w:val="005D2D86"/>
    <w:rsid w:val="005D3333"/>
    <w:rsid w:val="0061174D"/>
    <w:rsid w:val="00663BEC"/>
    <w:rsid w:val="006746F0"/>
    <w:rsid w:val="00690232"/>
    <w:rsid w:val="006C230E"/>
    <w:rsid w:val="006D197A"/>
    <w:rsid w:val="00707890"/>
    <w:rsid w:val="00733E6E"/>
    <w:rsid w:val="0075520E"/>
    <w:rsid w:val="007719FE"/>
    <w:rsid w:val="00776659"/>
    <w:rsid w:val="007818B7"/>
    <w:rsid w:val="007B649B"/>
    <w:rsid w:val="007D0C93"/>
    <w:rsid w:val="007E3A6A"/>
    <w:rsid w:val="00840C16"/>
    <w:rsid w:val="00870944"/>
    <w:rsid w:val="008715EA"/>
    <w:rsid w:val="008A5A1E"/>
    <w:rsid w:val="008B7801"/>
    <w:rsid w:val="008C77D1"/>
    <w:rsid w:val="008D4310"/>
    <w:rsid w:val="008D6263"/>
    <w:rsid w:val="008F0D7B"/>
    <w:rsid w:val="009117EC"/>
    <w:rsid w:val="00934323"/>
    <w:rsid w:val="0094696C"/>
    <w:rsid w:val="00976CDC"/>
    <w:rsid w:val="00A069B8"/>
    <w:rsid w:val="00A07514"/>
    <w:rsid w:val="00A20458"/>
    <w:rsid w:val="00A2744B"/>
    <w:rsid w:val="00A455D0"/>
    <w:rsid w:val="00A560EA"/>
    <w:rsid w:val="00A77675"/>
    <w:rsid w:val="00AA7385"/>
    <w:rsid w:val="00AB18E8"/>
    <w:rsid w:val="00AB6543"/>
    <w:rsid w:val="00AF061C"/>
    <w:rsid w:val="00BE1409"/>
    <w:rsid w:val="00C2470C"/>
    <w:rsid w:val="00C303C9"/>
    <w:rsid w:val="00C53098"/>
    <w:rsid w:val="00C539D3"/>
    <w:rsid w:val="00CC48FE"/>
    <w:rsid w:val="00CD6645"/>
    <w:rsid w:val="00CE088A"/>
    <w:rsid w:val="00CE09E4"/>
    <w:rsid w:val="00D02065"/>
    <w:rsid w:val="00D44DB1"/>
    <w:rsid w:val="00D450D2"/>
    <w:rsid w:val="00D457C0"/>
    <w:rsid w:val="00D7533E"/>
    <w:rsid w:val="00DA0646"/>
    <w:rsid w:val="00DC15AD"/>
    <w:rsid w:val="00DF0DAD"/>
    <w:rsid w:val="00DF1559"/>
    <w:rsid w:val="00E21BCB"/>
    <w:rsid w:val="00E2613F"/>
    <w:rsid w:val="00E30987"/>
    <w:rsid w:val="00E32589"/>
    <w:rsid w:val="00E400A5"/>
    <w:rsid w:val="00E52113"/>
    <w:rsid w:val="00E84EB1"/>
    <w:rsid w:val="00E8777E"/>
    <w:rsid w:val="00E9343A"/>
    <w:rsid w:val="00EA61F5"/>
    <w:rsid w:val="00EB1BF3"/>
    <w:rsid w:val="00EC4B61"/>
    <w:rsid w:val="00F11A1C"/>
    <w:rsid w:val="00F20557"/>
    <w:rsid w:val="00F525D6"/>
    <w:rsid w:val="00F860D8"/>
    <w:rsid w:val="00F91E16"/>
    <w:rsid w:val="00FA2BBB"/>
    <w:rsid w:val="00FD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D6"/>
    <w:pPr>
      <w:spacing w:after="200" w:line="276" w:lineRule="auto"/>
    </w:pPr>
    <w:rPr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ascii="SolaimanLipi" w:eastAsia="Times New Roman" w:hAnsi="SolaimanLipi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ascii="Times New Roman" w:eastAsia="Times New Roman" w:hAnsi="Times New Roman"/>
      <w:b/>
      <w:bCs/>
      <w:szCs w:val="32"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ascii="Times New Roman" w:eastAsia="Times New Roman" w:hAnsi="Times New Roman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007817"/>
    <w:pPr>
      <w:spacing w:line="360" w:lineRule="auto"/>
      <w:ind w:firstLine="289"/>
      <w:jc w:val="both"/>
    </w:pPr>
    <w:rPr>
      <w:rFonts w:ascii="Mangal" w:hAnsi="Mangal" w:cs="Mangal"/>
      <w:color w:val="000000"/>
      <w:sz w:val="28"/>
      <w:szCs w:val="28"/>
    </w:rPr>
  </w:style>
  <w:style w:type="character" w:customStyle="1" w:styleId="libNormalChar">
    <w:name w:val="libNormal Char"/>
    <w:link w:val="libNormal"/>
    <w:rsid w:val="00007817"/>
    <w:rPr>
      <w:rFonts w:ascii="Mangal" w:hAnsi="Mangal" w:cs="Mangal"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28094A"/>
    <w:pPr>
      <w:jc w:val="center"/>
    </w:pPr>
    <w:rPr>
      <w:rFonts w:ascii="Mangal" w:hAnsi="Mangal"/>
      <w:lang w:bidi="fa-IR"/>
    </w:rPr>
  </w:style>
  <w:style w:type="character" w:customStyle="1" w:styleId="Heading1CenterChar">
    <w:name w:val="Heading 1 Center Char"/>
    <w:link w:val="Heading1Center"/>
    <w:rsid w:val="0028094A"/>
    <w:rPr>
      <w:rFonts w:ascii="Mangal" w:eastAsia="Times New Roman" w:hAnsi="Mangal" w:cs="Mangal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CE088A"/>
    <w:rPr>
      <w:rFonts w:eastAsia="SolaimanLipi"/>
      <w:color w:val="008000"/>
    </w:rPr>
  </w:style>
  <w:style w:type="character" w:customStyle="1" w:styleId="libAieChar">
    <w:name w:val="libAie Char"/>
    <w:link w:val="libAie"/>
    <w:rsid w:val="00CE088A"/>
    <w:rPr>
      <w:rFonts w:ascii="Mangal" w:eastAsia="SolaimanLipi" w:hAnsi="Mangal" w:cs="Mangal"/>
      <w:color w:val="008000"/>
      <w:sz w:val="28"/>
      <w:szCs w:val="28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link w:val="libBold1"/>
    <w:rsid w:val="00E32589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E2613F"/>
    <w:rPr>
      <w:color w:val="008000"/>
    </w:rPr>
  </w:style>
  <w:style w:type="character" w:customStyle="1" w:styleId="libFootnoteAieChar">
    <w:name w:val="libFootnoteAie Char"/>
    <w:link w:val="libFootnoteAie"/>
    <w:rsid w:val="00E2613F"/>
    <w:rPr>
      <w:rFonts w:ascii="Mangal" w:hAnsi="Mangal" w:cs="Mangal"/>
      <w:color w:val="008000"/>
      <w:sz w:val="24"/>
      <w:szCs w:val="24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</w:rPr>
  </w:style>
  <w:style w:type="character" w:customStyle="1" w:styleId="libLineChar">
    <w:name w:val="libLine 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/>
    </w:rPr>
  </w:style>
  <w:style w:type="character" w:customStyle="1" w:styleId="libAlaemChar">
    <w:name w:val="libAlaem 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B7801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FooterChar">
    <w:name w:val="Footer Char"/>
    <w:link w:val="Footer"/>
    <w:uiPriority w:val="99"/>
    <w:rsid w:val="008B7801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7385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="Times New Roman"/>
      <w:sz w:val="22"/>
      <w:szCs w:val="22"/>
    </w:rPr>
  </w:style>
  <w:style w:type="paragraph" w:customStyle="1" w:styleId="libCenterTitr">
    <w:name w:val="libCenterTitr"/>
    <w:basedOn w:val="libCenterBold1"/>
    <w:rsid w:val="00776659"/>
    <w:rPr>
      <w:sz w:val="56"/>
      <w:szCs w:val="56"/>
    </w:rPr>
  </w:style>
  <w:style w:type="paragraph" w:styleId="TOC4">
    <w:name w:val="toc 4"/>
    <w:basedOn w:val="Normal"/>
    <w:next w:val="Normal"/>
    <w:autoRedefine/>
    <w:uiPriority w:val="39"/>
    <w:unhideWhenUsed/>
    <w:rsid w:val="006C230E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6C230E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C230E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C230E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C230E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C230E"/>
    <w:pPr>
      <w:spacing w:after="100"/>
      <w:ind w:left="1760"/>
    </w:pPr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ites\Doc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39FFF-E896-4259-BFEF-EFBC37F6C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32</TotalTime>
  <Pages>55</Pages>
  <Words>7560</Words>
  <Characters>43092</Characters>
  <Application>Microsoft Office Word</Application>
  <DocSecurity>0</DocSecurity>
  <Lines>359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 Defenition</Company>
  <LinksUpToDate>false</LinksUpToDate>
  <CharactersWithSpaces>50551</CharactersWithSpaces>
  <SharedDoc>false</SharedDoc>
  <HLinks>
    <vt:vector size="486" baseType="variant">
      <vt:variant>
        <vt:i4>1245232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_Toc442215770</vt:lpwstr>
      </vt:variant>
      <vt:variant>
        <vt:i4>1179696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_Toc442215769</vt:lpwstr>
      </vt:variant>
      <vt:variant>
        <vt:i4>1179696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_Toc442215768</vt:lpwstr>
      </vt:variant>
      <vt:variant>
        <vt:i4>1179696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_Toc442215767</vt:lpwstr>
      </vt:variant>
      <vt:variant>
        <vt:i4>1179696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_Toc442215766</vt:lpwstr>
      </vt:variant>
      <vt:variant>
        <vt:i4>1179696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_Toc442215765</vt:lpwstr>
      </vt:variant>
      <vt:variant>
        <vt:i4>1179696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_Toc442215764</vt:lpwstr>
      </vt:variant>
      <vt:variant>
        <vt:i4>1179696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_Toc442215763</vt:lpwstr>
      </vt:variant>
      <vt:variant>
        <vt:i4>1179696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_Toc442215762</vt:lpwstr>
      </vt:variant>
      <vt:variant>
        <vt:i4>1179696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_Toc442215761</vt:lpwstr>
      </vt:variant>
      <vt:variant>
        <vt:i4>1179696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_Toc442215760</vt:lpwstr>
      </vt:variant>
      <vt:variant>
        <vt:i4>1114160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_Toc442215759</vt:lpwstr>
      </vt:variant>
      <vt:variant>
        <vt:i4>1114160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_Toc442215758</vt:lpwstr>
      </vt:variant>
      <vt:variant>
        <vt:i4>1114160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_Toc442215757</vt:lpwstr>
      </vt:variant>
      <vt:variant>
        <vt:i4>1114160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_Toc442215756</vt:lpwstr>
      </vt:variant>
      <vt:variant>
        <vt:i4>1114160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_Toc442215755</vt:lpwstr>
      </vt:variant>
      <vt:variant>
        <vt:i4>1114160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_Toc442215754</vt:lpwstr>
      </vt:variant>
      <vt:variant>
        <vt:i4>1114160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_Toc442215753</vt:lpwstr>
      </vt:variant>
      <vt:variant>
        <vt:i4>1114160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_Toc442215752</vt:lpwstr>
      </vt:variant>
      <vt:variant>
        <vt:i4>1114160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_Toc442215751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_Toc442215750</vt:lpwstr>
      </vt:variant>
      <vt:variant>
        <vt:i4>1048624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_Toc442215749</vt:lpwstr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_Toc442215748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_Toc442215747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_Toc442215746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_Toc442215745</vt:lpwstr>
      </vt:variant>
      <vt:variant>
        <vt:i4>1048624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_Toc442215744</vt:lpwstr>
      </vt:variant>
      <vt:variant>
        <vt:i4>1048624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_Toc442215743</vt:lpwstr>
      </vt:variant>
      <vt:variant>
        <vt:i4>1048624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_Toc442215742</vt:lpwstr>
      </vt:variant>
      <vt:variant>
        <vt:i4>1048624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_Toc442215741</vt:lpwstr>
      </vt:variant>
      <vt:variant>
        <vt:i4>1048624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_Toc442215740</vt:lpwstr>
      </vt:variant>
      <vt:variant>
        <vt:i4>1507376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_Toc442215739</vt:lpwstr>
      </vt:variant>
      <vt:variant>
        <vt:i4>1507376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_Toc442215738</vt:lpwstr>
      </vt:variant>
      <vt:variant>
        <vt:i4>1507376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_Toc442215737</vt:lpwstr>
      </vt:variant>
      <vt:variant>
        <vt:i4>1507376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_Toc442215736</vt:lpwstr>
      </vt:variant>
      <vt:variant>
        <vt:i4>1507376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_Toc442215735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_Toc442215734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_Toc442215733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_Toc442215732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_Toc442215731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_Toc442215730</vt:lpwstr>
      </vt:variant>
      <vt:variant>
        <vt:i4>1441840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_Toc442215729</vt:lpwstr>
      </vt:variant>
      <vt:variant>
        <vt:i4>1441840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_Toc442215728</vt:lpwstr>
      </vt:variant>
      <vt:variant>
        <vt:i4>1441840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_Toc442215727</vt:lpwstr>
      </vt:variant>
      <vt:variant>
        <vt:i4>1441840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_Toc442215726</vt:lpwstr>
      </vt:variant>
      <vt:variant>
        <vt:i4>1441840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_Toc442215725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_Toc442215724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_Toc442215723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_Toc442215722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_Toc442215721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_Toc442215720</vt:lpwstr>
      </vt:variant>
      <vt:variant>
        <vt:i4>1376304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_Toc442215719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_Toc442215718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_Toc442215717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_Toc442215716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_Toc442215715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_Toc442215714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_Toc442215713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_Toc442215712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_Toc442215711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_Toc442215710</vt:lpwstr>
      </vt:variant>
      <vt:variant>
        <vt:i4>1310768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_Toc442215709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_Toc442215708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_Toc442215707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_Toc442215706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_Toc442215705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_Toc442215704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_Toc442215703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_Toc442215702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_Toc442215701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_Toc442215700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_Toc442215699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_Toc442215698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_Toc442215697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_Toc442215696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_Toc442215695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_Toc442215694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_Toc442215693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_Toc442215692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_Toc442215691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_Toc442215690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Naghavi</dc:creator>
  <cp:lastModifiedBy>Naghavi</cp:lastModifiedBy>
  <cp:revision>4</cp:revision>
  <cp:lastPrinted>2016-03-27T13:53:00Z</cp:lastPrinted>
  <dcterms:created xsi:type="dcterms:W3CDTF">2016-03-27T13:23:00Z</dcterms:created>
  <dcterms:modified xsi:type="dcterms:W3CDTF">2016-03-27T13:55:00Z</dcterms:modified>
</cp:coreProperties>
</file>