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EB8" w:rsidRPr="00C64EB4" w:rsidRDefault="00002EB8" w:rsidP="00002EB8">
      <w:pPr>
        <w:pStyle w:val="libTitr1"/>
        <w:rPr>
          <w:lang w:bidi="hi-IN"/>
        </w:rPr>
      </w:pPr>
      <w:bookmarkStart w:id="0" w:name="_Toc472853790"/>
      <w:r w:rsidRPr="00C64EB4"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स</w:t>
      </w:r>
      <w:r w:rsidRPr="0056112A">
        <w:rPr>
          <w:rtl/>
          <w:cs/>
        </w:rPr>
        <w:t>.</w:t>
      </w:r>
      <w:r>
        <w:rPr>
          <w:cs/>
          <w:lang w:bidi="hi-IN"/>
        </w:rPr>
        <w:t>)</w:t>
      </w:r>
      <w:bookmarkEnd w:id="0"/>
    </w:p>
    <w:p w:rsidR="00002EB8" w:rsidRPr="00D822B6" w:rsidRDefault="00002EB8" w:rsidP="00002EB8">
      <w:pPr>
        <w:pStyle w:val="libCenterBold1"/>
        <w:rPr>
          <w:lang w:bidi="hi-IN"/>
        </w:rPr>
      </w:pPr>
      <w:r>
        <w:rPr>
          <w:rFonts w:hint="cs"/>
          <w:cs/>
          <w:lang w:bidi="hi-IN"/>
        </w:rPr>
        <w:t xml:space="preserve"> (</w:t>
      </w:r>
      <w:r w:rsidRPr="00D822B6">
        <w:rPr>
          <w:rFonts w:hint="cs"/>
          <w:cs/>
          <w:lang w:bidi="hi-IN"/>
        </w:rPr>
        <w:t>चौदह</w:t>
      </w:r>
      <w:r w:rsidRPr="00D822B6">
        <w:rPr>
          <w:rFonts w:hint="cs"/>
          <w:rtl/>
          <w:cs/>
        </w:rPr>
        <w:t xml:space="preserve"> </w:t>
      </w:r>
      <w:r w:rsidRPr="00D822B6">
        <w:rPr>
          <w:rFonts w:hint="cs"/>
          <w:cs/>
          <w:lang w:bidi="hi-IN"/>
        </w:rPr>
        <w:t>सितारे</w:t>
      </w:r>
      <w:r>
        <w:rPr>
          <w:rFonts w:hint="cs"/>
          <w:cs/>
          <w:lang w:bidi="hi-IN"/>
        </w:rPr>
        <w:t>)</w:t>
      </w:r>
    </w:p>
    <w:p w:rsidR="00002EB8" w:rsidRDefault="00002EB8" w:rsidP="00002EB8">
      <w:pPr>
        <w:pStyle w:val="libTitr2"/>
        <w:rPr>
          <w:cs/>
          <w:lang w:bidi="hi-IN"/>
        </w:rPr>
      </w:pPr>
      <w:r w:rsidRPr="00C64EB4">
        <w:rPr>
          <w:rFonts w:hint="cs"/>
          <w:cs/>
          <w:lang w:bidi="hi-IN"/>
        </w:rPr>
        <w:t>लेखकः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कर्रारवी</w:t>
      </w:r>
    </w:p>
    <w:p w:rsidR="00002EB8" w:rsidRPr="00C64EB4" w:rsidRDefault="00002EB8" w:rsidP="00002EB8">
      <w:pPr>
        <w:pStyle w:val="libnotice0"/>
      </w:pPr>
      <w:r w:rsidRPr="006B240B">
        <w:rPr>
          <w:rStyle w:val="libNoticeChar"/>
          <w:rFonts w:hint="cs"/>
          <w:cs/>
          <w:lang w:bidi="hi-IN"/>
        </w:rPr>
        <w:t>नोटः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ये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अलहसनैन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इस्लामी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नेटवर्क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ज़रीऐ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अपने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पाठको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लिऐ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कराई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और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मे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वग़ैरा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ग़लतीयो</w:t>
      </w:r>
      <w:r w:rsidRPr="00EA6470">
        <w:rPr>
          <w:rStyle w:val="libNoticeChar"/>
          <w:rtl/>
          <w:cs/>
        </w:rPr>
        <w:t xml:space="preserve"> </w:t>
      </w:r>
      <w:r>
        <w:rPr>
          <w:rStyle w:val="libNoticeChar"/>
          <w:rFonts w:hint="cs"/>
          <w:cs/>
          <w:lang w:bidi="hi-IN"/>
        </w:rPr>
        <w:t>को ठीक किया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गया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है।</w:t>
      </w:r>
    </w:p>
    <w:p w:rsidR="00002EB8" w:rsidRDefault="00002EB8" w:rsidP="00002EB8">
      <w:pPr>
        <w:pStyle w:val="libNotice"/>
      </w:pPr>
      <w:r w:rsidRPr="00C64EB4">
        <w:t>Alhassanain.org/hindi</w:t>
      </w:r>
    </w:p>
    <w:p w:rsidR="00002EB8" w:rsidRDefault="00002EB8" w:rsidP="00002EB8">
      <w:pPr>
        <w:rPr>
          <w:rFonts w:ascii="Mangal" w:hAnsi="Mangal" w:cs="Mangal"/>
          <w:color w:val="FF0000"/>
          <w:sz w:val="28"/>
        </w:rPr>
      </w:pPr>
      <w:r>
        <w:br w:type="page"/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lastRenderedPageBreak/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शरह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लक़ब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बनाये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फ़िक़हा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tab/>
      </w:r>
      <w:r w:rsidRPr="00C64EB4">
        <w:tab/>
      </w:r>
      <w:r w:rsidRPr="00C64EB4">
        <w:tab/>
      </w:r>
      <w:r w:rsidRPr="00C64EB4">
        <w:tab/>
      </w:r>
      <w:r w:rsidRPr="00C64EB4">
        <w:rPr>
          <w:rFonts w:hint="cs"/>
          <w:cs/>
          <w:lang w:bidi="hi-IN"/>
        </w:rPr>
        <w:t>साबिर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थरयानी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कराची</w:t>
      </w:r>
      <w:r>
        <w:rPr>
          <w:cs/>
          <w:lang w:bidi="hi-IN"/>
        </w:rPr>
        <w:t xml:space="preserve"> </w:t>
      </w:r>
      <w:r w:rsidRPr="00C64EB4">
        <w:t>’’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सादस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ज़ेबे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मौरूसी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ताज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मौलूदे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बाक़र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हस्ती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जिदअत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ताराज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पैग़म्बरे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छठे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आठवीं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माजिद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वालिदा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माजिदा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क़ासिम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मन्सूस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मासूम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आलिमें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अफ़ज़ले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काएनात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अफ़ज़ल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सवाएक़े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मोहर्रेक़ा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120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ख़ल्क़ान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फ़ज़लह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अश्हरान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यज़कर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अफ़ज़लियत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मोहताज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दफ़ायात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अयान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105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फ़ख़रूद्दीन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तफ़सीर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कबीर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t>5</w:t>
      </w:r>
      <w:r>
        <w:rPr>
          <w:cs/>
          <w:lang w:bidi="hi-IN"/>
        </w:rPr>
        <w:t xml:space="preserve"> पृष्ठ </w:t>
      </w:r>
      <w:r w:rsidRPr="00C64EB4">
        <w:t>429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t>6</w:t>
      </w:r>
      <w:r>
        <w:rPr>
          <w:cs/>
          <w:lang w:bidi="hi-IN"/>
        </w:rPr>
        <w:t xml:space="preserve"> पृष्ठ </w:t>
      </w:r>
      <w:r w:rsidRPr="00C64EB4">
        <w:t>783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ततहीर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आरिफ़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समदानी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हमदानी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मुवदतुल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क़ुर्बा</w:t>
      </w:r>
      <w:r>
        <w:rPr>
          <w:cs/>
          <w:lang w:bidi="hi-IN"/>
        </w:rPr>
        <w:t xml:space="preserve"> पृष्ठ </w:t>
      </w:r>
      <w:r w:rsidRPr="00C64EB4">
        <w:t>34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बम्बई</w:t>
      </w:r>
      <w:r>
        <w:rPr>
          <w:cs/>
          <w:lang w:bidi="hi-IN"/>
        </w:rPr>
        <w:t xml:space="preserve"> </w:t>
      </w:r>
      <w:r w:rsidRPr="00C64EB4">
        <w:t>1310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अश्रया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ताअन</w:t>
      </w:r>
      <w:r>
        <w:rPr>
          <w:cs/>
          <w:lang w:bidi="hi-IN"/>
        </w:rPr>
        <w:t xml:space="preserve"> </w:t>
      </w:r>
      <w:r w:rsidRPr="00C64EB4">
        <w:t>13</w:t>
      </w:r>
      <w:r>
        <w:rPr>
          <w:cs/>
          <w:lang w:bidi="hi-IN"/>
        </w:rPr>
        <w:t xml:space="preserve"> पृष्ठ </w:t>
      </w:r>
      <w:r w:rsidRPr="00C64EB4">
        <w:t>439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 </w:t>
      </w:r>
      <w:r w:rsidRPr="00C64EB4">
        <w:t>1309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मुस्तफ़ाद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महफ़ूज़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वरासतु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लबीव</w:t>
      </w:r>
      <w:r>
        <w:rPr>
          <w:cs/>
          <w:lang w:bidi="hi-IN"/>
        </w:rPr>
        <w:t xml:space="preserve"> पृष्ठ </w:t>
      </w:r>
      <w:r w:rsidRPr="00C64EB4">
        <w:t>200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इब्तिदा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महफ़ूज़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नहन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क़ौम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मासूमन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तरजुमान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ख़ज़ीनादार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मासीयत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आलाम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वरा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169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शाफ़ई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मुख़्तलिफ़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चश्मे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फूटते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अजाएब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इन्केशाफ़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सूऊल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173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lastRenderedPageBreak/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नक़ले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फैला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सवाएक़े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मोहर्रेक़ा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120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मुल्ला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फ़हमो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इदराक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शवाहेदुन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नबूवत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180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ख़ज़री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अन्स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बुख़ारी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सित्ता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मुताबर्रिक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बरीं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दानिश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बेबायद</w:t>
      </w:r>
      <w:r>
        <w:rPr>
          <w:rFonts w:hint="cs"/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गिरीस्त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सआदत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बतारीख़</w:t>
      </w:r>
      <w:r>
        <w:rPr>
          <w:cs/>
          <w:lang w:bidi="hi-IN"/>
        </w:rPr>
        <w:t xml:space="preserve"> </w:t>
      </w:r>
      <w:r w:rsidRPr="00C64EB4">
        <w:t>17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 w:rsidRPr="00C64EB4">
        <w:t>83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 w:rsidRPr="00C64EB4">
        <w:t>702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शम्बा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मुनव्वरा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इरशाद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मुफ़ीद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फ़ारसी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413,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आलाम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वरा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159,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जामे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अब्बासी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60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वगै़राह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इज़्ज़त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मख़सूस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जन्नात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ख़ुलूद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27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ab/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कलमाए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बुरीदा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जिला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उयून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265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नबूवतों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ख़ुलासा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</w:p>
    <w:p w:rsidR="00002EB8" w:rsidRPr="00C64EB4" w:rsidRDefault="00002EB8" w:rsidP="00002EB8">
      <w:pPr>
        <w:pStyle w:val="libNormal"/>
      </w:pPr>
    </w:p>
    <w:p w:rsidR="00002EB8" w:rsidRDefault="00002EB8" w:rsidP="00002EB8">
      <w:pPr>
        <w:pStyle w:val="Heading1"/>
        <w:rPr>
          <w:lang w:bidi="hi-IN"/>
        </w:rPr>
      </w:pPr>
      <w:bookmarkStart w:id="1" w:name="_Toc472853791"/>
      <w:bookmarkStart w:id="2" w:name="_Toc473101938"/>
      <w:r w:rsidRPr="00C64EB4">
        <w:rPr>
          <w:rFonts w:hint="cs"/>
          <w:cs/>
          <w:lang w:bidi="hi-IN"/>
        </w:rPr>
        <w:t>इस्मे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गिरामी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कुन्नियत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अलक़ाब</w:t>
      </w:r>
      <w:bookmarkEnd w:id="1"/>
      <w:bookmarkEnd w:id="2"/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गेरामी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कुन्नियत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अलक़ाब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फ़ाज़िल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रक़म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लक़ब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मुलक़्क़ब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बज़ाहिर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नज़दीक़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लक़ब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जिला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उयून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264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ख़ल्क़ान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सिदक़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जुज़ो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वफ़यात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उल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अयान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105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rPr>
          <w:rFonts w:hint="eastAsia"/>
        </w:rPr>
        <w:lastRenderedPageBreak/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मुताअल्लिक़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शीरी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rFonts w:hint="cs"/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मुनासिबत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लक़ब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लक़ब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मुलक़्क़ब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अरजहुल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मतालिब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361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बहवाला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तज़किरातुल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उल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ख़्वास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उल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उम्मता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वहीदुज़्ज़मा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हैदराबादी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वासेए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कुशादा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सुक़्क़ा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फ़क़ीह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हाफ़िज़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शुबहा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बेअदबी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मनहू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शैइनव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मजालिद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मिन्हा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मजालिद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मजालिद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ऐतिक़ाद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ख़्तान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ख़्वारिज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रवाएत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रवाएत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शुब्हा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अनवारूल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अलख़्ता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पारा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47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हैदराबाद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दकन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lastRenderedPageBreak/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शिब्लंजी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रक़म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शैफ़ान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सुफ़यान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ऐनिया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हनीफ़ा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अय्यूब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सजसतानी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अख़्ज़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हातिम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सुक़्क़ा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लायस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मसलह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निस्बत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इस्तेफ़सार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तफ़हुस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रियासत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नियाज़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मक़दाम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जौहरे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सवाएक़े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मोहर्रेक़ा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120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हुलयतुल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अबरार</w:t>
      </w:r>
      <w:r w:rsidRPr="004D6143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तारीख़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आईम्मा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433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Default="00002EB8" w:rsidP="00002EB8">
      <w:pPr>
        <w:pStyle w:val="Heading1"/>
        <w:rPr>
          <w:lang w:bidi="hi-IN"/>
        </w:rPr>
      </w:pPr>
      <w:bookmarkStart w:id="3" w:name="_Toc472853792"/>
      <w:bookmarkStart w:id="4" w:name="_Toc473101939"/>
      <w:r w:rsidRPr="00C64EB4">
        <w:rPr>
          <w:rFonts w:hint="cs"/>
          <w:cs/>
          <w:lang w:bidi="hi-IN"/>
        </w:rPr>
        <w:t>बादशाहाने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bookmarkEnd w:id="3"/>
      <w:bookmarkEnd w:id="4"/>
    </w:p>
    <w:p w:rsidR="00002EB8" w:rsidRDefault="00002EB8" w:rsidP="00002EB8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 w:rsidRPr="00C64EB4">
        <w:t>83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नाक़िस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हेमार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तरतीब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मुक़र्रर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हेमार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चिराग़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दवानक़ी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मुलाहेज़ा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,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आलाम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वरा</w:t>
      </w:r>
      <w:r w:rsidRPr="004D6143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तारीख़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इब्ने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अलवरी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आइम्मा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336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अनवारूल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पृष्ठ </w:t>
      </w:r>
      <w:r w:rsidRPr="00C64EB4">
        <w:t>50</w:t>
      </w:r>
      <w:r>
        <w:rPr>
          <w:cs/>
          <w:lang w:bidi="hi-IN"/>
        </w:rPr>
        <w:t>)</w:t>
      </w:r>
    </w:p>
    <w:p w:rsidR="00002EB8" w:rsidRPr="00C64EB4" w:rsidRDefault="00002EB8" w:rsidP="00002EB8">
      <w:pPr>
        <w:pStyle w:val="libNormal"/>
        <w:rPr>
          <w:lang w:bidi="hi-IN"/>
        </w:rPr>
      </w:pPr>
    </w:p>
    <w:p w:rsidR="00002EB8" w:rsidRPr="00C64EB4" w:rsidRDefault="00002EB8" w:rsidP="00002EB8">
      <w:pPr>
        <w:pStyle w:val="Heading1"/>
      </w:pPr>
      <w:bookmarkStart w:id="5" w:name="_Toc472853793"/>
      <w:bookmarkStart w:id="6" w:name="_Toc473101940"/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मनाज़िरा</w:t>
      </w:r>
      <w:bookmarkEnd w:id="5"/>
      <w:bookmarkEnd w:id="6"/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मनाज़िरे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दहिरयों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क़दरियों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शिकस्ते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मनाज़िरे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ग़लबा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क़दरिया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मनाज़िरे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ख़्वाहिश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क़दरिये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मनाज़िरा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ज़ोर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आज़माई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मनाज़िरे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खिलाड़ी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ज़ईफ़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मनाज़िरे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पदरे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बुर्ज़ुगवार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हस्ब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कमसिन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पुराना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खांए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मजालिसे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मनाज़िरा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मुन्अक़िद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घबरा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मनाज़िरा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दूंगा।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मनाज़िरे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फ़रीक़ैन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क़दरियों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एतेक़ाद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दख़ल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दख़ल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लेहाज़ा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ख़्वाहिश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पढ़ो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बवह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नाब्दो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इय्याका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तस्तेईन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तुझी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ठहर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एतेक़ाद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दख़्ल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मांगते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मनाज़ेरा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बरख़्वास्त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तफ़सीरे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बुरहान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33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शाकिर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देसानी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शाकिर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देसानी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ताअर्रूफ़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रहबरी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ताऊस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अन्डा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बनावट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सफ़ैदी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बिरंग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तायर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पक्षी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अक़्ले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अंडे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अछूते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दहरियत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देसानी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हश्शाम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अंडे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अंडा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बढे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घटे</w:t>
      </w:r>
      <w:r w:rsidRPr="00C64EB4"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क़ादिर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मिसाल</w:t>
      </w:r>
      <w:r w:rsidRPr="00C64EB4"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पुतली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पुतली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घटती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उसूले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काफ़ी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433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जामए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उल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अख़बार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Default="00002EB8" w:rsidP="00002EB8">
      <w:pPr>
        <w:pStyle w:val="Heading1"/>
        <w:rPr>
          <w:lang w:bidi="hi-IN"/>
        </w:rPr>
      </w:pPr>
      <w:bookmarkStart w:id="7" w:name="_Toc472853794"/>
      <w:bookmarkStart w:id="8" w:name="_Toc473101941"/>
      <w:r w:rsidRPr="00C64EB4">
        <w:rPr>
          <w:rFonts w:hint="cs"/>
          <w:cs/>
          <w:lang w:bidi="hi-IN"/>
        </w:rPr>
        <w:lastRenderedPageBreak/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कल्बी</w:t>
      </w:r>
      <w:bookmarkEnd w:id="7"/>
      <w:bookmarkEnd w:id="8"/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हश्शाम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कल्बी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सुनाये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शाख़े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दरख़्ते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चढ़ाया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वकूफ़ी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पाकीज़ा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कल्बी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झूठा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मख़्लूक़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दरिन्दे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हकिम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कल्बी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असाबा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इब्ने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हजर</w:t>
      </w:r>
      <w:r w:rsidRPr="004D6143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असक़लानी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80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मुल्ला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कल्बी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शुकरिया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वायदा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शवाहेदुन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नबूवत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सवाएक़े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मोहर्रेक़ा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121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147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lastRenderedPageBreak/>
        <w:t>113,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t>113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फ़स्ल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अंगूर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रिदायें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भिजवाईं।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अंगूर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खिलाया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रिदायें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साएल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दीं।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ab/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अल्फ़ाज़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तफ़सील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बअस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सअद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मुक़द्दस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मशग़ूले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हय्यो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हय्यो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निर्रहीम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अंगूर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बोसिदा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रिदाए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बाअस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अल्फ़ाज़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अंगूरों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ज़म्बील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बहुत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बड़ा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टोकरा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चादरें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अंगूर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खिलाईये।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अंगूर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ओढ़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पहाड़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रास्ते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सायल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दीजिये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आरास्ता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चादरें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सायल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स</w:t>
      </w:r>
      <w:r w:rsidRPr="0056112A">
        <w:rPr>
          <w:rtl/>
          <w:cs/>
        </w:rPr>
        <w:t>.</w:t>
      </w:r>
      <w:r>
        <w:rPr>
          <w:cs/>
          <w:lang w:bidi="hi-IN"/>
        </w:rPr>
        <w:t>)</w:t>
      </w:r>
      <w:r w:rsidRPr="00C64EB4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इस्तेफ़ादा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सवाएक़े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मोहर्रेक़ा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121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कशफ़ुल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ग़म्मा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66,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सूऊल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277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  <w:rPr>
          <w:lang w:bidi="hi-IN"/>
        </w:rPr>
      </w:pPr>
    </w:p>
    <w:p w:rsidR="00002EB8" w:rsidRDefault="00002EB8" w:rsidP="00002EB8">
      <w:pPr>
        <w:pStyle w:val="Heading1"/>
        <w:rPr>
          <w:lang w:bidi="hi-IN"/>
        </w:rPr>
      </w:pPr>
      <w:bookmarkStart w:id="9" w:name="_Toc472853795"/>
      <w:bookmarkStart w:id="10" w:name="_Toc473101942"/>
      <w:r w:rsidRPr="00C64EB4"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 xml:space="preserve">सादिक़े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स</w:t>
      </w:r>
      <w:r w:rsidRPr="0056112A">
        <w:rPr>
          <w:rtl/>
          <w:cs/>
        </w:rPr>
        <w:t>.</w:t>
      </w:r>
      <w:r>
        <w:rPr>
          <w:cs/>
          <w:lang w:bidi="hi-IN"/>
        </w:rPr>
        <w:t>)</w:t>
      </w:r>
      <w:bookmarkEnd w:id="9"/>
      <w:bookmarkEnd w:id="10"/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सादिक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माजिद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</w:t>
      </w:r>
      <w:r>
        <w:rPr>
          <w:rFonts w:hint="cs"/>
          <w:cs/>
          <w:lang w:bidi="hi-IN"/>
        </w:rPr>
        <w:t>ि</w:t>
      </w:r>
      <w:r w:rsidRPr="00C64EB4"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 w:rsidRPr="00C64EB4">
        <w:t>114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हश्शाम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t>125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वासिले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जहन्नम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ऊबाश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इख़्लाक़ी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औसाफ़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कोसों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शर्म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मुन्हियात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मुरतकिब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फ़ासिक़ो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फ़ाजिर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अय्याश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नोशी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लवाता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शोहरत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जब्बार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हांडी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सूराख़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कनीज़ों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जमीला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ख़ादेमा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पकड़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बुकारत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इज़्ज़त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लूटना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ज़ायल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ख़ादेमा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मग़मूम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नोशी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खोली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जब्बार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अनीद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ग़ुस्से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फेंक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टांग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टुकड़े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टुकड़े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मज़क़नी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मुबाशेरत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सम्भोग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मशग़ूल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ख़मीस</w:t>
      </w:r>
      <w:r w:rsidRPr="004D6143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हबीब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उस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सैर</w:t>
      </w:r>
      <w:r w:rsidRPr="004D6143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हज्जुल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करामा</w:t>
      </w:r>
      <w:r w:rsidRPr="004D6143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सिद्दीक़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हसन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ईमान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रियायत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र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ख़ुरासान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लटकाया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इस्लाम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48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Heading1"/>
        <w:rPr>
          <w:lang w:bidi="hi-IN"/>
        </w:rPr>
      </w:pPr>
      <w:bookmarkStart w:id="11" w:name="_Toc472853796"/>
      <w:bookmarkStart w:id="12" w:name="_Toc473101943"/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rFonts w:hint="cs"/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नोमान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कूफ़ी</w:t>
      </w:r>
      <w:bookmarkEnd w:id="11"/>
      <w:bookmarkEnd w:id="12"/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फ़रज़न्दे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आलीमे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लदुन्नी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सोहबत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कनीज़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हुसैनिया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ख़्वासो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सोहबत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नोमान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मदारिज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मनक़बते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हदाएक़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उल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हनफ़िया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18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लखनऊ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1906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ई</w:t>
      </w:r>
      <w:r w:rsidRPr="004D6143">
        <w:rPr>
          <w:rStyle w:val="libFootnote0Char"/>
          <w:rFonts w:eastAsia="Calibri"/>
        </w:rPr>
        <w:t>0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नोमान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 w:rsidRPr="00C64EB4">
        <w:t>80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कुन्नियत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उरूज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सग़ीर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बुख़ारी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सन्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174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सीरतुन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नोमान</w:t>
      </w:r>
      <w:r w:rsidRPr="004D6143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शिब्ली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17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हश्शाम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आज़म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t>123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मुख़ालेफ़त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मोआफ़ेक़त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lastRenderedPageBreak/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अकाबिरे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मोहद्देसीन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बुख़ारी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तिरमिज़ी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निसाई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दाऊद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 w:rsidRPr="00C64EB4">
        <w:t>150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सग़ीर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174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सग़ीर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नईम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हमाद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सुफ़ियान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सुफ़ियान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चकना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अश्शाम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मिन्हा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</w:p>
    <w:p w:rsidR="00002EB8" w:rsidRPr="00C64EB4" w:rsidRDefault="00002EB8" w:rsidP="00002EB8">
      <w:pPr>
        <w:pStyle w:val="libNormal"/>
      </w:pPr>
    </w:p>
    <w:p w:rsidR="00002EB8" w:rsidRDefault="00002EB8" w:rsidP="00002EB8">
      <w:pPr>
        <w:pStyle w:val="Heading1"/>
        <w:rPr>
          <w:lang w:bidi="hi-IN"/>
        </w:rPr>
      </w:pPr>
      <w:bookmarkStart w:id="13" w:name="_Toc472853797"/>
      <w:bookmarkStart w:id="14" w:name="_Toc473101944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शार्गिदी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मसला</w:t>
      </w:r>
      <w:bookmarkEnd w:id="13"/>
      <w:bookmarkEnd w:id="14"/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मुसल्लेमात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शार्गिद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तक़ीउद्दीन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तैमिया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कुन्केराना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शुब्हा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शुब्हे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शम्सुल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शिब्ली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नोमानी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इस्तेफ़ादे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मुताअल्लिक़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ज़ख़ीरा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मम्दूह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सोहबत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सोहबत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फ़ायदा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उठाया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उमूमन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तैमिया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माअसर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शार्गिदी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इख़्तेयार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तैमिया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गुस्ताख़ी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ख़ीरा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चश्मी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मुजतहिद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फ़क़ीह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फ़ज़लो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निसबत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मज़हबी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साहेबुल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फ़ीहा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चीज़ों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वाक़िफ़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सीरतुन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नोमान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तबआ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आगरा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इम्तेहान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नोमान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इम्तेहान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फ़ायदा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मसाएले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क़यास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इब्लीस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इब्लीस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नमकीनी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तल्ख़ी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नथनों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रूतूबत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लबों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शीरीनी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 w:rsidRPr="00C64EB4"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ग़ौरो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ख़ौज़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चरबी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ढेला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शूरियत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नमकीनी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पिघल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जातीं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तल्ख़ी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मकोड़े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घुस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रूतूबत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रफ़्त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सहूलियत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लबों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शीरीनी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लज़्ज़त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कुफ़्र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सुनो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कुफ्ऱ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इल्लल्लाह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कमज़ोर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मर्द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आता</w:t>
      </w:r>
      <w:r w:rsidRPr="00C64EB4"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कमज़ोर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कमज़ोर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मीरास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उसको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नफ़क़ा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आज़ूक़ा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दोहरा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ग़िज़ा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ख़ल्क़ान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मुजरिम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फ़तवा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एहराम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बांधने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दांत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रूबाई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फ़क़ाला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फ़ीहा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फ़क़ाला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तदाहिर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तालम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इल्मीयत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फ़ख़्र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धोका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रूबाईया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मसाएद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202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अक़्ल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अक़्ल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नेकियों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बुराईयों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इम्तियाज़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तरजीह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बुराईयों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हयातुल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हैवान</w:t>
      </w:r>
      <w:r w:rsidRPr="004D6143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दमीरी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85,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86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तारीख़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इब्ने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ख़ल्क़ान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105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मनाक़िब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इब्ने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शहरे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आशोब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131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  <w:rPr>
          <w:lang w:bidi="hi-IN"/>
        </w:rPr>
      </w:pPr>
    </w:p>
    <w:p w:rsidR="00002EB8" w:rsidRDefault="00002EB8" w:rsidP="00002EB8">
      <w:pPr>
        <w:pStyle w:val="Heading1"/>
        <w:rPr>
          <w:lang w:bidi="hi-IN"/>
        </w:rPr>
      </w:pPr>
      <w:bookmarkStart w:id="15" w:name="_Toc472853798"/>
      <w:bookmarkStart w:id="16" w:name="_Toc473101945"/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</w:t>
      </w:r>
      <w:r>
        <w:rPr>
          <w:rFonts w:hint="cs"/>
          <w:cs/>
          <w:lang w:bidi="hi-IN"/>
        </w:rPr>
        <w:t>ी</w:t>
      </w:r>
      <w:r w:rsidRPr="00C64EB4">
        <w:rPr>
          <w:rFonts w:hint="cs"/>
          <w:cs/>
          <w:lang w:bidi="hi-IN"/>
        </w:rPr>
        <w:t>ह</w:t>
      </w:r>
      <w:r>
        <w:rPr>
          <w:rFonts w:hint="cs"/>
          <w:cs/>
          <w:lang w:bidi="hi-IN"/>
        </w:rPr>
        <w:t>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इरशादात</w:t>
      </w:r>
      <w:bookmarkEnd w:id="15"/>
      <w:bookmarkEnd w:id="16"/>
    </w:p>
    <w:p w:rsidR="00002EB8" w:rsidRDefault="00002EB8" w:rsidP="00002EB8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शिब्ली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ः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तन्हाई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नियाज़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पाये।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बरादरे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फ़रिश्ता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मूनिसे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तन्हाई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बाएस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मन्ज़िले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शफ़ाअत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3.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तकमेला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छुपा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4.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नीयती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सआदत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5.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तव</w:t>
      </w:r>
      <w:r>
        <w:rPr>
          <w:rFonts w:hint="cs"/>
          <w:cs/>
          <w:lang w:bidi="hi-IN"/>
        </w:rPr>
        <w:t>ाज़ो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ताख़ीर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नफ़्स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धोखा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lastRenderedPageBreak/>
        <w:t>6.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चीज़ें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क़िल्लत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(</w:t>
      </w:r>
      <w:r w:rsidRPr="00C64EB4">
        <w:t>1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आग</w:t>
      </w:r>
      <w:r w:rsidRPr="00C64EB4">
        <w:t>,</w:t>
      </w:r>
      <w:r>
        <w:rPr>
          <w:cs/>
          <w:lang w:bidi="hi-IN"/>
        </w:rPr>
        <w:t xml:space="preserve"> (</w:t>
      </w:r>
      <w:r w:rsidRPr="00C64EB4">
        <w:t>2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दुश्मनी</w:t>
      </w:r>
      <w:r w:rsidRPr="00C64EB4">
        <w:t>,</w:t>
      </w:r>
      <w:r>
        <w:rPr>
          <w:cs/>
          <w:lang w:bidi="hi-IN"/>
        </w:rPr>
        <w:t xml:space="preserve"> (</w:t>
      </w:r>
      <w:r w:rsidRPr="00C64EB4">
        <w:t>3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फ़क़ीरी</w:t>
      </w:r>
      <w:r w:rsidRPr="00C64EB4">
        <w:t>,</w:t>
      </w:r>
      <w:r>
        <w:rPr>
          <w:cs/>
          <w:lang w:bidi="hi-IN"/>
        </w:rPr>
        <w:t xml:space="preserve"> (</w:t>
      </w:r>
      <w:r w:rsidRPr="00C64EB4">
        <w:t>4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मर्ज़।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7.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अज़ीज़दारी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मुतारादिफ़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8.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ग़ल्बे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9.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सदरे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ख़्वाहिश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10.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करेगा।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11.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इज़्ज़त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इज़्ज़त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ज़लील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ख़ुद्दारी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बरतो।</w:t>
      </w:r>
      <w:r>
        <w:rPr>
          <w:cs/>
          <w:lang w:bidi="hi-IN"/>
        </w:rPr>
        <w:t xml:space="preserve"> </w:t>
      </w:r>
      <w:r w:rsidRPr="00C64EB4">
        <w:t>12.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बख़शिश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रोकना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बदज़नी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002EB8" w:rsidRDefault="00002EB8" w:rsidP="00002EB8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1</w:t>
      </w:r>
      <w:r w:rsidRPr="00C64EB4">
        <w:t>3.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मुतअर्रिफ़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आख़ेरत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पहचाने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जायेंगे।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14.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वुसअत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वुसअत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अन्देशा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15.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चीज़ों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इज़्ज़त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(</w:t>
      </w:r>
      <w:r w:rsidRPr="00C64EB4">
        <w:t>1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ज़ालिम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लो।</w:t>
      </w:r>
      <w:r>
        <w:rPr>
          <w:cs/>
          <w:lang w:bidi="hi-IN"/>
        </w:rPr>
        <w:t xml:space="preserve"> (</w:t>
      </w:r>
      <w:r w:rsidRPr="00C64EB4">
        <w:t>2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गुस्तरी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मुख़ालिफ़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(</w:t>
      </w:r>
      <w:r w:rsidRPr="00C64EB4">
        <w:t>3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हमर्दद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हमदर्दी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lastRenderedPageBreak/>
        <w:t>16.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जादए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पैरवी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17.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क़िनाअत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करेगा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मुस्तग़नी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रहेगा।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18.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लल्चाई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डालेगा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फ़क़ीर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रहेगा।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19.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इत्तेहाम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तक़दीर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20.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लग़ज़िश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लग़ज़िश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लायेगा।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21.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जायेगा।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22.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खींचेगा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मक़तूल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23.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कुआं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खोदेगा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गिरेगा।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दरपेश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>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24.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वकूफ़ों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रखेगा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ज़लील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25.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मुफ़ीद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मुज़िर।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26.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चुग़ल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ख़ोरी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27.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जोंक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लगती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फ़ायदा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134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lastRenderedPageBreak/>
        <w:t>28.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इज़ाफ़ा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29.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अस्तग़फ़ार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अब्वाबे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रिज़्क़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जाएं।</w:t>
      </w:r>
    </w:p>
    <w:p w:rsidR="00002EB8" w:rsidRPr="00C64EB4" w:rsidRDefault="00002EB8" w:rsidP="00002EB8">
      <w:pPr>
        <w:pStyle w:val="libNormal"/>
      </w:pPr>
      <w:r w:rsidRPr="00C64EB4">
        <w:t>30.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हौल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क़ुव्वता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बिल्लाहिल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सूऊल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274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275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</w:p>
    <w:p w:rsidR="00002EB8" w:rsidRPr="00C64EB4" w:rsidRDefault="00002EB8" w:rsidP="00002EB8">
      <w:pPr>
        <w:pStyle w:val="Heading1"/>
        <w:rPr>
          <w:lang w:bidi="hi-IN"/>
        </w:rPr>
      </w:pPr>
      <w:bookmarkStart w:id="17" w:name="_Toc472853799"/>
      <w:bookmarkStart w:id="18" w:name="_Toc473101946"/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करामात</w:t>
      </w:r>
      <w:bookmarkEnd w:id="17"/>
      <w:bookmarkEnd w:id="18"/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करामात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ख्वारिक़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वाक़ेआत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जाऊंगा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सआदते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जाऊंगा।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इशारतन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कशफ़ुल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ग़म्मा</w:t>
      </w:r>
      <w:r>
        <w:rPr>
          <w:cs/>
          <w:lang w:bidi="hi-IN"/>
        </w:rPr>
        <w:t xml:space="preserve"> पृष्ठ </w:t>
      </w:r>
      <w:r w:rsidRPr="00C64EB4">
        <w:t>97</w:t>
      </w:r>
      <w:r>
        <w:rPr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यूनुस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ख़ज़ाने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इख़्तेयार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खींचा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बालिश्त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डब्बा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दिखलाया।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ईटें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तकलीफ़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तज़किरतुल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मासूमीन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183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Heading1"/>
        <w:rPr>
          <w:lang w:bidi="hi-IN"/>
        </w:rPr>
      </w:pPr>
      <w:bookmarkStart w:id="19" w:name="_Toc472853800"/>
      <w:bookmarkStart w:id="20" w:name="_Toc473101947"/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अख़्लाक़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औसाफ़</w:t>
      </w:r>
      <w:bookmarkEnd w:id="19"/>
      <w:bookmarkEnd w:id="20"/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आशोब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सरहाने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पंखा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झलने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तरीक़ा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।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मनाक़िब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इब्ने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शहर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आशोब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52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मआसिर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मुजतहिदुल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रक़म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इन्सानी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नमूना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इख़्लाक़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अवसाफ़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मेआरी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हैसीयत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अवसाफ़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मुताअल्लिक़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मख़्सूस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नक़ल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मेहमां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नवाज़ी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ख़ैरो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ख़ैरात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मख़फ़ी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तरीक़े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ग़ुरबा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गीरी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अज़ीज़ों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सुलूक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जराएम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तहम्मुल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थैली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गोशा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पहचानता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थैली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 w:rsidRPr="00C64EB4"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दीनार।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आओ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दीनारो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थैली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शर्मिन्दा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दौड़ता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उज़्र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लेते।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मौजूदा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अन्देशा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मिलेगा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ख़रीद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माक़िब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हमें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क़हत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तकलीफ़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अन्देशा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ग़ल्ले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ज़ख़ीरा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फ़रोख़्त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फ़रोख़्त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गेहूँ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आधे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गेहूँ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आधे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पकाई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ग़रीबों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चाहिये।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क़ायदा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मालदारों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ग़रीबों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इज़्ज़त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मज़दूरों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तिजारत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नफ़्से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नफ़ीस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मेहनत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बेलचा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पसीने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बेलचा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फ़रमाइये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धूप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तकलीफ़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ग़ुलामों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कनीज़ों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मेहरबानी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इम्तेआज़ी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अंगेज़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नमूना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चेहरा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मुताग़य्यर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दरयाफ़्त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कोठे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कनीज़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परवरिश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मुतअय्यन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गोद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ख़ौफ़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छूट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सदमे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सदमा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हेरास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तजहीज़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मोतवज्जा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सादिके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पृष्ठ </w:t>
      </w:r>
      <w:r w:rsidRPr="00C64EB4">
        <w:t>12,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मुनाक़िब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आशोब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t>5</w:t>
      </w:r>
      <w:r>
        <w:rPr>
          <w:cs/>
          <w:lang w:bidi="hi-IN"/>
        </w:rPr>
        <w:t xml:space="preserve"> पृष्ठ </w:t>
      </w:r>
      <w:r w:rsidRPr="00C64EB4">
        <w:t>54</w:t>
      </w:r>
      <w:r>
        <w:rPr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t>1</w:t>
      </w:r>
      <w:r>
        <w:rPr>
          <w:cs/>
          <w:lang w:bidi="hi-IN"/>
        </w:rPr>
        <w:t xml:space="preserve"> पृष्ठ </w:t>
      </w:r>
      <w:r w:rsidRPr="00C64EB4">
        <w:t>67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दस्तरख़्वान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इत्तेफ़ाक़न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छूट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महमानों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ख़राब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कांपने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ग़ुस्से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ख़ौफ़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कांपती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कफ़्फ़ारा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सफ़े</w:t>
      </w:r>
      <w:r>
        <w:rPr>
          <w:cs/>
          <w:lang w:bidi="hi-IN"/>
        </w:rPr>
        <w:t xml:space="preserve"> </w:t>
      </w:r>
      <w:r w:rsidRPr="00C64EB4">
        <w:t>69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धुला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छूट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घबरा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lastRenderedPageBreak/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तोहफ़तुल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अलज़राएर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तक़रीबन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जानिब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अलक़मा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किनारे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शरीए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तसवीरे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अज़ा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10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60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देहली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1919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ई</w:t>
      </w:r>
      <w:r w:rsidRPr="004D6143">
        <w:rPr>
          <w:rStyle w:val="libFootnote0Char"/>
          <w:rFonts w:eastAsia="Calibri"/>
        </w:rPr>
        <w:t>0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  <w:rPr>
          <w:lang w:bidi="hi-IN"/>
        </w:rPr>
      </w:pPr>
    </w:p>
    <w:p w:rsidR="00002EB8" w:rsidRDefault="00002EB8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cs/>
          <w:lang w:bidi="hi-IN"/>
        </w:rPr>
      </w:pPr>
      <w:bookmarkStart w:id="21" w:name="_Toc472853801"/>
      <w:r>
        <w:rPr>
          <w:cs/>
          <w:lang w:bidi="hi-IN"/>
        </w:rPr>
        <w:br w:type="page"/>
      </w:r>
    </w:p>
    <w:p w:rsidR="00002EB8" w:rsidRDefault="00002EB8" w:rsidP="00002EB8">
      <w:pPr>
        <w:pStyle w:val="Heading1"/>
        <w:rPr>
          <w:lang w:bidi="hi-IN"/>
        </w:rPr>
      </w:pPr>
      <w:bookmarkStart w:id="22" w:name="_Toc473101948"/>
      <w:r w:rsidRPr="00C64EB4">
        <w:rPr>
          <w:rFonts w:hint="cs"/>
          <w:cs/>
          <w:lang w:bidi="hi-IN"/>
        </w:rPr>
        <w:lastRenderedPageBreak/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बुलन्दी</w:t>
      </w:r>
      <w:bookmarkEnd w:id="21"/>
      <w:bookmarkEnd w:id="22"/>
    </w:p>
    <w:p w:rsidR="00002EB8" w:rsidRDefault="00002EB8" w:rsidP="00002EB8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जौहरे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हक़ीक़ी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इम्तेआज़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मलाएका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फ़ज़ीलत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ग़ुज़ीर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मनसूस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आलिमे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जैय्यद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लाज़मी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मनसूस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लेहाज़ा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लाज़मी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मदारिज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फ़ाएज़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</w:p>
    <w:p w:rsidR="00002EB8" w:rsidRPr="00C64EB4" w:rsidRDefault="00002EB8" w:rsidP="00002EB8">
      <w:pPr>
        <w:pStyle w:val="libNormal"/>
      </w:pPr>
    </w:p>
    <w:p w:rsidR="00002EB8" w:rsidRDefault="00002EB8" w:rsidP="00002EB8">
      <w:pPr>
        <w:pStyle w:val="Heading1"/>
        <w:rPr>
          <w:lang w:bidi="hi-IN"/>
        </w:rPr>
      </w:pPr>
      <w:bookmarkStart w:id="23" w:name="_Toc472853802"/>
      <w:bookmarkStart w:id="24" w:name="_Toc473101949"/>
      <w:r w:rsidRPr="00C64EB4">
        <w:rPr>
          <w:rFonts w:hint="cs"/>
          <w:cs/>
          <w:lang w:bidi="hi-IN"/>
        </w:rPr>
        <w:t>सादिक़</w:t>
      </w:r>
      <w:r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तसानीफ़</w:t>
      </w:r>
      <w:bookmarkEnd w:id="23"/>
      <w:bookmarkEnd w:id="24"/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तसानीफ़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तवारीख़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रिसाले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फ़ैज़याब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महदूद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कीमिया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रजज़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फ़ाल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फ़लसफ़ा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तबीइयात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हैय्यत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मन्तिक़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तिब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समीयात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अजसाम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अफ़आल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फ़रसाई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लेक्चर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मक़ाम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t>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जफ़रो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जामोआ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लिजिया।</w:t>
      </w:r>
    </w:p>
    <w:p w:rsidR="00002EB8" w:rsidRDefault="00002EB8" w:rsidP="00002EB8">
      <w:pPr>
        <w:pStyle w:val="Heading1"/>
        <w:rPr>
          <w:lang w:bidi="hi-IN"/>
        </w:rPr>
      </w:pPr>
      <w:bookmarkStart w:id="25" w:name="_Toc472853803"/>
      <w:bookmarkStart w:id="26" w:name="_Toc473101950"/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जफ़र 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जामे</w:t>
      </w:r>
      <w:r>
        <w:rPr>
          <w:rFonts w:hint="cs"/>
          <w:cs/>
          <w:lang w:bidi="hi-IN"/>
        </w:rPr>
        <w:t>अ</w:t>
      </w:r>
      <w:bookmarkEnd w:id="25"/>
      <w:bookmarkEnd w:id="26"/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जफ़रो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जामोआ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मुताअल्लिक़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मुख़्तलिफ़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वहीदुज़्ज़मा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हैदराबादी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अनवारूल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लुग़ता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पारा</w:t>
      </w:r>
      <w:r>
        <w:rPr>
          <w:cs/>
          <w:lang w:bidi="hi-IN"/>
        </w:rPr>
        <w:t xml:space="preserve"> </w:t>
      </w:r>
      <w:r w:rsidRPr="00C64EB4">
        <w:t>5</w:t>
      </w:r>
      <w:r>
        <w:rPr>
          <w:cs/>
          <w:lang w:bidi="hi-IN"/>
        </w:rPr>
        <w:t xml:space="preserve"> पृष्ठ </w:t>
      </w:r>
      <w:r w:rsidRPr="00C64EB4">
        <w:t>15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थीं।</w:t>
      </w:r>
    </w:p>
    <w:p w:rsidR="00002EB8" w:rsidRPr="00C64EB4" w:rsidRDefault="00002EB8" w:rsidP="00002EB8">
      <w:pPr>
        <w:pStyle w:val="libNormal"/>
      </w:pPr>
      <w:r w:rsidRPr="00C64EB4">
        <w:rPr>
          <w:rFonts w:hint="eastAsia"/>
        </w:rPr>
        <w:t>‘‘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जामेए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बकरी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जितनी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मुजमिलन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मवाफ़िक़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नक़ल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क़वाएद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तकसीर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हवादिस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मुहीत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तकसीर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सायल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तसर्रूफ़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तग़य्युर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निकालना।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lastRenderedPageBreak/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शिब्लंजी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नूरूल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पृष्ठ </w:t>
      </w:r>
      <w:r w:rsidRPr="00C64EB4">
        <w:t>133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दमीरी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क़तीबा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कातिब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चीज़ें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रूनूमा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होंगी।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शाफ़ेई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मतालेबुस सूऊल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पृष्ठ </w:t>
      </w:r>
      <w:r w:rsidRPr="00C64EB4">
        <w:t>214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होआमन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कलामेह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तसनीफ़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शवाहेदुन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पृष्ठ </w:t>
      </w:r>
      <w:r w:rsidRPr="00C64EB4">
        <w:t>187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 </w:t>
      </w:r>
      <w:r w:rsidRPr="00C64EB4">
        <w:t>1905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जामेए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अबयज़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मुसहफ़े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मज़बूर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नुक़त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बहरावर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शवाहेदुन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पृष्ठ </w:t>
      </w:r>
      <w:r w:rsidRPr="00C64EB4">
        <w:t>187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कशफ़ुल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ग़म्मा</w:t>
      </w:r>
      <w:r>
        <w:rPr>
          <w:cs/>
          <w:lang w:bidi="hi-IN"/>
        </w:rPr>
        <w:t xml:space="preserve"> पृष्ठ </w:t>
      </w:r>
      <w:r w:rsidRPr="00C64EB4">
        <w:t>97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गुज़िश्ता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इल्हाम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सलाहियत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मलायका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ताक़त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आलिमे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लदुन्नी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जानशीने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साहेबे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मजम</w:t>
      </w:r>
      <w:r>
        <w:rPr>
          <w:rFonts w:hint="cs"/>
          <w:cs/>
          <w:lang w:bidi="hi-IN"/>
        </w:rPr>
        <w:t>ा</w:t>
      </w:r>
      <w:r w:rsidRPr="00C64EB4"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बैहरैन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मुन्दरिज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ख़राश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लग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ताज़याना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आधा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ताज़याना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कोड़ा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002EB8" w:rsidRPr="00C64EB4" w:rsidRDefault="00002EB8" w:rsidP="00002EB8">
      <w:pPr>
        <w:pStyle w:val="libNormal"/>
      </w:pPr>
    </w:p>
    <w:p w:rsidR="00002EB8" w:rsidRDefault="00002EB8" w:rsidP="00002EB8">
      <w:pPr>
        <w:pStyle w:val="libBold1"/>
        <w:rPr>
          <w:lang w:bidi="hi-IN"/>
        </w:rPr>
      </w:pPr>
      <w:r w:rsidRPr="00C64EB4"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अलहिलीचिया</w:t>
      </w:r>
      <w:r>
        <w:rPr>
          <w:cs/>
          <w:lang w:bidi="hi-IN"/>
        </w:rPr>
        <w:t xml:space="preserve"> 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बेहारूल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t>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 xml:space="preserve">अलहिलीचिया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नक़ल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तसनीफ़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हिन्दुस्तानी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फ़लसफ़ी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आलीयात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 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तबीआत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तबादला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ख़्यालात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दहरियत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मादीयत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दावे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तवारीख़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हिन्दी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फ़लसफ़ी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मुताकल्लिम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मुफ़ज़ल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 w:rsidRPr="00C64EB4">
        <w:t>,</w:t>
      </w:r>
      <w:r>
        <w:rPr>
          <w:cs/>
          <w:lang w:bidi="hi-IN"/>
        </w:rPr>
        <w:t xml:space="preserve"> 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rPr>
          <w:rFonts w:hint="eastAsia"/>
        </w:rPr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मुफ़ज़ल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मुन्करीने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तबीब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फ़लसफ़ी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मुबाहेसा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। </w:t>
      </w:r>
      <w:r w:rsidRPr="00C64EB4">
        <w:t>’’</w:t>
      </w:r>
    </w:p>
    <w:p w:rsidR="00002EB8" w:rsidRPr="00C64EB4" w:rsidRDefault="00002EB8" w:rsidP="00002EB8">
      <w:pPr>
        <w:pStyle w:val="libNormal"/>
        <w:rPr>
          <w:lang w:bidi="hi-IN"/>
        </w:rPr>
      </w:pPr>
    </w:p>
    <w:p w:rsidR="00002EB8" w:rsidRDefault="00002EB8" w:rsidP="00002EB8">
      <w:pPr>
        <w:pStyle w:val="Heading1"/>
        <w:rPr>
          <w:lang w:bidi="hi-IN"/>
        </w:rPr>
      </w:pPr>
      <w:bookmarkStart w:id="27" w:name="_Toc472853804"/>
      <w:bookmarkStart w:id="28" w:name="_Toc473101951"/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फ़लक़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वक़ार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शार्गिद</w:t>
      </w:r>
      <w:bookmarkEnd w:id="27"/>
      <w:bookmarkEnd w:id="28"/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शार्गिदों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शार्गिदों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ख़ुसूसी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शार्गिदी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सिल्क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पिरो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मोअज़्ज़ज़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मतालेबुस सूऊल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सवाएक़े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मोहर्रेक़ा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नूरूल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हनीफ़ा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अन्सारी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जरीह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अनस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सुफ़ियान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सुफ़ियान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अयनिया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अय्यूब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सजिस्तानी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शार्गिदों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ख़लक़ान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t>1</w:t>
      </w:r>
      <w:r>
        <w:rPr>
          <w:cs/>
          <w:lang w:bidi="hi-IN"/>
        </w:rPr>
        <w:t xml:space="preserve"> पृष्ठ </w:t>
      </w:r>
      <w:r w:rsidRPr="00C64EB4">
        <w:t>130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ख़ैरूद्दीन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आलाम</w:t>
      </w:r>
      <w:r>
        <w:rPr>
          <w:cs/>
          <w:lang w:bidi="hi-IN"/>
        </w:rPr>
        <w:t xml:space="preserve"> पृष्ठ </w:t>
      </w:r>
      <w:r w:rsidRPr="00C64EB4">
        <w:t>183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इदारा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मायफ़ल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t>3</w:t>
      </w:r>
      <w:r>
        <w:rPr>
          <w:cs/>
          <w:lang w:bidi="hi-IN"/>
        </w:rPr>
        <w:t xml:space="preserve"> पृष्ठ </w:t>
      </w:r>
      <w:r w:rsidRPr="00C64EB4">
        <w:t>109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तलमीना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हय्यान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तरसूसी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शार्गिदों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हय्यान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तरसूसी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शार्गिदों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तसानीफ़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हय्यान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तरसूसी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बवजूद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शार्गिदे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002EB8" w:rsidRDefault="00002EB8" w:rsidP="00002EB8">
      <w:pPr>
        <w:pStyle w:val="Heading1"/>
        <w:rPr>
          <w:lang w:bidi="hi-IN"/>
        </w:rPr>
      </w:pPr>
      <w:bookmarkStart w:id="29" w:name="_Toc472853805"/>
      <w:bookmarkStart w:id="30" w:name="_Toc473101952"/>
      <w:r w:rsidRPr="00C64EB4">
        <w:rPr>
          <w:rFonts w:hint="cs"/>
          <w:cs/>
          <w:lang w:bidi="hi-IN"/>
        </w:rPr>
        <w:t>इमामुल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कीमिया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हय्यान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तरसूसी</w:t>
      </w:r>
      <w:bookmarkEnd w:id="29"/>
      <w:bookmarkEnd w:id="30"/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हय्यान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तरसूसी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t>742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803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मोहक़्क़ेक़ीन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 w:rsidRPr="00C64EB4">
        <w:t>813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नदीम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t>777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इन्साईकिलो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पीडिया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हिस्ट्र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उस्तादे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हय्यान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क़बीले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ताअल्लुक़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ख़्यालात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अवाएल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तबीआत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सोहबत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हय्यान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एतराफ़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तसनीफ़ात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कीमीया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शार्गिद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कीमिया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हय्यान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यूरोप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लक़ब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जुनूनन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ज़ौक़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हय्यान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रिसालों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दफ़ियात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t>1</w:t>
      </w:r>
      <w:r>
        <w:rPr>
          <w:cs/>
          <w:lang w:bidi="hi-IN"/>
        </w:rPr>
        <w:t xml:space="preserve"> पृष्ठ </w:t>
      </w:r>
      <w:r w:rsidRPr="00C64EB4">
        <w:t>130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कीमिया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शार्गिद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हय्यान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तरसूसी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रिसालों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ख़ैरूद्दीन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ज़रकली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t>1</w:t>
      </w:r>
      <w:r>
        <w:rPr>
          <w:cs/>
          <w:lang w:bidi="hi-IN"/>
        </w:rPr>
        <w:t xml:space="preserve"> पृष्ठ </w:t>
      </w:r>
      <w:r w:rsidRPr="00C64EB4">
        <w:t>182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तसानीफ़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नदीम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फ़ेहरिस्त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दायरा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मआरेफ़ुल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t>3</w:t>
      </w:r>
      <w:r>
        <w:rPr>
          <w:cs/>
          <w:lang w:bidi="hi-IN"/>
        </w:rPr>
        <w:t xml:space="preserve"> पृष्ठ </w:t>
      </w:r>
      <w:r w:rsidRPr="00C64EB4">
        <w:t>109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हय्यान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रसायल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ख़ल्दून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मुक़दमा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ख़ल्दून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मतबूआ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पृष्ठ </w:t>
      </w:r>
      <w:r w:rsidRPr="00C64EB4">
        <w:t>385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कीमिया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हय्यान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फ़ाज़िल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हंसवी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ज़ख़ीम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तसनीफ़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मतबूआ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मुक़द्दमा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ख़ल्दून</w:t>
      </w:r>
      <w:r>
        <w:rPr>
          <w:cs/>
          <w:lang w:bidi="hi-IN"/>
        </w:rPr>
        <w:t xml:space="preserve"> पृष्ठ </w:t>
      </w:r>
      <w:r w:rsidRPr="00C64EB4">
        <w:t>579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हय्यान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कीमिया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ईजाद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माहेरीन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मख़सूस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जव्वाद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शुमारा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9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हय्यान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तबीआत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कीमिया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तक़द्दुम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शोहरा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आफ़ाक़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फ़लसफ़ा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फ़ाएज़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पैरवी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मुलाहेज़ा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,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तबक़ातुल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उमम</w:t>
      </w:r>
      <w:r w:rsidRPr="004D6143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95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अख़बारूल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हुक्मा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111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मिस्र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पयामे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t>7</w:t>
      </w:r>
      <w:r>
        <w:rPr>
          <w:cs/>
          <w:lang w:bidi="hi-IN"/>
        </w:rPr>
        <w:t xml:space="preserve"> पृष्ठ </w:t>
      </w:r>
      <w:r w:rsidRPr="00C64EB4">
        <w:t>15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क़िस्मत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शार्गिदी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मुताअल्लिक़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जनवरी</w:t>
      </w:r>
      <w:r>
        <w:rPr>
          <w:cs/>
          <w:lang w:bidi="hi-IN"/>
        </w:rPr>
        <w:t xml:space="preserve"> </w:t>
      </w:r>
      <w:r w:rsidRPr="00C64EB4">
        <w:t>25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साईंस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प्रोग्ररेस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नवीशता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जे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यार्ड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एम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एफ़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आफ़ीसरे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र्साइंस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कफ़टेन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कालेज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ब्ररिस्टल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कीमिया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मुतअल्लिक़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तसानीफ़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गेबर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गेबर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जेबर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अस्ल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लातीनी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कुतुब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गेबर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माहिरे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कीमिया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हय्यान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बजाय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लातानी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जे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जुल्ती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इलाक़ों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मसलन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जे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बतौर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जी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साईंस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कमेस्ट्री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चरचा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गोशे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गोशे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खिंच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मुन्सलिक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हय्यान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पिछले</w:t>
      </w:r>
      <w:r>
        <w:rPr>
          <w:cs/>
          <w:lang w:bidi="hi-IN"/>
        </w:rPr>
        <w:t xml:space="preserve"> </w:t>
      </w:r>
      <w:r w:rsidRPr="00C64EB4">
        <w:t>20,</w:t>
      </w:r>
      <w:r>
        <w:rPr>
          <w:cs/>
          <w:lang w:bidi="hi-IN"/>
        </w:rPr>
        <w:t xml:space="preserve"> </w:t>
      </w:r>
      <w:r w:rsidRPr="00C64EB4">
        <w:t>25,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इंगलिस्तान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जर्मनी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मुतअल्लिक़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तहक़ीक़ात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लातीनी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कीमिया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मुताअल्लिक़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कुतुब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सैकड़ों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मुफ़क्किर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मख़सूस</w:t>
      </w:r>
      <w:r>
        <w:rPr>
          <w:cs/>
          <w:lang w:bidi="hi-IN"/>
        </w:rPr>
        <w:t xml:space="preserve"> </w:t>
      </w:r>
      <w:r w:rsidRPr="00C64EB4">
        <w:t>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बरफ़ेकशन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3.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इन्वेस्टीगेशन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परफ़ेक्शन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4.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इन्वेस्टीगेशन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टेलेक्स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5.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टीटा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मुताअल्लिक़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तूलानी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मुफ़क़्के़रीने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योरोप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हर्फ़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जी</w:t>
      </w:r>
      <w:r>
        <w:rPr>
          <w:cs/>
          <w:lang w:bidi="hi-IN"/>
        </w:rPr>
        <w:t>) (</w:t>
      </w:r>
      <w:r w:rsidRPr="00C64EB4">
        <w:rPr>
          <w:rFonts w:hint="cs"/>
          <w:cs/>
          <w:lang w:bidi="hi-IN"/>
        </w:rPr>
        <w:t>गाफ़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गेबर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पुकारें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बजाय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यूरोपियन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हांलाकि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ऐडीशनों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गेबर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अंगे्रज़ी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तरजुमे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शाहज़ादा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मन्तक़ी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002EB8" w:rsidRPr="00C64EB4" w:rsidRDefault="00002EB8" w:rsidP="00002EB8">
      <w:pPr>
        <w:pStyle w:val="libNormal"/>
      </w:pPr>
      <w:r w:rsidRPr="00C64EB4">
        <w:lastRenderedPageBreak/>
        <w:t>1541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नूरन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बर्ग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एडिशन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क़ल्मी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नुसख़े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इख़्तेलाफ़ात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बर्रे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एशिया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चमकता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सितारा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इन्साईकिलो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पीडिया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कैमिस्ट्री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हय्यान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कीमिया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शुगूफ़ा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कीमिया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पहलूओं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मुताअल्लिक़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तरीक़े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सुथरा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तरीक़े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अजीबो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तजरबात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कुस्तुनतुनया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यूनानी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कुतुब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मन्तिक़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90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तसनीफ़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जायेगी।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सरफ़राज़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दिसम्बर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1952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ई</w:t>
      </w:r>
      <w:r w:rsidRPr="004D6143">
        <w:rPr>
          <w:rStyle w:val="libFootnote0Char"/>
          <w:rFonts w:eastAsia="Calibri"/>
        </w:rPr>
        <w:t>0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lastRenderedPageBreak/>
        <w:t>फ़ाज़िल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हंसवी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इज़्ज़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मुइज़्ज़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शारेह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बाबुश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तजरूबे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इन्केशाफ़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खोदने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क़दीमी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मख़तूतात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ब्रिटिश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मियूज़ियम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ख़वास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क़ाबिले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लातीनी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अनुवादों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सिबअईन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नाक़िसों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002EB8" w:rsidRPr="00C64EB4" w:rsidRDefault="00002EB8" w:rsidP="00002EB8">
      <w:pPr>
        <w:pStyle w:val="libNormal"/>
      </w:pPr>
      <w:r w:rsidRPr="00C64EB4">
        <w:rPr>
          <w:rFonts w:hint="eastAsia"/>
        </w:rPr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लातीनी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लातीनी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कीमिया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यूरोप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अनुवादित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कीमिया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तबीयात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हैय्यत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मन्तिक़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समीयत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कुत्बे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तैमूरिया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क़ाहेरा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मुफ़ीद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रिसाला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मक़ततफ़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t>58.</w:t>
      </w:r>
      <w:r>
        <w:rPr>
          <w:cs/>
          <w:lang w:bidi="hi-IN"/>
        </w:rPr>
        <w:t xml:space="preserve"> </w:t>
      </w:r>
      <w:r w:rsidRPr="00C64EB4">
        <w:t>59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मुलाहेज़ा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,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मोअज्जमुल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मतबूआत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अरबिया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मोअर्रेबा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हरफ़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जीम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665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जबिर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तबीबी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तिब्बी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तसानीफ़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डाक्टर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माक्स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यरहाफ़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समूूम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</w:t>
      </w:r>
      <w:r>
        <w:rPr>
          <w:rFonts w:hint="cs"/>
          <w:cs/>
          <w:lang w:bidi="hi-IN"/>
        </w:rPr>
        <w:t>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फ़्रानसीसी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पोल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मुशर्तरक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t>1935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इन्तेशार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आराद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अक़ाएद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हिन्दी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यूनानी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तग़य्यूरात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एख़राज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माफ़िल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क़ूव्वत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फ़ेल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जवाद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10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9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बनारस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प्रोफ़ेसर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यक़ीनन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मुत्तफ़िक़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हय्यान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मोअजि़्ज़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कीमिया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शार्गिद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मिस्टर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प्रोफ़ेसर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कीमिया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रिसाला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हय्यान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दावों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शार्गिदी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कीमिया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साईंस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पारे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गन्धक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खटाई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फुकनी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मसरूफ़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मौसूफ़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मौसूफ़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माक़ूल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शर्मिंन्दगी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दलील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ज़ुरूरी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हय्यान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ज़ेहीन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शार्गिद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दिखाया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ज़ैहीन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तालिबुल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एतेराज़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हर्ज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उस्ताद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फ़ैलाने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गन्धक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खटाई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फुकनी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मसरूफ़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एतेराज़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वसअत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मुलाहेज़ा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मनाक़िब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अलीफ़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मतालेबुस सूऊल</w:t>
      </w:r>
      <w:r>
        <w:rPr>
          <w:cs/>
          <w:lang w:bidi="hi-IN"/>
        </w:rPr>
        <w:t xml:space="preserve"> पृष्ठ </w:t>
      </w:r>
      <w:r w:rsidRPr="00C64EB4">
        <w:t>58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असवद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दवेली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तफ़सीलात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हय्यान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इन्साईकिलो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पीडिया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कैमिस्ट्री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हय्यान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t>90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मिस्टर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बारहवी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सरफ़राज़</w:t>
      </w:r>
      <w:r>
        <w:rPr>
          <w:cs/>
          <w:lang w:bidi="hi-IN"/>
        </w:rPr>
        <w:t xml:space="preserve"> </w:t>
      </w:r>
      <w:r w:rsidRPr="00C64EB4">
        <w:t>17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नवम्बर</w:t>
      </w:r>
      <w:r>
        <w:rPr>
          <w:cs/>
          <w:lang w:bidi="hi-IN"/>
        </w:rPr>
        <w:t xml:space="preserve"> </w:t>
      </w:r>
      <w:r w:rsidRPr="00C64EB4">
        <w:t>1952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नक़ल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मिस्टर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क़मर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पयामे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t>7</w:t>
      </w:r>
      <w:r>
        <w:rPr>
          <w:cs/>
          <w:lang w:bidi="hi-IN"/>
        </w:rPr>
        <w:t xml:space="preserve"> पृष्ठ </w:t>
      </w:r>
      <w:r w:rsidRPr="00C64EB4">
        <w:t>15,</w:t>
      </w:r>
      <w:r>
        <w:rPr>
          <w:cs/>
          <w:lang w:bidi="hi-IN"/>
        </w:rPr>
        <w:t xml:space="preserve"> </w:t>
      </w:r>
      <w:r w:rsidRPr="00C64EB4">
        <w:t>16,</w:t>
      </w:r>
      <w:r>
        <w:rPr>
          <w:cs/>
          <w:lang w:bidi="hi-IN"/>
        </w:rPr>
        <w:t xml:space="preserve"> </w:t>
      </w:r>
      <w:r w:rsidRPr="00C64EB4">
        <w:t>26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जुलाई</w:t>
      </w:r>
      <w:r>
        <w:rPr>
          <w:cs/>
          <w:lang w:bidi="hi-IN"/>
        </w:rPr>
        <w:t xml:space="preserve"> </w:t>
      </w:r>
      <w:r w:rsidRPr="00C64EB4">
        <w:t>1953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हय्यान</w:t>
      </w:r>
      <w:r>
        <w:rPr>
          <w:cs/>
          <w:lang w:bidi="hi-IN"/>
        </w:rPr>
        <w:t xml:space="preserve"> </w:t>
      </w:r>
      <w:r w:rsidRPr="00C64EB4">
        <w:t>722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t>803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813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नदीम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 w:rsidRPr="00C64EB4">
        <w:t>777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नज़दीक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मौसूफ़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नदीम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फ़ैसले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नदीम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t>722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777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t>55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साहेबे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नज़दीक़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इन्साईकिलो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पीडिया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t>90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एतेबार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 w:rsidRPr="00C64EB4">
        <w:t>722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</w:t>
      </w:r>
      <w:r>
        <w:rPr>
          <w:cs/>
          <w:lang w:bidi="hi-IN"/>
        </w:rPr>
        <w:t xml:space="preserve"> </w:t>
      </w:r>
      <w:r w:rsidRPr="00C64EB4">
        <w:t>813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t>91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002EB8" w:rsidRPr="00C64EB4" w:rsidRDefault="00002EB8" w:rsidP="00002EB8">
      <w:pPr>
        <w:pStyle w:val="libNormal"/>
      </w:pPr>
    </w:p>
    <w:p w:rsidR="00002EB8" w:rsidRDefault="00002EB8" w:rsidP="00002EB8">
      <w:pPr>
        <w:pStyle w:val="Heading1"/>
        <w:rPr>
          <w:lang w:bidi="hi-IN"/>
        </w:rPr>
      </w:pPr>
      <w:bookmarkStart w:id="31" w:name="_Toc472853806"/>
      <w:bookmarkStart w:id="32" w:name="_Toc473101953"/>
      <w:r w:rsidRPr="00C64EB4">
        <w:rPr>
          <w:rFonts w:hint="cs"/>
          <w:cs/>
          <w:lang w:bidi="hi-IN"/>
        </w:rPr>
        <w:t>सादिक़े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</w:t>
      </w:r>
      <w:r>
        <w:rPr>
          <w:rFonts w:hint="cs"/>
          <w:cs/>
          <w:lang w:bidi="hi-IN"/>
        </w:rPr>
        <w:t>ु</w:t>
      </w:r>
      <w:r w:rsidRPr="00C64EB4">
        <w:rPr>
          <w:rFonts w:hint="cs"/>
          <w:cs/>
          <w:lang w:bidi="hi-IN"/>
        </w:rPr>
        <w:t>यूज़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बरकात</w:t>
      </w:r>
      <w:bookmarkEnd w:id="31"/>
      <w:bookmarkEnd w:id="32"/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आख़ेरीन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वाक़िफ़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इल्मी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फ़यूज़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बरकात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अवराक़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यक़ीन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फ़ुरसत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तक़रीबन</w:t>
      </w:r>
      <w:r>
        <w:rPr>
          <w:cs/>
          <w:lang w:bidi="hi-IN"/>
        </w:rPr>
        <w:t xml:space="preserve"> </w:t>
      </w:r>
      <w:r w:rsidRPr="00C64EB4">
        <w:t>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फ़ज़ाएलो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ज़ख़ीरा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मुताअल्लिक़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फ़ज़ल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तक़वे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बेपनाह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कसीरूल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फ़वाएद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फ़ायदा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मनाक़िब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शहरे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आशोब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52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बम्बई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इल्मी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फ़यूज़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इल्मी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फ़यूज़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बरकात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भरपूर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आख़ेरीन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फ़ायदा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बजाय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फ़ुनून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ख़ज़ाने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हतकड़ियों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बेड़ियों</w:t>
      </w:r>
      <w:r>
        <w:rPr>
          <w:rFonts w:hint="cs"/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हक़्क़ा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मंज़रे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ख़ानदाने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मोहताज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फ़ाज़िल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मआसिर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सिब्तुल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हंसवी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मतूफ़ी</w:t>
      </w:r>
      <w:r>
        <w:rPr>
          <w:cs/>
          <w:lang w:bidi="hi-IN"/>
        </w:rPr>
        <w:t xml:space="preserve"> </w:t>
      </w:r>
      <w:r w:rsidRPr="00C64EB4">
        <w:t>148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मआरफ़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परवरी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लिहाज़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ज़र्री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रूकावटें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lastRenderedPageBreak/>
        <w:t xml:space="preserve">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इस्तेहकाम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मज़हबे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इशाअत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फ़ुनून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तरवीज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फ़ैलाने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आलिमाने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रब्बानी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रूजु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मक़ामात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ईराक़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ख़ुरासान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काबुल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सिन्ध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फ़िरहंग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तुल्बा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शाएक़ीने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मुस्तफ़ीद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मुफ़ीद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 w:rsidRPr="00C64EB4">
        <w:rPr>
          <w:rFonts w:hint="cs"/>
          <w:cs/>
          <w:lang w:bidi="hi-IN"/>
        </w:rPr>
        <w:t>र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। 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नक़ल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मनाज़िल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शोहरत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फ़ुनून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नक़्ल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 w:rsidRPr="00C64EB4">
        <w:t>4000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तालेबान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बुज़ुर्ग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मतूफ़ी</w:t>
      </w:r>
      <w:r>
        <w:rPr>
          <w:cs/>
          <w:lang w:bidi="hi-IN"/>
        </w:rPr>
        <w:t xml:space="preserve"> </w:t>
      </w:r>
      <w:r w:rsidRPr="00C64EB4">
        <w:t>150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क़ाबिले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मुक़द्दस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राहिब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छवदा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एतेबार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शोहरत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साहेबे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तसानीफ़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इस्तेताअत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जबरान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तसनीफ़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ख़ुलासतुल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अक़वाल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अल्लामा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जल्ली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38,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मिन्हाजुल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मक़ाल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142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मोअल्लेफ़ा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शिया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फ़ी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सदरूल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इस्लाम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51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  <w:rPr>
          <w:lang w:bidi="hi-IN"/>
        </w:rPr>
      </w:pPr>
    </w:p>
    <w:p w:rsidR="00002EB8" w:rsidRDefault="00002EB8" w:rsidP="00002EB8">
      <w:pPr>
        <w:pStyle w:val="Heading1"/>
        <w:rPr>
          <w:lang w:bidi="hi-IN"/>
        </w:rPr>
      </w:pPr>
      <w:bookmarkStart w:id="33" w:name="_Toc472853807"/>
      <w:bookmarkStart w:id="34" w:name="_Toc473101954"/>
      <w:r w:rsidRPr="00C64EB4">
        <w:rPr>
          <w:rFonts w:hint="cs"/>
          <w:cs/>
          <w:lang w:bidi="hi-IN"/>
        </w:rPr>
        <w:t>कुतुबे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</w:t>
      </w:r>
      <w:r>
        <w:rPr>
          <w:rFonts w:hint="cs"/>
          <w:cs/>
          <w:lang w:bidi="hi-IN"/>
        </w:rPr>
        <w:t>ा मिया</w:t>
      </w:r>
      <w:bookmarkEnd w:id="33"/>
      <w:bookmarkEnd w:id="34"/>
    </w:p>
    <w:p w:rsidR="00002EB8" w:rsidRDefault="00002EB8" w:rsidP="00002EB8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मुसन्नेफ़ीन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फ़ुनून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कुतुब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मजमूए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अहादीसे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फ़लां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फ़लां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नक़ल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सनद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सवाएत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कुनुबे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निसयान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एहतेमाल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निसबत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कुतुबे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इन्हेसार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असकरी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मासूमीन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मुशाफ़ा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सुक़्क़े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अख़ज़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क़ासिम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मोहक़क़्िक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मोतबर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मुसन्नेफ़ीन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तसानीफ़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002EB8" w:rsidRPr="00C64EB4" w:rsidRDefault="00002EB8" w:rsidP="00002EB8">
      <w:pPr>
        <w:pStyle w:val="libNormal"/>
      </w:pPr>
    </w:p>
    <w:p w:rsidR="00002EB8" w:rsidRDefault="00002EB8" w:rsidP="00002EB8">
      <w:pPr>
        <w:pStyle w:val="Heading1"/>
        <w:rPr>
          <w:lang w:bidi="hi-IN"/>
        </w:rPr>
      </w:pPr>
      <w:bookmarkStart w:id="35" w:name="_Toc472853808"/>
      <w:bookmarkStart w:id="36" w:name="_Toc473101955"/>
      <w:r w:rsidRPr="00C64EB4">
        <w:rPr>
          <w:rFonts w:hint="cs"/>
          <w:cs/>
          <w:lang w:bidi="hi-IN"/>
        </w:rPr>
        <w:t>सादिक़े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तसानीफ़</w:t>
      </w:r>
      <w:bookmarkEnd w:id="35"/>
      <w:bookmarkEnd w:id="36"/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फ़ाज़िल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माअसर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जव्वाद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कुतुब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कुतुब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रेजाल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तराजिम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मज़कूर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मजमूई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हंै।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अक़्दा</w:t>
      </w:r>
      <w:r>
        <w:rPr>
          <w:cs/>
          <w:lang w:bidi="hi-IN"/>
        </w:rPr>
        <w:t xml:space="preserve"> </w:t>
      </w:r>
      <w:r w:rsidRPr="00C64EB4">
        <w:t>249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t>333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रेजाल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ताएफ़ा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रिजाल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मासूमीन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मुसन्नेफ़ीन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सैकड़ो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कुतुबे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तसनीफ़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मुसन्नेफ़ीन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सैकड़ों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फ़ज़ल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शाज़ान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अस्सी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दवल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तक़रीबन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t>90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अक्सर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मुसन्नेफ़ीन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तक़रीबन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तसानीफ़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मजमउल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बैहरैन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लफ़्ज़े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मातहत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जाफ़ेई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हाफ़िज़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अमीरल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मोमेनीन</w:t>
      </w:r>
      <w:r w:rsidRPr="004D6143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किताब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मक़तल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हुसैन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ज़्यादा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मशहूर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है।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ab/>
      </w:r>
      <w:r w:rsidRPr="00C64EB4"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t>5</w:t>
      </w:r>
      <w:r>
        <w:rPr>
          <w:cs/>
          <w:lang w:bidi="hi-IN"/>
        </w:rPr>
        <w:t xml:space="preserve"> पृष्ठ </w:t>
      </w:r>
      <w:r w:rsidRPr="00C64EB4">
        <w:t>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शग़लब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रबाह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अबू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सईद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हाफ़िज़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तसानीफ़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तफ़सीर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ग़रीबुल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क़ुरआन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मुफ़रद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फ़ज़ाएल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सिफ़्फ़ीन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क़ाबिले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फ़क़ीह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लग़वी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मोहद्दीस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जा़फ़रे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t>141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</w:p>
    <w:p w:rsidR="00002EB8" w:rsidRPr="00C64EB4" w:rsidRDefault="00002EB8" w:rsidP="00002EB8">
      <w:pPr>
        <w:pStyle w:val="libNormal"/>
      </w:pPr>
    </w:p>
    <w:p w:rsidR="00002EB8" w:rsidRDefault="00002EB8" w:rsidP="00002EB8">
      <w:pPr>
        <w:pStyle w:val="Heading1"/>
        <w:rPr>
          <w:lang w:bidi="hi-IN"/>
        </w:rPr>
      </w:pPr>
      <w:bookmarkStart w:id="37" w:name="_Toc472853809"/>
      <w:bookmarkStart w:id="38" w:name="_Toc473101956"/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जफ़र</w:t>
      </w:r>
      <w:bookmarkEnd w:id="37"/>
      <w:bookmarkEnd w:id="38"/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नशरे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लेहाज़ा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इफ़ादात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मुख़्तलिफ़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नशर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यकताए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तसानीफ़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मुताअल्लिक़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लौलैस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यसवा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मन्जद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पृष्ठ </w:t>
      </w:r>
      <w:r w:rsidRPr="00C64EB4">
        <w:t>91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बैरूत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हवादिसे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वहीदुज़्ज़मां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अनवारूल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लुग़त</w:t>
      </w:r>
      <w:r>
        <w:rPr>
          <w:cs/>
          <w:lang w:bidi="hi-IN"/>
        </w:rPr>
        <w:t xml:space="preserve"> पृष्ठ </w:t>
      </w:r>
      <w:r w:rsidRPr="00C64EB4">
        <w:t>15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मुहीत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तकसीर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सायल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तग़य्युर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तबद्दुल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मजमउल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बैहरैन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लफ़्ज़े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मातहत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हवादिसे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ख़लक़ान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t>1</w:t>
      </w:r>
      <w:r>
        <w:rPr>
          <w:cs/>
          <w:lang w:bidi="hi-IN"/>
        </w:rPr>
        <w:t xml:space="preserve"> पृष्ठ </w:t>
      </w:r>
      <w:r w:rsidRPr="00C64EB4">
        <w:t>85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कीमिया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शरफ़उद्दीन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मोअल्लेफ़ा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सदरूल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बग़दाद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पृष्ठ </w:t>
      </w:r>
      <w:r w:rsidRPr="00C64EB4">
        <w:t>36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जाफ़ेई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ग़ौस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क़आब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वाएल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तसानीफ़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तफ़सीर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नवादर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फ़ज़ाएल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जमल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सिफ़्फ़ीन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नहरवान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मक़तल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मोमेनीन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मक़तल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002EB8" w:rsidRPr="00C64EB4" w:rsidRDefault="00002EB8" w:rsidP="00002EB8">
      <w:pPr>
        <w:pStyle w:val="libNormal"/>
      </w:pPr>
    </w:p>
    <w:p w:rsidR="00002EB8" w:rsidRDefault="00002EB8" w:rsidP="00002EB8">
      <w:pPr>
        <w:pStyle w:val="Heading1"/>
        <w:rPr>
          <w:lang w:bidi="hi-IN"/>
        </w:rPr>
      </w:pPr>
      <w:bookmarkStart w:id="39" w:name="_Toc472853810"/>
      <w:bookmarkStart w:id="40" w:name="_Toc473101957"/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तिब</w:t>
      </w:r>
      <w:bookmarkEnd w:id="39"/>
      <w:bookmarkEnd w:id="40"/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बाबूया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नफ़मी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ख़साएल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t>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 w:rsidRPr="00C64EB4">
        <w:t>19</w:t>
      </w:r>
      <w:r>
        <w:rPr>
          <w:cs/>
          <w:lang w:bidi="hi-IN"/>
        </w:rPr>
        <w:t xml:space="preserve"> पृष्ठ </w:t>
      </w:r>
      <w:r w:rsidRPr="00C64EB4">
        <w:t>97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t>99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हिन्द</w:t>
      </w:r>
      <w:r>
        <w:rPr>
          <w:rFonts w:hint="cs"/>
          <w:cs/>
          <w:lang w:bidi="hi-IN"/>
        </w:rPr>
        <w:t>ु</w:t>
      </w:r>
      <w:r w:rsidRPr="00C64EB4">
        <w:rPr>
          <w:rFonts w:hint="cs"/>
          <w:cs/>
          <w:lang w:bidi="hi-IN"/>
        </w:rPr>
        <w:t>स्तान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तबीब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दवांक़ी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अजसाम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अफ़आल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मुताअल्लिक़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उन्नीस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आशोब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t>20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 w:rsidRPr="00C64EB4"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जिब्राईल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अजसाम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अरवाह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फ़क़ाला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हिन्दी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सदक़त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मनाक़िब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इब्ने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शहरे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आशोब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बम्बई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</w:p>
    <w:p w:rsidR="00002EB8" w:rsidRDefault="00002EB8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cs/>
          <w:lang w:bidi="hi-IN"/>
        </w:rPr>
      </w:pPr>
      <w:bookmarkStart w:id="41" w:name="_Toc472853811"/>
      <w:r>
        <w:rPr>
          <w:cs/>
          <w:lang w:bidi="hi-IN"/>
        </w:rPr>
        <w:br w:type="page"/>
      </w:r>
    </w:p>
    <w:p w:rsidR="00002EB8" w:rsidRPr="00C64EB4" w:rsidRDefault="00002EB8" w:rsidP="00002EB8">
      <w:pPr>
        <w:pStyle w:val="Heading1"/>
        <w:rPr>
          <w:lang w:bidi="hi-IN"/>
        </w:rPr>
      </w:pPr>
      <w:bookmarkStart w:id="42" w:name="_Toc473101958"/>
      <w:r w:rsidRPr="00C64EB4">
        <w:rPr>
          <w:rFonts w:hint="cs"/>
          <w:cs/>
          <w:lang w:bidi="hi-IN"/>
        </w:rPr>
        <w:lastRenderedPageBreak/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क़ुरआन</w:t>
      </w:r>
      <w:bookmarkEnd w:id="41"/>
      <w:bookmarkEnd w:id="42"/>
    </w:p>
    <w:p w:rsidR="00002EB8" w:rsidRDefault="00002EB8" w:rsidP="00002EB8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मुख़्तसर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फ़यूज़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बरकात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मुफ़स्सल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साकेबा</w:t>
      </w:r>
      <w:r>
        <w:rPr>
          <w:cs/>
          <w:lang w:bidi="hi-IN"/>
        </w:rPr>
        <w:t xml:space="preserve"> पृष्ठ </w:t>
      </w:r>
      <w:r w:rsidRPr="00C64EB4">
        <w:t>478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क़ौल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दमए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साकेबा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488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  <w:rPr>
          <w:lang w:bidi="hi-IN"/>
        </w:rPr>
      </w:pPr>
    </w:p>
    <w:p w:rsidR="00002EB8" w:rsidRDefault="00002EB8" w:rsidP="00002EB8">
      <w:pPr>
        <w:pStyle w:val="Heading1"/>
        <w:rPr>
          <w:lang w:bidi="hi-IN"/>
        </w:rPr>
      </w:pPr>
      <w:bookmarkStart w:id="43" w:name="_Toc472853812"/>
      <w:bookmarkStart w:id="44" w:name="_Toc473101959"/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नुजूम</w:t>
      </w:r>
      <w:bookmarkEnd w:id="43"/>
      <w:bookmarkEnd w:id="44"/>
    </w:p>
    <w:p w:rsidR="00002EB8" w:rsidRDefault="00002EB8" w:rsidP="00002EB8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इल्म</w:t>
      </w:r>
      <w:r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नुजूम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कुतुबे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मुतालेआ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नुजूम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मुबाहेसा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मुनाज़ेरा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अंगुश्त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बदन्दां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बेहारूल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मनाक़िबे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आशोब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दमए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साकेबा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मनाज़िरे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फ़ैसला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नुजुम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बैत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हल्क़ा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बगोशान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मोअद्दते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नूरे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लें।</w:t>
      </w:r>
    </w:p>
    <w:p w:rsidR="00002EB8" w:rsidRPr="00C64EB4" w:rsidRDefault="00002EB8" w:rsidP="00002EB8">
      <w:pPr>
        <w:pStyle w:val="libNormal"/>
      </w:pPr>
    </w:p>
    <w:p w:rsidR="00002EB8" w:rsidRDefault="00002EB8" w:rsidP="00002EB8">
      <w:pPr>
        <w:pStyle w:val="Heading1"/>
        <w:rPr>
          <w:lang w:bidi="hi-IN"/>
        </w:rPr>
      </w:pPr>
      <w:bookmarkStart w:id="45" w:name="_Toc472853813"/>
      <w:bookmarkStart w:id="46" w:name="_Toc473101960"/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मन्तिक़</w:t>
      </w:r>
      <w:r>
        <w:rPr>
          <w:rFonts w:hint="cs"/>
          <w:cs/>
          <w:lang w:bidi="hi-IN"/>
        </w:rPr>
        <w:t xml:space="preserve">ुत </w:t>
      </w:r>
      <w:r w:rsidRPr="00C64EB4">
        <w:rPr>
          <w:rFonts w:hint="cs"/>
          <w:cs/>
          <w:lang w:bidi="hi-IN"/>
        </w:rPr>
        <w:t>तैर</w:t>
      </w:r>
      <w:bookmarkEnd w:id="45"/>
      <w:bookmarkEnd w:id="46"/>
    </w:p>
    <w:p w:rsidR="00002EB8" w:rsidRDefault="00002EB8" w:rsidP="00002EB8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सादिके़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मन्तिक़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क़ायेदा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वाक़िफ़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जानवर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तकल्लुम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मुलाहेज़ा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तफ़सीरे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लुबाब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t>5</w:t>
      </w:r>
      <w:r>
        <w:rPr>
          <w:cs/>
          <w:lang w:bidi="hi-IN"/>
        </w:rPr>
        <w:t xml:space="preserve"> पृष्ठ </w:t>
      </w:r>
      <w:r w:rsidRPr="00C64EB4">
        <w:t>113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तन्ज़ील</w:t>
      </w:r>
      <w:r>
        <w:rPr>
          <w:cs/>
          <w:lang w:bidi="hi-IN"/>
        </w:rPr>
        <w:t xml:space="preserve"> पृष्ठ </w:t>
      </w:r>
      <w:r w:rsidRPr="00C64EB4">
        <w:t>113,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अजायबुल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क़सस</w:t>
      </w:r>
      <w:r>
        <w:rPr>
          <w:cs/>
          <w:lang w:bidi="hi-IN"/>
        </w:rPr>
        <w:t xml:space="preserve"> पृष्ठ </w:t>
      </w:r>
      <w:r w:rsidRPr="00C64EB4">
        <w:t>105,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नूरूल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अनवार</w:t>
      </w:r>
      <w:r>
        <w:rPr>
          <w:cs/>
          <w:lang w:bidi="hi-IN"/>
        </w:rPr>
        <w:t xml:space="preserve"> पृष्ठ </w:t>
      </w:r>
      <w:r w:rsidRPr="00C64EB4">
        <w:t>311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चकोर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चनडोल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बोलते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सराहत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ख़्वाहिश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अल्लाहुम्मा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मबग़ज़ी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बुग़्ज़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फ़ाख़्ता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फ़क़्द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फ़क़्द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नेस्तो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नाबूद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>।</w:t>
      </w:r>
    </w:p>
    <w:p w:rsidR="00002EB8" w:rsidRPr="00C64EB4" w:rsidRDefault="00002EB8" w:rsidP="00002EB8">
      <w:pPr>
        <w:pStyle w:val="libNormal"/>
      </w:pPr>
    </w:p>
    <w:p w:rsidR="00002EB8" w:rsidRDefault="00002EB8" w:rsidP="00002EB8">
      <w:pPr>
        <w:pStyle w:val="Heading1"/>
        <w:rPr>
          <w:lang w:bidi="hi-IN"/>
        </w:rPr>
      </w:pPr>
      <w:bookmarkStart w:id="47" w:name="_Toc472853814"/>
      <w:bookmarkStart w:id="48" w:name="_Toc473101961"/>
      <w:r w:rsidRPr="00C64EB4">
        <w:rPr>
          <w:rFonts w:hint="cs"/>
          <w:cs/>
          <w:lang w:bidi="hi-IN"/>
        </w:rPr>
        <w:lastRenderedPageBreak/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rFonts w:hint="cs"/>
          <w:cs/>
          <w:lang w:bidi="hi-IN"/>
        </w:rPr>
        <w:t>ु</w:t>
      </w:r>
      <w:r w:rsidRPr="00C64EB4">
        <w:rPr>
          <w:rFonts w:hint="cs"/>
          <w:cs/>
          <w:lang w:bidi="hi-IN"/>
        </w:rPr>
        <w:t>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अजसाम</w:t>
      </w:r>
      <w:bookmarkEnd w:id="47"/>
      <w:bookmarkEnd w:id="48"/>
    </w:p>
    <w:p w:rsidR="00002EB8" w:rsidRDefault="00002EB8" w:rsidP="00002EB8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मनाक़िबे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आशोब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बेहारूल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t>14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इन्सानी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तफ़सील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वसल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248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हड्डियां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रगें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ख़ल्क़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रगें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सेराब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हड्डियां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हड्डियों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002EB8" w:rsidRPr="00C64EB4" w:rsidRDefault="00002EB8" w:rsidP="00002EB8">
      <w:pPr>
        <w:pStyle w:val="libNormal"/>
      </w:pPr>
    </w:p>
    <w:p w:rsidR="00002EB8" w:rsidRDefault="00002EB8" w:rsidP="00002EB8">
      <w:pPr>
        <w:pStyle w:val="Heading1"/>
        <w:rPr>
          <w:lang w:bidi="hi-IN"/>
        </w:rPr>
      </w:pPr>
      <w:bookmarkStart w:id="49" w:name="_Toc472853815"/>
      <w:bookmarkStart w:id="50" w:name="_Toc473101962"/>
      <w:r w:rsidRPr="00C64EB4">
        <w:rPr>
          <w:rFonts w:hint="cs"/>
          <w:cs/>
          <w:lang w:bidi="hi-IN"/>
        </w:rPr>
        <w:t>सादिक़े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bookmarkEnd w:id="49"/>
      <w:bookmarkEnd w:id="50"/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मुसल्लेमा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बेहिश्त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इक़्तेदार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मेहरबानी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रहाईश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दीजिए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ख़रीद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दीजिए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लौट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ख़रीद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हुदूदे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हुदूदे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नविश्ता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नविश्ता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कफ़न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मिला।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नविश्ता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वायदा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बूद</w:t>
      </w:r>
      <w:r>
        <w:rPr>
          <w:cs/>
          <w:lang w:bidi="hi-IN"/>
        </w:rPr>
        <w:t xml:space="preserve">।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वायदा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दुरूस्त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शवाहेदुन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नबूवत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192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</w:p>
    <w:p w:rsidR="00002EB8" w:rsidRPr="00C64EB4" w:rsidRDefault="00002EB8" w:rsidP="00002EB8">
      <w:pPr>
        <w:pStyle w:val="Heading1"/>
        <w:rPr>
          <w:lang w:bidi="hi-IN"/>
        </w:rPr>
      </w:pPr>
      <w:bookmarkStart w:id="51" w:name="_Toc472853816"/>
      <w:bookmarkStart w:id="52" w:name="_Toc473101963"/>
      <w:r w:rsidRPr="00C64EB4">
        <w:rPr>
          <w:rFonts w:hint="cs"/>
          <w:cs/>
          <w:lang w:bidi="hi-IN"/>
        </w:rPr>
        <w:t>दस्ते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एजाज़े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इब्राहीमी</w:t>
      </w:r>
      <w:bookmarkEnd w:id="51"/>
      <w:bookmarkEnd w:id="52"/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पैग़म्बरे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मोजिज़ात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दिखाया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तहद्दी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असबाते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दिखाना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मोजिज़ात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दिखलाना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मोजेज़ा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दिखलाने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मोजेज़ा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दिखला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मुल्ला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परिन्दे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मुख़्तलिफ़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अजनास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ताअज्जुबाना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ताऊस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कबूतर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परिन्दे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पहरन्दा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सायल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शवाहेदुन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नबूवत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191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लखनऊ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1905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ई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0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Default="00002EB8" w:rsidP="00002EB8">
      <w:pPr>
        <w:pStyle w:val="libNormal"/>
        <w:rPr>
          <w:lang w:bidi="hi-IN"/>
        </w:rPr>
      </w:pPr>
    </w:p>
    <w:p w:rsidR="00002EB8" w:rsidRPr="00C64EB4" w:rsidRDefault="00002EB8" w:rsidP="00002EB8">
      <w:pPr>
        <w:pStyle w:val="Heading1"/>
        <w:rPr>
          <w:lang w:bidi="hi-IN"/>
        </w:rPr>
      </w:pPr>
      <w:bookmarkStart w:id="53" w:name="_Toc472853817"/>
      <w:bookmarkStart w:id="54" w:name="_Toc473101964"/>
      <w:r w:rsidRPr="00C64EB4">
        <w:rPr>
          <w:rFonts w:hint="cs"/>
          <w:cs/>
          <w:lang w:bidi="hi-IN"/>
        </w:rPr>
        <w:t>ख़तो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दरख़्वास्त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हिदायत</w:t>
      </w:r>
      <w:bookmarkEnd w:id="53"/>
      <w:bookmarkEnd w:id="54"/>
    </w:p>
    <w:p w:rsidR="00002EB8" w:rsidRPr="00C64EB4" w:rsidRDefault="00002EB8" w:rsidP="00002EB8">
      <w:pPr>
        <w:pStyle w:val="libBold1"/>
        <w:rPr>
          <w:lang w:bidi="hi-IN"/>
        </w:rPr>
      </w:pPr>
      <w:r w:rsidRPr="00C64EB4">
        <w:rPr>
          <w:rFonts w:hint="cs"/>
          <w:cs/>
          <w:lang w:bidi="hi-IN"/>
        </w:rPr>
        <w:t>बिस्मिल्लाह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तरीक़ा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चीज़ों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पृष्ठ </w:t>
      </w:r>
      <w:r w:rsidRPr="00C64EB4">
        <w:t>690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बिस्मिल्लाह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रहीम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बिस्मिल्लाह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दन्दाने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लिखना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लिखना।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सीन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</w:p>
    <w:p w:rsidR="00002EB8" w:rsidRDefault="00002EB8" w:rsidP="00002EB8">
      <w:pPr>
        <w:pStyle w:val="libBold1"/>
        <w:rPr>
          <w:lang w:bidi="hi-IN"/>
        </w:rPr>
      </w:pPr>
      <w:r w:rsidRPr="00C64EB4">
        <w:rPr>
          <w:rFonts w:hint="cs"/>
          <w:cs/>
          <w:lang w:bidi="hi-IN"/>
        </w:rPr>
        <w:t>दरख़्वास्त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तरीक़ा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दाहेनी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</w:t>
      </w:r>
      <w:r w:rsidRPr="00C64EB4">
        <w:rPr>
          <w:rFonts w:hint="cs"/>
          <w:cs/>
          <w:lang w:bidi="hi-IN"/>
        </w:rPr>
        <w:t>वात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दरख़्वास्त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शिब्लंजी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नूरूल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अबसार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पृष्ठ </w:t>
      </w:r>
      <w:r w:rsidRPr="00C64EB4">
        <w:t>133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हुलयतुल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मुत्तक़ीन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दरख़्वास्त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मन्ज़ूर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बिस्मिल्लाह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हिर्ररहमार्निरहीम</w:t>
      </w:r>
    </w:p>
    <w:p w:rsidR="00002EB8" w:rsidRPr="00C64EB4" w:rsidRDefault="00002EB8" w:rsidP="00002EB8">
      <w:pPr>
        <w:pStyle w:val="libNormal"/>
      </w:pPr>
      <w:r w:rsidRPr="00C64EB4">
        <w:rPr>
          <w:rFonts w:hint="eastAsia"/>
        </w:rPr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वआदअल्लाह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साबेरीन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मख़रज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यकराहून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रिज़्क़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यसतबून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जाअलना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लज़ीना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ख़ौफ़ुन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अलैहिम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ज़नून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कशफ़ुल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पृष्ठ </w:t>
      </w:r>
      <w:r w:rsidRPr="00C64EB4">
        <w:t>97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तरीक़ा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रौशनाई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दरख़्वास्त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तहज़ीबुल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इस्लाम</w:t>
      </w:r>
      <w:r w:rsidRPr="004D6143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तरजुमा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हिल्यतुल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मुत्तक़ीन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185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कराची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Bold1"/>
        <w:rPr>
          <w:lang w:bidi="hi-IN"/>
        </w:rPr>
      </w:pP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उसूले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पृष्ठ </w:t>
      </w:r>
      <w:r w:rsidRPr="00C64EB4">
        <w:t>690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रद्दे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वाजेबून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रद्देस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अन्देशी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lastRenderedPageBreak/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लेहाज़ा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तरीक़ा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शियाने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हमदर्दी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मद्दगार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सुलैमान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वज़ीर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तजवीज़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गुमाश्ते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तबलीग़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इजाज़त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मुक़ाबले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साज़गार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जाय।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क़ासिद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खु़तूत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</w:t>
      </w:r>
      <w:r>
        <w:rPr>
          <w:rFonts w:hint="cs"/>
          <w:cs/>
          <w:lang w:bidi="hi-IN"/>
        </w:rPr>
        <w:t>ज़ि</w:t>
      </w:r>
      <w:r w:rsidRPr="00C64EB4">
        <w:rPr>
          <w:rFonts w:hint="cs"/>
          <w:cs/>
          <w:lang w:bidi="hi-IN"/>
        </w:rPr>
        <w:t>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क़ासिद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क़ासिद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मुलाहेज़ा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फ़रमायें।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चिराग़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क़ासिद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</w:p>
    <w:p w:rsidR="00002EB8" w:rsidRPr="00C64EB4" w:rsidRDefault="00002EB8" w:rsidP="00002EB8">
      <w:pPr>
        <w:pStyle w:val="libNormal"/>
      </w:pPr>
      <w:r w:rsidRPr="00C64EB4">
        <w:lastRenderedPageBreak/>
        <w:tab/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क़ासिद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 w:rsidRPr="00C64EB4">
        <w:t>132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फ़ैसला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मरवजुल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ज़हब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मसूदी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बर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हाशिया</w:t>
      </w:r>
      <w:r w:rsidRPr="004D6143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कामिल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8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30,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तारीख़ुल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ख़ुल्फ़ा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272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हयातुल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हैवान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74,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आइम्मा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433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Default="00002EB8" w:rsidP="00002EB8">
      <w:pPr>
        <w:pStyle w:val="Heading1"/>
        <w:rPr>
          <w:lang w:bidi="hi-IN"/>
        </w:rPr>
      </w:pPr>
      <w:bookmarkStart w:id="55" w:name="_Toc472853818"/>
      <w:bookmarkStart w:id="56" w:name="_Toc473101965"/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दवानेक़ी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स</w:t>
      </w:r>
      <w:r w:rsidRPr="0056112A">
        <w:rPr>
          <w:rtl/>
          <w:cs/>
        </w:rPr>
        <w:t>.</w:t>
      </w:r>
      <w:r>
        <w:rPr>
          <w:cs/>
          <w:lang w:bidi="hi-IN"/>
        </w:rPr>
        <w:t>)</w:t>
      </w:r>
      <w:bookmarkEnd w:id="55"/>
      <w:bookmarkEnd w:id="56"/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/>
        </w:rPr>
        <w:t>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साल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महीने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ज़िल्हिज्जा</w:t>
      </w:r>
      <w:r>
        <w:rPr>
          <w:cs/>
          <w:lang w:bidi="hi-IN"/>
        </w:rPr>
        <w:t xml:space="preserve"> </w:t>
      </w:r>
      <w:r w:rsidRPr="00C64EB4">
        <w:t>136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 w:rsidRPr="00C64EB4">
        <w:t>754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t>137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एनाने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संभाल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ली।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जस्टिस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आक़ेबत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अन्देशी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इक़तेदार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ख़ानदानी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वक़ार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रहा।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मुवर्रेख़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ज़ाकिर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मुदब्बिर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मुन्तज़िम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शक्की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वसवासी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सफ़्फ़ाक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शुब्हा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हरगिज़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सियाह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अलवियों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कंजूस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दवानेक़ी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जुम्ला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किनारा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रूहानी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इक़तेदार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तकलीफ़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खटका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जायदातें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दीवार</w:t>
      </w:r>
      <w:r>
        <w:rPr>
          <w:rFonts w:hint="cs"/>
          <w:cs/>
          <w:lang w:bidi="hi-IN"/>
        </w:rPr>
        <w:t>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ताज़याने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लगवाये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हिमायत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जै़द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t>150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ज़हरीले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बुख़ारात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माजिद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इमामत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सवाएक़े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मोहर्रेक़ा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121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ab/>
      </w:r>
      <w:r w:rsidRPr="00C64EB4">
        <w:rPr>
          <w:rFonts w:hint="cs"/>
          <w:cs/>
          <w:lang w:bidi="hi-IN"/>
        </w:rPr>
        <w:t>मुल्ला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शिब्लंजी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मुक़र्रब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नाक़िल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मुताफक्किर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तफ़क्कुर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दरयाफ़्त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अलवियों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जमाअते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मशग़ूल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ताअल्लुक़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मुतमईन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जाऊंगा।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जल्लाद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रखूं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कांपने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इस्तेक़बाल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>(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तकलीफ़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 w:rsidRPr="00C64EB4"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कीजिये।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फ़रमाया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चाहूं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आऊँ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शवहिद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नबूवत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188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वसीला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नजात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146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मजानी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अदब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182,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इरशाद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मुफ़ीद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415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  <w:rPr>
          <w:lang w:bidi="hi-IN"/>
        </w:rPr>
      </w:pPr>
    </w:p>
    <w:p w:rsidR="00002EB8" w:rsidRDefault="00002EB8" w:rsidP="00002EB8">
      <w:pPr>
        <w:pStyle w:val="Heading1"/>
        <w:rPr>
          <w:lang w:bidi="hi-IN"/>
        </w:rPr>
      </w:pPr>
      <w:bookmarkStart w:id="57" w:name="_Toc472853819"/>
      <w:bookmarkStart w:id="58" w:name="_Toc473101966"/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कशी</w:t>
      </w:r>
      <w:bookmarkEnd w:id="57"/>
      <w:bookmarkEnd w:id="58"/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रौंगटे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मज़ालिम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ठिकाना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खू़न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दीवारें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बेगुनाहों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दीवारों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चिनवा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बुनियादों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दबवा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शुब्हा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नाज़ुक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ऐहतियात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बर्दाश्त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रफ़ता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रफ़ता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rFonts w:hint="cs"/>
          <w:cs/>
          <w:lang w:bidi="hi-IN"/>
        </w:rPr>
        <w:t>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जोशीले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मज़ालिम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छुड़ायें।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रोकना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उभारने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नफ़से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पछत्तर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आदमी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कमसिन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बूढ़े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सित्म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रसीदा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मजबूरी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गुनाही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बेचैन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साहेबाने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फ़ज़लो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दोहरी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जंजीरें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शर्मों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गरदने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लाग़र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ऊंटों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पीठों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</w:p>
    <w:p w:rsidR="00002EB8" w:rsidRPr="00C64EB4" w:rsidRDefault="00002EB8" w:rsidP="00002EB8">
      <w:pPr>
        <w:pStyle w:val="libNormal"/>
      </w:pPr>
      <w:r w:rsidRPr="00C64EB4">
        <w:lastRenderedPageBreak/>
        <w:tab/>
      </w:r>
      <w:r w:rsidRPr="00C64EB4"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कुन्बे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बेचैन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दरवाज़े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ज़न्जीर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तौक़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मुश्कें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बंधे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हुरमते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महफ़ूज़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रहेगी।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क़ौमे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</w:t>
      </w:r>
      <w:r>
        <w:rPr>
          <w:rFonts w:hint="cs"/>
          <w:cs/>
          <w:lang w:bidi="hi-IN"/>
        </w:rPr>
        <w:t>ुआहे</w:t>
      </w:r>
      <w:r w:rsidRPr="00C64EB4">
        <w:rPr>
          <w:rFonts w:hint="cs"/>
          <w:cs/>
          <w:lang w:bidi="hi-IN"/>
        </w:rPr>
        <w:t>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हिफ़ाज़त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मुआख़ेज़ा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परेशानी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रिदाये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गहरा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तक़रीबन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तप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बुख़ार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तकलीफ़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तसल्ली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दिलासा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संगदिल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</w:p>
    <w:p w:rsidR="00002EB8" w:rsidRDefault="00002EB8" w:rsidP="00002EB8">
      <w:pPr>
        <w:pStyle w:val="libBold1"/>
        <w:rPr>
          <w:lang w:bidi="hi-IN"/>
        </w:rPr>
      </w:pPr>
      <w:r w:rsidRPr="00C64EB4">
        <w:tab/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नफ़से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रूपोश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सहराई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छुप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मंज़िल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ज़िल्लत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इज़्ज़त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सड़ते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गन्दी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फैली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मज़ालिम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गै़र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क़दीमी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कहलाते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हिर्स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आख़ेरत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ग़ाफ़िल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तिलावते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अवक़ात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तिलावत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तक़सीम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अवक़ाते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पुरसाने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सुनों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नफ़्से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फ़राहम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चढ़ाई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फ़ौजों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घेरा।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मुक़ाबले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बूढ़े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मुसल्ले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फ़ारिग़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साख़्ता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शाबाश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वायदा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ज़िल्लत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परहेज़गारी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गुनाहों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महफ़ूज़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मक़तूल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चुके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इंसाफ़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ठंडी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मुद्दतों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घूमते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नफ़्से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फ़तेह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अहमरा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सैकड़ों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फ़तेह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नुमायां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मामेला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भागते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सिपाहियों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ताअक़्कु़ब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ऐनी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फ़ायदा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तितर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क़ुव्वत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नागहानी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फ़तेह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लौट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तितर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मजबूरन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मुक़ाबले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हाशमी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शुजाअत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जौहर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दिखाते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लड़ते।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 w:rsidRPr="00C64EB4">
        <w:t>25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ज़िक़ादा</w:t>
      </w:r>
      <w:r>
        <w:rPr>
          <w:cs/>
          <w:lang w:bidi="hi-IN"/>
        </w:rPr>
        <w:t xml:space="preserve"> </w:t>
      </w:r>
      <w:r w:rsidRPr="00C64EB4">
        <w:t>145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रूपोश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क़ुदरतो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ताक़त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नफ़से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मज़ालिम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चिन्वा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चिनवा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चुनवाया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हसीनों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साख़्ता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घबरायें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सूराख़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लूंगा।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ईंटें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कीजिये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जाइये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बख़्शिश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सिफ़ारिश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फ़रमाईयेगा।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शुक्रिया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ज़ुल्फ़ों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दुखिया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फ़लां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महल्ले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ज़ुल्फ़ें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मिलंूगा।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ख़्वाहिश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सुबूते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ज़ुल्फ़ें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नवेदे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जिलाउल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उयून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269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ईरान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सवानेह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उमरी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चहारदा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मासूमीन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हिस्सा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7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तवारीख़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नफ़्से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मज़ालिम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ज़ोर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महफ़ूज़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शब्लन्जी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तहदीद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अल्फ़ाज़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धमकी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133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बोहतान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तराज़ी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अन्दाज़ा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ab/>
      </w:r>
      <w:r w:rsidRPr="00C64EB4"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हबीब</w:t>
      </w:r>
      <w:r>
        <w:rPr>
          <w:rFonts w:hint="cs"/>
          <w:cs/>
          <w:lang w:bidi="hi-IN"/>
        </w:rPr>
        <w:t>ु</w:t>
      </w:r>
      <w:r w:rsidRPr="00C64EB4"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सियर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144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फ़राग़त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भड़काते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उकसाते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प्रोपेगन्डा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उकसाते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भड़काते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यक़ीन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बोहतान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बांधा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हौल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क़ुव्वत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ताक़त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भरोसे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सवाएक़े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मोहर्रेक़ा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120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मिस्र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</w:p>
    <w:p w:rsidR="00002EB8" w:rsidRDefault="00002EB8" w:rsidP="00002EB8">
      <w:pPr>
        <w:pStyle w:val="Heading1"/>
        <w:rPr>
          <w:lang w:bidi="hi-IN"/>
        </w:rPr>
      </w:pPr>
      <w:bookmarkStart w:id="59" w:name="_Toc472853820"/>
      <w:bookmarkStart w:id="60" w:name="_Toc473101967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तबीबे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तबादला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ख़यालात</w:t>
      </w:r>
      <w:bookmarkEnd w:id="59"/>
      <w:bookmarkEnd w:id="60"/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उद्दीन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आशोब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माज़न्द्रानी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मतूफ़ी</w:t>
      </w:r>
      <w:r>
        <w:rPr>
          <w:cs/>
          <w:lang w:bidi="hi-IN"/>
        </w:rPr>
        <w:t xml:space="preserve"> </w:t>
      </w:r>
      <w:r w:rsidRPr="00C64EB4">
        <w:t>588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नक़ल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मुफ़स्सल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क़ाबलियत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ग़ुरूर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अन्दाख़्ता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मोतरिफ़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मौसूफ़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फ़ाज़िल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मआसर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अल्फ़ाज़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दवानक़ी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तबीबे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हिन्दी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बाते</w:t>
      </w:r>
      <w:r>
        <w:rPr>
          <w:rFonts w:hint="cs"/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पूछूँ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सुनूं।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ग़लबा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ख़ुश्क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ख़ुश्क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बिमारियों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परहेज़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दवाओं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मिजाज़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मुवाफ़िक़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 w:rsidRPr="00C64EB4"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आंसुओं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रूतूबतों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rPr>
          <w:lang w:bidi="hi-IN"/>
        </w:rPr>
        <w:t>?</w:t>
      </w:r>
    </w:p>
    <w:p w:rsidR="00002EB8" w:rsidRDefault="00002EB8" w:rsidP="00002EB8">
      <w:pPr>
        <w:pStyle w:val="libNormal"/>
      </w:pPr>
      <w:r w:rsidRPr="00C64EB4">
        <w:lastRenderedPageBreak/>
        <w:t>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rPr>
          <w:lang w:bidi="hi-IN"/>
        </w:rPr>
        <w:t>?</w:t>
      </w:r>
    </w:p>
    <w:p w:rsidR="00002EB8" w:rsidRDefault="00002EB8" w:rsidP="00002EB8">
      <w:pPr>
        <w:pStyle w:val="libNormal"/>
      </w:pPr>
      <w:r w:rsidRPr="00C64EB4">
        <w:t>3.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rPr>
          <w:lang w:bidi="hi-IN"/>
        </w:rPr>
        <w:t>?</w:t>
      </w:r>
    </w:p>
    <w:p w:rsidR="00002EB8" w:rsidRDefault="00002EB8" w:rsidP="00002EB8">
      <w:pPr>
        <w:pStyle w:val="libNormal"/>
      </w:pPr>
      <w:r w:rsidRPr="00C64EB4">
        <w:t>4.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शिकन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rPr>
          <w:lang w:bidi="hi-IN"/>
        </w:rPr>
        <w:t>?</w:t>
      </w:r>
    </w:p>
    <w:p w:rsidR="00002EB8" w:rsidRDefault="00002EB8" w:rsidP="00002EB8">
      <w:pPr>
        <w:pStyle w:val="libNormal"/>
      </w:pPr>
      <w:r w:rsidRPr="00C64EB4">
        <w:t>5.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पल्कें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rPr>
          <w:lang w:bidi="hi-IN"/>
        </w:rPr>
        <w:t>?</w:t>
      </w:r>
    </w:p>
    <w:p w:rsidR="00002EB8" w:rsidRDefault="00002EB8" w:rsidP="00002EB8">
      <w:pPr>
        <w:pStyle w:val="libNormal"/>
      </w:pPr>
      <w:r w:rsidRPr="00C64EB4">
        <w:t>6.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rPr>
          <w:lang w:bidi="hi-IN"/>
        </w:rPr>
        <w:t>?</w:t>
      </w:r>
    </w:p>
    <w:p w:rsidR="00002EB8" w:rsidRDefault="00002EB8" w:rsidP="00002EB8">
      <w:pPr>
        <w:pStyle w:val="libNormal"/>
      </w:pPr>
      <w:r w:rsidRPr="00C64EB4">
        <w:t>7.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rFonts w:hint="cs"/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rPr>
          <w:lang w:bidi="hi-IN"/>
        </w:rPr>
        <w:t>?</w:t>
      </w:r>
    </w:p>
    <w:p w:rsidR="00002EB8" w:rsidRDefault="00002EB8" w:rsidP="00002EB8">
      <w:pPr>
        <w:pStyle w:val="libNormal"/>
      </w:pPr>
      <w:r w:rsidRPr="00C64EB4">
        <w:t>8.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सूराख़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rPr>
          <w:lang w:bidi="hi-IN"/>
        </w:rPr>
        <w:t>?</w:t>
      </w:r>
    </w:p>
    <w:p w:rsidR="00002EB8" w:rsidRDefault="00002EB8" w:rsidP="00002EB8">
      <w:pPr>
        <w:pStyle w:val="libNormal"/>
      </w:pPr>
      <w:r w:rsidRPr="00C64EB4">
        <w:t>9.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मूंह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rPr>
          <w:lang w:bidi="hi-IN"/>
        </w:rPr>
        <w:t>?</w:t>
      </w:r>
    </w:p>
    <w:p w:rsidR="00002EB8" w:rsidRDefault="00002EB8" w:rsidP="00002EB8">
      <w:pPr>
        <w:pStyle w:val="libNormal"/>
      </w:pPr>
      <w:r w:rsidRPr="00C64EB4">
        <w:t>10.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दांत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दाढ़ें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</w:t>
      </w:r>
      <w:r w:rsidRPr="00C64EB4">
        <w:rPr>
          <w:rFonts w:hint="cs"/>
          <w:cs/>
          <w:lang w:bidi="hi-IN"/>
        </w:rPr>
        <w:t>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लम्बे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दांत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rPr>
          <w:lang w:bidi="hi-IN"/>
        </w:rPr>
        <w:t>?</w:t>
      </w:r>
    </w:p>
    <w:p w:rsidR="00002EB8" w:rsidRDefault="00002EB8" w:rsidP="00002EB8">
      <w:pPr>
        <w:pStyle w:val="libNormal"/>
      </w:pPr>
      <w:r w:rsidRPr="00C64EB4">
        <w:t>11.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हथेलियां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rPr>
          <w:lang w:bidi="hi-IN"/>
        </w:rPr>
        <w:t>?</w:t>
      </w:r>
    </w:p>
    <w:p w:rsidR="00002EB8" w:rsidRDefault="00002EB8" w:rsidP="00002EB8">
      <w:pPr>
        <w:pStyle w:val="libNormal"/>
      </w:pPr>
      <w:r w:rsidRPr="00C64EB4">
        <w:t>12.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मर्दो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दाढ़ी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rPr>
          <w:lang w:bidi="hi-IN"/>
        </w:rPr>
        <w:t>?</w:t>
      </w:r>
    </w:p>
    <w:p w:rsidR="00002EB8" w:rsidRDefault="00002EB8" w:rsidP="00002EB8">
      <w:pPr>
        <w:pStyle w:val="libNormal"/>
      </w:pPr>
      <w:r w:rsidRPr="00C64EB4">
        <w:t>13.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 w:rsidRPr="00C64EB4">
        <w:rPr>
          <w:lang w:bidi="hi-IN"/>
        </w:rPr>
        <w:t>?</w:t>
      </w:r>
    </w:p>
    <w:p w:rsidR="00002EB8" w:rsidRDefault="00002EB8" w:rsidP="00002EB8">
      <w:pPr>
        <w:pStyle w:val="libNormal"/>
      </w:pPr>
      <w:r w:rsidRPr="00C64EB4">
        <w:t>14.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सनोबरी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rPr>
          <w:lang w:bidi="hi-IN"/>
        </w:rPr>
        <w:t>?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15.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फ़ेफड़े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टुकड़े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rPr>
          <w:lang w:bidi="hi-IN"/>
        </w:rPr>
        <w:t>?</w:t>
      </w:r>
    </w:p>
    <w:p w:rsidR="00002EB8" w:rsidRDefault="00002EB8" w:rsidP="00002EB8">
      <w:pPr>
        <w:pStyle w:val="libNormal"/>
      </w:pPr>
      <w:r w:rsidRPr="00C64EB4">
        <w:t>16.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मोहद्दब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rPr>
          <w:lang w:bidi="hi-IN"/>
        </w:rPr>
        <w:t>?</w:t>
      </w:r>
    </w:p>
    <w:p w:rsidR="00002EB8" w:rsidRDefault="00002EB8" w:rsidP="00002EB8">
      <w:pPr>
        <w:pStyle w:val="libNormal"/>
      </w:pPr>
      <w:r w:rsidRPr="00C64EB4">
        <w:t>17.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गुर्दे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लोबिये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rPr>
          <w:lang w:bidi="hi-IN"/>
        </w:rPr>
        <w:t>?</w:t>
      </w:r>
    </w:p>
    <w:p w:rsidR="00002EB8" w:rsidRDefault="00002EB8" w:rsidP="00002EB8">
      <w:pPr>
        <w:pStyle w:val="libNormal"/>
      </w:pPr>
      <w:r w:rsidRPr="00C64EB4">
        <w:t>18.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घुटने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झुकते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झुकते</w:t>
      </w:r>
      <w:r w:rsidRPr="00C64EB4">
        <w:rPr>
          <w:lang w:bidi="hi-IN"/>
        </w:rPr>
        <w:t>?</w:t>
      </w:r>
    </w:p>
    <w:p w:rsidR="00002EB8" w:rsidRDefault="00002EB8" w:rsidP="00002EB8">
      <w:pPr>
        <w:pStyle w:val="libNormal"/>
      </w:pPr>
      <w:r w:rsidRPr="00C64EB4">
        <w:lastRenderedPageBreak/>
        <w:t>19.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पावों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rPr>
          <w:lang w:bidi="hi-IN"/>
        </w:rPr>
        <w:t>?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तबीब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फ़ज़्ल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 xml:space="preserve">ने कहा कि बराऐ करम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फ़रमाइये।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>
        <w:rPr>
          <w:rFonts w:hint="cs"/>
          <w:cs/>
          <w:lang w:bidi="hi-IN"/>
        </w:rPr>
        <w:t>ने फरमायाः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आंसुओं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रूतूबतों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मरकज़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ख़ुश्की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टुकड़े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टुकड़े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जड़ों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दिमाग़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दिमाग़ी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अबख़रे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दिमाग़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महफ़ूज़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3.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4.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लकीरें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पसीना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शिकनों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पसीना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पोंछ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फे़क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गढ़ों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5.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पलकें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आफ़ताब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जितनी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हिफ़ाज़त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बलन्दी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6.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तक़सीम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7.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दवा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चकोर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गोल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होती।।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8.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सूराख़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दिमाग़ी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रूतूबतें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दिमाग़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सकती।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9.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रूतूबतें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दिमाग़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इख़्तियार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फेकें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थूक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10.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दाढ़ी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11.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दांत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दाढ़ों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</w:t>
      </w:r>
      <w:r w:rsidRPr="00C64EB4">
        <w:rPr>
          <w:rFonts w:hint="cs"/>
          <w:cs/>
          <w:lang w:bidi="hi-IN"/>
        </w:rPr>
        <w:t>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ग़िज़ा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पीसना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चबाना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लम्बे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दांत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इस्तेहकाम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बाएस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मज़बूती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बाएस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सुतून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खम्बे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lastRenderedPageBreak/>
        <w:t>12.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हथेलियों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नरमी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सख़्ती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13.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नाख़ूनों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चीज़ों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नुक़्सान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तकलीफ़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14.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सनोबरी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पतला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</w:t>
      </w:r>
      <w:r w:rsidRPr="00C64EB4">
        <w:rPr>
          <w:rFonts w:hint="cs"/>
          <w:cs/>
          <w:lang w:bidi="hi-IN"/>
        </w:rPr>
        <w:t>ड़ी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निचला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फे़फ़ड़े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ठंडक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बुख़ारात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दिमाग़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बीमारियां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करें।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15.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फे़फ़ड़े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टुकड़े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दें।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16.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मोहद्दब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पकड़े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ग़िज़ा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t>17.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गुर्दा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लोबिये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नुत्फ़ा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इंसानी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फ़ैलने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सुकड़ने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लज़्ज़त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lastRenderedPageBreak/>
        <w:t>18.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घुटने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झुकते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पड़ता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होता।</w:t>
      </w:r>
    </w:p>
    <w:p w:rsidR="00002EB8" w:rsidRPr="00C64EB4" w:rsidRDefault="00002EB8" w:rsidP="00002EB8">
      <w:pPr>
        <w:pStyle w:val="libNormal"/>
      </w:pPr>
      <w:r w:rsidRPr="00C64EB4">
        <w:t>19.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किनारों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>।</w:t>
      </w:r>
    </w:p>
    <w:p w:rsidR="00002EB8" w:rsidRDefault="00002EB8" w:rsidP="00002EB8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हिन्दोस्तानी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तबीब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हकीम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वैद्य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हैरान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अशहदो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अब्दहू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rFonts w:hint="cs"/>
          <w:cs/>
          <w:lang w:bidi="hi-IN"/>
        </w:rPr>
        <w:t>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बडे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मनाक़िब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इब्ने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शहरे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आशोब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बम्बई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सवानेह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चहारदा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मासूमीन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हिस्सा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25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Default="00002EB8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cs/>
          <w:lang w:bidi="hi-IN"/>
        </w:rPr>
      </w:pPr>
      <w:bookmarkStart w:id="61" w:name="_Toc472853821"/>
      <w:r>
        <w:rPr>
          <w:cs/>
          <w:lang w:bidi="hi-IN"/>
        </w:rPr>
        <w:br w:type="page"/>
      </w:r>
    </w:p>
    <w:p w:rsidR="00002EB8" w:rsidRPr="00C64EB4" w:rsidRDefault="00002EB8" w:rsidP="00002EB8">
      <w:pPr>
        <w:pStyle w:val="Heading1"/>
        <w:rPr>
          <w:lang w:bidi="hi-IN"/>
        </w:rPr>
      </w:pPr>
      <w:bookmarkStart w:id="62" w:name="_Toc473101968"/>
      <w:r w:rsidRPr="00C64EB4">
        <w:rPr>
          <w:rFonts w:hint="cs"/>
          <w:cs/>
          <w:lang w:bidi="hi-IN"/>
        </w:rPr>
        <w:lastRenderedPageBreak/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</w:t>
      </w:r>
      <w:r>
        <w:rPr>
          <w:rFonts w:hint="cs"/>
          <w:cs/>
          <w:lang w:bidi="hi-IN"/>
        </w:rPr>
        <w:t>े</w:t>
      </w:r>
      <w:r w:rsidRPr="00C64EB4">
        <w:rPr>
          <w:rFonts w:hint="cs"/>
          <w:cs/>
          <w:lang w:bidi="hi-IN"/>
        </w:rPr>
        <w:t>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मन्सूबा</w:t>
      </w:r>
      <w:bookmarkEnd w:id="61"/>
      <w:bookmarkEnd w:id="62"/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तबीबे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हिन्दी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शोहरा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क़ुलूब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माएल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तक़ाज़ों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क़द्रों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मन्ज़ेलत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हाकिमे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अहरक़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दाराह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ग़ुन्डों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महवे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बुझाने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बुझने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ईराक़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शरआ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ख़लील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आबाव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बुनियादों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तज़किरतुल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मासूमीन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181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हवाला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उसूले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काफ़ी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आक़ा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क़ुलैनी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रहमा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Heading1"/>
        <w:rPr>
          <w:lang w:bidi="hi-IN"/>
        </w:rPr>
      </w:pPr>
      <w:bookmarkStart w:id="63" w:name="_Toc472853822"/>
      <w:bookmarkStart w:id="64" w:name="_Toc473101969"/>
      <w:r w:rsidRPr="00C64EB4">
        <w:lastRenderedPageBreak/>
        <w:t>147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जज़म</w:t>
      </w:r>
      <w:bookmarkEnd w:id="63"/>
      <w:bookmarkEnd w:id="64"/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शिब्लंजी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शाफ़ेई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रक़म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147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मुख़ालेफ़त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तख़्ता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पलटने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लेहाज़ा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फ़राग़त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हमदर्द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वायदे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मटोल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सख़्ती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बुलवा।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तेवर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ख़राब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यक़ीन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हौला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क़ुव्वता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बिल्लाहिल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बबूला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बोला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ईराक़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ज़कात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अम्वाल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छोड़ूगा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अय्यूब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मुब्तिला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यूसुफ़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ज़ालिमों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पैरवी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लाज़िम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ग़ुस्सा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ठंडा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132,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सूऊल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276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Default="00002EB8" w:rsidP="00002EB8">
      <w:pPr>
        <w:pStyle w:val="Heading1"/>
        <w:rPr>
          <w:lang w:bidi="hi-IN"/>
        </w:rPr>
      </w:pPr>
      <w:bookmarkStart w:id="65" w:name="_Toc472853823"/>
      <w:bookmarkStart w:id="66" w:name="_Toc473101970"/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सातवीं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तलबी</w:t>
      </w:r>
      <w:bookmarkEnd w:id="65"/>
      <w:bookmarkEnd w:id="66"/>
    </w:p>
    <w:p w:rsidR="00002EB8" w:rsidRPr="00C64EB4" w:rsidRDefault="00002EB8" w:rsidP="00002EB8">
      <w:pPr>
        <w:pStyle w:val="libNormal"/>
      </w:pPr>
      <w:r w:rsidRPr="00C64EB4">
        <w:t>147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फ़राग़त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मुशीरों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छेड़ा।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rFonts w:hint="cs"/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मक्खी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हकंा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मुतावज्जे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बोला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बताइये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मक्खी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लैज़ल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जब्बारता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मक्खी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ज़लील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कशों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झुकाये।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अबसार</w:t>
      </w:r>
      <w:r w:rsidRPr="004D6143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144,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मनाक़िब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इब्ने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शहरे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आशोब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40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</w:p>
    <w:p w:rsidR="00002EB8" w:rsidRPr="00C64EB4" w:rsidRDefault="00002EB8" w:rsidP="00002EB8">
      <w:pPr>
        <w:pStyle w:val="Heading1"/>
        <w:rPr>
          <w:lang w:bidi="hi-IN"/>
        </w:rPr>
      </w:pPr>
      <w:bookmarkStart w:id="67" w:name="_Toc472853824"/>
      <w:bookmarkStart w:id="68" w:name="_Toc473101971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</w:t>
      </w:r>
      <w:bookmarkEnd w:id="67"/>
      <w:bookmarkEnd w:id="68"/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जादूगरों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ज़लील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मसनवी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ग़ुस्सा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मुतव्वजे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निगल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नक़ली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तस्वीरें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मुजस्सम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जादूगरों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निगल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कांपने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बोला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दीजिये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जादूगर</w:t>
      </w:r>
      <w:r>
        <w:rPr>
          <w:rFonts w:hint="cs"/>
          <w:cs/>
          <w:lang w:bidi="hi-IN"/>
        </w:rPr>
        <w:t>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उगल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सांपों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उगल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यक़ीन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उगल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दमए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साकेबा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513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हवाला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शरह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शाफ़िया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अबी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फ़ारस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Default="00002EB8" w:rsidP="00002EB8">
      <w:pPr>
        <w:pStyle w:val="Heading1"/>
        <w:rPr>
          <w:lang w:bidi="hi-IN"/>
        </w:rPr>
      </w:pPr>
      <w:bookmarkStart w:id="69" w:name="_Toc472853825"/>
      <w:bookmarkStart w:id="70" w:name="_Toc473101972"/>
      <w:r w:rsidRPr="00C64EB4">
        <w:rPr>
          <w:rFonts w:hint="cs"/>
          <w:cs/>
          <w:lang w:bidi="hi-IN"/>
        </w:rPr>
        <w:lastRenderedPageBreak/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बस्त</w:t>
      </w:r>
      <w:bookmarkEnd w:id="69"/>
      <w:bookmarkEnd w:id="70"/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मशारिको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तबरीसी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रक़म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रूहानियत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पहचानते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प्रोग्राम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मुरत्तब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लाए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अकेले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फें़क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मंगवाया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माअज़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 w:rsidRPr="00C64EB4"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परवरिश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इसमा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दम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साकेबा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481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नजफ़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कशफ़ुल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ग़म्मा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100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जन्नातुल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ख़ुलूद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28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अंगूर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जिलाउल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उयून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268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Default="00002EB8" w:rsidP="00002EB8">
      <w:pPr>
        <w:pStyle w:val="Heading1"/>
        <w:rPr>
          <w:lang w:bidi="hi-IN"/>
        </w:rPr>
      </w:pPr>
      <w:bookmarkStart w:id="71" w:name="_Toc472853826"/>
      <w:bookmarkStart w:id="72" w:name="_Toc473101973"/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bookmarkEnd w:id="71"/>
      <w:bookmarkEnd w:id="72"/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फ़रीक़ैन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इत्तेफ़ाक़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t>15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शव्वाल</w:t>
      </w:r>
      <w:r>
        <w:rPr>
          <w:cs/>
          <w:lang w:bidi="hi-IN"/>
        </w:rPr>
        <w:t xml:space="preserve"> </w:t>
      </w:r>
      <w:r w:rsidRPr="00C64EB4">
        <w:t>148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t>65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मुल्के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जावेदानी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रेहलत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इरशादे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मुफ़ीद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413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आलामु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वुरा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159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सूऊल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277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दोशम्बा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जन्नतुल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सिब्ते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जौज़ी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शिब्लन्जी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शाफ़ेई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मस्मूमन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अय्यामल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सवाएक़े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मोहर्रेक़ा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121,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lastRenderedPageBreak/>
        <w:t>ग़ाएतुल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इख़्तेसार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62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सहा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अख़बार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44,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तज़किरा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ख़वासुल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उम्मता</w:t>
      </w:r>
      <w:r w:rsidRPr="004D6143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133,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अरजहुल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मतालिब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450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तशीय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इत्तेफ़ाक़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दवानक़ी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काज़िम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क़ुलैनी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क़ीमती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कफ़न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चराग़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किताब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काफ़ी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जिलाउल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उयून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मजलिसी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269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Default="00002EB8" w:rsidP="00002EB8">
      <w:pPr>
        <w:pStyle w:val="libNormal"/>
        <w:rPr>
          <w:lang w:bidi="hi-IN"/>
        </w:rPr>
      </w:pPr>
    </w:p>
    <w:p w:rsidR="00002EB8" w:rsidRDefault="00002EB8" w:rsidP="00002EB8">
      <w:pPr>
        <w:pStyle w:val="Heading1"/>
        <w:rPr>
          <w:lang w:bidi="hi-IN"/>
        </w:rPr>
      </w:pPr>
      <w:bookmarkStart w:id="73" w:name="_Toc472853827"/>
      <w:bookmarkStart w:id="74" w:name="_Toc473101974"/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</w:t>
      </w:r>
      <w:bookmarkEnd w:id="73"/>
      <w:bookmarkEnd w:id="74"/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मुख़्तलिफ़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बीबीयों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t>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काज़िम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स</w:t>
      </w:r>
      <w:r w:rsidRPr="0056112A">
        <w:rPr>
          <w:rtl/>
          <w:cs/>
        </w:rPr>
        <w:t>.</w:t>
      </w:r>
      <w:r>
        <w:rPr>
          <w:cs/>
          <w:lang w:bidi="hi-IN"/>
        </w:rPr>
        <w:t>)</w:t>
      </w:r>
      <w:r w:rsidRPr="0056112A">
        <w:t>,</w:t>
      </w:r>
      <w:r>
        <w:rPr>
          <w:cs/>
          <w:lang w:bidi="hi-IN"/>
        </w:rPr>
        <w:t xml:space="preserve"> </w:t>
      </w:r>
      <w:r w:rsidRPr="00C64EB4">
        <w:t>3.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4.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इस्हाक़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5.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6.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7.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t>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फ़रवा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असमा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3.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।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इरशाद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जन्नातुल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ख़ुलूद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शिब्लंजी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जिन्में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133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ख़ुल्फ़ा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t>267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t>567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t>270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 w:rsidRPr="00C64EB4">
        <w:t>14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</w:p>
    <w:p w:rsidR="00002EB8" w:rsidRDefault="00002EB8" w:rsidP="00002EB8">
      <w:pPr>
        <w:pStyle w:val="Heading1"/>
        <w:rPr>
          <w:lang w:bidi="hi-IN"/>
        </w:rPr>
      </w:pPr>
      <w:bookmarkStart w:id="75" w:name="_Toc472853828"/>
      <w:bookmarkStart w:id="76" w:name="_Toc473101975"/>
      <w:r w:rsidRPr="00C64EB4">
        <w:rPr>
          <w:rFonts w:hint="cs"/>
          <w:cs/>
          <w:lang w:bidi="hi-IN"/>
        </w:rPr>
        <w:lastRenderedPageBreak/>
        <w:t>फ़ात्मी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ख़ुल्फ़ा</w:t>
      </w:r>
      <w:bookmarkEnd w:id="75"/>
      <w:bookmarkEnd w:id="76"/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पृष्ठ </w:t>
      </w:r>
      <w:r w:rsidRPr="00C64EB4">
        <w:t>422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अलवियों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मग़रिब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हुदूदे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आराजी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एतेबार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पछिचम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अन्दलस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अलवियों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अलवियों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ज़ोर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मुसतसिर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अन्दलस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मुसतक़िल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अलवियों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रही।</w:t>
      </w:r>
    </w:p>
    <w:p w:rsidR="00002EB8" w:rsidRPr="00C64EB4" w:rsidRDefault="00002EB8" w:rsidP="00002EB8">
      <w:pPr>
        <w:pStyle w:val="libNormal"/>
      </w:pPr>
      <w:r>
        <w:rPr>
          <w:rFonts w:hint="cs"/>
          <w:cs/>
          <w:lang w:bidi="hi-IN"/>
        </w:rPr>
        <w:t>सला</w:t>
      </w:r>
      <w:r w:rsidRPr="00C64EB4">
        <w:rPr>
          <w:rFonts w:hint="cs"/>
          <w:cs/>
          <w:lang w:bidi="hi-IN"/>
        </w:rPr>
        <w:t>तीने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एतेबार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ख़ुल्फ़ा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पाबन्दे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अहकामे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परहेज़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मुवर्रिख़ों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ताअस्सुब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अलवियां</w:t>
      </w:r>
      <w:r>
        <w:rPr>
          <w:rFonts w:hint="cs"/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मुताअस्सिब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t>250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चौदहवें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t>567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सलातीने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ख़ुल्फ़ा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माजिद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ख़ुल्फ़ा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बुज़ुर्ग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फ़िरक़े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इमामी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छ</w:t>
      </w:r>
      <w:r w:rsidRPr="00C64EB4">
        <w:rPr>
          <w:cs/>
          <w:lang w:bidi="hi-IN"/>
        </w:rPr>
        <w:t>: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t>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काज़िम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क़ायल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रहेगी।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पाकिस्तान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बोहरों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ख़ोजों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ज़ाकिर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21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 w:rsidRPr="00C64EB4">
        <w:t>297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 w:rsidRPr="00C64EB4">
        <w:t>909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उरूज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ज़ुल्मात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सहराए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अफ़रीक़ा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मशरिक़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बलादिउल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जज़ाएर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तून्स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तराबलीस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बरक़ा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जज़ीरा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सक़ीलह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जज़ीरा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फ़नून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शौक़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फ़ाज़िल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तरक़्क़ी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रौनक़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रौशनी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फैलाई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मख़सूस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अस्टैलनली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पोल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ख़ानदाने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हशमत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शौकत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तिजारत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बाएस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।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</w:t>
      </w:r>
      <w:r w:rsidRPr="00C64EB4">
        <w:rPr>
          <w:rFonts w:hint="cs"/>
          <w:cs/>
          <w:lang w:bidi="hi-IN"/>
        </w:rPr>
        <w:t>दह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002EB8" w:rsidRPr="00C64EB4" w:rsidRDefault="00002EB8" w:rsidP="00002EB8">
      <w:pPr>
        <w:pStyle w:val="libNormal"/>
      </w:pPr>
      <w:r w:rsidRPr="00C64EB4">
        <w:t>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t>260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 w:rsidRPr="00C64EB4">
        <w:t>874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बामुक़ाम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सल्मीह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t>303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t>306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ख़ारजियों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महफ़ूज़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क़ीरोवान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मज़बूत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मुस्तहकम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महदीया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क़ीरूवान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तराबस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फ़तेह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मुक़तदर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मूनिस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ख़ादिम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मग़रिबे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अक़सा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मराकू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मुसख़्ख़र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मग़रिबे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फ़तह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इन्दलस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फ़तेह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तदबीरें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ज़ुल्मात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जज़ाएर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ख़ालदात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कज़ीर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सहराए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अफ़रीक़ा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फ़ैलाई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ज़बरदस्त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मुस्तएदाना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</w:p>
    <w:p w:rsidR="00002EB8" w:rsidRPr="00C64EB4" w:rsidRDefault="00002EB8" w:rsidP="00002EB8">
      <w:pPr>
        <w:pStyle w:val="libNormal"/>
      </w:pPr>
      <w:r>
        <w:rPr>
          <w:rFonts w:hint="cs"/>
          <w:cs/>
          <w:lang w:bidi="hi-IN"/>
        </w:rPr>
        <w:lastRenderedPageBreak/>
        <w:t>स्यूती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गुस्तरी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फ़य्याज़ी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झुके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जुलूस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 w:rsidRPr="00C64EB4">
        <w:t>297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 w:rsidRPr="00C64EB4">
        <w:t>15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 w:rsidRPr="00C64EB4">
        <w:t>322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मुद्दते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t>24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मुद्दते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t>62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महदीया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</w:p>
    <w:p w:rsidR="00002EB8" w:rsidRPr="00C64EB4" w:rsidRDefault="00002EB8" w:rsidP="00002EB8">
      <w:pPr>
        <w:pStyle w:val="libNormal"/>
      </w:pPr>
      <w:r w:rsidRPr="00C64EB4">
        <w:t>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क़ासिम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क़ाएम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बेअमरिल्लाह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तारीख़े</w:t>
      </w:r>
      <w:r>
        <w:rPr>
          <w:rFonts w:hint="cs"/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</w:t>
      </w:r>
      <w:r>
        <w:rPr>
          <w:cs/>
          <w:lang w:bidi="hi-IN"/>
        </w:rPr>
        <w:t xml:space="preserve"> </w:t>
      </w:r>
      <w:r w:rsidRPr="00C64EB4">
        <w:t>280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 w:rsidRPr="00C64EB4">
        <w:t>893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जुलूस</w:t>
      </w:r>
      <w:r>
        <w:rPr>
          <w:cs/>
          <w:lang w:bidi="hi-IN"/>
        </w:rPr>
        <w:t xml:space="preserve"> </w:t>
      </w:r>
      <w:r w:rsidRPr="00C64EB4">
        <w:t>15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 w:rsidRPr="00C64EB4">
        <w:t>322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मुद्दते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t>12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t>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मुद्दते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t>54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t>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आज़मूदह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अक्सर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मिस्टर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एक़तिदार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जहाज़ों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t>224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मग़रिब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रीफ़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इदरीस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मुतीय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इटली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डाकू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बन्दरगाहों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रद्दे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सिपह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जुनूबी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इटली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गीटा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जनवा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फ़तेह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बाशिन्दों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ख़ुल्फ़ा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इनकरवा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लोम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बरीडी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यक़ीन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इटली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फ़तेह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लेते।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सारडेना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फ़िरंगियों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शिकस्तें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क़रक़ीसिया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ग़नीमत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महदिया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मरजाअत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। </w:t>
      </w:r>
      <w:r w:rsidRPr="00C64EB4">
        <w:t>333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ख़ादिम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ज़ैदान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इसकनदरया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फ़तेह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सक़लिया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क़ुस्तुनतुनिया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सक़लिया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गवरनर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क़ेला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क़ेला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बलूत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फ़तेह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मोहासेरा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खारजी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बआमिरल्लाह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</w:p>
    <w:p w:rsidR="00002EB8" w:rsidRPr="00C64EB4" w:rsidRDefault="00002EB8" w:rsidP="00002EB8">
      <w:pPr>
        <w:pStyle w:val="libNormal"/>
      </w:pPr>
      <w:r w:rsidRPr="00C64EB4">
        <w:t>3.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t>302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क़ीरूवान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13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शव्वाल</w:t>
      </w:r>
      <w:r>
        <w:rPr>
          <w:cs/>
          <w:lang w:bidi="hi-IN"/>
        </w:rPr>
        <w:t xml:space="preserve"> </w:t>
      </w:r>
      <w:r w:rsidRPr="00C64EB4">
        <w:t>334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संभाली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शव्वाल</w:t>
      </w:r>
      <w:r>
        <w:rPr>
          <w:cs/>
          <w:lang w:bidi="hi-IN"/>
        </w:rPr>
        <w:t xml:space="preserve"> </w:t>
      </w:r>
      <w:r w:rsidRPr="00C64EB4">
        <w:t>341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मुद्दते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t>16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यौम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t>39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अक़्लमन्द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मुस्तइद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मुस्तक़िल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मिजाज़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ख़ुल्क़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लबीब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शायर</w:t>
      </w:r>
      <w:r>
        <w:rPr>
          <w:lang w:bidi="hi-IN"/>
        </w:rPr>
        <w:t>,</w:t>
      </w:r>
      <w:r w:rsidRPr="00C64EB4">
        <w:rPr>
          <w:rFonts w:hint="cs"/>
          <w:cs/>
          <w:lang w:bidi="hi-IN"/>
        </w:rPr>
        <w:t>मुक़र्रि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बलीग़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मुन्तिज़म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चन्दक़ेला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महदिया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पाए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तख़्त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इन्दलिस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नासिर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मग़रिबे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अक़्सा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संभालना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मुल्कों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दोबारह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उन्ही</w:t>
      </w:r>
      <w:r>
        <w:rPr>
          <w:rFonts w:hint="cs"/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 w:rsidRPr="00C64EB4">
        <w:t>335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तअक़्कु़ब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दबाते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बियाबान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पहाड़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दलदलों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परवाह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बिलासौदान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वीराने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मश्क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अशरफ़ी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साहेबे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अख़्बार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हक़ाएक़ख्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मग़रिब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मुक़ाम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फ़तेह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रेओ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बनवाई।</w:t>
      </w:r>
    </w:p>
    <w:p w:rsidR="00002EB8" w:rsidRPr="00C64EB4" w:rsidRDefault="00002EB8" w:rsidP="00002EB8">
      <w:pPr>
        <w:pStyle w:val="libNormal"/>
      </w:pPr>
      <w:r w:rsidRPr="00C64EB4">
        <w:t>4.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मोअज़लउद्दीन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t>11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रमज़ानुल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t>313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मुक़ाम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महदिया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शव्वाल</w:t>
      </w:r>
      <w:r>
        <w:rPr>
          <w:cs/>
          <w:lang w:bidi="hi-IN"/>
        </w:rPr>
        <w:t xml:space="preserve"> </w:t>
      </w:r>
      <w:r w:rsidRPr="00C64EB4">
        <w:t>341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संभाली।</w:t>
      </w:r>
      <w:r>
        <w:rPr>
          <w:cs/>
          <w:lang w:bidi="hi-IN"/>
        </w:rPr>
        <w:t xml:space="preserve"> </w:t>
      </w:r>
      <w:r w:rsidRPr="00C64EB4">
        <w:t>15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t>356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क़ाहेरा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पाई।</w:t>
      </w:r>
      <w:r>
        <w:rPr>
          <w:cs/>
          <w:lang w:bidi="hi-IN"/>
        </w:rPr>
        <w:t xml:space="preserve"> </w:t>
      </w:r>
      <w:r w:rsidRPr="00C64EB4">
        <w:t>23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t>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45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t>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ज़ैरिक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मुख़ालिफ़ों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दाना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मुस्तइद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सख़ी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मुनसिफ़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आदिल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करीमउल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एख़लाक़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साइन्स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फ़लसफ़े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माहिर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फ़नून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मुरब्बी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साहेबे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मम्लेकत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आगाह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नुजूम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हय्यत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शाएक़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फ़ुनून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लेहाज़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मोवर्रेख़ों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मग़रिब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मामून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माअज़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शुमाली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अफ़रीक़ा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तहज़ीब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खु़श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फ़ारिग़ुल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अन्दरूनी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हंगामें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सख़्ती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इन्तेज़ाम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क़ाएम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क़वाएद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ज़वाबित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मुरत्तिब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क़ाएम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मलेशिया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तरतीब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तिजारत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हिरफ़त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फ़रोग़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ख़ल्दून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मोइज़उद्दीन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मिजाज़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शऊर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लियाक़त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माअज़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बरताव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इस्लाम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मिस्टर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ज़ाकिर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हुसैन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116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ऊरूज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पकड़ा।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इस्कन्दरिया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मुक़ामात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तसर्रूफ़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दख़ल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क़ाहेरा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ख़ेलाफ़ा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ख़ेलाफ़ा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ख़ेलाफ़ा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इस्लाम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464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इन्दलस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नासिरउद्दीन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तिजारती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बनवाया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</w:t>
      </w:r>
      <w:r>
        <w:rPr>
          <w:rFonts w:hint="cs"/>
          <w:cs/>
          <w:lang w:bidi="hi-IN"/>
        </w:rPr>
        <w:t xml:space="preserve">ि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माअज़ुद्दीनउल्लाह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इन्दलिस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मरयह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लंगर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घुस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जहाज़ों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फ़ूंक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ख़ुश्की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ग़नीमत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पलटा।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क़ुव्वत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इत्तेहाद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यूरोप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फ़तेह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t>347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हुदूदे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</w:t>
      </w:r>
      <w:r>
        <w:rPr>
          <w:rFonts w:hint="cs"/>
          <w:cs/>
          <w:lang w:bidi="hi-IN"/>
        </w:rPr>
        <w:t xml:space="preserve"> उ</w:t>
      </w:r>
      <w:r w:rsidRPr="00C64EB4">
        <w:rPr>
          <w:rFonts w:hint="cs"/>
          <w:cs/>
          <w:lang w:bidi="hi-IN"/>
        </w:rPr>
        <w:t>क़यानूस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ममालिक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क़ब्जा़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t>352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रूमियों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फ़तेह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t>351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t>352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जज़ीरा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सक़लिया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रूमियों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नीस्त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नाबूद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t>359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यूरोप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फ़ौजों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जुनूबी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इटली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चढ़ाई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बेसूद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हुईं।</w:t>
      </w:r>
      <w:r>
        <w:rPr>
          <w:cs/>
          <w:lang w:bidi="hi-IN"/>
        </w:rPr>
        <w:t xml:space="preserve"> </w:t>
      </w:r>
      <w:r w:rsidRPr="00C64EB4">
        <w:t>357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दरख़्वास्त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जौहर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सन्दूक़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जौहर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क़ाहिरया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माज़िया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ख़ुत्बा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मौकूफ़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माजलदैन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ख़ैरिल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बिस्मिल्लिाह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हिर्ररहमान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निर्रहीम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सल्ले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मुर्तुज़ा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फ़ातेमतुल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बुतूल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सिब्ते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अनल्लाहा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अन्हुम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रिजस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ततहीरा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सल्लेअला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आइम्मतुत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ताहेरीन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अबनाआ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अलख़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लगे।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जौहर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अज़हर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यूनीवर्सीटी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t>364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ग़दीर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शौकत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जौहर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फ़तेह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फ़तेह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मौकूफ़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t>363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माअज़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मुस्तक़िल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सियर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माअज़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सख़ावत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पन्द्रह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ख़च्चर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अफ्रीक़ा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क़ाहेरा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ख़ज़ान्ची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सन्दूक़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मोहताज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मुठ्ठी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मक़रयज़ी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ममालिके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मग़रिब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हेजाज़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एराक़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ईलाक़ों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</w:p>
    <w:p w:rsidR="00002EB8" w:rsidRPr="00C64EB4" w:rsidRDefault="00002EB8" w:rsidP="00002EB8">
      <w:pPr>
        <w:pStyle w:val="libNormal"/>
      </w:pPr>
      <w:r w:rsidRPr="00C64EB4">
        <w:t>5.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माअज़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t>14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t>15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रबीउस्सानी</w:t>
      </w:r>
      <w:r>
        <w:rPr>
          <w:cs/>
          <w:lang w:bidi="hi-IN"/>
        </w:rPr>
        <w:t xml:space="preserve"> </w:t>
      </w:r>
      <w:r w:rsidRPr="00C64EB4">
        <w:t>365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नशीं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 w:rsidRPr="00C64EB4">
        <w:t>28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रमज़ान</w:t>
      </w:r>
      <w:r>
        <w:rPr>
          <w:cs/>
          <w:lang w:bidi="hi-IN"/>
        </w:rPr>
        <w:t xml:space="preserve"> </w:t>
      </w:r>
      <w:r w:rsidRPr="00C64EB4">
        <w:t>386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 w:rsidRPr="00C64EB4">
        <w:t>21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t>5</w:t>
      </w:r>
      <w:r>
        <w:rPr>
          <w:cs/>
          <w:lang w:bidi="hi-IN"/>
        </w:rPr>
        <w:t xml:space="preserve"> </w:t>
      </w:r>
      <w:r w:rsidRPr="00C64EB4">
        <w:t>-6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t>42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t>8-</w:t>
      </w:r>
      <w:r>
        <w:rPr>
          <w:cs/>
          <w:lang w:bidi="hi-IN"/>
        </w:rPr>
        <w:t xml:space="preserve"> </w:t>
      </w:r>
      <w:r w:rsidRPr="00C64EB4">
        <w:t>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जवाद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करीम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शुजा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अक़ील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हलीम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साबिर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इख़्लाक़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कसीरूल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फ़ाज़िल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शायर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अशआर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मुब्तिला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ईदें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मातम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।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यतीमुल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दहर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सालबी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इमारतों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शौक़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इमारतें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यादगार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हमस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हमात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शैहज़र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फ़तेह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मूसल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मदाएन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किनारे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ज़ुल्मात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मग़रबी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मिन्तहा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इन्देलिस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मग़रिब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371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अजदुद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दोस्ताना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मरास्लत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t>386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ख़ुलफ़ा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शौकत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नुकसान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मोर्वेख़ीन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</w:p>
    <w:p w:rsidR="00002EB8" w:rsidRPr="00C64EB4" w:rsidRDefault="00002EB8" w:rsidP="00002EB8">
      <w:pPr>
        <w:pStyle w:val="libNormal"/>
      </w:pPr>
      <w:r w:rsidRPr="00C64EB4">
        <w:t>6.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t>23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 w:rsidRPr="00C64EB4">
        <w:t>375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क़ाहेरा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t>28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रमज़ान</w:t>
      </w:r>
      <w:r>
        <w:rPr>
          <w:cs/>
          <w:lang w:bidi="hi-IN"/>
        </w:rPr>
        <w:t xml:space="preserve"> </w:t>
      </w:r>
      <w:r w:rsidRPr="00C64EB4">
        <w:t>386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नशीन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t>27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शव्वाल</w:t>
      </w:r>
      <w:r>
        <w:rPr>
          <w:cs/>
          <w:lang w:bidi="hi-IN"/>
        </w:rPr>
        <w:t xml:space="preserve"> </w:t>
      </w:r>
      <w:r w:rsidRPr="00C64EB4">
        <w:t>411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फ़रमाया।</w:t>
      </w:r>
      <w:r>
        <w:rPr>
          <w:cs/>
          <w:lang w:bidi="hi-IN"/>
        </w:rPr>
        <w:t xml:space="preserve"> </w:t>
      </w:r>
      <w:r w:rsidRPr="00C64EB4">
        <w:t>25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t>29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36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t>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t>11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मुतशर्रह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सख़्ती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मुस्करात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ख़रीद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फ़रोख़्त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इन्तेज़ामें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क़ाहेरा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बनवाई।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इस्लाम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425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जूलाक़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सख़ी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शुजा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मुनसिफ़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साहेबे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साहेबे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सियर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मदरसे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बनवाए।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जागीर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फ़क़ीह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मुक़र्रर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इजाज़त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करे।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t>27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शव्वाल</w:t>
      </w:r>
      <w:r>
        <w:rPr>
          <w:cs/>
          <w:lang w:bidi="hi-IN"/>
        </w:rPr>
        <w:t xml:space="preserve"> </w:t>
      </w:r>
      <w:r w:rsidRPr="00C64EB4">
        <w:t>411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पहाड़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मिस्टर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फ़य्याज़ी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तन्देही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साईंस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तरक़्क़ी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मस्जिदे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कालिज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कराए।</w:t>
      </w:r>
    </w:p>
    <w:p w:rsidR="00002EB8" w:rsidRPr="00C64EB4" w:rsidRDefault="00002EB8" w:rsidP="00002EB8">
      <w:pPr>
        <w:pStyle w:val="libNormal"/>
      </w:pPr>
      <w:r w:rsidRPr="00C64EB4">
        <w:t>7.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t>10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रमज़ान</w:t>
      </w:r>
      <w:r>
        <w:rPr>
          <w:cs/>
          <w:lang w:bidi="hi-IN"/>
        </w:rPr>
        <w:t xml:space="preserve"> </w:t>
      </w:r>
      <w:r w:rsidRPr="00C64EB4">
        <w:t>395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बमुक़ाम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क़ाहेरा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t>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ज़ीक़ाद</w:t>
      </w:r>
      <w:r>
        <w:rPr>
          <w:cs/>
          <w:lang w:bidi="hi-IN"/>
        </w:rPr>
        <w:t xml:space="preserve"> </w:t>
      </w:r>
      <w:r w:rsidRPr="00C64EB4">
        <w:t>411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नशीन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t>15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शाबान</w:t>
      </w:r>
      <w:r>
        <w:rPr>
          <w:cs/>
          <w:lang w:bidi="hi-IN"/>
        </w:rPr>
        <w:t xml:space="preserve"> </w:t>
      </w:r>
      <w:r w:rsidRPr="00C64EB4">
        <w:t>427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t>15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t>10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22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पाई।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अमाएद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ख़ुरासानी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महमूद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सुबूक़तग़ीन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मुत्तिला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पुर्स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महमूद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ख़ुलफ़ा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ख़ौफ़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दयालमा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मुलूक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ग़ज़नी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सलजूक़ी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ख़ुलफ़ा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ख़ुलफ़ा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दूबदू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मुक़ाबेला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मसालेहत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ज़ोरे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इज़्ज़ते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ख़ासो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इस्लाम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425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lastRenderedPageBreak/>
        <w:tab/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रौनक़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t>418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इजाज़त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कु़स्तुनतुनया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मोअजि़्ज़न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मुक़र्रर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साहेबे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मुनसिफ़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रौज़तुस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पृष्ठ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सियासत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कयासत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मुस्तक़ीम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इनहेतात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ज़वाल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</w:p>
    <w:p w:rsidR="00002EB8" w:rsidRPr="00C64EB4" w:rsidRDefault="00002EB8" w:rsidP="00002EB8">
      <w:pPr>
        <w:pStyle w:val="libNormal"/>
      </w:pPr>
      <w:r w:rsidRPr="00C64EB4">
        <w:t>8.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माअद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मुस्तनसिर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जमादिउस्सानी</w:t>
      </w:r>
      <w:r>
        <w:rPr>
          <w:cs/>
          <w:lang w:bidi="hi-IN"/>
        </w:rPr>
        <w:t xml:space="preserve"> </w:t>
      </w:r>
      <w:r w:rsidRPr="00C64EB4">
        <w:t>420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बामुक़ाम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क़ाहेरा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t>15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शाबान</w:t>
      </w:r>
      <w:r>
        <w:rPr>
          <w:cs/>
          <w:lang w:bidi="hi-IN"/>
        </w:rPr>
        <w:t xml:space="preserve"> </w:t>
      </w:r>
      <w:r w:rsidRPr="00C64EB4">
        <w:t>427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नशीनी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आई।</w:t>
      </w:r>
      <w:r>
        <w:rPr>
          <w:cs/>
          <w:lang w:bidi="hi-IN"/>
        </w:rPr>
        <w:t xml:space="preserve"> </w:t>
      </w:r>
      <w:r w:rsidRPr="00C64EB4">
        <w:t>18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ज़िलहिज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। </w:t>
      </w:r>
      <w:r w:rsidRPr="00C64EB4">
        <w:t>60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t>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t>67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रेहलत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अफ़रीक़ा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साज़िश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नुक़सान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हिकमत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मुसतनसर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इशारे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बसासीरी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क़ाएम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मुस्तनसर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मुसतनसर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ख़ातमा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तोग़रल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कर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सैरी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मग़लूब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एज़ाज़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सुलोह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रूकनुकदीन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इस्लाम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426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t>479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सबाह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नजरिया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इस्माईलीयों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ताजिरो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मुसतनसर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मुसतनसर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ख़ुरासान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मुक़र्रर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मख़्फ़ी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एलानिया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फ़ैलाना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क़िलों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रूख़्सत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मुस्तनसर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मुसतनसर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साहबज़ादे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नजा़र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मुसतनसर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t>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नज़ार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मुस्तम्ली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3.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>।</w:t>
      </w:r>
    </w:p>
    <w:p w:rsidR="00002EB8" w:rsidRPr="00C64EB4" w:rsidRDefault="00002EB8" w:rsidP="00002EB8">
      <w:pPr>
        <w:pStyle w:val="libNormal"/>
      </w:pPr>
      <w:r w:rsidRPr="00C64EB4">
        <w:t>9.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क़ासिम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मुस्तम्ली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मुस्तनसर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t>20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शाबान</w:t>
      </w:r>
      <w:r>
        <w:rPr>
          <w:cs/>
          <w:lang w:bidi="hi-IN"/>
        </w:rPr>
        <w:t xml:space="preserve"> </w:t>
      </w:r>
      <w:r w:rsidRPr="00C64EB4">
        <w:t>467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t>18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ज़िलहिज</w:t>
      </w:r>
      <w:r>
        <w:rPr>
          <w:cs/>
          <w:lang w:bidi="hi-IN"/>
        </w:rPr>
        <w:t xml:space="preserve"> </w:t>
      </w:r>
      <w:r w:rsidRPr="00C64EB4">
        <w:t>487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पाये।</w:t>
      </w:r>
      <w:r>
        <w:rPr>
          <w:cs/>
          <w:lang w:bidi="hi-IN"/>
        </w:rPr>
        <w:t xml:space="preserve"> </w:t>
      </w:r>
      <w:r w:rsidRPr="00C64EB4">
        <w:t>17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 w:rsidRPr="00C64EB4">
        <w:t>495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t>28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मुद्दते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t>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t>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मुस्तन्सिर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मुक़र्रर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वज़ीरे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अफ़़ज़ल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अफ़ज़ल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अहमद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मुस्तम्ली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लक़ब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अफ़ज़ल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छिड़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मुस्तमली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फ़िरक़े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नज़ार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बरहक़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सियाह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मुक़ल्लिद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ख़ोजे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मुस्तमली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बरहक़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कहलाते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002EB8" w:rsidRPr="00C64EB4" w:rsidRDefault="00002EB8" w:rsidP="00002EB8">
      <w:pPr>
        <w:pStyle w:val="libNormal"/>
      </w:pPr>
      <w:r w:rsidRPr="00C64EB4">
        <w:t>10.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मुस्तमली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t>13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 w:rsidRPr="00C64EB4">
        <w:t>490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 w:rsidRPr="00C64EB4">
        <w:t>1096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t>17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 w:rsidRPr="00C64EB4">
        <w:t>495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नशीन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29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t>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t>34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t>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ज़ीक़ाद</w:t>
      </w:r>
      <w:r>
        <w:rPr>
          <w:cs/>
          <w:lang w:bidi="hi-IN"/>
        </w:rPr>
        <w:t xml:space="preserve"> </w:t>
      </w:r>
      <w:r w:rsidRPr="00C64EB4">
        <w:t>524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शिमाली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ग़ालिब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शिमाली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ईसाईयों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फ़िरंग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नज़ारिया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साहेबे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अलवियों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हाफ़िज़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मुक़र्रर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इस्लाम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426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वज़ीरे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अफ़ज़ल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मुताअल्लेक़ीन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जूदो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इत्मेनान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इफ़लास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हाफ़िज़े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नज़ारिया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फ़िरक़े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मुस्तअलीयों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t>425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मस्तअलीयों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बोहरों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एतेक़ाद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t>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क़ासिम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तय्यब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मम्यून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क़ासिम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मुस्तन्सिर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हाफ़िजु़द्दीन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लक़ब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निगरां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मुक़र्रर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ज़ाहेरिया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इन्तेज़ाम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तय्यब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सिपुर्द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हाफ़िज़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तय्यब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रूपोशी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इख़्तेयार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अकाबिर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दाअता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शम्से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हाफ़िज़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फ़र्क़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रूपोशी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इख़्तेयार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तय्यब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एतेक़ाद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इस्लाम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मिस्टर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ज़ाकिर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हुसैन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126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lastRenderedPageBreak/>
        <w:t>10.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मम्यून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हाफ़िज़उद्दीन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</w:t>
      </w:r>
      <w:r>
        <w:rPr>
          <w:cs/>
          <w:lang w:bidi="hi-IN"/>
        </w:rPr>
        <w:t xml:space="preserve"> </w:t>
      </w:r>
      <w:r w:rsidRPr="00C64EB4">
        <w:t>467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ज़िक़ाद</w:t>
      </w:r>
      <w:r>
        <w:rPr>
          <w:cs/>
          <w:lang w:bidi="hi-IN"/>
        </w:rPr>
        <w:t xml:space="preserve"> </w:t>
      </w:r>
      <w:r w:rsidRPr="00C64EB4">
        <w:t>524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नशीन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19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t>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t>77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t>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t>544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वज़ीर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उमूरे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किरमानी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हाफ़िज़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मज़हबे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अशअरी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इज़हार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वज़ीर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बारहवें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कुत्बा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t>15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</w:t>
      </w:r>
      <w:r>
        <w:rPr>
          <w:cs/>
          <w:lang w:bidi="hi-IN"/>
        </w:rPr>
        <w:t xml:space="preserve"> </w:t>
      </w:r>
      <w:r w:rsidRPr="00C64EB4">
        <w:t>526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वज़ीर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544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हाफ़िज़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वज़ीरों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मक़रेज़ी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हाफ़िज़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मुदब्बिर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सियासत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कसीरूल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मुदारात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आरिफ़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शाएक़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ग़ालिब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कूलजं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फ़ाएदा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हाफ़िज़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वसीअत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</w:p>
    <w:p w:rsidR="00002EB8" w:rsidRPr="00C64EB4" w:rsidRDefault="00002EB8" w:rsidP="00002EB8">
      <w:pPr>
        <w:pStyle w:val="libNormal"/>
      </w:pPr>
      <w:r w:rsidRPr="00C64EB4">
        <w:t>12.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बाअम्रअल्लाह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हाफ़िज़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t>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रबीउस्सानी</w:t>
      </w:r>
      <w:r>
        <w:rPr>
          <w:cs/>
          <w:lang w:bidi="hi-IN"/>
        </w:rPr>
        <w:t xml:space="preserve"> </w:t>
      </w:r>
      <w:r w:rsidRPr="00C64EB4">
        <w:t>527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जमादिउस्सानी</w:t>
      </w:r>
      <w:r>
        <w:rPr>
          <w:cs/>
          <w:lang w:bidi="hi-IN"/>
        </w:rPr>
        <w:t xml:space="preserve"> </w:t>
      </w:r>
      <w:r w:rsidRPr="00C64EB4">
        <w:t>544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नशीन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t>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t>21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t>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t>15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मोहर्रमुल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 w:rsidRPr="00C64EB4">
        <w:t>549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बेबस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वज़ीर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बग़ावतें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रक़ाबतें</w:t>
      </w:r>
      <w:r>
        <w:rPr>
          <w:rFonts w:hint="cs"/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साज़िशें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फ़िरक़ा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बंदियां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</w:t>
      </w:r>
      <w:r>
        <w:rPr>
          <w:cs/>
          <w:lang w:bidi="hi-IN"/>
        </w:rPr>
        <w:t xml:space="preserve"> </w:t>
      </w:r>
      <w:r w:rsidRPr="00C64EB4">
        <w:t>549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</w:p>
    <w:p w:rsidR="00002EB8" w:rsidRPr="00C64EB4" w:rsidRDefault="00002EB8" w:rsidP="00002EB8">
      <w:pPr>
        <w:pStyle w:val="libNormal"/>
      </w:pPr>
      <w:r w:rsidRPr="00C64EB4">
        <w:t>13.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क़ासिम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फ़ाएज़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नस्रअल्लाह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जा़फ़र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t>21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</w:t>
      </w:r>
      <w:r>
        <w:rPr>
          <w:cs/>
          <w:lang w:bidi="hi-IN"/>
        </w:rPr>
        <w:t xml:space="preserve"> </w:t>
      </w:r>
      <w:r w:rsidRPr="00C64EB4">
        <w:t>544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t>15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</w:t>
      </w:r>
      <w:r>
        <w:rPr>
          <w:cs/>
          <w:lang w:bidi="hi-IN"/>
        </w:rPr>
        <w:t xml:space="preserve"> </w:t>
      </w:r>
      <w:r w:rsidRPr="00C64EB4">
        <w:t>549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नशीन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t>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t>11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t>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t>15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रजब</w:t>
      </w:r>
      <w:r>
        <w:rPr>
          <w:cs/>
          <w:lang w:bidi="hi-IN"/>
        </w:rPr>
        <w:t xml:space="preserve"> </w:t>
      </w:r>
      <w:r w:rsidRPr="00C64EB4">
        <w:t>555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फ़िरंग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बेलादे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फ़िरंग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मुसतहकम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इस्लाम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427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मुब्तिला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ज़ैरिक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वज़ीर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फ़ाज़िल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सख़ी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कातिब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शायर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अज़रूए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फ़ज़ल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सियासत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ततबीर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सितवत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अशअरी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मनाज़रे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वज़ीर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इज़हार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फ़िरंगियों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मक़सूद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मक़रेज़ी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अलख़त्त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81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ज़ैरिक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अरमनी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क़ौम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फ़कीर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रौज़तुल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ख़ादिम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महबूबों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सल्तनत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मुलाज़िम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जै़रिक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खि़ताब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</w:p>
    <w:p w:rsidR="00002EB8" w:rsidRPr="00C64EB4" w:rsidRDefault="00002EB8" w:rsidP="00002EB8">
      <w:pPr>
        <w:pStyle w:val="libNormal"/>
      </w:pPr>
      <w:r w:rsidRPr="00C64EB4">
        <w:tab/>
      </w:r>
      <w:r>
        <w:rPr>
          <w:cs/>
          <w:lang w:bidi="hi-IN"/>
        </w:rPr>
        <w:t>(</w:t>
      </w:r>
      <w:r w:rsidRPr="00C64EB4">
        <w:rPr>
          <w:rFonts w:hint="cs"/>
          <w:cs/>
          <w:lang w:bidi="hi-IN"/>
        </w:rPr>
        <w:t>मोअल्लिफ़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मक़रेज़ी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देहलवी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तक़ररूर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तनज़्ज़ुल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मुलाहेज़ा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मौसूफ़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सिरातल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मुस्तक़ीम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</w:p>
    <w:p w:rsidR="00002EB8" w:rsidRPr="00C64EB4" w:rsidRDefault="00002EB8" w:rsidP="00002EB8">
      <w:pPr>
        <w:pStyle w:val="libNormal"/>
      </w:pPr>
      <w:r w:rsidRPr="00C64EB4">
        <w:t>14.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आज़लुद्दीन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युसूफ़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हाफ़िज़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t>20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 w:rsidRPr="00C64EB4">
        <w:t>546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 w:rsidRPr="00C64EB4">
        <w:t>1151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t>17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रजब</w:t>
      </w:r>
      <w:r>
        <w:rPr>
          <w:cs/>
          <w:lang w:bidi="hi-IN"/>
        </w:rPr>
        <w:t xml:space="preserve"> </w:t>
      </w:r>
      <w:r w:rsidRPr="00C64EB4">
        <w:t>555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नशीन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11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t>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21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t>10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 w:rsidRPr="00C64EB4">
        <w:t>567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 w:rsidRPr="00C64EB4">
        <w:cr/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फ़िरंग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क़ाबिज़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क़ाबिज़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नूरूद्दीन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मिसरियों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फ़िरंग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ग़ालिब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फ़िरंग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मस्तज़ी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बाअल्लाह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आज़िद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सलातीने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इस्लाम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427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tab/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t>10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ब्याह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उमूरे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t>19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रमज़ान</w:t>
      </w:r>
      <w:r>
        <w:rPr>
          <w:cs/>
          <w:lang w:bidi="hi-IN"/>
        </w:rPr>
        <w:t xml:space="preserve"> </w:t>
      </w:r>
      <w:r w:rsidRPr="00C64EB4">
        <w:t>556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बेचारा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सलाहुद्दीन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यूसुफ़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वज़ीर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बेवफ़ाई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उमूरे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दख़ल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क़ाज़ियों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माज़ूल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शाफ़ई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मुक़र्रर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मुल्के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मज़हबे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मज़हबे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शाफ़ई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ज़ोर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पकड़ने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</w:t>
      </w:r>
      <w:r>
        <w:rPr>
          <w:cs/>
          <w:lang w:bidi="hi-IN"/>
        </w:rPr>
        <w:t xml:space="preserve"> </w:t>
      </w:r>
      <w:r w:rsidRPr="00C64EB4">
        <w:t>567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सलाहुद्दीन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आज़िदउद्दीन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</w:t>
      </w:r>
      <w:r>
        <w:rPr>
          <w:cs/>
          <w:lang w:bidi="hi-IN"/>
        </w:rPr>
        <w:t xml:space="preserve"> </w:t>
      </w:r>
      <w:r w:rsidRPr="00C64EB4">
        <w:t>567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सितारा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मुमालिके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अफ़रीक़ा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t>270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rFonts w:hint="cs"/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चमक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ग़ुरूब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</w:p>
    <w:p w:rsidR="00002EB8" w:rsidRPr="00C64EB4" w:rsidRDefault="00002EB8" w:rsidP="00002EB8">
      <w:pPr>
        <w:pStyle w:val="libNormal"/>
      </w:pPr>
      <w:r w:rsidRPr="00C64EB4">
        <w:rPr>
          <w:rFonts w:hint="cs"/>
          <w:cs/>
          <w:lang w:bidi="hi-IN"/>
        </w:rPr>
        <w:t>फ़ात्मी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ख़ुलफ़ा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बरकतें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फ़नून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तिजारत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हिरफ़त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तरक़्क़ी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शफ़ाख़ाने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मदरसे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मस्जिदें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रेफ़ाह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इमारतें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औक़ाफ़ा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मुद्दतों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यादगार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युनीवर्सिटी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यादगार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t>16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कुतुब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मुरत्तब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.......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मस्जिदें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बनवाईं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t>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अज़हर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माज़िया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3.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नूर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4.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शौकत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लिहाज़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...........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क़ाहेरा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हुसैनिया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बाड़ा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अय्यामे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मजालिस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मुनअक़िद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इस्लाम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मिस्टर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ज़ाकिर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हुसैन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133</w:t>
      </w:r>
      <w:r>
        <w:rPr>
          <w:rStyle w:val="libFootnote0Char"/>
          <w:rFonts w:eastAsia="Calibri"/>
          <w:cs/>
          <w:lang w:bidi="hi-IN"/>
        </w:rPr>
        <w:t>)</w:t>
      </w:r>
    </w:p>
    <w:p w:rsidR="00002EB8" w:rsidRPr="00C64EB4" w:rsidRDefault="00002EB8" w:rsidP="00002EB8">
      <w:pPr>
        <w:pStyle w:val="libNormal"/>
      </w:pPr>
      <w:r w:rsidRPr="00C64EB4">
        <w:t>--</w:t>
      </w:r>
      <w:r>
        <w:rPr>
          <w:cs/>
          <w:lang w:bidi="hi-IN"/>
        </w:rPr>
        <w:t xml:space="preserve"> </w:t>
      </w:r>
      <w:r w:rsidRPr="00C64EB4">
        <w:t>--</w:t>
      </w:r>
      <w:r>
        <w:rPr>
          <w:cs/>
          <w:lang w:bidi="hi-IN"/>
        </w:rPr>
        <w:t xml:space="preserve"> </w:t>
      </w:r>
      <w:r w:rsidRPr="00C64EB4">
        <w:t>--</w:t>
      </w:r>
      <w:r>
        <w:rPr>
          <w:cs/>
          <w:lang w:bidi="hi-IN"/>
        </w:rPr>
        <w:t xml:space="preserve"> </w:t>
      </w:r>
      <w:r w:rsidRPr="00C64EB4">
        <w:t>--</w:t>
      </w:r>
      <w:r>
        <w:rPr>
          <w:cs/>
          <w:lang w:bidi="hi-IN"/>
        </w:rPr>
        <w:t xml:space="preserve"> </w:t>
      </w:r>
      <w:r w:rsidRPr="00C64EB4">
        <w:t>--</w:t>
      </w:r>
      <w:r>
        <w:rPr>
          <w:cs/>
          <w:lang w:bidi="hi-IN"/>
        </w:rPr>
        <w:t xml:space="preserve"> </w:t>
      </w:r>
      <w:r w:rsidRPr="00C64EB4">
        <w:t>--</w:t>
      </w:r>
      <w:r>
        <w:rPr>
          <w:cs/>
          <w:lang w:bidi="hi-IN"/>
        </w:rPr>
        <w:t xml:space="preserve"> </w:t>
      </w:r>
      <w:r w:rsidRPr="00C64EB4">
        <w:t>--</w:t>
      </w:r>
      <w:r>
        <w:rPr>
          <w:cs/>
          <w:lang w:bidi="hi-IN"/>
        </w:rPr>
        <w:t xml:space="preserve"> </w:t>
      </w:r>
      <w:r w:rsidRPr="00C64EB4">
        <w:t>--</w:t>
      </w:r>
      <w:r>
        <w:rPr>
          <w:cs/>
          <w:lang w:bidi="hi-IN"/>
        </w:rPr>
        <w:t xml:space="preserve"> </w:t>
      </w:r>
      <w:r w:rsidRPr="00C64EB4">
        <w:t>--</w:t>
      </w:r>
      <w:r>
        <w:rPr>
          <w:cs/>
          <w:lang w:bidi="hi-IN"/>
        </w:rPr>
        <w:t xml:space="preserve"> </w:t>
      </w:r>
      <w:r w:rsidRPr="00C64EB4">
        <w:t>--</w:t>
      </w:r>
      <w:r>
        <w:rPr>
          <w:cs/>
          <w:lang w:bidi="hi-IN"/>
        </w:rPr>
        <w:t xml:space="preserve"> </w:t>
      </w:r>
      <w:r w:rsidRPr="00C64EB4">
        <w:t>--</w:t>
      </w:r>
      <w:r>
        <w:rPr>
          <w:cs/>
          <w:lang w:bidi="hi-IN"/>
        </w:rPr>
        <w:t xml:space="preserve"> </w:t>
      </w:r>
    </w:p>
    <w:p w:rsidR="00002EB8" w:rsidRPr="00C64EB4" w:rsidRDefault="00002EB8" w:rsidP="00002EB8">
      <w:pPr>
        <w:pStyle w:val="libNormal"/>
      </w:pPr>
      <w:r w:rsidRPr="00C64EB4">
        <w:lastRenderedPageBreak/>
        <w:t>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क़ाबिले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फ़ात्मीया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दाख़ला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ममनूआ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नासिर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शलतूत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मुमानियत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फ़िक़ह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शरह</w:t>
      </w:r>
      <w:r>
        <w:rPr>
          <w:rFonts w:hint="cs"/>
          <w:cs/>
          <w:lang w:bidi="hi-IN"/>
        </w:rPr>
        <w:t xml:space="preserve">े </w:t>
      </w:r>
      <w:r w:rsidRPr="00C64EB4">
        <w:rPr>
          <w:rFonts w:hint="cs"/>
          <w:cs/>
          <w:lang w:bidi="hi-IN"/>
        </w:rPr>
        <w:t>लुमआ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तब्सेरतूल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मुतालेमीन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निसाब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</w:p>
    <w:p w:rsidR="00002EB8" w:rsidRDefault="00002EB8" w:rsidP="00002EB8">
      <w:pPr>
        <w:pStyle w:val="libNormal"/>
        <w:rPr>
          <w:rFonts w:hint="cs"/>
          <w:lang w:bidi="hi-IN"/>
        </w:rPr>
      </w:pPr>
      <w:r w:rsidRPr="00C64EB4">
        <w:tab/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शरक़ावी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ख़ुल्फ़ा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 w:rsidRPr="00C64EB4">
        <w:t>14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ख़ुलफ़ा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t>37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ख़ुल्फ़ा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t>15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ख़ुल्फ़ा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t>650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बक़ाए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हाफ़ेहुम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मूहालम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आखि़रूज़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ज़हुरे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क़ायमे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सिपुर्द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देगें।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तोहफ़तुल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नाज़ेरीन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बर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हाशिया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फ़तूह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शाह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वाक़दी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118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मिस्र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1386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हिजरी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नज़दीक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शरक़ावी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ख़ुल्फ़ा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 w:rsidRPr="00C64EB4">
        <w:t>15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दुरूस्त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कुतुबे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मुतबरा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t>14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मुलाहेज़ा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अशअरीया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मिर्ज़ा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t>1</w:t>
      </w:r>
      <w:r>
        <w:rPr>
          <w:cs/>
          <w:lang w:bidi="hi-IN"/>
        </w:rPr>
        <w:t xml:space="preserve"> पृष्ठ </w:t>
      </w:r>
      <w:r w:rsidRPr="00C64EB4">
        <w:t>213,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मज़हिब</w:t>
      </w:r>
      <w:r>
        <w:rPr>
          <w:cs/>
          <w:lang w:bidi="hi-IN"/>
        </w:rPr>
        <w:t xml:space="preserve"> पृष्ठ </w:t>
      </w:r>
      <w:r w:rsidRPr="00C64EB4">
        <w:t>462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कोएटा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सलातीने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लैनिन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पोल</w:t>
      </w:r>
      <w:r>
        <w:rPr>
          <w:cs/>
          <w:lang w:bidi="hi-IN"/>
        </w:rPr>
        <w:t xml:space="preserve"> पृष्ठ </w:t>
      </w:r>
      <w:r w:rsidRPr="00C64EB4">
        <w:t>89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लाहौर</w:t>
      </w:r>
      <w:r>
        <w:rPr>
          <w:cs/>
          <w:lang w:bidi="hi-IN"/>
        </w:rPr>
        <w:t>)</w:t>
      </w:r>
    </w:p>
    <w:p w:rsidR="00002EB8" w:rsidRDefault="00002EB8" w:rsidP="00002EB8">
      <w:pPr>
        <w:pStyle w:val="libNormal"/>
        <w:rPr>
          <w:rFonts w:hint="cs"/>
          <w:lang w:bidi="hi-IN"/>
        </w:rPr>
      </w:pPr>
    </w:p>
    <w:p w:rsidR="00002EB8" w:rsidRPr="00932A77" w:rsidRDefault="00002EB8" w:rsidP="00002EB8">
      <w:pPr>
        <w:pStyle w:val="libLine"/>
      </w:pPr>
      <w:r w:rsidRPr="00385BC7">
        <w:rPr>
          <w:cs/>
          <w:lang w:bidi="hi-IN"/>
        </w:rPr>
        <w:lastRenderedPageBreak/>
        <w:t>[</w:t>
      </w:r>
      <w:r w:rsidRPr="00385BC7">
        <w:t>{</w:t>
      </w:r>
      <w:r w:rsidRPr="00385BC7">
        <w:rPr>
          <w:rFonts w:hint="cs"/>
          <w:cs/>
          <w:lang w:bidi="hi-IN"/>
        </w:rPr>
        <w:t>अलहम्दो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लिल्लाह</w:t>
      </w:r>
      <w:r w:rsidRPr="00385BC7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 xml:space="preserve">ये </w:t>
      </w:r>
      <w:r w:rsidRPr="00385BC7">
        <w:rPr>
          <w:rFonts w:hint="cs"/>
          <w:cs/>
          <w:lang w:bidi="hi-IN"/>
        </w:rPr>
        <w:t>किताब</w:t>
      </w:r>
      <w:r w:rsidRPr="00385BC7"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स</w:t>
      </w:r>
      <w:r w:rsidRPr="0056112A">
        <w:rPr>
          <w:rtl/>
          <w:cs/>
        </w:rPr>
        <w:t>.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पूरी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टाईप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हो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गई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जो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कि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च</w:t>
      </w:r>
      <w:r>
        <w:rPr>
          <w:rFonts w:hint="cs"/>
          <w:cs/>
          <w:lang w:bidi="hi-IN"/>
        </w:rPr>
        <w:t>ौ</w:t>
      </w:r>
      <w:r w:rsidRPr="00385BC7">
        <w:rPr>
          <w:rFonts w:hint="cs"/>
          <w:cs/>
          <w:lang w:bidi="hi-IN"/>
        </w:rPr>
        <w:t>दह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सितारे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का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एक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हिस्सा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है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।खुदा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वंदे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आलम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से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दुआगौ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हुं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कि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हमारे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इस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अमल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को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कुबुल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फरमाऐ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और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इमाम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हुसैन</w:t>
      </w:r>
      <w:r w:rsidRPr="00385BC7">
        <w:rPr>
          <w:cs/>
          <w:lang w:bidi="hi-IN"/>
        </w:rPr>
        <w:t xml:space="preserve"> (</w:t>
      </w:r>
      <w:r w:rsidRPr="00385BC7">
        <w:rPr>
          <w:rFonts w:hint="cs"/>
          <w:cs/>
          <w:lang w:bidi="hi-IN"/>
        </w:rPr>
        <w:t>अ</w:t>
      </w:r>
      <w:r w:rsidRPr="00385BC7">
        <w:rPr>
          <w:cs/>
          <w:lang w:bidi="hi-IN"/>
        </w:rPr>
        <w:t xml:space="preserve">.) </w:t>
      </w:r>
      <w:r w:rsidRPr="00385BC7">
        <w:rPr>
          <w:rFonts w:hint="cs"/>
          <w:cs/>
          <w:lang w:bidi="hi-IN"/>
        </w:rPr>
        <w:t>फाउनडेशन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को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तरक्की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इनायत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फरमाए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कि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जिन्होने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इस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किताब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को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अपनी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साइट</w:t>
      </w:r>
      <w:r w:rsidRPr="00385BC7">
        <w:rPr>
          <w:cs/>
          <w:lang w:bidi="hi-IN"/>
        </w:rPr>
        <w:t xml:space="preserve"> (</w:t>
      </w:r>
      <w:r w:rsidRPr="00385BC7">
        <w:rPr>
          <w:rFonts w:hint="cs"/>
          <w:cs/>
          <w:lang w:bidi="hi-IN"/>
        </w:rPr>
        <w:t>अलहसनैन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इस्लामी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नेटवर्क</w:t>
      </w:r>
      <w:r w:rsidRPr="00385BC7">
        <w:rPr>
          <w:cs/>
          <w:lang w:bidi="hi-IN"/>
        </w:rPr>
        <w:t xml:space="preserve">) </w:t>
      </w:r>
      <w:r w:rsidRPr="00385BC7">
        <w:rPr>
          <w:rFonts w:hint="cs"/>
          <w:cs/>
          <w:lang w:bidi="hi-IN"/>
        </w:rPr>
        <w:t>के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लिऐ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हिन्दी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मे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टाइप</w:t>
      </w:r>
      <w:r w:rsidRPr="00385BC7">
        <w:rPr>
          <w:cs/>
          <w:lang w:bidi="hi-IN"/>
        </w:rPr>
        <w:t xml:space="preserve"> </w:t>
      </w:r>
      <w:r w:rsidRPr="00385BC7">
        <w:rPr>
          <w:rFonts w:hint="cs"/>
          <w:cs/>
          <w:lang w:bidi="hi-IN"/>
        </w:rPr>
        <w:t>कराया।</w:t>
      </w:r>
      <w:r w:rsidRPr="00385BC7">
        <w:t>}]</w:t>
      </w:r>
    </w:p>
    <w:p w:rsidR="00002EB8" w:rsidRDefault="00002EB8" w:rsidP="00002EB8">
      <w:pPr>
        <w:pStyle w:val="libNormal"/>
        <w:rPr>
          <w:cs/>
          <w:lang w:bidi="hi-IN"/>
        </w:rPr>
      </w:pPr>
      <w:r>
        <w:rPr>
          <w:rFonts w:hint="cs"/>
          <w:cs/>
          <w:lang w:bidi="hi-IN"/>
        </w:rPr>
        <w:t>31-12-2016</w:t>
      </w:r>
    </w:p>
    <w:p w:rsidR="00002EB8" w:rsidRDefault="00002EB8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sdt>
      <w:sdtPr>
        <w:id w:val="692833270"/>
        <w:docPartObj>
          <w:docPartGallery w:val="Table of Contents"/>
          <w:docPartUnique/>
        </w:docPartObj>
      </w:sdtPr>
      <w:sdtEndPr>
        <w:rPr>
          <w:rFonts w:ascii="Calibri" w:eastAsia="Calibri" w:hAnsi="Calibri" w:cs="Arial"/>
          <w:b w:val="0"/>
          <w:bCs w:val="0"/>
          <w:color w:val="auto"/>
          <w:sz w:val="32"/>
          <w:szCs w:val="32"/>
        </w:rPr>
      </w:sdtEndPr>
      <w:sdtContent>
        <w:p w:rsidR="00002EB8" w:rsidRDefault="00002EB8" w:rsidP="00002EB8">
          <w:pPr>
            <w:pStyle w:val="TOCHeading"/>
            <w:rPr>
              <w:rFonts w:hint="cs"/>
              <w:lang w:bidi="hi-IN"/>
            </w:rPr>
          </w:pPr>
          <w:r>
            <w:rPr>
              <w:rFonts w:hint="cs"/>
              <w:cs/>
              <w:lang w:bidi="hi-IN"/>
            </w:rPr>
            <w:t>फेहरिस्त</w:t>
          </w:r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3101938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इस्मे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गिरामी</w:t>
            </w:r>
            <w:r w:rsidRPr="00040A7D">
              <w:rPr>
                <w:rStyle w:val="Hyperlink"/>
                <w:noProof/>
              </w:rPr>
              <w:t>,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कुन्नियत</w:t>
            </w:r>
            <w:r w:rsidRPr="00040A7D">
              <w:rPr>
                <w:rStyle w:val="Hyperlink"/>
                <w:noProof/>
              </w:rPr>
              <w:t>,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अलक़ाब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39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बादशाहाने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वक़्त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40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अब्दुल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मलिक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मरवान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अहद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आपका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मनाज़िरा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41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इमामे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जाफ़रे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सादिक़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हकीम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इब्ने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अयाश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कल्बी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42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वलीद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यज़ीद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सादिक़े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आले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मोहम्मद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040A7D">
              <w:rPr>
                <w:rStyle w:val="Hyperlink"/>
                <w:noProof/>
                <w:rtl/>
              </w:rPr>
              <w:t>.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040A7D">
              <w:rPr>
                <w:rStyle w:val="Hyperlink"/>
                <w:noProof/>
                <w:rtl/>
              </w:rPr>
              <w:t>.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43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हज़रत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जाफ़रे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सादिक़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जनाबे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अबू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हनीफ़ा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नोमान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साबित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कूफ़ी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44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अबू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हनीफ़ा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शार्गिदी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मसला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45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इमामे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जाफ़रे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सादिक़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बाज़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नसीहते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इरशादात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46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आपके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बाज़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करामात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47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आपका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अख़्लाक़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आदात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औसाफ़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48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जाफ़रे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सादिक़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इल्मी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बुलन्दी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49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सादिक़े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आले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मोहम्मद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तसानीफ़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50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किताब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जफ़र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जामेअ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51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हज़रत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सादिक़े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आले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मोहम्मद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फ़लक़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वक़ार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शार्गिद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52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इमामुल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कीमिया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जनाबे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जाबिर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इब्ने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हय्यान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तरसूसी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53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सादिक़े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आले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मोहम्मद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इल्मी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फ़ुयूज़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बरकात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54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कुतुबे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उसूले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अरबा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मिया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55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सादिक़े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आले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मोहम्मद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असहाब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तादाद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उनकी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तसानीफ़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56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हज़रत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सादिक़े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आले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मोहम्मद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इल्मे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जफ़र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57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हज़रत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सादिक़े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आले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मोहम्मद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इल्मे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तिब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58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हज़रत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सादिक़े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आले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मोहम्मद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इल्मुल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क़ुरआन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59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इल्मे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नुजूम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60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इल्मे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मन्तिक़ुत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तैर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61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हज़रत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जाफ़रे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सादिक़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इल्मुल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अजसाम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62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सादिक़े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आले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मोहम्मद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ने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जन्नत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घर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बनवा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दिया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63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दस्ते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सादिक़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एजाज़े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इब्राहीमी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64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ख़तो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किताबत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दरख़्वास्त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बारे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आपकी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हिदायत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65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ख़लीफ़ा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मन्सूर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दवानेक़ी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हज़रत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जाफ़रे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सादिक़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040A7D">
              <w:rPr>
                <w:rStyle w:val="Hyperlink"/>
                <w:noProof/>
                <w:rtl/>
              </w:rPr>
              <w:t>.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040A7D">
              <w:rPr>
                <w:rStyle w:val="Hyperlink"/>
                <w:noProof/>
                <w:rtl/>
              </w:rPr>
              <w:t>.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66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मन्सूर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अब्बासी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सादात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कशी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67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जाफ़रे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सादिक़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दरबारे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मन्सूर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तबीबे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हिन्द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तबादला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ख़यालात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68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जाफ़रे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सादिक़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बाल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बच्चों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समेत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जला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देने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मन्सूबा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69" w:history="1">
            <w:r w:rsidRPr="00040A7D">
              <w:rPr>
                <w:rStyle w:val="Hyperlink"/>
                <w:noProof/>
              </w:rPr>
              <w:t>147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हिजरी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मन्सूर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हज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जाफ़रे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सादिक़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क़त्ल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अज़म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बिल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जज़म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70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हज़रत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जाफ़रे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सादिक़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दरबारे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मन्सूर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सातवीं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बार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तलबी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71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जाफ़रे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सादिक़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दरबार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शेर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72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जाफ़र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सादिक़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दरबार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क़त्ल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किये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जाने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बन्दो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बस्त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73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हज़रत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जाफ़रे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सादिक़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शहादत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74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आपकी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औलाद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1975" w:history="1"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फ़ात्मी</w:t>
            </w:r>
            <w:r w:rsidRPr="00040A7D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ख़ु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ल</w:t>
            </w:r>
            <w:r w:rsidRPr="00040A7D">
              <w:rPr>
                <w:rStyle w:val="Hyperlink"/>
                <w:rFonts w:cs="Mangal" w:hint="cs"/>
                <w:noProof/>
                <w:cs/>
                <w:lang w:bidi="hi-IN"/>
              </w:rPr>
              <w:t>्फ़ा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_Toc473101975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2EB8" w:rsidRDefault="00002EB8">
          <w:r>
            <w:fldChar w:fldCharType="end"/>
          </w:r>
        </w:p>
      </w:sdtContent>
    </w:sdt>
    <w:p w:rsidR="00002EB8" w:rsidRDefault="00002EB8" w:rsidP="00002EB8">
      <w:pPr>
        <w:pStyle w:val="libNormal"/>
        <w:rPr>
          <w:cs/>
          <w:lang w:bidi="hi-IN"/>
        </w:rPr>
      </w:pPr>
    </w:p>
    <w:sectPr w:rsidR="00002EB8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8D4" w:rsidRDefault="00F138D4" w:rsidP="008B7801">
      <w:pPr>
        <w:spacing w:after="0" w:line="240" w:lineRule="auto"/>
      </w:pPr>
      <w:r>
        <w:separator/>
      </w:r>
    </w:p>
  </w:endnote>
  <w:endnote w:type="continuationSeparator" w:id="0">
    <w:p w:rsidR="00F138D4" w:rsidRDefault="00F138D4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BC7" w:rsidRDefault="0022651E" w:rsidP="00DD52E9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="00385BC7"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002EB8">
      <w:rPr>
        <w:rFonts w:ascii="SutonnyMJ" w:hAnsi="SutonnyMJ" w:cs="SutonnyMJ"/>
        <w:noProof/>
      </w:rPr>
      <w:t>107</w:t>
    </w:r>
    <w:r w:rsidRPr="00AA7385">
      <w:rPr>
        <w:rFonts w:ascii="SutonnyMJ" w:hAnsi="SutonnyMJ" w:cs="SutonnyMJ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8D4" w:rsidRDefault="00F138D4" w:rsidP="008B7801">
      <w:pPr>
        <w:spacing w:after="0" w:line="240" w:lineRule="auto"/>
      </w:pPr>
      <w:r>
        <w:separator/>
      </w:r>
    </w:p>
  </w:footnote>
  <w:footnote w:type="continuationSeparator" w:id="0">
    <w:p w:rsidR="00F138D4" w:rsidRDefault="00F138D4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27B3C"/>
    <w:multiLevelType w:val="hybridMultilevel"/>
    <w:tmpl w:val="E4FE64C4"/>
    <w:lvl w:ilvl="0" w:tplc="DA767CD8">
      <w:start w:val="1"/>
      <w:numFmt w:val="decimal"/>
      <w:lvlText w:val="%1."/>
      <w:lvlJc w:val="left"/>
      <w:pPr>
        <w:ind w:left="949" w:hanging="6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F138D4"/>
    <w:rsid w:val="00002EB8"/>
    <w:rsid w:val="00007817"/>
    <w:rsid w:val="00017F8E"/>
    <w:rsid w:val="00043999"/>
    <w:rsid w:val="000451DA"/>
    <w:rsid w:val="000A16E2"/>
    <w:rsid w:val="000D0FC8"/>
    <w:rsid w:val="000D641E"/>
    <w:rsid w:val="00137658"/>
    <w:rsid w:val="0016774F"/>
    <w:rsid w:val="001829DB"/>
    <w:rsid w:val="001A3437"/>
    <w:rsid w:val="001C49F5"/>
    <w:rsid w:val="001F5D63"/>
    <w:rsid w:val="0022651E"/>
    <w:rsid w:val="00235071"/>
    <w:rsid w:val="00266853"/>
    <w:rsid w:val="00275890"/>
    <w:rsid w:val="0028094A"/>
    <w:rsid w:val="0028663A"/>
    <w:rsid w:val="00292BC3"/>
    <w:rsid w:val="00296130"/>
    <w:rsid w:val="002B709B"/>
    <w:rsid w:val="002D15B8"/>
    <w:rsid w:val="002E4766"/>
    <w:rsid w:val="00304CCF"/>
    <w:rsid w:val="003137DA"/>
    <w:rsid w:val="00327E10"/>
    <w:rsid w:val="00331D48"/>
    <w:rsid w:val="0033697A"/>
    <w:rsid w:val="00385BC7"/>
    <w:rsid w:val="003A1605"/>
    <w:rsid w:val="003A380C"/>
    <w:rsid w:val="003E4BC2"/>
    <w:rsid w:val="00406D51"/>
    <w:rsid w:val="00495B54"/>
    <w:rsid w:val="004A56BA"/>
    <w:rsid w:val="004C57A4"/>
    <w:rsid w:val="004E1F6D"/>
    <w:rsid w:val="00506800"/>
    <w:rsid w:val="00544132"/>
    <w:rsid w:val="00553605"/>
    <w:rsid w:val="00584195"/>
    <w:rsid w:val="005862E0"/>
    <w:rsid w:val="00593844"/>
    <w:rsid w:val="0059796A"/>
    <w:rsid w:val="005B568F"/>
    <w:rsid w:val="005D2D86"/>
    <w:rsid w:val="005D3333"/>
    <w:rsid w:val="0061174D"/>
    <w:rsid w:val="00663BEC"/>
    <w:rsid w:val="006746F0"/>
    <w:rsid w:val="00690232"/>
    <w:rsid w:val="006B240B"/>
    <w:rsid w:val="006C230E"/>
    <w:rsid w:val="006D197A"/>
    <w:rsid w:val="00707890"/>
    <w:rsid w:val="0071325E"/>
    <w:rsid w:val="007243F7"/>
    <w:rsid w:val="00733E6E"/>
    <w:rsid w:val="0075520E"/>
    <w:rsid w:val="007719FE"/>
    <w:rsid w:val="00776659"/>
    <w:rsid w:val="007B649B"/>
    <w:rsid w:val="007D0C93"/>
    <w:rsid w:val="007E3A6A"/>
    <w:rsid w:val="00840C16"/>
    <w:rsid w:val="008521C9"/>
    <w:rsid w:val="00870944"/>
    <w:rsid w:val="008715EA"/>
    <w:rsid w:val="00884972"/>
    <w:rsid w:val="008A5A1E"/>
    <w:rsid w:val="008B7801"/>
    <w:rsid w:val="008C77D1"/>
    <w:rsid w:val="008D4310"/>
    <w:rsid w:val="008D6263"/>
    <w:rsid w:val="008F0D7B"/>
    <w:rsid w:val="009117EC"/>
    <w:rsid w:val="00932A77"/>
    <w:rsid w:val="00934323"/>
    <w:rsid w:val="0094696C"/>
    <w:rsid w:val="00976CDC"/>
    <w:rsid w:val="00991F81"/>
    <w:rsid w:val="00A069B8"/>
    <w:rsid w:val="00A07514"/>
    <w:rsid w:val="00A12173"/>
    <w:rsid w:val="00A2744B"/>
    <w:rsid w:val="00A357FF"/>
    <w:rsid w:val="00A455D0"/>
    <w:rsid w:val="00A560EA"/>
    <w:rsid w:val="00A77675"/>
    <w:rsid w:val="00AA7385"/>
    <w:rsid w:val="00AB18E8"/>
    <w:rsid w:val="00AB6543"/>
    <w:rsid w:val="00B34C00"/>
    <w:rsid w:val="00B72F9C"/>
    <w:rsid w:val="00BE1409"/>
    <w:rsid w:val="00C2470C"/>
    <w:rsid w:val="00C303C9"/>
    <w:rsid w:val="00C53098"/>
    <w:rsid w:val="00C539D3"/>
    <w:rsid w:val="00C60BAA"/>
    <w:rsid w:val="00C747C4"/>
    <w:rsid w:val="00C966ED"/>
    <w:rsid w:val="00CB2CAE"/>
    <w:rsid w:val="00CC48FE"/>
    <w:rsid w:val="00CD6645"/>
    <w:rsid w:val="00CE088A"/>
    <w:rsid w:val="00CE09E4"/>
    <w:rsid w:val="00D02065"/>
    <w:rsid w:val="00D44DB1"/>
    <w:rsid w:val="00D450D2"/>
    <w:rsid w:val="00D457C0"/>
    <w:rsid w:val="00D7533E"/>
    <w:rsid w:val="00DA0646"/>
    <w:rsid w:val="00DD52E9"/>
    <w:rsid w:val="00DD7EF1"/>
    <w:rsid w:val="00DE3532"/>
    <w:rsid w:val="00DE7D70"/>
    <w:rsid w:val="00DF0DAD"/>
    <w:rsid w:val="00DF1559"/>
    <w:rsid w:val="00E21BCB"/>
    <w:rsid w:val="00E2613F"/>
    <w:rsid w:val="00E30987"/>
    <w:rsid w:val="00E32589"/>
    <w:rsid w:val="00E400A5"/>
    <w:rsid w:val="00E52113"/>
    <w:rsid w:val="00E82A24"/>
    <w:rsid w:val="00E84EB1"/>
    <w:rsid w:val="00E9343A"/>
    <w:rsid w:val="00EB1BF3"/>
    <w:rsid w:val="00EC4B61"/>
    <w:rsid w:val="00EC59F9"/>
    <w:rsid w:val="00ED0C42"/>
    <w:rsid w:val="00F0394E"/>
    <w:rsid w:val="00F11A1C"/>
    <w:rsid w:val="00F138D4"/>
    <w:rsid w:val="00F20557"/>
    <w:rsid w:val="00F2413E"/>
    <w:rsid w:val="00F25B39"/>
    <w:rsid w:val="00F46E01"/>
    <w:rsid w:val="00F525D6"/>
    <w:rsid w:val="00F578A8"/>
    <w:rsid w:val="00F860D8"/>
    <w:rsid w:val="00F91E16"/>
    <w:rsid w:val="00FA2BBB"/>
    <w:rsid w:val="00FB3623"/>
    <w:rsid w:val="00FD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EB8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ascii="Times New Roman" w:eastAsia="Times New Roman" w:hAnsi="Times New Roman"/>
      <w:b/>
      <w:bCs/>
      <w:szCs w:val="32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DD52E9"/>
    <w:rPr>
      <w:rFonts w:eastAsia="SolaimanLipi" w:cs="Traditional Arabic"/>
      <w:color w:val="008000"/>
      <w:szCs w:val="32"/>
    </w:rPr>
  </w:style>
  <w:style w:type="character" w:customStyle="1" w:styleId="libAieChar">
    <w:name w:val="libAie Char"/>
    <w:link w:val="libAie"/>
    <w:rsid w:val="00DD52E9"/>
    <w:rPr>
      <w:rFonts w:ascii="Mangal" w:eastAsia="SolaimanLipi" w:hAnsi="Mangal" w:cs="Traditional Arabic"/>
      <w:color w:val="008000"/>
      <w:sz w:val="28"/>
      <w:szCs w:val="32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DD52E9"/>
    <w:rPr>
      <w:rFonts w:cs="Traditional Arabic"/>
      <w:color w:val="008000"/>
      <w:szCs w:val="32"/>
    </w:rPr>
  </w:style>
  <w:style w:type="character" w:customStyle="1" w:styleId="libFootnoteAieChar">
    <w:name w:val="libFootnoteAie Char"/>
    <w:link w:val="libFootnoteAie"/>
    <w:rsid w:val="00DD52E9"/>
    <w:rPr>
      <w:rFonts w:ascii="Mangal" w:hAnsi="Mangal" w:cs="Traditional Arabic"/>
      <w:color w:val="008000"/>
      <w:sz w:val="24"/>
      <w:szCs w:val="32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  <w:rPr>
      <w:rFonts w:ascii="Mangal" w:hAnsi="Mangal" w:cs="Mangal"/>
      <w:color w:val="000000"/>
      <w:sz w:val="28"/>
      <w:szCs w:val="28"/>
    </w:rPr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Titr1">
    <w:name w:val="libTitr1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  <w:style w:type="paragraph" w:customStyle="1" w:styleId="libNotice">
    <w:name w:val="libNotice"/>
    <w:basedOn w:val="libNormal"/>
    <w:link w:val="libNoticeChar"/>
    <w:qFormat/>
    <w:rsid w:val="006B240B"/>
    <w:rPr>
      <w:color w:val="FF0000"/>
      <w:szCs w:val="32"/>
    </w:rPr>
  </w:style>
  <w:style w:type="character" w:customStyle="1" w:styleId="libNoticeChar">
    <w:name w:val="libNotice Char"/>
    <w:basedOn w:val="libNormalChar"/>
    <w:link w:val="libNotice"/>
    <w:rsid w:val="006B240B"/>
    <w:rPr>
      <w:color w:val="FF0000"/>
      <w:szCs w:val="32"/>
    </w:rPr>
  </w:style>
  <w:style w:type="paragraph" w:customStyle="1" w:styleId="libTitr2">
    <w:name w:val="libTitr2"/>
    <w:basedOn w:val="libTitr1"/>
    <w:rsid w:val="00DD7EF1"/>
    <w:rPr>
      <w:sz w:val="44"/>
      <w:szCs w:val="44"/>
    </w:rPr>
  </w:style>
  <w:style w:type="paragraph" w:customStyle="1" w:styleId="libCenterTitr">
    <w:name w:val="libCenterTitr"/>
    <w:basedOn w:val="libCenterBold1"/>
    <w:rsid w:val="006B240B"/>
    <w:rPr>
      <w:sz w:val="56"/>
      <w:szCs w:val="56"/>
    </w:rPr>
  </w:style>
  <w:style w:type="paragraph" w:customStyle="1" w:styleId="libPoem">
    <w:name w:val="libPoem"/>
    <w:basedOn w:val="libNormal"/>
    <w:qFormat/>
    <w:rsid w:val="006B240B"/>
    <w:pPr>
      <w:jc w:val="center"/>
    </w:pPr>
    <w:rPr>
      <w:lang w:bidi="hi-IN"/>
    </w:rPr>
  </w:style>
  <w:style w:type="paragraph" w:customStyle="1" w:styleId="libcenterbold10">
    <w:name w:val="libcenterbold1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footnote00">
    <w:name w:val="libfootnote0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notice0">
    <w:name w:val="libnotice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ghavi\Desktop\Template%20Hindi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BAEC1-89B5-42A1-8462-0F96326F1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Hindi2</Template>
  <TotalTime>6</TotalTime>
  <Pages>109</Pages>
  <Words>17459</Words>
  <Characters>99519</Characters>
  <Application>Microsoft Office Word</Application>
  <DocSecurity>0</DocSecurity>
  <Lines>829</Lines>
  <Paragraphs>233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116745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Naghavi</dc:creator>
  <cp:lastModifiedBy>Naghavi</cp:lastModifiedBy>
  <cp:revision>1</cp:revision>
  <cp:lastPrinted>2016-11-21T11:54:00Z</cp:lastPrinted>
  <dcterms:created xsi:type="dcterms:W3CDTF">2017-01-25T06:28:00Z</dcterms:created>
  <dcterms:modified xsi:type="dcterms:W3CDTF">2017-01-25T06:34:00Z</dcterms:modified>
</cp:coreProperties>
</file>