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C1" w:rsidRPr="002D2BC1" w:rsidRDefault="002D2BC1" w:rsidP="002D2BC1">
      <w:pPr>
        <w:pStyle w:val="libTitr1"/>
      </w:pP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Pr="002D2BC1"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 w:rsidRPr="002D2BC1">
        <w:rPr>
          <w:rFonts w:hint="cs"/>
          <w:cs/>
          <w:lang w:bidi="hi-IN"/>
        </w:rPr>
        <w:t>स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="0048150F">
        <w:rPr>
          <w:lang w:bidi="hi-IN"/>
        </w:rPr>
        <w:t>?</w:t>
      </w:r>
    </w:p>
    <w:p w:rsidR="002D2BC1" w:rsidRPr="002D2BC1" w:rsidRDefault="002D2BC1" w:rsidP="002D2BC1">
      <w:pPr>
        <w:pStyle w:val="libTitr2"/>
      </w:pPr>
      <w:r w:rsidRPr="002D2BC1">
        <w:rPr>
          <w:rFonts w:hint="cs"/>
          <w:cs/>
          <w:lang w:bidi="hi-IN"/>
        </w:rPr>
        <w:t>मुसन्निफ़</w:t>
      </w:r>
      <w:r w:rsidRPr="002D2BC1">
        <w:rPr>
          <w:cs/>
          <w:lang w:bidi="hi-IN"/>
        </w:rPr>
        <w:t xml:space="preserve">:- </w:t>
      </w:r>
      <w:r w:rsidRPr="002D2BC1">
        <w:rPr>
          <w:rFonts w:hint="cs"/>
          <w:cs/>
          <w:lang w:bidi="hi-IN"/>
        </w:rPr>
        <w:t>सैय्यद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आबिद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हुसैन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जाफ़री</w:t>
      </w:r>
    </w:p>
    <w:p w:rsidR="002D2BC1" w:rsidRDefault="002D2BC1" w:rsidP="002D2BC1">
      <w:pPr>
        <w:pStyle w:val="libTitr2"/>
        <w:rPr>
          <w:lang w:bidi="hi-IN"/>
        </w:rPr>
      </w:pPr>
      <w:r w:rsidRPr="002D2BC1">
        <w:rPr>
          <w:rFonts w:hint="cs"/>
          <w:cs/>
          <w:lang w:bidi="hi-IN"/>
        </w:rPr>
        <w:t>तदवीन</w:t>
      </w:r>
      <w:r w:rsidRPr="002D2BC1">
        <w:rPr>
          <w:cs/>
          <w:lang w:bidi="hi-IN"/>
        </w:rPr>
        <w:t xml:space="preserve">:- </w:t>
      </w:r>
      <w:r w:rsidRPr="002D2BC1">
        <w:rPr>
          <w:rFonts w:hint="cs"/>
          <w:cs/>
          <w:lang w:bidi="hi-IN"/>
        </w:rPr>
        <w:t>सैय्यद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नासिर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हुसैन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जाफ़री</w:t>
      </w:r>
    </w:p>
    <w:p w:rsidR="002D2BC1" w:rsidRPr="00C64EB4" w:rsidRDefault="002D2BC1" w:rsidP="00BA3A6E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 xml:space="preserve">को </w:t>
      </w:r>
      <w:r w:rsidR="00BA3A6E">
        <w:rPr>
          <w:rStyle w:val="libNoticeChar"/>
          <w:rFonts w:hint="cs"/>
          <w:cs/>
          <w:lang w:bidi="hi-IN"/>
        </w:rPr>
        <w:t>सही</w:t>
      </w:r>
      <w:r>
        <w:rPr>
          <w:rStyle w:val="libNoticeChar"/>
          <w:rFonts w:hint="cs"/>
          <w:cs/>
          <w:lang w:bidi="hi-IN"/>
        </w:rPr>
        <w:t xml:space="preserve">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2D2BC1" w:rsidRDefault="002D2BC1" w:rsidP="002D2BC1">
      <w:pPr>
        <w:pStyle w:val="libNotice"/>
      </w:pPr>
      <w:r w:rsidRPr="00C64EB4">
        <w:t>Alhassanain.org/hindi</w:t>
      </w:r>
    </w:p>
    <w:p w:rsidR="002D2BC1" w:rsidRPr="002D2BC1" w:rsidRDefault="002D2BC1" w:rsidP="002D2BC1">
      <w:pPr>
        <w:pStyle w:val="libNormal"/>
      </w:pPr>
    </w:p>
    <w:p w:rsidR="002D2BC1" w:rsidRDefault="002D2BC1" w:rsidP="002D2BC1">
      <w:pPr>
        <w:pStyle w:val="libNormal"/>
        <w:rPr>
          <w:lang w:bidi="hi-IN"/>
        </w:rPr>
      </w:pPr>
      <w:r>
        <w:rPr>
          <w:lang w:bidi="hi-IN"/>
        </w:rPr>
        <w:br w:type="page"/>
      </w:r>
    </w:p>
    <w:p w:rsidR="0048150F" w:rsidRDefault="002D2BC1" w:rsidP="0048150F">
      <w:pPr>
        <w:pStyle w:val="Heading1"/>
        <w:rPr>
          <w:lang w:bidi="hi-IN"/>
        </w:rPr>
      </w:pPr>
      <w:bookmarkStart w:id="0" w:name="_Toc485507485"/>
      <w:r w:rsidRPr="002D2BC1">
        <w:rPr>
          <w:rFonts w:hint="cs"/>
          <w:cs/>
          <w:lang w:bidi="hi-IN"/>
        </w:rPr>
        <w:lastRenderedPageBreak/>
        <w:t>हरफ़े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अव्वल</w:t>
      </w:r>
      <w:bookmarkEnd w:id="0"/>
    </w:p>
    <w:p w:rsidR="002D2BC1" w:rsidRPr="002D2BC1" w:rsidRDefault="002D2BC1" w:rsidP="0048150F">
      <w:pPr>
        <w:pStyle w:val="libNormal"/>
      </w:pPr>
      <w:r w:rsidRPr="002D2BC1">
        <w:rPr>
          <w:rFonts w:hint="cs"/>
          <w:cs/>
          <w:lang w:bidi="hi-IN"/>
        </w:rPr>
        <w:t>खि़दमते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अक़दस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इमामे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मक़ाम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इब्ने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>)</w:t>
      </w:r>
    </w:p>
    <w:p w:rsidR="002D2BC1" w:rsidRPr="002D2BC1" w:rsidRDefault="002D2BC1" w:rsidP="002D2BC1">
      <w:pPr>
        <w:pStyle w:val="libNormal"/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अभी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आंख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खोली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पैग़ाम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काबा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दुआयें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ख़ालिक़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ज़ुबां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बोली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फ़ज़ाएलो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कमालात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फ़ज़ाएलों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कमालात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मोजिज़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नुमाई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हमेशा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आशकार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तज़किरा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अव्वल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लौहे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क़लम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मोअल्ला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मलकूतो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महल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मोहल्ला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वाहिद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वाहिद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तजल्ला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</w:p>
    <w:p w:rsidR="002D2BC1" w:rsidRPr="002D2BC1" w:rsidRDefault="002D2BC1" w:rsidP="002D2BC1">
      <w:pPr>
        <w:pStyle w:val="libNormal"/>
      </w:pPr>
      <w:r w:rsidRPr="002D2BC1">
        <w:tab/>
      </w:r>
      <w:r w:rsidRPr="002D2BC1">
        <w:rPr>
          <w:rFonts w:hint="cs"/>
          <w:cs/>
          <w:lang w:bidi="hi-IN"/>
        </w:rPr>
        <w:t>ज़ेरे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किताब</w:t>
      </w:r>
      <w:r w:rsidRPr="002D2BC1">
        <w:rPr>
          <w:cs/>
          <w:lang w:bidi="hi-IN"/>
        </w:rPr>
        <w:t xml:space="preserve"> </w:t>
      </w:r>
      <w:r w:rsidRPr="002D2BC1">
        <w:t xml:space="preserve">‘‘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="0048150F">
        <w:rPr>
          <w:lang w:bidi="hi-IN"/>
        </w:rPr>
        <w:t>?</w:t>
      </w:r>
      <w:r w:rsidRPr="002D2BC1">
        <w:t xml:space="preserve"> ’’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क़ारीने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खि़दमत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मोजिज़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नुमा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हटा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तश्ना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तन्हा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इमामे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मक़ाम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क़दम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क़दम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दर्द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मुसीबत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बर्दाश्त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बाक़ी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नाफ़िज़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रहे।</w:t>
      </w:r>
    </w:p>
    <w:p w:rsidR="002D2BC1" w:rsidRPr="002D2BC1" w:rsidRDefault="002D2BC1" w:rsidP="002D2BC1">
      <w:pPr>
        <w:pStyle w:val="libNormal"/>
      </w:pPr>
      <w:r w:rsidRPr="002D2BC1">
        <w:tab/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सिवा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</w:p>
    <w:p w:rsidR="002D2BC1" w:rsidRPr="002D2BC1" w:rsidRDefault="002D2BC1" w:rsidP="002D2BC1">
      <w:pPr>
        <w:pStyle w:val="libNormal"/>
      </w:pPr>
      <w:r w:rsidRPr="002D2BC1">
        <w:tab/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ज़र्बे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यदुल्लाही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सजदा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शब्बीरी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लिहाज़ा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मुत्तक़ियान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किरदार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रौशनी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डालते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महसूस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अक़दस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वन्दी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आबो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चमक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लिहाज़ा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क़ुरआन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अहलेबैत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मुतहर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मौला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कायनात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नूरानी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शख़्सियत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नबूवत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ज़ुबाने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नबूवत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t xml:space="preserve">‘‘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</w:t>
      </w:r>
      <w:r w:rsidRPr="002D2BC1">
        <w:t xml:space="preserve">, </w:t>
      </w:r>
      <w:r w:rsidRPr="002D2BC1">
        <w:rPr>
          <w:rFonts w:hint="cs"/>
          <w:cs/>
          <w:lang w:bidi="hi-IN"/>
        </w:rPr>
        <w:t>मेरा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t xml:space="preserve">’’ 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गौर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फ़रमायें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वाज़ेह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मन्ज़िल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विलादत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मौलूदे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मुन्फ़रिद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ऐजाज़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बख़्शा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लिहाज़ा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विलादत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विलादत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आंख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खोली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दस्ते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तिलावत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आसमानी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किताबों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मुख़्तलिफ़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नबियों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नाज़िल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किसका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किताब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किसकी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मन्ज़िल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ज़ुलअशीरा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क़ुरआन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क़ुरआन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किताब।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शादी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इन्सान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ज़ाती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मसअला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सय्यदा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अक़्द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आख़रत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आखि़र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अक़्द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परवरदिगारे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अर्श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पढ़ा।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सख़ावत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मन्ज़िल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मन्ज़िल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सूरा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शुजाअत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ज़र्ब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सक़लैन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गरां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ठहरी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तकबीर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सदायें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तहारत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तत्हीर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गवाह</w:t>
      </w:r>
      <w:r w:rsidRPr="002D2BC1">
        <w:t xml:space="preserve">,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सदाक़त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मुबाहेला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लगायी।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नुमाइन्दा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मन्ज़िल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बल्लिग़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पुकारा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ख़ैबर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कर्रार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ग़ैरे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फ़र्रार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लक़ब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ख़न्दक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कुल्ले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ईमान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कुल्ले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ईमान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लक़ब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मुज़इय्यन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ओहद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इल्ला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सैफ़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इल्ला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ज़ुलफ़ेक़ार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खि़ताब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लिसानुल्लाह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ऐनुल्लाह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कलामुल्लाह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यदुल्लाह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तय्यबो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ताहिर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ख़रीदना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ईलाही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मिल्कियत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सिपुर्द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आख़री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मक़सदे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हयात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शिकवा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मस्जिदे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कूफ़ा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ज़ख़्मी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t xml:space="preserve">‘‘ </w:t>
      </w:r>
      <w:r w:rsidRPr="002D2BC1">
        <w:rPr>
          <w:rFonts w:hint="cs"/>
          <w:cs/>
          <w:lang w:bidi="hi-IN"/>
        </w:rPr>
        <w:t>रब्बे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क़सम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कामयाब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t xml:space="preserve">’’ </w:t>
      </w:r>
      <w:r w:rsidRPr="002D2BC1">
        <w:rPr>
          <w:rFonts w:hint="cs"/>
          <w:cs/>
          <w:lang w:bidi="hi-IN"/>
        </w:rPr>
        <w:t>कामयाबी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यही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क़ुरबानी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वन्दी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चेहरे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आशकारा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सच्ची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बशर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अमीरूल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मोमेनीन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फ़ज़ीलत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मज़हर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Default="002D2BC1" w:rsidP="002D2BC1">
      <w:pPr>
        <w:pStyle w:val="libNormal"/>
        <w:rPr>
          <w:lang w:bidi="hi-IN"/>
        </w:rPr>
      </w:pPr>
      <w:r w:rsidRPr="002D2BC1">
        <w:rPr>
          <w:rFonts w:hint="cs"/>
          <w:cs/>
          <w:lang w:bidi="hi-IN"/>
        </w:rPr>
        <w:t>दुआ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वन्दे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हशर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नशर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महशूर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फ़रमाये।</w:t>
      </w:r>
      <w:r w:rsidRPr="002D2BC1">
        <w:rPr>
          <w:cs/>
          <w:lang w:bidi="hi-IN"/>
        </w:rPr>
        <w:t xml:space="preserve"> </w:t>
      </w:r>
      <w:r w:rsidR="00875EBE">
        <w:rPr>
          <w:cs/>
          <w:lang w:bidi="hi-IN"/>
        </w:rPr>
        <w:t>(</w:t>
      </w:r>
      <w:r w:rsidRPr="002D2BC1">
        <w:rPr>
          <w:rFonts w:hint="cs"/>
          <w:cs/>
          <w:lang w:bidi="hi-IN"/>
        </w:rPr>
        <w:t>आमीन</w:t>
      </w:r>
      <w:r w:rsidR="00875EBE">
        <w:rPr>
          <w:cs/>
          <w:lang w:bidi="hi-IN"/>
        </w:rPr>
        <w:t>)</w:t>
      </w:r>
      <w:r w:rsidRPr="002D2BC1">
        <w:rPr>
          <w:cs/>
          <w:lang w:bidi="hi-IN"/>
        </w:rPr>
        <w:t xml:space="preserve"> </w:t>
      </w:r>
      <w:r w:rsidRPr="002D2BC1">
        <w:rPr>
          <w:cs/>
          <w:lang w:bidi="hi-IN"/>
        </w:rPr>
        <w:tab/>
      </w:r>
      <w:r w:rsidRPr="002D2BC1">
        <w:rPr>
          <w:cs/>
          <w:lang w:bidi="hi-IN"/>
        </w:rPr>
        <w:tab/>
      </w:r>
      <w:r w:rsidRPr="002D2BC1">
        <w:rPr>
          <w:cs/>
          <w:lang w:bidi="hi-IN"/>
        </w:rPr>
        <w:tab/>
      </w:r>
      <w:r w:rsidRPr="002D2BC1">
        <w:rPr>
          <w:cs/>
          <w:lang w:bidi="hi-IN"/>
        </w:rPr>
        <w:tab/>
      </w:r>
      <w:r w:rsidRPr="002D2BC1">
        <w:rPr>
          <w:cs/>
          <w:lang w:bidi="hi-IN"/>
        </w:rPr>
        <w:tab/>
      </w:r>
      <w:r w:rsidRPr="002D2BC1">
        <w:rPr>
          <w:cs/>
          <w:lang w:bidi="hi-IN"/>
        </w:rPr>
        <w:tab/>
      </w:r>
      <w:r w:rsidRPr="002D2BC1">
        <w:rPr>
          <w:cs/>
          <w:lang w:bidi="hi-IN"/>
        </w:rPr>
        <w:tab/>
      </w:r>
      <w:r w:rsidRPr="002D2BC1">
        <w:rPr>
          <w:cs/>
          <w:lang w:bidi="hi-IN"/>
        </w:rPr>
        <w:tab/>
      </w:r>
      <w:r w:rsidRPr="002D2BC1">
        <w:rPr>
          <w:rFonts w:hint="cs"/>
          <w:cs/>
          <w:lang w:bidi="hi-IN"/>
        </w:rPr>
        <w:t>सैय्यदा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ततहीर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फ़ातिमा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रिज़वी</w:t>
      </w:r>
    </w:p>
    <w:p w:rsidR="0048150F" w:rsidRPr="002D2BC1" w:rsidRDefault="0048150F" w:rsidP="002D2BC1">
      <w:pPr>
        <w:pStyle w:val="libNormal"/>
      </w:pPr>
    </w:p>
    <w:p w:rsidR="002D2BC1" w:rsidRPr="002D2BC1" w:rsidRDefault="002D2BC1" w:rsidP="0048150F">
      <w:pPr>
        <w:pStyle w:val="Heading1"/>
      </w:pPr>
      <w:bookmarkStart w:id="1" w:name="_Toc485507486"/>
      <w:r w:rsidRPr="002D2BC1">
        <w:rPr>
          <w:rFonts w:hint="cs"/>
          <w:cs/>
          <w:lang w:bidi="hi-IN"/>
        </w:rPr>
        <w:t>मुनाजाते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बारगाहे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परवरदिगार</w:t>
      </w:r>
      <w:bookmarkEnd w:id="1"/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बारे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इलाही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सवाली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हुज़ूर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दामन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इन्तेहा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कुसूर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लेकिन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सीनों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मातम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नूर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सदक़े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बख़्शे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ज़रूर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वजीहन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इन्दल्लाहिशफ़ा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</w:t>
      </w:r>
    </w:p>
    <w:p w:rsidR="0048150F" w:rsidRDefault="0048150F" w:rsidP="002D2BC1">
      <w:pPr>
        <w:pStyle w:val="libNormal"/>
        <w:rPr>
          <w:lang w:bidi="hi-IN"/>
        </w:rPr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मौला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रब्बे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तुझको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वास्ता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रब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बराए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फ़ात्मा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>)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सिद्दीक़ा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ताहेरा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दे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अलम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रिज़्क़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साग़र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भरा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टूटे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नेमतों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सिलसिला</w:t>
      </w:r>
    </w:p>
    <w:p w:rsidR="002D2BC1" w:rsidRPr="002D2BC1" w:rsidRDefault="002D2BC1" w:rsidP="0048150F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वजीहन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इन्दल्लाहिशफ़ा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</w:t>
      </w:r>
    </w:p>
    <w:p w:rsidR="0048150F" w:rsidRDefault="0048150F" w:rsidP="002D2BC1">
      <w:pPr>
        <w:pStyle w:val="libNormal"/>
        <w:rPr>
          <w:lang w:bidi="hi-IN"/>
        </w:rPr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मालिक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हसन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तुझको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वास्ता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जिसके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करबोबला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इब्तेदा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इमामे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अमन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सदक़े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किबरिया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मुल्क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अम्न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परचम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खुला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वजीहन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इन्दल्लाहिशफ़ा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</w:t>
      </w:r>
    </w:p>
    <w:p w:rsidR="0048150F" w:rsidRDefault="0048150F" w:rsidP="002D2BC1">
      <w:pPr>
        <w:pStyle w:val="libNormal"/>
        <w:rPr>
          <w:lang w:bidi="hi-IN"/>
        </w:rPr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वास्ता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हुसैन</w:t>
      </w:r>
      <w:r w:rsid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="00875EBE">
        <w:rPr>
          <w:cs/>
          <w:lang w:bidi="hi-IN"/>
        </w:rPr>
        <w:t xml:space="preserve">)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परवर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दिगार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सब्रे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तश्ना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जिसके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लबों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विर्द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ख़न्जर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वजीहन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इन्दल्लाहिशफ़ा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</w:t>
      </w:r>
    </w:p>
    <w:p w:rsidR="0048150F" w:rsidRDefault="0048150F" w:rsidP="002D2BC1">
      <w:pPr>
        <w:pStyle w:val="libNormal"/>
        <w:rPr>
          <w:lang w:bidi="hi-IN"/>
        </w:rPr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या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रब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हस्ती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संवार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रहमतों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निखार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सज्जाद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सदक़ा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परवरदिगार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बीमार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शिफ़ा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मुकम्मल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क़रार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वजीहन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इन्दल्लाहिशफ़ा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</w:t>
      </w:r>
    </w:p>
    <w:p w:rsidR="0048150F" w:rsidRDefault="0048150F" w:rsidP="002D2BC1">
      <w:pPr>
        <w:pStyle w:val="libNormal"/>
        <w:rPr>
          <w:lang w:bidi="hi-IN"/>
        </w:rPr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मलिक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बाक़र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जाफ़र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वास्ता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मजलिस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हुसैन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हूँ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दुआ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दोनों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वास्ता</w:t>
      </w:r>
      <w:r w:rsidR="00875EBE">
        <w:rPr>
          <w:cs/>
          <w:lang w:bidi="hi-IN"/>
        </w:rPr>
        <w:t xml:space="preserve">  </w:t>
      </w:r>
      <w:r w:rsidRPr="002D2BC1">
        <w:rPr>
          <w:rFonts w:hint="cs"/>
          <w:cs/>
          <w:lang w:bidi="hi-IN"/>
        </w:rPr>
        <w:t>तुझे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देता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हुँ</w:t>
      </w:r>
      <w:r w:rsidR="00875EBE">
        <w:rPr>
          <w:cs/>
          <w:lang w:bidi="hi-IN"/>
        </w:rPr>
        <w:t xml:space="preserve">  </w:t>
      </w:r>
      <w:r w:rsidRPr="002D2BC1">
        <w:rPr>
          <w:rFonts w:hint="cs"/>
          <w:cs/>
          <w:lang w:bidi="hi-IN"/>
        </w:rPr>
        <w:t>ऐ</w:t>
      </w:r>
      <w:r w:rsidR="00875EBE">
        <w:rPr>
          <w:cs/>
          <w:lang w:bidi="hi-IN"/>
        </w:rPr>
        <w:t xml:space="preserve">  </w:t>
      </w:r>
      <w:r w:rsidRPr="002D2BC1">
        <w:rPr>
          <w:rFonts w:hint="cs"/>
          <w:cs/>
          <w:lang w:bidi="hi-IN"/>
        </w:rPr>
        <w:t>ख़ुदा</w:t>
      </w:r>
    </w:p>
    <w:p w:rsidR="002D2BC1" w:rsidRPr="002D2BC1" w:rsidRDefault="002D2BC1" w:rsidP="002D2BC1">
      <w:pPr>
        <w:pStyle w:val="libNormal"/>
      </w:pP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मक़रूज़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ग़ैब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क़र्ज़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अदा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वजीहन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इन्दल्लाहिशफ़ा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</w:t>
      </w:r>
    </w:p>
    <w:p w:rsidR="0048150F" w:rsidRDefault="0048150F" w:rsidP="002D2BC1">
      <w:pPr>
        <w:pStyle w:val="libNormal"/>
        <w:rPr>
          <w:lang w:bidi="hi-IN"/>
        </w:rPr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बराए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मूसा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काज़िम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रजा़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>)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मशहद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नजफ़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क़िब्ला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दुआ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वास्ते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औलाद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अता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मां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बाप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जिनसे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शाद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जिनकी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वजीहन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इन्दल्लाहिशफ़ा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</w:t>
      </w:r>
    </w:p>
    <w:p w:rsidR="002D2BC1" w:rsidRDefault="002D2BC1" w:rsidP="002D2BC1">
      <w:pPr>
        <w:pStyle w:val="libNormal"/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बराए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नक़ी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तक़वा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तक़ी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>)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दे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जज़्बा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जिहाद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बसद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शाने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असकरी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>)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मेहदी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>)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ज़हूर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दिखा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उसी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सदा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तेरे</w:t>
      </w:r>
      <w:r w:rsidR="00875EBE">
        <w:rPr>
          <w:cs/>
          <w:lang w:bidi="hi-IN"/>
        </w:rPr>
        <w:t xml:space="preserve">  </w:t>
      </w:r>
      <w:r w:rsidRPr="002D2BC1">
        <w:rPr>
          <w:rFonts w:hint="cs"/>
          <w:cs/>
          <w:lang w:bidi="hi-IN"/>
        </w:rPr>
        <w:t>हुज़ूर</w:t>
      </w:r>
      <w:r w:rsidR="00875EBE">
        <w:rPr>
          <w:cs/>
          <w:lang w:bidi="hi-IN"/>
        </w:rPr>
        <w:t xml:space="preserve">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मेरी</w:t>
      </w:r>
      <w:r w:rsidR="00875EBE">
        <w:rPr>
          <w:cs/>
          <w:lang w:bidi="hi-IN"/>
        </w:rPr>
        <w:t xml:space="preserve"> 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दुआ</w:t>
      </w:r>
      <w:r w:rsidR="00875EBE">
        <w:rPr>
          <w:cs/>
          <w:lang w:bidi="hi-IN"/>
        </w:rPr>
        <w:t xml:space="preserve"> 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875EBE">
        <w:rPr>
          <w:cs/>
          <w:lang w:bidi="hi-IN"/>
        </w:rPr>
        <w:t xml:space="preserve">  </w:t>
      </w:r>
      <w:r w:rsidRPr="002D2BC1">
        <w:rPr>
          <w:rFonts w:hint="cs"/>
          <w:cs/>
          <w:lang w:bidi="hi-IN"/>
        </w:rPr>
        <w:t>ये</w:t>
      </w:r>
      <w:r w:rsidR="00875EBE">
        <w:rPr>
          <w:cs/>
          <w:lang w:bidi="hi-IN"/>
        </w:rPr>
        <w:t xml:space="preserve">  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आख़री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वजीहन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इन्दल्लाहिशफ़ा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इन्दल्लाह</w:t>
      </w:r>
    </w:p>
    <w:p w:rsidR="0048150F" w:rsidRDefault="0048150F" w:rsidP="002D2BC1">
      <w:pPr>
        <w:pStyle w:val="libNormal"/>
        <w:rPr>
          <w:lang w:bidi="hi-IN"/>
        </w:rPr>
      </w:pPr>
    </w:p>
    <w:p w:rsidR="0048150F" w:rsidRDefault="002D2BC1" w:rsidP="0048150F">
      <w:pPr>
        <w:pStyle w:val="Heading1"/>
        <w:rPr>
          <w:lang w:bidi="hi-IN"/>
        </w:rPr>
      </w:pPr>
      <w:bookmarkStart w:id="2" w:name="_Toc485507487"/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</w:t>
      </w:r>
      <w:bookmarkEnd w:id="2"/>
    </w:p>
    <w:p w:rsidR="002D2BC1" w:rsidRPr="002D2BC1" w:rsidRDefault="002D2BC1" w:rsidP="0048150F">
      <w:pPr>
        <w:pStyle w:val="libNormal"/>
      </w:pP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मजलिस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वाज़ेह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हूँ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मुख़ालिफ़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बैत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तकलीफ़ें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हुज़ूर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हुज़ूर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जाओ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कु़रैश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लिहाज़ा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सूरज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गु़रूब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हुज़ूरे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अकरम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आए।</w:t>
      </w:r>
      <w:r w:rsidRPr="002D2BC1">
        <w:rPr>
          <w:cs/>
          <w:lang w:bidi="hi-IN"/>
        </w:rPr>
        <w:t xml:space="preserve"> 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हुज़ूरे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अकरम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खिलाया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सैर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हुज़ूर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मुझे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भेजा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रास्ते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लाऊं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बुतों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t xml:space="preserve">,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सिर्फ़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पत्थर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फ़ायदा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सिर्फ़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मानो।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बोलो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देगा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हुज़ूर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झुका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ख़ामोश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बैठे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: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दूंगा।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हुज़ूर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: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देगा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ख़ामोश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बैठे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सरवरे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कायनात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मरहबा।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हुज़ूर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करीम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मज़ाक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उड़ाना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चन्द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ख़बर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मुसलमान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ख़ूब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मुसलमान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ख़बरें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ग़ुस्से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मन्सूबे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चुनान्चे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तय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="00875EBE">
        <w:rPr>
          <w:cs/>
          <w:lang w:bidi="hi-IN"/>
        </w:rPr>
        <w:t>(</w:t>
      </w:r>
      <w:r w:rsidRPr="002D2BC1">
        <w:rPr>
          <w:rFonts w:hint="cs"/>
          <w:cs/>
          <w:lang w:bidi="hi-IN"/>
        </w:rPr>
        <w:t>काफ़िर</w:t>
      </w:r>
      <w:r w:rsidR="00875EBE">
        <w:rPr>
          <w:cs/>
          <w:lang w:bidi="hi-IN"/>
        </w:rPr>
        <w:t>)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वालदैन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जहां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गुज़रें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बजाएं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मजनूं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मजनूं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लगाएं।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शरीर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चाहे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मसलन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मुरव्वत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सीधे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साधे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हालां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सीधे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मिजाज़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जैसा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फ़र्क़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सिर्फ़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मुहज्ज़िब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शरीर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जाहिलों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सिर्फ़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शरीर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बल्कि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अकरम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पालिसी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मुरत्तब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हक़ीक़त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मामूली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मामले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नज़ाकत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समझें।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वाक़ियात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तारीख़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नज़ाकत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दोहराता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हूँ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शेर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दरिन्दे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हथियार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t xml:space="preserve">,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हवास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दुरूस्त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शेर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दर्जे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उम्दा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क़िस्म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रिवालवर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ख़न्जर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बन्दूक़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शहद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मक्खियों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छत्ते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पत्थर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मक्खियां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टूट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पड़ें।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बताएं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आयेगा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चारों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मक्खियों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मक्खी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ताक़त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ताक़त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कैसे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बनी</w:t>
      </w:r>
      <w:r w:rsidR="0048150F">
        <w:rPr>
          <w:lang w:bidi="hi-IN"/>
        </w:rPr>
        <w:t>?</w:t>
      </w:r>
      <w:r w:rsidR="00875EBE"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मक्खियों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बन्दूक़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प्लान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हमज़ा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बोलते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ज़माना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झगड़ा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बोलते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तभ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आवाज़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आयेगी।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तमाचा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मुराद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होगी।</w:t>
      </w:r>
      <w:r w:rsidRPr="002D2BC1">
        <w:rPr>
          <w:cs/>
          <w:lang w:bidi="hi-IN"/>
        </w:rPr>
        <w:t xml:space="preserve"> 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="00875EBE">
        <w:rPr>
          <w:cs/>
          <w:lang w:bidi="hi-IN"/>
        </w:rPr>
        <w:t>(</w:t>
      </w:r>
      <w:r w:rsidRPr="002D2BC1">
        <w:rPr>
          <w:rFonts w:hint="cs"/>
          <w:cs/>
          <w:lang w:bidi="hi-IN"/>
        </w:rPr>
        <w:t>नाऊज़ो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बिल्लाह</w:t>
      </w:r>
      <w:r w:rsidR="00875EBE">
        <w:rPr>
          <w:cs/>
          <w:lang w:bidi="hi-IN"/>
        </w:rPr>
        <w:t>)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दिमाग़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ठीक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मुशाहेदा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झगड़े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मसरूफ़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तो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आईय्ये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निकले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हुजूम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मजनूं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दीवाना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आवाज़ें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बलन्द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मुहम्मद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हमराह</w:t>
      </w:r>
      <w:r w:rsidRPr="002D2BC1">
        <w:rPr>
          <w:cs/>
          <w:lang w:bidi="hi-IN"/>
        </w:rPr>
        <w:t xml:space="preserve">:-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पत्थर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फ़ेंकना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पीछे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घूमा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घूम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घूम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ख़बरदार</w:t>
      </w:r>
      <w:r w:rsidRPr="002D2BC1">
        <w:rPr>
          <w:cs/>
          <w:lang w:bidi="hi-IN"/>
        </w:rPr>
        <w:t xml:space="preserve"> ! </w:t>
      </w:r>
      <w:r w:rsidRPr="002D2BC1">
        <w:t xml:space="preserve">‘‘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गु़स्ताख़ी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जाओ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t>’’</w:t>
      </w:r>
    </w:p>
    <w:p w:rsidR="002D2BC1" w:rsidRPr="002D2BC1" w:rsidRDefault="002D2BC1" w:rsidP="0048150F">
      <w:pPr>
        <w:pStyle w:val="libNormal"/>
      </w:pP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पढ़ाए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जाहिल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जुमले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अकेला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तादाद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ज़्यादा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लेगा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हुजूम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खायेगा।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क़सम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किबरिया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क़ुदरत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मुताअल्लिक़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ख़बरदार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भाग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जाओ।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कसीर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तादाद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शरारत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ग़ुस्ताख़ी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लहराया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पटख़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तीसरा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बाक़ी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भागे।</w:t>
      </w:r>
      <w:r w:rsidRPr="002D2BC1">
        <w:rPr>
          <w:cs/>
          <w:lang w:bidi="hi-IN"/>
        </w:rPr>
        <w:t xml:space="preserve"> </w:t>
      </w:r>
      <w:r w:rsidRPr="002D2BC1">
        <w:t xml:space="preserve">‘‘ </w:t>
      </w:r>
      <w:r w:rsidRPr="002D2BC1">
        <w:rPr>
          <w:rFonts w:hint="cs"/>
          <w:cs/>
          <w:lang w:bidi="hi-IN"/>
        </w:rPr>
        <w:t>अरे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t>’’</w:t>
      </w:r>
      <w:r w:rsidR="00875EBE">
        <w:t xml:space="preserve"> 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बताता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घुटना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टूटा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पांव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टूटा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ख़ून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दिखाई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बजाईं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मजनूं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सिर्फ़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अम्मी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पटख़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माओं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शिकायतें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चूंकि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फ़ौरी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तौर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ख़ड़ी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सीधी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साधी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मामले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ज़बरदस्त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बीज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पौधा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बीज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ज़ुलअशीरा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बोया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फ़ितरत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कोस्ती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कोस्ती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ख़ूब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ग़ुस्से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लात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पटख़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हबल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डालो।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उक़्बा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दो।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ज़बाने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ख़ैर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रहेंगे।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पीटते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लौटे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लंगड़ा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दांत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खेलने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शराब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पीने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डाका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डालने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मसरूफ़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रिर्पोट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="0048150F">
        <w:rPr>
          <w:lang w:bidi="hi-IN"/>
        </w:rPr>
        <w:t>?</w:t>
      </w:r>
      <w:r w:rsidR="00875EBE"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कसीर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तादाद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लड़के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मजनूं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दीवाना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तालियां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बजाईं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अकेले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: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अकेला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बोला</w:t>
      </w:r>
      <w:r w:rsidR="0048150F">
        <w:rPr>
          <w:lang w:bidi="hi-IN"/>
        </w:rPr>
        <w:t>?</w:t>
      </w:r>
      <w:r w:rsidR="00875EBE"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बोले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ख़ूब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खाई।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अफ़राद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: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मुहम्मद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t xml:space="preserve">?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: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आराम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अलाहेदा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: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: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: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="0048150F">
        <w:rPr>
          <w:lang w:bidi="hi-IN"/>
        </w:rPr>
        <w:t>?</w:t>
      </w:r>
      <w:r w:rsidRPr="002D2BC1">
        <w:t xml:space="preserve"> 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लगेः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कोशिश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लमहें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वारिद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पीटे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दिखाई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हैरान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अजीब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तौर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क़ौम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खि़दमत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:- </w:t>
      </w:r>
      <w:r w:rsidRPr="002D2BC1">
        <w:rPr>
          <w:rFonts w:hint="cs"/>
          <w:cs/>
          <w:lang w:bidi="hi-IN"/>
        </w:rPr>
        <w:t>बहर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साज़िश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फ़ेल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सुबह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सरकारे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पुर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वक़ार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शख़्सियत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इर्द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चीख़ना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पीटा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दांत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तोड़े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टांग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जाइए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ऊंट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गोश्त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परवर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अरबों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जवान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पौधा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साज़िश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फ़ेल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अज़्म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ली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सुनो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आइन्दा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भतीजे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तमीज़ी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कहेगा।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मिजाज़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हाथ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उठाना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देगा।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रखयेगा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बीज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बोया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मोमिन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वाक़ेया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महसूस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सोचो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ज़ख़्म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अशीरा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नुस्रत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बीज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ज़मीन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पिटाई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बुराई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पौधा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थोड़ा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थोड़ा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</w:p>
    <w:p w:rsidR="002D2BC1" w:rsidRPr="002D2BC1" w:rsidRDefault="002D2BC1" w:rsidP="0048150F">
      <w:pPr>
        <w:pStyle w:val="libNormal"/>
      </w:pPr>
      <w:r w:rsidRPr="002D2BC1">
        <w:rPr>
          <w:rFonts w:hint="cs"/>
          <w:cs/>
          <w:lang w:bidi="hi-IN"/>
        </w:rPr>
        <w:lastRenderedPageBreak/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तआला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र्क़ुआन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मजीद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इरशाद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t xml:space="preserve">‘‘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दीजिए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तबलीग़े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सिलसिले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मज़दूरी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सिर्फ़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क़राबतदारों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हूँ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मवद्दत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चाहता</w:t>
      </w:r>
      <w:r w:rsidRPr="002D2BC1">
        <w:rPr>
          <w:cs/>
          <w:lang w:bidi="hi-IN"/>
        </w:rPr>
        <w:t xml:space="preserve"> </w:t>
      </w:r>
      <w:r w:rsidR="0048150F">
        <w:rPr>
          <w:rFonts w:hint="cs"/>
          <w:cs/>
          <w:lang w:bidi="hi-IN"/>
        </w:rPr>
        <w:t>हूँ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t>’’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सिलसिले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शय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दोहरे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दुहरे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मतलब</w:t>
      </w:r>
      <w:r w:rsidRPr="002D2BC1">
        <w:rPr>
          <w:cs/>
          <w:lang w:bidi="hi-IN"/>
        </w:rPr>
        <w:t xml:space="preserve">:- </w:t>
      </w:r>
      <w:r w:rsidRPr="002D2BC1">
        <w:rPr>
          <w:rFonts w:hint="cs"/>
          <w:cs/>
          <w:lang w:bidi="hi-IN"/>
        </w:rPr>
        <w:t>दुहरे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मतलब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वाक़ेया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वाक़ेआ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अन्दर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रखता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मसलन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इम्तेहान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कामयाबी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..................... </w:t>
      </w:r>
      <w:r w:rsidRPr="002D2BC1">
        <w:rPr>
          <w:rFonts w:hint="cs"/>
          <w:cs/>
          <w:lang w:bidi="hi-IN"/>
        </w:rPr>
        <w:t>मुसर्रत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कामयाबी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मुसर्रत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कामयाबी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फेल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ख़ुशी।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मालूम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बयक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अन्दर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ताक़ते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रखती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वाक़ेया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ख़ुशगवार।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मुसर्रत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कैफ़ियत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मोहब्बते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दोहरा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फ़ज़ाएले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बिजली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करंट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करंट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हीटर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एयर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कण्डीशनर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चलाता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लाइन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चूल्हे</w:t>
      </w:r>
      <w:r w:rsidRPr="002D2BC1">
        <w:rPr>
          <w:cs/>
          <w:lang w:bidi="hi-IN"/>
        </w:rPr>
        <w:t xml:space="preserve"> </w:t>
      </w:r>
      <w:r w:rsidR="00875EBE">
        <w:rPr>
          <w:cs/>
          <w:lang w:bidi="hi-IN"/>
        </w:rPr>
        <w:t>(</w:t>
      </w:r>
      <w:r w:rsidRPr="002D2BC1">
        <w:rPr>
          <w:rFonts w:hint="cs"/>
          <w:cs/>
          <w:lang w:bidi="hi-IN"/>
        </w:rPr>
        <w:t>हीटर</w:t>
      </w:r>
      <w:r w:rsidR="00875EBE">
        <w:rPr>
          <w:cs/>
          <w:lang w:bidi="hi-IN"/>
        </w:rPr>
        <w:t>)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फ्रिज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ठण्डा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करन्ट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48150F">
      <w:pPr>
        <w:pStyle w:val="libNormal"/>
      </w:pPr>
      <w:r w:rsidRPr="002D2BC1">
        <w:rPr>
          <w:rFonts w:hint="cs"/>
          <w:cs/>
          <w:lang w:bidi="hi-IN"/>
        </w:rPr>
        <w:t>यहां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ठंडा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बुग़्ज़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रखने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दोस्ती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पैग़म्बरे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मुक़र्रर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दोस्ती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सिलसिला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दोस्तों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दरिया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ठाठें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बुग़्ज़े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शोले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बलन्द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Pr="002D2BC1">
        <w:rPr>
          <w:rFonts w:hint="cs"/>
          <w:cs/>
          <w:lang w:bidi="hi-IN"/>
        </w:rPr>
        <w:t>स</w:t>
      </w:r>
      <w:r w:rsidRPr="002D2BC1">
        <w:rPr>
          <w:cs/>
          <w:lang w:bidi="hi-IN"/>
        </w:rPr>
        <w:t>. .</w:t>
      </w:r>
      <w:r w:rsidRPr="002D2BC1">
        <w:rPr>
          <w:rFonts w:hint="cs"/>
          <w:cs/>
          <w:lang w:bidi="hi-IN"/>
        </w:rPr>
        <w:t>अ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मजनूं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दीवाना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बजाते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पिटाई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पौधा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परवान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चढ़ने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क्यो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भतीजे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वाज़ेह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हरकत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शेर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कहेगा।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चूंकि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माकूल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पलट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ज़्यादा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र्जुअत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कदूरत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लौट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दिल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मसालेहत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रास्ता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इख़्तेयार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महसूस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रोकने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तहरीक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48150F" w:rsidRDefault="002D2BC1" w:rsidP="0048150F">
      <w:pPr>
        <w:pStyle w:val="Heading1"/>
        <w:rPr>
          <w:lang w:bidi="hi-IN"/>
        </w:rPr>
      </w:pPr>
      <w:bookmarkStart w:id="3" w:name="_Toc485507488"/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हंगामी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इजलास</w:t>
      </w:r>
      <w:bookmarkEnd w:id="3"/>
    </w:p>
    <w:p w:rsidR="002D2BC1" w:rsidRPr="002D2BC1" w:rsidRDefault="002D2BC1" w:rsidP="0048150F">
      <w:pPr>
        <w:pStyle w:val="libNormal"/>
      </w:pP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मीटिंग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ज़ौक़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उमर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मिजाज़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तजवीज़ें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वग़ैरा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दौलत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ख़्वाहिश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इलाहा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इल्लल्लाह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चक्कर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ख़्याल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पैसा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वग़ैरा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ख़दीजा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>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भतीजे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ख़ूब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सूरत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ग्राउण्ड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नफ़ी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ख़्याल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ज़ाहिर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हरगिज़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गुज़िश्ता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चालीस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बरस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दरमियान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ऐसी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ख़्वाहिश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यकी़नन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बादशाहत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चक्कर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बादशाह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बहर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तजावीज़ात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सरवरे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काएनात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ताबिल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भतीजे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इलाहा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इल्लल्लाह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जितनी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ख़्वाहिश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तैय्यार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बादशाहत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शौक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इलाहा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इल्लल्लाह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क़ाएम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क़ाएम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बादशाह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ताबेदारी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तैय्यार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ठीक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पैग़ाम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पेशकश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दुंगा।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चुनान्चे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भतीजे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चांद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सूरज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तबलीग़े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इलाहा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इल्लल्लाह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आऊंगा।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मन्सफ़े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जलीला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दौलत</w:t>
      </w:r>
      <w:r w:rsidRPr="002D2BC1">
        <w:t xml:space="preserve">, </w:t>
      </w:r>
      <w:r w:rsidRPr="002D2BC1">
        <w:rPr>
          <w:rFonts w:hint="cs"/>
          <w:cs/>
          <w:lang w:bidi="hi-IN"/>
        </w:rPr>
        <w:t>हुस्न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हुकूमत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ठुकरा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दौलत</w:t>
      </w:r>
      <w:r w:rsidRPr="002D2BC1">
        <w:t xml:space="preserve">, </w:t>
      </w:r>
      <w:r w:rsidRPr="002D2BC1">
        <w:rPr>
          <w:rFonts w:hint="cs"/>
          <w:cs/>
          <w:lang w:bidi="hi-IN"/>
        </w:rPr>
        <w:t>हुस्न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हुकूमत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तसव्वुर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महलों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हुस्न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हुकूमत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दौलत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हुस्न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हुकूमत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जूती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नोक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मायूस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तरकीब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कामयाब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मुख़ालिफ़त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मज़ीद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शिद्दत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शिद्दत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हंगामे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भतीजे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जााए।</w:t>
      </w:r>
    </w:p>
    <w:p w:rsidR="002D2BC1" w:rsidRPr="002D2BC1" w:rsidRDefault="002D2BC1" w:rsidP="002D2BC1">
      <w:pPr>
        <w:pStyle w:val="libNormal"/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मुहम्मद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शेबे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>:-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चुनान्चे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क़िला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नुमा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पहाड़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घाटी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अच्छी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हिफ़ाज़त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जगह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शेबे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रखी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सोशल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बाईकाट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स्कीम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भूख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प्यास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मिशन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जायेंगे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मक़सद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जायेगा।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शराएत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शराएत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सुलह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करेंगे।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तारीख़त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शाहिद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मुहासेरा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बरस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मोहसिने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मुहाफ़िज़े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खि़ताब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हासिल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अख़्तियार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सभी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इलाहा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इल्लल्लाह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फ़क़त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फ़रज़न्द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बल्कि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बरस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सख़्त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मुहासेरा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तारीख़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शाहिद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कमाल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सख़्त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मुहासरे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बावजूद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ज़रूरते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मोहय्या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ख़बर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मश्कें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बोरी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गेंहू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कैसे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बैठे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रौशनी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गिरफ़्तार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नासिरे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नबूवत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फ़राएज़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अन्जाम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ग़ौर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फ़रमाईये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लाखों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ख़बरे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मुतावातिर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ख़ुराक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इतनी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अश्या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गईं।</w:t>
      </w:r>
    </w:p>
    <w:p w:rsidR="002D2BC1" w:rsidRPr="002D2BC1" w:rsidRDefault="002D2BC1" w:rsidP="002D2BC1">
      <w:pPr>
        <w:pStyle w:val="libNormal"/>
      </w:pP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हज़रात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ज़रा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सोचिये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ख़्यालात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अन्दाज़ा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लगाईये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गुज़रती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साज़िश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बरस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पौधा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फ़लता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तारीख़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मुआहदे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दीमक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हूँ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तशरीफ़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मुहासेरा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तबलीग़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मुख़ालिफ़त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मुख़ालिफ़त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हंगामे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माहौल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बडे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मोहसिन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यानि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उम्मुल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मोमेनीन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जनाबे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ख़दीजातुल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कुबरा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रूख़सत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जुदाई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हुज़्न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डूब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सरवरे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काएनात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t xml:space="preserve">‘‘ </w:t>
      </w:r>
      <w:r w:rsidRPr="002D2BC1">
        <w:rPr>
          <w:rFonts w:hint="cs"/>
          <w:cs/>
          <w:lang w:bidi="hi-IN"/>
        </w:rPr>
        <w:t>आमुल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हुज़्न</w:t>
      </w:r>
      <w:r w:rsidRPr="002D2BC1">
        <w:rPr>
          <w:cs/>
          <w:lang w:bidi="hi-IN"/>
        </w:rPr>
        <w:t xml:space="preserve"> </w:t>
      </w:r>
      <w:r w:rsidRPr="002D2BC1">
        <w:t xml:space="preserve">’’ </w:t>
      </w:r>
      <w:r w:rsidRPr="002D2BC1">
        <w:rPr>
          <w:rFonts w:hint="cs"/>
          <w:cs/>
          <w:lang w:bidi="hi-IN"/>
        </w:rPr>
        <w:t>यानि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मुक़र्रर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मीटिंग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चाहिये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तय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मोतबर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मद्दगार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मुझे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अफ़सोस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मुसलमानों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ईमान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तस्लीम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मोहसिने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ख़ैर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तजवीज़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तय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हाशिम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छोड़ेंगे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गो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आखि़र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तजवीज़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बल्कि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क़बाएल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मुशतरका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ख़ून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कु़रैश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हाशिम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क़बाएल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मुश्किल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सकेंगे।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लिहाज़ा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क़ातिल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जायेंगे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नाऊज़ो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जायेगें।</w:t>
      </w:r>
    </w:p>
    <w:p w:rsidR="002D2BC1" w:rsidRPr="002D2BC1" w:rsidRDefault="002D2BC1" w:rsidP="002D2BC1">
      <w:pPr>
        <w:pStyle w:val="libNormal"/>
      </w:pP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तजवीज़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पसन्द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बेहतरीन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प्लानिंग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ख़ुशी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कामयाब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बोला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नुक़्स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क़बाएल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अफ़राद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जाऐंगे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क़ुरैश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क़बीला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हाशिम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देगा</w:t>
      </w:r>
      <w:r w:rsidR="0048150F">
        <w:rPr>
          <w:lang w:bidi="hi-IN"/>
        </w:rPr>
        <w:t>?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हाशिम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शरीक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बदनामी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धब्बा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लगता।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हाशिम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हाशिम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मारूंगा।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जितनी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मरज़ी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लानत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तारीफ़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आपकी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कितने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बुज़ुर्ग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ख़ातिर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क़ुर्बानी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बुतों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सिर्फ़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मारूंगा।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बदतरीन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तजवीज़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बदतरीन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साज़िश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बदतरीन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इंसानों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इज्तेमा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हाशिम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नुमाइन्दे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शामिल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नबी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हाशमी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बुलाया।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जिब्राईल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भेजा</w:t>
      </w:r>
      <w:r w:rsidRPr="002D2BC1">
        <w:t xml:space="preserve">, ‘‘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हबीब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क़बाएल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तजवीज़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मुहम्मद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rFonts w:hint="eastAsia"/>
        </w:rPr>
        <w:t>’’</w:t>
      </w:r>
      <w:r w:rsidRPr="002D2BC1">
        <w:t xml:space="preserve"> </w:t>
      </w:r>
      <w:r w:rsidRPr="002D2BC1">
        <w:rPr>
          <w:rFonts w:hint="cs"/>
          <w:cs/>
          <w:lang w:bidi="hi-IN"/>
        </w:rPr>
        <w:t>बिस्तर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ख़बर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जिब्राईल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बुलाया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अभी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जिब्राईल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पैग़ाम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भेजा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तय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क़बाएल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बिस्तर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टुकड़े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टुकड़े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बिस्तर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जाओगे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लफ़्ज़ों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बिस्तर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पसन्द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करोगे</w:t>
      </w:r>
      <w:r w:rsidR="0048150F">
        <w:rPr>
          <w:lang w:bidi="hi-IN"/>
        </w:rPr>
        <w:t>?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बिस्तरे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:-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मुस्कुरा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! </w:t>
      </w:r>
      <w:r w:rsidRPr="002D2BC1">
        <w:rPr>
          <w:rFonts w:hint="cs"/>
          <w:cs/>
          <w:lang w:bidi="hi-IN"/>
        </w:rPr>
        <w:t>क्या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जायेगी</w:t>
      </w:r>
      <w:r w:rsidR="0048150F">
        <w:rPr>
          <w:lang w:bidi="hi-IN"/>
        </w:rPr>
        <w:t>?</w:t>
      </w:r>
      <w:r w:rsidRPr="002D2BC1">
        <w:t xml:space="preserve"> 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!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जैसे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ज़बान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सजदे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सजदा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सजदे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उठा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जाइये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हूँ।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आराम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बल्कि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तारीख़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अलावा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चक्कर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कु़दरत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शायद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ठीक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जाओ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चक्कर।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बिस्तर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कुल्ले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ईमान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सदके़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जागते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जागने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तबीयत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उम्मीद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लगाएगे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यू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काटेंगे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तराकीब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जन्म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अशीरा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ज़िन्दा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पिटवाया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मुहासेरा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अजीब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ग़ुस्सा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यहां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सवेरा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सुबह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फूटीं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भयानक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क़िस्म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नीचे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कूदा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पीछे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कूदे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चादर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उल्टी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नज़र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आंखें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आंखें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बढ़े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क़दम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रूक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उठे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उठे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भाई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ग़ुस्से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मांगने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गु़स्से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कांप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जुरअत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बचपन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ज़माना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आंखो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घूम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रूक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मायूस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पलटे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हवा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लहराते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घरों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आयेंगे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इन्तेज़ार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सुबह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सुबह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दरवाज़े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दरवाज़ा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सवाल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गु़स्से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फ़ेकी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फेंकी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बताओ।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बताएं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वहां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स्कीम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फे़ल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="0048150F">
        <w:rPr>
          <w:lang w:bidi="hi-IN"/>
        </w:rPr>
        <w:t>?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इब्ने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पौधा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जवान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पौधा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जवान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पौधा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जवान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बिस्तरे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ख़रीदार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ख़रीदार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बादशाहों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बादशाह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जौहरी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जांच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पड़ताल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करेगा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खोटा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बादशाह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बेहतरीन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ख़रीदेगा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अद्ल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ख़रीदारी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जैसा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वैसी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क़िमत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करेगा।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ख़रीदार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इब्तेदा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देखी</w:t>
      </w:r>
      <w:r w:rsidRPr="002D2BC1">
        <w:t xml:space="preserve">, </w:t>
      </w:r>
      <w:r w:rsidRPr="002D2BC1">
        <w:rPr>
          <w:rFonts w:hint="cs"/>
          <w:cs/>
          <w:lang w:bidi="hi-IN"/>
        </w:rPr>
        <w:t>ज़हन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परवाज़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गहराई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तन्हाई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वफ़ादारी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इब्तेदा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इन्तेहां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धब्बा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दाग़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नगीना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ख़ज़ाने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लायक़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जौहरी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मुतमईन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सोचने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किमती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नगीने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क़ीमत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लगाए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सोचा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जन्नत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रोटियों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बारबर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विलायत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अंगूठी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जाएगी।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इबादतों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सवाब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जाएगी।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ख़रीदार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ख़ज़ाने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दौड़ाई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क़ीमत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फ़ैसला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फ़रोख़्त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t xml:space="preserve">, </w:t>
      </w:r>
      <w:r w:rsidRPr="002D2BC1">
        <w:rPr>
          <w:rFonts w:hint="cs"/>
          <w:cs/>
          <w:lang w:bidi="hi-IN"/>
        </w:rPr>
        <w:t>सौदा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बैनामा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क़ुरआन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कु़रआन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झगड़ा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मिनन्नासे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यशरी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नफ़्सहुब्तेग़ाअ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मरज़ातिल्लाह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बैनामा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क़ुरआन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रजि</w:t>
      </w:r>
      <w:r w:rsidRPr="002D2BC1">
        <w:rPr>
          <w:cs/>
          <w:lang w:bidi="hi-IN"/>
        </w:rPr>
        <w:t xml:space="preserve">.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झगड़ा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ख़रीदा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अजीब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मन्ज़िल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बेचना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ख़रीदना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मिल्कियत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तबादला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</w:t>
      </w:r>
      <w:r w:rsidRPr="002D2BC1">
        <w:rPr>
          <w:cs/>
          <w:lang w:bidi="hi-IN"/>
        </w:rPr>
        <w:t xml:space="preserve"> </w:t>
      </w:r>
      <w:r w:rsidR="00875EBE">
        <w:rPr>
          <w:cs/>
          <w:lang w:bidi="hi-IN"/>
        </w:rPr>
        <w:t>(</w:t>
      </w:r>
      <w:r w:rsidRPr="002D2BC1">
        <w:rPr>
          <w:rFonts w:hint="cs"/>
          <w:cs/>
          <w:lang w:bidi="hi-IN"/>
        </w:rPr>
        <w:t>मर्ज़ी</w:t>
      </w:r>
      <w:r w:rsidR="00875EBE">
        <w:rPr>
          <w:cs/>
          <w:lang w:bidi="hi-IN"/>
        </w:rPr>
        <w:t>)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राज़ी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बैअत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बैअत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तारीख़े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मशहूर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तारीख़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मुख़्तलिफ़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बिस्तर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बन्दे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मख़्लूक़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</w:t>
      </w:r>
      <w:r w:rsidRPr="002D2BC1">
        <w:t xml:space="preserve">,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क़ीमत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क़ीमत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मर्ज़ियां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सौदा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वाक़ेया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जाके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नस्ले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होंगे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वारिस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वारिस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छोटी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फ़ज़ीलत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उससे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फ़ज़ीलत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देखिए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बिस्तरे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जगह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तीरों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निशाने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ख़ातिर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लख़्ते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आवाज़े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क़ुदरत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</w:t>
      </w:r>
      <w:r w:rsidRPr="002D2BC1">
        <w:t xml:space="preserve">,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ज़रूरत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ज़रूरत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देना।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ग्यारह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मरतबा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मांगी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बारहवीं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हयात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चाहिये।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माबूद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मर्ज़ी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जीते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शहादत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क़ुबूल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तिलमिला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बरस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जिस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कामयाबी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ख़्वाब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अधूरे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आज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हैरान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मांगते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सदके़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वसीले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मांगी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समझ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कन्ट्रोल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ज़रिए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राज़ी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बग़ैर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राज़ी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खि़लाफ़े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अद्ल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t xml:space="preserve">,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इस्तेमाल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नफ़्स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बग़ैर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अदावत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="0048150F">
        <w:rPr>
          <w:lang w:bidi="hi-IN"/>
        </w:rPr>
        <w:t>?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ख़ैर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अदावत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जाऐगी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जाएगी।</w:t>
      </w:r>
    </w:p>
    <w:p w:rsidR="005337F7" w:rsidRDefault="005337F7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2D2BC1" w:rsidRPr="002D2BC1" w:rsidRDefault="002D2BC1" w:rsidP="0048150F">
      <w:pPr>
        <w:pStyle w:val="Heading1"/>
      </w:pPr>
      <w:bookmarkStart w:id="4" w:name="_Toc485507489"/>
      <w:r w:rsidRPr="002D2BC1">
        <w:rPr>
          <w:rFonts w:hint="cs"/>
          <w:cs/>
          <w:lang w:bidi="hi-IN"/>
        </w:rPr>
        <w:lastRenderedPageBreak/>
        <w:t>हिजरते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मदीना</w:t>
      </w:r>
      <w:bookmarkEnd w:id="4"/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तशरीफ़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बहुक्मे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अमानतें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मिख़्दारात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रवाना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अच्छा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अज़हान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क़ुलूब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बैत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यानि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बैत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मवद्दत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48150F">
        <w:rPr>
          <w:lang w:bidi="hi-IN"/>
        </w:rPr>
        <w:t>?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बैत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ईनाम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ईनाम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बैत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वाजिब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क़रार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खि़दमात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फ़ायदा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उठाने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दस्तरख़्वान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बैठ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लज़ीज़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तनावुल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ज़ख़ीरा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दुनियां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करोड़ों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अरबों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क़ुर्बान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बक़ा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ख़ून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निछावर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क़ुरबान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बाज़ी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ढंूढ़ेगे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मिलेंगे।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यकी़न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आओ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करबला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हुसैन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बैत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बग़ावत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कितने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="0048150F">
        <w:rPr>
          <w:lang w:bidi="hi-IN"/>
        </w:rPr>
        <w:t>?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आले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फ़ायदा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बल्कि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फ़ायदा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फ़र्ज़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अहसान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शनासी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बग़ैर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खि़दमत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मामला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तय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</w:p>
    <w:p w:rsidR="002D2BC1" w:rsidRPr="002D2BC1" w:rsidRDefault="002D2BC1" w:rsidP="0048150F">
      <w:pPr>
        <w:pStyle w:val="libNormal"/>
      </w:pP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मोहब्बत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फ़र्ज़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खि़दमत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औलादे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कैसे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उम्मीद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वासिक़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अज़हान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सिलसिले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खि़दमात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अर्ज़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जाऊँ।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जुमला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सिलसिलेवार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सुनिए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जु़ल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अशिरा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इब्तिदा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मज़ाक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उड़ाया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फ़र्क़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उठ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नुसरत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वायदा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मौक़े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अज़ारी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स्कीम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ज़रिए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फ़ेल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मौक़े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तकलीफ़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शेबे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ज़रूरियाते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चैथे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मौक़े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तकलीफ़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साज़िश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कामयाबी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यक़ीन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उम्मुल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मोमेनीन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जनाबे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ख़दीजा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सरकार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>)</w:t>
      </w:r>
      <w:r w:rsidRPr="002D2BC1">
        <w:rPr>
          <w:rFonts w:hint="cs"/>
          <w:cs/>
          <w:lang w:bidi="hi-IN"/>
        </w:rPr>
        <w:t>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लिहाज़ा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उठ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हौसलें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बुलन्द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कामयाब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मन्सूबा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तआला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हुक्म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भेज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बिस्तर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तआला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मसलहत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वरना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र्जुअत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होती।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शायद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हुक्मे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सुनते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पूछते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अकेली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ख़दीजा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दौलत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अकेले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तालिब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बाअसर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बाअसर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क़बाएल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हुक्मे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हुज़ूर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सिधार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कारवां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मख़दूराते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मक्का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मक्का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प्रोपेगण्डे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निपट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लेगें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छोड़ेंगे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लेंगे।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पालिसियां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</w:t>
      </w:r>
      <w:r w:rsidRPr="002D2BC1">
        <w:rPr>
          <w:cs/>
          <w:lang w:bidi="hi-IN"/>
        </w:rPr>
        <w:t xml:space="preserve"> </w:t>
      </w:r>
      <w:r w:rsidRPr="002D2BC1">
        <w:t>1000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मुकम्मल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जर्रार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तैयार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बेहतरीन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अस्लहा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बेहतरीन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सवारी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नामवर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t xml:space="preserve">,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जंगजू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फौजी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पहलवान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काटने।</w:t>
      </w:r>
    </w:p>
    <w:p w:rsidR="0048150F" w:rsidRDefault="002D2BC1" w:rsidP="0048150F">
      <w:pPr>
        <w:pStyle w:val="Heading1"/>
        <w:rPr>
          <w:lang w:bidi="hi-IN"/>
        </w:rPr>
      </w:pPr>
      <w:bookmarkStart w:id="5" w:name="_Toc485507490"/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बद्र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bookmarkEnd w:id="5"/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तारीख़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कुल</w:t>
      </w:r>
      <w:r w:rsidRPr="002D2BC1">
        <w:rPr>
          <w:cs/>
          <w:lang w:bidi="hi-IN"/>
        </w:rPr>
        <w:t xml:space="preserve"> </w:t>
      </w:r>
      <w:r w:rsidRPr="002D2BC1">
        <w:t>313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सरोसामानी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आलम।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बक़िया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पैदल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नैज़ा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ज़िरह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ढ़ाल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t>313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सरवरे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काएनात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कुआं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मशहूर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कुंए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सरकारे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आलम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तरतीब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लशकरे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ललकारा।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महाजिर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अन्सार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जिन्होंने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मेज़बानी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अन्सार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हाज़िर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खि़दमते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सरकार</w:t>
      </w:r>
      <w:r w:rsidRPr="002D2BC1">
        <w:rPr>
          <w:cs/>
          <w:lang w:bidi="hi-IN"/>
        </w:rPr>
        <w:t xml:space="preserve"> !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मेहमान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ग़ैरत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गवारा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मेहमान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मैदाने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जिहाद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लिहाज़ा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इजाज़त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बख़्शें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अन्सार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शहीद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आराम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बैठें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लडे़गें।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ख़ामोश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अन्सार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तारीख़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शाहिद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अन्सारों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आवाज़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ऐ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मुहम्मद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क़ुरैश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ख़ानदानी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दस्तूरे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मुताबिक़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भेजो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अन्सारों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लड़ेंगे।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हमारी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तौहीन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लड़ें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उनको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तौहीन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तौहीन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आवाज़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पलट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आओ</w:t>
      </w:r>
      <w:r w:rsidRPr="002D2BC1">
        <w:t xml:space="preserve">, </w:t>
      </w:r>
      <w:r w:rsidRPr="002D2BC1">
        <w:rPr>
          <w:rFonts w:hint="cs"/>
          <w:cs/>
          <w:lang w:bidi="hi-IN"/>
        </w:rPr>
        <w:t>चूंकि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हुक्मे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पलट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t xml:space="preserve">,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ऐतेराज़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बताता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अकरम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चचा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उबैदा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चचाज़ाद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भाई</w:t>
      </w:r>
      <w:r w:rsidRPr="002D2BC1">
        <w:t xml:space="preserve">, </w:t>
      </w:r>
      <w:r w:rsidRPr="002D2BC1">
        <w:rPr>
          <w:rFonts w:hint="cs"/>
          <w:cs/>
          <w:lang w:bidi="hi-IN"/>
        </w:rPr>
        <w:lastRenderedPageBreak/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जनाबे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अमीरूल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मोमेनीन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भेजा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इतमीनान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इनसे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लड़ोगे</w:t>
      </w:r>
      <w:r w:rsidR="0048150F">
        <w:rPr>
          <w:lang w:bidi="hi-IN"/>
        </w:rPr>
        <w:t>?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तारीख़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उठा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उनमें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कमसिन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उम्र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t>24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बिलमुक़ाबिल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फ़िन्नार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थे।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शायद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तवज्जो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दिलाएंगे।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क़ाबिले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बचपन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पिटे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हिजरत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टहलते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भुने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तीसरा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पहलवान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करूंगा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जहन्नम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जहन्नम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बिलबिला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चचा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पड़ेगा</w:t>
      </w:r>
      <w:r w:rsidRPr="002D2BC1">
        <w:t xml:space="preserve">, </w:t>
      </w:r>
      <w:r w:rsidRPr="002D2BC1">
        <w:rPr>
          <w:rFonts w:hint="cs"/>
          <w:cs/>
          <w:lang w:bidi="hi-IN"/>
        </w:rPr>
        <w:lastRenderedPageBreak/>
        <w:t>देखो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हूँ।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मसलन</w:t>
      </w:r>
      <w:r w:rsidRPr="002D2BC1">
        <w:rPr>
          <w:cs/>
          <w:lang w:bidi="hi-IN"/>
        </w:rPr>
        <w:t xml:space="preserve"> </w:t>
      </w:r>
      <w:r w:rsidRPr="002D2BC1">
        <w:t>46, 47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ताक़तवर</w:t>
      </w:r>
      <w:r w:rsidRPr="002D2BC1">
        <w:t xml:space="preserve">, </w:t>
      </w:r>
      <w:r w:rsidRPr="002D2BC1">
        <w:rPr>
          <w:rFonts w:hint="cs"/>
          <w:cs/>
          <w:lang w:bidi="hi-IN"/>
        </w:rPr>
        <w:t>लहीम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सहीम</w:t>
      </w:r>
      <w:r w:rsidRPr="002D2BC1">
        <w:t xml:space="preserve">,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भतीजे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रूख़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ज़्यादा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हत्ता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लाशे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t xml:space="preserve">, </w:t>
      </w:r>
      <w:r w:rsidRPr="002D2BC1">
        <w:rPr>
          <w:rFonts w:hint="cs"/>
          <w:cs/>
          <w:lang w:bidi="hi-IN"/>
        </w:rPr>
        <w:t>क़ैदी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भागे।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उधर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हिसाब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t>8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t>8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t>16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मुम्किन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t>20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इन्तेज़ार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बच्चों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ड्यूटी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पहाड़ों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चोटियों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इन्तेज़ार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दिखाई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तुरन्द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इत्तेला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मालूम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कमज़ोर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मालूम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दुरूस्त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नज़रे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दुरूस्त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पहचान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लेते।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क़रीब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पहचान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क़रीब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इस्तेक़बाल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चेहरा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दिखाई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शायद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सन्दूक़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बन्द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बिल्कुल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क़रीब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चेहरे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उतरे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हवास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फ़ाख़्ता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="0048150F">
        <w:rPr>
          <w:lang w:bidi="hi-IN"/>
        </w:rPr>
        <w:t>?</w:t>
      </w:r>
      <w:r w:rsidR="00875EBE"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t xml:space="preserve">?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t>1000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कैसे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क्यों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क़ीमती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हथियार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सवारियां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सवारियों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बेहतर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हथियार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ज़्यादा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वजह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शिकस्त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कच्चा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बन्दे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सामेईन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अच्छा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इन्साफ़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बताए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रिश्तेदारों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ढूंढ़ेगा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="0048150F">
        <w:rPr>
          <w:lang w:bidi="hi-IN"/>
        </w:rPr>
        <w:t>?</w:t>
      </w:r>
      <w:r w:rsidR="00875EBE">
        <w:t xml:space="preserve"> </w:t>
      </w:r>
      <w:r w:rsidRPr="002D2BC1">
        <w:rPr>
          <w:rFonts w:hint="cs"/>
          <w:cs/>
          <w:lang w:bidi="hi-IN"/>
        </w:rPr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फ़ितरी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ढंूढेगा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रिश्तेदारों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पुकार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तलाश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तीसरा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वालिदे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मोहतरम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ख़्वाहिशमन्द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ढूंढता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पता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जहन्नम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होना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शुरू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सामेईन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हज़रात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लम्हों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अन्दाज़ा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आवाज़ें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माहौल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(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ख़त्म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मोमेनीन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कराम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कौन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यज़ीद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मलऊन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t xml:space="preserve">, </w:t>
      </w:r>
      <w:r w:rsidRPr="002D2BC1">
        <w:rPr>
          <w:rFonts w:hint="cs"/>
          <w:cs/>
          <w:lang w:bidi="hi-IN"/>
        </w:rPr>
        <w:t>मुआविया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बीवी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बाप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चचा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चूंकि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चर्चा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अली।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किसने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किसकी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तलवार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लगी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किसने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काटा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बस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आवाज़ें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क़यादत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संभाल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बाक़ी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मुसीबत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मुसीबत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सुन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लीजिए।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हाज़रीने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कराम</w:t>
      </w:r>
      <w:r w:rsidRPr="002D2BC1">
        <w:rPr>
          <w:cs/>
          <w:lang w:bidi="hi-IN"/>
        </w:rPr>
        <w:t xml:space="preserve"> !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ज़िन्दगी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तर्जुबा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बीवी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शौहर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कसूर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ग़लती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मसलन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बीवी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फ़र्माइश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फ़लां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आना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शौहर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बीवी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पूछा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मर्द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जितना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मर्ज़ी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यक़ीन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कोशिश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बीवी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कहीं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तुमने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ढंूढा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मुम्किन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चीज़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मौजूद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मुश्किल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लगी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लोग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होंगे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कैसे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सबको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डाला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उसने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यक़ीन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दिलाया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ऐसे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t xml:space="preserve">,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मुश्किल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घर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बीवियां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जूते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चचा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भाई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क़त्ल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कलेजे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शोले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भड़क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बीवी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तहरीक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लगे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मेहनत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</w:t>
      </w:r>
      <w:r w:rsidRPr="002D2BC1">
        <w:rPr>
          <w:cs/>
          <w:lang w:bidi="hi-IN"/>
        </w:rPr>
        <w:t xml:space="preserve"> </w:t>
      </w:r>
      <w:r w:rsidRPr="002D2BC1">
        <w:t>3000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तैयार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रवाना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शिकस्त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बदला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यक़ीनी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खुला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सुबूत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दफ़ा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रवाना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सवाल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पैदा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पिछले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t xml:space="preserve">, </w:t>
      </w:r>
      <w:r w:rsidRPr="002D2BC1">
        <w:rPr>
          <w:rFonts w:hint="cs"/>
          <w:cs/>
          <w:lang w:bidi="hi-IN"/>
        </w:rPr>
        <w:t>ज़ख़्मी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क़ैदी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लाशे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चुके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मतलब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मुसलमानों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आसान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ऐसे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मौक़े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मसरफ़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मर्ज़ी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बल्कि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ज़बरदस्ती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देखुंगी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कैसे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भागते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="0048150F">
        <w:rPr>
          <w:lang w:bidi="hi-IN"/>
        </w:rPr>
        <w:t>?</w:t>
      </w:r>
      <w:r w:rsidRPr="002D2BC1"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कैसे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अच्छा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काफ़ेला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राइटर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t xml:space="preserve">‘‘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नुस्रान</w:t>
      </w:r>
      <w:r w:rsidRPr="002D2BC1">
        <w:rPr>
          <w:cs/>
          <w:lang w:bidi="hi-IN"/>
        </w:rPr>
        <w:t xml:space="preserve"> </w:t>
      </w:r>
      <w:r w:rsidRPr="002D2BC1">
        <w:t xml:space="preserve">’’ </w:t>
      </w:r>
      <w:r w:rsidRPr="002D2BC1">
        <w:rPr>
          <w:rFonts w:hint="cs"/>
          <w:cs/>
          <w:lang w:bidi="hi-IN"/>
        </w:rPr>
        <w:t>उसकी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तहरीर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लाइफ़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हिस्ट्री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लिखी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सादुल्लाहुल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अरब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उन्होंने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लिखा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t xml:space="preserve">,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ओहद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lastRenderedPageBreak/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दरमियान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जगह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अलवा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मोहतरमा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मुबारक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जैसे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मालूम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आमेना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मचल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खोद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हड्डियां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हड्डियों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पहनुगी।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बेचैन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बग़ैर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खोदे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रिज़ा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लिखते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वहां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सरहाने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बैठे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बहुत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आंखों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अश्क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t xml:space="preserve">, </w:t>
      </w:r>
      <w:r w:rsidRPr="002D2BC1">
        <w:rPr>
          <w:rFonts w:hint="cs"/>
          <w:cs/>
          <w:lang w:bidi="hi-IN"/>
        </w:rPr>
        <w:t>लोगों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अज़ीज़ाने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गिरामी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क़ाबिले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ग़ौर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अमल</w:t>
      </w:r>
      <w:r w:rsidRPr="002D2BC1">
        <w:t xml:space="preserve">,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दाखि़ले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तर्ज़े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अमल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फ़क्र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लीजिए।</w:t>
      </w:r>
    </w:p>
    <w:p w:rsidR="002D2BC1" w:rsidRPr="002D2BC1" w:rsidRDefault="002D2BC1" w:rsidP="002D2BC1">
      <w:pPr>
        <w:pStyle w:val="libNormal"/>
        <w:rPr>
          <w:rFonts w:hint="cs"/>
          <w:lang w:bidi="hi-IN"/>
        </w:rPr>
      </w:pP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मोहतरम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सराहने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बैठ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हुरमती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मुसलमानों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दोनों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शामिल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वाला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ताज़ीम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क़ब्रों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तौहीन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करेगा।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सरवरे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काएनात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वक़्त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सौ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t>3000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यानि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मुसलमानों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ज़्यादा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थे।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ओहद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:-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सफ़ें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जमाई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शहर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ओहद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पहाड़ियां।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ओहद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पहाड़ियां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पीछे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ओहद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पहाड़ियों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सुरंगे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अन्देशा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सुरंग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ज़रिए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अल्लाह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पुश्त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हज़राते</w:t>
      </w:r>
      <w:r w:rsidRPr="002D2BC1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गि</w:t>
      </w:r>
      <w:r w:rsidRPr="002D2BC1">
        <w:rPr>
          <w:rFonts w:hint="cs"/>
          <w:cs/>
          <w:lang w:bidi="hi-IN"/>
        </w:rPr>
        <w:t>रामी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वाक़ेआ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ख़ुसूसी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तवज्जो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ज़रूरत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अगर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समझने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कोशिश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इन्शाअल्लाह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नतीजा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निकलेगा।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रिसालत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मआब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t>50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मुक़र्रर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तक़रीर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फ़रमाई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जीत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जायें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भगाते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मक्का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दुश्मन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ग़ालिब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दबाता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मदीना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मुक़र्रर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जगह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हटना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दर्रे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हिफ़ाज़त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सके।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भेज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वापस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बुलाऊं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जगह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छोड़नी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तुम्हें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अन्जाम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सरोकार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ख़्याल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लड़ाई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t xml:space="preserve">,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ग़नीमत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उतना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हिस्सा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जितना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मुसलमानों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मिलेगा।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lastRenderedPageBreak/>
        <w:t>बात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गई</w:t>
      </w:r>
      <w:r w:rsidRPr="002D2BC1">
        <w:rPr>
          <w:cs/>
          <w:lang w:bidi="hi-IN"/>
        </w:rPr>
        <w:t xml:space="preserve"> </w:t>
      </w:r>
      <w:r w:rsidRPr="002D2BC1">
        <w:t>50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खड़े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रसूल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पास</w:t>
      </w:r>
      <w:r w:rsidRPr="002D2BC1">
        <w:rPr>
          <w:cs/>
          <w:lang w:bidi="hi-IN"/>
        </w:rPr>
        <w:t xml:space="preserve"> </w:t>
      </w:r>
      <w:r w:rsidRPr="002D2BC1">
        <w:t>650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बाक़ी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मुक़ाबला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</w:t>
      </w:r>
      <w:r w:rsidRPr="002D2BC1">
        <w:rPr>
          <w:cs/>
          <w:lang w:bidi="hi-IN"/>
        </w:rPr>
        <w:t xml:space="preserve"> </w:t>
      </w:r>
      <w:r w:rsidRPr="002D2BC1">
        <w:t>50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सिपाहियों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ज़हन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="00875EBE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t>650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आदमियों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हैदरे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कर्रार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यज़ीद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पल्ले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ऊँट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जिसके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ढ़ोल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साथ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ढ़ोल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बजाती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गीत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गाती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सामने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हिन्दा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ग़नी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तारिक़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ग़नी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तारिक़</w:t>
      </w:r>
    </w:p>
    <w:p w:rsidR="002D2BC1" w:rsidRPr="002D2BC1" w:rsidRDefault="002D2BC1" w:rsidP="002D2BC1">
      <w:pPr>
        <w:pStyle w:val="libNormal"/>
        <w:rPr>
          <w:rFonts w:hint="cs"/>
          <w:lang w:bidi="hi-IN"/>
        </w:rPr>
      </w:pP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सितारा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मुख़्मल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फ़र्श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वालियां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गीत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यज़ीद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दादी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साहिबा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मुआविया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वालेदा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साहिबा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अबु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सुफ़ियान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ज़ौजा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मुहतरमा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आवाज़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आवाज़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ढोल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खरामा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ख़रामा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तरफ़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</w:p>
    <w:p w:rsidR="002D2BC1" w:rsidRPr="002D2BC1" w:rsidRDefault="002D2BC1" w:rsidP="002D2BC1">
      <w:pPr>
        <w:pStyle w:val="libNormal"/>
      </w:pPr>
      <w:r w:rsidRPr="002D2BC1">
        <w:rPr>
          <w:rFonts w:hint="cs"/>
          <w:cs/>
          <w:lang w:bidi="hi-IN"/>
        </w:rPr>
        <w:t>नख़न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बनात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तारिक़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फ़हशी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तारिक़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अलावा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अश्आर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अदब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इजाज़त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मिम्बर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गोश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गुज़ार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करूं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मिम्बर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कुछ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तक़ाज़े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सच्चा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वाक़ेआ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क्यों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लेकिन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खि़लाफ़े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अदब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तहज़ीब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बयान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सकते।</w:t>
      </w:r>
    </w:p>
    <w:p w:rsidR="00DB38D1" w:rsidRDefault="002D2BC1" w:rsidP="00DB38D1">
      <w:pPr>
        <w:pStyle w:val="libNormal"/>
        <w:rPr>
          <w:rFonts w:hint="cs"/>
          <w:lang w:bidi="hi-IN"/>
        </w:rPr>
      </w:pPr>
      <w:r w:rsidRPr="002D2BC1">
        <w:rPr>
          <w:rFonts w:hint="cs"/>
          <w:cs/>
          <w:lang w:bidi="hi-IN"/>
        </w:rPr>
        <w:lastRenderedPageBreak/>
        <w:t>ख़ैर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गाती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ढोल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बजाती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कल्चर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पेश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हमारे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ख़ानदान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......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।</w:t>
      </w:r>
    </w:p>
    <w:p w:rsidR="00C60BAA" w:rsidRDefault="002D2BC1" w:rsidP="00DB38D1">
      <w:pPr>
        <w:pStyle w:val="libNormal"/>
        <w:rPr>
          <w:lang w:bidi="hi-IN"/>
        </w:rPr>
      </w:pP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सितारा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बेटियां</w:t>
      </w:r>
      <w:r w:rsidRPr="002D2BC1">
        <w:t xml:space="preserve">, </w:t>
      </w:r>
      <w:r w:rsidRPr="002D2BC1">
        <w:rPr>
          <w:rFonts w:hint="cs"/>
          <w:cs/>
          <w:lang w:bidi="hi-IN"/>
        </w:rPr>
        <w:t>हम</w:t>
      </w:r>
      <w:r w:rsidRPr="002D2BC1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मख्म</w:t>
      </w:r>
      <w:r w:rsidRPr="002D2BC1">
        <w:rPr>
          <w:rFonts w:hint="cs"/>
          <w:cs/>
          <w:lang w:bidi="hi-IN"/>
        </w:rPr>
        <w:t>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फ़र्श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चलने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वालियां</w:t>
      </w:r>
      <w:r w:rsidRPr="002D2BC1">
        <w:rPr>
          <w:cs/>
          <w:lang w:bidi="hi-IN"/>
        </w:rPr>
        <w:t xml:space="preserve"> </w:t>
      </w:r>
      <w:r w:rsidRPr="002D2BC1">
        <w:t xml:space="preserve">’’ </w:t>
      </w:r>
      <w:r w:rsidRPr="002D2BC1">
        <w:rPr>
          <w:rFonts w:hint="cs"/>
          <w:cs/>
          <w:lang w:bidi="hi-IN"/>
        </w:rPr>
        <w:t>मैं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कहूंगा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सितारा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तेरा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मुक़द्दर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ख़राब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सितारा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सहरी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बेटियों</w:t>
      </w:r>
      <w:r w:rsidRPr="002D2BC1">
        <w:rPr>
          <w:cs/>
          <w:lang w:bidi="hi-IN"/>
        </w:rPr>
        <w:t xml:space="preserve"> ! </w:t>
      </w:r>
      <w:r w:rsidRPr="002D2BC1">
        <w:rPr>
          <w:rFonts w:hint="cs"/>
          <w:cs/>
          <w:lang w:bidi="hi-IN"/>
        </w:rPr>
        <w:t>यह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रखो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मोहम्मद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स.अ</w:t>
      </w:r>
      <w:r w:rsidRPr="002D2BC1">
        <w:rPr>
          <w:cs/>
          <w:lang w:bidi="hi-IN"/>
        </w:rPr>
        <w:t xml:space="preserve">.)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आफ़ताब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वह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निकलेगा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तमाम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सितारे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ख़ुद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खु़द</w:t>
      </w:r>
      <w:r w:rsidRPr="002D2BC1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मा</w:t>
      </w:r>
      <w:r w:rsidRPr="002D2BC1">
        <w:rPr>
          <w:rFonts w:hint="cs"/>
          <w:cs/>
          <w:lang w:bidi="hi-IN"/>
        </w:rPr>
        <w:t>न्द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आफ़ताब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तुलू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होता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सितारे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डूब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जाते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हैं।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हैदरे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अपना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लेकर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उधर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बढ़े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लश्करे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कुफ़्फ़ार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एक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सरदार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उतरा।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मैदान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दावते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इस्लाम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इन्कार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मेरे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मौला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कहा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t xml:space="preserve">, </w:t>
      </w:r>
      <w:r w:rsidRPr="002D2BC1">
        <w:rPr>
          <w:rFonts w:hint="cs"/>
          <w:cs/>
          <w:lang w:bidi="hi-IN"/>
        </w:rPr>
        <w:t>उसने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रोका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किया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उसका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तन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जुदा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दिया।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दूसरा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आया</w:t>
      </w:r>
      <w:r w:rsidRPr="002D2BC1">
        <w:t xml:space="preserve">, </w:t>
      </w:r>
      <w:r w:rsidRPr="002D2BC1">
        <w:rPr>
          <w:rFonts w:hint="cs"/>
          <w:cs/>
          <w:lang w:bidi="hi-IN"/>
        </w:rPr>
        <w:t>दूसरे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भी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मार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गिराया।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इस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बाद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दीगरे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सात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अली</w:t>
      </w:r>
      <w:r w:rsidRPr="002D2BC1">
        <w:rPr>
          <w:cs/>
          <w:lang w:bidi="hi-IN"/>
        </w:rPr>
        <w:t xml:space="preserve"> (</w:t>
      </w:r>
      <w:r w:rsidR="0048150F">
        <w:rPr>
          <w:rFonts w:hint="cs"/>
          <w:cs/>
          <w:lang w:bidi="hi-IN"/>
        </w:rPr>
        <w:t>अ.स.</w:t>
      </w:r>
      <w:r w:rsidRPr="002D2BC1">
        <w:rPr>
          <w:cs/>
          <w:lang w:bidi="hi-IN"/>
        </w:rPr>
        <w:t xml:space="preserve">)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हाथों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वासिले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जहन्नम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हुए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उनका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अलग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ज़मीन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पड़ा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है।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अब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फिर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यही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औरतें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जो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से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खेल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देख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रही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थीं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कि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काफ़ी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देर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कोई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अलम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उठाने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के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लिये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नहीं</w:t>
      </w:r>
      <w:r w:rsidRPr="002D2BC1">
        <w:rPr>
          <w:cs/>
          <w:lang w:bidi="hi-IN"/>
        </w:rPr>
        <w:t xml:space="preserve"> </w:t>
      </w:r>
      <w:r w:rsidRPr="002D2BC1">
        <w:rPr>
          <w:rFonts w:hint="cs"/>
          <w:cs/>
          <w:lang w:bidi="hi-IN"/>
        </w:rPr>
        <w:t>पहुँचा।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आयेगा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लाहौल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राहवार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मोड़ा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कुफ़्फ़ार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भरपूर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दोबुद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टकराने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तलवारें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जौहर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जिहाद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ख़रोश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हमलावर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थोड़ी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उखड़ने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आहिस्ता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आहिस्ता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ग़नीमत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पोज़िशन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अस्बाब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सिपाहियों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जेब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अच्छा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पचास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खलबली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ख़्याल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चलो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चलें</w:t>
      </w:r>
      <w:r w:rsidRPr="00875EBE">
        <w:rPr>
          <w:cs/>
          <w:lang w:bidi="hi-IN"/>
        </w:rPr>
        <w:t>: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ग़नीमत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लूटने।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ख़्वाम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जज़्बात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खेलो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ग़नीमत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लूटा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रहो।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हिस्सा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मिलेगा।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हिस्सा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हिस्सा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मिलेगा।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देखो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सोचो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तुम्हें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इकट्ठा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परचमे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रूके।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पचास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47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मोहतरम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भाईयों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47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ग़नीमत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लूटने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मुजाहिद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शहादत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बिल्कुल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नक़्शा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बिगड़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मोमिनो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अज़हान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क़ुलूब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तवज्जो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चैदह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सौ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इस्तेदलाल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पचास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50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सैंतालीस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47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प्रतिशत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94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प्रतिशत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ये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94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प्रतिशत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मोर्चा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कराची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लाहोर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लखनऊ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सहाबी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नाफ़रमानी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ग़दीर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नाफ़रमानी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</w:p>
    <w:p w:rsidR="00875EBE" w:rsidRPr="00875EBE" w:rsidRDefault="00875EBE" w:rsidP="005337F7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भागे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वरक़े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हिदायत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उलट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पकड़े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बिजलियां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खड़े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क़दम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लंग़रे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हिदायत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दुनिया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बढ़ते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सरदारे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शुक्र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इतमीनान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हटते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दौरान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शोर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तहक़ीक़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मुहम्मद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फ़ायदा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अक़्ल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अन्धे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ठहरते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इज्तेमा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मुक़र्रर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मौक़ा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ख़ैर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शैतान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शहीद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भागे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जिब्राईल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बोल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होशियार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रहियेगा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शैतान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जिब्राईल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बिखरे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काफिरों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चीरते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फ़िन्नार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पुकारते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रहमते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अफ़रोज़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इर्द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ग्रुप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फंेक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अचानक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="005337F7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हबीबे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रूख़सार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चेहरा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अक़दस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नक़ाब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टूटी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रूख़सारे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मुबारक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अक़दस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दनदाने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मुबारक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शिकस्ता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होंठ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मुबारक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भागे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पहुँचे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lastRenderedPageBreak/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! </w:t>
      </w:r>
      <w:r w:rsidRPr="00875EBE">
        <w:rPr>
          <w:rFonts w:hint="cs"/>
          <w:cs/>
          <w:lang w:bidi="hi-IN"/>
        </w:rPr>
        <w:t>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नुसरत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>.)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क्यांे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मदद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एतराज़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मख़सूस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अरब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कावे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इस्तेलाह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गोल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चक्कर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घोडे़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बीच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बिखरे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झपटना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बिजली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नबुव्वत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यकजा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चक्कर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मन्डलाते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गर्दनें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दाएरा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फैल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देखिए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तवाफ़े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कावे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राएगा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थोड़ी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बिखला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सिमट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चाहते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सिमट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जूंही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सिमट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धरा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ढाई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2500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सन्नाटा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हस्तियां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पहली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हस्ती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दूसरी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हस्ती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तीसरी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हस्ती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नुसरत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बरादराने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ओहद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कलमा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ओहद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पढ़ो</w:t>
      </w:r>
      <w:r w:rsidRPr="00875EBE">
        <w:rPr>
          <w:rFonts w:cs="Arial"/>
        </w:rPr>
        <w:t xml:space="preserve">, ‘‘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इलाहा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इल्लल्लाह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मोहम्मदुर्रूसूलुल्लाह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अलीयं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युल्लाह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हवास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बाख़्ता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चिल्लाए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जल्दी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गड़बड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जाऐगी।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धड़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कशमकश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टूटी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पलटे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5337F7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इतमीनान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खडे़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फौरी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नैज़ा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इत्मीनान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</w:p>
    <w:p w:rsidR="005337F7" w:rsidRDefault="005337F7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5337F7" w:rsidRDefault="00875EBE" w:rsidP="005337F7">
      <w:pPr>
        <w:pStyle w:val="Heading1"/>
        <w:rPr>
          <w:rFonts w:hint="cs"/>
          <w:lang w:bidi="hi-IN"/>
        </w:rPr>
      </w:pPr>
      <w:bookmarkStart w:id="6" w:name="_Toc485507491"/>
      <w:r w:rsidRPr="00875EBE">
        <w:rPr>
          <w:rFonts w:hint="cs"/>
          <w:cs/>
          <w:lang w:bidi="hi-IN"/>
        </w:rPr>
        <w:lastRenderedPageBreak/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सैफ़ुल्लाह</w:t>
      </w:r>
      <w:bookmarkEnd w:id="6"/>
    </w:p>
    <w:p w:rsidR="00875EBE" w:rsidRPr="00875EBE" w:rsidRDefault="00875EBE" w:rsidP="005337F7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आवाज़े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ख़ामोश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सिपाही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जिब्राईले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नुज़ूल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>,</w:t>
      </w:r>
      <w:r>
        <w:rPr>
          <w:rFonts w:cs="Arial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ज़ुल्फ़ेक़ार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जिब्राईल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तुम्हें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क़सम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भेजने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ज़ुल्फ़ेक़ार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ज़ुल्फ़ेक़ार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यकजा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बरपा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महसूस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मेेरे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घिरा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जिधर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ज़ुल्फ़ेक़ार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बिखला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भगाया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भागने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पीछा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मन्ज़र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सितारों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भागते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सितारों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औलाद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आईन्दा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र्जुअत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भागने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मुंह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रास्ते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ग़र्क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फ़ायदा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मक़सद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समय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तवज्जो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फ़रमाईये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पौधा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नीचे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बढ़ेगा।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दीजिए।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कुफ़्फ़ार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पिस्पा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समय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अदावत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निकालने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का।</w:t>
      </w:r>
    </w:p>
    <w:p w:rsidR="00DB38D1" w:rsidRDefault="00875EBE" w:rsidP="00DB38D1">
      <w:pPr>
        <w:pStyle w:val="Heading1"/>
        <w:rPr>
          <w:rFonts w:hint="cs"/>
          <w:lang w:bidi="hi-IN"/>
        </w:rPr>
      </w:pPr>
      <w:bookmarkStart w:id="7" w:name="_Toc485507492"/>
      <w:r w:rsidRPr="00875EBE">
        <w:rPr>
          <w:rFonts w:hint="cs"/>
          <w:cs/>
          <w:lang w:bidi="hi-IN"/>
        </w:rPr>
        <w:lastRenderedPageBreak/>
        <w:t>हिन्दा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कलेजा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bookmarkEnd w:id="7"/>
    </w:p>
    <w:p w:rsidR="00875EBE" w:rsidRPr="00875EBE" w:rsidRDefault="00875EBE" w:rsidP="00DB38D1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मददगार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जल्लाद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सिफ़त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झपटी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कलेजा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कलेजा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सोचें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सनफ़े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सिफ़त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मख़्मूर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कलेजा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मुंह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बहुक्मे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कलेजा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मुंह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दोस्ताने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गरामी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मुजाहिदे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कि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कैसा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दन्दान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शिकन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सरकारे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सैयदा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बेक़रार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सैयदा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रेशमी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अरब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दस्तूर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रेशम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जलाकर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कुफ़्फ़ार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ढ़ाल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चेहरा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मुबारक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धोया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मुबारक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धोया।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सैयदा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फ़ात्मा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आंसू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जख़्मी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तीमारदारी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पलट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महशर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बरपा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तशरीफ़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फुफी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फुफी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शहादत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रोको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लाश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बेताब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मैय्यत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सफ़िया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लोगो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डूबी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दुनिया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अन्धेर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</w:t>
      </w:r>
      <w:r w:rsidR="00DB38D1">
        <w:rPr>
          <w:rFonts w:hint="cs"/>
          <w:cs/>
          <w:lang w:bidi="hi-IN"/>
        </w:rPr>
        <w:t>ू</w:t>
      </w:r>
      <w:r w:rsidRPr="00875EBE">
        <w:rPr>
          <w:rFonts w:hint="cs"/>
          <w:cs/>
          <w:lang w:bidi="hi-IN"/>
        </w:rPr>
        <w:t>क</w:t>
      </w:r>
      <w:r w:rsidR="00DB38D1">
        <w:rPr>
          <w:rFonts w:hint="cs"/>
          <w:cs/>
          <w:lang w:bidi="hi-IN"/>
        </w:rPr>
        <w:t>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उरियां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फ़ौरी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मिली।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शाहिद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फ़ौरन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जल्दी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ढांप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उरियां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दोस्ताने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गेरामी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निगाहों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मोड़िये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क़ुरबान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जाऊँ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मज़लूम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तेरी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मौमिनों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कई</w:t>
      </w:r>
      <w:r w:rsidRPr="00875EBE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भाईयो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उर</w:t>
      </w:r>
      <w:r w:rsidRPr="00875EBE">
        <w:rPr>
          <w:rFonts w:hint="cs"/>
          <w:cs/>
          <w:lang w:bidi="hi-IN"/>
        </w:rPr>
        <w:t>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>.)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उरियां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गुज़िश्ता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पौधा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तनावुर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दरख़्त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दिमाग़ों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तसव्वुर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इन्तेज़ाम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मुश्किल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शिकस्त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ख़्याल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मंज़िल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दोस्ती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तसव्वुर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बाक़ी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इन्तेज़ाम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तलाश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तीसरी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खन्दक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ज़्यादा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तलाश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ज़ोर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नुक़्ता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लड़ाईयांे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कोशिश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कोशिश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>
        <w:rPr>
          <w:lang w:bidi="hi-IN"/>
        </w:rPr>
        <w:t>?</w:t>
      </w:r>
    </w:p>
    <w:p w:rsidR="00875EBE" w:rsidRDefault="00875EBE" w:rsidP="00875EBE">
      <w:pPr>
        <w:pStyle w:val="libNormal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तहरीक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मुस्लिम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एजेण्डा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इख़्तेलाफ़ात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बानिए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बचेगा।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नाकामी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युनाईटेड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फ़्रन्ट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अहज़ाब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तर्जुमा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DB38D1" w:rsidRPr="00875EBE" w:rsidRDefault="00DB38D1" w:rsidP="00875EBE">
      <w:pPr>
        <w:pStyle w:val="libNormal"/>
        <w:rPr>
          <w:rFonts w:cs="Arial"/>
        </w:rPr>
      </w:pPr>
    </w:p>
    <w:p w:rsidR="00DB38D1" w:rsidRDefault="00875EBE" w:rsidP="00DB38D1">
      <w:pPr>
        <w:pStyle w:val="Heading1"/>
        <w:rPr>
          <w:rFonts w:hint="cs"/>
          <w:lang w:bidi="hi-IN"/>
        </w:rPr>
      </w:pPr>
      <w:bookmarkStart w:id="8" w:name="_Toc485507493"/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तैयारिया</w:t>
      </w:r>
      <w:bookmarkEnd w:id="8"/>
    </w:p>
    <w:p w:rsidR="00875EBE" w:rsidRPr="00875EBE" w:rsidRDefault="00875EBE" w:rsidP="00DB38D1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हज़ब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अरबी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गिरोह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एहज़ाब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यानि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गिरोह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गिरोह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खि़लाफ़े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मिटाने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जद्दो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इन्तेख़ाब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उमर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  <w:r>
        <w:rPr>
          <w:rFonts w:cs="Arial"/>
        </w:rPr>
        <w:t xml:space="preserve"> 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बाज़ु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आज़माये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1000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आदमियों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ताक़त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अरब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ख़ुदवाई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कहलाती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खुदवाई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दुश्मन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पडे़।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कुफ़्फ़ार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फ़ख़्रे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टहलता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यक़ीन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उमर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आसान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टहलता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उबूर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खेमा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नैज़ा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भेजो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ख़ामोश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दोस्तो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अफ़सोस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रास्ते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मज़हमत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ग़ाज़ी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शहीद।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ख़ेमा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गुंजी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कुत्ते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</w:t>
      </w:r>
      <w:r>
        <w:rPr>
          <w:lang w:bidi="hi-IN"/>
        </w:rPr>
        <w:t>?</w:t>
      </w:r>
      <w:r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अल्फ़ाज़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इस्तेमाल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लबो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लहजा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मासूम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ऊंचा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बोल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ग़ुस्ताख़ी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कुत्ता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कुत्ते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गुंजी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लब्बैक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हाज़िर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ज़ुल्अशीरा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! </w:t>
      </w:r>
      <w:r w:rsidRPr="00875EBE">
        <w:rPr>
          <w:rFonts w:hint="cs"/>
          <w:cs/>
          <w:lang w:bidi="hi-IN"/>
        </w:rPr>
        <w:t>बैठ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जाओ।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कुत्ते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</w:t>
      </w:r>
      <w:r>
        <w:rPr>
          <w:lang w:bidi="hi-IN"/>
        </w:rPr>
        <w:t>?</w:t>
      </w:r>
      <w:r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बैठ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जाओ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जाऐगा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वज़ीर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क़रीबी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उठे।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खन्दक़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:-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रजज़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आओ</w:t>
      </w:r>
      <w:r w:rsidRPr="00875EBE">
        <w:rPr>
          <w:cs/>
          <w:lang w:bidi="hi-IN"/>
        </w:rPr>
        <w:t xml:space="preserve">! </w:t>
      </w:r>
      <w:r w:rsidRPr="00875EBE">
        <w:rPr>
          <w:rFonts w:hint="cs"/>
          <w:cs/>
          <w:lang w:bidi="hi-IN"/>
        </w:rPr>
        <w:t>हालांकि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दस्तूरे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रजज़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फ़लां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फ़लां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यक़ीन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धार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नीचे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धार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आओ।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अस्लाह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पे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रक़ीब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डाकुओं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लूटना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अकेले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डाकुओं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लड़ते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ग़ुस्से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ऊँट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टांग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पकड़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ताक़तवर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कुल्ले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:- </w:t>
      </w:r>
      <w:r w:rsidRPr="00875EBE">
        <w:rPr>
          <w:rFonts w:hint="cs"/>
          <w:cs/>
          <w:lang w:bidi="hi-IN"/>
        </w:rPr>
        <w:t>हुज़ूर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="00DB38D1">
        <w:rPr>
          <w:rFonts w:hint="cs"/>
          <w:cs/>
          <w:lang w:bidi="hi-IN"/>
        </w:rPr>
        <w:t>मआ</w:t>
      </w:r>
      <w:r w:rsidRPr="00875EBE">
        <w:rPr>
          <w:rFonts w:hint="cs"/>
          <w:cs/>
          <w:lang w:bidi="hi-IN"/>
        </w:rPr>
        <w:t>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कुल्ले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कुल्ले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ठीक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कलमा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थ्योरि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इत्मामे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हुज्जत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तीसरी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नीचे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नीचे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कामयाब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रोके।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सत्तर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तवील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रूख़सत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कुल्ले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कुल्लेे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,,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तस्वीर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लफ़्ज़ों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गर्द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सिवाए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चमक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दिखाई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कुफ़्फ़ार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जायंे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कुल्ले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निचोड़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कुल्ले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निचोड़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तकबीर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गंूजी।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पांव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गर्द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तमाशाईयों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उमरो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नीचे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अचानक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बग़ैर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नीचे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फ़िदइयाने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तुरन्द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शिकायत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>.)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ग़लती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अच्छा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बग़ैर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नीचे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उतरते।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ख़ामोश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आयेगें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टहलना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थोड़ी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पसन्द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पसन्द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पसन्द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क़दमों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>.)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हाज़िर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मिनट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ललकार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cs/>
          <w:lang w:bidi="hi-IN"/>
        </w:rPr>
        <w:t>: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ज़रबतो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अलीयिन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यौमल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अफ़ज़लो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इबादतिस्सक़लैन</w:t>
      </w:r>
      <w:r w:rsidRPr="00875EBE">
        <w:rPr>
          <w:cs/>
          <w:lang w:bidi="hi-IN"/>
        </w:rPr>
        <w:t>.</w:t>
      </w:r>
    </w:p>
    <w:p w:rsidR="00DB38D1" w:rsidRDefault="00875EBE" w:rsidP="00DB38D1">
      <w:pPr>
        <w:pStyle w:val="libNormal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यौमे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सक़लैन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इबादत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अफ़ज़ल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DB38D1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क़यामत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इबादत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मोमेण्ट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बूढ़ा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डेढ़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सौ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राशा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पांव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लरज़ते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अक़ल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अंधों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जिन्होंने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अरब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जद्दो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मुन्तख़ब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ज्यूही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कुशी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मुहासेरा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</w:p>
    <w:p w:rsidR="00875EBE" w:rsidRDefault="00875EBE" w:rsidP="00875EBE">
      <w:pPr>
        <w:pStyle w:val="libNormal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ख़ौफ़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तूफ़ान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:-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मुआविया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ख़रीदे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मोअर्रेख़ीन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बराबर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तूफ़ान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खैमे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उखड़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दस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फिट।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जम्प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तूफ़ान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खे़मे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उखड़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तूफ़ान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ख़ैमों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चिराग़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बुझा।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अक़्ल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तूफ़ान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10,000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जंगजू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बुनियाद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ख़ौफ़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तूफ़ान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बरपा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</w:p>
    <w:p w:rsidR="00DB38D1" w:rsidRPr="00875EBE" w:rsidRDefault="00DB38D1" w:rsidP="00875EBE">
      <w:pPr>
        <w:pStyle w:val="libNormal"/>
        <w:rPr>
          <w:rFonts w:cs="Arial"/>
        </w:rPr>
      </w:pPr>
    </w:p>
    <w:p w:rsidR="00DB38D1" w:rsidRDefault="00875EBE" w:rsidP="000D3139">
      <w:pPr>
        <w:pStyle w:val="Heading1"/>
        <w:rPr>
          <w:rFonts w:hint="cs"/>
          <w:lang w:bidi="hi-IN"/>
        </w:rPr>
      </w:pPr>
      <w:bookmarkStart w:id="9" w:name="_Toc485507494"/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जद्दो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जहद</w:t>
      </w:r>
      <w:bookmarkEnd w:id="9"/>
    </w:p>
    <w:p w:rsidR="00875EBE" w:rsidRPr="00875EBE" w:rsidRDefault="00875EBE" w:rsidP="00DB38D1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यहूदियों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खि़लाफ़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भड़काया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मुताअ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लालच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</w:p>
    <w:p w:rsidR="00875EBE" w:rsidRPr="00875EBE" w:rsidRDefault="00875EBE" w:rsidP="000D3139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बार</w:t>
      </w:r>
      <w:r w:rsidR="000D3139">
        <w:rPr>
          <w:cs/>
          <w:lang w:bidi="hi-IN"/>
        </w:rPr>
        <w:t xml:space="preserve"> </w:t>
      </w:r>
      <w:r w:rsidR="000D3139">
        <w:rPr>
          <w:rFonts w:hint="cs"/>
          <w:cs/>
          <w:lang w:bidi="hi-IN"/>
        </w:rPr>
        <w:t>वारनिंग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रहो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ज़्यादती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आखि़रकार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इलाक़े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इलाक़े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क़ामूस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मशहूर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875EBE">
        <w:rPr>
          <w:rFonts w:hint="cs"/>
          <w:cs/>
          <w:lang w:bidi="hi-IN"/>
        </w:rPr>
        <w:t>मुझै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cs/>
          <w:lang w:bidi="hi-IN"/>
        </w:rPr>
        <w:t>)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आऊं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बहादुर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40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मुआहेदा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क़िला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="000D3139">
        <w:rPr>
          <w:rFonts w:hint="cs"/>
          <w:cs/>
          <w:lang w:bidi="hi-IN"/>
        </w:rPr>
        <w:t>क़</w:t>
      </w:r>
      <w:r w:rsidRPr="00875EBE">
        <w:rPr>
          <w:rFonts w:hint="cs"/>
          <w:cs/>
          <w:lang w:bidi="hi-IN"/>
        </w:rPr>
        <w:t>मूस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39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हिली।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39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राशन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39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दरमियान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1F146E" w:rsidRDefault="00875EBE" w:rsidP="001F146E">
      <w:pPr>
        <w:pStyle w:val="libNormal"/>
        <w:rPr>
          <w:lang w:bidi="hi-IN"/>
        </w:rPr>
      </w:pP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उन्तालीस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39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मशहूर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हदीस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दुंगा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कर्रार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ग़ैरे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फ़र्रार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दोस्त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दोस्त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रखते</w:t>
      </w:r>
      <w:r w:rsidRPr="00875EBE">
        <w:rPr>
          <w:cs/>
          <w:lang w:bidi="hi-IN"/>
        </w:rPr>
        <w:t xml:space="preserve"> </w:t>
      </w:r>
      <w:r w:rsidR="000D3139">
        <w:rPr>
          <w:rFonts w:hint="cs"/>
          <w:cs/>
          <w:lang w:bidi="hi-IN"/>
        </w:rPr>
        <w:t>हो</w:t>
      </w:r>
      <w:r w:rsidRPr="00875EBE">
        <w:rPr>
          <w:rFonts w:hint="cs"/>
          <w:cs/>
          <w:lang w:bidi="hi-IN"/>
        </w:rPr>
        <w:t>गे।</w:t>
      </w:r>
    </w:p>
    <w:p w:rsidR="00875EBE" w:rsidRDefault="00875EBE" w:rsidP="00875EBE">
      <w:pPr>
        <w:pStyle w:val="libNormal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सारी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इज़्तेराब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तशरीफ़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ऐना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</w:p>
    <w:p w:rsidR="000D3139" w:rsidRPr="00875EBE" w:rsidRDefault="000D3139" w:rsidP="00875EBE">
      <w:pPr>
        <w:pStyle w:val="libNormal"/>
        <w:rPr>
          <w:rFonts w:cs="Arial"/>
        </w:rPr>
      </w:pPr>
    </w:p>
    <w:p w:rsidR="000D3139" w:rsidRDefault="00875EBE" w:rsidP="000D3139">
      <w:pPr>
        <w:pStyle w:val="libBold1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</w:p>
    <w:p w:rsidR="00875EBE" w:rsidRPr="00875EBE" w:rsidRDefault="00875EBE" w:rsidP="000D3139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उससे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लम्हें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नाज़िल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हदीसे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क़ुदसी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हदीसे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क़ुदसी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कलामे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हदीसे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क़ुदसी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अरबी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निदा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पुकारो।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पुकारो।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.)ं </w:t>
      </w:r>
      <w:r w:rsidRPr="00875EBE">
        <w:rPr>
          <w:rFonts w:hint="cs"/>
          <w:cs/>
          <w:lang w:bidi="hi-IN"/>
        </w:rPr>
        <w:t>को।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नादे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अलीयन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पुकारो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मज़हरल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अजाएब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मज़हरल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अजाएब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पाओगे।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अजाएबात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होंगे।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पुकारा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रवायतें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रवायत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आशब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चश्म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मुब्तेला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रवायत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मज़हरल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अजाएब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पुकारा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आए।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दाखि़ल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किताबों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देखी।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शदीद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तकलीफ़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कंधे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कांधे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मन्ज़र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नवें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9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दसवें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दरमियान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कुल्ले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तशरीफ़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>)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आपकी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ज़्यारत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शदीद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तकलीफ़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क़रबी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आओ।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क़रीब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हुज़ूर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cs/>
          <w:lang w:bidi="hi-IN"/>
        </w:rPr>
        <w:lastRenderedPageBreak/>
        <w:t>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अंगुश्ते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शहादत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मुबारक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लुबाबे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र्क़ुआन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वरक़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उलटता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तकलीफ़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तवज्जो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फ़रमाईये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एजाज़ी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दिखाई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ऐजाज़ी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मज़हरल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अजाएब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अजाएबात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ज़ाहिर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लो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लड़ूं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:-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फ़िक्र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बूढ़ा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यहूदी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मुतालेआ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यहूदी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तुरन्द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इत्तेला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!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गुज़िश्ता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अय्याम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बेहतरी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परवरदिगार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क़सम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ख़ाली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लड़ते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मूसा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परवरदिगार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क़सम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ज़िक्र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तौरैत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टली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नस्ब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नस्ब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हारिस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फ़िन्नार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डंका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बजता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</w:p>
    <w:p w:rsidR="00875EBE" w:rsidRPr="00875EBE" w:rsidRDefault="00875EBE" w:rsidP="005337F7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महरब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ज़िरह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नैज़े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चूंकि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लम्हे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बहादुर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सिपाही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हिफ़ाज़त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इन्तेज़ाम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रजज़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</w:t>
      </w:r>
      <w:r w:rsidR="005337F7">
        <w:rPr>
          <w:rFonts w:hint="cs"/>
          <w:cs/>
          <w:lang w:bidi="hi-IN"/>
        </w:rPr>
        <w:t>ाँ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बहादुर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</w:p>
    <w:p w:rsidR="005337F7" w:rsidRDefault="00875EBE" w:rsidP="005337F7">
      <w:pPr>
        <w:pStyle w:val="Heading1"/>
        <w:rPr>
          <w:rFonts w:hint="cs"/>
          <w:lang w:bidi="hi-IN"/>
        </w:rPr>
      </w:pPr>
      <w:bookmarkStart w:id="10" w:name="_Toc485507495"/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bookmarkEnd w:id="10"/>
    </w:p>
    <w:p w:rsidR="00875EBE" w:rsidRPr="00875EBE" w:rsidRDefault="00875EBE" w:rsidP="005337F7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मुस्कुरा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तेरी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दाइया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लड़ना।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शैतान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तुरन्त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फूंका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ज़रूरी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घमण्ड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क़ुबूल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हंसेंगी।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एहसास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शर्मसार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करेंगी।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हंसे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ज़िन्दा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रहेंगे।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अच्छा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तकबीर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बुलन्द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ज़िरा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खुद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कमन्द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नैज़े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चीज़े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हिस्सों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तक़सीम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बढ़े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उंगलियां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उंगलियां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फ़ौलादी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झटका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उड़ाकर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फ़ेंक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आओ।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दौड़े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आओ।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मज़हरल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अजाएब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अजाएबात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ज़ाहिर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शिब्ली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नौमानी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अव्वल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मामूली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वग़ैरा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इज़ाफ़ा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फ़क़त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कागज़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टुकड़ा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कपड़े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उखाड़ा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फ़ज़ीलत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पड़ता।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लकड़ी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कपडे़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पर्दा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शख़्सियत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ज़्यादती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सोचना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हमेशा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बुराई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अच्छाई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ज़माने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</w:t>
      </w:r>
      <w:r w:rsidRPr="00875EBE">
        <w:rPr>
          <w:rFonts w:cs="Arial"/>
        </w:rPr>
        <w:t>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एस</w:t>
      </w:r>
      <w:r w:rsidRPr="00875EBE">
        <w:rPr>
          <w:rFonts w:cs="Arial"/>
        </w:rPr>
        <w:t>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</w:t>
      </w:r>
      <w:r w:rsidRPr="00875EBE">
        <w:rPr>
          <w:rFonts w:cs="Arial"/>
        </w:rPr>
        <w:t>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फे़ल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मेहनत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फे़ल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मज़मून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इम्तेहान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यूनिवर्सिटी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मुबारक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नोचने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जाऐगा।</w:t>
      </w:r>
    </w:p>
    <w:p w:rsidR="00875EBE" w:rsidRDefault="00875EBE" w:rsidP="00875EBE">
      <w:pPr>
        <w:pStyle w:val="libNormal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मेहनत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मशक़्क़त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रातों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दिनों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मेहनत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</w:p>
    <w:p w:rsidR="001F146E" w:rsidRPr="00875EBE" w:rsidRDefault="001F146E" w:rsidP="00875EBE">
      <w:pPr>
        <w:pStyle w:val="libNormal"/>
        <w:rPr>
          <w:rFonts w:cs="Arial"/>
        </w:rPr>
      </w:pPr>
    </w:p>
    <w:p w:rsidR="001F146E" w:rsidRDefault="00875EBE" w:rsidP="001F146E">
      <w:pPr>
        <w:pStyle w:val="Heading1"/>
        <w:rPr>
          <w:rFonts w:hint="cs"/>
          <w:lang w:bidi="hi-IN"/>
        </w:rPr>
      </w:pPr>
      <w:bookmarkStart w:id="11" w:name="_Toc485507496"/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bookmarkEnd w:id="11"/>
    </w:p>
    <w:p w:rsidR="00875EBE" w:rsidRPr="00875EBE" w:rsidRDefault="00875EBE" w:rsidP="001F146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अजीब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गोद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पलना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मिम्बर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दोशे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पैग़म्बर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आयते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तत्हीर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lastRenderedPageBreak/>
        <w:t>अक़्दे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फ़ातेमा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फोड़े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जनाब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दीजिए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कातिबे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तक़दीर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चीज़ें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मुक़द्दर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चैलेन्ज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निमट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आखि़री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मंज़िल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दाएमी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अदावत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दाखि़ल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हुए।</w:t>
      </w:r>
      <w:r w:rsidRPr="00875EBE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875EBE">
        <w:rPr>
          <w:rFonts w:hint="cs"/>
          <w:cs/>
          <w:lang w:bidi="hi-IN"/>
        </w:rPr>
        <w:t>ज़रा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कड़ियां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आएगी।</w:t>
      </w:r>
      <w:r>
        <w:rPr>
          <w:cs/>
          <w:lang w:bidi="hi-IN"/>
        </w:rPr>
        <w:t>)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इन्सान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प्यारी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औलाद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प्यारी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प्यारा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तहफ़्फ़ुज़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दाखि़ल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ताक़त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मुम्किन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हुज़ूर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दाखि़ल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मुनासिब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पहाड़ी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मकतबे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फ़िक्र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मोअर्रेख़ीन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रक़म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पुराना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जु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तर्जुबा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तर्जुबे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फेले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निगाह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फेला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बेहतर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इन्तेज़ाम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तर्जुबे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भतीजे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हुकूमत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कोहनी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बदबख़्त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हुकूमत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0D3139" w:rsidRDefault="00875EBE" w:rsidP="000D3139">
      <w:pPr>
        <w:pStyle w:val="libBold1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नज़रिये</w:t>
      </w:r>
    </w:p>
    <w:p w:rsidR="00875EBE" w:rsidRPr="00875EBE" w:rsidRDefault="00875EBE" w:rsidP="000D3139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देखिये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लफ़्ज़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मुख़्तलिफ़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हुकूमत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हुकूमत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सुबह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क़ायम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हुकूमत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हुकूमत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क्मअवसवचम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अहलेबैत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खि़लाफ़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गरमियां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दिखाईं।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मौजूद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कैसी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क़ुबूल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मक़तूल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मशहूर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सहाबी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बिगड़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बिगड़े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तुम्हारे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बुग़्ज़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बुग़्ज़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मतलब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सफ़ाईयां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अक्सर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इन्तेज़ाम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सफ़ेद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परचम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दाखि़ल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मरतबा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अमान।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बिन्ते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मस्जिेदिल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अमान।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दाखि़ला</w:t>
      </w:r>
      <w:r w:rsidRPr="00875EBE">
        <w:rPr>
          <w:cs/>
          <w:lang w:bidi="hi-IN"/>
        </w:rPr>
        <w:t xml:space="preserve">:-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दाखि़ला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ऐलानात।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सीधे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तशरीफ़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तोड़ना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दीवारों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तवज्जो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बिखरे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निगाहे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पड़ी</w:t>
      </w:r>
      <w:r w:rsidRPr="00875EBE">
        <w:rPr>
          <w:rFonts w:cs="Arial"/>
        </w:rPr>
        <w:t xml:space="preserve">,, </w:t>
      </w:r>
      <w:r w:rsidRPr="00875EBE">
        <w:rPr>
          <w:rFonts w:hint="cs"/>
          <w:cs/>
          <w:lang w:bidi="hi-IN"/>
        </w:rPr>
        <w:t>ऊंचा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ज़्यादा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न्याज़ें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चढ़ावे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चढ़ते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नस्ब</w:t>
      </w:r>
      <w:r w:rsidRPr="00875EBE">
        <w:rPr>
          <w:cs/>
          <w:lang w:bidi="hi-IN"/>
        </w:rPr>
        <w:t xml:space="preserve"> </w:t>
      </w:r>
      <w:r w:rsidR="000D3139">
        <w:rPr>
          <w:rFonts w:hint="cs"/>
          <w:cs/>
          <w:lang w:bidi="hi-IN"/>
        </w:rPr>
        <w:t>है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करीम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कंधों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तोड़ने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तस्वीर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लीजिए।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दीद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पैग़म्बर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हसन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हासिद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वाज़ेअ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कन्धों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नवासा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कहोगे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बदतमीज़ी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सारा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एतेराज़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अक़्ल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अन्धे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शर्म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फ़ज़ीलते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कन्धा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कन्धा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कन्धा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कन्धा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कन्धा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नबूवत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नस्ब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नबूवत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मुहरे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नबूवत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र्क़ुआन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चीज़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दोशे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सिवाए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हसनैन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>
        <w:rPr>
          <w:lang w:bidi="hi-IN"/>
        </w:rPr>
        <w:t>?</w:t>
      </w:r>
    </w:p>
    <w:p w:rsidR="000D3139" w:rsidRDefault="000D3139" w:rsidP="000D3139">
      <w:pPr>
        <w:pStyle w:val="libNormal"/>
        <w:rPr>
          <w:rFonts w:hint="cs"/>
          <w:lang w:bidi="hi-IN"/>
        </w:rPr>
      </w:pPr>
    </w:p>
    <w:p w:rsidR="000D3139" w:rsidRDefault="00875EBE" w:rsidP="000D3139">
      <w:pPr>
        <w:pStyle w:val="Heading1"/>
        <w:rPr>
          <w:rFonts w:hint="cs"/>
          <w:lang w:bidi="hi-IN"/>
        </w:rPr>
      </w:pPr>
      <w:bookmarkStart w:id="12" w:name="_Toc485507497"/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bookmarkEnd w:id="12"/>
    </w:p>
    <w:p w:rsidR="00875EBE" w:rsidRPr="00875EBE" w:rsidRDefault="00875EBE" w:rsidP="000D3139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हुदूद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मजबूर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लिाहज़ा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ज़ौक़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ज़ौक़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कलेजा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चबाया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ख़्याल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कितने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भोले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मोअर्रिख़े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अक़्ल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समाता।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बड़े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मुहाफ़िज़े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नबुव्वत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मुख़ालिफ़े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नबुव्वत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सुनाऊंगा।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सुनाऊंगा।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मुकम्मल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तसव्वुर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ज़िक्र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पैग़म्बरे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पैग़म्बरे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अकरम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नवासे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रोऐं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पैग़म्बरे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नवासे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मुसलमान।</w:t>
      </w:r>
    </w:p>
    <w:p w:rsidR="000D3139" w:rsidRDefault="00875EBE" w:rsidP="00875EBE">
      <w:pPr>
        <w:pStyle w:val="libNormal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पालने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तुझे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मुहम्मद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स.अ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वास्ता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हमंे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महशूर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="00DB38D1">
        <w:rPr>
          <w:rFonts w:hint="cs"/>
          <w:cs/>
          <w:lang w:bidi="hi-IN"/>
        </w:rPr>
        <w:t>अ.स.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बरोज़े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महशर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सुफ़ियान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झगड़ा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का।</w:t>
      </w:r>
    </w:p>
    <w:p w:rsidR="000D3139" w:rsidRDefault="000D3139" w:rsidP="000D3139">
      <w:pPr>
        <w:pStyle w:val="libNormal"/>
        <w:rPr>
          <w:rFonts w:hint="cs"/>
          <w:lang w:bidi="hi-IN"/>
        </w:rPr>
      </w:pPr>
    </w:p>
    <w:p w:rsidR="000D3139" w:rsidRDefault="00875EBE" w:rsidP="000D3139">
      <w:pPr>
        <w:pStyle w:val="libBold1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अजीब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</w:p>
    <w:p w:rsidR="00875EBE" w:rsidRPr="00875EBE" w:rsidRDefault="00875EBE" w:rsidP="000D3139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क़सम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अफ़सोस</w:t>
      </w:r>
      <w:r w:rsidRPr="00875EBE">
        <w:rPr>
          <w:cs/>
          <w:lang w:bidi="hi-IN"/>
        </w:rPr>
        <w:t xml:space="preserve">................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कलेजा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चबाए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बहत्तर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फ़रज़न्दे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भूखा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प्यासा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किनारे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अन्सार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तहारत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शहज़ादियों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फ़रज़न्दे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नौके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काश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थपक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शाबाश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मज़लूमे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ग़मगीन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</w:t>
      </w:r>
      <w:r w:rsidRPr="00875EBE">
        <w:rPr>
          <w:cs/>
          <w:lang w:bidi="hi-IN"/>
        </w:rPr>
        <w:t>................</w:t>
      </w:r>
      <w:r w:rsidRPr="00875EBE">
        <w:rPr>
          <w:rFonts w:cs="Arial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शोला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भड़क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कहाः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दुआएं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तेरे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सितम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कुत्तों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इन्तेक़ाम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शोले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ग़ैरत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जिनके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ठेकेदार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अव्वल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अव्वल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नवासे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तहारत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मलका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बीबियों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ग़ैरत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पलट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शहज़ादियां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अज़ीज़े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गिरामी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मामूली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तक़रीबन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यज़ीदियों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प्रोपेगन्डा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61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हिजरी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शहीद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20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सन्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62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हिजरी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ज़ैनब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पलट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11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मुहर्रम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सन्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61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हिजरी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क़ैद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20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62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हिजरी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काफ़ेला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8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रिहाई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असीराने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मातम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असीरी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जायेगा।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क़ैदखाने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दर्दनाक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शहज़ादी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सकीना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क़ाफ़ेला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शहज़ादी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सकीना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अक्सर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</w:t>
      </w:r>
      <w:r w:rsidRPr="00875EBE">
        <w:rPr>
          <w:cs/>
          <w:lang w:bidi="hi-IN"/>
        </w:rPr>
        <w:t xml:space="preserve">. </w:t>
      </w:r>
      <w:r w:rsidRPr="00875EBE">
        <w:rPr>
          <w:rFonts w:hint="cs"/>
          <w:cs/>
          <w:lang w:bidi="hi-IN"/>
        </w:rPr>
        <w:t>सज्जाद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सज्जाद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जाएंगे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शहज़ादी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आसमान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पूछतीं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सज्जाद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!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परिन्दे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सज्जाद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lastRenderedPageBreak/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परिन्दे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खुराक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ढ़ूढने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पूछतीं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भय्या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परिन्दे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क़ैदी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आंसू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टपकते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परिन्दे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तड़प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भय्या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जायेंगे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सय्यदे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सज्जाद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सकीना</w:t>
      </w:r>
      <w:r w:rsidRPr="00875EBE">
        <w:rPr>
          <w:cs/>
          <w:lang w:bidi="hi-IN"/>
        </w:rPr>
        <w:t xml:space="preserve">!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नसीब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नसीब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होगा।</w:t>
      </w:r>
    </w:p>
    <w:p w:rsidR="00875EBE" w:rsidRPr="00875EBE" w:rsidRDefault="00875EBE" w:rsidP="000D3139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बेताबी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मासूमा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बेचैन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ज़ैनब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मुश्किल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तसल्ली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सकीना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सुलाया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शहज़ादी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पिछले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</w:t>
      </w:r>
      <w:r w:rsidR="000D3139">
        <w:rPr>
          <w:rFonts w:hint="cs"/>
          <w:cs/>
          <w:lang w:bidi="hi-IN"/>
        </w:rPr>
        <w:t>ूं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फुफी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अम्मा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अभी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सकीना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तड़प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तड़प्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शहज़ादी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कुलसूम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लैला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रूबाब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मुहम्मदा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गूंज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भेजा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मालूम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बेताब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ज़ालिम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तसल्ली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ख्वान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भेज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सकीना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कपड़ा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चाहने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शिम्र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तमांचे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ज़ालिमों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रूलाया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ज़ैनब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गोद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गोद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सिधार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गईं।</w:t>
      </w:r>
    </w:p>
    <w:p w:rsidR="000D3139" w:rsidRDefault="00875EBE" w:rsidP="000D3139">
      <w:pPr>
        <w:pStyle w:val="Heading1"/>
        <w:rPr>
          <w:rFonts w:hint="cs"/>
          <w:lang w:bidi="hi-IN"/>
        </w:rPr>
      </w:pPr>
      <w:bookmarkStart w:id="13" w:name="_Toc485507498"/>
      <w:r w:rsidRPr="00875EBE">
        <w:rPr>
          <w:rFonts w:hint="cs"/>
          <w:cs/>
          <w:lang w:bidi="hi-IN"/>
        </w:rPr>
        <w:t>अज्रे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bookmarkEnd w:id="13"/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वन्दे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इरशाद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कु़ल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अस्अलोकुम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अलैहे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अजरन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इल्लल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मवद्दता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क़ुर्बा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दीजिए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तबलीग़े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सिलसिले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मज़दूरी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क़राबतदारों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मवद्दत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अदावत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>
        <w:rPr>
          <w:lang w:bidi="hi-IN"/>
        </w:rPr>
        <w:t>?</w:t>
      </w:r>
      <w:r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रूनुमा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नुक़सान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चैहदा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सौ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मवस्सिर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मामूली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तासीर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घराने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नुक़्सान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बहैसियत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तहक़ीक़ात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अस्बाब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मुहब्बते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रिश्ता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गहरी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अस्बाब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ज़ुलअशीरा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नुसरत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आग़ाज़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पुरआशोब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नुसरते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जड़ें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हिजरत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साज़िश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बिस्तरे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आराम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नाकाम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मुस्तहकम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मुतावित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मसतह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तसादिम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ओहद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ज़ाहिरी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यहूदियों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मुसलसल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मंज़िल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शिकनी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अशीरा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कुफ़्फ़ार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रेज़ो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मुसलसल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मुसलसल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टकराव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अशीरा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ज़ख़्म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बैरूनी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टकरा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नफ़्सियात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ज़रूरी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स्टडी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लाइन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मामूली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तरक़्क़ी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फ़रिश्ता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ख़साएल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होंगे।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मिसाल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स्कूल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हमेशा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पोज़िशन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हासिल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खेल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हमेशा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पोज़िशन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हासिल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अव्वल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बक़ाया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होंगे।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इन्सानी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फ़ितरत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तब्दील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बाद।</w:t>
      </w:r>
    </w:p>
    <w:p w:rsidR="00875EBE" w:rsidRPr="00875EBE" w:rsidRDefault="00875EBE" w:rsidP="000D3139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रोज़े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अव्वल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यानि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तज़किरा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दाएरे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यानि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दाएरा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गोद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आग़ाज़े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अशीरा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क़ुरैश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नुसरते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.)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घराना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जाफ़र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.)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हमज़ा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</w:p>
    <w:p w:rsidR="00875EBE" w:rsidRPr="00875EBE" w:rsidRDefault="00875EBE" w:rsidP="000D3139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हैसियत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मालिक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हिजरत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किरदार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बिस्तरे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गै़र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मामूली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क़ुरबानी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दाखि़ल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ं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मुड़ा।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सितारा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lastRenderedPageBreak/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कुल्ले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ज़र्बतें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सक़लैन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="000D3139">
        <w:rPr>
          <w:rFonts w:hint="cs"/>
          <w:cs/>
          <w:lang w:bidi="hi-IN"/>
        </w:rPr>
        <w:t>इन्ही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ख़ैरून्निसा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अक़्द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अंगूठी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रूकुअ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ज़कात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रोटियां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</w:t>
      </w:r>
      <w:r w:rsidR="000D3139">
        <w:rPr>
          <w:rFonts w:hint="cs"/>
          <w:cs/>
          <w:lang w:bidi="hi-IN"/>
        </w:rPr>
        <w:t>ूं</w:t>
      </w:r>
      <w:r w:rsidRPr="00875EBE">
        <w:rPr>
          <w:rFonts w:hint="cs"/>
          <w:cs/>
          <w:lang w:bidi="hi-IN"/>
        </w:rPr>
        <w:t>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गुंजाईश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मस्जिदे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नबवी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="000D3139">
        <w:rPr>
          <w:rFonts w:hint="cs"/>
          <w:cs/>
          <w:lang w:bidi="hi-IN"/>
        </w:rPr>
        <w:t>ढूं</w:t>
      </w:r>
      <w:r w:rsidRPr="00875EBE">
        <w:rPr>
          <w:rFonts w:hint="cs"/>
          <w:cs/>
          <w:lang w:bidi="hi-IN"/>
        </w:rPr>
        <w:t>ढ</w:t>
      </w:r>
      <w:r w:rsidR="000D3139">
        <w:rPr>
          <w:rFonts w:hint="cs"/>
          <w:cs/>
          <w:lang w:bidi="hi-IN"/>
        </w:rPr>
        <w:t>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हक़ीक़त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विलायत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विलायत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बुलाने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विलायत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अंगुशतरी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नमाज़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विलायत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मिस्कीन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ग़रीब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रोटियां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वाज़ेह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आसानी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वाज़ेह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नादे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बुलाए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यक़ीन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तवज्जो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मुल्ला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बिन्ते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तशरीफ़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दीवारे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बुलाए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आरज़ू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नजम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आय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इस्तेख़लाल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इमामे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नाज़िल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पहचानते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नागवार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इशारे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पसन्द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lastRenderedPageBreak/>
        <w:t>अम्र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ऐतराज़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तरीक़ा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पसन्द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ऐतराज़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आग़ाज़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नबवी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फ़क़त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ऐतराज़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चूंकि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दरमियान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नागवार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चेमीगोइयां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सरकारे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मिम्बर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तशरीफ़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cs/>
          <w:lang w:bidi="hi-IN"/>
        </w:rPr>
        <w:t xml:space="preserve">:-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दरमियान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सिलसिले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इख़्तेलाफ़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क़सम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खु़दा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कु़दरत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मर्ज़ी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मर्ज़ी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सिजका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कहूंगा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अक़्ल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ठिकाना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दररवाज़ा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तफ़सीली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वाक़ेयात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तफ़्सील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इशारे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करूंगा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सितारा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वाके़आ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सूरज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पलटने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ख़ुसूसन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अमीरूल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मोमेनीन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इशारे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जांए।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बस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मुख़्तलिफ़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मौक़ों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मुख़ालिफ़त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कशीदगी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ज़बरदस्त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सिजको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हाज़िर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गुमराह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यक़ीन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</w:t>
      </w:r>
      <w:r w:rsidR="000D3139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गुमराह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कहियेगा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लफ़्ज़े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इशारा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सहाबियत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दावेदार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इल्ज़ाम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इल्ज़ाम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इल्ज़ाम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तजाविज़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डांटा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तुम्हारा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गुमराह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फर्क़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तवज्जो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नौइय्यत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आमद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रफ़्त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मक्के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ख़ौफ़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ख़ौफ़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सिलसिला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मस्लहतन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दरमियान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खै़ंची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समाज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कलचर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तहज़ीब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ख़ानदानी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उधर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अज़ीज़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यानि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बटें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मौक़े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ज़रूरत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पकाते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लफ़्ज़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ज़रूरत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बस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क़ौमंे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तहज़ीब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वजह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दोनेां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बिछड़े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लाइन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कुफ़्र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गुज़िश्ता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बवउउवद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चवपदज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ठीक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अच्छा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माक़ूल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दोस्त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ठीक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चोट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ख़राश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बवउउवद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पिटे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जज़्बात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शख़्सियत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तन्ज़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हक़ीक़तें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रौशनी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करूंगा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गुंजाइश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जाए।</w:t>
      </w:r>
    </w:p>
    <w:p w:rsidR="00875EBE" w:rsidRPr="00875EBE" w:rsidRDefault="00875EBE" w:rsidP="000D3139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="000D3139">
        <w:rPr>
          <w:rFonts w:hint="cs"/>
          <w:cs/>
          <w:lang w:bidi="hi-IN"/>
        </w:rPr>
        <w:t>कामन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</w:t>
      </w:r>
      <w:r w:rsidR="000D3139">
        <w:rPr>
          <w:rFonts w:hint="cs"/>
          <w:cs/>
          <w:lang w:bidi="hi-IN"/>
        </w:rPr>
        <w:t>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हाथों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इरशाद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मुक़र्रर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जाएगें।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मस्नद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जायेगें।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नियाबते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फ़िक्र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ज़्यादा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इक़्तेदार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ज़ाज़िश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अक़ीदें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वाबस्ता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अक़ीदतें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वाबस्ता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बुज़ुर्गाने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बुज़ुर्गी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मुतालेबा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बराबर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गर्दन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लें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कहूंगा।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मतलब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मआज़अल्लाह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तौहीन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दोस्ती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तक़ाज़ा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मानें।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ग़ुलाम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ख़ातेमुल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अम्बिया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कहूंगा।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अव्वल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सैय्यदुल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औसिया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कहंे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अम्बिया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ख़ुश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आज़म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आखि़री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कहुंगा।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सिफ़ारिश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करेंगे।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मक़सद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मोहतरम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अहतराम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एहतेराम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अहलेबैत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अस्हाब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इक़्तेदार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फ़िक़े्र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ज़बरदस्त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तनज़ीम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दरमियान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न्दकमत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ळतवनदक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म्गचवेम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र्क़ुआन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मामेला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र्क़ुआन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लाऊंगा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होंगे।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आखि़री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साज़िश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अरफ़ात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ख़ुत्बा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ख़ुत्बा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ग़दीरे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अरफ़ात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तज़किरा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एहतेरामे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ख़्याल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सरज़मीन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मुलतवी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हंगामा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रंगीन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मन्ज़िल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रास्ते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>
        <w:rPr>
          <w:cs/>
          <w:lang w:bidi="hi-IN"/>
        </w:rPr>
        <w:t>)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बल्लिग़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उन्ज़िला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इलैक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रब्बिक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  <w:r w:rsidRPr="00875EBE">
        <w:rPr>
          <w:rFonts w:hint="cs"/>
          <w:cs/>
          <w:lang w:bidi="hi-IN"/>
        </w:rPr>
        <w:t>यहा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टुकड़ा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!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परवरदिगार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नाज़िल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>-</w:t>
      </w:r>
      <w:r w:rsidRPr="00875EBE">
        <w:rPr>
          <w:rFonts w:hint="cs"/>
          <w:cs/>
          <w:lang w:bidi="hi-IN"/>
        </w:rPr>
        <w:t>इन्लम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तफ़अल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अब्लग़्तो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रिसालतहु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‘‘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रिसालत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पहुँचाई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आगे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वल्लाहो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याफ़ेमोका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मिनन्नास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‘‘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बचाएगा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ज़िम्मेदारी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रोका।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दोस्तो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11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ज़िल्हिज्जा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10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हिजरी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अशीरा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ख़ानदानों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बचाएगा।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हिजरत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हबीब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हिजरत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बचाएगा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सौ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बचाएगा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!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कीजिएगा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बचाएगा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क़वी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घबराइये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बचाएगा।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फ़तह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मौक़े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माबूद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शम्मा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रवानों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झुर्मुठ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हबीब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जिन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तमज़ों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मालिक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चैबीस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इज्तेमा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आखि़री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पलट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हामी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सहाबी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मआज़अल्लाह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बचाएगा।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अशीरा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ओहद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ख़न्दक़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मौक़े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मालूम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काफ़िरों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हबीब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बचाएगा।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र्क़ुआन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ग़दीरे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हम्दो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विलायते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मिम्बर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cs="Arial" w:hint="eastAsia"/>
        </w:rPr>
        <w:t>‘‘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मनकुन्तो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अलीयुन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‘‘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मुबारक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मुख़ालिफ़त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तहरीक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वीसाले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ग़दीर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बढे़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रास्ते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पहाड़ी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घाट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उक़्बा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घाटी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घाटी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साज़िश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ज़िन्दा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रास्ते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अकरम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घाटी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साज़िश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शाहिद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उक़्बा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घाटी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मिहार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हुज़ेफ़ा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यमानी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अम्मारे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यासिर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हांक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अकरम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लटकाए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अंधेरे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पहाड़ी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घाटी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नीचे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बिजली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चमकी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अक़ीदा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दिखाने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बिजली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चमकाई।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नस्लो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सदियों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बिजली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चमकी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हुज़ैफ़ा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यमानी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बुलाकर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हुज़ैफ़ा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सुनो</w:t>
      </w:r>
      <w:r w:rsidRPr="00875EBE">
        <w:rPr>
          <w:cs/>
          <w:lang w:bidi="hi-IN"/>
        </w:rPr>
        <w:t xml:space="preserve"> !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फ़लां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फ़लां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हुज़ैफ़ा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इज़हार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इज़हार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हुज़ैफ़ा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फ़ौरन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साज़िश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नाकाम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बिजली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चमक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पहचान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बताना।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हुज़ैफ़ा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बताओ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बताओ।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हुज़ैफ़ा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सुनिए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साज़िश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मदीने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बाक़ी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समझदारों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आखि़री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शाहिद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मन्ज़िल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दवात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तहरीर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गुमराह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दवात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लिखवाते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झगड़ा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दवात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सहाबी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ठेकेदार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ख़लिफ़ा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मअज़ाल्लाह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ज़ेब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दिमाग़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दुरूस्त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किताबल्लाह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875EBE">
        <w:rPr>
          <w:rFonts w:hint="cs"/>
          <w:cs/>
          <w:lang w:bidi="hi-IN"/>
        </w:rPr>
        <w:t>बुख़ारी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शरीफ़</w:t>
      </w:r>
      <w:r>
        <w:rPr>
          <w:cs/>
          <w:lang w:bidi="hi-IN"/>
        </w:rPr>
        <w:t>)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10000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मुरत्तब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10000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ओसामा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बुज़ुर्ग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अन्सार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सिवाए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मुहाजेरीन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अन्सार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ओसामा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बुख़ार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हुज़ूर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आखि़री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हुज़ूर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कीजिएगा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ग़दीर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आमद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मतलब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पार्टी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आखि़री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अच्छा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हल्का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मजबूर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सुनिए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वाज़ेह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लखनऊ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पाकिस्तान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वतन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ड्यूटी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बिगड़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बिगड़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आंखें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कहाः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लड़का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दुरूस्त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क्यों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ख़राब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इन्तेक़ाल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पलट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शरीक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इन्तेक़ाल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क़्रब्रिस्तान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दफ़्न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दफ़्न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कहिएयेगा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वाज़ेह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जायदाद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इन्तेक़ाल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पीटता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शिकोह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दफ़्न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मतलब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इन्क़ेलाब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पुश्त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पनाही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ग़रीब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मरहला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मक़सद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वाज़ेह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रईस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इत्तेफ़ाक़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तमन्ना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जिसकी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मुन्तज़िर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बेहतर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यानि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बेटे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अल्हम्दो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ठीक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वक़्त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इन्तेक़ाल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प्यारी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ग़ुस्ल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कफ़न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इन्तेज़ामात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जायदाद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प्यारी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जायदाद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बैंक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कोठी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कागज़ात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फ़लां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कागज़ात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नतीजा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हिस्से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जायदाद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हिस्से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समैटने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चक्कर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मुल्कों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वालिदे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मोहतरम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इन्तेक़ाल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सोचने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दिसम्बर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भूलते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रहती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जनाज़ा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शिरकत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रहती।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दर्दनाक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वाक़िआ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वफ़ाते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.)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फ़लसफ़ा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वफ़ात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भी।</w:t>
      </w:r>
    </w:p>
    <w:p w:rsidR="00875EBE" w:rsidRPr="00875EBE" w:rsidRDefault="00875EBE" w:rsidP="00875EBE">
      <w:pPr>
        <w:pStyle w:val="libNormal"/>
        <w:rPr>
          <w:rFonts w:cs="Arial"/>
        </w:rPr>
      </w:pP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पूछो</w:t>
      </w:r>
      <w:r w:rsidRPr="00875EBE">
        <w:rPr>
          <w:cs/>
          <w:lang w:bidi="hi-IN"/>
        </w:rPr>
        <w:t xml:space="preserve">:-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अरे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विलादत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वफ़ात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गोद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वफ़ात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झगड़ा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वफ़ात।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बताइये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चक्कर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ऐजाज़े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क़ुव्वत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इल्ज़ाम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सींचा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निपटते।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पहचानिये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आसान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क़लम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दवात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लिखवाने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क़लम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दवात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काग़ज़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हंगामा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शहादते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तजज़िया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फ़रमाईये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वलिल्लाहे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>-</w:t>
      </w:r>
      <w:r w:rsidRPr="00875EBE">
        <w:rPr>
          <w:rFonts w:hint="cs"/>
          <w:cs/>
          <w:lang w:bidi="hi-IN"/>
        </w:rPr>
        <w:t>सेमोका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मिनन्नास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।नजीवतपजल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ग़दीर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आख़री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सुनिये।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तफ़सीर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उलझाइये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हदीस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रवायत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उलझाइये।</w:t>
      </w:r>
    </w:p>
    <w:p w:rsidR="001F146E" w:rsidRDefault="00875EBE" w:rsidP="001F146E">
      <w:pPr>
        <w:pStyle w:val="Heading1"/>
        <w:rPr>
          <w:rFonts w:hint="cs"/>
          <w:lang w:bidi="hi-IN"/>
        </w:rPr>
      </w:pPr>
      <w:bookmarkStart w:id="14" w:name="_Toc485507499"/>
      <w:r w:rsidRPr="00875EBE">
        <w:rPr>
          <w:rFonts w:hint="cs"/>
          <w:cs/>
          <w:lang w:bidi="hi-IN"/>
        </w:rPr>
        <w:lastRenderedPageBreak/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मुख़ालिफ़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>
        <w:rPr>
          <w:lang w:bidi="hi-IN"/>
        </w:rPr>
        <w:t>?</w:t>
      </w:r>
      <w:bookmarkEnd w:id="14"/>
    </w:p>
    <w:p w:rsidR="00875EBE" w:rsidRPr="00875EBE" w:rsidRDefault="00875EBE" w:rsidP="001F146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निचोड़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मुख़ालिफ़त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गिरोह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गिरोह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पिटे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वजह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मुतअस्सिर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.)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वफ़ात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पचीस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इत्तेफ़ाक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तहत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तख़्ते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हुकूमत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गिरोह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खि़लाफ़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गरम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पिटा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मोअस्सिर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तख़्त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नशीन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कुसूर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मासूम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प्यारे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इज्तेहादी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आलमगीर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तनज़ीम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खि़लाफ़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फ़ातेमा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मुख़ालिफ़ते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अदावते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शोला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कर्बला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भड़का।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साअद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लाअनती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मलऊन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बुग़्ज़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पढ़ा।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काश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दुआएं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देते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ज़्यादा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अफ़सोस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भोलेपन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कहोगे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दरमियान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सौ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साठ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बुर्ज़ुगों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बुर्ज़ुगों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जिसके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बुर्ज़ुग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बुर्ज़ुगों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यज़ीद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कर्बला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बुर्ज़ुग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मुहब्बते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मुहब्बते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:- </w:t>
      </w:r>
      <w:r w:rsidRPr="00875EBE">
        <w:rPr>
          <w:rFonts w:hint="cs"/>
          <w:cs/>
          <w:lang w:bidi="hi-IN"/>
        </w:rPr>
        <w:t>बाज़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कटवाना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इब्तेदा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चूंकि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कर्बला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अन्जामे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कटवाना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ज़रूरी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फैलता।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61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हिजरी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फैल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तसव्वुर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कर्बला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अट्ठारह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खाई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क़ासिम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ज़्यादा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शीरीं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चैंतीस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कड़ियल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दरियाए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फ़ुरात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प्यासा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छः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असग़र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मुसकुरा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खाया।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कफ़न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कमसिन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अफ़सोस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अफ़सोस।</w:t>
      </w:r>
    </w:p>
    <w:p w:rsidR="001F146E" w:rsidRDefault="00875EBE" w:rsidP="001F146E">
      <w:pPr>
        <w:pStyle w:val="Heading1"/>
        <w:rPr>
          <w:rFonts w:hint="cs"/>
          <w:lang w:bidi="hi-IN"/>
        </w:rPr>
      </w:pPr>
      <w:bookmarkStart w:id="15" w:name="_Toc485507500"/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अस्बाब</w:t>
      </w:r>
      <w:bookmarkEnd w:id="15"/>
    </w:p>
    <w:p w:rsidR="00875EBE" w:rsidRPr="00875EBE" w:rsidRDefault="00875EBE" w:rsidP="001F146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सिलसिला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अस्बाब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इख़्तियार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खुलासा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खि़दमत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असबाब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cs/>
          <w:lang w:bidi="hi-IN"/>
        </w:rPr>
        <w:lastRenderedPageBreak/>
        <w:t>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रूनुमा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टुकड़ों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बंट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मलूकियत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मज़हब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मलूकियत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मलूकियत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सलतनत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मलूकियत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सलतनत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दाग़दार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हालांकि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दाग़दार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सलतनत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दाग़दार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इंसान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महसूस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सलतनत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नतीजा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सलतनत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सुबूत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करूंगा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ग़ैरों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तसव्वुर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लीजिए।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गबून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मशहूर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राइटर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फाड़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:-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सलतनत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बुनियादें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ईसाइयत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खण्डरात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वसीअ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रहमत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तशरीफ़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मिस्टर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गबून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ज़बरदस्ती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शक्ल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तसव्वुर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मुझसे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शिकवा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मसरूफ़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छोड़ा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करूं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समझे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बदनसीबी।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बदनसीबी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इब्तेदा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ख़ाली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ख़ाली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गबून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रूख़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चीज़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दीखाई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अज़ीज़ाने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गेरामी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नाज़ुक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निगाहों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तफ़र्रक़ा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नतीजा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नुमायां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कशमकश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माहौल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माहौल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>
        <w:rPr>
          <w:lang w:bidi="hi-IN"/>
        </w:rPr>
        <w:t>?</w:t>
      </w:r>
      <w:r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साइड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साइड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लीजिए।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महफ़ूज़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रास्ता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ख़तरे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रास्ता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उलझने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उलझने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कहाः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देखिए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नमाज़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नमाज़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भेजी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रोज़ा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थोड़े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हुक्मे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वैसे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में।</w:t>
      </w:r>
    </w:p>
    <w:p w:rsidR="001F146E" w:rsidRPr="001F146E" w:rsidRDefault="001F146E" w:rsidP="001F146E">
      <w:pPr>
        <w:rPr>
          <w:cs/>
        </w:rPr>
      </w:pPr>
      <w:r>
        <w:rPr>
          <w:cs/>
          <w:lang w:bidi="hi-IN"/>
        </w:rPr>
        <w:br w:type="page"/>
      </w:r>
    </w:p>
    <w:p w:rsidR="001F146E" w:rsidRDefault="00875EBE" w:rsidP="001F146E">
      <w:pPr>
        <w:pStyle w:val="Heading1"/>
        <w:rPr>
          <w:rFonts w:hint="cs"/>
          <w:lang w:bidi="hi-IN"/>
        </w:rPr>
      </w:pPr>
      <w:bookmarkStart w:id="16" w:name="_Toc485507501"/>
      <w:r w:rsidRPr="00875EBE">
        <w:rPr>
          <w:rFonts w:hint="cs"/>
          <w:cs/>
          <w:lang w:bidi="hi-IN"/>
        </w:rPr>
        <w:lastRenderedPageBreak/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ग़दीरे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bookmarkEnd w:id="16"/>
    </w:p>
    <w:p w:rsidR="00875EBE" w:rsidRPr="00875EBE" w:rsidRDefault="00875EBE" w:rsidP="001F146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तन्ज़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सीधी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बिगाड़ने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ज़रूरत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ग़दीरे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नाएब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मुक़र्रर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सियासी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वजूह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अलबत्ता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इन्तेक़ाल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बग़ैर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रौशनी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ज़माने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डठ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बग़ैर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फ़ौज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बग़ैर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निज़ाम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राय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अकसरियत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मुन्तख़ब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मुन्तख़ब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साइड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बहुक्मे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नाएब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मुक़र्रर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कहीं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क़ौल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खि़लाफ़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वर्ज़ी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मुख़ालिफ़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क़ौल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तस्लीम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जुर्म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पकड़े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तय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माबूद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इताअत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cs/>
          <w:lang w:bidi="hi-IN"/>
        </w:rPr>
        <w:t xml:space="preserve"> ..................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मजलिस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उतरा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ठण्डे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गिलास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पसीना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पसीना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मजलिस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ख़राब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जाऐगी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पियुंगा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ठण्डा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लीजिए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सबकी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ख़्वाहिश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निमोनिया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सारा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गर्म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ठण्डा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मौलवी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साहब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पी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लीजिए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कहाः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पियुंगा।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लीजिए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पियुगां।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ताईद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लीजिए।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पियुगा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नीचे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जुर्म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हुक्मे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अज़ीज़ाने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गिरामी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सुर्मा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आदाब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कंघा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आदाब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आईना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आदाब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टोपी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पहनने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आदाब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आदाब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बेशुमार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तब्लीग़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मुस्तक़बिल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नज़रअन्दाज़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तफ़र्रूका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1F146E" w:rsidRDefault="001F146E" w:rsidP="00875EBE">
      <w:pPr>
        <w:pStyle w:val="libNormal"/>
        <w:rPr>
          <w:rFonts w:hint="cs"/>
          <w:lang w:bidi="hi-IN"/>
        </w:rPr>
      </w:pPr>
    </w:p>
    <w:p w:rsidR="001F146E" w:rsidRDefault="00875EBE" w:rsidP="001F146E">
      <w:pPr>
        <w:pStyle w:val="Heading1"/>
        <w:rPr>
          <w:rFonts w:hint="cs"/>
          <w:lang w:bidi="hi-IN"/>
        </w:rPr>
      </w:pPr>
      <w:bookmarkStart w:id="17" w:name="_Toc485507502"/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विसाल</w:t>
      </w:r>
      <w:bookmarkEnd w:id="17"/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जनाब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तफ़र्रूक़ा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इब्तेदा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मस्जिदुन्नबी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पीटते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देंगे।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आएंगी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सन्नाटा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परदेसी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सन्नाटा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नबवी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कोहराम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सिर्फ़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ग़ुस्ल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हसन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सकरानी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पट्टी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बंधी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वसीयत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ग़ुस्ल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हसन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सकरानी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नाबीना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पट्टी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बंधी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जुमला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पट्टी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बंधी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वाज़ेह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भतीजे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लाओ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कीजिएगा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lastRenderedPageBreak/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बैअत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करूंगा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देखेगी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बैअत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लेंगे।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बैअत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सियासी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बैअत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बैअत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अब्बास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खु़दा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मौज़ू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बड़ी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कुल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9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11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ज़्यादा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परदेसी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मुरसले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आज़म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दफ़्न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मैय्यत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दफ़्न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मक़ामात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सक़ीफ़ा</w:t>
      </w:r>
      <w:r w:rsidRPr="00875EBE">
        <w:rPr>
          <w:cs/>
          <w:lang w:bidi="hi-IN"/>
        </w:rPr>
        <w:t xml:space="preserve">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फ़ारिग़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इधर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कहाः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! </w:t>
      </w: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अकसरियत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अकसरियत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अन्सार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महाजरीन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कहाः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निस्बत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.)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ज़्यादा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कहलवा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अकसरियत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>:</w:t>
      </w:r>
      <w:r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तुुम्हारी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अन्सार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  <w:r w:rsidRPr="00875EBE">
        <w:rPr>
          <w:rFonts w:cs="Arial"/>
        </w:rPr>
        <w:cr/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ख़ामोश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तारीख़े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अजीबो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ग़रीब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तवज्जो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आंखें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अंधेरे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इल्म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इल्म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रौशनी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मसअला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लफ़्ज़े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अहलेबैत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लफ़्ज़े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क़ुर्बा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लफ़्ज़े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ज़ुल्क़र्बा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मुराद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मुराद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अहलेबैते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मुराद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ज़ुल्क़र्बा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मुराद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मसअले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रिश्तेदारों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तअय्युन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बीवियां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झगड़ा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झगड़ा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रिश्तेदार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मसअले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ज़ुल्क़र्बा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आइम्मा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मवद्दत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झगड़ा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रिश्ते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रिश्ते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रिश्ता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तय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ज़ुल्क़ुर्बा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इक़्तेदार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टुकड़ा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सबसे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अंगेज़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मसअला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इक़्तेदार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जमाअत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टकराती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जिसकी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बुतूल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लक़ब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>
        <w:rPr>
          <w:lang w:bidi="hi-IN"/>
        </w:rPr>
        <w:t>?</w:t>
      </w:r>
      <w:r w:rsidRPr="00875EBE">
        <w:rPr>
          <w:rFonts w:cs="Arial"/>
        </w:rPr>
        <w:t xml:space="preserve">:-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लक़ब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जे़या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मुअज़्ज़म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‘‘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ख़ुश्बू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सूंघा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जिसकी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महशर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महशर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निगाहे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निची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जिसकी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सत्तर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झुर्मुट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पुले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सिरात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बिजली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कूद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मोमिनीने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कराम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ताअर्रूफ़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कराऊँ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‘‘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टुकड़ा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ताज़ीम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अकरम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खड़े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</w:p>
    <w:p w:rsidR="00875EBE" w:rsidRDefault="00875EBE" w:rsidP="00875EBE">
      <w:pPr>
        <w:pStyle w:val="libNormal"/>
        <w:rPr>
          <w:rFonts w:hint="cs"/>
          <w:lang w:bidi="hi-IN"/>
        </w:rPr>
      </w:pP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शाहिद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दुनिया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मिम्बरे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>
        <w:rPr>
          <w:lang w:bidi="hi-IN"/>
        </w:rPr>
        <w:t>?</w:t>
      </w:r>
    </w:p>
    <w:p w:rsidR="001F146E" w:rsidRPr="00875EBE" w:rsidRDefault="001F146E" w:rsidP="00875EBE">
      <w:pPr>
        <w:pStyle w:val="libNormal"/>
        <w:rPr>
          <w:rFonts w:cs="Arial"/>
        </w:rPr>
      </w:pPr>
    </w:p>
    <w:p w:rsidR="001F146E" w:rsidRDefault="00875EBE" w:rsidP="001F146E">
      <w:pPr>
        <w:pStyle w:val="Heading1"/>
        <w:rPr>
          <w:rFonts w:hint="cs"/>
          <w:lang w:bidi="hi-IN"/>
        </w:rPr>
      </w:pPr>
      <w:bookmarkStart w:id="18" w:name="_Toc485507503"/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इन्कार</w:t>
      </w:r>
      <w:bookmarkEnd w:id="18"/>
    </w:p>
    <w:p w:rsidR="00875EBE" w:rsidRPr="00875EBE" w:rsidRDefault="00875EBE" w:rsidP="001F146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मोमिनों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जायदाद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फ़िदक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rFonts w:cs="Arial"/>
        </w:rPr>
        <w:t>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</w:t>
      </w:r>
      <w:r w:rsidRPr="00875EBE">
        <w:rPr>
          <w:rFonts w:cs="Arial"/>
        </w:rPr>
        <w:t xml:space="preserve">0)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झगड़े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इलाक़ा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ख़ुरमे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दरख़्त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दरख़्त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च्तवचमतजल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टवसनजपवद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सदाक़ते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सदाक़ते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सदाक़ते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जायदाद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क़िमत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उसमें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5000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दरख़्त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5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उसमे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झूठा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875EBE">
        <w:rPr>
          <w:rFonts w:hint="cs"/>
          <w:cs/>
          <w:lang w:bidi="hi-IN"/>
        </w:rPr>
        <w:t>नाऊज़ो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>)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झूठा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झूठा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झूठ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पकड़ा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बाक़ी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ऐतेबार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करेंगे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चश्म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पोशी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बेपनाह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बेशुमार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फ़ज़ाएल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मालिक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कहूँगा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शहज़ादी</w:t>
      </w:r>
      <w:r w:rsidRPr="00875EBE">
        <w:rPr>
          <w:cs/>
          <w:lang w:bidi="hi-IN"/>
        </w:rPr>
        <w:t xml:space="preserve"> !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="001F146E">
        <w:rPr>
          <w:rFonts w:hint="cs"/>
          <w:cs/>
          <w:lang w:bidi="hi-IN"/>
        </w:rPr>
        <w:t>क्यो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>
        <w:rPr>
          <w:lang w:bidi="hi-IN"/>
        </w:rPr>
        <w:t>?</w:t>
      </w:r>
      <w:r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वकालत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भेज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भेजती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मोअर्रेख़ीन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बेचारी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ख़ानादार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ताअल्लुक़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झगड़ों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शौहर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बेचारी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ज़हरा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देखिए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शहज़ादी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अकेले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मलका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चलें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मवद्दत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चलेगी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चलेंगी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ऐतेराज़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अकेली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ततहीर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मवद्दत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हसन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दरबार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सन्नाटा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बाग़े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फ़िदक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भेज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जायदाद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तख़्त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नशीन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चिल्लाया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ऐतेमाद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क्यांे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झूठा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रिज्स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सैय्यदा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पलट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आइये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वाज़ेह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वाज़ेह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काहा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कीजिए</w:t>
      </w:r>
      <w:r w:rsidRPr="00875EBE">
        <w:rPr>
          <w:cs/>
          <w:lang w:bidi="hi-IN"/>
        </w:rPr>
        <w:t xml:space="preserve"> !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बढ़े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फिदक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बढ़े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फ़िदक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इमाम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बढ़े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फ़िदक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कनीज़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फ़िदक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ज़ौजा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शौहर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हसनैन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वजह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मामले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मानेंगे।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अलबत्ता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औरतें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शहादत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नमुकम्मल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ख़ारिज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अदालत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ख़ारिज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कहूंगा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शहज़ादी</w:t>
      </w:r>
      <w:r w:rsidRPr="00875EBE">
        <w:rPr>
          <w:cs/>
          <w:lang w:bidi="hi-IN"/>
        </w:rPr>
        <w:t xml:space="preserve"> !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वफ़ादार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मिक़दाद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अबुज़र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अम्मारे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यासिर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उठती।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मुम्किन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मिलता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झुठलाने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जुर्म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मोमिनों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झुटला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क़ुबूल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करो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करो।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शहज़ादी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मुबाहेला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लाए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बच्चों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मरयम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ईसा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मख़दूमा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तुरन्त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अच्छा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मीरास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गिरोहे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अम्बिया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विरासत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सदक़ा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हरगिज़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वरसा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सुलैमान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दाऊद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सुलैमान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ज़करिया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नक़्ल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पालने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अकेला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वारिस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वारिसे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याक़ूब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याक़ूब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खि़लाफ़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बीबी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यूंह</w:t>
      </w:r>
      <w:r w:rsidRPr="00875EBE">
        <w:rPr>
          <w:cs/>
          <w:lang w:bidi="hi-IN"/>
        </w:rPr>
        <w:t xml:space="preserve"> ी </w:t>
      </w:r>
      <w:r w:rsidRPr="00875EBE">
        <w:rPr>
          <w:rFonts w:hint="cs"/>
          <w:cs/>
          <w:lang w:bidi="hi-IN"/>
        </w:rPr>
        <w:t>सुना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मासूमों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हमराह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उम्मे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ऐमन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अब्दुल्लाह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कनीज़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हिस्से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वारिस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गुफ़्तगू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सय्यदा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>
        <w:rPr>
          <w:cs/>
          <w:lang w:bidi="hi-IN"/>
        </w:rPr>
        <w:t>)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उठकर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सुलूक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तन्ज़ीम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व्तहंदप्रंजपवद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ज़ोर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पूरी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सच्चा</w:t>
      </w:r>
      <w:r>
        <w:rPr>
          <w:lang w:bidi="hi-IN"/>
        </w:rPr>
        <w:t>?</w:t>
      </w:r>
      <w:r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उलेमा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मुहद्दिस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देहलवी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चाहिये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परेशानियां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दिमाग़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यकसर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रहता।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दावा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दरबार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तख़्त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नशीनों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फ़ैसला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लिहाज़ा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बेहतर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सोचेंगे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उम्मत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चैथी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मन्ज़िल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सोच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सच्चा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सच्चा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शहज़ादी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मौकूफ़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बावजूद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माना।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दर्दनाक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दर्दनाक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वाक़ेआ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ज़बान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आंसू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ज़हरा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वापस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तैय्यार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इस्तेदलाल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क़ुरआन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तैय्यार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1F146E" w:rsidRDefault="00875EBE" w:rsidP="001F146E">
      <w:pPr>
        <w:pStyle w:val="Heading1"/>
        <w:rPr>
          <w:rFonts w:hint="cs"/>
          <w:lang w:bidi="hi-IN"/>
        </w:rPr>
      </w:pPr>
      <w:bookmarkStart w:id="19" w:name="_Toc485507504"/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रस्सी</w:t>
      </w:r>
      <w:bookmarkEnd w:id="19"/>
    </w:p>
    <w:p w:rsidR="00875EBE" w:rsidRPr="00875EBE" w:rsidRDefault="00875EBE" w:rsidP="001F146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शाहिद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चन्द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समय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रस्सी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तौहीन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डालने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चेहरे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नक़ाब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तौहीन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वजह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ज़मीर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बल्कि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मुल्ला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ग़लत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शेरे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रस्सी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ऐसी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दलील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चेहरे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नक़ाब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फ़कत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शेर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शेरे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रस्सी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डालता।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दांत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शहीद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पत्थर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कमज़ोर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ओहद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ज़ख़्मी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शुजाअत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कमज़ोर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रस्सी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रस्सी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क़ुरबानी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मौक़े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सुलह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चीज़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परवरदिगार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मासूम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परवरदिगार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इब्राहीम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खलीलुल्लाह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गुलज़ार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ठण्डा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फ़िरऔन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अंगारों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मूसा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हथेली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मुंह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माबूद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च्वसपबल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जहन्नम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अंगारों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</w:p>
    <w:p w:rsidR="001F146E" w:rsidRDefault="00875EBE" w:rsidP="001F146E">
      <w:pPr>
        <w:pStyle w:val="Heading1"/>
        <w:rPr>
          <w:rFonts w:hint="cs"/>
          <w:lang w:bidi="hi-IN"/>
        </w:rPr>
      </w:pPr>
      <w:bookmarkStart w:id="20" w:name="_Toc485507505"/>
      <w:r w:rsidRPr="00875EBE">
        <w:rPr>
          <w:rFonts w:hint="cs"/>
          <w:cs/>
          <w:lang w:bidi="hi-IN"/>
        </w:rPr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>
        <w:rPr>
          <w:lang w:bidi="hi-IN"/>
        </w:rPr>
        <w:t>?</w:t>
      </w:r>
      <w:bookmarkEnd w:id="20"/>
    </w:p>
    <w:p w:rsidR="00875EBE" w:rsidRPr="00875EBE" w:rsidRDefault="00875EBE" w:rsidP="001F146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सुलह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जंग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तलवार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चीज़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परवरदिगार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मासूम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परवरदिगार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इब्राहीम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ख़लीलउल्लाह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गुलज़ार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ठण्डा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इलाही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फ़िरऔन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अंगारों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मूसा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हथेली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माबूद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पोलिसी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जहन्नम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जलता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अंगारों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ख़ुदाया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मूसा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गुलज़ार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कलीमुल्लाह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क़ुदरत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गुलज़ार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बनाई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आवाज़े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ताअला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ख़ामोश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गुलज़ार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मसलेहत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मसलेहत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मसलेहत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ख़ैबर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मसलहत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रस्सी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लीजियेगा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लफ़्ज़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रस्सी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ज़ालिम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फ़ातिमातुज़्ज़हरा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खोलने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दीवार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हिलने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छोड़ा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सीधे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क़ब्रे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रोए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तारिख़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जुमला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तवज्जो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फ़रमाईये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पार्टी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ज़ोर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सियाह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सफ़ेद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सफ़ेद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सियाह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अब्दुलमुत्तलीब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जिनमें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अब्दुल्लाह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अब्दुल्लाह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तालिब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क़ब्र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क़त्ल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मिम्बरे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अब्दुल्लाह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तसलीम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अफ़सोस</w:t>
      </w:r>
      <w:r w:rsidRPr="00875EBE">
        <w:rPr>
          <w:cs/>
          <w:lang w:bidi="hi-IN"/>
        </w:rPr>
        <w:t xml:space="preserve">....................... </w:t>
      </w:r>
      <w:r w:rsidRPr="00875EBE">
        <w:rPr>
          <w:rFonts w:hint="cs"/>
          <w:cs/>
          <w:lang w:bidi="hi-IN"/>
        </w:rPr>
        <w:t>सद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अफ़सोस</w:t>
      </w:r>
      <w:r w:rsidRPr="00875EBE">
        <w:rPr>
          <w:cs/>
          <w:lang w:bidi="hi-IN"/>
        </w:rPr>
        <w:t xml:space="preserve"> ............................</w:t>
      </w:r>
      <w:r w:rsidRPr="00875EBE">
        <w:rPr>
          <w:cs/>
          <w:lang w:bidi="hi-IN"/>
        </w:rPr>
        <w:tab/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इन्कार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मक्का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क़राबत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वाक़िफ़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मस्जिद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कसीर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तादाद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पलट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अकरम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कौन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चलो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अच्छा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="001F146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रिश्ते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चाहें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इनकार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बवजूद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सरवरे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काएनात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चचा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</w:t>
      </w:r>
      <w:r w:rsidRPr="00875EBE">
        <w:rPr>
          <w:cs/>
          <w:lang w:bidi="hi-IN"/>
        </w:rPr>
        <w:t xml:space="preserve"> ं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सहाबी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कैसे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नाज़ुक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मौक़े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पोलीसी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ख़ामोशी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ज़िन्दा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वरना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रसूलउल्लाह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मानते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क़ाबिल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तिलाफी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नुकसान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पहुँचाता</w:t>
      </w:r>
      <w:r>
        <w:rPr>
          <w:lang w:bidi="hi-IN"/>
        </w:rPr>
        <w:t>?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दुनिया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चौदह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सौ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मालूम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आली</w:t>
      </w:r>
      <w:r w:rsidRPr="00875EBE">
        <w:rPr>
          <w:cs/>
          <w:lang w:bidi="hi-IN"/>
        </w:rPr>
        <w:t xml:space="preserve">!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चौदह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सौ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ख़्याली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घोड़े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दौड़ाईये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तजज़िया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कीजिए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मसाएल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अन्दाज़ा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बैत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मोहब्बत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खेल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बचाएगें।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फ़ातिमातुज़्ज़हरा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ख़ामोश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हिस्ट्री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मौजूद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फ़ैसला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बताती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मदीना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ऐलाने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rFonts w:cs="Arial"/>
        </w:rPr>
        <w:t>,</w:t>
      </w:r>
      <w:r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ज़िम्मेदारी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हक़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लीजिये।</w:t>
      </w:r>
    </w:p>
    <w:p w:rsidR="00875EBE" w:rsidRPr="00875EBE" w:rsidRDefault="00875EBE" w:rsidP="001F146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वसीयते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वसीयत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दीनार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फ़लां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यहूदी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ओसामा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तैयारी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ख़र्च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देना।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सवाल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करूं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मोअर्रेख़ीन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धोके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पैदा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ग़ौर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करेंगे।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स्टेट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मालिक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बजट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स्टेट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बजट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बजट।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चलाता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स्टेट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बजट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ज़िम्मेदारी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मुल्क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ग़रीब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मुल्क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मुल्कों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बहैसियत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हैड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आफ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स्टेट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मुल्क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क़र्ज़े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अदाएगी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डिमांड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डिमांड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दूसरे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सद्र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जगह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इक़्तेदार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तवज्जो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कोशिश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मक़सद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जायेगा।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ओसामा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लश्करे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जायदाद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स्टेट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जंजम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क़र्ज़ा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अल्लाह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स्टेट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मालूम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हुआ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सद्र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ख़लीफ़ा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मुक़र्रर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वसीयत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बर्तन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ख़ामोश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इतना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बुखार</w:t>
      </w:r>
      <w:r w:rsidR="001F146E">
        <w:rPr>
          <w:rFonts w:hint="cs"/>
          <w:cs/>
          <w:lang w:bidi="hi-IN"/>
        </w:rPr>
        <w:t>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:-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अज़ीयत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पहुंचाई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अज़ीयत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अज़ीयत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अज़ीयत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‘‘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इसके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मोअर्रिख़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वाक़िये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!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मागंने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चलें।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हूँ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जाएं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उनके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दुखायें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लेकिन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कहेंगे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ऊपर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ज़िम्मेदारी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रहमतुल्लि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आलमीन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देतीं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समझ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आती।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फ़र्ज़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कीजिए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नाराज़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पचास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दिरहम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आगे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दीजिये।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होगी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पचास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दिरहम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हाथ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रखीये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मागिये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शायद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गुंजाईश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निकल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अगर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दिरहम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दिखाओ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जाओ</w:t>
      </w:r>
      <w:r>
        <w:rPr>
          <w:lang w:bidi="hi-IN"/>
        </w:rPr>
        <w:t>?</w:t>
      </w:r>
      <w:r w:rsidRPr="00875EBE">
        <w:rPr>
          <w:rFonts w:cs="Arial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अमीरूल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मोमेनीन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दरवाज़े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लोग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माफ़ी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मांगने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बैठीं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उन्होंने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अस्सलामुन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अलैयकुम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बिन्ते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रसूलिल्लाह</w:t>
      </w:r>
      <w:r w:rsidRPr="00875EBE">
        <w:rPr>
          <w:rFonts w:cs="Arial"/>
        </w:rPr>
        <w:t xml:space="preserve">, ‘‘ </w:t>
      </w:r>
      <w:r w:rsidRPr="00875EBE">
        <w:rPr>
          <w:rFonts w:hint="cs"/>
          <w:cs/>
          <w:lang w:bidi="hi-IN"/>
        </w:rPr>
        <w:t>आप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 xml:space="preserve">’’ </w:t>
      </w:r>
      <w:r w:rsidRPr="00875EBE">
        <w:rPr>
          <w:rFonts w:hint="cs"/>
          <w:cs/>
          <w:lang w:bidi="hi-IN"/>
        </w:rPr>
        <w:t>पर्दे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पीछे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पेचीदा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लिखती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ज़हरा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दिया।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ख़ातूने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जन्नत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तर्क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गुनाहगार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तत्हीर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 w:rsidRPr="00875EBE">
        <w:rPr>
          <w:cs/>
          <w:lang w:bidi="hi-IN"/>
        </w:rPr>
        <w:t>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गुनाह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t>सलाम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क़ानून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बदलेगा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हलाल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फ़रमा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हलाल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रहेगा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मोहम्मद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हराम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क़यामत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हराम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रहेगा।</w:t>
      </w:r>
    </w:p>
    <w:p w:rsidR="00875EBE" w:rsidRPr="00875EBE" w:rsidRDefault="00875EBE" w:rsidP="00875EBE">
      <w:pPr>
        <w:pStyle w:val="libNormal"/>
        <w:rPr>
          <w:rFonts w:cs="Arial"/>
        </w:rPr>
      </w:pPr>
      <w:r w:rsidRPr="00875EBE">
        <w:rPr>
          <w:rFonts w:hint="cs"/>
          <w:cs/>
          <w:lang w:bidi="hi-IN"/>
        </w:rPr>
        <w:lastRenderedPageBreak/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आदमी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क़ानून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सकता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शशो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पन्ज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शुरू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ऐ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बेटी</w:t>
      </w:r>
      <w:r w:rsidRPr="00875EBE">
        <w:rPr>
          <w:cs/>
          <w:lang w:bidi="hi-IN"/>
        </w:rPr>
        <w:t xml:space="preserve"> ! </w:t>
      </w:r>
      <w:r w:rsidRPr="00875EBE">
        <w:rPr>
          <w:rFonts w:hint="cs"/>
          <w:cs/>
          <w:lang w:bidi="hi-IN"/>
        </w:rPr>
        <w:t>हम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आपके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पके</w:t>
      </w:r>
      <w:r w:rsidRPr="00875EBE">
        <w:rPr>
          <w:rFonts w:cs="Arial"/>
        </w:rPr>
        <w:t xml:space="preserve">, </w:t>
      </w:r>
      <w:r w:rsidRPr="00875EBE">
        <w:rPr>
          <w:rFonts w:hint="cs"/>
          <w:cs/>
          <w:lang w:bidi="hi-IN"/>
        </w:rPr>
        <w:t>बस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अन्दर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आवाज़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आयी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दोनों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अपने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हदीस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सुनाऊं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तुम्हे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क़सम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पूछती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बाप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</w:t>
      </w:r>
      <w:r w:rsidRPr="00875EBE">
        <w:rPr>
          <w:rFonts w:cs="Arial"/>
        </w:rPr>
        <w:t xml:space="preserve">, ‘‘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टुकड़ा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सताया</w:t>
      </w:r>
      <w:r w:rsidRPr="00875EBE">
        <w:rPr>
          <w:cs/>
          <w:lang w:bidi="hi-IN"/>
        </w:rPr>
        <w:t xml:space="preserve"> </w:t>
      </w:r>
      <w:r w:rsidRPr="00875EBE">
        <w:rPr>
          <w:rFonts w:cs="Arial"/>
        </w:rPr>
        <w:t>’’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हमने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सुना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कहा</w:t>
      </w:r>
      <w:r w:rsidRPr="00875EBE">
        <w:rPr>
          <w:cs/>
          <w:lang w:bidi="hi-IN"/>
        </w:rPr>
        <w:t xml:space="preserve">: </w:t>
      </w:r>
      <w:r w:rsidRPr="00875EBE">
        <w:rPr>
          <w:rFonts w:hint="cs"/>
          <w:cs/>
          <w:lang w:bidi="hi-IN"/>
        </w:rPr>
        <w:t>बस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मलाएका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गवाह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करती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हूं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तुमने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मुझे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हज़राते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मोहतरम</w:t>
      </w:r>
      <w:r w:rsidRPr="00875EBE">
        <w:rPr>
          <w:cs/>
          <w:lang w:bidi="hi-IN"/>
        </w:rPr>
        <w:t xml:space="preserve">! </w:t>
      </w:r>
      <w:r w:rsidRPr="00875EBE">
        <w:rPr>
          <w:rFonts w:hint="cs"/>
          <w:cs/>
          <w:lang w:bidi="hi-IN"/>
        </w:rPr>
        <w:t>मसला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फ़ातिमा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उसने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जिसने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सताया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दाएरा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ए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इस्लाम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खारिज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और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जवाबे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सलाम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मुसलमान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वाजिब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है।</w:t>
      </w:r>
      <w:r w:rsidRPr="00875EBE">
        <w:rPr>
          <w:cs/>
          <w:lang w:bidi="hi-IN"/>
        </w:rPr>
        <w:t xml:space="preserve"> </w:t>
      </w:r>
    </w:p>
    <w:p w:rsidR="00875EBE" w:rsidRDefault="00875EBE" w:rsidP="00875EBE">
      <w:pPr>
        <w:pStyle w:val="libNormal"/>
      </w:pPr>
      <w:r w:rsidRPr="00875EBE">
        <w:rPr>
          <w:rFonts w:hint="cs"/>
          <w:cs/>
          <w:lang w:bidi="hi-IN"/>
        </w:rPr>
        <w:t>जिन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रसूल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गुज़र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ख़ुदा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क़सम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साबित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पाते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क्यों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तारीख़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धांधलियां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आज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तक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जारी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हैं।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इब्ने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ज़ाहिर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सारे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हालात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इस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हुसैन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दिन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पहर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कु़रबानी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है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कुछ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गुन्जाइश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गई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असग़र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गले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तीर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लगा।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किसी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कहने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लिये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रह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गया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कि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अली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अकबर</w:t>
      </w:r>
      <w:r w:rsidRPr="00875EBE">
        <w:rPr>
          <w:cs/>
          <w:lang w:bidi="hi-IN"/>
        </w:rPr>
        <w:t xml:space="preserve"> (</w:t>
      </w:r>
      <w:r w:rsidRPr="00875EBE">
        <w:rPr>
          <w:rFonts w:hint="cs"/>
          <w:cs/>
          <w:lang w:bidi="hi-IN"/>
        </w:rPr>
        <w:t>अ</w:t>
      </w:r>
      <w:r w:rsidRPr="00875EBE">
        <w:rPr>
          <w:cs/>
          <w:lang w:bidi="hi-IN"/>
        </w:rPr>
        <w:t>.</w:t>
      </w:r>
      <w:r w:rsidRPr="00875EBE">
        <w:rPr>
          <w:rFonts w:hint="cs"/>
          <w:cs/>
          <w:lang w:bidi="hi-IN"/>
        </w:rPr>
        <w:t>स</w:t>
      </w:r>
      <w:r w:rsidRPr="00875EBE">
        <w:rPr>
          <w:cs/>
          <w:lang w:bidi="hi-IN"/>
        </w:rPr>
        <w:t xml:space="preserve">.) </w:t>
      </w:r>
      <w:r w:rsidRPr="00875EBE">
        <w:rPr>
          <w:rFonts w:hint="cs"/>
          <w:cs/>
          <w:lang w:bidi="hi-IN"/>
        </w:rPr>
        <w:t>के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सीने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पर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बरछी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नहीं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लगी।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lastRenderedPageBreak/>
        <w:t>यह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दुश्मनी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शोला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जो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वहां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भड़का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अब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पूरी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आब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व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ताब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से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मैदाने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करबला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में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फैल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चुका</w:t>
      </w:r>
      <w:r w:rsidRPr="00875EBE">
        <w:rPr>
          <w:cs/>
          <w:lang w:bidi="hi-IN"/>
        </w:rPr>
        <w:t xml:space="preserve"> </w:t>
      </w:r>
      <w:r w:rsidRPr="00875EBE">
        <w:rPr>
          <w:rFonts w:hint="cs"/>
          <w:cs/>
          <w:lang w:bidi="hi-IN"/>
        </w:rPr>
        <w:t>था।</w:t>
      </w:r>
    </w:p>
    <w:p w:rsidR="001F146E" w:rsidRPr="001F146E" w:rsidRDefault="002657C0" w:rsidP="002657C0">
      <w:pPr>
        <w:pStyle w:val="libLine"/>
      </w:pPr>
      <w:r w:rsidRPr="002657C0">
        <w:t>[[</w:t>
      </w:r>
      <w:r w:rsidRPr="002657C0">
        <w:rPr>
          <w:rFonts w:hint="cs"/>
          <w:cs/>
          <w:lang w:bidi="hi-IN"/>
        </w:rPr>
        <w:t>अलहम्दो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लिल्लाह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किताब</w:t>
      </w:r>
      <w:r w:rsidRPr="002657C0">
        <w:rPr>
          <w:cs/>
          <w:lang w:bidi="hi-IN"/>
        </w:rPr>
        <w:t xml:space="preserve"> (</w:t>
      </w:r>
      <w:r w:rsidRPr="002657C0">
        <w:rPr>
          <w:rFonts w:hint="cs"/>
          <w:cs/>
          <w:lang w:bidi="hi-IN"/>
        </w:rPr>
        <w:t>अली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अलैहिस्सलाम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से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दुश्मनी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क्यो</w:t>
      </w:r>
      <w:r w:rsidRPr="002657C0">
        <w:rPr>
          <w:cs/>
          <w:lang w:bidi="hi-IN"/>
        </w:rPr>
        <w:t xml:space="preserve">) </w:t>
      </w:r>
      <w:r w:rsidRPr="002657C0">
        <w:rPr>
          <w:rFonts w:hint="cs"/>
          <w:cs/>
          <w:lang w:bidi="hi-IN"/>
        </w:rPr>
        <w:t>पूरी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टाईप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गई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खुदा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वंदे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आलम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से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दुआगौ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हुं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हमारे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अमल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कुबुल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फरमाऐ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और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इमाम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हुसैन</w:t>
      </w:r>
      <w:r w:rsidRPr="002657C0">
        <w:rPr>
          <w:cs/>
          <w:lang w:bidi="hi-IN"/>
        </w:rPr>
        <w:t xml:space="preserve"> (</w:t>
      </w:r>
      <w:r w:rsidRPr="002657C0">
        <w:rPr>
          <w:rFonts w:hint="cs"/>
          <w:cs/>
          <w:lang w:bidi="hi-IN"/>
        </w:rPr>
        <w:t>अ</w:t>
      </w:r>
      <w:r w:rsidRPr="002657C0">
        <w:rPr>
          <w:cs/>
          <w:lang w:bidi="hi-IN"/>
        </w:rPr>
        <w:t xml:space="preserve">.) </w:t>
      </w:r>
      <w:r w:rsidRPr="002657C0">
        <w:rPr>
          <w:rFonts w:hint="cs"/>
          <w:cs/>
          <w:lang w:bidi="hi-IN"/>
        </w:rPr>
        <w:t>फाउनडेशन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तरक्की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इनायत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फरमाए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जिन्होने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किताब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अपनी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साइट</w:t>
      </w:r>
      <w:r w:rsidRPr="002657C0">
        <w:rPr>
          <w:cs/>
          <w:lang w:bidi="hi-IN"/>
        </w:rPr>
        <w:t xml:space="preserve"> (</w:t>
      </w:r>
      <w:r w:rsidRPr="002657C0">
        <w:rPr>
          <w:rFonts w:hint="cs"/>
          <w:cs/>
          <w:lang w:bidi="hi-IN"/>
        </w:rPr>
        <w:t>अलहसनैन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इस्लामी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नेटवर्क</w:t>
      </w:r>
      <w:r w:rsidRPr="002657C0">
        <w:rPr>
          <w:cs/>
          <w:lang w:bidi="hi-IN"/>
        </w:rPr>
        <w:t xml:space="preserve">) </w:t>
      </w:r>
      <w:r w:rsidRPr="002657C0">
        <w:rPr>
          <w:rFonts w:hint="cs"/>
          <w:cs/>
          <w:lang w:bidi="hi-IN"/>
        </w:rPr>
        <w:t>के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लिऐ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टाइप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कराया।</w:t>
      </w:r>
      <w:r w:rsidRPr="002657C0">
        <w:rPr>
          <w:cs/>
          <w:lang w:bidi="hi-IN"/>
        </w:rPr>
        <w:t xml:space="preserve"> </w:t>
      </w:r>
      <w:r w:rsidRPr="002657C0">
        <w:t>17.6.2017</w:t>
      </w:r>
      <w:r w:rsidR="001F146E" w:rsidRPr="001F146E">
        <w:rPr>
          <w:rFonts w:eastAsia="Calibri"/>
        </w:rPr>
        <w:br w:type="page"/>
      </w:r>
    </w:p>
    <w:sdt>
      <w:sdt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  <w:id w:val="106343797"/>
        <w:docPartObj>
          <w:docPartGallery w:val="Table of Contents"/>
          <w:docPartUnique/>
        </w:docPartObj>
      </w:sdtPr>
      <w:sdtContent>
        <w:p w:rsidR="005B0FBC" w:rsidRDefault="00105A3E">
          <w:pPr>
            <w:pStyle w:val="TOCHeading"/>
            <w:rPr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2657C0" w:rsidRDefault="004F23D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4F23D3">
            <w:fldChar w:fldCharType="begin"/>
          </w:r>
          <w:r w:rsidR="005B0FBC">
            <w:instrText xml:space="preserve"> TOC \o "1-3" \h \z \u </w:instrText>
          </w:r>
          <w:r w:rsidRPr="004F23D3">
            <w:fldChar w:fldCharType="separate"/>
          </w:r>
          <w:hyperlink w:anchor="_Toc485507485" w:history="1">
            <w:r w:rsidR="002657C0"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हरफ़े</w:t>
            </w:r>
            <w:r w:rsidR="002657C0"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2657C0"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अव्वल</w:t>
            </w:r>
            <w:r w:rsidR="002657C0">
              <w:rPr>
                <w:noProof/>
                <w:webHidden/>
              </w:rPr>
              <w:tab/>
            </w:r>
            <w:r w:rsidR="002657C0">
              <w:rPr>
                <w:noProof/>
                <w:webHidden/>
              </w:rPr>
              <w:fldChar w:fldCharType="begin"/>
            </w:r>
            <w:r w:rsidR="002657C0">
              <w:rPr>
                <w:noProof/>
                <w:webHidden/>
              </w:rPr>
              <w:instrText xml:space="preserve"> PAGEREF _Toc485507485 \h </w:instrText>
            </w:r>
            <w:r w:rsidR="002657C0">
              <w:rPr>
                <w:noProof/>
                <w:webHidden/>
              </w:rPr>
            </w:r>
            <w:r w:rsidR="002657C0">
              <w:rPr>
                <w:noProof/>
                <w:webHidden/>
              </w:rPr>
              <w:fldChar w:fldCharType="separate"/>
            </w:r>
            <w:r w:rsidR="002657C0">
              <w:rPr>
                <w:noProof/>
                <w:webHidden/>
              </w:rPr>
              <w:t>2</w:t>
            </w:r>
            <w:r w:rsidR="002657C0"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86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मुनाजाते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बारगाहे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परवरदिगार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87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पहली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दावत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88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कुफ़्फ़ार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हंगामी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इजलास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89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हिजरते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मदीना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0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बद्र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मैदान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1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सैफ़ुल्लाह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2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हिन्दा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कलेजा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हमज़ा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3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ख़न्दक़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तैयारिया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4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अबु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सुफ़ियान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जद्दो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जहद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5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शेर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हैं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6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मुक़द्दर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7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मक्का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मुसलमान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हो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गया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8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अज्रे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रिसालत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499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मुख़ालिफ़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कौन</w:t>
            </w:r>
            <w:r w:rsidRPr="00FF081A">
              <w:rPr>
                <w:rStyle w:val="Hyperlink"/>
                <w:noProof/>
                <w:lang w:bidi="hi-IN"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500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दुश्मनी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अस्बाब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501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ग़दीरे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ख़ुम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502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रसूल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विसाल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503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फ़ातिमा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हक़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इन्कार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504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गले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रस्सी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C0" w:rsidRDefault="002657C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507505" w:history="1"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मसलहते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इलाही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FF081A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FF081A">
              <w:rPr>
                <w:rStyle w:val="Hyperlink"/>
                <w:rFonts w:cs="Mangal" w:hint="cs"/>
                <w:noProof/>
                <w:cs/>
                <w:lang w:bidi="hi-IN"/>
              </w:rPr>
              <w:t>थी</w:t>
            </w:r>
            <w:r w:rsidRPr="00FF081A">
              <w:rPr>
                <w:rStyle w:val="Hyperlink"/>
                <w:noProof/>
                <w:lang w:bidi="hi-IN"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_Toc485507505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0FBC" w:rsidRDefault="004F23D3">
          <w:r>
            <w:fldChar w:fldCharType="end"/>
          </w:r>
        </w:p>
      </w:sdtContent>
    </w:sdt>
    <w:p w:rsidR="005B0FBC" w:rsidRPr="00A62D76" w:rsidRDefault="005B0FBC" w:rsidP="005B0FBC">
      <w:pPr>
        <w:pStyle w:val="libNormal"/>
        <w:rPr>
          <w:rtl/>
          <w:cs/>
        </w:rPr>
      </w:pPr>
    </w:p>
    <w:sectPr w:rsidR="005B0FBC" w:rsidRPr="00A62D76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521" w:rsidRDefault="002D7521" w:rsidP="008B7801">
      <w:pPr>
        <w:spacing w:after="0" w:line="240" w:lineRule="auto"/>
      </w:pPr>
      <w:r>
        <w:separator/>
      </w:r>
    </w:p>
  </w:endnote>
  <w:endnote w:type="continuationSeparator" w:id="0">
    <w:p w:rsidR="002D7521" w:rsidRDefault="002D7521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8D1" w:rsidRDefault="00DB38D1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2657C0">
      <w:rPr>
        <w:rFonts w:ascii="SutonnyMJ" w:hAnsi="SutonnyMJ" w:cs="SutonnyMJ"/>
        <w:noProof/>
      </w:rPr>
      <w:t>133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521" w:rsidRDefault="002D7521" w:rsidP="008B7801">
      <w:pPr>
        <w:spacing w:after="0" w:line="240" w:lineRule="auto"/>
      </w:pPr>
      <w:r>
        <w:separator/>
      </w:r>
    </w:p>
  </w:footnote>
  <w:footnote w:type="continuationSeparator" w:id="0">
    <w:p w:rsidR="002D7521" w:rsidRDefault="002D7521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8150F"/>
    <w:rsid w:val="00007817"/>
    <w:rsid w:val="00017F8E"/>
    <w:rsid w:val="00041E80"/>
    <w:rsid w:val="00043999"/>
    <w:rsid w:val="000451DA"/>
    <w:rsid w:val="0007490F"/>
    <w:rsid w:val="000821E1"/>
    <w:rsid w:val="000A16E2"/>
    <w:rsid w:val="000A787D"/>
    <w:rsid w:val="000D0FC8"/>
    <w:rsid w:val="000D3139"/>
    <w:rsid w:val="000D641E"/>
    <w:rsid w:val="000E6001"/>
    <w:rsid w:val="00105A3E"/>
    <w:rsid w:val="00112743"/>
    <w:rsid w:val="00137658"/>
    <w:rsid w:val="001652D2"/>
    <w:rsid w:val="00166B2A"/>
    <w:rsid w:val="0016774F"/>
    <w:rsid w:val="001829DB"/>
    <w:rsid w:val="001A0CC2"/>
    <w:rsid w:val="001A3437"/>
    <w:rsid w:val="001C49F5"/>
    <w:rsid w:val="001F146E"/>
    <w:rsid w:val="001F5D63"/>
    <w:rsid w:val="0020120B"/>
    <w:rsid w:val="00202634"/>
    <w:rsid w:val="00207CEC"/>
    <w:rsid w:val="0021625C"/>
    <w:rsid w:val="002172FF"/>
    <w:rsid w:val="00235071"/>
    <w:rsid w:val="002657C0"/>
    <w:rsid w:val="00266853"/>
    <w:rsid w:val="00275890"/>
    <w:rsid w:val="00277517"/>
    <w:rsid w:val="00280632"/>
    <w:rsid w:val="0028094A"/>
    <w:rsid w:val="0028663A"/>
    <w:rsid w:val="00292BC3"/>
    <w:rsid w:val="00296130"/>
    <w:rsid w:val="002A5FAC"/>
    <w:rsid w:val="002B6ACF"/>
    <w:rsid w:val="002B709B"/>
    <w:rsid w:val="002C1B77"/>
    <w:rsid w:val="002D15B8"/>
    <w:rsid w:val="002D2BC1"/>
    <w:rsid w:val="002D7521"/>
    <w:rsid w:val="002E4766"/>
    <w:rsid w:val="00304CCF"/>
    <w:rsid w:val="003137DA"/>
    <w:rsid w:val="003277AE"/>
    <w:rsid w:val="00327E10"/>
    <w:rsid w:val="00331D48"/>
    <w:rsid w:val="0033697A"/>
    <w:rsid w:val="00376475"/>
    <w:rsid w:val="00385BC7"/>
    <w:rsid w:val="003A1605"/>
    <w:rsid w:val="003A380C"/>
    <w:rsid w:val="003E4BC2"/>
    <w:rsid w:val="003E6793"/>
    <w:rsid w:val="00406D51"/>
    <w:rsid w:val="00466FB5"/>
    <w:rsid w:val="0048150F"/>
    <w:rsid w:val="00495B54"/>
    <w:rsid w:val="004A56BA"/>
    <w:rsid w:val="004C57A4"/>
    <w:rsid w:val="004D6143"/>
    <w:rsid w:val="004D783B"/>
    <w:rsid w:val="004E1F6D"/>
    <w:rsid w:val="004E6557"/>
    <w:rsid w:val="004E710D"/>
    <w:rsid w:val="004F23D3"/>
    <w:rsid w:val="00506800"/>
    <w:rsid w:val="0053165C"/>
    <w:rsid w:val="005337F7"/>
    <w:rsid w:val="00544132"/>
    <w:rsid w:val="00553605"/>
    <w:rsid w:val="0056112A"/>
    <w:rsid w:val="00580F04"/>
    <w:rsid w:val="00581C01"/>
    <w:rsid w:val="00584195"/>
    <w:rsid w:val="005862E0"/>
    <w:rsid w:val="00593844"/>
    <w:rsid w:val="0059796A"/>
    <w:rsid w:val="005B0FBC"/>
    <w:rsid w:val="005B2471"/>
    <w:rsid w:val="005B568F"/>
    <w:rsid w:val="005B7D24"/>
    <w:rsid w:val="005D2D86"/>
    <w:rsid w:val="005D3333"/>
    <w:rsid w:val="005E1043"/>
    <w:rsid w:val="0061174D"/>
    <w:rsid w:val="00641F16"/>
    <w:rsid w:val="00650534"/>
    <w:rsid w:val="00663BEC"/>
    <w:rsid w:val="006746F0"/>
    <w:rsid w:val="006877F6"/>
    <w:rsid w:val="00690232"/>
    <w:rsid w:val="00690B60"/>
    <w:rsid w:val="006A5305"/>
    <w:rsid w:val="006B240B"/>
    <w:rsid w:val="006C230E"/>
    <w:rsid w:val="006D197A"/>
    <w:rsid w:val="006F73E6"/>
    <w:rsid w:val="0070563E"/>
    <w:rsid w:val="00707890"/>
    <w:rsid w:val="0071325E"/>
    <w:rsid w:val="00714388"/>
    <w:rsid w:val="007243F7"/>
    <w:rsid w:val="00733E6E"/>
    <w:rsid w:val="0075520E"/>
    <w:rsid w:val="0076100E"/>
    <w:rsid w:val="007719FE"/>
    <w:rsid w:val="00776659"/>
    <w:rsid w:val="00780F9A"/>
    <w:rsid w:val="007A740B"/>
    <w:rsid w:val="007B649B"/>
    <w:rsid w:val="007C711A"/>
    <w:rsid w:val="007D0C93"/>
    <w:rsid w:val="007E3A6A"/>
    <w:rsid w:val="00840C16"/>
    <w:rsid w:val="008521C9"/>
    <w:rsid w:val="00870944"/>
    <w:rsid w:val="008715EA"/>
    <w:rsid w:val="00875EBE"/>
    <w:rsid w:val="00884972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117EC"/>
    <w:rsid w:val="00932A77"/>
    <w:rsid w:val="00934323"/>
    <w:rsid w:val="0094613E"/>
    <w:rsid w:val="0094696C"/>
    <w:rsid w:val="00961F33"/>
    <w:rsid w:val="00976CDC"/>
    <w:rsid w:val="00991F81"/>
    <w:rsid w:val="00992F23"/>
    <w:rsid w:val="00A069B8"/>
    <w:rsid w:val="00A07514"/>
    <w:rsid w:val="00A07CA6"/>
    <w:rsid w:val="00A2744B"/>
    <w:rsid w:val="00A32F52"/>
    <w:rsid w:val="00A357FF"/>
    <w:rsid w:val="00A455D0"/>
    <w:rsid w:val="00A555DC"/>
    <w:rsid w:val="00A560EA"/>
    <w:rsid w:val="00A62D76"/>
    <w:rsid w:val="00A73C64"/>
    <w:rsid w:val="00A77675"/>
    <w:rsid w:val="00A77932"/>
    <w:rsid w:val="00A82FC6"/>
    <w:rsid w:val="00A9511C"/>
    <w:rsid w:val="00AA7385"/>
    <w:rsid w:val="00AB18E8"/>
    <w:rsid w:val="00AB6543"/>
    <w:rsid w:val="00B12C60"/>
    <w:rsid w:val="00B22407"/>
    <w:rsid w:val="00B3251F"/>
    <w:rsid w:val="00B34C00"/>
    <w:rsid w:val="00B72F9C"/>
    <w:rsid w:val="00BA3A6E"/>
    <w:rsid w:val="00BC4A6D"/>
    <w:rsid w:val="00BD2034"/>
    <w:rsid w:val="00BE1409"/>
    <w:rsid w:val="00BE360D"/>
    <w:rsid w:val="00C2470C"/>
    <w:rsid w:val="00C25C33"/>
    <w:rsid w:val="00C303C9"/>
    <w:rsid w:val="00C332AE"/>
    <w:rsid w:val="00C436E2"/>
    <w:rsid w:val="00C43F9B"/>
    <w:rsid w:val="00C53098"/>
    <w:rsid w:val="00C539D3"/>
    <w:rsid w:val="00C56204"/>
    <w:rsid w:val="00C60BAA"/>
    <w:rsid w:val="00C747C4"/>
    <w:rsid w:val="00C966ED"/>
    <w:rsid w:val="00CA0F1B"/>
    <w:rsid w:val="00CB1DE2"/>
    <w:rsid w:val="00CB2CAE"/>
    <w:rsid w:val="00CC48FE"/>
    <w:rsid w:val="00CD6645"/>
    <w:rsid w:val="00CE088A"/>
    <w:rsid w:val="00CE09E4"/>
    <w:rsid w:val="00CE5C16"/>
    <w:rsid w:val="00CF7EA6"/>
    <w:rsid w:val="00D02065"/>
    <w:rsid w:val="00D44DB1"/>
    <w:rsid w:val="00D450D2"/>
    <w:rsid w:val="00D457C0"/>
    <w:rsid w:val="00D7533E"/>
    <w:rsid w:val="00D822B6"/>
    <w:rsid w:val="00D94704"/>
    <w:rsid w:val="00D970EB"/>
    <w:rsid w:val="00DA0646"/>
    <w:rsid w:val="00DA5618"/>
    <w:rsid w:val="00DB0CD5"/>
    <w:rsid w:val="00DB38D1"/>
    <w:rsid w:val="00DD52E9"/>
    <w:rsid w:val="00DD7EF1"/>
    <w:rsid w:val="00DE13E6"/>
    <w:rsid w:val="00DE7D70"/>
    <w:rsid w:val="00DF0DAD"/>
    <w:rsid w:val="00DF1559"/>
    <w:rsid w:val="00E21BCB"/>
    <w:rsid w:val="00E2613F"/>
    <w:rsid w:val="00E30987"/>
    <w:rsid w:val="00E32589"/>
    <w:rsid w:val="00E33510"/>
    <w:rsid w:val="00E35DBB"/>
    <w:rsid w:val="00E400A5"/>
    <w:rsid w:val="00E51F4C"/>
    <w:rsid w:val="00E52113"/>
    <w:rsid w:val="00E61F44"/>
    <w:rsid w:val="00E82A24"/>
    <w:rsid w:val="00E84EB1"/>
    <w:rsid w:val="00E9343A"/>
    <w:rsid w:val="00EA6470"/>
    <w:rsid w:val="00EB08B0"/>
    <w:rsid w:val="00EB136D"/>
    <w:rsid w:val="00EB1BF3"/>
    <w:rsid w:val="00EC4B61"/>
    <w:rsid w:val="00EC59F9"/>
    <w:rsid w:val="00ED0C42"/>
    <w:rsid w:val="00F0394E"/>
    <w:rsid w:val="00F11A1C"/>
    <w:rsid w:val="00F20557"/>
    <w:rsid w:val="00F2413E"/>
    <w:rsid w:val="00F25523"/>
    <w:rsid w:val="00F25B39"/>
    <w:rsid w:val="00F46E01"/>
    <w:rsid w:val="00F525D6"/>
    <w:rsid w:val="00F5263F"/>
    <w:rsid w:val="00F538E3"/>
    <w:rsid w:val="00F578A8"/>
    <w:rsid w:val="00F74171"/>
    <w:rsid w:val="00F82475"/>
    <w:rsid w:val="00F860D8"/>
    <w:rsid w:val="00F91E16"/>
    <w:rsid w:val="00FA2BBB"/>
    <w:rsid w:val="00FB3623"/>
    <w:rsid w:val="00FD2E0A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i_zam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791E-4AE9-4D25-B50C-8D3C69C2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i_zaman</Template>
  <TotalTime>1</TotalTime>
  <Pages>134</Pages>
  <Words>21203</Words>
  <Characters>120858</Characters>
  <Application>Microsoft Office Word</Application>
  <DocSecurity>0</DocSecurity>
  <Lines>1007</Lines>
  <Paragraphs>283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141778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2016-11-21T11:54:00Z</cp:lastPrinted>
  <dcterms:created xsi:type="dcterms:W3CDTF">2017-06-17T18:34:00Z</dcterms:created>
  <dcterms:modified xsi:type="dcterms:W3CDTF">2017-06-17T18:34:00Z</dcterms:modified>
</cp:coreProperties>
</file>