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AF7" w:rsidRPr="0069778C" w:rsidRDefault="008F4AF7" w:rsidP="0069778C">
      <w:pPr>
        <w:pStyle w:val="Heading1Center"/>
      </w:pPr>
      <w:bookmarkStart w:id="0" w:name="_Toc457825224"/>
      <w:r w:rsidRPr="008F4AF7">
        <w:rPr>
          <w:rFonts w:hint="cs"/>
          <w:cs/>
          <w:lang w:bidi="hi-IN"/>
        </w:rPr>
        <w:t>ग़दीर</w:t>
      </w:r>
      <w:r w:rsidRPr="008F4AF7">
        <w:rPr>
          <w:rtl/>
          <w:cs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rtl/>
          <w:cs/>
        </w:rPr>
        <w:t xml:space="preserve"> </w:t>
      </w:r>
      <w:r w:rsidRPr="008F4AF7">
        <w:rPr>
          <w:rFonts w:hint="cs"/>
          <w:cs/>
          <w:lang w:bidi="hi-IN"/>
        </w:rPr>
        <w:t>वहदते</w:t>
      </w:r>
      <w:r w:rsidRPr="008F4AF7">
        <w:rPr>
          <w:rtl/>
          <w:cs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bookmarkEnd w:id="0"/>
    </w:p>
    <w:p w:rsidR="008F4AF7" w:rsidRPr="00DE0F6F" w:rsidRDefault="008F4AF7" w:rsidP="0069778C">
      <w:pPr>
        <w:pStyle w:val="libCenterBold2"/>
      </w:pPr>
      <w:r w:rsidRPr="008F4AF7">
        <w:rPr>
          <w:rFonts w:hint="cs"/>
          <w:cs/>
          <w:lang w:bidi="hi-IN"/>
        </w:rPr>
        <w:t>उर्दू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तर्जुमाः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इक़बाल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हैदरी</w:t>
      </w:r>
    </w:p>
    <w:p w:rsidR="008F4AF7" w:rsidRPr="00DE0F6F" w:rsidRDefault="008F4AF7" w:rsidP="0069778C">
      <w:pPr>
        <w:pStyle w:val="libCenterBold2"/>
      </w:pPr>
      <w:r w:rsidRPr="008F4AF7">
        <w:rPr>
          <w:rFonts w:hint="cs"/>
          <w:cs/>
          <w:lang w:bidi="hi-IN"/>
        </w:rPr>
        <w:t>हिन्दी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टाइपः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सैय्यद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एजाज़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मूसवी</w:t>
      </w:r>
    </w:p>
    <w:p w:rsidR="008F4AF7" w:rsidRPr="00E47180" w:rsidRDefault="008F4AF7" w:rsidP="008F4AF7">
      <w:pPr>
        <w:pStyle w:val="libNormal"/>
      </w:pPr>
    </w:p>
    <w:p w:rsidR="0069778C" w:rsidRPr="0069778C" w:rsidRDefault="0069778C" w:rsidP="0069778C">
      <w:pPr>
        <w:rPr>
          <w:rtl/>
          <w:cs/>
        </w:rPr>
      </w:pPr>
      <w:r>
        <w:rPr>
          <w:cs/>
          <w:lang w:bidi="hi-IN"/>
        </w:rPr>
        <w:br w:type="page"/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असरे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अलैहिस्सलाम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बेफ़ायदा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नुक़सानदेह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सदियाँ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सल्ललाहो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आलिहि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वसल्लम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E47180">
        <w:t xml:space="preserve">?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नताइज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बरपा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इख़्तेलाफ़ी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>?.....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लुत्फ़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"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"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1D08AD" w:rsidRDefault="001D08AD" w:rsidP="0069778C">
      <w:pPr>
        <w:pStyle w:val="Heading1"/>
      </w:pPr>
    </w:p>
    <w:p w:rsidR="001D08AD" w:rsidRDefault="001D08AD" w:rsidP="0069778C">
      <w:pPr>
        <w:pStyle w:val="Heading1"/>
      </w:pPr>
      <w:bookmarkStart w:id="1" w:name="_Toc457825225"/>
      <w:r w:rsidRPr="00735514">
        <w:t xml:space="preserve">1. </w:t>
      </w:r>
      <w:r w:rsidRPr="00735514">
        <w:tab/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ह़कीक़त</w:t>
      </w:r>
      <w:bookmarkEnd w:id="1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इस्तेलाहें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क़ुर्बान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महफ़ूज़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हनीफ़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हक़ीक़ी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फैलाने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मुशतरक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नाबूद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मुत्तहिद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पुश्त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मुसल्लम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हक़ायक़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हक़ायक़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क़ुर्बान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मुम्किन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दिखाई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मुसल्लमात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ताविलात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ह़कीक़त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हुक्मरानी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गुरेज़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E47180">
        <w:t>23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रहेगा।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बावजूद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हालाकि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फरमाई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शुब्हे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उठा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मुक़र्रर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फरमायी।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बिल्कुल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नाबूद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मुद्दआ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बर्दाश्त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हौसला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गुफ़तार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मुश्तरक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मुद्दआ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तलहा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ज़ुबैर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ओहदा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सिफ़्फ़ीन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दरमीयान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हज़ारों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हक़ायक़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चश्म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पोशी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मुसल्लम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महफ़ूज़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मुश्तरक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आवाज़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ग़फ़लत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बरतें।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ख़ालिस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ताअस्सुब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परहेज़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सिफ़्फीन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क़ुर्बान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</w:p>
    <w:p w:rsidR="0069778C" w:rsidRDefault="008F4AF7" w:rsidP="008F4AF7">
      <w:pPr>
        <w:pStyle w:val="libNormal"/>
        <w:rPr>
          <w:lang w:bidi="hi-IN"/>
        </w:rPr>
      </w:pP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आशूर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युनिवर्सिटी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="00B42E0E">
        <w:rPr>
          <w:rFonts w:hint="cs"/>
          <w:cs/>
          <w:lang w:bidi="hi-IN"/>
        </w:rPr>
        <w:t>सिक्रेट</w:t>
      </w:r>
      <w:r w:rsidRPr="008F4AF7">
        <w:rPr>
          <w:rFonts w:hint="cs"/>
          <w:cs/>
          <w:lang w:bidi="hi-IN"/>
        </w:rPr>
        <w:t>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अंदीश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तक़रीबे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मज़ाहिब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कमेटी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मंतीक़ी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मज़ाहिब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दरमीयान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नज़िरये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रग़बत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बेफ़ायदा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बुनियाद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असलहे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ख़ुराफ़ात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दानिशवर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दूसरों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सुकून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माहौल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</w:p>
    <w:p w:rsidR="008F4AF7" w:rsidRPr="00E47180" w:rsidRDefault="0069778C" w:rsidP="008F4AF7">
      <w:pPr>
        <w:pStyle w:val="libNormal"/>
      </w:pPr>
      <w:r>
        <w:rPr>
          <w:lang w:bidi="hi-IN"/>
        </w:rPr>
        <w:t>(</w:t>
      </w:r>
      <w:r w:rsidR="008F4AF7" w:rsidRPr="008F4AF7">
        <w:rPr>
          <w:rFonts w:hint="cs"/>
          <w:cs/>
          <w:lang w:bidi="hi-IN"/>
        </w:rPr>
        <w:t>बाज़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ख़्वानी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अंदेश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ए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तक़रीब</w:t>
      </w:r>
      <w:r w:rsidR="008F4AF7" w:rsidRPr="00E47180">
        <w:t xml:space="preserve">, </w:t>
      </w:r>
      <w:r w:rsidR="008F4AF7" w:rsidRPr="008F4AF7">
        <w:rPr>
          <w:rFonts w:hint="cs"/>
          <w:cs/>
          <w:lang w:bidi="hi-IN"/>
        </w:rPr>
        <w:t>इसकंदरी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पेज</w:t>
      </w:r>
      <w:r w:rsidR="008F4AF7" w:rsidRPr="008F4AF7">
        <w:rPr>
          <w:cs/>
          <w:lang w:bidi="hi-IN"/>
        </w:rPr>
        <w:t xml:space="preserve"> </w:t>
      </w:r>
      <w:r w:rsidR="008F4AF7" w:rsidRPr="00E47180">
        <w:t>32)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मुश्तरक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तआवुन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तमस्सुक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शेआर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शहादतैन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लवाज़िमात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ताअस्सुब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ख़ातमे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बरकतों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चश्म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पोशी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सकती।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ताअस्सुब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हक़ायक़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पीछे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ऐतेक़ादी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बुनियाद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चाहे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ताअल्लुक़ात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उलफ़त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बुनियाद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हों।</w:t>
      </w:r>
    </w:p>
    <w:p w:rsidR="001D08AD" w:rsidRDefault="001D08AD" w:rsidP="0069778C">
      <w:pPr>
        <w:pStyle w:val="Heading1"/>
      </w:pPr>
    </w:p>
    <w:p w:rsidR="001D08AD" w:rsidRDefault="001D08AD" w:rsidP="0069778C">
      <w:pPr>
        <w:pStyle w:val="Heading1"/>
      </w:pPr>
      <w:bookmarkStart w:id="2" w:name="_Toc457825226"/>
      <w:r w:rsidRPr="00735514">
        <w:t xml:space="preserve">2. </w:t>
      </w:r>
      <w:r w:rsidRPr="00735514">
        <w:tab/>
      </w:r>
      <w:r w:rsidRPr="008F4AF7">
        <w:rPr>
          <w:rFonts w:hint="cs"/>
          <w:cs/>
          <w:lang w:bidi="hi-IN"/>
        </w:rPr>
        <w:t>हक़ीकी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bookmarkEnd w:id="2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ज़ोर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</w:p>
    <w:p w:rsidR="008F4AF7" w:rsidRPr="00E47180" w:rsidRDefault="008F4AF7" w:rsidP="00DE0F6F">
      <w:pPr>
        <w:pStyle w:val="libNormal"/>
      </w:pPr>
      <w:r w:rsidRPr="00DE0F6F">
        <w:t>.</w:t>
      </w:r>
      <w:r w:rsidRPr="00FD6765">
        <w:rPr>
          <w:rFonts w:ascii="Times New Roman" w:hAnsi="Times New Roman" w:cs="Times New Roman" w:hint="cs"/>
          <w:rtl/>
        </w:rPr>
        <w:t>وَاذْکُرُوا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نِعْمَةَ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اللهِ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عَلَيکُمْ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إِذْ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کُنْتُمْ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اٴَعْدَاءً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فَاٴَلَّفَ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بَينَ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قُلُوبِکُمْ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فَاٴَصْبَحْتُمْ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بِنِعْمَته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إِخْوَانًا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103)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गये।</w:t>
      </w:r>
      <w:r w:rsidRPr="008F4AF7">
        <w:rPr>
          <w:cs/>
          <w:lang w:bidi="hi-IN"/>
        </w:rPr>
        <w:t>)</w:t>
      </w:r>
    </w:p>
    <w:p w:rsidR="008F4AF7" w:rsidRPr="00DE0F6F" w:rsidRDefault="008F4AF7" w:rsidP="00DE0F6F">
      <w:pPr>
        <w:pStyle w:val="libNormal"/>
      </w:pPr>
      <w:r w:rsidRPr="00DE0F6F">
        <w:t xml:space="preserve"> </w:t>
      </w:r>
    </w:p>
    <w:p w:rsidR="008F4AF7" w:rsidRPr="00E47180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وَلاَتَکُونُوا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کَالَّذِينَ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تَفَرَّقُوا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وَاخْتَلَفُوا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مِنْ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بَعْدِ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جَائَهُمُ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الْبَينَاتُ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وَاٴُوْلَئِکَ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لَهُمْ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عَذَابٌ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عَظِيمٌ</w:t>
      </w:r>
    </w:p>
    <w:p w:rsidR="008F4AF7" w:rsidRPr="00E47180" w:rsidRDefault="008F4AF7" w:rsidP="008F4AF7">
      <w:pPr>
        <w:pStyle w:val="libNormal"/>
      </w:pPr>
      <w:r w:rsidRPr="00E47180">
        <w:t>2.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इमरान</w:t>
      </w:r>
      <w:r w:rsidRPr="008F4AF7">
        <w:rPr>
          <w:cs/>
          <w:lang w:bidi="hi-IN"/>
        </w:rPr>
        <w:t xml:space="preserve"> </w:t>
      </w:r>
      <w:r w:rsidRPr="00E47180">
        <w:t xml:space="preserve">105)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तफ़रक़ा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اِنَّمَا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الْمُؤْمِنُونَ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اِخْوَةٌ</w:t>
      </w:r>
      <w:r w:rsidRPr="00E47180">
        <w:rPr>
          <w:rtl/>
        </w:rPr>
        <w:t>3</w:t>
      </w:r>
      <w:r w:rsidRPr="00E47180">
        <w:t>.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 xml:space="preserve">10)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 (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।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اِنَّ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الَّذِينَ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فَرَّقُوا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دِينَهمْ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وَکَانُوا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شِيعًا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لَسْتَ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مِنْهُمْ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فِی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شَیْءٍ</w:t>
      </w:r>
      <w:r w:rsidRPr="00E47180">
        <w:rPr>
          <w:rtl/>
        </w:rPr>
        <w:t>4</w:t>
      </w:r>
      <w:r w:rsidRPr="00E47180">
        <w:t>.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 xml:space="preserve">159)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तफ़रक़ा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टुकड़े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टुकड़े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ताअल्लुक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وَاعْتَصِمُوا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بِحَبْلِ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اللهِ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جَمِيعًا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وَلاَتَفَرَّقُوا</w:t>
      </w:r>
      <w:r w:rsidRPr="00E47180">
        <w:rPr>
          <w:rtl/>
        </w:rPr>
        <w:t>5</w:t>
      </w:r>
      <w:r w:rsidRPr="00E47180">
        <w:t>.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="00B42E0E" w:rsidRPr="00E47180">
        <w:t>103</w:t>
      </w:r>
      <w:r w:rsidRPr="00E47180">
        <w:t xml:space="preserve">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रस्सी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मज़बूती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पकड़े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तफ़रक़ा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।</w:t>
      </w:r>
      <w:r w:rsidRPr="008F4AF7">
        <w:rPr>
          <w:cs/>
          <w:lang w:bidi="hi-IN"/>
        </w:rPr>
        <w:t>)</w:t>
      </w:r>
    </w:p>
    <w:p w:rsidR="008F4AF7" w:rsidRPr="00E47180" w:rsidRDefault="008F4AF7" w:rsidP="0069778C">
      <w:pPr>
        <w:pStyle w:val="libNormal"/>
      </w:pPr>
      <w:r w:rsidRPr="00FD6765">
        <w:rPr>
          <w:rFonts w:ascii="Times New Roman" w:hAnsi="Times New Roman" w:cs="Times New Roman" w:hint="cs"/>
          <w:rtl/>
        </w:rPr>
        <w:t>وَلاَتَنَازَعُوا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فَتَفْشَلُوا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وَتَذْهَبَ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رِيحُکُمْ</w:t>
      </w:r>
      <w:r w:rsidRPr="00E47180">
        <w:rPr>
          <w:rtl/>
        </w:rPr>
        <w:t>6</w:t>
      </w:r>
      <w:r w:rsidRPr="00E47180">
        <w:t>.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अनफ़ाल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 xml:space="preserve">99)  </w:t>
      </w:r>
      <w:r w:rsidR="0069778C" w:rsidRPr="00E47180">
        <w:tab/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कमज़ोर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बिगड़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जायेगी।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اِنَّ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هَذِه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اٴُمَّتُکُمْ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اٴُمَّةً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وَاحِدَةً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وَاٴَنَا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رَبُّکُمْ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فَاعْبُدُونِ</w:t>
      </w:r>
      <w:r w:rsidRPr="00E47180">
        <w:rPr>
          <w:rtl/>
        </w:rPr>
        <w:t>7</w:t>
      </w:r>
      <w:r w:rsidRPr="00E47180">
        <w:t>.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 xml:space="preserve">92)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करो।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बावजूद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ज़ोर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बेहूदा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बेफ़ायदा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तन्हा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वुजूह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वुजूह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आसमानी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</w:p>
    <w:p w:rsidR="008F4AF7" w:rsidRPr="00E47180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وَمِنْ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قَبْلِه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کِتَابُ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مُوسَی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اِمَامًا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وَرَحْمَةً</w:t>
      </w: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 xml:space="preserve">17)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B42E0E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थी।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सुहुफ़े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FD6765">
        <w:rPr>
          <w:rFonts w:ascii="Times New Roman" w:hAnsi="Times New Roman" w:cs="Times New Roman" w:hint="cs"/>
          <w:rtl/>
        </w:rPr>
        <w:t>صُحُفِ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ابرَاهيمَ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مُوسی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 xml:space="preserve">19)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 (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सहीफ़ों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सहीफ़ो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।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इक्तिफ़ा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नातिक़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तआरुफ़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</w:p>
    <w:p w:rsidR="008F4AF7" w:rsidRPr="00E47180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وَاِذْ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ابْتَلَی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اِبْرَاهِيمَ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رَبُّهُ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بِکَلِمَاتٍ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فَاٴَتَمَّهُنَّ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قَالَ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اِنِّی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جَاعِلُکَ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لِلنَّاسِ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اِمَامًا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قَالَ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وَمِنْ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ذُرِّيتِی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قَالَ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لاَينَالُ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عَهْدِی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الظَّالِمِينَ</w:t>
      </w: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 xml:space="preserve">124)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कलिमात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इम्तेहान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ज़ुर्रियत</w:t>
      </w:r>
      <w:r w:rsidRPr="00E47180">
        <w:t xml:space="preserve">?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ज़ालिमीन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।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वाजे़ह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आसमानी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नातिक़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ऐतेसाम</w:t>
      </w:r>
      <w:r w:rsidRPr="008F4AF7">
        <w:rPr>
          <w:cs/>
          <w:lang w:bidi="hi-IN"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وَاعْتَصِمُوا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بِحَبْلِ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الله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جَمِيعًا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وَلاَتَفَرَّقُوا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बिल्कुल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रौशन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रस्सी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मज़बूती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पकड़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मासूम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lastRenderedPageBreak/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माहेरीन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रौशन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 xml:space="preserve">103)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रस्सी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मज़बूती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पकड़े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तफ़रक़ा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करो।</w:t>
      </w:r>
      <w:r w:rsidRPr="008F4AF7">
        <w:rPr>
          <w:cs/>
          <w:lang w:bidi="hi-IN"/>
        </w:rPr>
        <w:t xml:space="preserve">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हक़ायक़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ऐतेसाम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उठा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मुत्तहिद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..... (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रस्सी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तमस्सुक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रस्सी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तमस्सुक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तफ़रक़े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फ़ितना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बदबख़्ती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क़ाबिले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हब्ल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रस्सी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रौशन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रस्सी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क़ुत्ब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दायरा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मलाकूते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मुत्तसिल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शुहूद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आलमें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राब्ता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कश्ती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वाक़ेईयत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ताअल्लुक़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तलाश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मुत्तहिद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मुत्तहिद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सैयदुश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शुहादा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शुजाअत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69778C" w:rsidRPr="00E47180" w:rsidRDefault="008F4AF7" w:rsidP="0069778C">
      <w:pPr>
        <w:pStyle w:val="libNormal"/>
      </w:pPr>
      <w:r w:rsidRPr="00FD6765">
        <w:rPr>
          <w:rFonts w:ascii="Times New Roman" w:hAnsi="Times New Roman" w:cs="Times New Roman" w:hint="cs"/>
          <w:rtl/>
        </w:rPr>
        <w:t>انّما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خرجت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لطلب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الاصلاح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فی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اٴمة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جدّی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اٴريد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اٴن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آمر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بالمعروف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واٴنهى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المنکر</w:t>
      </w:r>
    </w:p>
    <w:p w:rsidR="008F4AF7" w:rsidRPr="00E47180" w:rsidRDefault="008F4AF7" w:rsidP="0069778C">
      <w:pPr>
        <w:pStyle w:val="libNormal"/>
      </w:pP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बिहारुल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329)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मज़बूत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तसलीम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ऐतेसाम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मुतालये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रस्सी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अलैहिमुस्सलाम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हैसमी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ऐतेसाम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रदीफ़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सक़लैन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ऐतेसाम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क़्रद्र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गौहरों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तमस्सुक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हो।सवायक़े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मोहरिक़ा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90)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ऐतेसाम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ऐतेसाम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तमस्सुक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रस्सी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सक़लैन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ऐतेसाम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सक़लैन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FD6765">
        <w:rPr>
          <w:rFonts w:ascii="Times New Roman" w:hAnsi="Times New Roman" w:cs="Times New Roman" w:hint="cs"/>
          <w:rtl/>
        </w:rPr>
        <w:t>انّی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ترکت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فيکم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تضلّوا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بعدی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اعتصمتم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بهکتاب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الله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عترتی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21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मुसन्नफ़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शैबा</w:t>
      </w:r>
      <w:r w:rsidRPr="008F4AF7">
        <w:rPr>
          <w:cs/>
          <w:lang w:bidi="hi-IN"/>
        </w:rPr>
        <w:t xml:space="preserve">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मुफ़स्सेरीन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मुहद्देसीन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सक़लैन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ऐतेसाम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हसक़ानी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</w:p>
    <w:p w:rsidR="008F4AF7" w:rsidRPr="00E47180" w:rsidRDefault="008F4AF7" w:rsidP="008F4AF7">
      <w:pPr>
        <w:pStyle w:val="libNormal"/>
      </w:pPr>
      <w:r w:rsidRPr="00E47180">
        <w:t xml:space="preserve">: </w:t>
      </w:r>
      <w:r w:rsidRPr="00FD6765">
        <w:rPr>
          <w:rFonts w:ascii="Times New Roman" w:hAnsi="Times New Roman" w:cs="Times New Roman" w:hint="cs"/>
          <w:rtl/>
        </w:rPr>
        <w:t>من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اٴحبّ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اٴن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يرکب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سفينة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النجاة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يتمسّک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بالعروة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الوثقی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يعتصم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بحبل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الله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المتين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فليوال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علياً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ليا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تمّ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باالهداة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ولده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शवाहिदुत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168)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मज़बूत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रस्सी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मुतमस्सिक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रस्सी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तमस्सुक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इक्तेदा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नतीज़ा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उम्मते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मरकज़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ज़ोर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النجوم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امان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لاهل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الارض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الغرق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اهل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بيتی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امان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لامّتی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الاختلاف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فاذا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خالفت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ها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قبيلة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العرب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اختلفوا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فصا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روا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حزب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ابليس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पुरी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सितारे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ग़र्क़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शैतानी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पकड़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पहचान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</w:p>
    <w:p w:rsidR="008F4AF7" w:rsidRPr="00E47180" w:rsidRDefault="008F4AF7" w:rsidP="008F4AF7">
      <w:pPr>
        <w:pStyle w:val="libNormal"/>
      </w:pPr>
      <w:r w:rsidRPr="00E47180">
        <w:t xml:space="preserve">: </w:t>
      </w:r>
      <w:r w:rsidRPr="00FD6765">
        <w:rPr>
          <w:rFonts w:ascii="Times New Roman" w:hAnsi="Times New Roman" w:cs="Times New Roman" w:hint="cs"/>
          <w:rtl/>
        </w:rPr>
        <w:t>الا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مثل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اهل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بيتی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فيکم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مثل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سفينة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نوح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قومه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رکبها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نجا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من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تخلف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عنها</w:t>
      </w:r>
      <w:r w:rsidRPr="00E47180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غرق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मुसतदरके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रूगरदानी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ग़र्क़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इल्मी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शहरिस्तानी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उठाई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ख़ालिस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ताअस्सुब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मुस्तनद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बुग़्ज़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कुफ़्र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तक़ैय्ये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बाखबर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मौज़ू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ऐतेक़ाद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ग़ुलू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पहचनवाया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किरदार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कामयाबी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हैं।अलमेलल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24)</w:t>
      </w:r>
    </w:p>
    <w:p w:rsidR="001D08AD" w:rsidRDefault="001D08AD" w:rsidP="0069778C">
      <w:pPr>
        <w:pStyle w:val="Heading1"/>
      </w:pPr>
    </w:p>
    <w:p w:rsidR="001D08AD" w:rsidRDefault="001D08AD" w:rsidP="0069778C">
      <w:pPr>
        <w:pStyle w:val="Heading1"/>
      </w:pPr>
      <w:bookmarkStart w:id="3" w:name="_Toc457825227"/>
      <w:r w:rsidRPr="00735514">
        <w:t>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  <w:r w:rsidRPr="008F4AF7">
        <w:rPr>
          <w:cs/>
          <w:lang w:bidi="hi-IN"/>
        </w:rPr>
        <w:tab/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रग़बत</w:t>
      </w:r>
      <w:r w:rsidRPr="008F4AF7">
        <w:rPr>
          <w:cs/>
          <w:lang w:bidi="hi-IN"/>
        </w:rPr>
        <w:t>)</w:t>
      </w:r>
      <w:bookmarkEnd w:id="3"/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शलतूत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युनिवर्सिटी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सद्र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मरजईयत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मुतालआ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फिक़्ह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मज़ाहिब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पहचानें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ताअस्सुब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इस्लामुना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राफिई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59, </w:t>
      </w:r>
      <w:r w:rsidRPr="008F4AF7">
        <w:rPr>
          <w:rFonts w:hint="cs"/>
          <w:cs/>
          <w:lang w:bidi="hi-IN"/>
        </w:rPr>
        <w:t>मजल्लए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E47180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रबीउल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 </w:t>
      </w:r>
      <w:r w:rsidRPr="00E47180">
        <w:t>1378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क़ाहिरा।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डाक्टर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फ़ख्खा़म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शलतूत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तक़रीज़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शलतूत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अख़लाक़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वसीअ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ईल्म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अरबी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ज़बान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फ़िक़्ह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महारत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रश्क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बुनियाद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मज़बूत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सबीलिल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64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शलतूत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जावेदाना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मज़बूत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दलाइल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 xml:space="preserve">3. </w:t>
      </w:r>
      <w:r w:rsidRPr="00E47180">
        <w:tab/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उस्तादे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शलतूत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तूलानी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ख़्यालात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मग़रिबी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मुवर्रेख़ीन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ख़्याल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बुग़्ज़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परचम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मुतफ़र्रिक़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नाबूद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इब्तेदाए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देफ़ा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257)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4. </w:t>
      </w:r>
      <w:r w:rsidRPr="00E47180">
        <w:tab/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नज्जार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क़ाहिरा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मसाजिद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कमेटी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E47180">
        <w:t>''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शलतूत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मुन्हसिर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शलतूत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मुजतहिद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इक्तिफ़ा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हालाँकि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मुजतहिद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>?''</w:t>
      </w:r>
      <w:r w:rsidRPr="008F4AF7">
        <w:rPr>
          <w:rFonts w:hint="cs"/>
          <w:cs/>
          <w:lang w:bidi="hi-IN"/>
        </w:rPr>
        <w:t>।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सबीलिल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66</w:t>
      </w:r>
    </w:p>
    <w:p w:rsidR="008F4AF7" w:rsidRPr="00E47180" w:rsidRDefault="008F4AF7" w:rsidP="008F4AF7">
      <w:pPr>
        <w:pStyle w:val="libNormal"/>
      </w:pPr>
      <w:r w:rsidRPr="00E47180">
        <w:t xml:space="preserve"> 5. </w:t>
      </w:r>
      <w:r w:rsidRPr="00E47180">
        <w:tab/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बुक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शलतूत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 "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रसूल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जय्यिद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फ़ुक़हा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लाखों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>"(</w:t>
      </w:r>
      <w:r w:rsidRPr="008F4AF7">
        <w:rPr>
          <w:rFonts w:hint="cs"/>
          <w:cs/>
          <w:lang w:bidi="hi-IN"/>
        </w:rPr>
        <w:t>तारिख़ित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तशरीई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इस्लामी।</w:t>
      </w:r>
    </w:p>
    <w:p w:rsidR="0069778C" w:rsidRDefault="008F4AF7" w:rsidP="008F4AF7">
      <w:pPr>
        <w:pStyle w:val="libNormal"/>
        <w:rPr>
          <w:lang w:bidi="hi-IN"/>
        </w:rPr>
      </w:pPr>
      <w:r w:rsidRPr="00E47180">
        <w:t xml:space="preserve"> 6.</w:t>
      </w:r>
      <w:r w:rsidRPr="00E47180">
        <w:tab/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....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तमस्सुक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पड़ोसियों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तारिखुल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मज़ाहिबिल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39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 7. </w:t>
      </w:r>
      <w:r w:rsidRPr="00E47180">
        <w:tab/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सरतावी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मिसरी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मुफ़्ती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E47180">
        <w:t>''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बरादरी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बरादरी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E47180">
        <w:t>'' (</w:t>
      </w:r>
      <w:r w:rsidRPr="008F4AF7">
        <w:rPr>
          <w:rFonts w:hint="cs"/>
          <w:cs/>
          <w:lang w:bidi="hi-IN"/>
        </w:rPr>
        <w:t>मजल्ल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सक़लैन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नंबर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 </w:t>
      </w:r>
      <w:r w:rsidRPr="00E47180">
        <w:t>1413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252</w:t>
      </w:r>
    </w:p>
    <w:p w:rsidR="008F4AF7" w:rsidRPr="00E47180" w:rsidRDefault="008F4AF7" w:rsidP="008F4AF7">
      <w:pPr>
        <w:pStyle w:val="libNormal"/>
      </w:pPr>
      <w:r w:rsidRPr="00E47180">
        <w:t xml:space="preserve"> 8. </w:t>
      </w:r>
      <w:r w:rsidRPr="00E47180">
        <w:tab/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फ़त्ताह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मक़सूद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E47180">
        <w:t>''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रौशन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E47180">
        <w:t>'' (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सबीलिल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इस्लामिया।</w:t>
      </w:r>
    </w:p>
    <w:p w:rsidR="0069778C" w:rsidRPr="00E47180" w:rsidRDefault="008F4AF7" w:rsidP="008F4AF7">
      <w:pPr>
        <w:pStyle w:val="libNormal"/>
      </w:pPr>
      <w:r w:rsidRPr="00E47180">
        <w:t xml:space="preserve"> 9. </w:t>
      </w:r>
      <w:r w:rsidRPr="00E47180">
        <w:tab/>
      </w:r>
      <w:r w:rsidRPr="008F4AF7">
        <w:rPr>
          <w:rFonts w:hint="cs"/>
          <w:cs/>
          <w:lang w:bidi="hi-IN"/>
        </w:rPr>
        <w:t>डाक्टर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हामिद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दाऊद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क़ाहिरा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दानिशकदे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अदबियात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:</w:t>
      </w:r>
      <w:r w:rsidRPr="00E47180">
        <w:t>''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क़ारेईन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मुन्हरेफ़ीन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शिईयत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ख़ुराफ़ात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इसराईलियात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ख़्याली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शख्सियतों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शिईयत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बरअक्स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मन्क़ूल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माक़ूल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मज़ाहिब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उफ़ुक़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मंक़ूल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माक़ूल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इम्तियाज़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दोबारा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रूह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फूँकी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  <w:r w:rsidRPr="00E47180">
        <w:t>''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नज़रात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कुतुबिल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ख़ालिदा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32</w:t>
      </w:r>
      <w:r w:rsidR="0069778C" w:rsidRPr="00E47180"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तक़कीज़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E47180">
        <w:t>''</w:t>
      </w:r>
      <w:r w:rsidRPr="008F4AF7">
        <w:rPr>
          <w:rFonts w:hint="cs"/>
          <w:cs/>
          <w:lang w:bidi="hi-IN"/>
        </w:rPr>
        <w:t>इस्लामा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E47180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शायबा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तफरक़े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महरूम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मिज़ाज़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महरूम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दानिश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नुक़सान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नुक़सान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ख़ुराफ़ात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ख़ुराफ़ात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सादिक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 (</w:t>
      </w:r>
      <w:r w:rsidRPr="008F4AF7">
        <w:rPr>
          <w:rFonts w:hint="cs"/>
          <w:cs/>
          <w:lang w:bidi="hi-IN"/>
        </w:rPr>
        <w:t>मुतवल्लिद</w:t>
      </w:r>
      <w:r w:rsidRPr="008F4AF7">
        <w:rPr>
          <w:cs/>
          <w:lang w:bidi="hi-IN"/>
        </w:rPr>
        <w:t xml:space="preserve"> </w:t>
      </w:r>
      <w:r w:rsidRPr="00E47180">
        <w:t>148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परचमदार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नोमान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मुतवल्लिद</w:t>
      </w:r>
      <w:r w:rsidRPr="008F4AF7">
        <w:rPr>
          <w:cs/>
          <w:lang w:bidi="hi-IN"/>
        </w:rPr>
        <w:t xml:space="preserve"> </w:t>
      </w:r>
      <w:r w:rsidRPr="00E47180">
        <w:t>150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अब्दिल्लाह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मुतवल्लिद</w:t>
      </w:r>
      <w:r w:rsidRPr="008F4AF7">
        <w:rPr>
          <w:cs/>
          <w:lang w:bidi="hi-IN"/>
        </w:rPr>
        <w:t xml:space="preserve"> </w:t>
      </w:r>
      <w:r w:rsidRPr="00E47180">
        <w:lastRenderedPageBreak/>
        <w:t>179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अलैहिस्सलाम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शागिर्द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E47180">
        <w:t>''</w:t>
      </w:r>
      <w:r w:rsidRPr="008F4AF7">
        <w:rPr>
          <w:rFonts w:hint="cs"/>
          <w:cs/>
          <w:lang w:bidi="hi-IN"/>
        </w:rPr>
        <w:t>लौलस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सनतान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हलकन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नोमान</w:t>
      </w:r>
      <w:r w:rsidRPr="00E47180">
        <w:t xml:space="preserve">''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नोमान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हनीफ़ा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हलाक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सादिक़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सादिक़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फ़क़ीह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13)</w:t>
      </w:r>
    </w:p>
    <w:p w:rsidR="008F4AF7" w:rsidRPr="00E47180" w:rsidRDefault="008F4AF7" w:rsidP="008F4AF7">
      <w:pPr>
        <w:pStyle w:val="libNormal"/>
      </w:pPr>
      <w:r w:rsidRPr="00E47180">
        <w:t xml:space="preserve">10. </w:t>
      </w:r>
      <w:r w:rsidRPr="00E47180">
        <w:tab/>
      </w:r>
      <w:r w:rsidRPr="008F4AF7">
        <w:rPr>
          <w:rFonts w:hint="cs"/>
          <w:cs/>
          <w:lang w:bidi="hi-IN"/>
        </w:rPr>
        <w:t>डाक्टर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कयाली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शख्सियात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अलैहिर्रहमह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E47180">
        <w:t>''</w:t>
      </w:r>
      <w:r w:rsidRPr="008F4AF7">
        <w:rPr>
          <w:rFonts w:hint="cs"/>
          <w:cs/>
          <w:lang w:bidi="hi-IN"/>
        </w:rPr>
        <w:t>आलमे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महरूम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E47180">
        <w:t xml:space="preserve">?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तनज़्ज़ुली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असबाब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वुजूहात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मुम्कन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खोये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दानिश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रुजू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दोबारा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E47180">
        <w:t xml:space="preserve">''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>5)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11. </w:t>
      </w:r>
      <w:r w:rsidRPr="00E47180">
        <w:tab/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ग़नीमी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तफ़ताज़ानी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कालेज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फ़लसफ़े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मुद्दर्रिस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E47180">
        <w:t>''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मग़रिब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मशरि़क़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क़दीमी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मुरतकिब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मन्क़ूला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अवामुन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तोहमतों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बौछार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असबाब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माखज़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तोहमतों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मोवल्लिफ़ीन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E47180">
        <w:t xml:space="preserve">''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रिजालिल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क़ाहिरा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40)</w:t>
      </w:r>
    </w:p>
    <w:p w:rsidR="001D08AD" w:rsidRDefault="001D08AD" w:rsidP="0069778C">
      <w:pPr>
        <w:pStyle w:val="Heading1"/>
        <w:rPr>
          <w:cs/>
          <w:lang w:bidi="hi-IN"/>
        </w:rPr>
      </w:pPr>
    </w:p>
    <w:p w:rsidR="001D08AD" w:rsidRDefault="001D08AD" w:rsidP="0069778C">
      <w:pPr>
        <w:pStyle w:val="Heading1"/>
        <w:rPr>
          <w:cs/>
          <w:lang w:bidi="hi-IN"/>
        </w:rPr>
      </w:pPr>
      <w:bookmarkStart w:id="4" w:name="_Toc457825228"/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bookmarkEnd w:id="4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खालिस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ताअस्सुब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जिदाल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राग़िब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फ़ुरूअ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मुसतनद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जय्यिद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कारेईन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 xml:space="preserve">1. </w:t>
      </w:r>
      <w:r w:rsidRPr="00E47180">
        <w:tab/>
      </w:r>
      <w:r w:rsidRPr="008F4AF7">
        <w:rPr>
          <w:rFonts w:hint="cs"/>
          <w:cs/>
          <w:lang w:bidi="hi-IN"/>
        </w:rPr>
        <w:t>अल्लामा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अनताकी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अनताकिया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बस्ती</w:t>
      </w:r>
      <w:r w:rsidRPr="008F4AF7">
        <w:rPr>
          <w:cs/>
          <w:lang w:bidi="hi-IN"/>
        </w:rPr>
        <w:t xml:space="preserve"> </w:t>
      </w:r>
      <w:r w:rsidRPr="00E47180">
        <w:t>1314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ताअल्लुक़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मुकद्दमात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जय्यिद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मराग़ी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फ़ैज़याब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बुलन्द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फ़ायज़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वतन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लौटने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मुदर्रिस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ओहदा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शागिर्दों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सैराब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लौट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लौटने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मुतालआ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शिईयत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हक़्क़ानियत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तशय्यों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इख़्तरतो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E47180">
        <w:t>''</w:t>
      </w:r>
      <w:r w:rsidRPr="008F4AF7">
        <w:rPr>
          <w:rFonts w:hint="cs"/>
          <w:cs/>
          <w:lang w:bidi="hi-IN"/>
        </w:rPr>
        <w:t>यक़ीनी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तमस्सुक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फ़रज़ंदे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हज़रते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........... </w:t>
      </w:r>
      <w:r w:rsidRPr="00E47180">
        <w:t>''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असबाब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मैने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मुशाहिदा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मुजज़ी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मुकल्लफ़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 xml:space="preserve">2. </w:t>
      </w:r>
      <w:r w:rsidRPr="00E47180">
        <w:tab/>
      </w:r>
      <w:r w:rsidRPr="008F4AF7">
        <w:rPr>
          <w:rFonts w:hint="cs"/>
          <w:cs/>
          <w:lang w:bidi="hi-IN"/>
        </w:rPr>
        <w:t>मुसतहकम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दलायल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यक़ीनी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बुरहान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रौशन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हक़्क़ानियत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जिबरईल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जिबरईल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 xml:space="preserve">3. </w:t>
      </w:r>
      <w:r w:rsidRPr="00E47180">
        <w:tab/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घर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घर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दुसरों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अक़्लमंद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आदमी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पीछे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जायें।</w:t>
      </w:r>
    </w:p>
    <w:p w:rsidR="008F4AF7" w:rsidRPr="00E47180" w:rsidRDefault="008F4AF7" w:rsidP="008F4AF7">
      <w:pPr>
        <w:pStyle w:val="libNormal"/>
      </w:pPr>
      <w:r w:rsidRPr="00E47180">
        <w:t xml:space="preserve">4. </w:t>
      </w:r>
      <w:r w:rsidRPr="00E47180">
        <w:tab/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मुतअद्दिद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मरजईयत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 xml:space="preserve">5. </w:t>
      </w:r>
      <w:r w:rsidRPr="00E47180">
        <w:tab/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हुजोजुहुम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तशय्यो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इख़्तरतो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>17)</w:t>
      </w:r>
    </w:p>
    <w:p w:rsidR="008F4AF7" w:rsidRPr="00E47180" w:rsidRDefault="008F4AF7" w:rsidP="008F4AF7">
      <w:pPr>
        <w:pStyle w:val="libNormal"/>
      </w:pPr>
      <w:r w:rsidRPr="00E47180">
        <w:t xml:space="preserve">2. </w:t>
      </w:r>
      <w:r w:rsidRPr="00E47180">
        <w:tab/>
      </w:r>
      <w:r w:rsidRPr="008F4AF7">
        <w:rPr>
          <w:rFonts w:hint="cs"/>
          <w:cs/>
          <w:lang w:bidi="hi-IN"/>
        </w:rPr>
        <w:t>अल्लामा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अनताकी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शरफ़ुद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आमुली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मुराजेआत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तशय्यो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मज़ाहिब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गरदानी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ग़र्क़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याफ़्ता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तमस्सुक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मुतमईन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नबूव्वत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दुरूद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मुम्किन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डाक्टर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तीजानी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समावी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टुयुनुस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बचपन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गुज़ारने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शख्सीयतों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फ़ैज़याब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मिस्र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युनिवर्सिटी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दानिशवरों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दरख़्वास्त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फ़ैज़याब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तशय्यो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तबलीग़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दिफा़अ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ऐहतदयतो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E47180">
        <w:t>''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सब्र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तमस्सुक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दरख़्वास्त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सोहबत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सोहबत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सोहबत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गुज़िशता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वाके़यन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होती।</w:t>
      </w:r>
      <w:r w:rsidRPr="00E47180">
        <w:t>''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तर्जुमा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ऐडीशन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वाकेयन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तलाश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तोहफ़ा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है।मुतर्जिम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रहनुमाई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फरमाई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मुद्दतों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ज़हमतें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रहनुमाई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मज़बूत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रस्सी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पकड़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टूटने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इजमाअ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अकेले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रहनुमा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हाँ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ऐतेक़ाद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सैयदिल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इक्तिदा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जवानाने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गुलदस्ते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मुज्तबा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अलैहिमस्सलाम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मुसतफ़ा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ख़ुलास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नबूव्वत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मअदने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सैयदतुन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निसाइल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फ़ातेमा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सलामुल्ला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ग़ज़बनाक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सादिक़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मासूमीन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E47180">
        <w:t>''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तक़लीद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दरवाज़ा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हनीफ़ा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तक़लीद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E47180">
        <w:t xml:space="preserve">0)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सकते।</w:t>
      </w:r>
      <w:r w:rsidRPr="00E47180">
        <w:t>''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E47180">
        <w:t>''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ताअस्सुब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धर्मी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सियाह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क़ुर्बान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मीरास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E47180">
        <w:t>''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सुम्मा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ऐहतदयतो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204)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दिफ़ाअ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सुम्मा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ऐहतदयतो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लअकूना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सादिक़ीन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फ़सअलू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इत्तक़ूल्लाह।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4.</w:t>
      </w:r>
      <w:r w:rsidRPr="00E47180">
        <w:tab/>
      </w:r>
      <w:r w:rsidRPr="008F4AF7">
        <w:rPr>
          <w:rFonts w:hint="cs"/>
          <w:cs/>
          <w:lang w:bidi="hi-IN"/>
        </w:rPr>
        <w:t>मुआसिर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मुवल्लिफ़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सायब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हमीद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रूसवा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लुत्फ़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ईनायत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इतमिनान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शफ़्फ़ाफ़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गुलशन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अहबाब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मैने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सादिक़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आबेदीन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सैयदे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जवानाने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बहिश्त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सैयदुल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ज़नाने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सैयदुल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मुरसलीन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तमस्सुक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तमस्सुक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इतरत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मंहज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इंनतेमाइल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311)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सायब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दिफ़ाअ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मंहज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इंनतेमाइल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हयातुहू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अक़ायदुहू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सियासी।</w:t>
      </w:r>
    </w:p>
    <w:p w:rsidR="008F4AF7" w:rsidRPr="00E47180" w:rsidRDefault="008F4AF7" w:rsidP="008F4AF7">
      <w:pPr>
        <w:pStyle w:val="libNormal"/>
      </w:pPr>
      <w:r w:rsidRPr="00E47180">
        <w:t>5.</w:t>
      </w:r>
      <w:r w:rsidRPr="00E47180">
        <w:tab/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वरदानी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मुतालआ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हक़्क़ानियत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शिईयत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ख़दआ</w:t>
      </w:r>
      <w:r w:rsidRPr="00E47180">
        <w:t xml:space="preserve">, </w:t>
      </w:r>
      <w:r w:rsidRPr="008F4AF7">
        <w:rPr>
          <w:rFonts w:hint="cs"/>
          <w:cs/>
          <w:lang w:bidi="hi-IN"/>
        </w:rPr>
        <w:t>रेहलती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शेआर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तोहमतें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इल्ज़ाम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मिले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रौशन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अक़्ल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बुनियादी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है।सालेहुल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वरदानी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ख़दआ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अग़लालिस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अवहामुल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ख़लफ़।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6. </w:t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मोतसिम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सूडानी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हक़्क़ानियत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बेनूरे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फ़ातेमा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ऐहतदयतो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E47180">
        <w:t>''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रहनुमाई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नफ़सानी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दहानी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फ़ातेमा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सलामुल्ला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E47180">
        <w:t xml:space="preserve">''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मुतहव्वलून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अदालते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E47180">
        <w:t>''</w:t>
      </w:r>
      <w:r w:rsidRPr="008F4AF7">
        <w:rPr>
          <w:rFonts w:hint="cs"/>
          <w:cs/>
          <w:lang w:bidi="hi-IN"/>
        </w:rPr>
        <w:t>अदालते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गढ़ा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अदालते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ईजाद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बिदअतों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E47180">
        <w:t>'' 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मोतहव्विलून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126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E47180">
        <w:t>''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तौसीफ़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मारेफ़त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लज़्ज़त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लताफ़त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मासूरा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दुआयों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E47180">
        <w:t>'' 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मोतहव्विलून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127)</w:t>
      </w:r>
    </w:p>
    <w:p w:rsidR="008F4AF7" w:rsidRPr="00E47180" w:rsidRDefault="008F4AF7" w:rsidP="008F4AF7">
      <w:pPr>
        <w:pStyle w:val="libNormal"/>
      </w:pPr>
      <w:r w:rsidRPr="00E47180">
        <w:t xml:space="preserve">7.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दमरदाश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ऐक़ाली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मुद्दतों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मशग़ला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फ़िक्हों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मवाज़ना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मज़ाहिब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मुसतहकम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रग़बत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बिजली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चमक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उठती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ग़रीब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बिलकुल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इफ़्तेख़ार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ग़रीब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ईरानी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ऐतेक़ादी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तकरीबन</w:t>
      </w:r>
      <w:r w:rsidRPr="008F4AF7">
        <w:rPr>
          <w:cs/>
          <w:lang w:bidi="hi-IN"/>
        </w:rPr>
        <w:t xml:space="preserve"> </w:t>
      </w:r>
      <w:r w:rsidRPr="00E47180">
        <w:t>20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कारटून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सऊदी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सऊदी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ज़ब्त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ईरान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फ़ैसल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मौज़ू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सऊदी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लौटा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दमरदाश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ऐक़ाली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सरज़मीने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दरख़्वास्त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क़ानूनी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मुतालआ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मोतहव्विलून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86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स्</w:t>
      </w:r>
      <w:r w:rsidRPr="008F4AF7">
        <w:rPr>
          <w:cs/>
          <w:lang w:bidi="hi-IN"/>
        </w:rPr>
        <w:t xml:space="preserve"> </w:t>
      </w:r>
      <w:r w:rsidRPr="00E47180">
        <w:t>87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विरदानी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 xml:space="preserve">8. </w:t>
      </w:r>
      <w:r w:rsidRPr="008F4AF7">
        <w:rPr>
          <w:rFonts w:hint="cs"/>
          <w:cs/>
          <w:lang w:bidi="hi-IN"/>
        </w:rPr>
        <w:t>अल्लामा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डाक्टर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शहाता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युनिवर्सिटी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मुदर्रिस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मुतालआ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हक़्क़ीनियत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अहवाज़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त़करीर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औहदा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मशरिक़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मग़रिब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तलाश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कहूँगा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ज़ियारत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ईनायत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E47180">
        <w:t>50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शेफ़ता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अतराफ़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हूँ।जमहूरी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अख़बार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शुमारा</w:t>
      </w:r>
      <w:r w:rsidRPr="008F4AF7">
        <w:rPr>
          <w:cs/>
          <w:lang w:bidi="hi-IN"/>
        </w:rPr>
        <w:t xml:space="preserve"> </w:t>
      </w:r>
      <w:r w:rsidRPr="00E47180">
        <w:t>6771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अहवाज़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तक़रीर।</w:t>
      </w:r>
    </w:p>
    <w:p w:rsidR="008F4AF7" w:rsidRPr="00E47180" w:rsidRDefault="008F4AF7" w:rsidP="008F4AF7">
      <w:pPr>
        <w:pStyle w:val="libNormal"/>
      </w:pPr>
      <w:r w:rsidRPr="00E47180">
        <w:t xml:space="preserve"> 9. </w:t>
      </w:r>
      <w:r w:rsidRPr="008F4AF7">
        <w:rPr>
          <w:rFonts w:hint="cs"/>
          <w:cs/>
          <w:lang w:bidi="hi-IN"/>
        </w:rPr>
        <w:t>फ़िलिस्तीनी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मुद्दतों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छानबीन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हक़्क़ानियत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इक्तेदा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इंटरवीयू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E47180">
        <w:t>''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अलमुराजेआत</w:t>
      </w:r>
      <w:r w:rsidRPr="00E47180">
        <w:t xml:space="preserve">''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रहनुमाई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फुटपाथ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रिश्तेदार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दुकान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दुकान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दुकान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छोटी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पोतों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जाऊ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छोटी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दुकान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हरगिज़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अजनबी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लेबनान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ग़ुरबत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वहशत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अहसास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तंहाई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ग़ुरबत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संगीन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हरगिज़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तंहाई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अहसास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महफ़ूज़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E47180">
        <w:t>,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वहशत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करो।अल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मोतहव्विलून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जूतों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मोतहव्विलून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जाहिल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इख़्तियारी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मोतहव्विलून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117)</w:t>
      </w:r>
    </w:p>
    <w:p w:rsidR="008F4AF7" w:rsidRPr="00E47180" w:rsidRDefault="008F4AF7" w:rsidP="008F4AF7">
      <w:pPr>
        <w:pStyle w:val="libNormal"/>
      </w:pPr>
      <w:r w:rsidRPr="00E47180">
        <w:t xml:space="preserve">10. </w:t>
      </w:r>
      <w:r w:rsidRPr="008F4AF7">
        <w:rPr>
          <w:rFonts w:hint="cs"/>
          <w:cs/>
          <w:lang w:bidi="hi-IN"/>
        </w:rPr>
        <w:t>फ़िलिस्तीनी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मुजाहिद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शह्हादा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इसराईली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लेबनानी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मुनाज़िरा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फ़िलिस्तीनियों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मशग़ूल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इंटरवीयू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फ़िलिस्तीन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पलटना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ख़्वाह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ख़्वाह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इक्तेदा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मज़लूमियत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हमदर्दी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अहसास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वाक़ेयन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फिलीस्तीन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सितम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नाजायज़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मज़लूमियत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अहसास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उम्मीदवार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ऐहतदयतो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सियासी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ताअल्लुक़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जुनुबे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लेबनान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कामयाबी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सरफ़राज़ी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इफ़्तिख़ार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फ़हरिस्त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हिज़्बुल्लाह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लेबनान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सियासी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बुनियादी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मुताअस्सिर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सियासी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फ़िलिस्तीन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फैलाने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इमामे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वाइसे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बरकत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फ़िलिस्तीन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खरोश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नुसरत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कामयाबी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आँखों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मुजस्सम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इंशाअल्लाह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बातिनी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राब्ता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आहिस्ता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आहिस्ता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हस्सास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ख़्वाह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वाबजूद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नसीहत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सितम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शैताने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बुजुर्ग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अमेरिका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इसराईल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सरतानी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ग़ुद्दा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ख़ामोशी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फिलिस्तीन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कान्फ़ेरेन्सों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मुनअक़िद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जलसात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त़करीर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हज़ारों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तक़रीरें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फिलिस्तीनी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रखूँगा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पहचान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इक्तेदा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कामयाबी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किनार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जल्दी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फ़िलिस्तीन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नश्र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करूगा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मेहदी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ज़हूर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युनिवर्सिटी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तशय्यो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नश्र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दिफ़ाअ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ख़ुदावंदा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शिईयत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ईल्मी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जिहालत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हक़्क़ानियत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हूँ।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मोतहव्विलून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462)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कैराम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मज़हबे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मज़ाहिब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दिलदादाह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इँसान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तलाश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शिईयत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हक़्क़ानियत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1D08AD" w:rsidRDefault="001D08AD" w:rsidP="00735514">
      <w:pPr>
        <w:pStyle w:val="Heading1"/>
      </w:pPr>
    </w:p>
    <w:p w:rsidR="001D08AD" w:rsidRDefault="001D08AD" w:rsidP="00735514">
      <w:pPr>
        <w:pStyle w:val="Heading1"/>
      </w:pPr>
      <w:bookmarkStart w:id="5" w:name="_Toc457825229"/>
      <w:r w:rsidRPr="00735514">
        <w:t xml:space="preserve">3. </w:t>
      </w:r>
      <w:r w:rsidRPr="00735514">
        <w:tab/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मरजअ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bookmarkEnd w:id="5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मसअल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पहलू</w:t>
      </w:r>
      <w:r w:rsidRPr="00E47180">
        <w:t xml:space="preserve">, </w:t>
      </w:r>
      <w:r w:rsidRPr="008F4AF7">
        <w:rPr>
          <w:rFonts w:hint="cs"/>
          <w:cs/>
          <w:lang w:bidi="hi-IN"/>
        </w:rPr>
        <w:t>फ़र्ज़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रहेगें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मआरिफ़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अशअरी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फ़ुरूए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मासूम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735514">
      <w:pPr>
        <w:pStyle w:val="libNormal"/>
      </w:pPr>
      <w:r w:rsidRPr="008F4AF7">
        <w:rPr>
          <w:rFonts w:hint="cs"/>
          <w:cs/>
          <w:lang w:bidi="hi-IN"/>
        </w:rPr>
        <w:lastRenderedPageBreak/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ज़ोर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मज़ाहिब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मुतमईन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सियासी</w:t>
      </w:r>
      <w:r w:rsidR="00735514">
        <w:rPr>
          <w:rFonts w:hint="cs"/>
          <w:cs/>
          <w:lang w:bidi="hi-IN"/>
        </w:rPr>
        <w:t xml:space="preserve"> उ</w:t>
      </w:r>
      <w:r w:rsidRPr="008F4AF7">
        <w:rPr>
          <w:rFonts w:hint="cs"/>
          <w:cs/>
          <w:lang w:bidi="hi-IN"/>
        </w:rPr>
        <w:t>मूर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मरजअ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तौसीफ़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नहजुल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अबदहू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मुन्हरिफ़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परचम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निशानियाँ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हालाँकि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चराग़े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मुनव्वर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किधर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सरगरदाँ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परेशान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ज़ुमामदार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सिद्क़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ज़बानें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नहजुल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अबदहू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हलाकत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ख़ामोश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ख़ामोश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कय़ाम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उठ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पीछे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नाबूद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जाओगे।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नहजुल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अबदहू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278)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नासिर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मददगार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ख़ज़ानादारे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ऊलूम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मआरिफ़े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मआरिफ़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दरवाज़े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दरवाज़े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घर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दरवाज़े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चोर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कहलाता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4.</w:t>
      </w:r>
      <w:r w:rsidRPr="00E47180">
        <w:tab/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नहजुल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अबदहू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.......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E47180">
        <w:t xml:space="preserve">?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सितम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झूठ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बुनियाद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झूठा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रहनुमाई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रौशनी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तलाश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5.</w:t>
      </w:r>
      <w:r w:rsidRPr="00E47180">
        <w:tab/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नहजुल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अबदहू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362)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तारिकी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चमकते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चिराग़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फ़ैज़याब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6.</w:t>
      </w:r>
      <w:r w:rsidRPr="00E47180">
        <w:tab/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नहजुल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सुबही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खुतवा</w:t>
      </w:r>
      <w:r w:rsidRPr="008F4AF7">
        <w:rPr>
          <w:cs/>
          <w:lang w:bidi="hi-IN"/>
        </w:rPr>
        <w:t xml:space="preserve"> </w:t>
      </w:r>
      <w:r w:rsidRPr="00E47180">
        <w:t>147)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जिहालत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ख़ामोशी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मंति़क़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1D08AD" w:rsidRDefault="001D08AD" w:rsidP="00735514">
      <w:pPr>
        <w:pStyle w:val="Heading1"/>
      </w:pPr>
    </w:p>
    <w:p w:rsidR="001D08AD" w:rsidRDefault="001D08AD" w:rsidP="00735514">
      <w:pPr>
        <w:pStyle w:val="Heading1"/>
      </w:pPr>
      <w:bookmarkStart w:id="6" w:name="_Toc457825230"/>
      <w:r w:rsidRPr="00735514">
        <w:t xml:space="preserve">5. </w:t>
      </w:r>
      <w:r w:rsidRPr="008F4AF7">
        <w:rPr>
          <w:rFonts w:hint="cs"/>
          <w:cs/>
          <w:lang w:bidi="hi-IN"/>
        </w:rPr>
        <w:t>इंसानी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</w:t>
      </w:r>
      <w:bookmarkEnd w:id="6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इम्तियाज़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आईडियल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मंज़िले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मक़सूद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माहिरे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नफ़सीयात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रहनुमाई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E47180">
        <w:rPr>
          <w:rFonts w:ascii="Times New Roman" w:hAnsi="Times New Roman" w:cs="Times New Roman" w:hint="cs"/>
          <w:rtl/>
        </w:rPr>
        <w:t>قَدْ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كَانَ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رَسُولِ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أُسْوَةٌ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حَسَنَةٌ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لِّمَن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كَانَ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يَرْجُو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وَالْيَوْمَ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الْآخِرَ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وَذَكَرَ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كَثِيرًا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21)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,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मुखालिफ़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हैंस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सँवारती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मौज़ू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सलाहियत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क़ाबिलियत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E47180">
        <w:t xml:space="preserve">?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बशरियत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शुजाअत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अदालत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सख़ावत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इबादत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ज़ोहद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तक़वा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इंकेसारी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बेनज़ीर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शुजाअत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उम्मते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जामेअ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महात्मा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गाँधी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हिन्दुस्तान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अंग्रज़ों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आईडियल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बच्चों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फ़िदाकार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देहाती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फ़िदाकारी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बच्चे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नौजवान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तसवीर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फ़िदाकारी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मुल्कों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क़ब्ज़ा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ग़लबा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दौलत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</w:p>
    <w:p w:rsidR="008F4AF7" w:rsidRPr="00E47180" w:rsidRDefault="008F4AF7" w:rsidP="008F4AF7">
      <w:pPr>
        <w:pStyle w:val="libNormal"/>
      </w:pPr>
      <w:r w:rsidRPr="00E47180">
        <w:t xml:space="preserve">: </w:t>
      </w:r>
      <w:r w:rsidRPr="00E47180">
        <w:rPr>
          <w:rFonts w:ascii="Times New Roman" w:hAnsi="Times New Roman" w:cs="Times New Roman" w:hint="cs"/>
          <w:rtl/>
        </w:rPr>
        <w:t>وَلَن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يَجْعَلَ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لِلْكَافِرِينَ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الْمُؤْمِنِينَ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سَبِيلًا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 xml:space="preserve">141)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कुफ़्फ़ार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बिहारूल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44, </w:t>
      </w:r>
      <w:r w:rsidRPr="008F4AF7">
        <w:rPr>
          <w:rFonts w:hint="cs"/>
          <w:cs/>
          <w:lang w:bidi="hi-IN"/>
        </w:rPr>
        <w:t>कंज़ुल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246)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बरतरी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बरतरी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इसतेमार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ग़ुलामी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मुल्कों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क़ब्ज़ा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इफ़्तेख़ार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तमग़ा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हैं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ताजिकिस्तान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बेघर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कामयाब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ईरानी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देकर</w:t>
      </w:r>
      <w:r w:rsidRPr="008F4AF7">
        <w:rPr>
          <w:cs/>
          <w:lang w:bidi="hi-IN"/>
        </w:rPr>
        <w:t xml:space="preserve"> </w:t>
      </w:r>
      <w:r w:rsidRPr="00E47180">
        <w:t>2500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ताग़ूती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हुकुमत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तख़्ता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कामयाबी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इब्तेदाई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इस्तिकबार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थोपी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आठ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लड़ने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सरफ़राज़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फ़ज़्लिल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मुल्कों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सियासी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इंक़ेलाबी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शख्सियतों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रंजीदा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अफ़सोस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फ़िलिस्तीन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वाके़या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मुल्कों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रद्दे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मुज़ाहिरे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इसराईल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मुल्कों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फ़िलिस्तीन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हादिसा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परिन्दे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आशियाने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छुपाये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शिकारी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इशऱत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मशग़ूल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ग़फ़लत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अचानक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मुतल्लत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नाबूद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शंहनशाही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हुकुमत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कामयाबी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बावजूद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अक़वाम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फ़िलिस्तीन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अफ़ग़ानिस्तान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चेचेन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बोस्निया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अक़वाम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अक़वाम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क़ीमत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ऐतेक़ाद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पाज़ेब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चोरी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ज़िल्लत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बर्दाशत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सुर्ख़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शहादत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ज़िल्लत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घरेलू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ज़िम्मेदारियो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मुआशेरती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मसला</w:t>
      </w:r>
      <w:r w:rsidRPr="00E47180">
        <w:t xml:space="preserve">, </w:t>
      </w:r>
      <w:r w:rsidRPr="008F4AF7">
        <w:rPr>
          <w:rFonts w:hint="cs"/>
          <w:cs/>
          <w:lang w:bidi="hi-IN"/>
        </w:rPr>
        <w:lastRenderedPageBreak/>
        <w:t>ख़ुलासा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आईन्दा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तसवीर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सफ़हात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खोलते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बच्चा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बचपन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अरबी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पट्टी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बाँधता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मजलिस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शिरकत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बच्चा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ज़िल्लत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रुसवाई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इक्तेदा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गुनाह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ग़लती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मुरतकिब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नेक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मुफ़ीद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नुक़सान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फ़ासिक़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फाजिर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बढ़ाऊगा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ख़ुनख्वार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युसुफ़े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करूँगा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मुतवक्किल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शेआर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बेफ़ायदा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बशरियत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वाबस्ता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रूह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राब्ता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राब्ता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मुवस्सिर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7" w:name="_Toc457825231"/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बुरहान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bookmarkEnd w:id="7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बुरहान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मीरास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ऐतेक़ादी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E47180">
        <w:t xml:space="preserve">? </w:t>
      </w:r>
      <w:r w:rsidRPr="008F4AF7">
        <w:rPr>
          <w:rFonts w:hint="cs"/>
          <w:cs/>
          <w:lang w:bidi="hi-IN"/>
        </w:rPr>
        <w:t>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वुजुहात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असबाब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हदीसी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असबाब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बुनियाद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E47180">
        <w:t xml:space="preserve">?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मज़ाहिब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अफ़ज़सल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ऐतेक़ाद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?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मज़ाहिब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8" w:name="_Toc457825232"/>
      <w:r w:rsidRPr="008F4AF7">
        <w:rPr>
          <w:rFonts w:hint="cs"/>
          <w:cs/>
          <w:lang w:bidi="hi-IN"/>
        </w:rPr>
        <w:t>अंधी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तक़लीद</w:t>
      </w:r>
      <w:bookmarkEnd w:id="8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तक़लीद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मका़मात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क़ाबिले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जाहिल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तक़लीद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तक़लीद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जाहिल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जाहिल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तक़लीद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तक़लीद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बरखिलाफ़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</w:p>
    <w:p w:rsidR="008F4AF7" w:rsidRPr="00E47180" w:rsidRDefault="008F4AF7" w:rsidP="008F4AF7">
      <w:pPr>
        <w:pStyle w:val="libNormal"/>
      </w:pPr>
      <w:r w:rsidRPr="00E47180">
        <w:rPr>
          <w:rFonts w:ascii="Times New Roman" w:hAnsi="Times New Roman" w:cs="Times New Roman" w:hint="cs"/>
          <w:rtl/>
        </w:rPr>
        <w:t>وَإِذَا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قِيلَ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لَهُمْ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تَعَالَوْا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أَنزَلَ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وَإِلَى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الرَّسُولِ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قَالُوا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حَسْبُنَا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وَجَدْنَا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عَلَيْهِ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آبَاءَنَا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أَوَلَوْ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كَانَ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آبَاؤُهُمْ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يَعْلَمُونَ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شَيْئًا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يَهْتَدُونَ</w:t>
      </w: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140)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,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rPr>
          <w:rFonts w:ascii="Times New Roman" w:hAnsi="Times New Roman" w:cs="Times New Roman" w:hint="cs"/>
          <w:rtl/>
        </w:rPr>
        <w:t>وَكَذَلِكَ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أَرْسَلْنَا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قَبْلِكَ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قَرْيَةٍ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مِّن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نَّذِيرٍ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إِلَّا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قَالَ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مُتْرَفُوهَا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إِنَّا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وَجَدْنَا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آبَاءَنَا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أُمَّةٍ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وَإِنَّا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آثَارِهِم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مُّقْتَدُونَ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ज़ुख़रुफ़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 xml:space="preserve">23)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,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भेजा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ख़ुशहाल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नक्शे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 xml:space="preserve"> </w:t>
      </w:r>
      <w:r w:rsidRPr="00E47180">
        <w:rPr>
          <w:rFonts w:ascii="Times New Roman" w:hAnsi="Times New Roman" w:cs="Times New Roman" w:hint="cs"/>
          <w:rtl/>
        </w:rPr>
        <w:t>يَوْمَ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تُقَلَّبُ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وُجُوهُهُمْ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النَّارِ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يَقُولُونَ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لَيْتَنَا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أَطَعْنَا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وَأَطَعْنَا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الرَّسُولَا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وَقَالُوا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رَبَّنَا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إِنَّا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أَطَعْنَا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سَادَتَنَا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وَكُبَرَاءَنَا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فَأَضَلُّونَا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السَّبِيلَا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رَبَّنَا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آتِهِمْ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ضِعْفَيْنِ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الْعَذَابِ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وَالْعَنْهُمْ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لَعْنًا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كَبِيرًا</w:t>
      </w: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66-68)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,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चेहरे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जहन्नम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सरदारों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परवरदिगार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दोहरा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दो।अत्त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तरतीब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वत्त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तरग़ीब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341)</w:t>
      </w:r>
    </w:p>
    <w:p w:rsidR="008F4AF7" w:rsidRPr="00E47180" w:rsidRDefault="008F4AF7" w:rsidP="008F4AF7">
      <w:pPr>
        <w:pStyle w:val="libNormal"/>
      </w:pPr>
      <w:r w:rsidRPr="00E47180">
        <w:t xml:space="preserve">7. </w:t>
      </w:r>
      <w:r w:rsidRPr="00E47180">
        <w:tab/>
      </w:r>
      <w:r w:rsidRPr="008F4AF7">
        <w:rPr>
          <w:rFonts w:hint="cs"/>
          <w:cs/>
          <w:lang w:bidi="hi-IN"/>
        </w:rPr>
        <w:t>फ़िरका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अरबी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सुनने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1322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3992, </w:t>
      </w:r>
      <w:r w:rsidRPr="008F4AF7">
        <w:rPr>
          <w:rFonts w:hint="cs"/>
          <w:cs/>
          <w:lang w:bidi="hi-IN"/>
        </w:rPr>
        <w:t>सुनने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134,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2778)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इकहत्तर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नाजिया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सत्तर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आतिशे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जहन्नम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बहत्तर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तक़सीम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इकहत्तर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जहन्नम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परवरदिगार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क़ुदरत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तिहत्तर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तक़सीम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जिनमे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बहत्तर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आतिशे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जहन्नम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जलेगें।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फ़िरक़े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छानबीन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मुस्तक़बिल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हवादिस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इल्में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ग़ैब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रौशनी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इल्में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बैरूनी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मौज़ूआत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गैब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</w:p>
    <w:p w:rsidR="008F4AF7" w:rsidRPr="00E47180" w:rsidRDefault="008F4AF7" w:rsidP="008F4AF7">
      <w:pPr>
        <w:pStyle w:val="libNormal"/>
      </w:pPr>
      <w:r w:rsidRPr="00E47180">
        <w:rPr>
          <w:rFonts w:ascii="Times New Roman" w:hAnsi="Times New Roman" w:cs="Times New Roman" w:hint="cs"/>
          <w:rtl/>
        </w:rPr>
        <w:lastRenderedPageBreak/>
        <w:t>وَعِندَهُ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مَفَاتِحُ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الْغَيْبِ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يَعْلَمُهَا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إِلَّا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هُوَ</w:t>
      </w: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59)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गै़ब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ख़ज़ाने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जानता।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</w:p>
    <w:p w:rsidR="008F4AF7" w:rsidRPr="00E47180" w:rsidRDefault="008F4AF7" w:rsidP="008F4AF7">
      <w:pPr>
        <w:pStyle w:val="libNormal"/>
      </w:pPr>
      <w:r w:rsidRPr="00E47180">
        <w:rPr>
          <w:rFonts w:ascii="Times New Roman" w:hAnsi="Times New Roman" w:cs="Times New Roman" w:hint="cs"/>
          <w:rtl/>
        </w:rPr>
        <w:t>وَلِلَّـهِ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غَيْبُ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السَّمَاوَاتِ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وَالْأَرْضِ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أَمْرُ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السَّاعَةِ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إِلَّا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كَلَمْحِ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الْبَصَرِ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أَوْ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هُوَ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أَقْرَبُ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إِنَّ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كُلِّ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شَيْءٍ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قَدِيرٌ</w:t>
      </w: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77)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 xml:space="preserve"> </w:t>
      </w:r>
      <w:r w:rsidRPr="00E47180">
        <w:rPr>
          <w:rFonts w:ascii="Times New Roman" w:hAnsi="Times New Roman" w:cs="Times New Roman" w:hint="cs"/>
          <w:rtl/>
        </w:rPr>
        <w:t>قُل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لَّا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يَعْلَمُ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السَّمَاوَاتِ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وَالْأَرْضِ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الْغَيْبَ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إِلَّا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يَشْعُرُونَ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أَيَّانَ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يُبْعَثُونَ</w:t>
      </w: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65)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दीजिए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गैब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 xml:space="preserve"> </w:t>
      </w:r>
      <w:r w:rsidRPr="00E47180">
        <w:rPr>
          <w:rFonts w:ascii="Times New Roman" w:hAnsi="Times New Roman" w:cs="Times New Roman" w:hint="cs"/>
          <w:rtl/>
        </w:rPr>
        <w:t>عَالِمُ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الْغَيْبِ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يُظْهِرُ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غَيْبِهِ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أَحَدًاإِلَّا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مَنِ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ارْتَضَى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رَّسُولٍ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فَإِنَّهُ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يَسْلُكُ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بَيْنِ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يَدَيْهِ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وَمِنْ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خَلْفِهِ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رَصَدًا</w:t>
      </w: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26, 27)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मुत्तलअ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गै़ब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क़ुरआनी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मुसतक़बिल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हवादिस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9" w:name="_Toc457825233"/>
      <w:r w:rsidRPr="008F4AF7">
        <w:rPr>
          <w:rFonts w:hint="cs"/>
          <w:cs/>
          <w:lang w:bidi="hi-IN"/>
        </w:rPr>
        <w:t>इल्मे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गैब</w:t>
      </w:r>
      <w:r w:rsidRPr="00735514">
        <w:t xml:space="preserve">,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रौशनी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bookmarkEnd w:id="9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मुतालए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मुकम्मल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आईये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 xml:space="preserve">1.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सोनने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1322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3922, </w:t>
      </w:r>
      <w:r w:rsidRPr="008F4AF7">
        <w:rPr>
          <w:rFonts w:hint="cs"/>
          <w:cs/>
          <w:lang w:bidi="hi-IN"/>
        </w:rPr>
        <w:t>सोनने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2778)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,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तिहत्तर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तक़सीम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बहत्तर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आतिशे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जहन्नम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जलेगें।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lastRenderedPageBreak/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अनस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सअद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वक़ास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सुदी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अजलान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औफ़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अशजई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उवैयमर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मुतावातिर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क़दीर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हाकिमे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नैशापुरी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मुसतदरक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तलख़ीसुल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मुसतदरक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शातेबी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ऐतेसाम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सफ़ारिनी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लवामेउल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अनवारल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बहीय्या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नासिरुद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अलवानी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इल्मे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तवातुर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साज़िश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क़ाबिले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ऐतेमाद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मुतर्जिम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फ़ैज़ुल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21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मुसतदरक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128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ऐतेसाम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189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लवामेउल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93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सिलसिलातुल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359 </w:t>
      </w:r>
    </w:p>
    <w:p w:rsidR="00735514" w:rsidRPr="00FD6765" w:rsidRDefault="00735514" w:rsidP="008F4AF7">
      <w:pPr>
        <w:pStyle w:val="libNormal"/>
        <w:rPr>
          <w:lang w:bidi="hi-IN"/>
        </w:rPr>
      </w:pP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अलबत्ता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तिहत्तर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मुबालिग़े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उक़बा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176)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हूँगा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हौज़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कौसर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खज़ानों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कुन्जियां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ख़ौफ़ज़दा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मुश्रिक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हूँ।</w:t>
      </w:r>
    </w:p>
    <w:p w:rsidR="008F4AF7" w:rsidRPr="00E47180" w:rsidRDefault="008F4AF7" w:rsidP="008F4AF7">
      <w:pPr>
        <w:pStyle w:val="libNormal"/>
      </w:pPr>
      <w:r w:rsidRPr="00E47180">
        <w:t xml:space="preserve"> 3. 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 xml:space="preserve">4,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110)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जहन्नम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कहूँगा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पालने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आवाज़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आयेगी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जाहिलीयत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गये।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हुरैरा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असमा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उमैस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आयशा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उम्मे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सलमा।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शामिख़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मुक़बली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मुतावातिरे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इल्में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मुतावातिर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मुख़्तिलफ़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हों।मुतर्जिम</w:t>
      </w:r>
      <w:r w:rsidRPr="008F4AF7">
        <w:rPr>
          <w:cs/>
          <w:lang w:bidi="hi-IN"/>
        </w:rPr>
        <w:t xml:space="preserve">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अलबत्ता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रद्द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शिर्क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मनक़ूल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उक़बा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मुशरिक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झगड़े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208,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66)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तर्जुमा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बर्बाद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बर्बाद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तग़य्युर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तबद्दुल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तग़य्युर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तबद्दुल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शिर्क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जाहिलियत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फ़ासला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मुशरिक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जायेगें।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थी।</w:t>
      </w:r>
    </w:p>
    <w:p w:rsidR="008F4AF7" w:rsidRPr="00E47180" w:rsidRDefault="008F4AF7" w:rsidP="008F4AF7">
      <w:pPr>
        <w:pStyle w:val="libNormal"/>
      </w:pPr>
      <w:r w:rsidRPr="00E47180">
        <w:t xml:space="preserve">4. 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अलक़मा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अहक़ाक़ुल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296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मवाहिब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सअद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उबादा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करोगें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रसूलल्लाह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जाऊगा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ग़लबा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जाहिलियत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पलटा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देगी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5. </w:t>
      </w:r>
      <w:r w:rsidRPr="00E47180">
        <w:tab/>
      </w:r>
      <w:r w:rsidRPr="008F4AF7">
        <w:rPr>
          <w:rFonts w:hint="cs"/>
          <w:cs/>
          <w:lang w:bidi="hi-IN"/>
        </w:rPr>
        <w:t>ख़ारज़मी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लैला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ख़ारज़मी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जल्दी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बरपा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 6. 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तर्जुमा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>834)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गलियों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ख़ूबसूरत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ख़ूबसूरत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रीशे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आवाज़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तुम्हारी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बुग़्ज़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कीनह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अभी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करेगी।</w:t>
      </w:r>
    </w:p>
    <w:p w:rsidR="008F4AF7" w:rsidRPr="00E47180" w:rsidRDefault="008F4AF7" w:rsidP="008F4AF7">
      <w:pPr>
        <w:pStyle w:val="libNormal"/>
      </w:pPr>
      <w:r w:rsidRPr="00E47180">
        <w:t xml:space="preserve">7. 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मोवयबह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रसूलल्लाह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ख़ादिम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318)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इस्तिग़फ़ार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फ़साद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बहिश्त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कुंजियाँ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परवरदिगार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मुलाक़ात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परवरदिगार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मुलाक़ात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इसतिग़फार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वापस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मुब्तला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रेहलत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फ़रमाई।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अलैहिर्रहमह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फ़ातेमा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ज़हरा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lastRenderedPageBreak/>
        <w:t>(</w:t>
      </w:r>
      <w:r w:rsidRPr="008F4AF7">
        <w:rPr>
          <w:rFonts w:hint="cs"/>
          <w:cs/>
          <w:lang w:bidi="hi-IN"/>
        </w:rPr>
        <w:t>ख़ुतब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ज़हरा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 xml:space="preserve">16,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234)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ग़र्क़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मग़मूम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कड़वे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दोहराने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मजबूर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मुस्तक़बिल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सियासी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खेल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दी।</w:t>
      </w:r>
    </w:p>
    <w:p w:rsidR="00735514" w:rsidRDefault="008F4AF7" w:rsidP="008F4AF7">
      <w:pPr>
        <w:pStyle w:val="libNormal"/>
        <w:rPr>
          <w:cs/>
          <w:lang w:bidi="hi-IN"/>
        </w:rPr>
      </w:pPr>
      <w:r w:rsidRPr="00E47180">
        <w:t>(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235, </w:t>
      </w:r>
      <w:r w:rsidRPr="008F4AF7">
        <w:rPr>
          <w:rFonts w:hint="cs"/>
          <w:cs/>
          <w:lang w:bidi="hi-IN"/>
        </w:rPr>
        <w:t>फ़िदक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सद्र</w:t>
      </w:r>
      <w:r w:rsidRPr="008F4AF7">
        <w:rPr>
          <w:cs/>
          <w:lang w:bidi="hi-IN"/>
        </w:rPr>
        <w:t>)</w:t>
      </w:r>
    </w:p>
    <w:p w:rsidR="00735514" w:rsidRDefault="00735514" w:rsidP="00DE0F6F">
      <w:pPr>
        <w:pStyle w:val="libNormal"/>
        <w:rPr>
          <w:cs/>
          <w:lang w:bidi="hi-IN"/>
        </w:rPr>
      </w:pPr>
      <w:r>
        <w:rPr>
          <w:cs/>
          <w:lang w:bidi="hi-IN"/>
        </w:rPr>
        <w:br w:type="page"/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10" w:name="_Toc457825234"/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रास्ते</w:t>
      </w:r>
      <w:bookmarkEnd w:id="10"/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उठता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सोची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तसव्वुर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.</w:t>
      </w:r>
      <w:r w:rsidRPr="008F4AF7">
        <w:rPr>
          <w:cs/>
          <w:lang w:bidi="hi-IN"/>
        </w:rPr>
        <w:tab/>
      </w:r>
      <w:r w:rsidRPr="008F4AF7">
        <w:rPr>
          <w:rFonts w:hint="cs"/>
          <w:cs/>
          <w:lang w:bidi="hi-IN"/>
        </w:rPr>
        <w:t>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अहसास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ज़िम्मेदारानी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झगड़े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ज़िम्मेदाराना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  <w:r w:rsidRPr="008F4AF7">
        <w:rPr>
          <w:cs/>
          <w:lang w:bidi="hi-IN"/>
        </w:rPr>
        <w:t xml:space="preserve"> </w:t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11" w:name="_Toc457825235"/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तरफ़दार</w:t>
      </w:r>
      <w:bookmarkEnd w:id="11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जिनका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ज़ानू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16)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मुसतहिक़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431)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लें।तारीख़े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दरख़्वास्त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चरवाहे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गोसफ़ंदों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इक्तेदा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इक्तेदा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की।हिलयतुल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44)</w:t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12" w:name="_Toc457825236"/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bookmarkEnd w:id="12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अहसास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ज़रूरीयाते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मुसलेमीन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लापरवाही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मुकम्मल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क़वानीन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सआदत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रहें।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मुतालआ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E47180">
        <w:t>23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नश्र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इज़्ज़त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रुख़्सत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तशरीफ़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लाये।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क़ाग़ज़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तशरीफ़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मिसाल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हिजरत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बवात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सअद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अशीरा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मख़ज़ूमी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मकतूम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क़िक़ाअ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लबाबा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हिजरत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क़रक़रतुल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मकतूम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अफ़्फ़ान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हिज़रत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चौथे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मकतूम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सीव्वुम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रवाहा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हिजरत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पाँचवें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ज़ातुर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रिका़अ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अफ़्फ़ान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दौमतुस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जुन्दल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खंदक़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मकतूम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मुसतग़लक़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हारेसा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हिजरत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छठे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लेहयान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गज़व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होदैयबिया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मकतूम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हिजरत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सातवें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ख़ैबर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गज़व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उरफ़ता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आठवें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तबूक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देखिये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मआलिमुल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मदरसतैन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273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>279)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सतरों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मरतबा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में।मुतर्जिम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मुलाहिज़ा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तशरीफ़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तसव्वुर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देगें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lastRenderedPageBreak/>
        <w:t>(</w:t>
      </w:r>
      <w:r w:rsidRPr="008F4AF7">
        <w:rPr>
          <w:rFonts w:hint="cs"/>
          <w:cs/>
          <w:lang w:bidi="hi-IN"/>
        </w:rPr>
        <w:t>उसूले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सुबह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उठे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दरख्शाँ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मुसतक़बिल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E47180">
        <w:t>4.</w:t>
      </w:r>
      <w:r w:rsidRPr="00E47180">
        <w:tab/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मुसतक़बिल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735514" w:rsidRDefault="008F4AF7" w:rsidP="008F4AF7">
      <w:pPr>
        <w:pStyle w:val="libNormal"/>
        <w:rPr>
          <w:lang w:bidi="hi-IN"/>
        </w:rPr>
      </w:pPr>
      <w:r w:rsidRPr="008F4AF7">
        <w:rPr>
          <w:rFonts w:hint="cs"/>
          <w:cs/>
          <w:lang w:bidi="hi-IN"/>
        </w:rPr>
        <w:t>चुनाचे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बिस्मिल्लाहिर्रहमानिर्रहीम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बेहोश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थोड़ी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तसदीक़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ग़ुलाम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मस्जिद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नसीहते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735514" w:rsidP="008F4AF7">
      <w:pPr>
        <w:pStyle w:val="libNormal"/>
      </w:pPr>
      <w:r>
        <w:rPr>
          <w:rFonts w:hint="cs"/>
          <w:cs/>
          <w:lang w:bidi="hi-IN"/>
        </w:rPr>
        <w:lastRenderedPageBreak/>
        <w:t>(</w:t>
      </w:r>
      <w:r w:rsidR="008F4AF7" w:rsidRPr="008F4AF7">
        <w:rPr>
          <w:rFonts w:hint="cs"/>
          <w:cs/>
          <w:lang w:bidi="hi-IN"/>
        </w:rPr>
        <w:t>तारीखे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तबरी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जिल्द</w:t>
      </w:r>
      <w:r w:rsidR="008F4AF7" w:rsidRPr="008F4AF7">
        <w:rPr>
          <w:cs/>
          <w:lang w:bidi="hi-IN"/>
        </w:rPr>
        <w:t xml:space="preserve"> </w:t>
      </w:r>
      <w:r w:rsidR="008F4AF7" w:rsidRPr="00E47180">
        <w:t>3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पेज</w:t>
      </w:r>
      <w:r w:rsidR="008F4AF7" w:rsidRPr="008F4AF7">
        <w:rPr>
          <w:cs/>
          <w:lang w:bidi="hi-IN"/>
        </w:rPr>
        <w:t xml:space="preserve"> </w:t>
      </w:r>
      <w:r w:rsidR="008F4AF7" w:rsidRPr="00E47180">
        <w:t>429)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मजबूर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रॉकर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भेजा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दफ़्न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दरख़्वास्त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भेजा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चरवाहे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गोसफ़ंदों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जायें।अल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सियायह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मुस्तक़बिल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मिनजुमला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मुलाक़ात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चरवाहे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गोसफंदों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नाख़ुश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सियासह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E47180">
        <w:t>6.</w:t>
      </w:r>
      <w:r w:rsidRPr="00E47180">
        <w:tab/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अंबिया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ख़ुसूसियत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</w:p>
    <w:p w:rsidR="008F4AF7" w:rsidRPr="00E47180" w:rsidRDefault="008F4AF7" w:rsidP="008F4AF7">
      <w:pPr>
        <w:pStyle w:val="libNormal"/>
      </w:pPr>
      <w:r w:rsidRPr="00E47180">
        <w:rPr>
          <w:rFonts w:ascii="Times New Roman" w:hAnsi="Times New Roman" w:cs="Times New Roman" w:hint="cs"/>
          <w:rtl/>
        </w:rPr>
        <w:t>وَاجْعَل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لِّي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وَزِيرًا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مِّنْ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أَهْلِي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هَارُونَ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أَخِي</w:t>
      </w: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29, 30)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नासल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आऊगाँ।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बताओ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मूसा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इमरान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यूशा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यनाबिउल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</w:t>
      </w:r>
      <w:r w:rsidRPr="008F4AF7">
        <w:rPr>
          <w:cs/>
          <w:lang w:bidi="hi-IN"/>
        </w:rPr>
        <w:t xml:space="preserve"> </w:t>
      </w:r>
      <w:r w:rsidRPr="00E47180">
        <w:t>76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फ़रजंद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नौ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याक़ूबी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आदम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ज़ोहद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क़ाबील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फ़रमाया।तारीख़े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याक़ूबी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7)</w:t>
      </w:r>
    </w:p>
    <w:p w:rsidR="00735514" w:rsidRDefault="008F4AF7" w:rsidP="008F4AF7">
      <w:pPr>
        <w:pStyle w:val="libNormal"/>
        <w:rPr>
          <w:lang w:bidi="hi-IN"/>
        </w:rPr>
      </w:pPr>
      <w:r w:rsidRPr="008F4AF7">
        <w:rPr>
          <w:rFonts w:hint="cs"/>
          <w:cs/>
          <w:lang w:bidi="hi-IN"/>
        </w:rPr>
        <w:t>शीस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फ़रज़ंद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अनूश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अनूश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क़ीनान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महलाईल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यरद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फ़रज़ंद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ईदरीस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</w:t>
      </w:r>
    </w:p>
    <w:p w:rsidR="008F4AF7" w:rsidRPr="00E47180" w:rsidRDefault="00735514" w:rsidP="008F4AF7">
      <w:pPr>
        <w:pStyle w:val="libNormal"/>
      </w:pPr>
      <w:r>
        <w:rPr>
          <w:rFonts w:hint="cs"/>
          <w:cs/>
          <w:lang w:bidi="hi-IN"/>
        </w:rPr>
        <w:t>(</w:t>
      </w:r>
      <w:r w:rsidR="008F4AF7" w:rsidRPr="008F4AF7">
        <w:rPr>
          <w:rFonts w:hint="cs"/>
          <w:cs/>
          <w:lang w:bidi="hi-IN"/>
        </w:rPr>
        <w:t>कामिल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इब्ने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असीर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जिल्द</w:t>
      </w:r>
      <w:r w:rsidR="008F4AF7" w:rsidRPr="008F4AF7">
        <w:rPr>
          <w:cs/>
          <w:lang w:bidi="hi-IN"/>
        </w:rPr>
        <w:t xml:space="preserve"> </w:t>
      </w:r>
      <w:r w:rsidR="008F4AF7" w:rsidRPr="00E47180">
        <w:t>1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पेज</w:t>
      </w:r>
      <w:r w:rsidR="008F4AF7" w:rsidRPr="008F4AF7">
        <w:rPr>
          <w:cs/>
          <w:lang w:bidi="hi-IN"/>
        </w:rPr>
        <w:t xml:space="preserve"> </w:t>
      </w:r>
      <w:r w:rsidR="008F4AF7" w:rsidRPr="00E47180">
        <w:t xml:space="preserve">54, 55) </w:t>
      </w:r>
    </w:p>
    <w:p w:rsidR="00735514" w:rsidRDefault="008F4AF7" w:rsidP="008F4AF7">
      <w:pPr>
        <w:pStyle w:val="libNormal"/>
        <w:rPr>
          <w:lang w:bidi="hi-IN"/>
        </w:rPr>
      </w:pPr>
      <w:r w:rsidRPr="008F4AF7">
        <w:rPr>
          <w:rFonts w:hint="cs"/>
          <w:cs/>
          <w:lang w:bidi="hi-IN"/>
        </w:rPr>
        <w:t>ईदरीस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मुतशल्लिख़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फ़रज़ंद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लमक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फ़रज़ंद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</w:t>
      </w:r>
    </w:p>
    <w:p w:rsidR="008F4AF7" w:rsidRPr="00E47180" w:rsidRDefault="00735514" w:rsidP="008F4AF7">
      <w:pPr>
        <w:pStyle w:val="libNormal"/>
      </w:pPr>
      <w:r>
        <w:rPr>
          <w:rFonts w:hint="cs"/>
          <w:cs/>
          <w:lang w:bidi="hi-IN"/>
        </w:rPr>
        <w:t>(</w:t>
      </w:r>
      <w:r w:rsidR="008F4AF7" w:rsidRPr="008F4AF7">
        <w:rPr>
          <w:rFonts w:hint="cs"/>
          <w:cs/>
          <w:lang w:bidi="hi-IN"/>
        </w:rPr>
        <w:t>कामिल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बिन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असीर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जिल्द</w:t>
      </w:r>
      <w:r w:rsidR="008F4AF7" w:rsidRPr="008F4AF7">
        <w:rPr>
          <w:cs/>
          <w:lang w:bidi="hi-IN"/>
        </w:rPr>
        <w:t xml:space="preserve"> </w:t>
      </w:r>
      <w:r w:rsidR="008F4AF7" w:rsidRPr="00E47180">
        <w:t>1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पेज</w:t>
      </w:r>
      <w:r w:rsidR="008F4AF7" w:rsidRPr="008F4AF7">
        <w:rPr>
          <w:cs/>
          <w:lang w:bidi="hi-IN"/>
        </w:rPr>
        <w:t xml:space="preserve"> </w:t>
      </w:r>
      <w:r w:rsidR="008F4AF7" w:rsidRPr="00E47180">
        <w:t>62)</w:t>
      </w:r>
    </w:p>
    <w:p w:rsidR="008F4AF7" w:rsidRPr="00FD6765" w:rsidRDefault="008F4AF7" w:rsidP="008F4AF7">
      <w:pPr>
        <w:pStyle w:val="libNormal"/>
        <w:rPr>
          <w:lang w:bidi="hi-IN"/>
        </w:rPr>
      </w:pPr>
      <w:r w:rsidRPr="008F4AF7">
        <w:rPr>
          <w:rFonts w:hint="cs"/>
          <w:cs/>
          <w:lang w:bidi="hi-IN"/>
        </w:rPr>
        <w:lastRenderedPageBreak/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इस्माईल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सुकूनत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मनासिके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रखना।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इस्माईल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इसहाक़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फ़रजंद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याक़ूब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रहा।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याक़ूबी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28)</w:t>
      </w:r>
      <w:r w:rsidR="00735514" w:rsidRPr="00FD6765">
        <w:rPr>
          <w:rFonts w:hint="cs"/>
          <w:rtl/>
          <w:cs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दाऊद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फ़रजंद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सुलेमान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तौरेत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ईसा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शमऊन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शमऊन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हिकमत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मीरास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दो।</w:t>
      </w:r>
    </w:p>
    <w:p w:rsidR="00735514" w:rsidRDefault="008F4AF7" w:rsidP="008F4AF7">
      <w:pPr>
        <w:pStyle w:val="libNormal"/>
        <w:rPr>
          <w:lang w:bidi="hi-IN"/>
        </w:rPr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शमऊन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ईसा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हव्वारियों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पहुचा।</w:t>
      </w:r>
    </w:p>
    <w:p w:rsidR="008F4AF7" w:rsidRPr="00E47180" w:rsidRDefault="00735514" w:rsidP="008F4AF7">
      <w:pPr>
        <w:pStyle w:val="libNormal"/>
      </w:pPr>
      <w:r>
        <w:rPr>
          <w:rFonts w:hint="cs"/>
          <w:cs/>
          <w:lang w:bidi="hi-IN"/>
        </w:rPr>
        <w:t>(</w:t>
      </w:r>
      <w:r w:rsidR="008F4AF7" w:rsidRPr="008F4AF7">
        <w:rPr>
          <w:rFonts w:hint="cs"/>
          <w:cs/>
          <w:lang w:bidi="hi-IN"/>
        </w:rPr>
        <w:t>इसबातुल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वसीयत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पेज</w:t>
      </w:r>
      <w:r w:rsidR="008F4AF7" w:rsidRPr="008F4AF7">
        <w:rPr>
          <w:cs/>
          <w:lang w:bidi="hi-IN"/>
        </w:rPr>
        <w:t xml:space="preserve"> </w:t>
      </w:r>
      <w:r w:rsidR="008F4AF7" w:rsidRPr="00E47180">
        <w:t>70)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मीरास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बावजूद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क़ानून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फ़ारसी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कंज़ुल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610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32953, </w:t>
      </w:r>
      <w:r w:rsidRPr="008F4AF7">
        <w:rPr>
          <w:rFonts w:hint="cs"/>
          <w:cs/>
          <w:lang w:bidi="hi-IN"/>
        </w:rPr>
        <w:t>मजमउज़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113, 114)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सलमान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तेज़ी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लब्बैक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? </w:t>
      </w:r>
      <w:r w:rsidRPr="008F4AF7">
        <w:rPr>
          <w:rFonts w:hint="cs"/>
          <w:cs/>
          <w:lang w:bidi="hi-IN"/>
        </w:rPr>
        <w:t>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यूशा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E47180">
        <w:t xml:space="preserve">? </w:t>
      </w:r>
      <w:r w:rsidRPr="008F4AF7">
        <w:rPr>
          <w:rFonts w:hint="cs"/>
          <w:cs/>
          <w:lang w:bidi="hi-IN"/>
        </w:rPr>
        <w:t>मैने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बुरैदा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रियाज़ुन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 xml:space="preserve"> 7.</w:t>
      </w:r>
      <w:r w:rsidRPr="00E47180">
        <w:tab/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फ़रीज़ा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फ़रायज़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.</w:t>
      </w:r>
      <w:r w:rsidRPr="008F4AF7">
        <w:rPr>
          <w:cs/>
          <w:lang w:bidi="hi-IN"/>
        </w:rPr>
        <w:tab/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अहदाफ़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मक़ासिद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तशरीह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रुमूज़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असरार।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</w:t>
      </w:r>
      <w:r w:rsidRPr="008F4AF7">
        <w:rPr>
          <w:cs/>
          <w:lang w:bidi="hi-IN"/>
        </w:rPr>
        <w:t>.</w:t>
      </w:r>
      <w:r w:rsidRPr="008F4AF7">
        <w:rPr>
          <w:cs/>
          <w:lang w:bidi="hi-IN"/>
        </w:rPr>
        <w:tab/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मौज़ूआत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वज़ाहत।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</w:t>
      </w:r>
      <w:r w:rsidRPr="008F4AF7">
        <w:rPr>
          <w:cs/>
          <w:lang w:bidi="hi-IN"/>
        </w:rPr>
        <w:t>.</w:t>
      </w:r>
      <w:r w:rsidRPr="008F4AF7">
        <w:rPr>
          <w:cs/>
          <w:lang w:bidi="hi-IN"/>
        </w:rPr>
        <w:tab/>
      </w:r>
      <w:r w:rsidRPr="008F4AF7">
        <w:rPr>
          <w:rFonts w:hint="cs"/>
          <w:cs/>
          <w:lang w:bidi="hi-IN"/>
        </w:rPr>
        <w:t>दुश्मनाने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मफ़ाद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ई</w:t>
      </w:r>
      <w:r w:rsidRPr="008F4AF7">
        <w:rPr>
          <w:cs/>
          <w:lang w:bidi="hi-IN"/>
        </w:rPr>
        <w:t>.</w:t>
      </w:r>
      <w:r w:rsidRPr="008F4AF7">
        <w:rPr>
          <w:cs/>
          <w:lang w:bidi="hi-IN"/>
        </w:rPr>
        <w:tab/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महफ़ूज़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रखना।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कारेईने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मोहतरम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अहसास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ओहदे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E47180">
        <w:t>8.</w:t>
      </w:r>
      <w:r w:rsidRPr="00E47180">
        <w:tab/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मशरिक़ी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बादशाह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रूम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कशमकश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अंदरूनी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इलाक़ो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मुनाफ़िक़ीन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ताअल्लुक़ात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नाबूद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सौदा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कमज़ोर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महफ़ूज़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कतई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निभाया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आशोब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बरपा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दी।</w:t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13" w:name="_Toc457825237"/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bookmarkEnd w:id="13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ख़िलाफ़ते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मुकर्रर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E47180">
        <w:lastRenderedPageBreak/>
        <w:t>2.</w:t>
      </w:r>
      <w:r w:rsidRPr="00E47180">
        <w:tab/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हरगिज़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सलाहियत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असवद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झगड़ा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असवद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तब्दील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चुँनाते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झगड़े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असवद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नुमाइंदा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भेज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असवद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ग़ज़व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मुसतलक़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मुहाजेरीन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झगड़ा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पुकारा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क़रीब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ख़ामोश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जाहिलियत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डराया।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मुहाजिर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बुनियाद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ग़स्ब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सअद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मुहाजेरीन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हुकुमत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लिया।</w:t>
      </w:r>
    </w:p>
    <w:p w:rsidR="008F4AF7" w:rsidRPr="00E47180" w:rsidRDefault="008F4AF7" w:rsidP="008F4AF7">
      <w:pPr>
        <w:pStyle w:val="libNormal"/>
      </w:pPr>
      <w:r w:rsidRPr="00E47180">
        <w:lastRenderedPageBreak/>
        <w:t>3.</w:t>
      </w:r>
      <w:r w:rsidRPr="00E47180">
        <w:tab/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तबलीग़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ज़िम्मेदारियाँ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रेहलत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460, </w:t>
      </w:r>
      <w:r w:rsidRPr="008F4AF7">
        <w:rPr>
          <w:rFonts w:hint="cs"/>
          <w:cs/>
          <w:lang w:bidi="hi-IN"/>
        </w:rPr>
        <w:t>तबक़ात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ख़ामोश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637)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हिकमत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दरवाज़ा।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मुसतदरके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दरवाज़ा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दरवाज़े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बुनियाद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तीसरा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बनाया।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बरतरी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मुतकल्लेमीन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अफ़ज़ल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: </w:t>
      </w:r>
      <w:r w:rsidRPr="00E47180">
        <w:rPr>
          <w:rFonts w:ascii="Times New Roman" w:hAnsi="Times New Roman" w:cs="Times New Roman" w:hint="cs"/>
          <w:rtl/>
        </w:rPr>
        <w:t>قُلْ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هَلْ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شُرَكَائِكُم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مَّن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يَهْدِي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الْحَقِّ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قُلِ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يَهْدِي</w:t>
      </w:r>
    </w:p>
    <w:p w:rsidR="008F4AF7" w:rsidRPr="00E47180" w:rsidRDefault="008F4AF7" w:rsidP="008F4AF7">
      <w:pPr>
        <w:pStyle w:val="libNormal"/>
      </w:pPr>
      <w:r w:rsidRPr="00E47180">
        <w:t xml:space="preserve"> </w:t>
      </w:r>
      <w:r w:rsidRPr="00E47180">
        <w:rPr>
          <w:rFonts w:ascii="Times New Roman" w:hAnsi="Times New Roman" w:cs="Times New Roman" w:hint="cs"/>
          <w:rtl/>
        </w:rPr>
        <w:t>لِلْحَقِّ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أَفَمَن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يَهْدِي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الْحَقِّ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أَحَقُّ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يُتَّبَعَ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أَمَّن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لَّا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يَهِدِّي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إِلَّا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يُهْدَى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كَيْفَ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تَحْكُمُونَ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यूनुस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35)</w:t>
      </w:r>
    </w:p>
    <w:p w:rsidR="008F4AF7" w:rsidRPr="00E47180" w:rsidRDefault="008F4AF7" w:rsidP="008F4AF7">
      <w:pPr>
        <w:pStyle w:val="libNormal"/>
      </w:pPr>
      <w:r w:rsidRPr="00E47180">
        <w:t xml:space="preserve">''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वाक़ेअन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क़ाबिले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E47180">
        <w:t xml:space="preserve">?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!! </w:t>
      </w: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फैसले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E47180">
        <w:t>''!!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E47180">
        <w:t xml:space="preserve">''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अफ़ज़ल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धोका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E47180">
        <w:t>'' (</w:t>
      </w:r>
      <w:r w:rsidRPr="008F4AF7">
        <w:rPr>
          <w:rFonts w:hint="cs"/>
          <w:cs/>
          <w:lang w:bidi="hi-IN"/>
        </w:rPr>
        <w:t>कन्ज़ुल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14653)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:</w:t>
      </w:r>
      <w:r w:rsidRPr="00E47180">
        <w:t>''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मोमेनीन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ख़यानत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E47180">
        <w:t>'' (</w:t>
      </w:r>
      <w:r w:rsidRPr="008F4AF7">
        <w:rPr>
          <w:rFonts w:hint="cs"/>
          <w:cs/>
          <w:lang w:bidi="hi-IN"/>
        </w:rPr>
        <w:t>मजमउज़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232, 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E47180">
        <w:t xml:space="preserve">?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छुपाया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छुपाया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 xml:space="preserve"> </w:t>
      </w:r>
      <w:r w:rsidRPr="00E47180">
        <w:rPr>
          <w:rFonts w:ascii="Times New Roman" w:hAnsi="Times New Roman" w:cs="Times New Roman" w:hint="cs"/>
          <w:rtl/>
        </w:rPr>
        <w:t>إِنَّمَا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وَلِيُّكُمُ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وَرَسُولُهُ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وَالَّذِينَ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آمَنُوا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الَّذِينَ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يُقِيمُونَ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الصَّلَاةَ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وَيُؤْتُونَ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الزَّكَاةَ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وَهُمْ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رَاكِعُونَ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अहक़ाक़ुल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.</w:t>
      </w:r>
      <w:r w:rsidRPr="008F4AF7">
        <w:rPr>
          <w:cs/>
          <w:lang w:bidi="hi-IN"/>
        </w:rPr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अफ़ज़लियत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 xml:space="preserve">55)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,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रुकू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ज़कात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सुन्नी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मुफ़स्सेरीन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पचास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है।दुर्रे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239)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मवद्दत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</w:p>
    <w:p w:rsidR="008F4AF7" w:rsidRPr="00E47180" w:rsidRDefault="008F4AF7" w:rsidP="008F4AF7">
      <w:pPr>
        <w:pStyle w:val="libNormal"/>
      </w:pPr>
      <w:r w:rsidRPr="00E47180">
        <w:t xml:space="preserve">: </w:t>
      </w:r>
      <w:r w:rsidRPr="00E47180">
        <w:rPr>
          <w:rFonts w:ascii="Times New Roman" w:hAnsi="Times New Roman" w:cs="Times New Roman" w:hint="cs"/>
          <w:rtl/>
        </w:rPr>
        <w:t>ذَلِكَ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الَّذِي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يُبَشِّرُ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عِبَادَهُ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الَّذِينَ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آمَنُوا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وَعَمِلُوا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الصَّالِحَاتِ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قُل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لَّا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أَسْأَلُكُمْ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عَلَيْهِ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أَجْرًا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إِلَّا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الْمَوَدَّةَ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الْقُرْبَى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وَمَن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يَقْتَرِفْ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حَسَنَةً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نَّزِدْ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فِيهَا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حُسْنًا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إِنَّ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غَفُورٌ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شَكُورٌ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23)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दीजिए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तहलीग़े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सुयूतीस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रिश्तेदार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अली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फ़ातेमा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बेटे।अहयाउल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मय्यत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239, </w:t>
      </w:r>
      <w:r w:rsidRPr="008F4AF7">
        <w:rPr>
          <w:rFonts w:hint="cs"/>
          <w:cs/>
          <w:lang w:bidi="hi-IN"/>
        </w:rPr>
        <w:t>दुर्रे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7, </w:t>
      </w:r>
      <w:r w:rsidRPr="008F4AF7">
        <w:rPr>
          <w:rFonts w:hint="cs"/>
          <w:cs/>
          <w:lang w:bidi="hi-IN"/>
        </w:rPr>
        <w:t>जामेउल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14, </w:t>
      </w:r>
      <w:r w:rsidRPr="008F4AF7">
        <w:rPr>
          <w:rFonts w:hint="cs"/>
          <w:cs/>
          <w:lang w:bidi="hi-IN"/>
        </w:rPr>
        <w:t>मुसतदरके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444, 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199)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ततहीर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ततहीर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</w:p>
    <w:p w:rsidR="008F4AF7" w:rsidRPr="00E47180" w:rsidRDefault="008F4AF7" w:rsidP="008F4AF7">
      <w:pPr>
        <w:pStyle w:val="libNormal"/>
      </w:pPr>
      <w:r w:rsidRPr="00E47180">
        <w:t xml:space="preserve">: </w:t>
      </w:r>
      <w:r w:rsidRPr="00E47180">
        <w:rPr>
          <w:rFonts w:ascii="Times New Roman" w:hAnsi="Times New Roman" w:cs="Times New Roman" w:hint="cs"/>
          <w:rtl/>
        </w:rPr>
        <w:t>إِنَّمَا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يُرِيدُ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لِيُذْهِبَ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عَنكُمُ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الرِّجْسَ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أَهْلَ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الْبَيْتِ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وَيُطَهِّرَكُمْ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تَطْهِيرًا</w:t>
      </w: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33)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पाकीज़ा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पाकीज़ा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सुबह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आये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केसा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फ़ातेमा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तिलावत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: </w:t>
      </w:r>
      <w:r w:rsidRPr="00E47180">
        <w:rPr>
          <w:rFonts w:ascii="Times New Roman" w:hAnsi="Times New Roman" w:cs="Times New Roman" w:hint="cs"/>
          <w:rtl/>
        </w:rPr>
        <w:t>إِنَّمَا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يُرِيدُ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لِيُذْهِبَ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عَنكُمُ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الرِّجْسَ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أَهْلَ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الْبَيْتِ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وَيُطَهِّرَكُمْ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تَطْهِيرًا</w:t>
      </w: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ततहीर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331)</w:t>
      </w:r>
    </w:p>
    <w:p w:rsidR="008F4AF7" w:rsidRPr="00E47180" w:rsidRDefault="008F4AF7" w:rsidP="008F4AF7">
      <w:pPr>
        <w:pStyle w:val="libNormal"/>
      </w:pPr>
      <w:r w:rsidRPr="00E47180">
        <w:t xml:space="preserve">4. </w:t>
      </w:r>
      <w:r w:rsidRPr="00E47180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बिस्तर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: </w:t>
      </w:r>
      <w:r w:rsidRPr="00E47180">
        <w:rPr>
          <w:rFonts w:ascii="Times New Roman" w:hAnsi="Times New Roman" w:cs="Times New Roman" w:hint="cs"/>
          <w:rtl/>
        </w:rPr>
        <w:t>وَمِنَ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النَّاسِ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يَشْرِي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نَفْسَهُ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ابْتِغَاءَ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مَرْضَاتِ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رَءُوفٌ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بِالْعِبَادِ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207)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ख़ुशनूदी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शफ़क़त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मेहरबान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मुशरेकीने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पनाह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बिस्तर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मुसतदरक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मुफ़स्सेरीन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बिस्तरे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263)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तारिख़ुल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मुलूक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 </w:t>
      </w:r>
      <w:r w:rsidRPr="00E47180">
        <w:rPr>
          <w:rFonts w:ascii="Times New Roman" w:hAnsi="Times New Roman" w:cs="Times New Roman" w:hint="cs"/>
          <w:rtl/>
        </w:rPr>
        <w:t>فَمَنْ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حَاجَّكَ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فِيهِ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بَعْدِ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جَاءَكَ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الْعِلْمِ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فَقُلْ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تَعَالَوْا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نَدْعُ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أَبْنَاءَنَا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وَأَبْنَاءَكُمْ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وَنِسَاءَنَا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وَنِسَاءَكُمْ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وَأَنفُسَنَا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وَأَنفُسَكُمْ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ثُمَّ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نَبْتَهِلْ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فَنَجْعَل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لَّعْنَتَ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الْكَاذِبِينَ</w:t>
      </w:r>
    </w:p>
    <w:p w:rsidR="008F4AF7" w:rsidRPr="00E47180" w:rsidRDefault="008F4AF7" w:rsidP="008F4AF7">
      <w:pPr>
        <w:pStyle w:val="libNormal"/>
      </w:pPr>
      <w:r w:rsidRPr="00E47180">
        <w:t>5.</w:t>
      </w:r>
      <w:r w:rsidRPr="00E47180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मुबाहला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61)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दीजिए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अच्छा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मैदान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आओ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गिड़गिड़ायें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झूठों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मुफ़स्सेरीन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अनफ़ुसना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मक़ामात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फ़ातेमा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ख़ुदावंदा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मुसतदरके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185)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120)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सोनने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596)</w:t>
      </w:r>
    </w:p>
    <w:p w:rsidR="008F4AF7" w:rsidRPr="00FD6765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मुसतदरके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150)</w:t>
      </w:r>
    </w:p>
    <w:p w:rsidR="00735514" w:rsidRPr="00FD6765" w:rsidRDefault="00735514" w:rsidP="008F4AF7">
      <w:pPr>
        <w:pStyle w:val="libNormal"/>
        <w:rPr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14" w:name="_Toc457825238"/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अफ़ज़लियत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bookmarkEnd w:id="14"/>
    </w:p>
    <w:p w:rsidR="001D08AD" w:rsidRDefault="001D08AD" w:rsidP="00735514">
      <w:pPr>
        <w:pStyle w:val="Heading2"/>
      </w:pPr>
    </w:p>
    <w:p w:rsidR="001D08AD" w:rsidRDefault="001D08AD" w:rsidP="00735514">
      <w:pPr>
        <w:pStyle w:val="Heading2"/>
      </w:pPr>
      <w:bookmarkStart w:id="15" w:name="_Toc457825239"/>
      <w:r w:rsidRPr="00735514">
        <w:t xml:space="preserve">1.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  <w:r w:rsidRPr="00735514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bookmarkEnd w:id="15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नैशापूरी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उख़ूव्वत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तलहा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ज़ुबैर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उख़ूव्वत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मुसतदरक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तौफ़ीक़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मिस्र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पल्ला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ख़ालिद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ख़ालिद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आर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उख़ूव्वत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गहराई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मुन्तख़ब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उख़ूव्वत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बरादरी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थी।</w:t>
      </w:r>
    </w:p>
    <w:p w:rsidR="008F4AF7" w:rsidRPr="00FD6765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बक़ीयतुन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नुबुवह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ख़ातिमुल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110)</w:t>
      </w:r>
    </w:p>
    <w:p w:rsidR="00735514" w:rsidRPr="00FD6765" w:rsidRDefault="00735514" w:rsidP="008F4AF7">
      <w:pPr>
        <w:pStyle w:val="libNormal"/>
        <w:rPr>
          <w:lang w:bidi="hi-IN"/>
        </w:rPr>
      </w:pPr>
    </w:p>
    <w:p w:rsidR="001D08AD" w:rsidRDefault="001D08AD" w:rsidP="00735514">
      <w:pPr>
        <w:pStyle w:val="Heading2"/>
      </w:pPr>
    </w:p>
    <w:p w:rsidR="001D08AD" w:rsidRDefault="001D08AD" w:rsidP="00735514">
      <w:pPr>
        <w:pStyle w:val="Heading2"/>
      </w:pPr>
      <w:bookmarkStart w:id="16" w:name="_Toc457825240"/>
      <w:r w:rsidRPr="00735514">
        <w:t>2.</w:t>
      </w:r>
      <w:r w:rsidRPr="00735514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bookmarkEnd w:id="16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नैशापुरी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मुतावातिर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फ़ातेमा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मुसतरदक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550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6044)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मुअल्लेफ़ीन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डाक्टर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मुसम्मात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सुआद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तरबीयत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मशहदुल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फ़ीन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6)</w:t>
      </w:r>
    </w:p>
    <w:p w:rsidR="001D08AD" w:rsidRDefault="001D08AD" w:rsidP="00735514">
      <w:pPr>
        <w:pStyle w:val="Heading2"/>
      </w:pPr>
    </w:p>
    <w:p w:rsidR="001D08AD" w:rsidRDefault="001D08AD" w:rsidP="00735514">
      <w:pPr>
        <w:pStyle w:val="Heading2"/>
      </w:pPr>
      <w:bookmarkStart w:id="17" w:name="_Toc457825241"/>
      <w:r w:rsidRPr="00735514">
        <w:t>3-</w:t>
      </w:r>
      <w:r w:rsidRPr="00735514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तरबीयते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bookmarkEnd w:id="17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नैशापुरी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गिरफ़्तार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फज़्ल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तु्म्हारे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अयालदार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सख्ती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lastRenderedPageBreak/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बोझ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फ़रज़ंद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कि़फ़ालत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मौज़ू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अक़ील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बक़ीया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इँतेख़ाब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बेसत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तसदीक़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मस्जिदुल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ख़ान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पीछे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पीछे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ख़दीजा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मुसतदरक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183, 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209,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311)</w:t>
      </w:r>
    </w:p>
    <w:p w:rsidR="00735514" w:rsidRDefault="008F4AF7" w:rsidP="008F4AF7">
      <w:pPr>
        <w:pStyle w:val="libNormal"/>
        <w:rPr>
          <w:lang w:bidi="hi-IN"/>
        </w:rPr>
      </w:pPr>
      <w:r w:rsidRPr="008F4AF7">
        <w:rPr>
          <w:rFonts w:hint="cs"/>
          <w:cs/>
          <w:lang w:bidi="hi-IN"/>
        </w:rPr>
        <w:t>उब्बाद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सिद्दीक़े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झूटा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तोहमत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52)</w:t>
      </w:r>
    </w:p>
    <w:p w:rsidR="00735514" w:rsidRDefault="008F4AF7" w:rsidP="008F4AF7">
      <w:pPr>
        <w:pStyle w:val="libNormal"/>
        <w:rPr>
          <w:lang w:bidi="hi-IN"/>
        </w:rPr>
      </w:pP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अक़्क़ाद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घर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तरबीयत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पहुची।</w:t>
      </w:r>
    </w:p>
    <w:p w:rsidR="008F4AF7" w:rsidRPr="00E47180" w:rsidRDefault="00735514" w:rsidP="008F4AF7">
      <w:pPr>
        <w:pStyle w:val="libNormal"/>
      </w:pPr>
      <w:r>
        <w:rPr>
          <w:rFonts w:hint="cs"/>
          <w:cs/>
          <w:lang w:bidi="hi-IN"/>
        </w:rPr>
        <w:t>(</w:t>
      </w:r>
      <w:r w:rsidR="008F4AF7" w:rsidRPr="008F4AF7">
        <w:rPr>
          <w:rFonts w:hint="cs"/>
          <w:cs/>
          <w:lang w:bidi="hi-IN"/>
        </w:rPr>
        <w:t>अबक़रियतुल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इमाम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अली</w:t>
      </w:r>
      <w:r w:rsidR="008F4AF7" w:rsidRPr="008F4AF7">
        <w:rPr>
          <w:cs/>
          <w:lang w:bidi="hi-IN"/>
        </w:rPr>
        <w:t xml:space="preserve"> (</w:t>
      </w:r>
      <w:r w:rsidR="008F4AF7" w:rsidRPr="008F4AF7">
        <w:rPr>
          <w:rFonts w:hint="cs"/>
          <w:cs/>
          <w:lang w:bidi="hi-IN"/>
        </w:rPr>
        <w:t>अ</w:t>
      </w:r>
      <w:r w:rsidR="008F4AF7" w:rsidRPr="008F4AF7">
        <w:rPr>
          <w:cs/>
          <w:lang w:bidi="hi-IN"/>
        </w:rPr>
        <w:t xml:space="preserve">) </w:t>
      </w:r>
      <w:r w:rsidR="008F4AF7" w:rsidRPr="008F4AF7">
        <w:rPr>
          <w:rFonts w:hint="cs"/>
          <w:cs/>
          <w:lang w:bidi="hi-IN"/>
        </w:rPr>
        <w:t>पेज</w:t>
      </w:r>
      <w:r w:rsidR="008F4AF7" w:rsidRPr="008F4AF7">
        <w:rPr>
          <w:cs/>
          <w:lang w:bidi="hi-IN"/>
        </w:rPr>
        <w:t xml:space="preserve"> </w:t>
      </w:r>
      <w:r w:rsidR="008F4AF7" w:rsidRPr="00E47180">
        <w:t>43)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डाक्टर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अबदहू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बचपन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चढ़े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अल्लिमू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औलादकुम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101)</w:t>
      </w:r>
    </w:p>
    <w:p w:rsidR="008F4AF7" w:rsidRPr="00E47180" w:rsidRDefault="008F4AF7" w:rsidP="008F4AF7">
      <w:pPr>
        <w:pStyle w:val="libNormal"/>
      </w:pPr>
      <w:r w:rsidRPr="00E47180">
        <w:t>4-</w:t>
      </w:r>
      <w:r w:rsidRPr="00E47180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सजदा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बाक़ूरी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वज़ीरे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अवक़ाफ़े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कर्मल्लाहो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बजहहू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सजदा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इमामुल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अक्क़ाद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मुसल्लम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अशहाब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शख्सियत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आँख़ें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खोलीं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हरगिज़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शिनाख़्त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अबक़िरयतुल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डाक्टर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रक़्मतराज़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फ़ातेमा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साहिबे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यक़ीन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दुख़्तरे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कर्मल्लाहो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बजहहू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तवाज़ो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इंकेसारी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इबादत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है।अल्लिमू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औलादकुम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डाक्टर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बय्यूमी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मेहरान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उम्मुल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मुअज्ज़मा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कालेज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मुसम्मात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डाक्टर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सुआद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50, </w:t>
      </w:r>
      <w:r w:rsidRPr="008F4AF7">
        <w:rPr>
          <w:rFonts w:hint="cs"/>
          <w:cs/>
          <w:lang w:bidi="hi-IN"/>
        </w:rPr>
        <w:t>मशहदुल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फ़ीन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36)</w:t>
      </w:r>
    </w:p>
    <w:p w:rsidR="001D08AD" w:rsidRDefault="001D08AD" w:rsidP="00735514">
      <w:pPr>
        <w:pStyle w:val="Heading2"/>
      </w:pPr>
    </w:p>
    <w:p w:rsidR="001D08AD" w:rsidRDefault="001D08AD" w:rsidP="00735514">
      <w:pPr>
        <w:pStyle w:val="Heading2"/>
      </w:pPr>
      <w:bookmarkStart w:id="18" w:name="_Toc457825242"/>
      <w:r w:rsidRPr="00735514">
        <w:t>5-</w:t>
      </w:r>
      <w:r w:rsidRPr="00735514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</w:t>
      </w:r>
      <w:bookmarkEnd w:id="18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फ़ातेमा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ज़हरा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लाये।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662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19796, </w:t>
      </w:r>
      <w:r w:rsidRPr="008F4AF7">
        <w:rPr>
          <w:rFonts w:hint="cs"/>
          <w:cs/>
          <w:lang w:bidi="hi-IN"/>
        </w:rPr>
        <w:t>कंज़ुल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605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23924)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रक़्मतराज़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पत्थर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बुतों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260)</w:t>
      </w:r>
    </w:p>
    <w:p w:rsidR="001D08AD" w:rsidRDefault="001D08AD" w:rsidP="00735514">
      <w:pPr>
        <w:pStyle w:val="Heading2"/>
      </w:pPr>
    </w:p>
    <w:p w:rsidR="001D08AD" w:rsidRDefault="001D08AD" w:rsidP="00735514">
      <w:pPr>
        <w:pStyle w:val="Heading2"/>
      </w:pPr>
      <w:bookmarkStart w:id="19" w:name="_Toc457825243"/>
      <w:r w:rsidRPr="00735514">
        <w:t>6.</w:t>
      </w:r>
      <w:r w:rsidRPr="00735514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मख़लूक़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महबूब</w:t>
      </w:r>
      <w:bookmarkEnd w:id="19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भूना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परिन्दा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हुआ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मख़लूक़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भेज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परिन्दे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तनावुल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फ़रमाया।सही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595)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107)</w:t>
      </w:r>
    </w:p>
    <w:p w:rsidR="001D08AD" w:rsidRDefault="001D08AD" w:rsidP="00735514">
      <w:pPr>
        <w:pStyle w:val="Heading2"/>
      </w:pPr>
    </w:p>
    <w:p w:rsidR="001D08AD" w:rsidRDefault="001D08AD" w:rsidP="00735514">
      <w:pPr>
        <w:pStyle w:val="Heading2"/>
      </w:pPr>
      <w:bookmarkStart w:id="20" w:name="_Toc457825244"/>
      <w:r w:rsidRPr="00735514">
        <w:t>7.</w:t>
      </w:r>
      <w:r w:rsidRPr="00735514">
        <w:tab/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औऱ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bookmarkEnd w:id="20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आदम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ख़वास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46)</w:t>
      </w:r>
    </w:p>
    <w:p w:rsidR="001D08AD" w:rsidRDefault="001D08AD" w:rsidP="00735514">
      <w:pPr>
        <w:pStyle w:val="Heading2"/>
      </w:pPr>
    </w:p>
    <w:p w:rsidR="001D08AD" w:rsidRDefault="001D08AD" w:rsidP="00735514">
      <w:pPr>
        <w:pStyle w:val="Heading2"/>
      </w:pPr>
      <w:r w:rsidRPr="00735514">
        <w:t xml:space="preserve"> </w:t>
      </w:r>
      <w:bookmarkStart w:id="21" w:name="_Toc457825245"/>
      <w:r w:rsidRPr="00735514">
        <w:t xml:space="preserve">8. </w:t>
      </w:r>
      <w:r w:rsidRPr="00735514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ज़ाहिद</w:t>
      </w:r>
      <w:bookmarkEnd w:id="21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ऐक़ाद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लज़्ज़तों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अबक़रियतुल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29)</w:t>
      </w:r>
    </w:p>
    <w:p w:rsidR="001D08AD" w:rsidRDefault="001D08AD" w:rsidP="00735514">
      <w:pPr>
        <w:pStyle w:val="Heading2"/>
      </w:pPr>
    </w:p>
    <w:p w:rsidR="001D08AD" w:rsidRDefault="001D08AD" w:rsidP="00735514">
      <w:pPr>
        <w:pStyle w:val="Heading2"/>
      </w:pPr>
      <w:bookmarkStart w:id="22" w:name="_Toc457825246"/>
      <w:r w:rsidRPr="00735514">
        <w:t>9.</w:t>
      </w:r>
      <w:r w:rsidRPr="00735514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शुजाअ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बहादुर</w:t>
      </w:r>
      <w:bookmarkEnd w:id="22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जुन्दी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युसुफ़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महजूब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शजउल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 (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मुजाहेदिन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lastRenderedPageBreak/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मंज़िलत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बद्र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शरीक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मुशरेकीन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सत्तर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जिनमे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आधे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मलायका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ज़हमतें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बर्दाश्त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हुनैन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अबदवद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ख़ंदक़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बहादुर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सजउल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अक़्क़ाद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ज़ेर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अबक़रितुल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15)</w:t>
      </w:r>
    </w:p>
    <w:p w:rsidR="00735514" w:rsidRDefault="008F4AF7" w:rsidP="008F4AF7">
      <w:pPr>
        <w:pStyle w:val="libNormal"/>
        <w:rPr>
          <w:lang w:bidi="hi-IN"/>
        </w:rPr>
      </w:pPr>
      <w:r w:rsidRPr="008F4AF7">
        <w:rPr>
          <w:rFonts w:hint="cs"/>
          <w:cs/>
          <w:lang w:bidi="hi-IN"/>
        </w:rPr>
        <w:t>डाक्टर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अबदहू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तौसीफ़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बहादुर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शुजाअ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तोहफ़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ख़ुलूसे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बिस्तर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गये।</w:t>
      </w:r>
    </w:p>
    <w:p w:rsidR="008F4AF7" w:rsidRPr="00E47180" w:rsidRDefault="00735514" w:rsidP="008F4AF7">
      <w:pPr>
        <w:pStyle w:val="libNormal"/>
      </w:pPr>
      <w:r>
        <w:rPr>
          <w:rFonts w:hint="cs"/>
          <w:cs/>
          <w:lang w:bidi="hi-IN"/>
        </w:rPr>
        <w:t>(</w:t>
      </w:r>
      <w:r w:rsidR="008F4AF7" w:rsidRPr="008F4AF7">
        <w:rPr>
          <w:rFonts w:hint="cs"/>
          <w:cs/>
          <w:lang w:bidi="hi-IN"/>
        </w:rPr>
        <w:t>अल्लिमू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औलादकुम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मुहब्बता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आलिन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नबी</w:t>
      </w:r>
      <w:r w:rsidR="008F4AF7" w:rsidRPr="008F4AF7">
        <w:rPr>
          <w:cs/>
          <w:lang w:bidi="hi-IN"/>
        </w:rPr>
        <w:t xml:space="preserve"> (</w:t>
      </w:r>
      <w:r w:rsidR="008F4AF7" w:rsidRPr="008F4AF7">
        <w:rPr>
          <w:rFonts w:hint="cs"/>
          <w:cs/>
          <w:lang w:bidi="hi-IN"/>
        </w:rPr>
        <w:t>स</w:t>
      </w:r>
      <w:r w:rsidR="008F4AF7" w:rsidRPr="008F4AF7">
        <w:rPr>
          <w:cs/>
          <w:lang w:bidi="hi-IN"/>
        </w:rPr>
        <w:t xml:space="preserve">) </w:t>
      </w:r>
      <w:r w:rsidR="008F4AF7" w:rsidRPr="008F4AF7">
        <w:rPr>
          <w:rFonts w:hint="cs"/>
          <w:cs/>
          <w:lang w:bidi="hi-IN"/>
        </w:rPr>
        <w:t>पेज</w:t>
      </w:r>
      <w:r w:rsidR="008F4AF7" w:rsidRPr="008F4AF7">
        <w:rPr>
          <w:cs/>
          <w:lang w:bidi="hi-IN"/>
        </w:rPr>
        <w:t xml:space="preserve"> </w:t>
      </w:r>
      <w:r w:rsidR="008F4AF7" w:rsidRPr="00E47180">
        <w:t xml:space="preserve">109) </w:t>
      </w:r>
    </w:p>
    <w:p w:rsidR="001D08AD" w:rsidRDefault="001D08AD" w:rsidP="00735514">
      <w:pPr>
        <w:pStyle w:val="Heading2"/>
      </w:pPr>
    </w:p>
    <w:p w:rsidR="001D08AD" w:rsidRDefault="001D08AD" w:rsidP="00735514">
      <w:pPr>
        <w:pStyle w:val="Heading2"/>
      </w:pPr>
      <w:bookmarkStart w:id="23" w:name="_Toc457825247"/>
      <w:r w:rsidRPr="00735514">
        <w:t>10.</w:t>
      </w:r>
      <w:r w:rsidRPr="00735514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  <w:bookmarkEnd w:id="23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.</w:t>
      </w:r>
      <w:r w:rsidRPr="008F4AF7">
        <w:rPr>
          <w:cs/>
          <w:lang w:bidi="hi-IN"/>
        </w:rPr>
        <w:tab/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फ़रमान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ख़ारज़मी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40)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637)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हिकमत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दरवाज़ा।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मुसतदरक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दरवाज़ा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दरवाज़े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फ़ातेमा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26, </w:t>
      </w:r>
      <w:r w:rsidRPr="008F4AF7">
        <w:rPr>
          <w:rFonts w:hint="cs"/>
          <w:cs/>
          <w:lang w:bidi="hi-IN"/>
        </w:rPr>
        <w:t>मजमउज़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शौहर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इज़हार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24" w:name="_Toc457825248"/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ज़बानी</w:t>
      </w:r>
      <w:bookmarkEnd w:id="24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162, </w:t>
      </w:r>
      <w:r w:rsidRPr="008F4AF7">
        <w:rPr>
          <w:rFonts w:hint="cs"/>
          <w:cs/>
          <w:lang w:bidi="hi-IN"/>
        </w:rPr>
        <w:t>उस्दुल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क़ज़ावत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फ़ैसला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बेमिसाल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36, 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113, </w:t>
      </w:r>
      <w:r w:rsidRPr="008F4AF7">
        <w:rPr>
          <w:rFonts w:hint="cs"/>
          <w:cs/>
          <w:lang w:bidi="hi-IN"/>
        </w:rPr>
        <w:t>तबक़ाते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पेदरे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उठ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साबेक़ीन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गुज़िश्ता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लाहेक़ीन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आईन्दा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सकते।मुसनद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328)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अक़्क़ाद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क़ज़ावत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क़ज़ावत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पहुचाये।</w:t>
      </w:r>
    </w:p>
    <w:p w:rsidR="008F4AF7" w:rsidRPr="00FD6765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अबक़रियतुल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195)</w:t>
      </w:r>
    </w:p>
    <w:p w:rsidR="00735514" w:rsidRPr="00FD6765" w:rsidRDefault="00735514" w:rsidP="008F4AF7">
      <w:pPr>
        <w:pStyle w:val="libNormal"/>
        <w:rPr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25" w:name="_Toc457825249"/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>.</w:t>
      </w:r>
      <w:r w:rsidRPr="008F4AF7">
        <w:rPr>
          <w:cs/>
          <w:lang w:bidi="hi-IN"/>
        </w:rPr>
        <w:tab/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मर्कज़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  <w:bookmarkEnd w:id="25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मुक़द्देमात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मनक़ूला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तरफड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पलटते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17)</w:t>
      </w:r>
    </w:p>
    <w:p w:rsidR="001D08AD" w:rsidRDefault="001D08AD" w:rsidP="00735514">
      <w:pPr>
        <w:pStyle w:val="Heading2"/>
      </w:pPr>
    </w:p>
    <w:p w:rsidR="001D08AD" w:rsidRDefault="001D08AD" w:rsidP="00735514">
      <w:pPr>
        <w:pStyle w:val="Heading2"/>
      </w:pPr>
      <w:bookmarkStart w:id="26" w:name="_Toc457825250"/>
      <w:r w:rsidRPr="00735514">
        <w:t>11.</w:t>
      </w:r>
      <w:r w:rsidRPr="00735514">
        <w:tab/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शिकन</w:t>
      </w:r>
      <w:bookmarkEnd w:id="26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फ़रमाते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चलो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कमज़ोरी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मुशाहेदा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बैठ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छत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ऊपर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ताँबे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नाबूद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पीछे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हिलाया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फेंक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टुकड़े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टुकड़े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मुसतदरक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366, 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84, </w:t>
      </w:r>
      <w:r w:rsidRPr="008F4AF7">
        <w:rPr>
          <w:rFonts w:hint="cs"/>
          <w:cs/>
          <w:lang w:bidi="hi-IN"/>
        </w:rPr>
        <w:t>कंज़ुल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407, 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302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..)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तदबीरें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सलाहियत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अफज़ल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सोचीं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सोची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क़िस्मों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बचपन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तरबीयत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इम्तियाज़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लिया।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देना।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करना।</w:t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27" w:name="_Toc457825251"/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.</w:t>
      </w:r>
      <w:r w:rsidRPr="008F4AF7">
        <w:rPr>
          <w:cs/>
          <w:lang w:bidi="hi-IN"/>
        </w:rPr>
        <w:tab/>
      </w:r>
      <w:r w:rsidRPr="008F4AF7">
        <w:rPr>
          <w:rFonts w:hint="cs"/>
          <w:cs/>
          <w:lang w:bidi="hi-IN"/>
        </w:rPr>
        <w:t>तरबीयती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तैयारी</w:t>
      </w:r>
      <w:bookmarkEnd w:id="27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  <w:r w:rsidRPr="00E47180">
        <w:t xml:space="preserve">,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मशीयते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तफ़ूलीयत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मरकज़े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आग़ोश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तरबीयत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पायी।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1. </w:t>
      </w:r>
      <w:r w:rsidRPr="00E47180">
        <w:tab/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नैशापूरी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गिरफ़्तार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खु़दा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फ़ज़्ल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अयालदार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सख़्ती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बोझ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फ़रजंद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किफ़ालत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मौज़ू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अक़ील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बक़िया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इँतेख़ाब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इँतेख़ाब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बेसत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तसदीक़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की।मुसतदरक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182)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मस्जिदुल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ख़ान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पीछे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पीछे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ख़दीजा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209, 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311)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अब्बाद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बंदा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सिद्दीक़े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झूठा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तोहमत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पढ़ी।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सब्बाग़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साफ़ेई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बेसत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पहाड़ियों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फ़ुसुलुल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मुहिम्मह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14, </w:t>
      </w:r>
      <w:r w:rsidRPr="008F4AF7">
        <w:rPr>
          <w:rFonts w:hint="cs"/>
          <w:cs/>
          <w:lang w:bidi="hi-IN"/>
        </w:rPr>
        <w:t>मतालिबुस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सुऊल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11,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58)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नहजुल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तौसीफ़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नहजुल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ख़ुतबा</w:t>
      </w:r>
      <w:r w:rsidRPr="008F4AF7">
        <w:rPr>
          <w:cs/>
          <w:lang w:bidi="hi-IN"/>
        </w:rPr>
        <w:t xml:space="preserve"> </w:t>
      </w:r>
      <w:r w:rsidRPr="00E47180">
        <w:t>192)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मंज़िलत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बिस्तर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कलेजे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मुसलसल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ख़ूशबू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सरफ़राज़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दाँतों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खिलाया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झूट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ग़लती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दूध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बुजुर्गियों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अख़लाक़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अख़लाक़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इक्तेदा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गुज़ारते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ख़दीजा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घर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मुशाहेदा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ख़ूशबु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दिमाग़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मुअत्तर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शैतान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आवाज़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रसूल्लाह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कैसी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शैतान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</w:p>
    <w:p w:rsidR="008F4AF7" w:rsidRPr="00E47180" w:rsidRDefault="008F4AF7" w:rsidP="008F4AF7">
      <w:pPr>
        <w:pStyle w:val="libNormal"/>
      </w:pPr>
      <w:r w:rsidRPr="00E47180">
        <w:t>4.</w:t>
      </w:r>
      <w:r w:rsidRPr="00E47180">
        <w:tab/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="00735514">
        <w:rPr>
          <w:rFonts w:hint="cs"/>
          <w:cs/>
          <w:lang w:bidi="hi-IN"/>
        </w:rPr>
        <w:t>इं</w:t>
      </w:r>
      <w:r w:rsidRPr="008F4AF7">
        <w:rPr>
          <w:rFonts w:hint="cs"/>
          <w:cs/>
          <w:lang w:bidi="hi-IN"/>
        </w:rPr>
        <w:t>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बिस्तर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अमानतों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जायें।मुसनद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348,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99, </w:t>
      </w:r>
      <w:r w:rsidRPr="008F4AF7">
        <w:rPr>
          <w:rFonts w:hint="cs"/>
          <w:cs/>
          <w:lang w:bidi="hi-IN"/>
        </w:rPr>
        <w:t>मुसतदरके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4, 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262)</w:t>
      </w:r>
    </w:p>
    <w:p w:rsidR="008F4AF7" w:rsidRPr="00E47180" w:rsidRDefault="008F4AF7" w:rsidP="008F4AF7">
      <w:pPr>
        <w:pStyle w:val="libNormal"/>
      </w:pPr>
      <w:r w:rsidRPr="00E47180">
        <w:t xml:space="preserve"> 5. </w:t>
      </w:r>
      <w:r w:rsidRPr="00E47180">
        <w:tab/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दामाद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ख़ातून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फ़ातेमा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ज़हरा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रिश्ते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रद्द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ख़सायस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फ़ातेमा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ज़हरा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26)</w:t>
      </w:r>
    </w:p>
    <w:p w:rsidR="008F4AF7" w:rsidRPr="00E47180" w:rsidRDefault="008F4AF7" w:rsidP="008F4AF7">
      <w:pPr>
        <w:pStyle w:val="libNormal"/>
      </w:pPr>
      <w:r w:rsidRPr="00E47180">
        <w:t>6.</w:t>
      </w:r>
      <w:r w:rsidRPr="00E47180">
        <w:tab/>
      </w:r>
      <w:r w:rsidRPr="008F4AF7">
        <w:rPr>
          <w:rFonts w:hint="cs"/>
          <w:cs/>
          <w:lang w:bidi="hi-IN"/>
        </w:rPr>
        <w:t>अक्सर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मुहाजेरीन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परचम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इसाबह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30)</w:t>
      </w:r>
    </w:p>
    <w:p w:rsidR="008F4AF7" w:rsidRPr="00E47180" w:rsidRDefault="008F4AF7" w:rsidP="008F4AF7">
      <w:pPr>
        <w:pStyle w:val="libNormal"/>
      </w:pPr>
      <w:r w:rsidRPr="00E47180">
        <w:t>7.</w:t>
      </w:r>
      <w:r w:rsidRPr="00E47180">
        <w:tab/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हुज्जतुल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वेदाअ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क़ुर्बानी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कामिले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302)</w:t>
      </w:r>
    </w:p>
    <w:p w:rsidR="00735514" w:rsidRDefault="008F4AF7" w:rsidP="008F4AF7">
      <w:pPr>
        <w:pStyle w:val="libNormal"/>
        <w:rPr>
          <w:lang w:bidi="hi-IN"/>
        </w:rPr>
      </w:pPr>
      <w:r w:rsidRPr="00E47180">
        <w:t>8.</w:t>
      </w:r>
      <w:r w:rsidRPr="00E47180">
        <w:tab/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हयाते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तैय्यबा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इम्तियाज़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करें।</w:t>
      </w:r>
    </w:p>
    <w:p w:rsidR="008F4AF7" w:rsidRPr="00E47180" w:rsidRDefault="00735514" w:rsidP="008F4AF7">
      <w:pPr>
        <w:pStyle w:val="libNormal"/>
      </w:pPr>
      <w:r>
        <w:rPr>
          <w:rFonts w:hint="cs"/>
          <w:cs/>
          <w:lang w:bidi="hi-IN"/>
        </w:rPr>
        <w:t>(</w:t>
      </w:r>
      <w:r w:rsidR="008F4AF7" w:rsidRPr="008F4AF7">
        <w:rPr>
          <w:rFonts w:hint="cs"/>
          <w:cs/>
          <w:lang w:bidi="hi-IN"/>
        </w:rPr>
        <w:t>अल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ख़सायस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हदीस</w:t>
      </w:r>
      <w:r w:rsidR="008F4AF7" w:rsidRPr="008F4AF7">
        <w:rPr>
          <w:cs/>
          <w:lang w:bidi="hi-IN"/>
        </w:rPr>
        <w:t xml:space="preserve"> </w:t>
      </w:r>
      <w:r w:rsidR="008F4AF7" w:rsidRPr="00E47180">
        <w:t>112)</w:t>
      </w:r>
    </w:p>
    <w:p w:rsidR="00735514" w:rsidRDefault="008F4AF7" w:rsidP="008F4AF7">
      <w:pPr>
        <w:pStyle w:val="libNormal"/>
        <w:rPr>
          <w:lang w:bidi="hi-IN"/>
        </w:rPr>
      </w:pP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मुलाक़ात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में।</w:t>
      </w:r>
    </w:p>
    <w:p w:rsidR="008F4AF7" w:rsidRPr="00E47180" w:rsidRDefault="00735514" w:rsidP="008F4AF7">
      <w:pPr>
        <w:pStyle w:val="libNormal"/>
      </w:pPr>
      <w:r>
        <w:rPr>
          <w:rFonts w:hint="cs"/>
          <w:cs/>
          <w:lang w:bidi="hi-IN"/>
        </w:rPr>
        <w:t>(</w:t>
      </w:r>
      <w:r w:rsidR="008F4AF7" w:rsidRPr="008F4AF7">
        <w:rPr>
          <w:rFonts w:hint="cs"/>
          <w:cs/>
          <w:lang w:bidi="hi-IN"/>
        </w:rPr>
        <w:t>अस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सुननुल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कुबरा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जिल्द</w:t>
      </w:r>
      <w:r w:rsidR="008F4AF7" w:rsidRPr="008F4AF7">
        <w:rPr>
          <w:cs/>
          <w:lang w:bidi="hi-IN"/>
        </w:rPr>
        <w:t xml:space="preserve"> </w:t>
      </w:r>
      <w:r w:rsidR="008F4AF7" w:rsidRPr="00E47180">
        <w:t>5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पेज</w:t>
      </w:r>
      <w:r w:rsidR="008F4AF7" w:rsidRPr="008F4AF7">
        <w:rPr>
          <w:cs/>
          <w:lang w:bidi="hi-IN"/>
        </w:rPr>
        <w:t xml:space="preserve"> </w:t>
      </w:r>
      <w:r w:rsidR="008F4AF7" w:rsidRPr="00E47180">
        <w:t>1414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हदीस</w:t>
      </w:r>
      <w:r w:rsidR="008F4AF7" w:rsidRPr="008F4AF7">
        <w:rPr>
          <w:cs/>
          <w:lang w:bidi="hi-IN"/>
        </w:rPr>
        <w:t xml:space="preserve"> </w:t>
      </w:r>
      <w:r w:rsidR="008F4AF7" w:rsidRPr="00E47180">
        <w:t>8520)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 </w:t>
      </w:r>
      <w:r w:rsidRPr="00E47180">
        <w:rPr>
          <w:rFonts w:ascii="Times New Roman" w:hAnsi="Times New Roman" w:cs="Times New Roman" w:hint="cs"/>
          <w:rtl/>
        </w:rPr>
        <w:t>وَأْمُرْ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أَهْلَكَ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بِالصَّلَاةِ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وَاصْطَبِرْ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عَلَيْهَا</w:t>
      </w: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E47180">
        <w:t>9.</w:t>
      </w:r>
      <w:r w:rsidRPr="00E47180">
        <w:tab/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132)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नमाज़े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सुबह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सऱफ़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: </w:t>
      </w:r>
      <w:r w:rsidRPr="00E47180">
        <w:t>…..(</w:t>
      </w:r>
      <w:r w:rsidRPr="00E47180">
        <w:rPr>
          <w:rFonts w:ascii="Times New Roman" w:hAnsi="Times New Roman" w:cs="Times New Roman" w:hint="cs"/>
          <w:rtl/>
        </w:rPr>
        <w:t>إِنَّمَا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يُرِيدُ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لِيُذْهِبَ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عَنكُمُ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الرِّجْسَ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أَهْلَ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الْبَيْتِ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وَيُطَهِّرَكُمْ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تَطْهِيرًا</w:t>
      </w:r>
      <w:r w:rsidRPr="00E47180">
        <w:t>) 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33)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,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पाकीज़ा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क़ुरतुबी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174, 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फ़ख्रे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137, 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284)</w:t>
      </w:r>
    </w:p>
    <w:p w:rsidR="008F4AF7" w:rsidRPr="00E47180" w:rsidRDefault="008F4AF7" w:rsidP="008F4AF7">
      <w:pPr>
        <w:pStyle w:val="libNormal"/>
      </w:pPr>
      <w:r w:rsidRPr="00E47180">
        <w:t>10.</w:t>
      </w:r>
      <w:r w:rsidRPr="00E47180">
        <w:tab/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 (</w:t>
      </w:r>
      <w:r w:rsidRPr="008F4AF7">
        <w:rPr>
          <w:rFonts w:hint="cs"/>
          <w:cs/>
          <w:lang w:bidi="hi-IN"/>
        </w:rPr>
        <w:t>कल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दूँगा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होंगें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हरगिज़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पलटेगा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कामयाबी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हुई।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सीरते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हिशाम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216,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12, </w:t>
      </w:r>
      <w:r w:rsidRPr="008F4AF7">
        <w:rPr>
          <w:rFonts w:hint="cs"/>
          <w:cs/>
          <w:lang w:bidi="hi-IN"/>
        </w:rPr>
        <w:t>कामिले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219)</w:t>
      </w:r>
    </w:p>
    <w:p w:rsidR="008F4AF7" w:rsidRPr="00E47180" w:rsidRDefault="008F4AF7" w:rsidP="008F4AF7">
      <w:pPr>
        <w:pStyle w:val="libNormal"/>
      </w:pPr>
      <w:r w:rsidRPr="00E47180">
        <w:t>11.</w:t>
      </w:r>
      <w:r w:rsidRPr="00E47180">
        <w:tab/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पीछे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तबलीग़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3, </w:t>
      </w:r>
      <w:r w:rsidRPr="008F4AF7">
        <w:rPr>
          <w:rFonts w:hint="cs"/>
          <w:cs/>
          <w:lang w:bidi="hi-IN"/>
        </w:rPr>
        <w:t>सोनने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3719,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8461)</w:t>
      </w:r>
    </w:p>
    <w:p w:rsidR="008F4AF7" w:rsidRPr="00E47180" w:rsidRDefault="008F4AF7" w:rsidP="008F4AF7">
      <w:pPr>
        <w:pStyle w:val="libNormal"/>
      </w:pPr>
      <w:r w:rsidRPr="00E47180">
        <w:t>12.</w:t>
      </w:r>
      <w:r w:rsidRPr="00E47180">
        <w:tab/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मस्जिद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नबवी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दरवाज़ा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खोल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दरवाज़े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331, </w:t>
      </w:r>
      <w:r w:rsidRPr="008F4AF7">
        <w:rPr>
          <w:rFonts w:hint="cs"/>
          <w:cs/>
          <w:lang w:bidi="hi-IN"/>
        </w:rPr>
        <w:t>सोनने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3732,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374)</w:t>
      </w:r>
    </w:p>
    <w:p w:rsidR="00735514" w:rsidRDefault="008F4AF7" w:rsidP="008F4AF7">
      <w:pPr>
        <w:pStyle w:val="libNormal"/>
        <w:rPr>
          <w:lang w:bidi="hi-IN"/>
        </w:rPr>
      </w:pPr>
      <w:r w:rsidRPr="00E47180">
        <w:t>13.</w:t>
      </w:r>
      <w:r w:rsidRPr="00E47180">
        <w:tab/>
      </w:r>
      <w:r w:rsidRPr="008F4AF7">
        <w:rPr>
          <w:rFonts w:hint="cs"/>
          <w:cs/>
          <w:lang w:bidi="hi-IN"/>
        </w:rPr>
        <w:t>आयशा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हबीब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बुलाओ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पड़ी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झुका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हबीब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बुलाओ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पड़ी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झुका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हबीब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बुलवाया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ओढ़े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735514" w:rsidP="008F4AF7">
      <w:pPr>
        <w:pStyle w:val="libNormal"/>
      </w:pPr>
      <w:r>
        <w:rPr>
          <w:rFonts w:hint="cs"/>
          <w:cs/>
          <w:lang w:bidi="hi-IN"/>
        </w:rPr>
        <w:t>(</w:t>
      </w:r>
      <w:r w:rsidR="008F4AF7" w:rsidRPr="008F4AF7">
        <w:rPr>
          <w:rFonts w:hint="cs"/>
          <w:cs/>
          <w:lang w:bidi="hi-IN"/>
        </w:rPr>
        <w:t>अर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रियाज़ुन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नज़रह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पेज</w:t>
      </w:r>
      <w:r w:rsidR="008F4AF7" w:rsidRPr="008F4AF7">
        <w:rPr>
          <w:cs/>
          <w:lang w:bidi="hi-IN"/>
        </w:rPr>
        <w:t xml:space="preserve"> </w:t>
      </w:r>
      <w:r w:rsidR="008F4AF7" w:rsidRPr="00E47180">
        <w:t xml:space="preserve">26, </w:t>
      </w:r>
      <w:r w:rsidR="008F4AF7" w:rsidRPr="008F4AF7">
        <w:rPr>
          <w:rFonts w:hint="cs"/>
          <w:cs/>
          <w:lang w:bidi="hi-IN"/>
        </w:rPr>
        <w:t>ज़ख़ायरुल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उक़बा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पेज</w:t>
      </w:r>
      <w:r w:rsidR="008F4AF7" w:rsidRPr="008F4AF7">
        <w:rPr>
          <w:cs/>
          <w:lang w:bidi="hi-IN"/>
        </w:rPr>
        <w:t xml:space="preserve"> </w:t>
      </w:r>
      <w:r w:rsidR="008F4AF7" w:rsidRPr="00E47180">
        <w:t>72)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उम्मे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मुसतदरके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138, 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300)</w:t>
      </w:r>
    </w:p>
    <w:p w:rsidR="008F4AF7" w:rsidRPr="00E47180" w:rsidRDefault="008F4AF7" w:rsidP="008F4AF7">
      <w:pPr>
        <w:pStyle w:val="libNormal"/>
      </w:pPr>
      <w:r w:rsidRPr="00E47180">
        <w:t>14.</w:t>
      </w:r>
      <w:r w:rsidRPr="00E47180">
        <w:tab/>
      </w:r>
      <w:r w:rsidRPr="008F4AF7">
        <w:rPr>
          <w:rFonts w:hint="cs"/>
          <w:cs/>
          <w:lang w:bidi="hi-IN"/>
        </w:rPr>
        <w:t>तिरमिज़ी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उखू़व्वत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गिरया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कुनाँ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रसूल्लाह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उख़ूव्वत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बाँध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उख़ूव्वत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पढ़ा</w:t>
      </w:r>
      <w:r w:rsidRPr="00E47180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</w:p>
    <w:p w:rsidR="008F4AF7" w:rsidRPr="00E47180" w:rsidRDefault="008F4AF7" w:rsidP="00735514">
      <w:pPr>
        <w:pStyle w:val="libNormal"/>
      </w:pPr>
      <w:r w:rsidRPr="008F4AF7">
        <w:rPr>
          <w:rFonts w:hint="cs"/>
          <w:cs/>
          <w:lang w:bidi="hi-IN"/>
        </w:rPr>
        <w:lastRenderedPageBreak/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ओहदे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सलाहियत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28" w:name="_Toc457825252"/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bookmarkEnd w:id="28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E47180">
        <w:t>23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दहानी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अशीरा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29" w:name="_Toc457825253"/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तदबीरें</w:t>
      </w:r>
      <w:bookmarkEnd w:id="29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मज़बूत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मुकर्रर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ग़स्बे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अफ़सोस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पार्टी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मज़बूत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मोहतरम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1D08AD" w:rsidRDefault="001D08AD" w:rsidP="00735514">
      <w:pPr>
        <w:pStyle w:val="Heading1"/>
      </w:pPr>
    </w:p>
    <w:p w:rsidR="001D08AD" w:rsidRDefault="001D08AD" w:rsidP="00735514">
      <w:pPr>
        <w:pStyle w:val="Heading1"/>
      </w:pPr>
      <w:bookmarkStart w:id="30" w:name="_Toc457825254"/>
      <w:r w:rsidRPr="00735514">
        <w:t>1.</w:t>
      </w:r>
      <w:r w:rsidRPr="00735514">
        <w:tab/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bookmarkEnd w:id="30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हज्जतुल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विदाअ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सरज़मीने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बरपा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मुखालिफ़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जाबिर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समुरा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आँपने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होगी।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जाबिर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शोर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बरपा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शोर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होंगें।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ताअज्जुब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जाबिर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जाबिर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जाबिर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चिल्लाना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शोर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उठते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रिवायतें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बावजूद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टोलियों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टोलियों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कामयाब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सोचने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मुनाफ़ेक़ीन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टोली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सोची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मुनाफ़ेक़ीन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ऊठों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कजाओं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ऊपर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तशरीफ़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कलेमात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हाज़ेरीन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मुनाफ़ेक़ीन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रद्दे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सके।</w:t>
      </w:r>
    </w:p>
    <w:p w:rsidR="001D08AD" w:rsidRDefault="001D08AD" w:rsidP="00735514">
      <w:pPr>
        <w:pStyle w:val="Heading1"/>
      </w:pPr>
    </w:p>
    <w:p w:rsidR="001D08AD" w:rsidRDefault="001D08AD" w:rsidP="00735514">
      <w:pPr>
        <w:pStyle w:val="Heading1"/>
      </w:pPr>
      <w:bookmarkStart w:id="31" w:name="_Toc457825255"/>
      <w:r w:rsidRPr="00735514">
        <w:t>2.</w:t>
      </w:r>
      <w:r w:rsidRPr="00735514">
        <w:tab/>
      </w:r>
      <w:r w:rsidRPr="008F4AF7">
        <w:rPr>
          <w:rFonts w:hint="cs"/>
          <w:cs/>
          <w:lang w:bidi="hi-IN"/>
        </w:rPr>
        <w:t>लश्करे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ओसामा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bookmarkEnd w:id="31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बिस्तरे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सख़्त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इख़्तेलाफ़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फ़िक्रमंद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रंजीदा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ख़राब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ग़मज़दा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नबूव्वत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इंहेराफ़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ख़ुलाया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परेशान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मुज़तरिब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रोम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सहहदों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ख़तरनाक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शिकस्त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ज़िम्मेदारियाँ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बैरूनी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बैरूनी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गरीबाँ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अंदरूनी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पहनाने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ओसामा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शिरकत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तैयारी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मुलाहिज़ा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बेबुनियाद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ओसामा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तजरुबाकार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ओसामा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तजरूबा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ओसामा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ओसामा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नौबत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उबैदा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सअद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नाफ़रमानी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ओसामा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मुखालेफ़त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मेलल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शहरिस्तानी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ओसामा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मुख़ालेफ़त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मलामत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रेहलत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जुदाई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बर्दाशत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मुख़ालेफ़त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मुवाफ़िक़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रेहलत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ओसामा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मुम्किन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रुकावट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क़ाबिले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तजरुबा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बिल्कुल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अमारत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लियाक़त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सहालियत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ग़स्ब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पीर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मर्द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मुतीअ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अफ़सोस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नक़्शों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फेर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दिया।देखिये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तबक़ाते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66,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391, </w:t>
      </w:r>
      <w:r w:rsidRPr="008F4AF7">
        <w:rPr>
          <w:rFonts w:hint="cs"/>
          <w:cs/>
          <w:lang w:bidi="hi-IN"/>
        </w:rPr>
        <w:t>कंज़ुल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313,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याक़ूबी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93, 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21, </w:t>
      </w:r>
      <w:r w:rsidRPr="008F4AF7">
        <w:rPr>
          <w:rFonts w:hint="cs"/>
          <w:cs/>
          <w:lang w:bidi="hi-IN"/>
        </w:rPr>
        <w:t>मग़ाज़ी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111,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ख़लदून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484, </w:t>
      </w:r>
      <w:r w:rsidRPr="008F4AF7">
        <w:rPr>
          <w:rFonts w:hint="cs"/>
          <w:cs/>
          <w:lang w:bidi="hi-IN"/>
        </w:rPr>
        <w:t>सीरये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207)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जहा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</w:p>
    <w:p w:rsidR="008F4AF7" w:rsidRPr="00E47180" w:rsidRDefault="008F4AF7" w:rsidP="008F4AF7">
      <w:pPr>
        <w:pStyle w:val="libNormal"/>
      </w:pPr>
      <w:r w:rsidRPr="00E47180">
        <w:t xml:space="preserve">: </w:t>
      </w:r>
      <w:r w:rsidRPr="00E47180">
        <w:rPr>
          <w:rFonts w:ascii="Times New Roman" w:hAnsi="Times New Roman" w:cs="Times New Roman" w:hint="cs"/>
          <w:rtl/>
        </w:rPr>
        <w:t>مَّا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أَفَاءَ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رَسُولِهِ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أَهْلِ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الْقُرَى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فَلِلَّـهِ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وَلِلرَّسُولِ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وَلِذِي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الْقُرْبَى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وَالْيَتَامَى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وَالْمَسَاكِينِ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وَابْنِ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السَّبِيلِ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كَيْ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يَكُونَ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دُولَةً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بَيْنَ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الْأَغْنِيَاءِ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آتَاكُمُ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الرَّسُولُ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فَخُذُوهُ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نَهَاكُمْ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عَنْهُ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فَانتَهُوا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وَاتَّقُوا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إِنَّ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شَدِيدُ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الْعِقَابِ</w:t>
      </w: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हश्र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खु़दा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सख़्त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 </w:t>
      </w:r>
      <w:r w:rsidRPr="00E47180">
        <w:rPr>
          <w:rFonts w:ascii="Times New Roman" w:hAnsi="Times New Roman" w:cs="Times New Roman" w:hint="cs"/>
          <w:rtl/>
        </w:rPr>
        <w:t>فَلَا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وَرَبِّكَ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يُؤْمِنُونَ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حَتَّى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يُحَكِّمُوكَ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فِيمَا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شَجَرَ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بَيْنَهُمْ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ثُمَّ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يَجِدُوا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أَنفُسِهِمْ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حَرَجًا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مِّمَّا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قَضَيْتَ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وَيُسَلِّمُوا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تَسْلِيمًا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65)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, </w:t>
      </w:r>
      <w:r w:rsidRPr="008F4AF7">
        <w:rPr>
          <w:rFonts w:hint="cs"/>
          <w:cs/>
          <w:lang w:bidi="hi-IN"/>
        </w:rPr>
        <w:t>बस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परवरदिगार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क़मस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हरगिज़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सकेंगें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फ़ैसला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अहसास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फ़ैसले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सरापा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तसलीम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जायें।</w:t>
      </w:r>
    </w:p>
    <w:p w:rsidR="001D08AD" w:rsidRDefault="001D08AD" w:rsidP="00735514">
      <w:pPr>
        <w:pStyle w:val="Heading1"/>
      </w:pPr>
    </w:p>
    <w:p w:rsidR="001D08AD" w:rsidRDefault="001D08AD" w:rsidP="00735514">
      <w:pPr>
        <w:pStyle w:val="Heading1"/>
      </w:pPr>
      <w:bookmarkStart w:id="32" w:name="_Toc457825256"/>
      <w:r w:rsidRPr="00735514">
        <w:t xml:space="preserve">3.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bookmarkEnd w:id="32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ओसामा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भेजने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E47180">
        <w:t>23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वसीयतनामे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जुमेरात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बिस्तर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मजमे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क़लम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क़ाग़ज़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पीछे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अज़वाजे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क़ाग़ज़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मैदाने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फ़ौरन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मुतवज्जेह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नक़्शों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दिखाई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थी।</w:t>
      </w:r>
    </w:p>
    <w:p w:rsidR="00735514" w:rsidRDefault="008F4AF7" w:rsidP="008F4AF7">
      <w:pPr>
        <w:pStyle w:val="libNormal"/>
        <w:rPr>
          <w:lang w:bidi="hi-IN"/>
        </w:rPr>
      </w:pP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बखुद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क़ाग़ज़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हिज़यान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तरफ़दारों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कु़रैश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मुख़ालेफ़त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तोहमत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मजरूह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उठ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झगड़ा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जाता।</w:t>
      </w:r>
    </w:p>
    <w:p w:rsidR="008F4AF7" w:rsidRPr="00E47180" w:rsidRDefault="00735514" w:rsidP="008F4AF7">
      <w:pPr>
        <w:pStyle w:val="libNormal"/>
      </w:pPr>
      <w:r>
        <w:rPr>
          <w:rFonts w:hint="cs"/>
          <w:cs/>
          <w:lang w:bidi="hi-IN"/>
        </w:rPr>
        <w:t>(</w:t>
      </w:r>
      <w:r w:rsidR="008F4AF7" w:rsidRPr="008F4AF7">
        <w:rPr>
          <w:rFonts w:hint="cs"/>
          <w:cs/>
          <w:lang w:bidi="hi-IN"/>
        </w:rPr>
        <w:t>देख़िये</w:t>
      </w:r>
      <w:r w:rsidR="008F4AF7" w:rsidRPr="00E47180">
        <w:t xml:space="preserve">, </w:t>
      </w:r>
      <w:r w:rsidR="008F4AF7" w:rsidRPr="008F4AF7">
        <w:rPr>
          <w:rFonts w:hint="cs"/>
          <w:cs/>
          <w:lang w:bidi="hi-IN"/>
        </w:rPr>
        <w:t>सही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बुखारी</w:t>
      </w:r>
      <w:r w:rsidR="008F4AF7" w:rsidRPr="00E47180">
        <w:t xml:space="preserve">, </w:t>
      </w:r>
      <w:r w:rsidR="008F4AF7" w:rsidRPr="008F4AF7">
        <w:rPr>
          <w:rFonts w:hint="cs"/>
          <w:cs/>
          <w:lang w:bidi="hi-IN"/>
        </w:rPr>
        <w:t>क़िताबुल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मरज़ी</w:t>
      </w:r>
      <w:r w:rsidR="008F4AF7" w:rsidRPr="00E47180">
        <w:t xml:space="preserve">, </w:t>
      </w:r>
      <w:r w:rsidR="008F4AF7" w:rsidRPr="008F4AF7">
        <w:rPr>
          <w:rFonts w:hint="cs"/>
          <w:cs/>
          <w:lang w:bidi="hi-IN"/>
        </w:rPr>
        <w:t>जिल्द</w:t>
      </w:r>
      <w:r w:rsidR="008F4AF7" w:rsidRPr="008F4AF7">
        <w:rPr>
          <w:cs/>
          <w:lang w:bidi="hi-IN"/>
        </w:rPr>
        <w:t xml:space="preserve"> </w:t>
      </w:r>
      <w:r w:rsidR="008F4AF7" w:rsidRPr="00E47180">
        <w:t>7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पेज</w:t>
      </w:r>
      <w:r w:rsidR="008F4AF7" w:rsidRPr="008F4AF7">
        <w:rPr>
          <w:cs/>
          <w:lang w:bidi="hi-IN"/>
        </w:rPr>
        <w:t xml:space="preserve"> </w:t>
      </w:r>
      <w:r w:rsidR="008F4AF7" w:rsidRPr="00E47180">
        <w:t xml:space="preserve">9, </w:t>
      </w:r>
      <w:r w:rsidR="008F4AF7" w:rsidRPr="008F4AF7">
        <w:rPr>
          <w:rFonts w:hint="cs"/>
          <w:cs/>
          <w:lang w:bidi="hi-IN"/>
        </w:rPr>
        <w:t>सही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मुस्लिम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किताबुल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वसीयह</w:t>
      </w:r>
      <w:r w:rsidR="008F4AF7" w:rsidRPr="00E47180">
        <w:t xml:space="preserve">, </w:t>
      </w:r>
      <w:r w:rsidR="008F4AF7" w:rsidRPr="008F4AF7">
        <w:rPr>
          <w:rFonts w:hint="cs"/>
          <w:cs/>
          <w:lang w:bidi="hi-IN"/>
        </w:rPr>
        <w:t>जिल्द</w:t>
      </w:r>
      <w:r w:rsidR="008F4AF7" w:rsidRPr="008F4AF7">
        <w:rPr>
          <w:cs/>
          <w:lang w:bidi="hi-IN"/>
        </w:rPr>
        <w:t xml:space="preserve"> </w:t>
      </w:r>
      <w:r w:rsidR="008F4AF7" w:rsidRPr="00E47180">
        <w:t>5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पेज</w:t>
      </w:r>
      <w:r w:rsidR="008F4AF7" w:rsidRPr="008F4AF7">
        <w:rPr>
          <w:cs/>
          <w:lang w:bidi="hi-IN"/>
        </w:rPr>
        <w:t xml:space="preserve"> </w:t>
      </w:r>
      <w:r w:rsidR="008F4AF7" w:rsidRPr="00E47180">
        <w:t xml:space="preserve">75, </w:t>
      </w:r>
      <w:r w:rsidR="008F4AF7" w:rsidRPr="008F4AF7">
        <w:rPr>
          <w:rFonts w:hint="cs"/>
          <w:cs/>
          <w:lang w:bidi="hi-IN"/>
        </w:rPr>
        <w:t>मुसनद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अहमद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जिल्द</w:t>
      </w:r>
      <w:r w:rsidR="008F4AF7" w:rsidRPr="008F4AF7">
        <w:rPr>
          <w:cs/>
          <w:lang w:bidi="hi-IN"/>
        </w:rPr>
        <w:t xml:space="preserve"> </w:t>
      </w:r>
      <w:r w:rsidR="008F4AF7" w:rsidRPr="00E47180">
        <w:t>4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पेज</w:t>
      </w:r>
      <w:r w:rsidR="008F4AF7" w:rsidRPr="008F4AF7">
        <w:rPr>
          <w:cs/>
          <w:lang w:bidi="hi-IN"/>
        </w:rPr>
        <w:t xml:space="preserve"> </w:t>
      </w:r>
      <w:r w:rsidR="008F4AF7" w:rsidRPr="00E47180">
        <w:t>356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हदीस</w:t>
      </w:r>
      <w:r w:rsidR="008F4AF7" w:rsidRPr="008F4AF7">
        <w:rPr>
          <w:cs/>
          <w:lang w:bidi="hi-IN"/>
        </w:rPr>
        <w:t xml:space="preserve"> </w:t>
      </w:r>
      <w:r w:rsidR="008F4AF7" w:rsidRPr="00E47180">
        <w:t>2992)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ताअज्जुब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तरफ़दारों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कुल्ली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मदरस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छुपाने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....................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..............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जौहरी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तरफ़दारों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जौहरी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ग़लबा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अफ़सोस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बहरहाल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निकालने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ख़ालिस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क़ैस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बावजूद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किये।किताब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क़ैस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658)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मौज़ू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मुब्हम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आख़िर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मुश्रेकीन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जज़िर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क़ाफ़िलों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ख़ामोशी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</w:t>
      </w:r>
      <w:r w:rsidRPr="008F4AF7">
        <w:rPr>
          <w:cs/>
          <w:lang w:bidi="hi-IN"/>
        </w:rPr>
        <w:t xml:space="preserve"> </w:t>
      </w:r>
      <w:r w:rsidRPr="00E47180">
        <w:t xml:space="preserve">78,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</w:t>
      </w:r>
      <w:r w:rsidRPr="008F4AF7">
        <w:rPr>
          <w:cs/>
          <w:lang w:bidi="hi-IN"/>
        </w:rPr>
        <w:t xml:space="preserve"> </w:t>
      </w:r>
      <w:r w:rsidRPr="00E47180">
        <w:t>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भलाँ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ताअस्सुब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मुख़ालेफ़त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इँतेका़ल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ताख़ीर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पूछी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मुख़ालेफ़त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था।औल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ताअस्सुब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मीरास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मीरास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तक़सीम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जायेगा।मुतर्जिम</w:t>
      </w:r>
      <w:r w:rsidRPr="008F4AF7">
        <w:rPr>
          <w:cs/>
          <w:lang w:bidi="hi-IN"/>
        </w:rPr>
        <w:t>)</w:t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33" w:name="_Toc457825257"/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रुकावट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735514">
        <w:t>?</w:t>
      </w:r>
      <w:bookmarkEnd w:id="33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तरफ़दारों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रुकावट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की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? </w:t>
      </w:r>
      <w:r w:rsidRPr="008F4AF7">
        <w:rPr>
          <w:rFonts w:hint="cs"/>
          <w:cs/>
          <w:lang w:bidi="hi-IN"/>
        </w:rPr>
        <w:t>इससे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बशारत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?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मुख़ालेफ़त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E47180">
        <w:t xml:space="preserve">?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सआदत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महरूम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ओहदा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बुग़्ज़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फ़ैसला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ख़्यालात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क़ाग़ज़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महफ़ूज़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रुकावट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शवाहिद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सक़लैन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मुक़र्रर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तमस्सुक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इतरत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मुकर्रर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काग़ज़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फ़ौरन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दी।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..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ऊँटों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मख़्फी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हाँ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पूछा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तसदीक़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....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बउनवाने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>..</w:t>
      </w:r>
      <w:r w:rsidRPr="008F4AF7">
        <w:rPr>
          <w:rFonts w:hint="cs"/>
          <w:cs/>
          <w:lang w:bidi="hi-IN"/>
        </w:rPr>
        <w:t>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21)</w:t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34" w:name="_Toc457825258"/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bookmarkEnd w:id="34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कैसी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35" w:name="_Toc457825259"/>
      <w:r w:rsidRPr="008F4AF7">
        <w:rPr>
          <w:rFonts w:hint="cs"/>
          <w:cs/>
          <w:lang w:bidi="hi-IN"/>
        </w:rPr>
        <w:t>वाकेय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bookmarkEnd w:id="35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हिज़रत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दसवें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ज़ियारत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अतराफ़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इज्तेमा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फ़रीज़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हज्जतुल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विदा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हज्जतुल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हज्जतुल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हज्जतुल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हज्ज़तुल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ग़ुस्ल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कपड़े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बाँधा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E47180">
        <w:t>24,25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क़अदा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शंबा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अज़ावाज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अमारियों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मुहाजेरीन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पड़ने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महरूम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बावजूद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शिरकत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चौदह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हज़ार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हज़ार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चालिस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बताई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अलबत्ता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अशअरी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तबकात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225, </w:t>
      </w:r>
      <w:r w:rsidRPr="008F4AF7">
        <w:rPr>
          <w:rFonts w:hint="cs"/>
          <w:cs/>
          <w:lang w:bidi="hi-IN"/>
        </w:rPr>
        <w:t>मक़रिज़ी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इमताअ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511, </w:t>
      </w:r>
      <w:r w:rsidRPr="008F4AF7">
        <w:rPr>
          <w:rFonts w:hint="cs"/>
          <w:cs/>
          <w:lang w:bidi="hi-IN"/>
        </w:rPr>
        <w:t>इरशादुस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329)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आमाले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हाजि़यों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वापसी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काफ़ेला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जिबरईले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</w:p>
    <w:p w:rsidR="008F4AF7" w:rsidRPr="00E47180" w:rsidRDefault="008F4AF7" w:rsidP="008F4AF7">
      <w:pPr>
        <w:pStyle w:val="libNormal"/>
      </w:pPr>
      <w:r w:rsidRPr="00E47180">
        <w:t xml:space="preserve">: </w:t>
      </w:r>
      <w:r w:rsidRPr="00E47180">
        <w:rPr>
          <w:rFonts w:ascii="Times New Roman" w:hAnsi="Times New Roman" w:cs="Times New Roman" w:hint="cs"/>
          <w:rtl/>
        </w:rPr>
        <w:t>يَا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أَيُّهَا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الرَّسُولُ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بَلِّغْ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أُنزِلَ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إِلَيْكَ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رَّبِّكَ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وَإِن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لَّمْ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تَفْعَلْ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بَلَّغْتَ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رِسَالَتَهُ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يَعْصِمُكَ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النَّاسِ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إِنَّ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يَهْدِي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الْقَوْمَ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الْكَافِرِينَ</w:t>
      </w: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67)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जोहफ़ा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मंजिल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हिज्जा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पंज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शंबा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जोहफ़ा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अमीने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वहयी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जिबरईल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तआरुफ़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मख़लूक़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पीछे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ख़ाशाक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गर्मी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ख़ातिर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ज़ोहर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इक्तेदा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ज़ोहर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पालाने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शुतुर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आवाज़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मुतवज्जेह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तारिफ़े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भरोसा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बुरे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बुराईयों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पनाह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माँगता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गुमराहों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पनाह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रहनुमाई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माबूद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मेहरबान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अनक़रीब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लब्बैक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नसीहत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जज़ाए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फरमाये।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?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दोज़ख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शुब्हा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मुर्दों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दोबारा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करेगा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?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सबने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हाँ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हक़ायक़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पैगम़्बरे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ख़ुदावंद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हौज़े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कौसर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हौज़े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मिलोगे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हौज़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कौसर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वुसअत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फ़ासले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परस्तारों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साग़र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चाँदी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ग़ौर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होशियार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देखो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सुलूक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आवाज़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सिक़्ले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मज़बूती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पकड़े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सिक़्ले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असग़र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मेहरबान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होंगे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हौज़े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वारिद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रुकना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जाओगे।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पकड़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सफ़ीदी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पहचान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नफ़्सों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सबको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नफ़्सों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हंबल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हंमबियों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बक़ौल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मर्तबा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उठाये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पालने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</w:t>
      </w:r>
      <w:r w:rsidRPr="00E47180">
        <w:t xml:space="preserve">, </w:t>
      </w:r>
      <w:r w:rsidRPr="008F4AF7">
        <w:rPr>
          <w:rFonts w:hint="cs"/>
          <w:cs/>
          <w:lang w:bidi="hi-IN"/>
        </w:rPr>
        <w:lastRenderedPageBreak/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नासिरों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रूसवा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सदाक़त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मर्कज़े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हाज़ेरीने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मजलिस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वाकेये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ग़ायब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पहचायें।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मजमे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जिबरईले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E47180">
        <w:rPr>
          <w:rFonts w:ascii="Times New Roman" w:hAnsi="Times New Roman" w:cs="Times New Roman" w:hint="cs"/>
          <w:rtl/>
        </w:rPr>
        <w:t>الْيَوْمَ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أَكْمَلْتُ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دِينَكُمْ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وَأَتْمَمْتُ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عَلَيْكُمْ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نِعْمَتِي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وَرَضِيتُ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الْإِسْلَامَ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دِينًا</w:t>
      </w:r>
      <w:r w:rsidRPr="00E47180">
        <w:t>) (</w:t>
      </w:r>
      <w:r w:rsidRPr="008F4AF7">
        <w:rPr>
          <w:rFonts w:hint="cs"/>
          <w:cs/>
          <w:lang w:bidi="hi-IN"/>
        </w:rPr>
        <w:t>सूरये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,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अल्लाहो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अकबर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नेमत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मुकम्मल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ख़ुदनूद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हाज़ेरीने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मजलिस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मिनजुमला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शैखैन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हस्सान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पढ़ूँ</w:t>
      </w:r>
      <w:r w:rsidRPr="00E47180">
        <w:t xml:space="preserve">?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मैमनत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बरकत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बुज़ुर्गों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हुज़ूर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मुसल्लम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अशआर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अशआर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पढ़े</w:t>
      </w:r>
      <w:r w:rsidRPr="008F4AF7">
        <w:rPr>
          <w:cs/>
          <w:lang w:bidi="hi-IN"/>
        </w:rPr>
        <w:t xml:space="preserve">: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शेर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,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क़ाबिले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दास्तान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शौकत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ख़ुसूसीयात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31, 36, </w:t>
      </w:r>
      <w:r w:rsidRPr="008F4AF7">
        <w:rPr>
          <w:rFonts w:hint="cs"/>
          <w:cs/>
          <w:lang w:bidi="hi-IN"/>
        </w:rPr>
        <w:t>तबका़त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173,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अमताअ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मक़रीज़ी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510, </w:t>
      </w:r>
      <w:r w:rsidRPr="008F4AF7">
        <w:rPr>
          <w:rFonts w:hint="cs"/>
          <w:cs/>
          <w:lang w:bidi="hi-IN"/>
        </w:rPr>
        <w:t>इसरादुल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426, </w:t>
      </w:r>
      <w:r w:rsidRPr="008F4AF7">
        <w:rPr>
          <w:rFonts w:hint="cs"/>
          <w:cs/>
          <w:lang w:bidi="hi-IN"/>
        </w:rPr>
        <w:t>सीरये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257, </w:t>
      </w:r>
      <w:r w:rsidRPr="008F4AF7">
        <w:rPr>
          <w:rFonts w:hint="cs"/>
          <w:cs/>
          <w:lang w:bidi="hi-IN"/>
        </w:rPr>
        <w:t>सीरये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दहलान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143, 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ख़वास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30, </w:t>
      </w:r>
      <w:r w:rsidRPr="008F4AF7">
        <w:rPr>
          <w:rFonts w:hint="cs"/>
          <w:cs/>
          <w:lang w:bidi="hi-IN"/>
        </w:rPr>
        <w:t>ख़सायसे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96, </w:t>
      </w:r>
      <w:r w:rsidRPr="008F4AF7">
        <w:rPr>
          <w:rFonts w:hint="cs"/>
          <w:cs/>
          <w:lang w:bidi="hi-IN"/>
        </w:rPr>
        <w:t>दायरतुल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मआरिफ़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542)</w:t>
      </w:r>
    </w:p>
    <w:p w:rsidR="00735514" w:rsidRDefault="00735514" w:rsidP="00DE0F6F">
      <w:pPr>
        <w:pStyle w:val="libNormal"/>
        <w:rPr>
          <w:cs/>
          <w:lang w:bidi="hi-IN"/>
        </w:rPr>
      </w:pPr>
      <w:r>
        <w:rPr>
          <w:cs/>
          <w:lang w:bidi="hi-IN"/>
        </w:rPr>
        <w:br w:type="page"/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36" w:name="_Toc457825260"/>
      <w:r w:rsidRPr="008F4AF7">
        <w:rPr>
          <w:rFonts w:hint="cs"/>
          <w:cs/>
          <w:lang w:bidi="hi-IN"/>
        </w:rPr>
        <w:t>वाक़ेय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bookmarkEnd w:id="36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शायद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ग़दीर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इत्तेहाद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मख़्फ़ी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हक़ायक़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पोशिदा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मुम्किन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गद़ीर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तसलीम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गद़ीर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हिज़्बे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हिज़्बे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शैतान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शिकस्त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गद़ीर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ख़ुर्शीदे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चमकने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37" w:name="_Toc457825261"/>
      <w:r w:rsidRPr="008F4AF7">
        <w:rPr>
          <w:rFonts w:hint="cs"/>
          <w:cs/>
          <w:lang w:bidi="hi-IN"/>
        </w:rPr>
        <w:t>गद़ीर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ज़ुग़राफ़ियाई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हैसियत</w:t>
      </w:r>
      <w:bookmarkEnd w:id="37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गदीर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लुग़वी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गढ़हे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सैलाब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लफ़्ज़े</w:t>
      </w:r>
      <w:r w:rsidRPr="008F4AF7">
        <w:rPr>
          <w:cs/>
          <w:lang w:bidi="hi-IN"/>
        </w:rPr>
        <w:t xml:space="preserve"> </w:t>
      </w:r>
      <w:r w:rsidRPr="00E47180">
        <w:t>''</w:t>
      </w:r>
      <w:r w:rsidRPr="008F4AF7">
        <w:rPr>
          <w:rFonts w:hint="cs"/>
          <w:cs/>
          <w:lang w:bidi="hi-IN"/>
        </w:rPr>
        <w:t>ख़ुम</w:t>
      </w:r>
      <w:r w:rsidRPr="00E47180">
        <w:t xml:space="preserve">''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याक़ूत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हमवी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ज़मख़्शरी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E47180">
        <w:t>''</w:t>
      </w:r>
      <w:r w:rsidRPr="008F4AF7">
        <w:rPr>
          <w:rFonts w:hint="cs"/>
          <w:cs/>
          <w:lang w:bidi="hi-IN"/>
        </w:rPr>
        <w:t>ख़ुम</w:t>
      </w:r>
      <w:r w:rsidRPr="00E47180">
        <w:t xml:space="preserve">''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रंगरेज़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E47180">
        <w:t>''</w:t>
      </w:r>
      <w:r w:rsidRPr="008F4AF7">
        <w:rPr>
          <w:rFonts w:hint="cs"/>
          <w:cs/>
          <w:lang w:bidi="hi-IN"/>
        </w:rPr>
        <w:t>जुहफा</w:t>
      </w:r>
      <w:r w:rsidRPr="00E47180">
        <w:t xml:space="preserve">''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है।मोजमुल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बल्दान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389)</w:t>
      </w:r>
    </w:p>
    <w:p w:rsidR="008F4AF7" w:rsidRPr="00E47180" w:rsidRDefault="008F4AF7" w:rsidP="008F4AF7">
      <w:pPr>
        <w:pStyle w:val="libNormal"/>
      </w:pPr>
      <w:r w:rsidRPr="00E47180">
        <w:t>''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E47180">
        <w:t xml:space="preserve">''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E47180">
        <w:t>''</w:t>
      </w:r>
      <w:r w:rsidRPr="008F4AF7">
        <w:rPr>
          <w:rFonts w:hint="cs"/>
          <w:cs/>
          <w:lang w:bidi="hi-IN"/>
        </w:rPr>
        <w:t>जोहफ़ा</w:t>
      </w:r>
      <w:r w:rsidRPr="00E47180">
        <w:t xml:space="preserve">''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मरासिदुल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इत्तेलाआत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315-482)</w:t>
      </w:r>
    </w:p>
    <w:p w:rsidR="008F4AF7" w:rsidRPr="00E47180" w:rsidRDefault="008F4AF7" w:rsidP="008F4AF7">
      <w:pPr>
        <w:pStyle w:val="libNormal"/>
      </w:pPr>
      <w:r w:rsidRPr="00E47180">
        <w:t>''</w:t>
      </w:r>
      <w:r w:rsidRPr="008F4AF7">
        <w:rPr>
          <w:rFonts w:hint="cs"/>
          <w:cs/>
          <w:lang w:bidi="hi-IN"/>
        </w:rPr>
        <w:t>जोहफ़ा</w:t>
      </w:r>
      <w:r w:rsidRPr="00E47180">
        <w:t xml:space="preserve">'' </w:t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मग़रिबी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E47180">
        <w:t>''</w:t>
      </w:r>
      <w:r w:rsidRPr="008F4AF7">
        <w:rPr>
          <w:rFonts w:hint="cs"/>
          <w:cs/>
          <w:lang w:bidi="hi-IN"/>
        </w:rPr>
        <w:t>महीआ</w:t>
      </w:r>
      <w:r w:rsidRPr="00E47180">
        <w:t xml:space="preserve">''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E47180">
        <w:t>''</w:t>
      </w:r>
      <w:r w:rsidRPr="008F4AF7">
        <w:rPr>
          <w:rFonts w:hint="cs"/>
          <w:cs/>
          <w:lang w:bidi="hi-IN"/>
        </w:rPr>
        <w:t>जोहफ़ा</w:t>
      </w:r>
      <w:r w:rsidRPr="00E47180">
        <w:t xml:space="preserve">''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क्योंकि</w:t>
      </w:r>
      <w:r w:rsidRPr="008F4AF7">
        <w:rPr>
          <w:cs/>
          <w:lang w:bidi="hi-IN"/>
        </w:rPr>
        <w:t xml:space="preserve"> </w:t>
      </w:r>
      <w:r w:rsidRPr="00E47180">
        <w:t>''</w:t>
      </w:r>
      <w:r w:rsidRPr="008F4AF7">
        <w:rPr>
          <w:rFonts w:hint="cs"/>
          <w:cs/>
          <w:lang w:bidi="hi-IN"/>
        </w:rPr>
        <w:t>जोहफ़ा</w:t>
      </w:r>
      <w:r w:rsidRPr="00E47180">
        <w:t xml:space="preserve">''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सैलाब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पड़ता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वीरान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मोजम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बलदान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सफ़ा</w:t>
      </w:r>
      <w:r w:rsidRPr="008F4AF7">
        <w:rPr>
          <w:cs/>
          <w:lang w:bidi="hi-IN"/>
        </w:rPr>
        <w:t xml:space="preserve"> </w:t>
      </w:r>
      <w:r w:rsidRPr="00E47180">
        <w:t>111)</w:t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38" w:name="_Toc457825262"/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bookmarkEnd w:id="38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बेड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फ़ेहरिस्त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तबर्रुकन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: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1.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मोमीनीन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अलैहिस्सलाम</w:t>
      </w:r>
    </w:p>
    <w:p w:rsidR="008F4AF7" w:rsidRPr="00E47180" w:rsidRDefault="008F4AF7" w:rsidP="008F4AF7">
      <w:pPr>
        <w:pStyle w:val="libNormal"/>
      </w:pPr>
      <w:r w:rsidRPr="00E47180">
        <w:t xml:space="preserve">2. </w:t>
      </w:r>
      <w:r w:rsidRPr="008F4AF7">
        <w:rPr>
          <w:rFonts w:hint="cs"/>
          <w:cs/>
          <w:lang w:bidi="hi-IN"/>
        </w:rPr>
        <w:t>सिद्दीक़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ताहिरा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फ़ातिमा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सलामुल्लाह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अलैहा</w:t>
      </w:r>
    </w:p>
    <w:p w:rsidR="008F4AF7" w:rsidRPr="00E47180" w:rsidRDefault="008F4AF7" w:rsidP="008F4AF7">
      <w:pPr>
        <w:pStyle w:val="libNormal"/>
      </w:pPr>
      <w:r w:rsidRPr="00E47180">
        <w:t xml:space="preserve">3.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अलैहिस्सलाम</w:t>
      </w:r>
    </w:p>
    <w:p w:rsidR="008F4AF7" w:rsidRPr="00E47180" w:rsidRDefault="008F4AF7" w:rsidP="008F4AF7">
      <w:pPr>
        <w:pStyle w:val="libNormal"/>
      </w:pPr>
      <w:r w:rsidRPr="00E47180">
        <w:t xml:space="preserve">4.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अलैहिस्सलाम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अलिफ़</w:t>
      </w:r>
    </w:p>
    <w:p w:rsidR="008F4AF7" w:rsidRPr="00E47180" w:rsidRDefault="008F4AF7" w:rsidP="008F4AF7">
      <w:pPr>
        <w:pStyle w:val="libNormal"/>
      </w:pPr>
      <w:r w:rsidRPr="00E47180">
        <w:t xml:space="preserve">5.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क़ुहाफ़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तमीमी</w:t>
      </w:r>
    </w:p>
    <w:p w:rsidR="008F4AF7" w:rsidRPr="00E47180" w:rsidRDefault="008F4AF7" w:rsidP="008F4AF7">
      <w:pPr>
        <w:pStyle w:val="libNormal"/>
      </w:pPr>
      <w:r w:rsidRPr="00E47180">
        <w:t xml:space="preserve">6.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ख़ुवैलद</w:t>
      </w:r>
    </w:p>
    <w:p w:rsidR="008F4AF7" w:rsidRPr="00E47180" w:rsidRDefault="008F4AF7" w:rsidP="008F4AF7">
      <w:pPr>
        <w:pStyle w:val="libNormal"/>
      </w:pPr>
      <w:r w:rsidRPr="00E47180">
        <w:t xml:space="preserve">7.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राफ़ए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क़ुतबी</w:t>
      </w:r>
    </w:p>
    <w:p w:rsidR="008F4AF7" w:rsidRPr="00E47180" w:rsidRDefault="008F4AF7" w:rsidP="008F4AF7">
      <w:pPr>
        <w:pStyle w:val="libNormal"/>
      </w:pPr>
      <w:r w:rsidRPr="00E47180">
        <w:t xml:space="preserve">8.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ज़ैनब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 xml:space="preserve">9.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 xml:space="preserve">10.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फ़ज़ालए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सिफ़्फ़ीन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अलैहिस्सलाम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11.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क़ुदामा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 xml:space="preserve">12.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लैला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सिफ़्फ़ीन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हुये।</w:t>
      </w:r>
    </w:p>
    <w:p w:rsidR="008F4AF7" w:rsidRPr="00E47180" w:rsidRDefault="008F4AF7" w:rsidP="008F4AF7">
      <w:pPr>
        <w:pStyle w:val="libNormal"/>
      </w:pPr>
      <w:r w:rsidRPr="00E47180">
        <w:t xml:space="preserve">13.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दूसी</w:t>
      </w:r>
    </w:p>
    <w:p w:rsidR="008F4AF7" w:rsidRPr="00E47180" w:rsidRDefault="008F4AF7" w:rsidP="008F4AF7">
      <w:pPr>
        <w:pStyle w:val="libNormal"/>
      </w:pPr>
      <w:r w:rsidRPr="00E47180">
        <w:t xml:space="preserve">14.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तैहान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सिफ़्फ़ीन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फ़ाएज़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हुये।</w:t>
      </w:r>
    </w:p>
    <w:p w:rsidR="008F4AF7" w:rsidRPr="00E47180" w:rsidRDefault="008F4AF7" w:rsidP="008F4AF7">
      <w:pPr>
        <w:pStyle w:val="libNormal"/>
      </w:pPr>
      <w:r w:rsidRPr="00E47180">
        <w:t xml:space="preserve">15. </w:t>
      </w:r>
      <w:r w:rsidRPr="008F4AF7">
        <w:rPr>
          <w:rFonts w:hint="cs"/>
          <w:cs/>
          <w:lang w:bidi="hi-IN"/>
        </w:rPr>
        <w:t>ओबई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कअबे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ख़ज़रजी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बुज़ुर्ग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क़ुर्रा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16. </w:t>
      </w:r>
      <w:r w:rsidRPr="008F4AF7">
        <w:rPr>
          <w:rFonts w:hint="cs"/>
          <w:cs/>
          <w:lang w:bidi="hi-IN"/>
        </w:rPr>
        <w:t>उसामा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हारिसे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कल्बी</w:t>
      </w:r>
    </w:p>
    <w:p w:rsidR="008F4AF7" w:rsidRPr="00E47180" w:rsidRDefault="008F4AF7" w:rsidP="008F4AF7">
      <w:pPr>
        <w:pStyle w:val="libNormal"/>
      </w:pPr>
      <w:r w:rsidRPr="00E47180">
        <w:t xml:space="preserve">17. </w:t>
      </w:r>
      <w:r w:rsidRPr="008F4AF7">
        <w:rPr>
          <w:rFonts w:hint="cs"/>
          <w:cs/>
          <w:lang w:bidi="hi-IN"/>
        </w:rPr>
        <w:t>असअद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ज़ोरार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 xml:space="preserve">18. </w:t>
      </w:r>
      <w:r w:rsidRPr="008F4AF7">
        <w:rPr>
          <w:rFonts w:hint="cs"/>
          <w:cs/>
          <w:lang w:bidi="hi-IN"/>
        </w:rPr>
        <w:t>असमा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उमैस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ख़सअमिया</w:t>
      </w:r>
    </w:p>
    <w:p w:rsidR="008F4AF7" w:rsidRPr="00E47180" w:rsidRDefault="008F4AF7" w:rsidP="008F4AF7">
      <w:pPr>
        <w:pStyle w:val="libNormal"/>
      </w:pPr>
      <w:r w:rsidRPr="00E47180">
        <w:t xml:space="preserve">19. </w:t>
      </w:r>
      <w:r w:rsidRPr="008F4AF7">
        <w:rPr>
          <w:rFonts w:hint="cs"/>
          <w:cs/>
          <w:lang w:bidi="hi-IN"/>
        </w:rPr>
        <w:t>उम्मे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ज़ौज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 xml:space="preserve">20. </w:t>
      </w:r>
      <w:r w:rsidRPr="008F4AF7">
        <w:rPr>
          <w:rFonts w:hint="cs"/>
          <w:cs/>
          <w:lang w:bidi="hi-IN"/>
        </w:rPr>
        <w:t>उम्मे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बिन्ते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अलैहिस्सलाम</w:t>
      </w:r>
    </w:p>
    <w:p w:rsidR="008F4AF7" w:rsidRPr="00E47180" w:rsidRDefault="008F4AF7" w:rsidP="008F4AF7">
      <w:pPr>
        <w:pStyle w:val="libNormal"/>
      </w:pPr>
      <w:r w:rsidRPr="00E47180">
        <w:t xml:space="preserve">21. </w:t>
      </w:r>
      <w:r w:rsidRPr="008F4AF7">
        <w:rPr>
          <w:rFonts w:hint="cs"/>
          <w:cs/>
          <w:lang w:bidi="hi-IN"/>
        </w:rPr>
        <w:t>अनस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ख़ज़रजी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ख़ादिमे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बे</w:t>
      </w:r>
    </w:p>
    <w:p w:rsidR="008F4AF7" w:rsidRPr="00E47180" w:rsidRDefault="008F4AF7" w:rsidP="008F4AF7">
      <w:pPr>
        <w:pStyle w:val="libNormal"/>
      </w:pPr>
      <w:r w:rsidRPr="00E47180">
        <w:t xml:space="preserve">22. </w:t>
      </w:r>
      <w:r w:rsidRPr="008F4AF7">
        <w:rPr>
          <w:rFonts w:hint="cs"/>
          <w:cs/>
          <w:lang w:bidi="hi-IN"/>
        </w:rPr>
        <w:t>बराअ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औसी</w:t>
      </w:r>
    </w:p>
    <w:p w:rsidR="008F4AF7" w:rsidRPr="00E47180" w:rsidRDefault="008F4AF7" w:rsidP="008F4AF7">
      <w:pPr>
        <w:pStyle w:val="libNormal"/>
      </w:pPr>
      <w:r w:rsidRPr="00E47180">
        <w:t xml:space="preserve">23. </w:t>
      </w:r>
      <w:r w:rsidRPr="008F4AF7">
        <w:rPr>
          <w:rFonts w:hint="cs"/>
          <w:cs/>
          <w:lang w:bidi="hi-IN"/>
        </w:rPr>
        <w:t>बरीदा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E47180">
        <w:t xml:space="preserve">24.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वदीअ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ख़ज़रजी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मदनी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जीम</w:t>
      </w:r>
    </w:p>
    <w:p w:rsidR="008F4AF7" w:rsidRPr="00E47180" w:rsidRDefault="008F4AF7" w:rsidP="008F4AF7">
      <w:pPr>
        <w:pStyle w:val="libNormal"/>
      </w:pPr>
      <w:r w:rsidRPr="00E47180">
        <w:t xml:space="preserve">25. </w:t>
      </w:r>
      <w:r w:rsidRPr="008F4AF7">
        <w:rPr>
          <w:rFonts w:hint="cs"/>
          <w:cs/>
          <w:lang w:bidi="hi-IN"/>
        </w:rPr>
        <w:t>जाबिर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समुरा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जुनादा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सुलैमाने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सुवाई</w:t>
      </w:r>
    </w:p>
    <w:p w:rsidR="008F4AF7" w:rsidRPr="00E47180" w:rsidRDefault="008F4AF7" w:rsidP="008F4AF7">
      <w:pPr>
        <w:pStyle w:val="libNormal"/>
      </w:pPr>
      <w:r w:rsidRPr="00E47180">
        <w:t xml:space="preserve">26. </w:t>
      </w:r>
      <w:r w:rsidRPr="008F4AF7">
        <w:rPr>
          <w:rFonts w:hint="cs"/>
          <w:cs/>
          <w:lang w:bidi="hi-IN"/>
        </w:rPr>
        <w:t>जाबिर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 xml:space="preserve">27. </w:t>
      </w:r>
      <w:r w:rsidRPr="008F4AF7">
        <w:rPr>
          <w:rFonts w:hint="cs"/>
          <w:cs/>
          <w:lang w:bidi="hi-IN"/>
        </w:rPr>
        <w:t>जबला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 xml:space="preserve">28. </w:t>
      </w:r>
      <w:r w:rsidRPr="008F4AF7">
        <w:rPr>
          <w:rFonts w:hint="cs"/>
          <w:cs/>
          <w:lang w:bidi="hi-IN"/>
        </w:rPr>
        <w:t>जबीर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नौफ़ली</w:t>
      </w:r>
    </w:p>
    <w:p w:rsidR="008F4AF7" w:rsidRPr="00E47180" w:rsidRDefault="008F4AF7" w:rsidP="008F4AF7">
      <w:pPr>
        <w:pStyle w:val="libNormal"/>
      </w:pPr>
      <w:r w:rsidRPr="00E47180">
        <w:t xml:space="preserve">29. </w:t>
      </w:r>
      <w:r w:rsidRPr="008F4AF7">
        <w:rPr>
          <w:rFonts w:hint="cs"/>
          <w:cs/>
          <w:lang w:bidi="hi-IN"/>
        </w:rPr>
        <w:t>जरीर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बिजिल्ली</w:t>
      </w:r>
    </w:p>
    <w:p w:rsidR="008F4AF7" w:rsidRPr="00E47180" w:rsidRDefault="008F4AF7" w:rsidP="008F4AF7">
      <w:pPr>
        <w:pStyle w:val="libNormal"/>
      </w:pPr>
      <w:r w:rsidRPr="00E47180">
        <w:t xml:space="preserve">30. </w:t>
      </w:r>
      <w:r w:rsidRPr="008F4AF7">
        <w:rPr>
          <w:rFonts w:hint="cs"/>
          <w:cs/>
          <w:lang w:bidi="hi-IN"/>
        </w:rPr>
        <w:t>जुन्दब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जुनाद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ग़फ़्फ़ारी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अबूज़र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31. </w:t>
      </w:r>
      <w:r w:rsidRPr="008F4AF7">
        <w:rPr>
          <w:rFonts w:hint="cs"/>
          <w:cs/>
          <w:lang w:bidi="hi-IN"/>
        </w:rPr>
        <w:t>जुन्दब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माज़ने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जुनैदा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हे</w:t>
      </w:r>
    </w:p>
    <w:p w:rsidR="008F4AF7" w:rsidRPr="00E47180" w:rsidRDefault="008F4AF7" w:rsidP="008F4AF7">
      <w:pPr>
        <w:pStyle w:val="libNormal"/>
      </w:pPr>
      <w:r w:rsidRPr="00E47180">
        <w:t xml:space="preserve">32. </w:t>
      </w:r>
      <w:r w:rsidRPr="008F4AF7">
        <w:rPr>
          <w:rFonts w:hint="cs"/>
          <w:cs/>
          <w:lang w:bidi="hi-IN"/>
        </w:rPr>
        <w:t>हुब्बा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जवीन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क़ुदाम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उरफ़ी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बजली</w:t>
      </w:r>
    </w:p>
    <w:p w:rsidR="008F4AF7" w:rsidRPr="00E47180" w:rsidRDefault="008F4AF7" w:rsidP="008F4AF7">
      <w:pPr>
        <w:pStyle w:val="libNormal"/>
      </w:pPr>
      <w:r w:rsidRPr="00E47180">
        <w:t xml:space="preserve">33. </w:t>
      </w:r>
      <w:r w:rsidRPr="008F4AF7">
        <w:rPr>
          <w:rFonts w:hint="cs"/>
          <w:cs/>
          <w:lang w:bidi="hi-IN"/>
        </w:rPr>
        <w:t>हुब्शी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जुनादा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सलूली</w:t>
      </w:r>
    </w:p>
    <w:p w:rsidR="008F4AF7" w:rsidRPr="00E47180" w:rsidRDefault="008F4AF7" w:rsidP="008F4AF7">
      <w:pPr>
        <w:pStyle w:val="libNormal"/>
      </w:pPr>
      <w:r w:rsidRPr="00E47180">
        <w:t xml:space="preserve">34. </w:t>
      </w:r>
      <w:r w:rsidRPr="008F4AF7">
        <w:rPr>
          <w:rFonts w:hint="cs"/>
          <w:cs/>
          <w:lang w:bidi="hi-IN"/>
        </w:rPr>
        <w:t>हबीब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बुदैल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ख़ुज़ाई</w:t>
      </w:r>
    </w:p>
    <w:p w:rsidR="008F4AF7" w:rsidRPr="00E47180" w:rsidRDefault="008F4AF7" w:rsidP="008F4AF7">
      <w:pPr>
        <w:pStyle w:val="libNormal"/>
      </w:pPr>
      <w:r w:rsidRPr="00E47180">
        <w:t xml:space="preserve">35. </w:t>
      </w:r>
      <w:r w:rsidRPr="008F4AF7">
        <w:rPr>
          <w:rFonts w:hint="cs"/>
          <w:cs/>
          <w:lang w:bidi="hi-IN"/>
        </w:rPr>
        <w:t>हुज़ैफा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उसैद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सरीयहे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ग़फ़्फ़ारी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शजरा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 xml:space="preserve">36. </w:t>
      </w:r>
      <w:r w:rsidRPr="008F4AF7">
        <w:rPr>
          <w:rFonts w:hint="cs"/>
          <w:cs/>
          <w:lang w:bidi="hi-IN"/>
        </w:rPr>
        <w:t>हुज़ैफ़ा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यमनी</w:t>
      </w:r>
    </w:p>
    <w:p w:rsidR="008F4AF7" w:rsidRPr="00E47180" w:rsidRDefault="008F4AF7" w:rsidP="008F4AF7">
      <w:pPr>
        <w:pStyle w:val="libNormal"/>
      </w:pPr>
      <w:r w:rsidRPr="00E47180">
        <w:t xml:space="preserve">37. </w:t>
      </w:r>
      <w:r w:rsidRPr="008F4AF7">
        <w:rPr>
          <w:rFonts w:hint="cs"/>
          <w:cs/>
          <w:lang w:bidi="hi-IN"/>
        </w:rPr>
        <w:t>हस्सान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खे़</w:t>
      </w:r>
    </w:p>
    <w:p w:rsidR="008F4AF7" w:rsidRPr="00E47180" w:rsidRDefault="008F4AF7" w:rsidP="008F4AF7">
      <w:pPr>
        <w:pStyle w:val="libNormal"/>
      </w:pPr>
      <w:r w:rsidRPr="00E47180">
        <w:t xml:space="preserve">38. </w:t>
      </w:r>
      <w:r w:rsidRPr="008F4AF7">
        <w:rPr>
          <w:rFonts w:hint="cs"/>
          <w:cs/>
          <w:lang w:bidi="hi-IN"/>
        </w:rPr>
        <w:t>ख़ालिद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अय्यूब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हुए।</w:t>
      </w:r>
    </w:p>
    <w:p w:rsidR="008F4AF7" w:rsidRPr="00E47180" w:rsidRDefault="008F4AF7" w:rsidP="008F4AF7">
      <w:pPr>
        <w:pStyle w:val="libNormal"/>
      </w:pPr>
      <w:r w:rsidRPr="00E47180">
        <w:t xml:space="preserve">39. </w:t>
      </w:r>
      <w:r w:rsidRPr="008F4AF7">
        <w:rPr>
          <w:rFonts w:hint="cs"/>
          <w:cs/>
          <w:lang w:bidi="hi-IN"/>
        </w:rPr>
        <w:t>ख़ालिद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मुग़िर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मख़्ज़ूमी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सुलेमान</w:t>
      </w:r>
    </w:p>
    <w:p w:rsidR="008F4AF7" w:rsidRPr="00E47180" w:rsidRDefault="008F4AF7" w:rsidP="008F4AF7">
      <w:pPr>
        <w:pStyle w:val="libNormal"/>
      </w:pPr>
      <w:r w:rsidRPr="00E47180">
        <w:t xml:space="preserve">40. </w:t>
      </w:r>
      <w:r w:rsidRPr="008F4AF7">
        <w:rPr>
          <w:rFonts w:hint="cs"/>
          <w:cs/>
          <w:lang w:bidi="hi-IN"/>
        </w:rPr>
        <w:t>खज़ीमा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शहादतैन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सिफ़्फ़ीन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हुए।</w:t>
      </w:r>
    </w:p>
    <w:p w:rsidR="008F4AF7" w:rsidRPr="00E47180" w:rsidRDefault="008F4AF7" w:rsidP="008F4AF7">
      <w:pPr>
        <w:pStyle w:val="libNormal"/>
      </w:pPr>
      <w:r w:rsidRPr="00E47180">
        <w:t xml:space="preserve">41. </w:t>
      </w:r>
      <w:r w:rsidRPr="008F4AF7">
        <w:rPr>
          <w:rFonts w:hint="cs"/>
          <w:cs/>
          <w:lang w:bidi="hi-IN"/>
        </w:rPr>
        <w:t>ख़ुवैलद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ख़ुज़ाई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शरीह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रे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ज़े</w:t>
      </w:r>
    </w:p>
    <w:p w:rsidR="008F4AF7" w:rsidRPr="00E47180" w:rsidRDefault="008F4AF7" w:rsidP="008F4AF7">
      <w:pPr>
        <w:pStyle w:val="libNormal"/>
      </w:pPr>
      <w:r w:rsidRPr="00E47180">
        <w:t xml:space="preserve">42. </w:t>
      </w:r>
      <w:r w:rsidRPr="008F4AF7">
        <w:rPr>
          <w:rFonts w:hint="cs"/>
          <w:cs/>
          <w:lang w:bidi="hi-IN"/>
        </w:rPr>
        <w:t>रुफ़ाआ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मुन्ज़िरे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43. </w:t>
      </w:r>
      <w:r w:rsidRPr="008F4AF7">
        <w:rPr>
          <w:rFonts w:hint="cs"/>
          <w:cs/>
          <w:lang w:bidi="hi-IN"/>
        </w:rPr>
        <w:t>ज़ुबैर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क़रशी</w:t>
      </w:r>
    </w:p>
    <w:p w:rsidR="008F4AF7" w:rsidRPr="00E47180" w:rsidRDefault="008F4AF7" w:rsidP="008F4AF7">
      <w:pPr>
        <w:pStyle w:val="libNormal"/>
      </w:pPr>
      <w:r w:rsidRPr="00E47180">
        <w:t xml:space="preserve">44.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अरक़मे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खज़री</w:t>
      </w:r>
    </w:p>
    <w:p w:rsidR="008F4AF7" w:rsidRPr="00E47180" w:rsidRDefault="008F4AF7" w:rsidP="008F4AF7">
      <w:pPr>
        <w:pStyle w:val="libNormal"/>
      </w:pPr>
      <w:r w:rsidRPr="00E47180">
        <w:t xml:space="preserve">45.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46.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शराहिले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 xml:space="preserve">47.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सीन</w:t>
      </w:r>
    </w:p>
    <w:p w:rsidR="008F4AF7" w:rsidRPr="00E47180" w:rsidRDefault="008F4AF7" w:rsidP="008F4AF7">
      <w:pPr>
        <w:pStyle w:val="libNormal"/>
      </w:pPr>
      <w:r w:rsidRPr="00E47180">
        <w:t xml:space="preserve">48.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बक़ास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इस्हाक़</w:t>
      </w:r>
    </w:p>
    <w:p w:rsidR="008F4AF7" w:rsidRPr="00E47180" w:rsidRDefault="008F4AF7" w:rsidP="008F4AF7">
      <w:pPr>
        <w:pStyle w:val="libNormal"/>
      </w:pPr>
      <w:r w:rsidRPr="00E47180">
        <w:t xml:space="preserve">49.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जुनाद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औफ़ी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पिदरे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औफ़ी</w:t>
      </w:r>
    </w:p>
    <w:p w:rsidR="008F4AF7" w:rsidRPr="00E47180" w:rsidRDefault="008F4AF7" w:rsidP="008F4AF7">
      <w:pPr>
        <w:pStyle w:val="libNormal"/>
      </w:pPr>
      <w:r w:rsidRPr="00E47180">
        <w:t xml:space="preserve">50.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ख़ज़रजी</w:t>
      </w:r>
    </w:p>
    <w:p w:rsidR="008F4AF7" w:rsidRPr="00E47180" w:rsidRDefault="008F4AF7" w:rsidP="008F4AF7">
      <w:pPr>
        <w:pStyle w:val="libNormal"/>
      </w:pPr>
      <w:r w:rsidRPr="00E47180">
        <w:t xml:space="preserve">51.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खिदरी</w:t>
      </w:r>
    </w:p>
    <w:p w:rsidR="008F4AF7" w:rsidRPr="00E47180" w:rsidRDefault="008F4AF7" w:rsidP="008F4AF7">
      <w:pPr>
        <w:pStyle w:val="libNormal"/>
      </w:pPr>
      <w:r w:rsidRPr="00E47180">
        <w:t xml:space="preserve">52.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जै़द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अदबी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मुबश्शेरा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 xml:space="preserve">53. </w:t>
      </w:r>
      <w:r w:rsidRPr="008F4AF7">
        <w:rPr>
          <w:rFonts w:hint="cs"/>
          <w:cs/>
          <w:lang w:bidi="hi-IN"/>
        </w:rPr>
        <w:t>सईदे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 xml:space="preserve">54. </w:t>
      </w:r>
      <w:r w:rsidRPr="008F4AF7">
        <w:rPr>
          <w:rFonts w:hint="cs"/>
          <w:cs/>
          <w:lang w:bidi="hi-IN"/>
        </w:rPr>
        <w:t>सलमाने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फ़ारसी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</w:p>
    <w:p w:rsidR="008F4AF7" w:rsidRPr="00E47180" w:rsidRDefault="008F4AF7" w:rsidP="008F4AF7">
      <w:pPr>
        <w:pStyle w:val="libNormal"/>
      </w:pPr>
      <w:r w:rsidRPr="00E47180">
        <w:t xml:space="preserve">55. </w:t>
      </w:r>
      <w:r w:rsidRPr="008F4AF7">
        <w:rPr>
          <w:rFonts w:hint="cs"/>
          <w:cs/>
          <w:lang w:bidi="hi-IN"/>
        </w:rPr>
        <w:t>सलमा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असलम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</w:p>
    <w:p w:rsidR="008F4AF7" w:rsidRPr="00E47180" w:rsidRDefault="008F4AF7" w:rsidP="008F4AF7">
      <w:pPr>
        <w:pStyle w:val="libNormal"/>
      </w:pPr>
      <w:r w:rsidRPr="00E47180">
        <w:t xml:space="preserve">56. </w:t>
      </w:r>
      <w:r w:rsidRPr="008F4AF7">
        <w:rPr>
          <w:rFonts w:hint="cs"/>
          <w:cs/>
          <w:lang w:bidi="hi-IN"/>
        </w:rPr>
        <w:t>समुरा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जुन्दब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फ़ज़ाज़ी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सुलेमान</w:t>
      </w:r>
    </w:p>
    <w:p w:rsidR="008F4AF7" w:rsidRPr="00E47180" w:rsidRDefault="008F4AF7" w:rsidP="008F4AF7">
      <w:pPr>
        <w:pStyle w:val="libNormal"/>
      </w:pPr>
      <w:r w:rsidRPr="00E47180">
        <w:t xml:space="preserve">57. </w:t>
      </w:r>
      <w:r w:rsidRPr="008F4AF7">
        <w:rPr>
          <w:rFonts w:hint="cs"/>
          <w:cs/>
          <w:lang w:bidi="hi-IN"/>
        </w:rPr>
        <w:t>सहल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हुनैफ़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ओसी</w:t>
      </w:r>
    </w:p>
    <w:p w:rsidR="008F4AF7" w:rsidRPr="00E47180" w:rsidRDefault="008F4AF7" w:rsidP="008F4AF7">
      <w:pPr>
        <w:pStyle w:val="libNormal"/>
      </w:pPr>
      <w:r w:rsidRPr="00E47180">
        <w:t xml:space="preserve">58. </w:t>
      </w:r>
      <w:r w:rsidRPr="008F4AF7">
        <w:rPr>
          <w:rFonts w:hint="cs"/>
          <w:cs/>
          <w:lang w:bidi="hi-IN"/>
        </w:rPr>
        <w:t>सहल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खज़रजी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सायेदी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ज़ाद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59. </w:t>
      </w:r>
      <w:r w:rsidRPr="008F4AF7">
        <w:rPr>
          <w:rFonts w:hint="cs"/>
          <w:cs/>
          <w:lang w:bidi="hi-IN"/>
        </w:rPr>
        <w:t>सुदैय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अजलाने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बाहुली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अमामा</w:t>
      </w:r>
    </w:p>
    <w:p w:rsidR="008F4AF7" w:rsidRPr="00E47180" w:rsidRDefault="008F4AF7" w:rsidP="008F4AF7">
      <w:pPr>
        <w:pStyle w:val="libNormal"/>
      </w:pPr>
      <w:r w:rsidRPr="00E47180">
        <w:t xml:space="preserve">60. </w:t>
      </w:r>
      <w:r w:rsidRPr="008F4AF7">
        <w:rPr>
          <w:rFonts w:hint="cs"/>
          <w:cs/>
          <w:lang w:bidi="hi-IN"/>
        </w:rPr>
        <w:t>ज़ुमैर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असदी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तो</w:t>
      </w:r>
    </w:p>
    <w:p w:rsidR="008F4AF7" w:rsidRPr="00E47180" w:rsidRDefault="008F4AF7" w:rsidP="008F4AF7">
      <w:pPr>
        <w:pStyle w:val="libNormal"/>
      </w:pPr>
      <w:r w:rsidRPr="00E47180">
        <w:t xml:space="preserve">61. </w:t>
      </w:r>
      <w:r w:rsidRPr="008F4AF7">
        <w:rPr>
          <w:rFonts w:hint="cs"/>
          <w:cs/>
          <w:lang w:bidi="hi-IN"/>
        </w:rPr>
        <w:t>तलहा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ऐन</w:t>
      </w:r>
    </w:p>
    <w:p w:rsidR="008F4AF7" w:rsidRPr="00E47180" w:rsidRDefault="008F4AF7" w:rsidP="008F4AF7">
      <w:pPr>
        <w:pStyle w:val="libNormal"/>
      </w:pPr>
      <w:r w:rsidRPr="00E47180">
        <w:t xml:space="preserve">62. </w:t>
      </w:r>
      <w:r w:rsidRPr="008F4AF7">
        <w:rPr>
          <w:rFonts w:hint="cs"/>
          <w:cs/>
          <w:lang w:bidi="hi-IN"/>
        </w:rPr>
        <w:t>आमिर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उमैरे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नमीरी</w:t>
      </w:r>
    </w:p>
    <w:p w:rsidR="008F4AF7" w:rsidRPr="00E47180" w:rsidRDefault="008F4AF7" w:rsidP="008F4AF7">
      <w:pPr>
        <w:pStyle w:val="libNormal"/>
      </w:pPr>
      <w:r w:rsidRPr="00E47180">
        <w:t xml:space="preserve">63. </w:t>
      </w:r>
      <w:r w:rsidRPr="008F4AF7">
        <w:rPr>
          <w:rFonts w:hint="cs"/>
          <w:cs/>
          <w:lang w:bidi="hi-IN"/>
        </w:rPr>
        <w:t>आमिर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लैला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हमज़ा</w:t>
      </w:r>
    </w:p>
    <w:p w:rsidR="008F4AF7" w:rsidRPr="00E47180" w:rsidRDefault="008F4AF7" w:rsidP="008F4AF7">
      <w:pPr>
        <w:pStyle w:val="libNormal"/>
      </w:pPr>
      <w:r w:rsidRPr="00E47180">
        <w:t xml:space="preserve">64. </w:t>
      </w:r>
      <w:r w:rsidRPr="008F4AF7">
        <w:rPr>
          <w:rFonts w:hint="cs"/>
          <w:cs/>
          <w:lang w:bidi="hi-IN"/>
        </w:rPr>
        <w:t>आमिर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लैला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ग़फ़्फ़ारी</w:t>
      </w:r>
    </w:p>
    <w:p w:rsidR="008F4AF7" w:rsidRPr="00E47180" w:rsidRDefault="008F4AF7" w:rsidP="008F4AF7">
      <w:pPr>
        <w:pStyle w:val="libNormal"/>
      </w:pPr>
      <w:r w:rsidRPr="00E47180">
        <w:t xml:space="preserve">65. </w:t>
      </w:r>
      <w:r w:rsidRPr="008F4AF7">
        <w:rPr>
          <w:rFonts w:hint="cs"/>
          <w:cs/>
          <w:lang w:bidi="hi-IN"/>
        </w:rPr>
        <w:t>आमिर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वासेल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लैसी</w:t>
      </w:r>
    </w:p>
    <w:p w:rsidR="008F4AF7" w:rsidRPr="00E47180" w:rsidRDefault="008F4AF7" w:rsidP="008F4AF7">
      <w:pPr>
        <w:pStyle w:val="libNormal"/>
      </w:pPr>
      <w:r w:rsidRPr="00E47180">
        <w:t xml:space="preserve">66. </w:t>
      </w:r>
      <w:r w:rsidRPr="008F4AF7">
        <w:rPr>
          <w:rFonts w:hint="cs"/>
          <w:cs/>
          <w:lang w:bidi="hi-IN"/>
        </w:rPr>
        <w:t>आयशा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</w:p>
    <w:p w:rsidR="008F4AF7" w:rsidRPr="00E47180" w:rsidRDefault="008F4AF7" w:rsidP="008F4AF7">
      <w:pPr>
        <w:pStyle w:val="libNormal"/>
      </w:pPr>
      <w:r w:rsidRPr="00E47180">
        <w:t xml:space="preserve">67.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पैगम़्बर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चचा</w:t>
      </w:r>
    </w:p>
    <w:p w:rsidR="008F4AF7" w:rsidRPr="00E47180" w:rsidRDefault="008F4AF7" w:rsidP="008F4AF7">
      <w:pPr>
        <w:pStyle w:val="libNormal"/>
      </w:pPr>
      <w:r w:rsidRPr="00E47180">
        <w:t xml:space="preserve">68. </w:t>
      </w:r>
      <w:r w:rsidRPr="008F4AF7">
        <w:rPr>
          <w:rFonts w:hint="cs"/>
          <w:cs/>
          <w:lang w:bidi="hi-IN"/>
        </w:rPr>
        <w:t>अब्दुर्रहमान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 xml:space="preserve">69. </w:t>
      </w:r>
      <w:r w:rsidRPr="008F4AF7">
        <w:rPr>
          <w:rFonts w:hint="cs"/>
          <w:cs/>
          <w:lang w:bidi="hi-IN"/>
        </w:rPr>
        <w:t>अब्दुर्रहमान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करशी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ज़ोहरी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</w:p>
    <w:p w:rsidR="008F4AF7" w:rsidRPr="00E47180" w:rsidRDefault="008F4AF7" w:rsidP="008F4AF7">
      <w:pPr>
        <w:pStyle w:val="libNormal"/>
      </w:pPr>
      <w:r w:rsidRPr="00E47180">
        <w:t xml:space="preserve">70. </w:t>
      </w:r>
      <w:r w:rsidRPr="008F4AF7">
        <w:rPr>
          <w:rFonts w:hint="cs"/>
          <w:cs/>
          <w:lang w:bidi="hi-IN"/>
        </w:rPr>
        <w:t>अब्दुर्रहमान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यामुर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दैली</w:t>
      </w:r>
    </w:p>
    <w:p w:rsidR="008F4AF7" w:rsidRPr="00E47180" w:rsidRDefault="008F4AF7" w:rsidP="008F4AF7">
      <w:pPr>
        <w:pStyle w:val="libNormal"/>
      </w:pPr>
      <w:r w:rsidRPr="00E47180">
        <w:t xml:space="preserve">71.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मख़्ज़ूमी</w:t>
      </w:r>
    </w:p>
    <w:p w:rsidR="008F4AF7" w:rsidRPr="00E47180" w:rsidRDefault="008F4AF7" w:rsidP="008F4AF7">
      <w:pPr>
        <w:pStyle w:val="libNormal"/>
      </w:pPr>
      <w:r w:rsidRPr="00E47180">
        <w:t xml:space="preserve">72.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बुदैल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वरक़ा</w:t>
      </w:r>
    </w:p>
    <w:p w:rsidR="008F4AF7" w:rsidRPr="00E47180" w:rsidRDefault="008F4AF7" w:rsidP="008F4AF7">
      <w:pPr>
        <w:pStyle w:val="libNormal"/>
      </w:pPr>
      <w:r w:rsidRPr="00E47180">
        <w:t xml:space="preserve">73.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बशीर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माज़नी</w:t>
      </w:r>
    </w:p>
    <w:p w:rsidR="008F4AF7" w:rsidRPr="00E47180" w:rsidRDefault="008F4AF7" w:rsidP="008F4AF7">
      <w:pPr>
        <w:pStyle w:val="libNormal"/>
      </w:pPr>
      <w:r w:rsidRPr="00E47180">
        <w:t xml:space="preserve">74.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75.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हाशिमी</w:t>
      </w:r>
    </w:p>
    <w:p w:rsidR="008F4AF7" w:rsidRPr="00E47180" w:rsidRDefault="008F4AF7" w:rsidP="008F4AF7">
      <w:pPr>
        <w:pStyle w:val="libNormal"/>
      </w:pPr>
      <w:r w:rsidRPr="00E47180">
        <w:t xml:space="preserve">76.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हंतब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करशी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मख़्ज़ूमी</w:t>
      </w:r>
    </w:p>
    <w:p w:rsidR="008F4AF7" w:rsidRPr="00E47180" w:rsidRDefault="008F4AF7" w:rsidP="008F4AF7">
      <w:pPr>
        <w:pStyle w:val="libNormal"/>
      </w:pPr>
      <w:r w:rsidRPr="00E47180">
        <w:t xml:space="preserve">77.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रबीआ</w:t>
      </w:r>
    </w:p>
    <w:p w:rsidR="008F4AF7" w:rsidRPr="00E47180" w:rsidRDefault="008F4AF7" w:rsidP="008F4AF7">
      <w:pPr>
        <w:pStyle w:val="libNormal"/>
      </w:pPr>
      <w:r w:rsidRPr="00E47180">
        <w:t xml:space="preserve">78.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</w:p>
    <w:p w:rsidR="008F4AF7" w:rsidRPr="00E47180" w:rsidRDefault="008F4AF7" w:rsidP="008F4AF7">
      <w:pPr>
        <w:pStyle w:val="libNormal"/>
      </w:pPr>
      <w:r w:rsidRPr="00E47180">
        <w:t xml:space="preserve">79.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अलक़मा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असलमी</w:t>
      </w:r>
    </w:p>
    <w:p w:rsidR="008F4AF7" w:rsidRPr="00E47180" w:rsidRDefault="008F4AF7" w:rsidP="008F4AF7">
      <w:pPr>
        <w:pStyle w:val="libNormal"/>
      </w:pPr>
      <w:r w:rsidRPr="00E47180">
        <w:t xml:space="preserve">80.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अदबी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अब्दुर्रहमान</w:t>
      </w:r>
    </w:p>
    <w:p w:rsidR="008F4AF7" w:rsidRPr="00E47180" w:rsidRDefault="008F4AF7" w:rsidP="008F4AF7">
      <w:pPr>
        <w:pStyle w:val="libNormal"/>
      </w:pPr>
      <w:r w:rsidRPr="00E47180">
        <w:t xml:space="preserve">81.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मसऊदे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हुज़ली</w:t>
      </w:r>
    </w:p>
    <w:p w:rsidR="008F4AF7" w:rsidRPr="00E47180" w:rsidRDefault="008F4AF7" w:rsidP="008F4AF7">
      <w:pPr>
        <w:pStyle w:val="libNormal"/>
      </w:pPr>
      <w:r w:rsidRPr="00E47180">
        <w:t xml:space="preserve">82.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यामील</w:t>
      </w:r>
    </w:p>
    <w:p w:rsidR="008F4AF7" w:rsidRPr="00E47180" w:rsidRDefault="008F4AF7" w:rsidP="008F4AF7">
      <w:pPr>
        <w:pStyle w:val="libNormal"/>
      </w:pPr>
      <w:r w:rsidRPr="00E47180">
        <w:t xml:space="preserve">83.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अफ़्फ़ान</w:t>
      </w:r>
    </w:p>
    <w:p w:rsidR="008F4AF7" w:rsidRPr="00E47180" w:rsidRDefault="008F4AF7" w:rsidP="008F4AF7">
      <w:pPr>
        <w:pStyle w:val="libNormal"/>
      </w:pPr>
      <w:r w:rsidRPr="00E47180">
        <w:t xml:space="preserve">84. </w:t>
      </w:r>
      <w:r w:rsidRPr="008F4AF7">
        <w:rPr>
          <w:rFonts w:hint="cs"/>
          <w:cs/>
          <w:lang w:bidi="hi-IN"/>
        </w:rPr>
        <w:t>उबैद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 xml:space="preserve">85. </w:t>
      </w:r>
      <w:r w:rsidRPr="008F4AF7">
        <w:rPr>
          <w:rFonts w:hint="cs"/>
          <w:cs/>
          <w:lang w:bidi="hi-IN"/>
        </w:rPr>
        <w:t>अदी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हातिम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तरीफ़</w:t>
      </w:r>
    </w:p>
    <w:p w:rsidR="008F4AF7" w:rsidRPr="00E47180" w:rsidRDefault="008F4AF7" w:rsidP="008F4AF7">
      <w:pPr>
        <w:pStyle w:val="libNormal"/>
      </w:pPr>
      <w:r w:rsidRPr="00E47180">
        <w:t xml:space="preserve">86. </w:t>
      </w:r>
      <w:r w:rsidRPr="008F4AF7">
        <w:rPr>
          <w:rFonts w:hint="cs"/>
          <w:cs/>
          <w:lang w:bidi="hi-IN"/>
        </w:rPr>
        <w:t>अतिया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माज़नी</w:t>
      </w:r>
    </w:p>
    <w:p w:rsidR="008F4AF7" w:rsidRPr="00E47180" w:rsidRDefault="008F4AF7" w:rsidP="008F4AF7">
      <w:pPr>
        <w:pStyle w:val="libNormal"/>
      </w:pPr>
      <w:r w:rsidRPr="00E47180">
        <w:t xml:space="preserve">87. </w:t>
      </w:r>
      <w:r w:rsidRPr="008F4AF7">
        <w:rPr>
          <w:rFonts w:hint="cs"/>
          <w:cs/>
          <w:lang w:bidi="hi-IN"/>
        </w:rPr>
        <w:t>उक़बा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जोहनी</w:t>
      </w:r>
    </w:p>
    <w:p w:rsidR="008F4AF7" w:rsidRPr="00E47180" w:rsidRDefault="008F4AF7" w:rsidP="008F4AF7">
      <w:pPr>
        <w:pStyle w:val="libNormal"/>
      </w:pPr>
      <w:r w:rsidRPr="00E47180">
        <w:t xml:space="preserve">88. </w:t>
      </w:r>
      <w:r w:rsidRPr="008F4AF7">
        <w:rPr>
          <w:rFonts w:hint="cs"/>
          <w:cs/>
          <w:lang w:bidi="hi-IN"/>
        </w:rPr>
        <w:t>अम्मार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यासिर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अनसी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यक़ज़ान</w:t>
      </w:r>
    </w:p>
    <w:p w:rsidR="008F4AF7" w:rsidRPr="00E47180" w:rsidRDefault="008F4AF7" w:rsidP="008F4AF7">
      <w:pPr>
        <w:pStyle w:val="libNormal"/>
      </w:pPr>
      <w:r w:rsidRPr="00E47180">
        <w:t xml:space="preserve">89. </w:t>
      </w:r>
      <w:r w:rsidRPr="008F4AF7">
        <w:rPr>
          <w:rFonts w:hint="cs"/>
          <w:cs/>
          <w:lang w:bidi="hi-IN"/>
        </w:rPr>
        <w:t>अमारये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ख़ज़री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 xml:space="preserve">90.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मख़्ज़ूमी</w:t>
      </w:r>
    </w:p>
    <w:p w:rsidR="008F4AF7" w:rsidRPr="00E47180" w:rsidRDefault="008F4AF7" w:rsidP="008F4AF7">
      <w:pPr>
        <w:pStyle w:val="libNormal"/>
      </w:pPr>
      <w:r w:rsidRPr="00E47180">
        <w:t xml:space="preserve">91.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मख़्फ़ी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मग़ाज़ेली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मुहिब्बुद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रियाज़ुन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ज़ख़ायरुल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उक़बा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शमसुद्दीन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जज़री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31)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रियाज़ुर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113)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ज़ख़ायरुल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उक़बा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67)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386, </w:t>
      </w:r>
      <w:r w:rsidRPr="008F4AF7">
        <w:rPr>
          <w:rFonts w:hint="cs"/>
          <w:cs/>
          <w:lang w:bidi="hi-IN"/>
        </w:rPr>
        <w:t>असनल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48)</w:t>
      </w:r>
    </w:p>
    <w:p w:rsidR="008F4AF7" w:rsidRPr="00E47180" w:rsidRDefault="008F4AF7" w:rsidP="008F4AF7">
      <w:pPr>
        <w:pStyle w:val="libNormal"/>
      </w:pPr>
      <w:r w:rsidRPr="00E47180">
        <w:t xml:space="preserve">92. </w:t>
      </w:r>
      <w:r w:rsidRPr="008F4AF7">
        <w:rPr>
          <w:rFonts w:hint="cs"/>
          <w:cs/>
          <w:lang w:bidi="hi-IN"/>
        </w:rPr>
        <w:t>इमरान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ख़ज़ाई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नहीद</w:t>
      </w:r>
    </w:p>
    <w:p w:rsidR="008F4AF7" w:rsidRPr="00E47180" w:rsidRDefault="008F4AF7" w:rsidP="008F4AF7">
      <w:pPr>
        <w:pStyle w:val="libNormal"/>
      </w:pPr>
      <w:r w:rsidRPr="00E47180">
        <w:t xml:space="preserve"> 93.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हुम्क़े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खज़ाई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कूफ़ी</w:t>
      </w:r>
    </w:p>
    <w:p w:rsidR="008F4AF7" w:rsidRPr="00E47180" w:rsidRDefault="008F4AF7" w:rsidP="008F4AF7">
      <w:pPr>
        <w:pStyle w:val="libNormal"/>
      </w:pPr>
      <w:r w:rsidRPr="00E47180">
        <w:t xml:space="preserve">94.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शराजील</w:t>
      </w:r>
    </w:p>
    <w:p w:rsidR="008F4AF7" w:rsidRPr="00E47180" w:rsidRDefault="008F4AF7" w:rsidP="008F4AF7">
      <w:pPr>
        <w:pStyle w:val="libNormal"/>
      </w:pPr>
      <w:r w:rsidRPr="00E47180">
        <w:t xml:space="preserve">95.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</w:t>
      </w:r>
    </w:p>
    <w:p w:rsidR="008F4AF7" w:rsidRPr="00E47180" w:rsidRDefault="008F4AF7" w:rsidP="008F4AF7">
      <w:pPr>
        <w:pStyle w:val="libNormal"/>
      </w:pPr>
      <w:r w:rsidRPr="00E47180">
        <w:t xml:space="preserve">96.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जोहनी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तलहा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फ़े</w:t>
      </w:r>
    </w:p>
    <w:p w:rsidR="008F4AF7" w:rsidRPr="00E47180" w:rsidRDefault="008F4AF7" w:rsidP="008F4AF7">
      <w:pPr>
        <w:pStyle w:val="libNormal"/>
      </w:pPr>
      <w:r w:rsidRPr="00E47180">
        <w:t xml:space="preserve">97. </w:t>
      </w:r>
      <w:r w:rsidRPr="008F4AF7">
        <w:rPr>
          <w:rFonts w:hint="cs"/>
          <w:cs/>
          <w:lang w:bidi="hi-IN"/>
        </w:rPr>
        <w:t>फ़ातेमा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मुत्तलिब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</w:t>
      </w:r>
    </w:p>
    <w:p w:rsidR="008F4AF7" w:rsidRPr="00E47180" w:rsidRDefault="008F4AF7" w:rsidP="008F4AF7">
      <w:pPr>
        <w:pStyle w:val="libNormal"/>
      </w:pPr>
      <w:r w:rsidRPr="00E47180">
        <w:t xml:space="preserve">98. </w:t>
      </w:r>
      <w:r w:rsidRPr="008F4AF7">
        <w:rPr>
          <w:rFonts w:hint="cs"/>
          <w:cs/>
          <w:lang w:bidi="hi-IN"/>
        </w:rPr>
        <w:t>क़ैस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शम्मास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99. </w:t>
      </w:r>
      <w:r w:rsidRPr="008F4AF7">
        <w:rPr>
          <w:rFonts w:hint="cs"/>
          <w:cs/>
          <w:lang w:bidi="hi-IN"/>
        </w:rPr>
        <w:t>क़ैस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 xml:space="preserve">100. </w:t>
      </w:r>
      <w:r w:rsidRPr="008F4AF7">
        <w:rPr>
          <w:rFonts w:hint="cs"/>
          <w:cs/>
          <w:lang w:bidi="hi-IN"/>
        </w:rPr>
        <w:t>कअब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मीम</w:t>
      </w:r>
    </w:p>
    <w:p w:rsidR="008F4AF7" w:rsidRPr="00E47180" w:rsidRDefault="008F4AF7" w:rsidP="008F4AF7">
      <w:pPr>
        <w:pStyle w:val="libNormal"/>
      </w:pPr>
      <w:r w:rsidRPr="00E47180">
        <w:t xml:space="preserve">101.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हवीरस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लैसी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सुलैमान</w:t>
      </w:r>
    </w:p>
    <w:p w:rsidR="008F4AF7" w:rsidRPr="00E47180" w:rsidRDefault="008F4AF7" w:rsidP="008F4AF7">
      <w:pPr>
        <w:pStyle w:val="libNormal"/>
      </w:pPr>
      <w:r w:rsidRPr="00E47180">
        <w:t xml:space="preserve">102. </w:t>
      </w:r>
      <w:r w:rsidRPr="008F4AF7">
        <w:rPr>
          <w:rFonts w:hint="cs"/>
          <w:cs/>
          <w:lang w:bidi="hi-IN"/>
        </w:rPr>
        <w:t>मिक़दाद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कंदी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नून</w:t>
      </w:r>
    </w:p>
    <w:p w:rsidR="008F4AF7" w:rsidRPr="00E47180" w:rsidRDefault="008F4AF7" w:rsidP="008F4AF7">
      <w:pPr>
        <w:pStyle w:val="libNormal"/>
      </w:pPr>
      <w:r w:rsidRPr="00E47180">
        <w:t xml:space="preserve">103. </w:t>
      </w:r>
      <w:r w:rsidRPr="008F4AF7">
        <w:rPr>
          <w:rFonts w:hint="cs"/>
          <w:cs/>
          <w:lang w:bidi="hi-IN"/>
        </w:rPr>
        <w:t>नाजिया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ख़ुज़ाई</w:t>
      </w:r>
    </w:p>
    <w:p w:rsidR="008F4AF7" w:rsidRPr="00E47180" w:rsidRDefault="008F4AF7" w:rsidP="008F4AF7">
      <w:pPr>
        <w:pStyle w:val="libNormal"/>
      </w:pPr>
      <w:r w:rsidRPr="00E47180">
        <w:t xml:space="preserve">104. </w:t>
      </w:r>
      <w:r w:rsidRPr="008F4AF7">
        <w:rPr>
          <w:rFonts w:hint="cs"/>
          <w:cs/>
          <w:lang w:bidi="hi-IN"/>
        </w:rPr>
        <w:t>नुज़ला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उबैया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असलमी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बरज़ा</w:t>
      </w:r>
    </w:p>
    <w:p w:rsidR="008F4AF7" w:rsidRPr="00E47180" w:rsidRDefault="008F4AF7" w:rsidP="008F4AF7">
      <w:pPr>
        <w:pStyle w:val="libNormal"/>
      </w:pPr>
      <w:r w:rsidRPr="00E47180">
        <w:t xml:space="preserve">105. </w:t>
      </w:r>
      <w:r w:rsidRPr="008F4AF7">
        <w:rPr>
          <w:rFonts w:hint="cs"/>
          <w:cs/>
          <w:lang w:bidi="hi-IN"/>
        </w:rPr>
        <w:t>नोमान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</w:p>
    <w:p w:rsidR="008F4AF7" w:rsidRPr="00E47180" w:rsidRDefault="008F4AF7" w:rsidP="008F4AF7">
      <w:pPr>
        <w:pStyle w:val="libNormal"/>
      </w:pPr>
      <w:r w:rsidRPr="00E47180">
        <w:t xml:space="preserve">106.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मिरक़ाल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ज़ोहरी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मदनी</w:t>
      </w:r>
    </w:p>
    <w:p w:rsidR="008F4AF7" w:rsidRPr="00E47180" w:rsidRDefault="008F4AF7" w:rsidP="008F4AF7">
      <w:pPr>
        <w:pStyle w:val="libNormal"/>
      </w:pPr>
      <w:r w:rsidRPr="00E47180">
        <w:t xml:space="preserve">107. </w:t>
      </w:r>
      <w:r w:rsidRPr="008F4AF7">
        <w:rPr>
          <w:rFonts w:hint="cs"/>
          <w:cs/>
          <w:lang w:bidi="hi-IN"/>
        </w:rPr>
        <w:t>वहन्शी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हबशी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हिमसी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वसमा</w:t>
      </w:r>
    </w:p>
    <w:p w:rsidR="008F4AF7" w:rsidRPr="00E47180" w:rsidRDefault="008F4AF7" w:rsidP="008F4AF7">
      <w:pPr>
        <w:pStyle w:val="libNormal"/>
      </w:pPr>
      <w:r w:rsidRPr="00E47180">
        <w:t xml:space="preserve">108. </w:t>
      </w:r>
      <w:r w:rsidRPr="008F4AF7">
        <w:rPr>
          <w:rFonts w:hint="cs"/>
          <w:cs/>
          <w:lang w:bidi="hi-IN"/>
        </w:rPr>
        <w:t>वहब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हमज़ा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 109. </w:t>
      </w:r>
      <w:r w:rsidRPr="008F4AF7">
        <w:rPr>
          <w:rFonts w:hint="cs"/>
          <w:cs/>
          <w:lang w:bidi="hi-IN"/>
        </w:rPr>
        <w:t>वहब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जुहैफ़ा</w:t>
      </w:r>
    </w:p>
    <w:p w:rsidR="008F4AF7" w:rsidRPr="00E47180" w:rsidRDefault="008F4AF7" w:rsidP="008F4AF7">
      <w:pPr>
        <w:pStyle w:val="libNormal"/>
      </w:pPr>
      <w:r w:rsidRPr="00E47180">
        <w:t xml:space="preserve">110. </w:t>
      </w:r>
      <w:r w:rsidRPr="008F4AF7">
        <w:rPr>
          <w:rFonts w:hint="cs"/>
          <w:cs/>
          <w:lang w:bidi="hi-IN"/>
        </w:rPr>
        <w:t>याली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सक़फ़ी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मुराज़िम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सौ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गेरामी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यक़ीनी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तारिख़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लाख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735514" w:rsidRDefault="008F4AF7" w:rsidP="008F4AF7">
      <w:pPr>
        <w:pStyle w:val="libNormal"/>
        <w:rPr>
          <w:lang w:bidi="hi-IN"/>
        </w:rPr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सजिसतानी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 xml:space="preserve">477)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दिराया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E47180">
        <w:t>17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सौ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735514" w:rsidP="008F4AF7">
      <w:pPr>
        <w:pStyle w:val="libNormal"/>
      </w:pPr>
      <w:r>
        <w:rPr>
          <w:rFonts w:hint="cs"/>
          <w:cs/>
          <w:lang w:bidi="hi-IN"/>
        </w:rPr>
        <w:t>(</w:t>
      </w:r>
      <w:r w:rsidR="008F4AF7" w:rsidRPr="008F4AF7">
        <w:rPr>
          <w:rFonts w:hint="cs"/>
          <w:cs/>
          <w:lang w:bidi="hi-IN"/>
        </w:rPr>
        <w:t>अल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मनाक़िब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इब्ने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शहर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आशूब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जिल्द</w:t>
      </w:r>
      <w:r w:rsidR="008F4AF7" w:rsidRPr="008F4AF7">
        <w:rPr>
          <w:cs/>
          <w:lang w:bidi="hi-IN"/>
        </w:rPr>
        <w:t xml:space="preserve"> </w:t>
      </w:r>
      <w:r w:rsidR="008F4AF7" w:rsidRPr="00E47180">
        <w:t>3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पेज</w:t>
      </w:r>
      <w:r w:rsidR="008F4AF7" w:rsidRPr="008F4AF7">
        <w:rPr>
          <w:cs/>
          <w:lang w:bidi="hi-IN"/>
        </w:rPr>
        <w:t xml:space="preserve"> </w:t>
      </w:r>
      <w:r w:rsidR="008F4AF7" w:rsidRPr="00E47180">
        <w:t xml:space="preserve">34) </w:t>
      </w:r>
    </w:p>
    <w:p w:rsidR="001D08AD" w:rsidRDefault="001D08AD" w:rsidP="00735514">
      <w:pPr>
        <w:pStyle w:val="Heading1"/>
        <w:rPr>
          <w:cs/>
          <w:lang w:bidi="hi-IN"/>
        </w:rPr>
      </w:pPr>
    </w:p>
    <w:p w:rsidR="001D08AD" w:rsidRDefault="001D08AD" w:rsidP="00735514">
      <w:pPr>
        <w:pStyle w:val="Heading1"/>
        <w:rPr>
          <w:cs/>
          <w:lang w:bidi="hi-IN"/>
        </w:rPr>
      </w:pPr>
      <w:bookmarkStart w:id="39" w:name="_Toc457825263"/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ताबेईन</w:t>
      </w:r>
      <w:bookmarkEnd w:id="39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E47180">
        <w:t>84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ताबेईन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राशिदे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ख़ुबरानी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शामी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अफ़ज़ल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शख़्स।</w:t>
      </w:r>
    </w:p>
    <w:p w:rsidR="008F4AF7" w:rsidRPr="00E47180" w:rsidRDefault="008F4AF7" w:rsidP="008F4AF7">
      <w:pPr>
        <w:pStyle w:val="libNormal"/>
      </w:pPr>
      <w:r w:rsidRPr="00E47180">
        <w:t xml:space="preserve">2.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मुवज़्ज़िन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ताबेईन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 xml:space="preserve">3.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ज़कवान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मारेफ़तुर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>4723)</w:t>
      </w:r>
    </w:p>
    <w:p w:rsidR="008F4AF7" w:rsidRPr="00E47180" w:rsidRDefault="008F4AF7" w:rsidP="008F4AF7">
      <w:pPr>
        <w:pStyle w:val="libNormal"/>
      </w:pPr>
      <w:r w:rsidRPr="00E47180">
        <w:t xml:space="preserve">4. </w:t>
      </w:r>
      <w:r w:rsidRPr="008F4AF7">
        <w:rPr>
          <w:rFonts w:hint="cs"/>
          <w:cs/>
          <w:lang w:bidi="hi-IN"/>
        </w:rPr>
        <w:t>असबग़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तमीमी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कूफ़ी</w:t>
      </w:r>
    </w:p>
    <w:p w:rsidR="008F4AF7" w:rsidRPr="00E47180" w:rsidRDefault="008F4AF7" w:rsidP="008F4AF7">
      <w:pPr>
        <w:pStyle w:val="libNormal"/>
      </w:pPr>
      <w:r w:rsidRPr="00E47180">
        <w:t xml:space="preserve">5. </w:t>
      </w:r>
      <w:r w:rsidRPr="008F4AF7">
        <w:rPr>
          <w:rFonts w:hint="cs"/>
          <w:cs/>
          <w:lang w:bidi="hi-IN"/>
        </w:rPr>
        <w:t>हबीब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असदी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कूफ़ी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फ़क़ीहे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कूफ़ा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6. </w:t>
      </w:r>
      <w:r w:rsidRPr="008F4AF7">
        <w:rPr>
          <w:rFonts w:hint="cs"/>
          <w:cs/>
          <w:lang w:bidi="hi-IN"/>
        </w:rPr>
        <w:t>हकम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उतैयबा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कूफ़ी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कंदी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सब्त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फ़क़ीह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) </w:t>
      </w:r>
    </w:p>
    <w:p w:rsidR="008F4AF7" w:rsidRPr="00E47180" w:rsidRDefault="008F4AF7" w:rsidP="008F4AF7">
      <w:pPr>
        <w:pStyle w:val="libNormal"/>
      </w:pPr>
      <w:r w:rsidRPr="00E47180">
        <w:t xml:space="preserve">7. </w:t>
      </w:r>
      <w:r w:rsidRPr="008F4AF7">
        <w:rPr>
          <w:rFonts w:hint="cs"/>
          <w:cs/>
          <w:lang w:bidi="hi-IN"/>
        </w:rPr>
        <w:t>हुमैद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बसरी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हाफ़िज़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मुहद्दिस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 xml:space="preserve">8. </w:t>
      </w:r>
      <w:r w:rsidRPr="008F4AF7">
        <w:rPr>
          <w:rFonts w:hint="cs"/>
          <w:cs/>
          <w:lang w:bidi="hi-IN"/>
        </w:rPr>
        <w:t>ज़ादन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कंदी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बज़्ज़ाज़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कूफ़ी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ताबेईन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 xml:space="preserve">9. </w:t>
      </w:r>
      <w:r w:rsidRPr="008F4AF7">
        <w:rPr>
          <w:rFonts w:hint="cs"/>
          <w:cs/>
          <w:lang w:bidi="hi-IN"/>
        </w:rPr>
        <w:t>ज़र्र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जुबैश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असदी</w:t>
      </w:r>
    </w:p>
    <w:p w:rsidR="008F4AF7" w:rsidRPr="00E47180" w:rsidRDefault="008F4AF7" w:rsidP="008F4AF7">
      <w:pPr>
        <w:pStyle w:val="libNormal"/>
      </w:pPr>
      <w:r w:rsidRPr="00E47180">
        <w:t xml:space="preserve">10. </w:t>
      </w:r>
      <w:r w:rsidRPr="008F4AF7">
        <w:rPr>
          <w:rFonts w:hint="cs"/>
          <w:cs/>
          <w:lang w:bidi="hi-IN"/>
        </w:rPr>
        <w:t>सालिम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करशी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मदनी</w:t>
      </w:r>
    </w:p>
    <w:p w:rsidR="008F4AF7" w:rsidRPr="00E47180" w:rsidRDefault="008F4AF7" w:rsidP="008F4AF7">
      <w:pPr>
        <w:pStyle w:val="libNormal"/>
      </w:pPr>
      <w:r w:rsidRPr="00E47180">
        <w:t xml:space="preserve">11.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जुबैर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कूफ़ी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हुज्जाज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सितमगार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हुए।</w:t>
      </w:r>
    </w:p>
    <w:p w:rsidR="008F4AF7" w:rsidRPr="00E47180" w:rsidRDefault="008F4AF7" w:rsidP="008F4AF7">
      <w:pPr>
        <w:pStyle w:val="libNormal"/>
      </w:pPr>
      <w:r w:rsidRPr="00E47180">
        <w:t xml:space="preserve">12.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मुसय्यब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करशी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मख़्ज़ूमी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मुरासेलात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13. </w:t>
      </w:r>
      <w:r w:rsidRPr="008F4AF7">
        <w:rPr>
          <w:rFonts w:hint="cs"/>
          <w:cs/>
          <w:lang w:bidi="hi-IN"/>
        </w:rPr>
        <w:t>सुलैम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क़ैस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हिलाली</w:t>
      </w:r>
    </w:p>
    <w:p w:rsidR="008F4AF7" w:rsidRPr="00E47180" w:rsidRDefault="008F4AF7" w:rsidP="008F4AF7">
      <w:pPr>
        <w:pStyle w:val="libNormal"/>
      </w:pPr>
      <w:r w:rsidRPr="00E47180">
        <w:t xml:space="preserve">14. </w:t>
      </w:r>
      <w:r w:rsidRPr="008F4AF7">
        <w:rPr>
          <w:rFonts w:hint="cs"/>
          <w:cs/>
          <w:lang w:bidi="hi-IN"/>
        </w:rPr>
        <w:t>सुलेमान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मेहरान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अअमश</w:t>
      </w:r>
    </w:p>
    <w:p w:rsidR="008F4AF7" w:rsidRPr="00E47180" w:rsidRDefault="008F4AF7" w:rsidP="008F4AF7">
      <w:pPr>
        <w:pStyle w:val="libNormal"/>
      </w:pPr>
      <w:r w:rsidRPr="00E47180">
        <w:t xml:space="preserve">15. </w:t>
      </w:r>
      <w:r w:rsidRPr="008F4AF7">
        <w:rPr>
          <w:rFonts w:hint="cs"/>
          <w:cs/>
          <w:lang w:bidi="hi-IN"/>
        </w:rPr>
        <w:t>ज़हाक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मुज़ाहिम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हिलाली</w:t>
      </w:r>
    </w:p>
    <w:p w:rsidR="008F4AF7" w:rsidRPr="00E47180" w:rsidRDefault="008F4AF7" w:rsidP="008F4AF7">
      <w:pPr>
        <w:pStyle w:val="libNormal"/>
      </w:pPr>
      <w:r w:rsidRPr="00E47180">
        <w:t xml:space="preserve">16. </w:t>
      </w:r>
      <w:r w:rsidRPr="008F4AF7">
        <w:rPr>
          <w:rFonts w:hint="cs"/>
          <w:cs/>
          <w:lang w:bidi="hi-IN"/>
        </w:rPr>
        <w:t>ताऊस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जंदी</w:t>
      </w:r>
    </w:p>
    <w:p w:rsidR="008F4AF7" w:rsidRPr="00E47180" w:rsidRDefault="008F4AF7" w:rsidP="008F4AF7">
      <w:pPr>
        <w:pStyle w:val="libNormal"/>
      </w:pPr>
      <w:r w:rsidRPr="00E47180">
        <w:t xml:space="preserve">17. </w:t>
      </w:r>
      <w:r w:rsidRPr="008F4AF7">
        <w:rPr>
          <w:rFonts w:hint="cs"/>
          <w:cs/>
          <w:lang w:bidi="hi-IN"/>
        </w:rPr>
        <w:t>आयशा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</w:p>
    <w:p w:rsidR="008F4AF7" w:rsidRPr="00E47180" w:rsidRDefault="008F4AF7" w:rsidP="008F4AF7">
      <w:pPr>
        <w:pStyle w:val="libNormal"/>
      </w:pPr>
      <w:r w:rsidRPr="00E47180">
        <w:t xml:space="preserve">18. </w:t>
      </w:r>
      <w:r w:rsidRPr="008F4AF7">
        <w:rPr>
          <w:rFonts w:hint="cs"/>
          <w:cs/>
          <w:lang w:bidi="hi-IN"/>
        </w:rPr>
        <w:t>अब्दुर्रहमान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लैला</w:t>
      </w:r>
    </w:p>
    <w:p w:rsidR="008F4AF7" w:rsidRPr="00E47180" w:rsidRDefault="008F4AF7" w:rsidP="008F4AF7">
      <w:pPr>
        <w:pStyle w:val="libNormal"/>
      </w:pPr>
      <w:r w:rsidRPr="00E47180">
        <w:t xml:space="preserve">19. </w:t>
      </w:r>
      <w:r w:rsidRPr="008F4AF7">
        <w:rPr>
          <w:rFonts w:hint="cs"/>
          <w:cs/>
          <w:lang w:bidi="hi-IN"/>
        </w:rPr>
        <w:t>अदी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कूफ़ा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ख़तमी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20.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अज़ीज़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अमवी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</w:p>
    <w:p w:rsidR="008F4AF7" w:rsidRPr="00E47180" w:rsidRDefault="008F4AF7" w:rsidP="008F4AF7">
      <w:pPr>
        <w:pStyle w:val="libNormal"/>
      </w:pPr>
      <w:r w:rsidRPr="00E47180">
        <w:t xml:space="preserve">21.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सबीई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हमदानी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22. </w:t>
      </w:r>
      <w:r w:rsidRPr="008F4AF7">
        <w:rPr>
          <w:rFonts w:hint="cs"/>
          <w:cs/>
          <w:lang w:bidi="hi-IN"/>
        </w:rPr>
        <w:t>फ़ित्र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मख़्ज़ूमी</w:t>
      </w:r>
    </w:p>
    <w:p w:rsidR="008F4AF7" w:rsidRPr="00E47180" w:rsidRDefault="008F4AF7" w:rsidP="008F4AF7">
      <w:pPr>
        <w:pStyle w:val="libNormal"/>
      </w:pPr>
      <w:r w:rsidRPr="00E47180">
        <w:t xml:space="preserve">23.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सुबैह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हमदानी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कूफ़ी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अत्तार</w:t>
      </w:r>
    </w:p>
    <w:p w:rsidR="008F4AF7" w:rsidRPr="00E47180" w:rsidRDefault="008F4AF7" w:rsidP="008F4AF7">
      <w:pPr>
        <w:pStyle w:val="libNormal"/>
      </w:pPr>
      <w:r w:rsidRPr="00E47180">
        <w:t xml:space="preserve">24. </w:t>
      </w:r>
      <w:r w:rsidRPr="008F4AF7">
        <w:rPr>
          <w:rFonts w:hint="cs"/>
          <w:cs/>
          <w:lang w:bidi="hi-IN"/>
        </w:rPr>
        <w:t>नज़ीर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वास्ती</w:t>
      </w:r>
    </w:p>
    <w:p w:rsidR="008F4AF7" w:rsidRPr="00E47180" w:rsidRDefault="008F4AF7" w:rsidP="008F4AF7">
      <w:pPr>
        <w:pStyle w:val="libNormal"/>
      </w:pPr>
      <w:r w:rsidRPr="00E47180">
        <w:t xml:space="preserve">25. </w:t>
      </w:r>
      <w:r w:rsidRPr="008F4AF7">
        <w:rPr>
          <w:rFonts w:hint="cs"/>
          <w:cs/>
          <w:lang w:bidi="hi-IN"/>
        </w:rPr>
        <w:t>यज़ीद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कूफ़ी</w:t>
      </w:r>
    </w:p>
    <w:p w:rsidR="008F4AF7" w:rsidRPr="00E47180" w:rsidRDefault="008F4AF7" w:rsidP="008F4AF7">
      <w:pPr>
        <w:pStyle w:val="libNormal"/>
      </w:pPr>
      <w:r w:rsidRPr="00E47180">
        <w:t xml:space="preserve">26. </w:t>
      </w:r>
      <w:r w:rsidRPr="008F4AF7">
        <w:rPr>
          <w:rFonts w:hint="cs"/>
          <w:cs/>
          <w:lang w:bidi="hi-IN"/>
        </w:rPr>
        <w:t>यसार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सक़फ़ी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नजीह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ताबेईन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E47180">
      <w:pPr>
        <w:pStyle w:val="Heading1"/>
        <w:rPr>
          <w:cs/>
          <w:lang w:bidi="hi-IN"/>
        </w:rPr>
      </w:pPr>
    </w:p>
    <w:p w:rsidR="001D08AD" w:rsidRDefault="001D08AD" w:rsidP="00E47180">
      <w:pPr>
        <w:pStyle w:val="Heading1"/>
        <w:rPr>
          <w:cs/>
          <w:lang w:bidi="hi-IN"/>
        </w:rPr>
      </w:pPr>
      <w:bookmarkStart w:id="40" w:name="_Toc457825264"/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bookmarkEnd w:id="40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E47180">
        <w:t>56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इस्हाक़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मदनी</w:t>
      </w:r>
      <w:r w:rsidRPr="008F4AF7">
        <w:rPr>
          <w:cs/>
          <w:lang w:bidi="hi-IN"/>
        </w:rPr>
        <w:t xml:space="preserve"> (</w:t>
      </w:r>
      <w:r w:rsidRPr="00E47180">
        <w:t>151)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हाफ़ि़ज़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सौरी</w:t>
      </w:r>
      <w:r w:rsidRPr="008F4AF7">
        <w:rPr>
          <w:cs/>
          <w:lang w:bidi="hi-IN"/>
        </w:rPr>
        <w:t xml:space="preserve"> (</w:t>
      </w:r>
      <w:r w:rsidRPr="00E47180">
        <w:t>161)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वकीअ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जराज</w:t>
      </w:r>
      <w:r w:rsidRPr="008F4AF7">
        <w:rPr>
          <w:cs/>
          <w:lang w:bidi="hi-IN"/>
        </w:rPr>
        <w:t xml:space="preserve"> (</w:t>
      </w:r>
      <w:r w:rsidRPr="00E47180">
        <w:t>196)</w:t>
      </w:r>
    </w:p>
    <w:p w:rsidR="001D08AD" w:rsidRDefault="001D08AD" w:rsidP="00E47180">
      <w:pPr>
        <w:pStyle w:val="Heading1"/>
        <w:rPr>
          <w:cs/>
          <w:lang w:bidi="hi-IN"/>
        </w:rPr>
      </w:pPr>
    </w:p>
    <w:p w:rsidR="001D08AD" w:rsidRDefault="001D08AD" w:rsidP="00E47180">
      <w:pPr>
        <w:pStyle w:val="Heading1"/>
        <w:rPr>
          <w:cs/>
          <w:lang w:bidi="hi-IN"/>
        </w:rPr>
      </w:pPr>
      <w:bookmarkStart w:id="41" w:name="_Toc457825265"/>
      <w:r w:rsidRPr="008F4AF7">
        <w:rPr>
          <w:rFonts w:hint="cs"/>
          <w:cs/>
          <w:lang w:bidi="hi-IN"/>
        </w:rPr>
        <w:t>तीसरी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bookmarkEnd w:id="41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E47180">
        <w:t>92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इदरीसे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>204)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228)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शैबानी</w:t>
      </w:r>
      <w:r w:rsidRPr="008F4AF7">
        <w:rPr>
          <w:cs/>
          <w:lang w:bidi="hi-IN"/>
        </w:rPr>
        <w:t xml:space="preserve"> (</w:t>
      </w:r>
      <w:r w:rsidRPr="00E47180">
        <w:t>241)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इस्माईले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(</w:t>
      </w:r>
      <w:r w:rsidRPr="00E47180">
        <w:t>256)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तारिख़ुल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375)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(</w:t>
      </w:r>
      <w:r w:rsidRPr="00E47180">
        <w:t>279)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बलाज़री</w:t>
      </w:r>
      <w:r w:rsidRPr="008F4AF7">
        <w:rPr>
          <w:cs/>
          <w:lang w:bidi="hi-IN"/>
        </w:rPr>
        <w:t xml:space="preserve"> (</w:t>
      </w:r>
      <w:r w:rsidRPr="00E47180">
        <w:t xml:space="preserve">279) </w:t>
      </w:r>
      <w:r w:rsidRPr="008F4AF7">
        <w:rPr>
          <w:rFonts w:hint="cs"/>
          <w:cs/>
          <w:lang w:bidi="hi-IN"/>
        </w:rPr>
        <w:t>वग़ैरह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अनसाबुल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108)</w:t>
      </w:r>
    </w:p>
    <w:p w:rsidR="001D08AD" w:rsidRDefault="001D08AD" w:rsidP="00E47180">
      <w:pPr>
        <w:pStyle w:val="Heading1"/>
        <w:rPr>
          <w:cs/>
          <w:lang w:bidi="hi-IN"/>
        </w:rPr>
      </w:pPr>
    </w:p>
    <w:p w:rsidR="001D08AD" w:rsidRDefault="001D08AD" w:rsidP="00E47180">
      <w:pPr>
        <w:pStyle w:val="Heading1"/>
        <w:rPr>
          <w:cs/>
          <w:lang w:bidi="hi-IN"/>
        </w:rPr>
      </w:pPr>
      <w:bookmarkStart w:id="42" w:name="_Toc457825266"/>
      <w:r w:rsidRPr="008F4AF7">
        <w:rPr>
          <w:rFonts w:hint="cs"/>
          <w:cs/>
          <w:lang w:bidi="hi-IN"/>
        </w:rPr>
        <w:t>चौथी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bookmarkEnd w:id="42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चौथी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E47180">
        <w:t>43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शुऐब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(</w:t>
      </w:r>
      <w:r w:rsidRPr="00E47180">
        <w:t xml:space="preserve">303)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सोनन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ख़सायस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मुतअद्दिद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मूसली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यअली</w:t>
      </w:r>
      <w:r w:rsidRPr="008F4AF7">
        <w:rPr>
          <w:cs/>
          <w:lang w:bidi="hi-IN"/>
        </w:rPr>
        <w:t xml:space="preserve"> (</w:t>
      </w:r>
      <w:r w:rsidRPr="00E47180">
        <w:t>307)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ख़सायसुन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10, 16)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307)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जरीरे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(</w:t>
      </w:r>
      <w:r w:rsidRPr="00E47180">
        <w:t>310)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क़ासिम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तबरानी</w:t>
      </w:r>
      <w:r w:rsidRPr="008F4AF7">
        <w:rPr>
          <w:cs/>
          <w:lang w:bidi="hi-IN"/>
        </w:rPr>
        <w:t xml:space="preserve"> (</w:t>
      </w:r>
      <w:r w:rsidRPr="00E47180">
        <w:t xml:space="preserve">370)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428)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मोजमुल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133)</w:t>
      </w:r>
    </w:p>
    <w:p w:rsidR="001D08AD" w:rsidRDefault="001D08AD" w:rsidP="00E47180">
      <w:pPr>
        <w:pStyle w:val="Heading1"/>
        <w:rPr>
          <w:cs/>
          <w:lang w:bidi="hi-IN"/>
        </w:rPr>
      </w:pPr>
    </w:p>
    <w:p w:rsidR="001D08AD" w:rsidRDefault="001D08AD" w:rsidP="00E47180">
      <w:pPr>
        <w:pStyle w:val="Heading1"/>
        <w:rPr>
          <w:cs/>
          <w:lang w:bidi="hi-IN"/>
        </w:rPr>
      </w:pPr>
      <w:bookmarkStart w:id="43" w:name="_Toc457825267"/>
      <w:r w:rsidRPr="008F4AF7">
        <w:rPr>
          <w:rFonts w:hint="cs"/>
          <w:cs/>
          <w:lang w:bidi="hi-IN"/>
        </w:rPr>
        <w:t>पाँचवी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bookmarkEnd w:id="43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पाँचवी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E47180">
        <w:t>24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: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बाक़लानी</w:t>
      </w:r>
      <w:r w:rsidRPr="008F4AF7">
        <w:rPr>
          <w:cs/>
          <w:lang w:bidi="hi-IN"/>
        </w:rPr>
        <w:t xml:space="preserve"> (</w:t>
      </w:r>
      <w:r w:rsidRPr="00E47180">
        <w:t xml:space="preserve">403)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इस्हाक़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सालबी</w:t>
      </w:r>
      <w:r w:rsidRPr="008F4AF7">
        <w:rPr>
          <w:cs/>
          <w:lang w:bidi="hi-IN"/>
        </w:rPr>
        <w:t xml:space="preserve"> (</w:t>
      </w:r>
      <w:r w:rsidRPr="00E47180">
        <w:t xml:space="preserve">427)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मंज़ूर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सआली</w:t>
      </w:r>
      <w:r w:rsidRPr="008F4AF7">
        <w:rPr>
          <w:cs/>
          <w:lang w:bidi="hi-IN"/>
        </w:rPr>
        <w:t xml:space="preserve"> (</w:t>
      </w:r>
      <w:r w:rsidRPr="00E47180">
        <w:t>429)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क़ुरतबी</w:t>
      </w:r>
      <w:r w:rsidRPr="008F4AF7">
        <w:rPr>
          <w:cs/>
          <w:lang w:bidi="hi-IN"/>
        </w:rPr>
        <w:t xml:space="preserve"> (</w:t>
      </w:r>
      <w:r w:rsidRPr="00E47180">
        <w:t>463)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(</w:t>
      </w:r>
      <w:r w:rsidRPr="00E47180">
        <w:t>436)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मग़ाज़ेली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>483)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हसकानी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हनफ़ी</w:t>
      </w:r>
      <w:r w:rsidRPr="008F4AF7">
        <w:rPr>
          <w:cs/>
          <w:lang w:bidi="hi-IN"/>
        </w:rPr>
        <w:t xml:space="preserve"> (</w:t>
      </w:r>
      <w:r w:rsidRPr="00E47180">
        <w:t>490)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तमहीद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181)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सेमारुल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क़ुलूब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636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>1068)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इसतीआब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सिवम</w:t>
      </w:r>
      <w:r w:rsidRPr="008F4AF7">
        <w:rPr>
          <w:cs/>
          <w:lang w:bidi="hi-IN"/>
        </w:rPr>
        <w:t xml:space="preserve"> </w:t>
      </w:r>
      <w:r w:rsidRPr="00E47180">
        <w:t>1099)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290)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27)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शवाहिदुत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तनज़ील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201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211)</w:t>
      </w:r>
    </w:p>
    <w:p w:rsidR="001D08AD" w:rsidRDefault="001D08AD" w:rsidP="00E47180">
      <w:pPr>
        <w:pStyle w:val="Heading1"/>
        <w:rPr>
          <w:cs/>
          <w:lang w:bidi="hi-IN"/>
        </w:rPr>
      </w:pPr>
    </w:p>
    <w:p w:rsidR="001D08AD" w:rsidRDefault="001D08AD" w:rsidP="00E47180">
      <w:pPr>
        <w:pStyle w:val="Heading1"/>
        <w:rPr>
          <w:cs/>
          <w:lang w:bidi="hi-IN"/>
        </w:rPr>
      </w:pPr>
      <w:bookmarkStart w:id="44" w:name="_Toc457825268"/>
      <w:r w:rsidRPr="008F4AF7">
        <w:rPr>
          <w:rFonts w:hint="cs"/>
          <w:cs/>
          <w:lang w:bidi="hi-IN"/>
        </w:rPr>
        <w:t>छठी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bookmarkEnd w:id="44"/>
    </w:p>
    <w:p w:rsidR="008F4AF7" w:rsidRPr="00E47180" w:rsidRDefault="008F4AF7" w:rsidP="00E47180">
      <w:pPr>
        <w:pStyle w:val="libNormal"/>
      </w:pPr>
      <w:r w:rsidRPr="008F4AF7">
        <w:rPr>
          <w:rFonts w:hint="cs"/>
          <w:cs/>
          <w:lang w:bidi="hi-IN"/>
        </w:rPr>
        <w:t>छठी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E47180">
        <w:t>20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हुज्जतुल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ग़ज़ाली</w:t>
      </w:r>
      <w:r w:rsidRPr="008F4AF7">
        <w:rPr>
          <w:cs/>
          <w:lang w:bidi="hi-IN"/>
        </w:rPr>
        <w:t xml:space="preserve"> (</w:t>
      </w:r>
      <w:r w:rsidRPr="00E47180">
        <w:t>505)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जारुल्लाह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ज़मख़्शरी</w:t>
      </w:r>
      <w:r w:rsidRPr="008F4AF7">
        <w:rPr>
          <w:cs/>
          <w:lang w:bidi="hi-IN"/>
        </w:rPr>
        <w:t xml:space="preserve"> (</w:t>
      </w:r>
      <w:r w:rsidRPr="00E47180">
        <w:t>538)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मुवफ़्फ़क़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ख़ारज़मी</w:t>
      </w:r>
      <w:r w:rsidRPr="008F4AF7">
        <w:rPr>
          <w:cs/>
          <w:lang w:bidi="hi-IN"/>
        </w:rPr>
        <w:t xml:space="preserve"> (</w:t>
      </w:r>
      <w:r w:rsidRPr="00E47180">
        <w:t>568)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दमिश्क़ी</w:t>
      </w:r>
      <w:r w:rsidRPr="008F4AF7">
        <w:rPr>
          <w:cs/>
          <w:lang w:bidi="hi-IN"/>
        </w:rPr>
        <w:t xml:space="preserve"> (</w:t>
      </w:r>
      <w:r w:rsidRPr="00E47180">
        <w:t xml:space="preserve">571) </w:t>
      </w:r>
      <w:r w:rsidRPr="008F4AF7">
        <w:rPr>
          <w:rFonts w:hint="cs"/>
          <w:cs/>
          <w:lang w:bidi="hi-IN"/>
        </w:rPr>
        <w:t>वग़ैरह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रबीउल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84)</w:t>
      </w:r>
    </w:p>
    <w:p w:rsidR="001D08AD" w:rsidRDefault="001D08AD" w:rsidP="00E47180">
      <w:pPr>
        <w:pStyle w:val="Heading1"/>
        <w:rPr>
          <w:rtl/>
          <w:cs/>
        </w:rPr>
      </w:pPr>
    </w:p>
    <w:p w:rsidR="001D08AD" w:rsidRDefault="001D08AD" w:rsidP="00E47180">
      <w:pPr>
        <w:pStyle w:val="Heading1"/>
        <w:rPr>
          <w:rtl/>
          <w:cs/>
        </w:rPr>
      </w:pPr>
      <w:bookmarkStart w:id="45" w:name="_Toc457825269"/>
      <w:r w:rsidRPr="00E47180">
        <w:rPr>
          <w:rFonts w:hint="cs"/>
          <w:cs/>
          <w:lang w:bidi="hi-IN"/>
        </w:rPr>
        <w:t>सातवी</w:t>
      </w:r>
      <w:r w:rsidRPr="00E47180">
        <w:rPr>
          <w:cs/>
          <w:lang w:bidi="hi-IN"/>
        </w:rPr>
        <w:t xml:space="preserve"> </w:t>
      </w:r>
      <w:r w:rsidRPr="00E47180">
        <w:rPr>
          <w:rFonts w:hint="cs"/>
          <w:cs/>
          <w:lang w:bidi="hi-IN"/>
        </w:rPr>
        <w:t>सदी</w:t>
      </w:r>
      <w:r w:rsidRPr="00E47180">
        <w:rPr>
          <w:cs/>
          <w:lang w:bidi="hi-IN"/>
        </w:rPr>
        <w:t xml:space="preserve"> </w:t>
      </w:r>
      <w:r w:rsidRPr="00E47180">
        <w:rPr>
          <w:rFonts w:hint="cs"/>
          <w:cs/>
          <w:lang w:bidi="hi-IN"/>
        </w:rPr>
        <w:t>में</w:t>
      </w:r>
      <w:r w:rsidRPr="00E47180">
        <w:rPr>
          <w:cs/>
          <w:lang w:bidi="hi-IN"/>
        </w:rPr>
        <w:t xml:space="preserve"> </w:t>
      </w:r>
      <w:r w:rsidRPr="00E47180">
        <w:rPr>
          <w:rFonts w:hint="cs"/>
          <w:cs/>
          <w:lang w:bidi="hi-IN"/>
        </w:rPr>
        <w:t>हदीसे</w:t>
      </w:r>
      <w:r w:rsidRPr="00E47180">
        <w:rPr>
          <w:cs/>
          <w:lang w:bidi="hi-IN"/>
        </w:rPr>
        <w:t xml:space="preserve"> </w:t>
      </w:r>
      <w:r w:rsidRPr="00E47180">
        <w:rPr>
          <w:rFonts w:hint="cs"/>
          <w:cs/>
          <w:lang w:bidi="hi-IN"/>
        </w:rPr>
        <w:t>ग़दीर</w:t>
      </w:r>
      <w:r w:rsidRPr="00E47180">
        <w:rPr>
          <w:cs/>
          <w:lang w:bidi="hi-IN"/>
        </w:rPr>
        <w:t xml:space="preserve"> </w:t>
      </w:r>
      <w:r w:rsidRPr="00E47180">
        <w:rPr>
          <w:rFonts w:hint="cs"/>
          <w:cs/>
          <w:lang w:bidi="hi-IN"/>
        </w:rPr>
        <w:t>के</w:t>
      </w:r>
      <w:r w:rsidRPr="00E47180">
        <w:rPr>
          <w:cs/>
          <w:lang w:bidi="hi-IN"/>
        </w:rPr>
        <w:t xml:space="preserve"> </w:t>
      </w:r>
      <w:r w:rsidRPr="00E47180">
        <w:rPr>
          <w:rFonts w:hint="cs"/>
          <w:cs/>
          <w:lang w:bidi="hi-IN"/>
        </w:rPr>
        <w:t>रावी</w:t>
      </w:r>
      <w:bookmarkEnd w:id="45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सातवी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E47180">
        <w:t>21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फ़ख़रुद्दीन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>606)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जज़री</w:t>
      </w:r>
      <w:r w:rsidRPr="008F4AF7">
        <w:rPr>
          <w:cs/>
          <w:lang w:bidi="hi-IN"/>
        </w:rPr>
        <w:t xml:space="preserve"> (</w:t>
      </w:r>
      <w:r w:rsidRPr="00E47180">
        <w:t>630)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मोतज़ली</w:t>
      </w:r>
      <w:r w:rsidRPr="008F4AF7">
        <w:rPr>
          <w:cs/>
          <w:lang w:bidi="hi-IN"/>
        </w:rPr>
        <w:t xml:space="preserve"> (</w:t>
      </w:r>
      <w:r w:rsidRPr="00E47180">
        <w:t>655)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गंजी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>658)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मुहिब्बुद्दीन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 xml:space="preserve">694) </w:t>
      </w:r>
      <w:r w:rsidRPr="008F4AF7">
        <w:rPr>
          <w:rFonts w:hint="cs"/>
          <w:cs/>
          <w:lang w:bidi="hi-IN"/>
        </w:rPr>
        <w:t>वग़ैरह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636)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असदुल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364)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किफ़ायतुल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16)</w:t>
      </w:r>
    </w:p>
    <w:p w:rsidR="001D08AD" w:rsidRDefault="001D08AD" w:rsidP="00E47180">
      <w:pPr>
        <w:pStyle w:val="Heading1"/>
        <w:rPr>
          <w:cs/>
          <w:lang w:bidi="hi-IN"/>
        </w:rPr>
      </w:pPr>
    </w:p>
    <w:p w:rsidR="001D08AD" w:rsidRDefault="001D08AD" w:rsidP="00E47180">
      <w:pPr>
        <w:pStyle w:val="Heading1"/>
        <w:rPr>
          <w:cs/>
          <w:lang w:bidi="hi-IN"/>
        </w:rPr>
      </w:pPr>
      <w:bookmarkStart w:id="46" w:name="_Toc457825270"/>
      <w:r w:rsidRPr="008F4AF7">
        <w:rPr>
          <w:rFonts w:hint="cs"/>
          <w:cs/>
          <w:lang w:bidi="hi-IN"/>
        </w:rPr>
        <w:t>आठवीं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bookmarkEnd w:id="46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आठवीं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शैख़ुल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जवीनी</w:t>
      </w:r>
      <w:r w:rsidRPr="008F4AF7">
        <w:rPr>
          <w:cs/>
          <w:lang w:bidi="hi-IN"/>
        </w:rPr>
        <w:t xml:space="preserve"> (</w:t>
      </w:r>
      <w:r w:rsidRPr="00E47180">
        <w:t>722)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जमालुद्दीन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ज़रन्दी</w:t>
      </w:r>
      <w:r w:rsidRPr="008F4AF7">
        <w:rPr>
          <w:cs/>
          <w:lang w:bidi="hi-IN"/>
        </w:rPr>
        <w:t xml:space="preserve"> (</w:t>
      </w:r>
      <w:r w:rsidRPr="00E47180">
        <w:t>750)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>756)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>774)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हमदानी</w:t>
      </w:r>
      <w:r w:rsidRPr="008F4AF7">
        <w:rPr>
          <w:cs/>
          <w:lang w:bidi="hi-IN"/>
        </w:rPr>
        <w:t xml:space="preserve"> (</w:t>
      </w:r>
      <w:r w:rsidRPr="00E47180">
        <w:t>786)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सादुद्दीन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तफ़ताज़ानी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 xml:space="preserve">791) </w:t>
      </w:r>
      <w:r w:rsidRPr="008F4AF7">
        <w:rPr>
          <w:rFonts w:hint="cs"/>
          <w:cs/>
          <w:lang w:bidi="hi-IN"/>
        </w:rPr>
        <w:t>वग़ैरह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फ़राउदुस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274)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नज़्म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दुररुस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मवाकिफ़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405)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बेदायह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209)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मवद्दतुल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पंजुम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मक़ासेदा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273)</w:t>
      </w:r>
    </w:p>
    <w:p w:rsidR="001D08AD" w:rsidRDefault="001D08AD" w:rsidP="00E47180">
      <w:pPr>
        <w:pStyle w:val="Heading1"/>
        <w:rPr>
          <w:cs/>
          <w:lang w:bidi="hi-IN"/>
        </w:rPr>
      </w:pPr>
    </w:p>
    <w:p w:rsidR="001D08AD" w:rsidRDefault="001D08AD" w:rsidP="00E47180">
      <w:pPr>
        <w:pStyle w:val="Heading1"/>
        <w:rPr>
          <w:cs/>
          <w:lang w:bidi="hi-IN"/>
        </w:rPr>
      </w:pPr>
      <w:bookmarkStart w:id="47" w:name="_Toc457825271"/>
      <w:r w:rsidRPr="008F4AF7">
        <w:rPr>
          <w:rFonts w:hint="cs"/>
          <w:cs/>
          <w:lang w:bidi="hi-IN"/>
        </w:rPr>
        <w:t>नवीं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bookmarkEnd w:id="47"/>
    </w:p>
    <w:p w:rsidR="008F4AF7" w:rsidRPr="00E47180" w:rsidRDefault="008F4AF7" w:rsidP="00E47180">
      <w:pPr>
        <w:pStyle w:val="libNormal"/>
      </w:pPr>
      <w:r w:rsidRPr="008F4AF7">
        <w:rPr>
          <w:rFonts w:hint="cs"/>
          <w:cs/>
          <w:lang w:bidi="hi-IN"/>
        </w:rPr>
        <w:t>नवीं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E47180">
        <w:t>16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हैसमी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>870)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ख़लदून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मालिकी</w:t>
      </w:r>
      <w:r w:rsidRPr="008F4AF7">
        <w:rPr>
          <w:cs/>
          <w:lang w:bidi="hi-IN"/>
        </w:rPr>
        <w:t xml:space="preserve"> (</w:t>
      </w:r>
      <w:r w:rsidRPr="00E47180">
        <w:t>808)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जुरजानी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हनफ़ी</w:t>
      </w:r>
      <w:r w:rsidRPr="008F4AF7">
        <w:rPr>
          <w:cs/>
          <w:lang w:bidi="hi-IN"/>
        </w:rPr>
        <w:t xml:space="preserve"> (</w:t>
      </w:r>
      <w:r w:rsidRPr="00E47180">
        <w:t>816)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असक़लानी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>852)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सब्बाग़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मालिकी</w:t>
      </w:r>
      <w:r w:rsidRPr="008F4AF7">
        <w:rPr>
          <w:cs/>
          <w:lang w:bidi="hi-IN"/>
        </w:rPr>
        <w:t xml:space="preserve"> (</w:t>
      </w:r>
      <w:r w:rsidRPr="00E47180">
        <w:t>855)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अलाऊद्दीन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क़ौशजी</w:t>
      </w:r>
      <w:r w:rsidRPr="008F4AF7">
        <w:rPr>
          <w:cs/>
          <w:lang w:bidi="hi-IN"/>
        </w:rPr>
        <w:t xml:space="preserve"> (</w:t>
      </w:r>
      <w:r w:rsidRPr="00E47180">
        <w:t xml:space="preserve">889) </w:t>
      </w:r>
      <w:r w:rsidRPr="008F4AF7">
        <w:rPr>
          <w:rFonts w:hint="cs"/>
          <w:cs/>
          <w:lang w:bidi="hi-IN"/>
        </w:rPr>
        <w:t>वग़ैरह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मुक़द्दम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ख़लदून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246)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मवाक़िफ़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360)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इसावह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780)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फ़ुसूलुल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मुहिम्मा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तजरीद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477)</w:t>
      </w:r>
    </w:p>
    <w:p w:rsidR="001D08AD" w:rsidRDefault="001D08AD" w:rsidP="00FD6765">
      <w:pPr>
        <w:pStyle w:val="Heading1"/>
        <w:rPr>
          <w:cs/>
          <w:lang w:bidi="hi-IN"/>
        </w:rPr>
      </w:pPr>
    </w:p>
    <w:p w:rsidR="001D08AD" w:rsidRDefault="001D08AD" w:rsidP="00FD6765">
      <w:pPr>
        <w:pStyle w:val="Heading1"/>
        <w:rPr>
          <w:cs/>
          <w:lang w:bidi="hi-IN"/>
        </w:rPr>
      </w:pPr>
      <w:bookmarkStart w:id="48" w:name="_Toc457825272"/>
      <w:r w:rsidRPr="008F4AF7">
        <w:rPr>
          <w:rFonts w:hint="cs"/>
          <w:cs/>
          <w:lang w:bidi="hi-IN"/>
        </w:rPr>
        <w:t>दसवीं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bookmarkEnd w:id="48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दसवीं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E47180">
        <w:t>14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जलालुद्दीन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सुयुती</w:t>
      </w:r>
      <w:r w:rsidRPr="008F4AF7">
        <w:rPr>
          <w:cs/>
          <w:lang w:bidi="hi-IN"/>
        </w:rPr>
        <w:t xml:space="preserve"> (</w:t>
      </w:r>
      <w:r w:rsidRPr="00E47180">
        <w:t>911)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नुरूद्दीन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समहूदी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>911)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क़सतानी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>923)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हैसमी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>974)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मुत्तक़ी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हिन्दी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तारिख़ुल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सवायक़ुल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मोहरिक़ा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कंज़ुल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154)</w:t>
      </w:r>
    </w:p>
    <w:p w:rsidR="001D08AD" w:rsidRDefault="001D08AD" w:rsidP="00FD6765">
      <w:pPr>
        <w:pStyle w:val="Heading1"/>
        <w:rPr>
          <w:cs/>
          <w:lang w:bidi="hi-IN"/>
        </w:rPr>
      </w:pPr>
    </w:p>
    <w:p w:rsidR="001D08AD" w:rsidRDefault="001D08AD" w:rsidP="00FD6765">
      <w:pPr>
        <w:pStyle w:val="Heading1"/>
        <w:rPr>
          <w:cs/>
          <w:lang w:bidi="hi-IN"/>
        </w:rPr>
      </w:pPr>
      <w:bookmarkStart w:id="49" w:name="_Toc457825273"/>
      <w:r w:rsidRPr="008F4AF7">
        <w:rPr>
          <w:rFonts w:hint="cs"/>
          <w:cs/>
          <w:lang w:bidi="hi-IN"/>
        </w:rPr>
        <w:t>गवारहवीं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bookmarkEnd w:id="49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गयारहवीं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ज़ैनुद्दीन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>1031)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नूरुद्दीन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 xml:space="preserve">1044) </w:t>
      </w:r>
      <w:r w:rsidRPr="008F4AF7">
        <w:rPr>
          <w:rFonts w:hint="cs"/>
          <w:cs/>
          <w:lang w:bidi="hi-IN"/>
        </w:rPr>
        <w:t>वग़ैरह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कंनूज़ुल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हक़ायक़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118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हलबीया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274</w:t>
      </w:r>
    </w:p>
    <w:p w:rsidR="001D08AD" w:rsidRDefault="001D08AD" w:rsidP="00FD6765">
      <w:pPr>
        <w:pStyle w:val="Heading1"/>
        <w:rPr>
          <w:cs/>
          <w:lang w:bidi="hi-IN"/>
        </w:rPr>
      </w:pPr>
    </w:p>
    <w:p w:rsidR="001D08AD" w:rsidRDefault="001D08AD" w:rsidP="00FD6765">
      <w:pPr>
        <w:pStyle w:val="Heading1"/>
        <w:rPr>
          <w:cs/>
          <w:lang w:bidi="hi-IN"/>
        </w:rPr>
      </w:pPr>
      <w:bookmarkStart w:id="50" w:name="_Toc457825274"/>
      <w:r w:rsidRPr="008F4AF7">
        <w:rPr>
          <w:rFonts w:hint="cs"/>
          <w:cs/>
          <w:lang w:bidi="hi-IN"/>
        </w:rPr>
        <w:t>बारहवीं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bookmarkEnd w:id="50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बारहवीं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E47180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ज़याऊद्दीन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मुक़बेली</w:t>
      </w:r>
      <w:r w:rsidRPr="008F4AF7">
        <w:rPr>
          <w:cs/>
          <w:lang w:bidi="hi-IN"/>
        </w:rPr>
        <w:t xml:space="preserve"> (</w:t>
      </w:r>
      <w:r w:rsidRPr="00E47180">
        <w:t>1108)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हर्रानी</w:t>
      </w:r>
      <w:r w:rsidRPr="008F4AF7">
        <w:rPr>
          <w:cs/>
          <w:lang w:bidi="hi-IN"/>
        </w:rPr>
        <w:t xml:space="preserve"> (</w:t>
      </w:r>
      <w:r w:rsidRPr="00E47180">
        <w:t>1120)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अब्दिल्लाह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ज़रक़ावी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मालिकी</w:t>
      </w:r>
      <w:r w:rsidRPr="008F4AF7">
        <w:rPr>
          <w:cs/>
          <w:lang w:bidi="hi-IN"/>
        </w:rPr>
        <w:t xml:space="preserve"> (</w:t>
      </w:r>
      <w:r w:rsidRPr="00E47180">
        <w:t xml:space="preserve">1122) </w:t>
      </w:r>
      <w:r w:rsidRPr="008F4AF7">
        <w:rPr>
          <w:rFonts w:hint="cs"/>
          <w:cs/>
          <w:lang w:bidi="hi-IN"/>
        </w:rPr>
        <w:t>वग़ैरह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मवाहिब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13)</w:t>
      </w:r>
    </w:p>
    <w:p w:rsidR="001D08AD" w:rsidRDefault="001D08AD" w:rsidP="00FD6765">
      <w:pPr>
        <w:pStyle w:val="Heading1"/>
        <w:rPr>
          <w:cs/>
          <w:lang w:bidi="hi-IN"/>
        </w:rPr>
      </w:pPr>
    </w:p>
    <w:p w:rsidR="001D08AD" w:rsidRDefault="001D08AD" w:rsidP="00FD6765">
      <w:pPr>
        <w:pStyle w:val="Heading1"/>
        <w:rPr>
          <w:cs/>
          <w:lang w:bidi="hi-IN"/>
        </w:rPr>
      </w:pPr>
      <w:bookmarkStart w:id="51" w:name="_Toc457825275"/>
      <w:r w:rsidRPr="008F4AF7">
        <w:rPr>
          <w:rFonts w:hint="cs"/>
          <w:cs/>
          <w:lang w:bidi="hi-IN"/>
        </w:rPr>
        <w:t>तेरहवीं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bookmarkEnd w:id="51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तेरहवीं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इरफ़ान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सब्बान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>1206)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शौकानी</w:t>
      </w:r>
      <w:r w:rsidRPr="008F4AF7">
        <w:rPr>
          <w:cs/>
          <w:lang w:bidi="hi-IN"/>
        </w:rPr>
        <w:t xml:space="preserve"> (</w:t>
      </w:r>
      <w:r w:rsidRPr="00E47180">
        <w:t>1250)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शहाबुद्दानी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आलूसी</w:t>
      </w:r>
      <w:r w:rsidRPr="008F4AF7">
        <w:rPr>
          <w:cs/>
          <w:lang w:bidi="hi-IN"/>
        </w:rPr>
        <w:t xml:space="preserve"> (</w:t>
      </w:r>
      <w:r w:rsidRPr="00E47180">
        <w:t xml:space="preserve">1270) </w:t>
      </w:r>
      <w:r w:rsidRPr="008F4AF7">
        <w:rPr>
          <w:rFonts w:hint="cs"/>
          <w:cs/>
          <w:lang w:bidi="hi-IN"/>
        </w:rPr>
        <w:t>वग़ैरह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असआफ़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152)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रुहुल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194)</w:t>
      </w:r>
    </w:p>
    <w:p w:rsidR="001D08AD" w:rsidRDefault="001D08AD" w:rsidP="00FD6765">
      <w:pPr>
        <w:pStyle w:val="Heading1"/>
        <w:rPr>
          <w:cs/>
          <w:lang w:bidi="hi-IN"/>
        </w:rPr>
      </w:pPr>
    </w:p>
    <w:p w:rsidR="001D08AD" w:rsidRDefault="001D08AD" w:rsidP="00FD6765">
      <w:pPr>
        <w:pStyle w:val="Heading1"/>
        <w:rPr>
          <w:cs/>
          <w:lang w:bidi="hi-IN"/>
        </w:rPr>
      </w:pPr>
      <w:bookmarkStart w:id="52" w:name="_Toc457825276"/>
      <w:r w:rsidRPr="008F4AF7">
        <w:rPr>
          <w:rFonts w:hint="cs"/>
          <w:cs/>
          <w:lang w:bidi="hi-IN"/>
        </w:rPr>
        <w:t>चौदहवीं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bookmarkEnd w:id="52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चौदहवीं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E47180">
        <w:t>19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दहलान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शाफेई</w:t>
      </w:r>
      <w:r w:rsidRPr="008F4AF7">
        <w:rPr>
          <w:cs/>
          <w:lang w:bidi="hi-IN"/>
        </w:rPr>
        <w:t xml:space="preserve"> (</w:t>
      </w:r>
      <w:r w:rsidRPr="00E47180">
        <w:t>1304)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शबलंजी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अबहदू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मिस्री</w:t>
      </w:r>
      <w:r w:rsidRPr="008F4AF7">
        <w:rPr>
          <w:cs/>
          <w:lang w:bidi="hi-IN"/>
        </w:rPr>
        <w:t xml:space="preserve"> (</w:t>
      </w:r>
      <w:r w:rsidRPr="00E47180">
        <w:t>1323)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464)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आलूसी</w:t>
      </w:r>
      <w:r w:rsidRPr="008F4AF7">
        <w:rPr>
          <w:cs/>
          <w:lang w:bidi="hi-IN"/>
        </w:rPr>
        <w:t xml:space="preserve"> (</w:t>
      </w:r>
      <w:r w:rsidRPr="00E47180">
        <w:t>1324)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फ़त्ताह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मक़सूद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नसरुल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लयाली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166)</w:t>
      </w:r>
    </w:p>
    <w:p w:rsidR="00FD6765" w:rsidRDefault="00FD6765" w:rsidP="00DE0F6F">
      <w:pPr>
        <w:pStyle w:val="libNormal"/>
        <w:rPr>
          <w:cs/>
          <w:lang w:bidi="hi-IN"/>
        </w:rPr>
      </w:pPr>
      <w:r>
        <w:rPr>
          <w:cs/>
          <w:lang w:bidi="hi-IN"/>
        </w:rPr>
        <w:br w:type="page"/>
      </w:r>
    </w:p>
    <w:p w:rsidR="001D08AD" w:rsidRDefault="001D08AD" w:rsidP="00FD6765">
      <w:pPr>
        <w:pStyle w:val="Heading1"/>
        <w:rPr>
          <w:cs/>
          <w:lang w:bidi="hi-IN"/>
        </w:rPr>
      </w:pPr>
    </w:p>
    <w:p w:rsidR="001D08AD" w:rsidRDefault="001D08AD" w:rsidP="00FD6765">
      <w:pPr>
        <w:pStyle w:val="Heading1"/>
        <w:rPr>
          <w:cs/>
          <w:lang w:bidi="hi-IN"/>
        </w:rPr>
      </w:pPr>
      <w:bookmarkStart w:id="53" w:name="_Toc457825277"/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तवातुर</w:t>
      </w:r>
      <w:bookmarkEnd w:id="53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तारिख़ी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मुतवातिर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मख़्सूसन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नश्र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करेंगें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मुतावातिर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होगी</w:t>
      </w:r>
      <w:r w:rsidRPr="00E47180">
        <w:t xml:space="preserve">?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दसियों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  <w:r w:rsidRPr="008F4AF7">
        <w:rPr>
          <w:cs/>
          <w:lang w:bidi="hi-IN"/>
        </w:rPr>
        <w:t xml:space="preserve"> </w:t>
      </w:r>
    </w:p>
    <w:p w:rsidR="001D08AD" w:rsidRDefault="001D08AD" w:rsidP="00FD6765">
      <w:pPr>
        <w:pStyle w:val="Heading1"/>
        <w:rPr>
          <w:cs/>
          <w:lang w:bidi="hi-IN"/>
        </w:rPr>
      </w:pPr>
    </w:p>
    <w:p w:rsidR="001D08AD" w:rsidRDefault="001D08AD" w:rsidP="00FD6765">
      <w:pPr>
        <w:pStyle w:val="Heading1"/>
        <w:rPr>
          <w:cs/>
          <w:lang w:bidi="hi-IN"/>
        </w:rPr>
      </w:pPr>
      <w:r w:rsidRPr="008F4AF7">
        <w:rPr>
          <w:cs/>
          <w:lang w:bidi="hi-IN"/>
        </w:rPr>
        <w:t xml:space="preserve"> </w:t>
      </w:r>
      <w:bookmarkStart w:id="54" w:name="_Toc457825278"/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तवातुर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bookmarkEnd w:id="54"/>
    </w:p>
    <w:p w:rsidR="008F4AF7" w:rsidRPr="00E47180" w:rsidRDefault="008F4AF7" w:rsidP="008F4AF7">
      <w:pPr>
        <w:pStyle w:val="libNormal"/>
      </w:pPr>
      <w:r w:rsidRPr="00E47180">
        <w:t xml:space="preserve">1. </w:t>
      </w:r>
      <w:r w:rsidRPr="008F4AF7">
        <w:rPr>
          <w:rFonts w:hint="cs"/>
          <w:cs/>
          <w:lang w:bidi="hi-IN"/>
        </w:rPr>
        <w:t>जलालुद्दीन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सुयूती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2. </w:t>
      </w:r>
      <w:r w:rsidRPr="008F4AF7">
        <w:rPr>
          <w:rFonts w:hint="cs"/>
          <w:cs/>
          <w:lang w:bidi="hi-IN"/>
        </w:rPr>
        <w:t>अल्लामा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मनावी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3. </w:t>
      </w:r>
      <w:r w:rsidRPr="008F4AF7">
        <w:rPr>
          <w:rFonts w:hint="cs"/>
          <w:cs/>
          <w:lang w:bidi="hi-IN"/>
        </w:rPr>
        <w:t>अल्लामा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अज़ीज़ी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4. </w:t>
      </w:r>
      <w:r w:rsidRPr="008F4AF7">
        <w:rPr>
          <w:rFonts w:hint="cs"/>
          <w:cs/>
          <w:lang w:bidi="hi-IN"/>
        </w:rPr>
        <w:t>मुल्ला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हनफ़ी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फ़वायदुल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मुताकासिरा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अख़बारिल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मुतावातिरा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तयसीर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जामेइस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सग़ीर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442)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जामेइस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सग़ीर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360)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अलमिरक़ात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शरहिल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मिशकात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568)</w:t>
      </w:r>
    </w:p>
    <w:p w:rsidR="008F4AF7" w:rsidRPr="00E47180" w:rsidRDefault="008F4AF7" w:rsidP="008F4AF7">
      <w:pPr>
        <w:pStyle w:val="libNormal"/>
      </w:pPr>
      <w:r w:rsidRPr="00E47180">
        <w:t xml:space="preserve">5. </w:t>
      </w:r>
      <w:r w:rsidRPr="008F4AF7">
        <w:rPr>
          <w:rFonts w:hint="cs"/>
          <w:cs/>
          <w:lang w:bidi="hi-IN"/>
        </w:rPr>
        <w:t>मीरज़ा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मख़दूम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</w:p>
    <w:p w:rsidR="008F4AF7" w:rsidRPr="00E47180" w:rsidRDefault="008F4AF7" w:rsidP="008F4AF7">
      <w:pPr>
        <w:pStyle w:val="libNormal"/>
      </w:pPr>
      <w:r w:rsidRPr="00E47180">
        <w:t xml:space="preserve">6.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इस्माईले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यमानी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 7.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</w:p>
    <w:p w:rsidR="008F4AF7" w:rsidRPr="00E47180" w:rsidRDefault="008F4AF7" w:rsidP="008F4AF7">
      <w:pPr>
        <w:pStyle w:val="libNormal"/>
      </w:pPr>
      <w:r w:rsidRPr="00E47180">
        <w:t xml:space="preserve">8. </w:t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</w:p>
    <w:p w:rsidR="008F4AF7" w:rsidRPr="00E47180" w:rsidRDefault="008F4AF7" w:rsidP="008F4AF7">
      <w:pPr>
        <w:pStyle w:val="libNormal"/>
      </w:pPr>
      <w:r w:rsidRPr="00E47180">
        <w:t xml:space="preserve">9. </w:t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ज़ियाऊद्दीन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मुक़बेली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10.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दमिश्क़ी</w:t>
      </w:r>
    </w:p>
    <w:p w:rsidR="008F4AF7" w:rsidRPr="00E47180" w:rsidRDefault="008F4AF7" w:rsidP="008F4AF7">
      <w:pPr>
        <w:pStyle w:val="libNormal"/>
      </w:pPr>
      <w:r w:rsidRPr="00E47180">
        <w:t xml:space="preserve">11.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अब्दिल्लाह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12.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जज़री</w:t>
      </w:r>
    </w:p>
    <w:p w:rsidR="008F4AF7" w:rsidRPr="00E47180" w:rsidRDefault="008F4AF7" w:rsidP="008F4AF7">
      <w:pPr>
        <w:pStyle w:val="libNormal"/>
      </w:pPr>
      <w:r w:rsidRPr="00E47180">
        <w:t xml:space="preserve">13. </w:t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हुसामुद्दीन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मुत्तक़ी</w:t>
      </w:r>
    </w:p>
    <w:p w:rsidR="008F4AF7" w:rsidRPr="00E47180" w:rsidRDefault="008F4AF7" w:rsidP="008F4AF7">
      <w:pPr>
        <w:pStyle w:val="libNormal"/>
      </w:pPr>
      <w:r w:rsidRPr="00E47180">
        <w:t xml:space="preserve"> 14. </w:t>
      </w:r>
      <w:r w:rsidRPr="008F4AF7">
        <w:rPr>
          <w:rFonts w:hint="cs"/>
          <w:cs/>
          <w:lang w:bidi="hi-IN"/>
        </w:rPr>
        <w:t>जमालुद्दीन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शीराज़ी</w:t>
      </w:r>
    </w:p>
    <w:p w:rsidR="008F4AF7" w:rsidRPr="00E47180" w:rsidRDefault="008F4AF7" w:rsidP="008F4AF7">
      <w:pPr>
        <w:pStyle w:val="libNormal"/>
      </w:pPr>
      <w:r w:rsidRPr="00E47180">
        <w:t xml:space="preserve">15. </w:t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शहाबुद्दीन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मग़रबी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......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मुतावातिर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तूलानी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फ़ेहरिस्त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मुतावातिर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मुतालआ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नफ़हातुल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नफ़हातुल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126)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नफ़हातुल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127)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अरबईन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नफ़हातुल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निहायह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तुरुक़े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कुन्ता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असनल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मतालिब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अरबईन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तशनीफ़िल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1.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हैतमी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शुब्हा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हुज़्जतुल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वेदा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...... </w:t>
      </w:r>
      <w:r w:rsidRPr="008F4AF7">
        <w:rPr>
          <w:rFonts w:hint="cs"/>
          <w:cs/>
          <w:lang w:bidi="hi-IN"/>
        </w:rPr>
        <w:t>जाली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वारिद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सवाएक़े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मोहरेक़ा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42, 43)</w:t>
      </w:r>
    </w:p>
    <w:p w:rsidR="008F4AF7" w:rsidRPr="00E47180" w:rsidRDefault="008F4AF7" w:rsidP="008F4AF7">
      <w:pPr>
        <w:pStyle w:val="libNormal"/>
      </w:pPr>
      <w:r w:rsidRPr="00E47180">
        <w:t xml:space="preserve">2.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पुरी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अरक़म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शैख़ैन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मुसतदरके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109)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3. </w:t>
      </w:r>
      <w:r w:rsidRPr="008F4AF7">
        <w:rPr>
          <w:rFonts w:hint="cs"/>
          <w:cs/>
          <w:lang w:bidi="hi-IN"/>
        </w:rPr>
        <w:t>हलबी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शुबहे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जायेगी।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हलबीया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274)</w:t>
      </w:r>
    </w:p>
    <w:p w:rsidR="008F4AF7" w:rsidRPr="00E47180" w:rsidRDefault="008F4AF7" w:rsidP="008F4AF7">
      <w:pPr>
        <w:pStyle w:val="libNormal"/>
      </w:pPr>
      <w:r w:rsidRPr="00E47180">
        <w:t xml:space="preserve">4.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288)</w:t>
      </w:r>
    </w:p>
    <w:p w:rsidR="008F4AF7" w:rsidRPr="00E47180" w:rsidRDefault="008F4AF7" w:rsidP="008F4AF7">
      <w:pPr>
        <w:pStyle w:val="libNormal"/>
      </w:pPr>
      <w:r w:rsidRPr="00E47180">
        <w:t xml:space="preserve">5. </w:t>
      </w:r>
      <w:r w:rsidRPr="008F4AF7">
        <w:rPr>
          <w:rFonts w:hint="cs"/>
          <w:cs/>
          <w:lang w:bidi="hi-IN"/>
        </w:rPr>
        <w:t>तिरमिज़ी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298)</w:t>
      </w:r>
    </w:p>
    <w:p w:rsidR="008F4AF7" w:rsidRPr="00E47180" w:rsidRDefault="008F4AF7" w:rsidP="008F4AF7">
      <w:pPr>
        <w:pStyle w:val="libNormal"/>
      </w:pPr>
      <w:r w:rsidRPr="00E47180">
        <w:t xml:space="preserve">6.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तहावी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 xml:space="preserve">7.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क़ुरतुबी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उख़ूवत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ऐताये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मुश्किलुल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308)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इस्तिआब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373)</w:t>
      </w:r>
    </w:p>
    <w:p w:rsidR="008F4AF7" w:rsidRPr="00E47180" w:rsidRDefault="008F4AF7" w:rsidP="008F4AF7">
      <w:pPr>
        <w:pStyle w:val="libNormal"/>
      </w:pPr>
      <w:r w:rsidRPr="00E47180">
        <w:t xml:space="preserve">8. </w:t>
      </w:r>
      <w:r w:rsidRPr="008F4AF7">
        <w:rPr>
          <w:rFonts w:hint="cs"/>
          <w:cs/>
          <w:lang w:bidi="hi-IN"/>
        </w:rPr>
        <w:t>सिब्ते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जौज़ी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.... </w:t>
      </w:r>
      <w:r w:rsidRPr="008F4AF7">
        <w:rPr>
          <w:rFonts w:hint="cs"/>
          <w:cs/>
          <w:lang w:bidi="hi-IN"/>
        </w:rPr>
        <w:t>जईफ़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कहेगें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ख़वास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18)</w:t>
      </w:r>
    </w:p>
    <w:p w:rsidR="008F4AF7" w:rsidRPr="00E47180" w:rsidRDefault="008F4AF7" w:rsidP="008F4AF7">
      <w:pPr>
        <w:pStyle w:val="libNormal"/>
      </w:pPr>
      <w:r w:rsidRPr="00E47180">
        <w:t xml:space="preserve">9. </w:t>
      </w:r>
      <w:r w:rsidRPr="008F4AF7">
        <w:rPr>
          <w:rFonts w:hint="cs"/>
          <w:cs/>
          <w:lang w:bidi="hi-IN"/>
        </w:rPr>
        <w:t>आसेमी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मुवाफ़िक़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ज़ैनुल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फ़ता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 xml:space="preserve">10. </w:t>
      </w:r>
      <w:r w:rsidRPr="008F4AF7">
        <w:rPr>
          <w:rFonts w:hint="cs"/>
          <w:cs/>
          <w:lang w:bidi="hi-IN"/>
        </w:rPr>
        <w:t>आलूसी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आलूसी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E47180">
        <w:t>……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रुहुल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61)</w:t>
      </w:r>
    </w:p>
    <w:p w:rsidR="008F4AF7" w:rsidRPr="00E47180" w:rsidRDefault="008F4AF7" w:rsidP="008F4AF7">
      <w:pPr>
        <w:pStyle w:val="libNormal"/>
      </w:pPr>
      <w:r w:rsidRPr="00E47180">
        <w:t xml:space="preserve">11.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असक़लानी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.....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उक़दा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मुसतक़िल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फ़तहुल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61)</w:t>
      </w:r>
    </w:p>
    <w:p w:rsidR="008F4AF7" w:rsidRPr="00E47180" w:rsidRDefault="008F4AF7" w:rsidP="008F4AF7">
      <w:pPr>
        <w:pStyle w:val="libNormal"/>
      </w:pPr>
      <w:r w:rsidRPr="00E47180">
        <w:t xml:space="preserve">12.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मग़ाज़ेली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क़ासिम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तक़रीबन</w:t>
      </w:r>
      <w:r w:rsidRPr="008F4AF7">
        <w:rPr>
          <w:cs/>
          <w:lang w:bidi="hi-IN"/>
        </w:rPr>
        <w:t xml:space="preserve"> </w:t>
      </w:r>
      <w:r w:rsidRPr="00E47180">
        <w:t>100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मुबश्शेरा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मुसल्लम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दिखाई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26)</w:t>
      </w:r>
    </w:p>
    <w:p w:rsidR="008F4AF7" w:rsidRPr="00E47180" w:rsidRDefault="008F4AF7" w:rsidP="008F4AF7">
      <w:pPr>
        <w:pStyle w:val="libNormal"/>
      </w:pPr>
      <w:r w:rsidRPr="00E47180">
        <w:t xml:space="preserve">13. </w:t>
      </w:r>
      <w:r w:rsidRPr="008F4AF7">
        <w:rPr>
          <w:rFonts w:hint="cs"/>
          <w:cs/>
          <w:lang w:bidi="hi-IN"/>
        </w:rPr>
        <w:t>फ़क़ीहे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(</w:t>
      </w:r>
      <w:r w:rsidRPr="00E47180">
        <w:t>330)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 xml:space="preserve">14.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हामिद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ग़ज़ाली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 (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हुज्जत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.......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>...</w:t>
      </w:r>
      <w:r w:rsidRPr="008F4AF7">
        <w:rPr>
          <w:rFonts w:hint="cs"/>
          <w:cs/>
          <w:lang w:bidi="hi-IN"/>
        </w:rPr>
        <w:t>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सिर्रुल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21)</w:t>
      </w:r>
    </w:p>
    <w:p w:rsidR="008F4AF7" w:rsidRPr="00E47180" w:rsidRDefault="008F4AF7" w:rsidP="008F4AF7">
      <w:pPr>
        <w:pStyle w:val="libNormal"/>
      </w:pPr>
      <w:r w:rsidRPr="00E47180">
        <w:t xml:space="preserve">15. </w:t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मोतज़ेली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ख़ुतबा</w:t>
      </w:r>
      <w:r w:rsidRPr="008F4AF7">
        <w:rPr>
          <w:cs/>
          <w:lang w:bidi="hi-IN"/>
        </w:rPr>
        <w:t xml:space="preserve"> </w:t>
      </w:r>
      <w:r w:rsidRPr="00E47180">
        <w:t>154)</w:t>
      </w:r>
    </w:p>
    <w:p w:rsidR="008F4AF7" w:rsidRPr="00E47180" w:rsidRDefault="008F4AF7" w:rsidP="008F4AF7">
      <w:pPr>
        <w:pStyle w:val="libNormal"/>
      </w:pPr>
      <w:r w:rsidRPr="00E47180">
        <w:t xml:space="preserve">16. </w:t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गंजी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किफ़ायतुत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61)</w:t>
      </w:r>
    </w:p>
    <w:p w:rsidR="008F4AF7" w:rsidRPr="00E47180" w:rsidRDefault="008F4AF7" w:rsidP="008F4AF7">
      <w:pPr>
        <w:pStyle w:val="libNormal"/>
      </w:pPr>
      <w:r w:rsidRPr="00E47180">
        <w:t xml:space="preserve">17. </w:t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मकारिम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अलाऊद्दीन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समनानी</w:t>
      </w:r>
      <w:r w:rsidRPr="008F4AF7">
        <w:rPr>
          <w:cs/>
          <w:lang w:bidi="hi-IN"/>
        </w:rPr>
        <w:t xml:space="preserve"> (</w:t>
      </w:r>
      <w:r w:rsidRPr="00E47180">
        <w:t>736)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सैयदुल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औवलिया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उरवा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422)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18. </w:t>
      </w:r>
      <w:r w:rsidRPr="008F4AF7">
        <w:rPr>
          <w:rFonts w:hint="cs"/>
          <w:cs/>
          <w:lang w:bidi="hi-IN"/>
        </w:rPr>
        <w:t>शमसुद्दीन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>748)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मुसतक़िल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मुसतदरके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तुरुक़े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कुन्तो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तलख़ीसुल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मुसतदरक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6272)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तुरुक़े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कुन्तो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कुन्तो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अलीयुन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मुतवातिर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कतई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तुरुक़े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कुन्तो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दसियों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क़ुव्वत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विसाक़त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 xml:space="preserve">19. </w:t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हैसमी</w:t>
      </w:r>
      <w:r w:rsidRPr="008F4AF7">
        <w:rPr>
          <w:cs/>
          <w:lang w:bidi="hi-IN"/>
        </w:rPr>
        <w:t xml:space="preserve"> (</w:t>
      </w:r>
      <w:r w:rsidRPr="00E47180">
        <w:t>807)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>109)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20. </w:t>
      </w:r>
      <w:r w:rsidRPr="008F4AF7">
        <w:rPr>
          <w:rFonts w:hint="cs"/>
          <w:cs/>
          <w:lang w:bidi="hi-IN"/>
        </w:rPr>
        <w:t>शहाबुद्दीन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क़सतानी</w:t>
      </w:r>
      <w:r w:rsidRPr="008F4AF7">
        <w:rPr>
          <w:cs/>
          <w:lang w:bidi="hi-IN"/>
        </w:rPr>
        <w:t xml:space="preserve"> (</w:t>
      </w:r>
      <w:r w:rsidRPr="00E47180">
        <w:t>923)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उक़दा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मुसतक़िल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मवाहिवुल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लदुन्निया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365)</w:t>
      </w:r>
    </w:p>
    <w:p w:rsidR="008F4AF7" w:rsidRPr="00E47180" w:rsidRDefault="008F4AF7" w:rsidP="008F4AF7">
      <w:pPr>
        <w:pStyle w:val="libNormal"/>
      </w:pPr>
      <w:r w:rsidRPr="00E47180">
        <w:t xml:space="preserve">21. </w:t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हनफ़ी</w:t>
      </w:r>
      <w:r w:rsidRPr="008F4AF7">
        <w:rPr>
          <w:cs/>
          <w:lang w:bidi="hi-IN"/>
        </w:rPr>
        <w:t xml:space="preserve"> (</w:t>
      </w:r>
      <w:r w:rsidRPr="00E47180">
        <w:t>1014)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शुब्हा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हुफ़्फ़ाज़े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मुतावातिर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मिरक़ात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शरहिल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मिशकात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464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6091)</w:t>
      </w:r>
    </w:p>
    <w:p w:rsidR="008F4AF7" w:rsidRPr="00E47180" w:rsidRDefault="008F4AF7" w:rsidP="008F4AF7">
      <w:pPr>
        <w:pStyle w:val="libNormal"/>
      </w:pPr>
      <w:r w:rsidRPr="00E47180">
        <w:t xml:space="preserve">22. </w:t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(</w:t>
      </w:r>
      <w:r w:rsidRPr="00E47180">
        <w:t>1047)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वसीलतुल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117, 118)</w:t>
      </w:r>
    </w:p>
    <w:p w:rsidR="008F4AF7" w:rsidRPr="00E47180" w:rsidRDefault="008F4AF7" w:rsidP="008F4AF7">
      <w:pPr>
        <w:pStyle w:val="libNormal"/>
      </w:pPr>
      <w:r w:rsidRPr="00E47180">
        <w:t xml:space="preserve">23. </w:t>
      </w:r>
      <w:r w:rsidRPr="008F4AF7">
        <w:rPr>
          <w:rFonts w:hint="cs"/>
          <w:cs/>
          <w:lang w:bidi="hi-IN"/>
        </w:rPr>
        <w:t>मीरज़ा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बदख़शी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मुतअस्सिब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मुन्किर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शुब्हे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नज़लुल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54)</w:t>
      </w:r>
    </w:p>
    <w:p w:rsidR="008F4AF7" w:rsidRPr="00E47180" w:rsidRDefault="008F4AF7" w:rsidP="008F4AF7">
      <w:pPr>
        <w:pStyle w:val="libNormal"/>
      </w:pPr>
      <w:r w:rsidRPr="00E47180">
        <w:t xml:space="preserve">24.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इरफ़ान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सब्बान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>1206)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E47180">
        <w:t>30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असआफ़ुर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राग़ेबीन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153)</w:t>
      </w:r>
    </w:p>
    <w:p w:rsidR="008F4AF7" w:rsidRPr="00E47180" w:rsidRDefault="008F4AF7" w:rsidP="008F4AF7">
      <w:pPr>
        <w:pStyle w:val="libNormal"/>
      </w:pPr>
      <w:r w:rsidRPr="00E47180">
        <w:t xml:space="preserve">25. </w:t>
      </w:r>
      <w:r w:rsidRPr="008F4AF7">
        <w:rPr>
          <w:rFonts w:hint="cs"/>
          <w:cs/>
          <w:lang w:bidi="hi-IN"/>
        </w:rPr>
        <w:t>नासिरूद्दीन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अलबानी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566)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मोजम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अहादिसिस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अरक़म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वक़ास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बुरैदा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हसीब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अय्यूब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आज़िब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अनस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हुरैरा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.</w:t>
      </w:r>
      <w:r w:rsidRPr="008F4AF7">
        <w:rPr>
          <w:cs/>
          <w:lang w:bidi="hi-IN"/>
        </w:rPr>
        <w:tab/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जै़द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अरक़म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पाँच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lastRenderedPageBreak/>
        <w:t>1.</w:t>
      </w:r>
      <w:r w:rsidRPr="00E47180">
        <w:tab/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तुफ़ैल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अरक़म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मैमून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अब्दिल्लाह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अरक़म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सुलेमान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मुवज़्ज़िन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अरक़म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E47180">
        <w:t>4.</w:t>
      </w:r>
      <w:r w:rsidRPr="00E47180">
        <w:tab/>
      </w:r>
      <w:r w:rsidRPr="008F4AF7">
        <w:rPr>
          <w:rFonts w:hint="cs"/>
          <w:cs/>
          <w:lang w:bidi="hi-IN"/>
        </w:rPr>
        <w:t>यहया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जोअदा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अरक़म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E47180">
        <w:t>5.</w:t>
      </w:r>
      <w:r w:rsidRPr="00E47180">
        <w:tab/>
      </w:r>
      <w:r w:rsidRPr="008F4AF7">
        <w:rPr>
          <w:rFonts w:hint="cs"/>
          <w:cs/>
          <w:lang w:bidi="hi-IN"/>
        </w:rPr>
        <w:t>अतिय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अब्दुर्रहमान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ख़ुसैमा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अब्दुर्रहमान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फ़रजंदे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ताऊस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E47180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</w:p>
    <w:p w:rsidR="008F4AF7" w:rsidRPr="00E47180" w:rsidRDefault="008F4AF7" w:rsidP="008F4AF7">
      <w:pPr>
        <w:pStyle w:val="libNormal"/>
      </w:pPr>
      <w:r w:rsidRPr="00E47180">
        <w:t xml:space="preserve">1.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E47180">
        <w:t xml:space="preserve">2. </w:t>
      </w:r>
      <w:r w:rsidRPr="008F4AF7">
        <w:rPr>
          <w:rFonts w:hint="cs"/>
          <w:cs/>
          <w:lang w:bidi="hi-IN"/>
        </w:rPr>
        <w:t>ज़ाज़ान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3.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E47180">
        <w:t xml:space="preserve">4.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E47180">
        <w:t xml:space="preserve">5. </w:t>
      </w:r>
      <w:r w:rsidRPr="008F4AF7">
        <w:rPr>
          <w:rFonts w:hint="cs"/>
          <w:cs/>
          <w:lang w:bidi="hi-IN"/>
        </w:rPr>
        <w:t>शरीक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E47180">
        <w:t xml:space="preserve">6. </w:t>
      </w:r>
      <w:r w:rsidRPr="008F4AF7">
        <w:rPr>
          <w:rFonts w:hint="cs"/>
          <w:cs/>
          <w:lang w:bidi="hi-IN"/>
        </w:rPr>
        <w:t>अब्दुर्रहमान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लैला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E47180">
        <w:t xml:space="preserve">7.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मरियम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E47180">
        <w:t xml:space="preserve">8.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E47180">
        <w:t xml:space="preserve">9. </w:t>
      </w:r>
      <w:r w:rsidRPr="008F4AF7">
        <w:rPr>
          <w:rFonts w:hint="cs"/>
          <w:cs/>
          <w:lang w:bidi="hi-IN"/>
        </w:rPr>
        <w:t>तलबा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अय्यूब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अँसारी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रियाह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आज़िब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ष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हुरैरा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उमैरा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मुवस्सक़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तसहीह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शैख़ुश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तैमीया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मुबालेग़ा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जल्दी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सिलसिलतुल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अहादिसिस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1750)</w:t>
      </w:r>
    </w:p>
    <w:p w:rsidR="001D08AD" w:rsidRDefault="001D08AD" w:rsidP="00FD6765">
      <w:pPr>
        <w:pStyle w:val="Heading2"/>
        <w:rPr>
          <w:cs/>
          <w:lang w:bidi="hi-IN"/>
        </w:rPr>
      </w:pPr>
    </w:p>
    <w:p w:rsidR="001D08AD" w:rsidRDefault="001D08AD" w:rsidP="00FD6765">
      <w:pPr>
        <w:pStyle w:val="Heading2"/>
        <w:rPr>
          <w:cs/>
          <w:lang w:bidi="hi-IN"/>
        </w:rPr>
      </w:pPr>
      <w:bookmarkStart w:id="55" w:name="_Toc457825279"/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तहनीयत</w:t>
      </w:r>
      <w:bookmarkEnd w:id="55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मुवर्रिख़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ख़्वान्द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रौज़तुस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खै़मे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तशरीफ़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हु्क्म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तैहनियत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अज़वाज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तहनीयत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E47180">
        <w:t xml:space="preserve">,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फ़रज़ंदे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आक़ा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रौज़तुस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541</w:t>
      </w:r>
    </w:p>
    <w:p w:rsidR="001D08AD" w:rsidRDefault="001D08AD" w:rsidP="00FD6765">
      <w:pPr>
        <w:pStyle w:val="Heading2"/>
        <w:rPr>
          <w:cs/>
          <w:lang w:bidi="hi-IN"/>
        </w:rPr>
      </w:pPr>
    </w:p>
    <w:p w:rsidR="001D08AD" w:rsidRDefault="001D08AD" w:rsidP="00FD6765">
      <w:pPr>
        <w:pStyle w:val="Heading2"/>
        <w:rPr>
          <w:cs/>
          <w:lang w:bidi="hi-IN"/>
        </w:rPr>
      </w:pPr>
      <w:bookmarkStart w:id="56" w:name="_Toc457825280"/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तहनीयत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bookmarkEnd w:id="56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तहनियत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मुसल्लेमात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हुरैरा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अरक़म।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तहनीयत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शैबा</w:t>
      </w:r>
      <w:r w:rsidRPr="008F4AF7">
        <w:rPr>
          <w:cs/>
          <w:lang w:bidi="hi-IN"/>
        </w:rPr>
        <w:t xml:space="preserve"> (</w:t>
      </w:r>
      <w:r w:rsidRPr="00E47180">
        <w:t>235)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हंबल</w:t>
      </w:r>
      <w:r w:rsidRPr="008F4AF7">
        <w:rPr>
          <w:cs/>
          <w:lang w:bidi="hi-IN"/>
        </w:rPr>
        <w:t xml:space="preserve"> (</w:t>
      </w:r>
      <w:r w:rsidRPr="00E47180">
        <w:t>241)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नसबी</w:t>
      </w:r>
      <w:r w:rsidRPr="008F4AF7">
        <w:rPr>
          <w:cs/>
          <w:lang w:bidi="hi-IN"/>
        </w:rPr>
        <w:t xml:space="preserve"> (</w:t>
      </w:r>
      <w:r w:rsidRPr="00E47180">
        <w:t>303)</w:t>
      </w:r>
    </w:p>
    <w:p w:rsidR="008F4AF7" w:rsidRPr="00E47180" w:rsidRDefault="008F4AF7" w:rsidP="008F4AF7">
      <w:pPr>
        <w:pStyle w:val="libNormal"/>
      </w:pPr>
      <w:r w:rsidRPr="00E47180">
        <w:t>4.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मूसली</w:t>
      </w:r>
      <w:r w:rsidRPr="008F4AF7">
        <w:rPr>
          <w:cs/>
          <w:lang w:bidi="hi-IN"/>
        </w:rPr>
        <w:t xml:space="preserve"> (</w:t>
      </w:r>
      <w:r w:rsidRPr="00E47180">
        <w:t>307)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मुसन्नफ़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12167)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355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18011)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नसवी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यएली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lastRenderedPageBreak/>
        <w:t>5.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जरीरे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(</w:t>
      </w:r>
      <w:r w:rsidRPr="00E47180">
        <w:t>310)</w:t>
      </w:r>
    </w:p>
    <w:p w:rsidR="008F4AF7" w:rsidRPr="00E47180" w:rsidRDefault="008F4AF7" w:rsidP="008F4AF7">
      <w:pPr>
        <w:pStyle w:val="libNormal"/>
      </w:pPr>
      <w:r w:rsidRPr="00E47180">
        <w:t>6.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दारक़ुतनी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(</w:t>
      </w:r>
      <w:r w:rsidRPr="00E47180">
        <w:t>358)</w:t>
      </w:r>
    </w:p>
    <w:p w:rsidR="008F4AF7" w:rsidRPr="00E47180" w:rsidRDefault="008F4AF7" w:rsidP="008F4AF7">
      <w:pPr>
        <w:pStyle w:val="libNormal"/>
      </w:pPr>
      <w:r w:rsidRPr="00E47180">
        <w:t>7.</w:t>
      </w:r>
      <w:r w:rsidRPr="00E47180">
        <w:tab/>
      </w:r>
      <w:r w:rsidRPr="008F4AF7">
        <w:rPr>
          <w:rFonts w:hint="cs"/>
          <w:cs/>
          <w:lang w:bidi="hi-IN"/>
        </w:rPr>
        <w:t>क़ाज़ी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बाक़लानी</w:t>
      </w:r>
      <w:r w:rsidRPr="008F4AF7">
        <w:rPr>
          <w:cs/>
          <w:lang w:bidi="hi-IN"/>
        </w:rPr>
        <w:t xml:space="preserve"> (</w:t>
      </w:r>
      <w:r w:rsidRPr="00E47180">
        <w:t>403)</w:t>
      </w:r>
    </w:p>
    <w:p w:rsidR="008F4AF7" w:rsidRPr="00E47180" w:rsidRDefault="008F4AF7" w:rsidP="008F4AF7">
      <w:pPr>
        <w:pStyle w:val="libNormal"/>
      </w:pPr>
      <w:r w:rsidRPr="00E47180">
        <w:t>8.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इस्हाक़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सालबी</w:t>
      </w:r>
      <w:r w:rsidRPr="008F4AF7">
        <w:rPr>
          <w:cs/>
          <w:lang w:bidi="hi-IN"/>
        </w:rPr>
        <w:t xml:space="preserve"> (</w:t>
      </w:r>
      <w:r w:rsidRPr="00E47180">
        <w:t>427)</w:t>
      </w:r>
    </w:p>
    <w:p w:rsidR="008F4AF7" w:rsidRPr="00E47180" w:rsidRDefault="008F4AF7" w:rsidP="008F4AF7">
      <w:pPr>
        <w:pStyle w:val="libNormal"/>
      </w:pPr>
      <w:r w:rsidRPr="00E47180">
        <w:t>9.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बैहक़ी</w:t>
      </w:r>
      <w:r w:rsidRPr="008F4AF7">
        <w:rPr>
          <w:cs/>
          <w:lang w:bidi="hi-IN"/>
        </w:rPr>
        <w:t xml:space="preserve"> (</w:t>
      </w:r>
      <w:r w:rsidRPr="00E47180">
        <w:t>458)</w:t>
      </w:r>
    </w:p>
    <w:p w:rsidR="008F4AF7" w:rsidRPr="00E47180" w:rsidRDefault="008F4AF7" w:rsidP="008F4AF7">
      <w:pPr>
        <w:pStyle w:val="libNormal"/>
      </w:pPr>
      <w:r w:rsidRPr="00E47180">
        <w:t>10.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(</w:t>
      </w:r>
      <w:r w:rsidRPr="00E47180">
        <w:t>463)</w:t>
      </w:r>
    </w:p>
    <w:p w:rsidR="008F4AF7" w:rsidRPr="00E47180" w:rsidRDefault="008F4AF7" w:rsidP="008F4AF7">
      <w:pPr>
        <w:pStyle w:val="libNormal"/>
      </w:pPr>
      <w:r w:rsidRPr="00E47180">
        <w:t>11.</w:t>
      </w:r>
      <w:r w:rsidRPr="00E47180">
        <w:tab/>
      </w:r>
      <w:r w:rsidRPr="008F4AF7">
        <w:rPr>
          <w:rFonts w:hint="cs"/>
          <w:cs/>
          <w:lang w:bidi="hi-IN"/>
        </w:rPr>
        <w:t>फ़क़ीहे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मग़ाज़ेली</w:t>
      </w:r>
      <w:r w:rsidRPr="008F4AF7">
        <w:rPr>
          <w:cs/>
          <w:lang w:bidi="hi-IN"/>
        </w:rPr>
        <w:t xml:space="preserve"> (</w:t>
      </w:r>
      <w:r w:rsidRPr="00E47180">
        <w:t>483)</w:t>
      </w:r>
    </w:p>
    <w:p w:rsidR="008F4AF7" w:rsidRPr="00E47180" w:rsidRDefault="008F4AF7" w:rsidP="008F4AF7">
      <w:pPr>
        <w:pStyle w:val="libNormal"/>
      </w:pPr>
      <w:r w:rsidRPr="00E47180">
        <w:t>12.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हामिद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ग़ज़ाली</w:t>
      </w:r>
      <w:r w:rsidRPr="008F4AF7">
        <w:rPr>
          <w:cs/>
          <w:lang w:bidi="hi-IN"/>
        </w:rPr>
        <w:t xml:space="preserve"> (</w:t>
      </w:r>
      <w:r w:rsidRPr="00E47180">
        <w:t>505)</w:t>
      </w:r>
    </w:p>
    <w:p w:rsidR="008F4AF7" w:rsidRPr="00E47180" w:rsidRDefault="008F4AF7" w:rsidP="008F4AF7">
      <w:pPr>
        <w:pStyle w:val="libNormal"/>
      </w:pPr>
      <w:r w:rsidRPr="00E47180">
        <w:t>13.</w:t>
      </w:r>
      <w:r w:rsidRPr="00E47180">
        <w:tab/>
      </w:r>
      <w:r w:rsidRPr="008F4AF7">
        <w:rPr>
          <w:rFonts w:hint="cs"/>
          <w:cs/>
          <w:lang w:bidi="hi-IN"/>
        </w:rPr>
        <w:t>शहरिसतानी</w:t>
      </w:r>
      <w:r w:rsidRPr="008F4AF7">
        <w:rPr>
          <w:cs/>
          <w:lang w:bidi="hi-IN"/>
        </w:rPr>
        <w:t xml:space="preserve"> (</w:t>
      </w:r>
      <w:r w:rsidRPr="00E47180">
        <w:t>548)</w:t>
      </w:r>
    </w:p>
    <w:p w:rsidR="008F4AF7" w:rsidRPr="00E47180" w:rsidRDefault="008F4AF7" w:rsidP="008F4AF7">
      <w:pPr>
        <w:pStyle w:val="libNormal"/>
      </w:pPr>
      <w:r w:rsidRPr="00E47180">
        <w:t>14.</w:t>
      </w:r>
      <w:r w:rsidRPr="00E47180">
        <w:tab/>
      </w:r>
      <w:r w:rsidRPr="008F4AF7">
        <w:rPr>
          <w:rFonts w:hint="cs"/>
          <w:cs/>
          <w:lang w:bidi="hi-IN"/>
        </w:rPr>
        <w:t>ख़तीब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ख़ाऱज़मी</w:t>
      </w:r>
      <w:r w:rsidRPr="008F4AF7">
        <w:rPr>
          <w:cs/>
          <w:lang w:bidi="hi-IN"/>
        </w:rPr>
        <w:t xml:space="preserve"> (</w:t>
      </w:r>
      <w:r w:rsidRPr="00E47180">
        <w:t>568)</w:t>
      </w:r>
    </w:p>
    <w:p w:rsidR="008F4AF7" w:rsidRPr="00E47180" w:rsidRDefault="008F4AF7" w:rsidP="008F4AF7">
      <w:pPr>
        <w:pStyle w:val="libNormal"/>
      </w:pPr>
      <w:r w:rsidRPr="00E47180">
        <w:t>15.</w:t>
      </w:r>
      <w:r w:rsidRPr="00E47180">
        <w:tab/>
      </w:r>
      <w:r w:rsidRPr="008F4AF7">
        <w:rPr>
          <w:rFonts w:hint="cs"/>
          <w:cs/>
          <w:lang w:bidi="hi-IN"/>
        </w:rPr>
        <w:t>फ़ख़रे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(</w:t>
      </w:r>
      <w:r w:rsidRPr="00E47180">
        <w:t>606)</w:t>
      </w:r>
    </w:p>
    <w:p w:rsidR="008F4AF7" w:rsidRPr="00E47180" w:rsidRDefault="008F4AF7" w:rsidP="008F4AF7">
      <w:pPr>
        <w:pStyle w:val="libNormal"/>
      </w:pPr>
      <w:r w:rsidRPr="00E47180">
        <w:t>16.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शैबानी</w:t>
      </w:r>
      <w:r w:rsidRPr="008F4AF7">
        <w:rPr>
          <w:cs/>
          <w:lang w:bidi="hi-IN"/>
        </w:rPr>
        <w:t xml:space="preserve"> (</w:t>
      </w:r>
      <w:r w:rsidRPr="00E47180">
        <w:t>606)</w:t>
      </w:r>
    </w:p>
    <w:p w:rsidR="008F4AF7" w:rsidRPr="00E47180" w:rsidRDefault="008F4AF7" w:rsidP="008F4AF7">
      <w:pPr>
        <w:pStyle w:val="libNormal"/>
      </w:pPr>
      <w:r w:rsidRPr="00E47180">
        <w:t>17.</w:t>
      </w:r>
      <w:r w:rsidRPr="00E47180">
        <w:tab/>
      </w:r>
      <w:r w:rsidRPr="008F4AF7">
        <w:rPr>
          <w:rFonts w:hint="cs"/>
          <w:cs/>
          <w:lang w:bidi="hi-IN"/>
        </w:rPr>
        <w:t>इज़्ज़ुद्दीन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शैबानी</w:t>
      </w:r>
      <w:r w:rsidRPr="008F4AF7">
        <w:rPr>
          <w:cs/>
          <w:lang w:bidi="hi-IN"/>
        </w:rPr>
        <w:t xml:space="preserve"> (</w:t>
      </w:r>
      <w:r w:rsidRPr="00E47180">
        <w:t>630)</w:t>
      </w:r>
    </w:p>
    <w:p w:rsidR="008F4AF7" w:rsidRPr="00E47180" w:rsidRDefault="008F4AF7" w:rsidP="008F4AF7">
      <w:pPr>
        <w:pStyle w:val="libNormal"/>
      </w:pPr>
      <w:r w:rsidRPr="00E47180">
        <w:t>18.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अब्दिल्लाह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गंजी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E47180">
        <w:t>658)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जामेउल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428)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अससवाएक़े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मोहरेक़ा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तमहीद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171)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67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फ़ुसुलुल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मुहिम्मा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40)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290)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सिर्रुल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145)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94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फ़स्ल</w:t>
      </w:r>
      <w:r w:rsidRPr="008F4AF7">
        <w:rPr>
          <w:cs/>
          <w:lang w:bidi="hi-IN"/>
        </w:rPr>
        <w:t xml:space="preserve"> </w:t>
      </w:r>
      <w:r w:rsidRPr="00E47180">
        <w:t>14)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228)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उसदुल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किफ़ायतुत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62)</w:t>
      </w:r>
    </w:p>
    <w:p w:rsidR="008F4AF7" w:rsidRPr="00E47180" w:rsidRDefault="008F4AF7" w:rsidP="008F4AF7">
      <w:pPr>
        <w:pStyle w:val="libNormal"/>
      </w:pPr>
      <w:r w:rsidRPr="00E47180">
        <w:t>19.</w:t>
      </w:r>
      <w:r w:rsidRPr="00E47180">
        <w:tab/>
      </w:r>
      <w:r w:rsidRPr="008F4AF7">
        <w:rPr>
          <w:rFonts w:hint="cs"/>
          <w:cs/>
          <w:lang w:bidi="hi-IN"/>
        </w:rPr>
        <w:t>सिब्ते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हनफ़ी</w:t>
      </w:r>
      <w:r w:rsidRPr="008F4AF7">
        <w:rPr>
          <w:cs/>
          <w:lang w:bidi="hi-IN"/>
        </w:rPr>
        <w:t xml:space="preserve"> (</w:t>
      </w:r>
      <w:r w:rsidRPr="00E47180">
        <w:t>654)</w:t>
      </w:r>
    </w:p>
    <w:p w:rsidR="008F4AF7" w:rsidRPr="00E47180" w:rsidRDefault="008F4AF7" w:rsidP="008F4AF7">
      <w:pPr>
        <w:pStyle w:val="libNormal"/>
      </w:pPr>
      <w:r w:rsidRPr="00E47180">
        <w:t>20.</w:t>
      </w:r>
      <w:r w:rsidRPr="00E47180">
        <w:tab/>
      </w:r>
      <w:r w:rsidRPr="008F4AF7">
        <w:rPr>
          <w:rFonts w:hint="cs"/>
          <w:cs/>
          <w:lang w:bidi="hi-IN"/>
        </w:rPr>
        <w:t>मुहिब्बुद्दीन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(</w:t>
      </w:r>
      <w:r w:rsidRPr="00E47180">
        <w:t>694)</w:t>
      </w:r>
    </w:p>
    <w:p w:rsidR="008F4AF7" w:rsidRPr="00E47180" w:rsidRDefault="008F4AF7" w:rsidP="008F4AF7">
      <w:pPr>
        <w:pStyle w:val="libNormal"/>
      </w:pPr>
      <w:r w:rsidRPr="00E47180">
        <w:t>21.</w:t>
      </w:r>
      <w:r w:rsidRPr="00E47180">
        <w:tab/>
      </w:r>
      <w:r w:rsidRPr="008F4AF7">
        <w:rPr>
          <w:rFonts w:hint="cs"/>
          <w:cs/>
          <w:lang w:bidi="hi-IN"/>
        </w:rPr>
        <w:t>शेख़ुल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हमूई</w:t>
      </w:r>
      <w:r w:rsidRPr="008F4AF7">
        <w:rPr>
          <w:cs/>
          <w:lang w:bidi="hi-IN"/>
        </w:rPr>
        <w:t xml:space="preserve"> (</w:t>
      </w:r>
      <w:r w:rsidRPr="00E47180">
        <w:t>722)</w:t>
      </w:r>
    </w:p>
    <w:p w:rsidR="008F4AF7" w:rsidRPr="00E47180" w:rsidRDefault="008F4AF7" w:rsidP="008F4AF7">
      <w:pPr>
        <w:pStyle w:val="libNormal"/>
      </w:pPr>
      <w:r w:rsidRPr="00E47180">
        <w:t>22.</w:t>
      </w:r>
      <w:r w:rsidRPr="00E47180">
        <w:tab/>
      </w:r>
      <w:r w:rsidRPr="008F4AF7">
        <w:rPr>
          <w:rFonts w:hint="cs"/>
          <w:cs/>
          <w:lang w:bidi="hi-IN"/>
        </w:rPr>
        <w:t>निज़ामुद्दीन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पुरी</w:t>
      </w:r>
    </w:p>
    <w:p w:rsidR="008F4AF7" w:rsidRPr="00E47180" w:rsidRDefault="008F4AF7" w:rsidP="008F4AF7">
      <w:pPr>
        <w:pStyle w:val="libNormal"/>
      </w:pPr>
      <w:r w:rsidRPr="00E47180">
        <w:t>23.</w:t>
      </w:r>
      <w:r w:rsidRPr="00E47180">
        <w:tab/>
      </w:r>
      <w:r w:rsidRPr="008F4AF7">
        <w:rPr>
          <w:rFonts w:hint="cs"/>
          <w:cs/>
          <w:lang w:bidi="hi-IN"/>
        </w:rPr>
        <w:t>वलीयुद्दीन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ख़तीब</w:t>
      </w:r>
    </w:p>
    <w:p w:rsidR="008F4AF7" w:rsidRPr="00E47180" w:rsidRDefault="008F4AF7" w:rsidP="008F4AF7">
      <w:pPr>
        <w:pStyle w:val="libNormal"/>
      </w:pPr>
      <w:r w:rsidRPr="00E47180">
        <w:t>24.</w:t>
      </w:r>
      <w:r w:rsidRPr="00E47180">
        <w:tab/>
      </w:r>
      <w:r w:rsidRPr="008F4AF7">
        <w:rPr>
          <w:rFonts w:hint="cs"/>
          <w:cs/>
          <w:lang w:bidi="hi-IN"/>
        </w:rPr>
        <w:t>जमालुद्दीन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ज़रनदी</w:t>
      </w:r>
    </w:p>
    <w:p w:rsidR="008F4AF7" w:rsidRPr="00E47180" w:rsidRDefault="008F4AF7" w:rsidP="008F4AF7">
      <w:pPr>
        <w:pStyle w:val="libNormal"/>
      </w:pPr>
      <w:r w:rsidRPr="00E47180">
        <w:t>25.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दमिश्क़ी</w:t>
      </w:r>
    </w:p>
    <w:p w:rsidR="008F4AF7" w:rsidRPr="00E47180" w:rsidRDefault="008F4AF7" w:rsidP="008F4AF7">
      <w:pPr>
        <w:pStyle w:val="libNormal"/>
      </w:pPr>
      <w:r w:rsidRPr="00E47180">
        <w:t>26.</w:t>
      </w:r>
      <w:r w:rsidRPr="00E47180">
        <w:tab/>
      </w:r>
      <w:r w:rsidRPr="008F4AF7">
        <w:rPr>
          <w:rFonts w:hint="cs"/>
          <w:cs/>
          <w:lang w:bidi="hi-IN"/>
        </w:rPr>
        <w:t>तक़ीयुद्दीन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मक़रीज़ी</w:t>
      </w:r>
    </w:p>
    <w:p w:rsidR="008F4AF7" w:rsidRPr="00E47180" w:rsidRDefault="008F4AF7" w:rsidP="008F4AF7">
      <w:pPr>
        <w:pStyle w:val="libNormal"/>
      </w:pPr>
      <w:r w:rsidRPr="00E47180">
        <w:lastRenderedPageBreak/>
        <w:t>27.</w:t>
      </w:r>
      <w:r w:rsidRPr="00E47180">
        <w:tab/>
      </w:r>
      <w:r w:rsidRPr="008F4AF7">
        <w:rPr>
          <w:rFonts w:hint="cs"/>
          <w:cs/>
          <w:lang w:bidi="hi-IN"/>
        </w:rPr>
        <w:t>नूरुद्दीन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सबाग़े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मालिकी</w:t>
      </w:r>
    </w:p>
    <w:p w:rsidR="008F4AF7" w:rsidRPr="00E47180" w:rsidRDefault="008F4AF7" w:rsidP="008F4AF7">
      <w:pPr>
        <w:pStyle w:val="libNormal"/>
      </w:pPr>
      <w:r w:rsidRPr="00E47180">
        <w:t>28.</w:t>
      </w:r>
      <w:r w:rsidRPr="00E47180">
        <w:tab/>
      </w:r>
      <w:r w:rsidRPr="008F4AF7">
        <w:rPr>
          <w:rFonts w:hint="cs"/>
          <w:cs/>
          <w:lang w:bidi="hi-IN"/>
        </w:rPr>
        <w:t>मुत्तक़ी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हिन्दी</w:t>
      </w:r>
    </w:p>
    <w:p w:rsidR="008F4AF7" w:rsidRPr="00E47180" w:rsidRDefault="008F4AF7" w:rsidP="008F4AF7">
      <w:pPr>
        <w:pStyle w:val="libNormal"/>
      </w:pPr>
      <w:r w:rsidRPr="00E47180">
        <w:t>29.</w:t>
      </w:r>
      <w:r w:rsidRPr="00E47180">
        <w:tab/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शहाबुद्दीन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क़सतानी</w:t>
      </w:r>
    </w:p>
    <w:p w:rsidR="008F4AF7" w:rsidRPr="00E47180" w:rsidRDefault="008F4AF7" w:rsidP="008F4AF7">
      <w:pPr>
        <w:pStyle w:val="libNormal"/>
      </w:pPr>
      <w:r w:rsidRPr="00E47180">
        <w:t>30.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हैसमी</w:t>
      </w:r>
    </w:p>
    <w:p w:rsidR="008F4AF7" w:rsidRPr="00E47180" w:rsidRDefault="008F4AF7" w:rsidP="008F4AF7">
      <w:pPr>
        <w:pStyle w:val="libNormal"/>
      </w:pPr>
      <w:r w:rsidRPr="00E47180">
        <w:t>31.</w:t>
      </w:r>
      <w:r w:rsidRPr="00E47180">
        <w:tab/>
      </w:r>
      <w:r w:rsidRPr="008F4AF7">
        <w:rPr>
          <w:rFonts w:hint="cs"/>
          <w:cs/>
          <w:lang w:bidi="hi-IN"/>
        </w:rPr>
        <w:t>शमसुद्दीन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</w:p>
    <w:p w:rsidR="008F4AF7" w:rsidRPr="00E47180" w:rsidRDefault="008F4AF7" w:rsidP="008F4AF7">
      <w:pPr>
        <w:pStyle w:val="libNormal"/>
      </w:pPr>
      <w:r w:rsidRPr="00E47180">
        <w:t>32.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अब्दिल्लाह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ज़रक़ावी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मालिकी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ख़वास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रियाज़ुन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113)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फ़रायदुस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44)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ग़रायबुल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194)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मिशकातुल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मिसबाह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360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6103)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नज़्म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दुर्रुस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229)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388)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फ़ुसुलुल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मुहिम्मा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40)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कंज़ुल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36420)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मवाहिवुल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लदुन्निया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365)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सवाएक़े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मोहरेक़ा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44)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फ़ैज़ुल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218)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मवाहिब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13)</w:t>
      </w:r>
    </w:p>
    <w:p w:rsidR="008F4AF7" w:rsidRPr="00E47180" w:rsidRDefault="008F4AF7" w:rsidP="008F4AF7">
      <w:pPr>
        <w:pStyle w:val="libNormal"/>
      </w:pPr>
      <w:r w:rsidRPr="00E47180">
        <w:t>33.</w:t>
      </w:r>
      <w:r w:rsidRPr="00E47180">
        <w:tab/>
      </w: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दहलान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वग़ैरह</w:t>
      </w:r>
    </w:p>
    <w:p w:rsidR="008F4AF7" w:rsidRPr="00E47180" w:rsidRDefault="008F4AF7" w:rsidP="00FD6765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फ़ुतूहातुल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306)</w:t>
      </w:r>
    </w:p>
    <w:p w:rsidR="001D08AD" w:rsidRDefault="001D08AD" w:rsidP="00FD6765">
      <w:pPr>
        <w:pStyle w:val="Heading1"/>
        <w:rPr>
          <w:cs/>
          <w:lang w:bidi="hi-IN"/>
        </w:rPr>
      </w:pPr>
    </w:p>
    <w:p w:rsidR="001D08AD" w:rsidRDefault="001D08AD" w:rsidP="00FD6765">
      <w:pPr>
        <w:pStyle w:val="Heading1"/>
        <w:rPr>
          <w:cs/>
          <w:lang w:bidi="hi-IN"/>
        </w:rPr>
      </w:pPr>
      <w:bookmarkStart w:id="57" w:name="_Toc457825281"/>
      <w:r w:rsidRPr="008F4AF7">
        <w:rPr>
          <w:rFonts w:hint="cs"/>
          <w:cs/>
          <w:lang w:bidi="hi-IN"/>
        </w:rPr>
        <w:t>मुवल्लेफ़ीने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bookmarkEnd w:id="57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क़दीम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जरीरे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तुरुक़े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जरीरे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साहिबे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देखीं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183 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तबक़ातुल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हुफ़्फ़ाज़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54)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उक़दा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तुरुक़े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E47180">
        <w:t>150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उक़दा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E47180">
        <w:t>70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तहज़ीबुत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337)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जुआली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E47180">
        <w:t>125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4.</w:t>
      </w:r>
      <w:r w:rsidRPr="00E47180">
        <w:tab/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दारक़ुतनी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गंजी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145)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145)</w:t>
      </w:r>
    </w:p>
    <w:p w:rsidR="008F4AF7" w:rsidRPr="00E47180" w:rsidRDefault="008F4AF7" w:rsidP="008F4AF7">
      <w:pPr>
        <w:pStyle w:val="libNormal"/>
      </w:pPr>
      <w:r w:rsidRPr="00E47180">
        <w:t>5.</w:t>
      </w:r>
      <w:r w:rsidRPr="00E47180">
        <w:tab/>
      </w:r>
      <w:r w:rsidRPr="008F4AF7">
        <w:rPr>
          <w:rFonts w:hint="cs"/>
          <w:cs/>
          <w:lang w:bidi="hi-IN"/>
        </w:rPr>
        <w:t>शमसुद्दीन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तुरुक़े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कुन्तो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दसियों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मुवस्सक़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कुन्तो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मुसतक़िल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हुफ़्फ़ाज़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231)</w:t>
      </w:r>
    </w:p>
    <w:p w:rsidR="008F4AF7" w:rsidRPr="00E47180" w:rsidRDefault="008F4AF7" w:rsidP="008F4AF7">
      <w:pPr>
        <w:pStyle w:val="libNormal"/>
      </w:pPr>
      <w:r w:rsidRPr="00E47180">
        <w:t>6.</w:t>
      </w:r>
      <w:r w:rsidRPr="00E47180">
        <w:tab/>
      </w:r>
      <w:r w:rsidRPr="008F4AF7">
        <w:rPr>
          <w:rFonts w:hint="cs"/>
          <w:cs/>
          <w:lang w:bidi="hi-IN"/>
        </w:rPr>
        <w:t>जज़री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तवातुर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मुसतक़िल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असनल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सैयदेना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E47180">
        <w:t>80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1)</w:t>
      </w:r>
    </w:p>
    <w:p w:rsidR="008F4AF7" w:rsidRPr="00E47180" w:rsidRDefault="008F4AF7" w:rsidP="008F4AF7">
      <w:pPr>
        <w:pStyle w:val="libNormal"/>
      </w:pPr>
      <w:r w:rsidRPr="00E47180">
        <w:t>7.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सजिसतानी़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दिरायह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नफ़हातुल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अज़हार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8.</w:t>
      </w:r>
      <w:r w:rsidRPr="00E47180">
        <w:tab/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क़ासिम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उबैदुल्लाह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हसकानी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दुआतुल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हुदात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शवाहिदुत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शवाहिदुत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190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246)</w:t>
      </w:r>
    </w:p>
    <w:p w:rsidR="008F4AF7" w:rsidRPr="00E47180" w:rsidRDefault="008F4AF7" w:rsidP="008F4AF7">
      <w:pPr>
        <w:pStyle w:val="libNormal"/>
      </w:pPr>
      <w:r w:rsidRPr="00E47180">
        <w:t>9.</w:t>
      </w:r>
      <w:r w:rsidRPr="00E47180">
        <w:tab/>
      </w:r>
      <w:r w:rsidRPr="008F4AF7">
        <w:rPr>
          <w:rFonts w:hint="cs"/>
          <w:cs/>
          <w:lang w:bidi="hi-IN"/>
        </w:rPr>
        <w:t>इमामुल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हरमैन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जवीनी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कंदूज़ी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यनाबीउल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मुसतक़िल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यनाबीउल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36</w:t>
      </w:r>
    </w:p>
    <w:p w:rsidR="001D08AD" w:rsidRDefault="001D08AD" w:rsidP="00FD6765">
      <w:pPr>
        <w:pStyle w:val="Heading1"/>
        <w:rPr>
          <w:cs/>
          <w:lang w:bidi="hi-IN"/>
        </w:rPr>
      </w:pPr>
    </w:p>
    <w:p w:rsidR="001D08AD" w:rsidRDefault="001D08AD" w:rsidP="00FD6765">
      <w:pPr>
        <w:pStyle w:val="Heading1"/>
        <w:rPr>
          <w:cs/>
          <w:lang w:bidi="hi-IN"/>
        </w:rPr>
      </w:pPr>
      <w:bookmarkStart w:id="58" w:name="_Toc457825282"/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दलादत</w:t>
      </w:r>
      <w:bookmarkEnd w:id="58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</w:p>
    <w:p w:rsidR="008F4AF7" w:rsidRPr="00E47180" w:rsidRDefault="008F4AF7" w:rsidP="008F4AF7">
      <w:pPr>
        <w:pStyle w:val="libNormal"/>
      </w:pPr>
      <w:r w:rsidRPr="00E47180">
        <w:t xml:space="preserve">1. </w:t>
      </w:r>
      <w:r w:rsidRPr="00E47180">
        <w:tab/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तबादुर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लुग़ते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तबादुर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2. </w:t>
      </w:r>
      <w:r w:rsidRPr="00E47180">
        <w:tab/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इज़ाफ़े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तबादुर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तबादुर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ज़ौजा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ज़ौजा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तिफ़्ल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बच्चे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3. </w:t>
      </w:r>
      <w:r w:rsidRPr="00E47180">
        <w:tab/>
      </w:r>
      <w:r w:rsidRPr="008F4AF7">
        <w:rPr>
          <w:rFonts w:hint="cs"/>
          <w:cs/>
          <w:lang w:bidi="hi-IN"/>
        </w:rPr>
        <w:t>क़ुरआनी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मुतालआ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औवलवियत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E47180">
        <w:rPr>
          <w:rFonts w:ascii="Times New Roman" w:hAnsi="Times New Roman" w:cs="Times New Roman" w:hint="cs"/>
          <w:rtl/>
        </w:rPr>
        <w:t>فَالْيَوْمَ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يُؤْخَذُ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فِدْيَةٌ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الَّذِينَ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كَفَرُوا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مَأْوَاكُمُ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النَّارُ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هِيَ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مَوْلَاكُمْ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وَبِئْسَ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الْمَصِيرُ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15)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फ़िदया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कुफ़्फ़ार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ठिकाना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जहन्नम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औवलवियत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 xml:space="preserve">4. </w:t>
      </w:r>
      <w:r w:rsidRPr="00E47180">
        <w:tab/>
      </w:r>
      <w:r w:rsidRPr="008F4AF7">
        <w:rPr>
          <w:rFonts w:hint="cs"/>
          <w:cs/>
          <w:lang w:bidi="hi-IN"/>
        </w:rPr>
        <w:t>फ़हमें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मुतालआ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परस्ती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मक़सूद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मंज़ूर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मुख़ालेफ़त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अशआर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E47180">
        <w:cr/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शख़्सियतों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अशआर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हस्सान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क़ैस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हिमयरी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कूफ़ी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देबले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ख़ुज़ाई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हम्मानी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कूफ़ी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अमीर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फ़रास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अलमुल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तहनीयत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>?</w:t>
      </w:r>
      <w:r w:rsidRPr="008F4AF7">
        <w:rPr>
          <w:rFonts w:hint="cs"/>
          <w:cs/>
          <w:lang w:bidi="hi-IN"/>
        </w:rPr>
        <w:t>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नोमान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फ़हरी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बर्दाश्त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दरख़्वास्त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डाली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कूफ़ा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: ....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ताअल्लुक़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?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 .........</w:t>
      </w:r>
      <w:r w:rsidRPr="008F4AF7">
        <w:rPr>
          <w:rFonts w:hint="cs"/>
          <w:cs/>
          <w:lang w:bidi="hi-IN"/>
        </w:rPr>
        <w:t>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इरशादुस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280)</w:t>
      </w:r>
    </w:p>
    <w:p w:rsidR="008F4AF7" w:rsidRPr="00E47180" w:rsidRDefault="008F4AF7" w:rsidP="008F4AF7">
      <w:pPr>
        <w:pStyle w:val="libNormal"/>
      </w:pPr>
      <w:r w:rsidRPr="00E47180">
        <w:t>5.</w:t>
      </w:r>
      <w:r w:rsidRPr="00E47180">
        <w:tab/>
      </w:r>
      <w:r w:rsidRPr="008F4AF7">
        <w:rPr>
          <w:rFonts w:hint="cs"/>
          <w:cs/>
          <w:lang w:bidi="hi-IN"/>
        </w:rPr>
        <w:t>इशतेराके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मअनवी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लुग़त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फ़िरोज़ाबादी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अब्द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आज़ाद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आज़ाद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शुदा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क़रीबी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पड़ोसी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फ़रज़ंद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चचा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शरीक</w:t>
      </w:r>
      <w:r w:rsidRPr="00E47180">
        <w:t xml:space="preserve">, </w:t>
      </w:r>
      <w:r w:rsidRPr="008F4AF7">
        <w:rPr>
          <w:rFonts w:hint="cs"/>
          <w:cs/>
          <w:lang w:bidi="hi-IN"/>
        </w:rPr>
        <w:t>भाँजा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तरबीयत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यावर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नेमत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दोस्त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दामाद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क़ामूसुल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मुहीत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410)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lastRenderedPageBreak/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औवलवियत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मुशतरके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मअनवी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मुशतरके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114, 115)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मोहतरम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थोड़ी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औवलवियत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इतलाक़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औवलवियत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आज़ाद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ग़ुलाम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4.</w:t>
      </w:r>
      <w:r w:rsidRPr="00E47180">
        <w:tab/>
      </w:r>
      <w:r w:rsidRPr="008F4AF7">
        <w:rPr>
          <w:rFonts w:hint="cs"/>
          <w:cs/>
          <w:lang w:bidi="hi-IN"/>
        </w:rPr>
        <w:t>आज़ाद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दूसरों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शुक्रिया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5.</w:t>
      </w:r>
      <w:r w:rsidRPr="00E47180">
        <w:tab/>
      </w:r>
      <w:r w:rsidRPr="008F4AF7">
        <w:rPr>
          <w:rFonts w:hint="cs"/>
          <w:cs/>
          <w:lang w:bidi="hi-IN"/>
        </w:rPr>
        <w:t>साथी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हुक़ूक़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मारेफ़त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lastRenderedPageBreak/>
        <w:t>6.</w:t>
      </w:r>
      <w:r w:rsidRPr="00E47180">
        <w:tab/>
      </w:r>
      <w:r w:rsidRPr="008F4AF7">
        <w:rPr>
          <w:rFonts w:hint="cs"/>
          <w:cs/>
          <w:lang w:bidi="hi-IN"/>
        </w:rPr>
        <w:t>नज़दीक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देफ़ाअ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7.</w:t>
      </w:r>
      <w:r w:rsidRPr="00E47180">
        <w:tab/>
      </w:r>
      <w:r w:rsidRPr="008F4AF7">
        <w:rPr>
          <w:rFonts w:hint="cs"/>
          <w:cs/>
          <w:lang w:bidi="hi-IN"/>
        </w:rPr>
        <w:t>पड़ोसी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पड़ोसियों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हुक़ूक़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रियाअत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8.</w:t>
      </w:r>
      <w:r w:rsidRPr="00E47180">
        <w:tab/>
      </w: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शरीक़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देफ़ाअ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हिमायत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9.</w:t>
      </w:r>
      <w:r w:rsidRPr="00E47180">
        <w:tab/>
      </w:r>
      <w:r w:rsidRPr="008F4AF7">
        <w:rPr>
          <w:rFonts w:hint="cs"/>
          <w:cs/>
          <w:lang w:bidi="hi-IN"/>
        </w:rPr>
        <w:t>औलाद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10.</w:t>
      </w:r>
      <w:r w:rsidRPr="00E47180">
        <w:tab/>
      </w:r>
      <w:r w:rsidRPr="008F4AF7">
        <w:rPr>
          <w:rFonts w:hint="cs"/>
          <w:cs/>
          <w:lang w:bidi="hi-IN"/>
        </w:rPr>
        <w:t>चचा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देखभाल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लुग़ते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..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मौलाहु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रदीफ़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6.</w:t>
      </w:r>
      <w:r w:rsidRPr="00E47180">
        <w:tab/>
      </w:r>
      <w:r w:rsidRPr="008F4AF7">
        <w:rPr>
          <w:rFonts w:hint="cs"/>
          <w:cs/>
          <w:lang w:bidi="hi-IN"/>
        </w:rPr>
        <w:t>सद्रे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क़रीना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...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 ....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........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तफ़रीई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फ़रमाते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ओहदा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</w:p>
    <w:p w:rsidR="008F4AF7" w:rsidRPr="00E47180" w:rsidRDefault="008F4AF7" w:rsidP="008F4AF7">
      <w:pPr>
        <w:pStyle w:val="libNormal"/>
      </w:pPr>
      <w:r w:rsidRPr="00E47180">
        <w:t xml:space="preserve">: </w:t>
      </w:r>
      <w:r w:rsidRPr="00E47180">
        <w:rPr>
          <w:rFonts w:ascii="Times New Roman" w:hAnsi="Times New Roman" w:cs="Times New Roman" w:hint="cs"/>
          <w:rtl/>
        </w:rPr>
        <w:t>النَّبِيُّ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أَوْلَى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بِالْمُؤْمِنِينَ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أَنفُسِهِمْ</w:t>
      </w: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क़सतानी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भलाई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बरख़िलाफ़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नफ़्सों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बैज़ावी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नफ़्सों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हज़पत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दूसरों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होगें।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इरशादुस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280)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अनवारूत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बैज़ावी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ज़मख़्शरी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मुतलक़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सुयूती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अलकाशिफ़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523)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मदारिकुत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नसफ़ी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294, 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जलालैन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क़ाबिले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....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हंबल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निसाई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शैबानी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ज़हबी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हाकिम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सअलबी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बैहक़ी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मग़ाज़ेली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ख़ारज़मी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बैज़ावी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असीर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गंजी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तफ़ताज़ानी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ऐजी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मुहिब्बुद्दीन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तबरी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हमूई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ज़रन्दी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क़सतानी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जज़री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मक़रीज़ी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सब्बाग़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हैसमी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समहूदी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सुयूती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हलबी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बदख़शी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वग़ैरह।</w:t>
      </w:r>
    </w:p>
    <w:p w:rsidR="008F4AF7" w:rsidRPr="00E47180" w:rsidRDefault="008F4AF7" w:rsidP="008F4AF7">
      <w:pPr>
        <w:pStyle w:val="libNormal"/>
      </w:pPr>
      <w:r w:rsidRPr="00E47180">
        <w:t>7.</w:t>
      </w:r>
      <w:r w:rsidRPr="00E47180">
        <w:tab/>
      </w:r>
      <w:r w:rsidRPr="008F4AF7">
        <w:rPr>
          <w:rFonts w:hint="cs"/>
          <w:cs/>
          <w:lang w:bidi="hi-IN"/>
        </w:rPr>
        <w:t>ज़ैले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..........(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118, </w:t>
      </w:r>
      <w:r w:rsidRPr="008F4AF7">
        <w:rPr>
          <w:rFonts w:hint="cs"/>
          <w:cs/>
          <w:lang w:bidi="hi-IN"/>
        </w:rPr>
        <w:t>मुसतदरके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आहंग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रखता।</w:t>
      </w:r>
    </w:p>
    <w:p w:rsidR="008F4AF7" w:rsidRPr="00E47180" w:rsidRDefault="008F4AF7" w:rsidP="008F4AF7">
      <w:pPr>
        <w:pStyle w:val="libNormal"/>
      </w:pPr>
      <w:r w:rsidRPr="00E47180">
        <w:t>8.</w:t>
      </w:r>
      <w:r w:rsidRPr="00E47180">
        <w:tab/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बनाना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हुज़ैफ़ा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वहदानियत</w:t>
      </w:r>
      <w:r w:rsidRPr="008F4AF7">
        <w:rPr>
          <w:cs/>
          <w:lang w:bidi="hi-IN"/>
        </w:rPr>
        <w:t xml:space="preserve"> ..............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नबूव्वत</w:t>
      </w:r>
      <w:r w:rsidRPr="008F4AF7">
        <w:rPr>
          <w:cs/>
          <w:lang w:bidi="hi-IN"/>
        </w:rPr>
        <w:t xml:space="preserve"> ..........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नफ़्सों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उसदुल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5940, 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226, </w:t>
      </w:r>
      <w:r w:rsidRPr="008F4AF7">
        <w:rPr>
          <w:rFonts w:hint="cs"/>
          <w:cs/>
          <w:lang w:bidi="hi-IN"/>
        </w:rPr>
        <w:t>सीरये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374)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तौहीद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रदीफ़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9.</w:t>
      </w:r>
      <w:r w:rsidRPr="00E47180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मुकम्मल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सहीहुसस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rPr>
          <w:rFonts w:ascii="Times New Roman" w:hAnsi="Times New Roman" w:cs="Times New Roman" w:hint="cs"/>
          <w:rtl/>
        </w:rPr>
        <w:t>الْيَوْمَ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يَئِسَ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الَّذِينَ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كَفَرُوا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دِينِكُمْ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تَخْشَوْهُمْ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وَاخْشَوْنِ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ۚ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الْيَوْمَ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أَكْمَلْتُ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دِينَكُمْ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وَأَتْمَمْتُ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عَلَيْكُمْ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نِعْمَتِي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وَرَضِيتُ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الْإِسْلَامَ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دِينًا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ۚ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فَمَنِ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اضْطُرَّ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مَخْمَصَةٍ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غَيْرَ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مُتَجَانِفٍ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لِّإِثْمٍ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ۙ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فَإِنَّ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غَفُورٌ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رَّحِيمٌ</w:t>
      </w:r>
      <w:r w:rsidRPr="00E47180">
        <w:t xml:space="preserve"> 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ख़ुदावंदें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आहंन्ग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...........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214, </w:t>
      </w:r>
      <w:r w:rsidRPr="008F4AF7">
        <w:rPr>
          <w:rFonts w:hint="cs"/>
          <w:cs/>
          <w:lang w:bidi="hi-IN"/>
        </w:rPr>
        <w:t>शवाहिदुत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अल्लाहो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अकबर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नेमतें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 10.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: </w:t>
      </w:r>
      <w:r w:rsidRPr="00E47180">
        <w:t xml:space="preserve">……. </w:t>
      </w:r>
      <w:r w:rsidRPr="008F4AF7">
        <w:rPr>
          <w:rFonts w:hint="cs"/>
          <w:cs/>
          <w:lang w:bidi="hi-IN"/>
        </w:rPr>
        <w:t>गोया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.............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लूँ।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रेहलत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ख़िलाफ़त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आहंग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11.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तहनीयत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शरफ़ुल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पुरी</w:t>
      </w:r>
      <w:r w:rsidRPr="008F4AF7">
        <w:rPr>
          <w:cs/>
          <w:lang w:bidi="hi-IN"/>
        </w:rPr>
        <w:t xml:space="preserve"> (</w:t>
      </w:r>
      <w:r w:rsidRPr="00E47180">
        <w:t xml:space="preserve">407)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>.....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नबूव्वत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</w:t>
      </w:r>
    </w:p>
    <w:p w:rsidR="008F4AF7" w:rsidRPr="00E47180" w:rsidRDefault="008F4AF7" w:rsidP="008F4AF7">
      <w:pPr>
        <w:pStyle w:val="libNormal"/>
      </w:pPr>
      <w:r w:rsidRPr="00E47180">
        <w:t>12.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सुयूती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मबऊस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संगीन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करूँगा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झुटलायेगें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ज़रूर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वर्ना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: </w:t>
      </w:r>
      <w:r w:rsidRPr="00E47180">
        <w:rPr>
          <w:rFonts w:ascii="Times New Roman" w:hAnsi="Times New Roman" w:cs="Times New Roman" w:hint="cs"/>
          <w:rtl/>
        </w:rPr>
        <w:t>واللہ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یعصمک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الناس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दुर्रे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298)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? </w:t>
      </w:r>
      <w:r w:rsidRPr="008F4AF7">
        <w:rPr>
          <w:rFonts w:hint="cs"/>
          <w:cs/>
          <w:lang w:bidi="hi-IN"/>
        </w:rPr>
        <w:t>हरगिज़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कु़रैश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ख़ुसूमत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 </w:t>
      </w:r>
      <w:r w:rsidRPr="00E47180">
        <w:rPr>
          <w:rFonts w:ascii="Times New Roman" w:hAnsi="Times New Roman" w:cs="Times New Roman" w:hint="cs"/>
          <w:rtl/>
        </w:rPr>
        <w:t>النَّبِيُّ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أَوْلَى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بِالْمُؤْمِنِينَ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أَنفُسِهِمْ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چ</w:t>
      </w:r>
      <w:r w:rsidRPr="00E47180">
        <w:rPr>
          <w:rtl/>
        </w:rPr>
        <w:t xml:space="preserve"> 13</w:t>
      </w:r>
      <w:r w:rsidRPr="00E47180">
        <w:t>.</w:t>
      </w:r>
      <w:r w:rsidRPr="008F4AF7">
        <w:rPr>
          <w:rFonts w:hint="cs"/>
          <w:cs/>
          <w:lang w:bidi="hi-IN"/>
        </w:rPr>
        <w:t>हारिस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नोमान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इंकार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नोमान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फ़हरी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तुमने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तुमने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तुमने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ज़कात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चचाज़ाद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पकड़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.............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?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माबूद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नोमान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मुँह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पत्थर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भेज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दर्दनाक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मुब्तला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पत्थर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पुश्त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जहन्नम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E47180">
        <w:rPr>
          <w:rFonts w:ascii="Times New Roman" w:hAnsi="Times New Roman" w:cs="Times New Roman" w:hint="cs"/>
          <w:rtl/>
        </w:rPr>
        <w:t>سَأَلَ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سَائِلٌ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بِعَذَابٍ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وَاقِعٍ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﴿﴾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لِّلْكَافِرِينَ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لَيْسَ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دَافِعٌ</w:t>
      </w:r>
      <w:r w:rsidRPr="00E47180">
        <w:t>) 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मआरिज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1,2)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माँगने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सअलबी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नुसरत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माँगने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?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lastRenderedPageBreak/>
        <w:t>14.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शहाबुद्दीन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हमदानी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  <w:r w:rsidRPr="00E47180">
        <w:t>………….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मवद्दतुस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क़ुरबा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मवद्दते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पंजुम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हमविनी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करें।जबकि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मुताबेक़त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फ़रायदुस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पेद</w:t>
      </w:r>
      <w:r w:rsidRPr="008F4AF7">
        <w:rPr>
          <w:cs/>
          <w:lang w:bidi="hi-IN"/>
        </w:rPr>
        <w:t xml:space="preserve"> </w:t>
      </w:r>
      <w:r w:rsidRPr="00E47180">
        <w:t>312)</w:t>
      </w:r>
    </w:p>
    <w:p w:rsidR="008F4AF7" w:rsidRPr="00E47180" w:rsidRDefault="008F4AF7" w:rsidP="008F4AF7">
      <w:pPr>
        <w:pStyle w:val="libNormal"/>
      </w:pPr>
      <w:r w:rsidRPr="00E47180">
        <w:t xml:space="preserve">15. </w:t>
      </w:r>
      <w:r w:rsidRPr="008F4AF7">
        <w:rPr>
          <w:rFonts w:hint="cs"/>
          <w:cs/>
          <w:lang w:bidi="hi-IN"/>
        </w:rPr>
        <w:t>ताजे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शराफ़त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अम्मामा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क़ैयिम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अम्मामा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ज़ादुल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अम्मामे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मुहिबुद्दीन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बहरानी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अम्मामा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451, </w:t>
      </w:r>
      <w:r w:rsidRPr="008F4AF7">
        <w:rPr>
          <w:rFonts w:hint="cs"/>
          <w:cs/>
          <w:lang w:bidi="hi-IN"/>
        </w:rPr>
        <w:t>सोनने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दाऊद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रेयाज़ुन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289, </w:t>
      </w:r>
      <w:r w:rsidRPr="008F4AF7">
        <w:rPr>
          <w:rFonts w:hint="cs"/>
          <w:cs/>
          <w:lang w:bidi="hi-IN"/>
        </w:rPr>
        <w:t>उसदुल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पोशी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दाऊदे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तयालसी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शैबा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बैहक़ी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युसुफ़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ज़रन्दी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सब्बाग़े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मालिकी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जलालुद्दीने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सुयूती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16.</w:t>
      </w:r>
      <w:r w:rsidRPr="008F4AF7">
        <w:rPr>
          <w:rFonts w:hint="cs"/>
          <w:cs/>
          <w:lang w:bidi="hi-IN"/>
        </w:rPr>
        <w:t>औलवियत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सिब्ते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औलवियत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रदद्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दसवे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इस्फ़हानी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बहरैन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असातिद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ख़वास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मुतअद्दिद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तौजीह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तावील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lastRenderedPageBreak/>
        <w:t>1.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ग़ज़ाली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तसलीनॉम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रज़ा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रियासत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ग़लबा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>..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मुँह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क़ीमत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वाक़ेयन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सिब्ते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सिर्रुल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39, 40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आफ़ाक़िल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ख़वास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62)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मजदूद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आदम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मारूफ़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शेयर</w:t>
      </w:r>
      <w:r w:rsidRPr="008F4AF7">
        <w:rPr>
          <w:cs/>
          <w:lang w:bidi="hi-IN"/>
        </w:rPr>
        <w:t xml:space="preserve"> ...........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हदीक़तुल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हकीम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नेसाई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8F4AF7">
        <w:rPr>
          <w:rFonts w:hint="cs"/>
          <w:cs/>
          <w:lang w:bidi="hi-IN"/>
        </w:rPr>
        <w:t>फ़रीदुद्दीन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अत्तार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पुरी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FD6765">
      <w:pPr>
        <w:pStyle w:val="libNormal"/>
      </w:pPr>
      <w:r w:rsidRPr="008F4AF7">
        <w:rPr>
          <w:rFonts w:hint="cs"/>
          <w:cs/>
          <w:lang w:bidi="hi-IN"/>
        </w:rPr>
        <w:t>शेर</w:t>
      </w:r>
      <w:r w:rsidRPr="008F4AF7">
        <w:rPr>
          <w:cs/>
          <w:lang w:bidi="hi-IN"/>
        </w:rPr>
        <w:t xml:space="preserve"> ............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मसनवी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तर्जुमा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अशआर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रहूँगा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दूँगा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जिबरईले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क़ह्हार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क़य्यूम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मुर्तज़ा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4.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आयए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मुबाहेला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rPr>
          <w:rFonts w:ascii="Times New Roman" w:hAnsi="Times New Roman" w:cs="Times New Roman" w:hint="cs"/>
          <w:rtl/>
        </w:rPr>
        <w:t>فَمَنْ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حَاجَّكَ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فِيهِ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بَعْدِ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جَاءَكَ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الْعِلْمِ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فَقُلْ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تَعَالَوْا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نَدْعُ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أَبْنَاءَنَا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وَأَبْنَاءَكُمْ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وَنِسَاءَنَا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وَنِسَاءَكُمْ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وَأَنفُسَنَا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وَأَنفُسَكُمْ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ثُمَّ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نَبْتَهِلْ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فَنَجْعَل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لَّعْنَتَ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الْكَاذِبِينَ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61)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अनफ़ुसना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lastRenderedPageBreak/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नासिर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मर्तबा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औलियाए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खु़दा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अच्छा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मैदान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आओ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बुलायें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बुलायें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बुलायें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गिड़गिड़ायें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झूठो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मतालबुस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44, 45)</w:t>
      </w:r>
    </w:p>
    <w:p w:rsidR="008F4AF7" w:rsidRPr="00E47180" w:rsidRDefault="008F4AF7" w:rsidP="008F4AF7">
      <w:pPr>
        <w:pStyle w:val="libNormal"/>
      </w:pPr>
      <w:r w:rsidRPr="00E47180">
        <w:t>5.</w:t>
      </w:r>
      <w:r w:rsidRPr="008F4AF7">
        <w:rPr>
          <w:rFonts w:hint="cs"/>
          <w:cs/>
          <w:lang w:bidi="hi-IN"/>
        </w:rPr>
        <w:t>सिबते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जौज़ी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बित्तसर्रुफ़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6.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युसुफ़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गंजी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बित्तसर्रुफ़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ख़वास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>34)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किफ़ायतुत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>167)</w:t>
      </w:r>
    </w:p>
    <w:p w:rsidR="008F4AF7" w:rsidRPr="00E47180" w:rsidRDefault="008F4AF7" w:rsidP="008F4AF7">
      <w:pPr>
        <w:pStyle w:val="libNormal"/>
      </w:pPr>
      <w:r w:rsidRPr="00E47180">
        <w:t>7.</w:t>
      </w:r>
      <w:r w:rsidRPr="008F4AF7">
        <w:rPr>
          <w:rFonts w:hint="cs"/>
          <w:cs/>
          <w:lang w:bidi="hi-IN"/>
        </w:rPr>
        <w:t>सईदुद्दीन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फ़रग़ानी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फ़ारिज़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शेयर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तशरीह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फ़ारिज़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शेयर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FD6765" w:rsidP="008F4AF7">
      <w:pPr>
        <w:pStyle w:val="libNormal"/>
      </w:pPr>
      <w:r>
        <w:rPr>
          <w:rFonts w:hint="cs"/>
          <w:cs/>
          <w:lang w:bidi="hi-IN"/>
        </w:rPr>
        <w:t>शे</w:t>
      </w:r>
      <w:r w:rsidR="008F4AF7" w:rsidRPr="008F4AF7">
        <w:rPr>
          <w:rFonts w:hint="cs"/>
          <w:cs/>
          <w:lang w:bidi="hi-IN"/>
        </w:rPr>
        <w:t>र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फरग़ानी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शेयर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पेचीदा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 .......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फ़ारिज़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फ़रग़ानी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8.</w:t>
      </w:r>
      <w:r w:rsidRPr="008F4AF7">
        <w:rPr>
          <w:rFonts w:hint="cs"/>
          <w:cs/>
          <w:lang w:bidi="hi-IN"/>
        </w:rPr>
        <w:t>तक़ीउद्दीन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मक़रेज़ी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ज़ूलाक़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हिज्जा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सन्</w:t>
      </w:r>
      <w:r w:rsidRPr="008F4AF7">
        <w:rPr>
          <w:cs/>
          <w:lang w:bidi="hi-IN"/>
        </w:rPr>
        <w:t xml:space="preserve"> </w:t>
      </w:r>
      <w:r w:rsidRPr="00E47180">
        <w:t>363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मग़रिब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मशग़ूल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बनाया।</w:t>
      </w:r>
    </w:p>
    <w:p w:rsidR="008F4AF7" w:rsidRPr="00E47180" w:rsidRDefault="008F4AF7" w:rsidP="008F4AF7">
      <w:pPr>
        <w:pStyle w:val="libNormal"/>
      </w:pPr>
      <w:r w:rsidRPr="00E47180">
        <w:t>9.</w:t>
      </w:r>
      <w:r w:rsidRPr="008F4AF7">
        <w:rPr>
          <w:rFonts w:hint="cs"/>
          <w:cs/>
          <w:lang w:bidi="hi-IN"/>
        </w:rPr>
        <w:t>सअदुद्दीन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तफ़ताज़ानी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 (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पड़ोसी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चचाज़ाद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यावर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(....)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जहन्नम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सज़ावार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 ...................(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अशआर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मुतवल्ली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लुग़त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मक़सूद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सिग़ा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जरूरी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मुताबेक़त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नासिर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खाता</w:t>
      </w:r>
      <w:r w:rsidRPr="00E47180">
        <w:t xml:space="preserve">, </w:t>
      </w:r>
      <w:r w:rsidRPr="008F4AF7">
        <w:rPr>
          <w:rFonts w:hint="cs"/>
          <w:cs/>
          <w:lang w:bidi="hi-IN"/>
        </w:rPr>
        <w:lastRenderedPageBreak/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माहौल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तपती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सरपरस्ती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दख़्ल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अँदाज़ी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मंज़िलत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मवायज़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बेज़िक्रिल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220)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मक़ासिद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290)</w:t>
      </w:r>
    </w:p>
    <w:p w:rsidR="001D08AD" w:rsidRDefault="001D08AD" w:rsidP="00FD6765">
      <w:pPr>
        <w:pStyle w:val="Heading1"/>
        <w:rPr>
          <w:cs/>
          <w:lang w:bidi="hi-IN"/>
        </w:rPr>
      </w:pPr>
    </w:p>
    <w:p w:rsidR="001D08AD" w:rsidRDefault="001D08AD" w:rsidP="00FD6765">
      <w:pPr>
        <w:pStyle w:val="Heading1"/>
        <w:rPr>
          <w:cs/>
          <w:lang w:bidi="hi-IN"/>
        </w:rPr>
      </w:pPr>
      <w:bookmarkStart w:id="59" w:name="_Toc457825283"/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छिपाने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bookmarkEnd w:id="59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वुजूहात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सख़्त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बीमारों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मुब्तला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अनस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छुपाया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सफ़ेद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कोढ़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मुब्तला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गये।</w:t>
      </w:r>
      <w:r w:rsidRPr="008F4AF7">
        <w:rPr>
          <w:cs/>
          <w:lang w:bidi="hi-IN"/>
        </w:rPr>
        <w:t>(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आज़िब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छिपाने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अंधे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गये।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अरक़म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छिपाने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नाबीना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गये।</w:t>
      </w:r>
      <w:r w:rsidRPr="008F4AF7">
        <w:rPr>
          <w:cs/>
          <w:lang w:bidi="hi-IN"/>
        </w:rPr>
        <w:t>(</w:t>
      </w:r>
    </w:p>
    <w:p w:rsidR="008F4AF7" w:rsidRPr="00E47180" w:rsidRDefault="008F4AF7" w:rsidP="008F4AF7">
      <w:pPr>
        <w:pStyle w:val="libNormal"/>
      </w:pPr>
      <w:r w:rsidRPr="00E47180">
        <w:t>4.</w:t>
      </w:r>
      <w:r w:rsidRPr="00E47180">
        <w:tab/>
      </w:r>
      <w:r w:rsidRPr="008F4AF7">
        <w:rPr>
          <w:rFonts w:hint="cs"/>
          <w:cs/>
          <w:lang w:bidi="hi-IN"/>
        </w:rPr>
        <w:t>जरीर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बजली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छुपाने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जाहिलीयत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मआरिफ़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क़तीबा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194, 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362)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अहक़ाक़ुल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560, </w:t>
      </w:r>
      <w:r w:rsidRPr="008F4AF7">
        <w:rPr>
          <w:rFonts w:hint="cs"/>
          <w:cs/>
          <w:lang w:bidi="hi-IN"/>
        </w:rPr>
        <w:t>अरजहुल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580)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362, </w:t>
      </w:r>
      <w:r w:rsidRPr="008F4AF7">
        <w:rPr>
          <w:rFonts w:hint="cs"/>
          <w:cs/>
          <w:lang w:bidi="hi-IN"/>
        </w:rPr>
        <w:t>सीरय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337)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ख़तीब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हुरैरा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हिज़हिज्जा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E47180">
        <w:t>60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महीनों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? </w:t>
      </w:r>
      <w:r w:rsidRPr="008F4AF7">
        <w:rPr>
          <w:rFonts w:hint="cs"/>
          <w:cs/>
          <w:lang w:bidi="hi-IN"/>
        </w:rPr>
        <w:t>सबने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रसूल्लाह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rPr>
          <w:rFonts w:ascii="Times New Roman" w:hAnsi="Times New Roman" w:cs="Times New Roman" w:hint="cs"/>
          <w:rtl/>
        </w:rPr>
        <w:t>الْيَوْمَ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أَكْمَلْتُ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دِينَكُمْ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وَأَتْمَمْتُ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عَلَيْكُمْ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نِعْمَتِي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وَرَضِيتُ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الْإِسْلَامَ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دِينًا</w:t>
      </w: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290, 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मग़ाज़ेली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18,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24, 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ख़वास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30, </w:t>
      </w:r>
      <w:r w:rsidRPr="008F4AF7">
        <w:rPr>
          <w:rFonts w:hint="cs"/>
          <w:cs/>
          <w:lang w:bidi="hi-IN"/>
        </w:rPr>
        <w:t>फ़रायदुस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44)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बशरान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दारक़ुतनी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हबीशून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ख़ल्लाल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रबीआ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शौज़ब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वर्राक़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हौशब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हुरैरा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हुरैरा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विसाक़त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हौशब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अशअरी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इसफ़हानी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वनसवी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तौसीक़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तौसीक़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हिलयतुल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औवलिया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>69)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मीज़ानुल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ऐतेदाल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283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3756)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>148)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मतर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वर्राक़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ख़ुरासानी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औवलिया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  <w:t>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हब्बान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बोलने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सेहाह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अब्दुर्रहमान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शौज़ब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हाफ़िज़े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औवलिया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ख़ज़रजी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>(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हिलयतुल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औवलिया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435)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हिलयतुल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औवलिया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>135)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ख़ुलासतुल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ख़ज़रजी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3566)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सौरी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असातीज़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हलफ़ून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तौसीक़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नमीर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अजली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अम्मार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ज़मरा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रबीआ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अब्दिल्लाह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अमीन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नेकमर्द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मलीहुल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अफ़ज़ल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तहज़ीबुत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225)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475)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तबक़ातुल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471)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रमली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तौसीक़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गुफ़गुतू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सुनी</w:t>
      </w:r>
      <w:r w:rsidRPr="00E47180">
        <w:t>, (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लेसानुल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मीज़ान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तौसीक़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हबशून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अय्यूब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ख़ल्लाल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तौसीक़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दारकु़तनी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हिकायत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बोलने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lastRenderedPageBreak/>
        <w:t>•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सोनन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ख़लक़ान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नैशापुरी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मीज़ानुल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ऐतेदाल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5833,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5851)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लेसानुल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260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5806)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284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4392)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वफ़ायातुल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279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434)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हुफ़्फ़ाज़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991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925)</w:t>
      </w:r>
    </w:p>
    <w:p w:rsidR="001D08AD" w:rsidRDefault="001D08AD" w:rsidP="00FD6765">
      <w:pPr>
        <w:pStyle w:val="Heading1"/>
        <w:rPr>
          <w:cs/>
          <w:lang w:bidi="hi-IN"/>
        </w:rPr>
      </w:pPr>
    </w:p>
    <w:p w:rsidR="001D08AD" w:rsidRDefault="001D08AD" w:rsidP="00FD6765">
      <w:pPr>
        <w:pStyle w:val="Heading1"/>
        <w:rPr>
          <w:cs/>
          <w:lang w:bidi="hi-IN"/>
        </w:rPr>
      </w:pPr>
      <w:bookmarkStart w:id="60" w:name="_Toc457825284"/>
      <w:r w:rsidRPr="008F4AF7">
        <w:rPr>
          <w:rFonts w:hint="cs"/>
          <w:cs/>
          <w:lang w:bidi="hi-IN"/>
        </w:rPr>
        <w:t>ऐहतेजाजात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bookmarkEnd w:id="60"/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ऐहतेजाजे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ऐहतेजाज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करना।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मुतर्जिम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हक़्क़ानियत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मकामात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1D08AD" w:rsidRDefault="001D08AD" w:rsidP="00FD6765">
      <w:pPr>
        <w:pStyle w:val="Heading2"/>
        <w:rPr>
          <w:cs/>
          <w:lang w:bidi="hi-IN"/>
        </w:rPr>
      </w:pPr>
    </w:p>
    <w:p w:rsidR="001D08AD" w:rsidRDefault="001D08AD" w:rsidP="00FD6765">
      <w:pPr>
        <w:pStyle w:val="Heading2"/>
        <w:rPr>
          <w:cs/>
          <w:lang w:bidi="hi-IN"/>
        </w:rPr>
      </w:pPr>
      <w:bookmarkStart w:id="61" w:name="_Toc457825285"/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.</w:t>
      </w:r>
      <w:r w:rsidRPr="008F4AF7">
        <w:rPr>
          <w:cs/>
          <w:lang w:bidi="hi-IN"/>
        </w:rPr>
        <w:tab/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शूरा</w:t>
      </w:r>
      <w:bookmarkEnd w:id="61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हमूई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वासेला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शूरा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सक़ीफ़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सायदा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दरवाज़े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करूँगा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तग़य्युर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तबद्दुल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? </w:t>
      </w:r>
      <w:r w:rsidRPr="008F4AF7">
        <w:rPr>
          <w:rFonts w:hint="cs"/>
          <w:cs/>
          <w:lang w:bidi="hi-IN"/>
        </w:rPr>
        <w:t>सबने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नही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: </w:t>
      </w:r>
      <w:r w:rsidRPr="00E47180">
        <w:rPr>
          <w:rFonts w:ascii="Times New Roman" w:hAnsi="Times New Roman" w:cs="Times New Roman" w:hint="cs"/>
          <w:rtl/>
        </w:rPr>
        <w:t>من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کنت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مولا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فھذا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علی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مولی</w:t>
      </w:r>
      <w:r w:rsidRPr="008F4AF7">
        <w:rPr>
          <w:cs/>
          <w:lang w:bidi="hi-IN"/>
        </w:rPr>
        <w:t xml:space="preserve">  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पालने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नासिरों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हाज़ेरीने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मजलीस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ग़ायब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हरगिज़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नही।</w:t>
      </w:r>
      <w:r w:rsidRPr="008F4AF7">
        <w:rPr>
          <w:cs/>
          <w:lang w:bidi="hi-IN"/>
        </w:rPr>
        <w:t>(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मिनजुमला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शामी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हैसमी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उक़दा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अक़ीली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बुख़ारी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ख़ारज़मी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314, </w:t>
      </w:r>
      <w:r w:rsidRPr="008F4AF7">
        <w:rPr>
          <w:rFonts w:hint="cs"/>
          <w:cs/>
          <w:lang w:bidi="hi-IN"/>
        </w:rPr>
        <w:t>फ़रायदुस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319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251)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अद्दुरुन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116)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सवायक़े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मोहरेक़ा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दारक़ुतनी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अमाली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तूसी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332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667)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मीज़ानुल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ऐतेदाल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431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1643, </w:t>
      </w:r>
      <w:r w:rsidRPr="008F4AF7">
        <w:rPr>
          <w:rFonts w:hint="cs"/>
          <w:cs/>
          <w:lang w:bidi="hi-IN"/>
        </w:rPr>
        <w:t>लेसानुल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198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2212)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इसतीआब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क़िस्में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सिव्वुम</w:t>
      </w:r>
      <w:r w:rsidRPr="008F4AF7">
        <w:rPr>
          <w:cs/>
          <w:lang w:bidi="hi-IN"/>
        </w:rPr>
        <w:t xml:space="preserve"> </w:t>
      </w:r>
      <w:r w:rsidRPr="00E47180">
        <w:t>1098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1855)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तारीख़ुल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382)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1140, 1141, 1142)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क़ाज़ी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अब्दिल्लाहिल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ज़ब्बी</w:t>
      </w:r>
      <w:r w:rsidRPr="008F4AF7">
        <w:rPr>
          <w:cs/>
          <w:lang w:bidi="hi-IN"/>
        </w:rPr>
        <w:t xml:space="preserve"> (</w:t>
      </w:r>
      <w:r w:rsidRPr="00E47180">
        <w:t>398)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गंजी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मग़ाज़ेली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सुयूती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मुत्तक़ी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हिन्दी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ज़ब्बी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मजलिस</w:t>
      </w:r>
      <w:r w:rsidRPr="008F4AF7">
        <w:rPr>
          <w:cs/>
          <w:lang w:bidi="hi-IN"/>
        </w:rPr>
        <w:t xml:space="preserve"> </w:t>
      </w:r>
      <w:r w:rsidRPr="00E47180">
        <w:t>61)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किफ़ायतुत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386)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155)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जमउल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जवामेअ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165, 166, 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फ़ातेमा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सलामुल्लाह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कंज़ुल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717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 xml:space="preserve">726,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14241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>14243 )</w:t>
      </w:r>
    </w:p>
    <w:p w:rsidR="001D08AD" w:rsidRDefault="001D08AD" w:rsidP="00FD6765">
      <w:pPr>
        <w:pStyle w:val="Heading2"/>
        <w:rPr>
          <w:cs/>
          <w:lang w:bidi="hi-IN"/>
        </w:rPr>
      </w:pPr>
    </w:p>
    <w:p w:rsidR="001D08AD" w:rsidRDefault="001D08AD" w:rsidP="00FD6765">
      <w:pPr>
        <w:pStyle w:val="Heading2"/>
        <w:rPr>
          <w:cs/>
          <w:lang w:bidi="hi-IN"/>
        </w:rPr>
      </w:pPr>
      <w:r w:rsidRPr="008F4AF7">
        <w:rPr>
          <w:cs/>
          <w:lang w:bidi="hi-IN"/>
        </w:rPr>
        <w:t xml:space="preserve"> </w:t>
      </w:r>
      <w:bookmarkStart w:id="62" w:name="_Toc457825286"/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ख़िलाफ़ते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bookmarkEnd w:id="62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हमूई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ताबेईन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क़ैस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हेलाली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मस्जिदे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गुफ़तगू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मजमें</w:t>
      </w:r>
      <w:r w:rsidRPr="008F4AF7">
        <w:rPr>
          <w:cs/>
          <w:lang w:bidi="hi-IN"/>
        </w:rPr>
        <w:t xml:space="preserve"> </w:t>
      </w:r>
      <w:r w:rsidRPr="00E47180">
        <w:t>200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वक़ास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अब्दुर्रहमान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औफ़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तलहा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ज़ुबैर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मिक़दाद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उबैया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  <w:r w:rsidRPr="00E47180">
        <w:t xml:space="preserve">,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उबैय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कअब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अय्यूब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तीहान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क़ैस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जाबिर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अनस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ख़ामोश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कौ़म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सबने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यक़ीनन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मुसतफ़ा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ख़ानदान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rPr>
          <w:rFonts w:ascii="Times New Roman" w:hAnsi="Times New Roman" w:cs="Times New Roman" w:hint="cs"/>
          <w:rtl/>
        </w:rPr>
        <w:t>يَا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أَيُّهَا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الَّذِينَ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آمَنُوا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أَطِيعُوا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وَأَطِيعُوا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الرَّسُولَ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وَأُولِي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الْأَمْرِ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ۖ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59)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rPr>
          <w:rFonts w:ascii="Times New Roman" w:hAnsi="Times New Roman" w:cs="Times New Roman" w:hint="cs"/>
          <w:rtl/>
        </w:rPr>
        <w:t>إِنَّمَا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وَلِيُّكُمُ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وَرَسُولُهُ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وَالَّذِينَ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آمَنُوا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الَّذِينَ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يُقِيمُونَ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الصَّلَاةَ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وَيُؤْتُونَ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الزَّكَاةَ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وَهُمْ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رَاكِعُونَ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55)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रूकू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ज़कात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rPr>
          <w:rFonts w:ascii="Times New Roman" w:hAnsi="Times New Roman" w:cs="Times New Roman" w:hint="cs"/>
          <w:rtl/>
        </w:rPr>
        <w:t>أَمْ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حَسِبْتُمْ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تُتْرَكُوا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وَلَمَّا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يَعْلَمِ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الَّذِينَ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جَاهَدُوا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وَلَمْ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يَتَّخِذُوا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دُونِ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رَسُولِهِ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الْمُؤْمِنِينَ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وَلِيجَةً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ۚ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خَبِيرٌ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بِمَا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تَعْمَلُونَ</w:t>
      </w: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16)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,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E47180">
        <w:t>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....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पहचान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ज़कात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मैदाने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परेशान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झुटलायेगें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वर्ना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E47180">
        <w:t>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E47180">
        <w:t>, (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आं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नफ़्सों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E47180">
        <w:t>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पालने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फ़रायदुस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350)</w:t>
      </w:r>
    </w:p>
    <w:p w:rsidR="001D08AD" w:rsidRDefault="001D08AD" w:rsidP="00FD6765">
      <w:pPr>
        <w:pStyle w:val="Heading2"/>
      </w:pPr>
    </w:p>
    <w:p w:rsidR="001D08AD" w:rsidRDefault="001D08AD" w:rsidP="00FD6765">
      <w:pPr>
        <w:pStyle w:val="Heading2"/>
      </w:pPr>
      <w:bookmarkStart w:id="63" w:name="_Toc457825287"/>
      <w:r w:rsidRPr="00E47180">
        <w:t>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कूफ़े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>)</w:t>
      </w:r>
      <w:bookmarkEnd w:id="63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हक़्क़ानीयत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ताबेईन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मिक़दार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असबग़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नबाता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हत्ता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उरफ़ी</w:t>
      </w:r>
      <w:r w:rsidRPr="00E47180">
        <w:t>,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क़ुदामा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बजली</w:t>
      </w:r>
      <w:r w:rsidRPr="008F4AF7">
        <w:rPr>
          <w:cs/>
          <w:lang w:bidi="hi-IN"/>
        </w:rPr>
        <w:t xml:space="preserve"> (</w:t>
      </w:r>
      <w:r w:rsidRPr="00E47180">
        <w:t>76, 79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4.</w:t>
      </w:r>
      <w:r w:rsidRPr="00E47180">
        <w:tab/>
      </w:r>
      <w:r w:rsidRPr="008F4AF7">
        <w:rPr>
          <w:rFonts w:hint="cs"/>
          <w:cs/>
          <w:lang w:bidi="hi-IN"/>
        </w:rPr>
        <w:t>ज़ाज़ान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</w:p>
    <w:p w:rsidR="008F4AF7" w:rsidRPr="00E47180" w:rsidRDefault="008F4AF7" w:rsidP="008F4AF7">
      <w:pPr>
        <w:pStyle w:val="libNormal"/>
      </w:pPr>
      <w:r w:rsidRPr="00E47180">
        <w:lastRenderedPageBreak/>
        <w:t>5.</w:t>
      </w:r>
      <w:r w:rsidRPr="00E47180">
        <w:tab/>
      </w:r>
      <w:r w:rsidRPr="008F4AF7">
        <w:rPr>
          <w:rFonts w:hint="cs"/>
          <w:cs/>
          <w:lang w:bidi="hi-IN"/>
        </w:rPr>
        <w:t>ज़र्रीन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जबीश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असदी</w:t>
      </w:r>
    </w:p>
    <w:p w:rsidR="008F4AF7" w:rsidRPr="00E47180" w:rsidRDefault="008F4AF7" w:rsidP="008F4AF7">
      <w:pPr>
        <w:pStyle w:val="libNormal"/>
      </w:pPr>
      <w:r w:rsidRPr="00E47180">
        <w:t>6.</w:t>
      </w:r>
      <w:r w:rsidRPr="00E47180">
        <w:tab/>
      </w:r>
      <w:r w:rsidRPr="008F4AF7">
        <w:rPr>
          <w:rFonts w:hint="cs"/>
          <w:cs/>
          <w:lang w:bidi="hi-IN"/>
        </w:rPr>
        <w:t>ज़ियाद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ज़ियाद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ख़ुतबा</w:t>
      </w:r>
      <w:r w:rsidRPr="008F4AF7">
        <w:rPr>
          <w:cs/>
          <w:lang w:bidi="hi-IN"/>
        </w:rPr>
        <w:t xml:space="preserve"> </w:t>
      </w:r>
      <w:r w:rsidRPr="00E47180">
        <w:t>56)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उसदुल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479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3341)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मग़ाज़ेली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27)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642, </w:t>
      </w:r>
      <w:r w:rsidRPr="008F4AF7">
        <w:rPr>
          <w:rFonts w:hint="cs"/>
          <w:cs/>
          <w:lang w:bidi="hi-IN"/>
        </w:rPr>
        <w:t>मजमउज़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109, </w:t>
      </w:r>
      <w:r w:rsidRPr="008F4AF7">
        <w:rPr>
          <w:rFonts w:hint="cs"/>
          <w:cs/>
          <w:lang w:bidi="hi-IN"/>
        </w:rPr>
        <w:t>सिफ़तुस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121, </w:t>
      </w:r>
      <w:r w:rsidRPr="008F4AF7">
        <w:rPr>
          <w:rFonts w:hint="cs"/>
          <w:cs/>
          <w:lang w:bidi="hi-IN"/>
        </w:rPr>
        <w:t>मतालिबुस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54,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210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348, 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ख़वास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17, </w:t>
      </w:r>
      <w:r w:rsidRPr="008F4AF7">
        <w:rPr>
          <w:rFonts w:hint="cs"/>
          <w:cs/>
          <w:lang w:bidi="hi-IN"/>
        </w:rPr>
        <w:t>क़ज़ुल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170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36514,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ऱक्म</w:t>
      </w:r>
      <w:r w:rsidRPr="008F4AF7">
        <w:rPr>
          <w:cs/>
          <w:lang w:bidi="hi-IN"/>
        </w:rPr>
        <w:t xml:space="preserve"> </w:t>
      </w:r>
      <w:r w:rsidRPr="00E47180">
        <w:t xml:space="preserve">524 , 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  <w:r w:rsidRPr="00E47180">
        <w:t xml:space="preserve">, </w:t>
      </w:r>
      <w:r w:rsidRPr="008F4AF7">
        <w:rPr>
          <w:rFonts w:hint="cs"/>
          <w:cs/>
          <w:lang w:bidi="hi-IN"/>
        </w:rPr>
        <w:t>सुयूती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144)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मवाहिब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113, </w:t>
      </w:r>
      <w:r w:rsidRPr="008F4AF7">
        <w:rPr>
          <w:rFonts w:hint="cs"/>
          <w:cs/>
          <w:lang w:bidi="hi-IN"/>
        </w:rPr>
        <w:t>उसदुल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441,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305, </w:t>
      </w:r>
      <w:r w:rsidRPr="008F4AF7">
        <w:rPr>
          <w:rFonts w:hint="cs"/>
          <w:cs/>
          <w:lang w:bidi="hi-IN"/>
        </w:rPr>
        <w:t>क़ुतनुल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अज़हारुल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मुतनाज़िरा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सुयूती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278)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142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672, </w:t>
      </w:r>
      <w:r w:rsidRPr="008F4AF7">
        <w:rPr>
          <w:rFonts w:hint="cs"/>
          <w:cs/>
          <w:lang w:bidi="hi-IN"/>
        </w:rPr>
        <w:t>मजमउज़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106,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384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हवादिस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E47180">
        <w:t>40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रियाज़ुन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114, </w:t>
      </w:r>
      <w:r w:rsidRPr="008F4AF7">
        <w:rPr>
          <w:rFonts w:hint="cs"/>
          <w:cs/>
          <w:lang w:bidi="hi-IN"/>
        </w:rPr>
        <w:t>ज़खायरुल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उक़बा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67,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 xml:space="preserve">532,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पैज</w:t>
      </w:r>
      <w:r w:rsidRPr="008F4AF7">
        <w:rPr>
          <w:cs/>
          <w:lang w:bidi="hi-IN"/>
        </w:rPr>
        <w:t xml:space="preserve"> </w:t>
      </w:r>
      <w:r w:rsidRPr="00E47180">
        <w:t>80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458, </w:t>
      </w:r>
      <w:r w:rsidRPr="008F4AF7">
        <w:rPr>
          <w:rFonts w:hint="cs"/>
          <w:cs/>
          <w:lang w:bidi="hi-IN"/>
        </w:rPr>
        <w:t>दुर्रुल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शौकानी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211)</w:t>
      </w:r>
    </w:p>
    <w:p w:rsidR="008F4AF7" w:rsidRPr="00E47180" w:rsidRDefault="008F4AF7" w:rsidP="008F4AF7">
      <w:pPr>
        <w:pStyle w:val="libNormal"/>
      </w:pPr>
      <w:r w:rsidRPr="00E47180">
        <w:t>7.</w:t>
      </w:r>
      <w:r w:rsidRPr="00E47180">
        <w:tab/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अरक़म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lastRenderedPageBreak/>
        <w:t>8.</w:t>
      </w:r>
      <w:r w:rsidRPr="00E47180">
        <w:tab/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यूसीअ</w:t>
      </w:r>
    </w:p>
    <w:p w:rsidR="008F4AF7" w:rsidRPr="00E47180" w:rsidRDefault="008F4AF7" w:rsidP="008F4AF7">
      <w:pPr>
        <w:pStyle w:val="libNormal"/>
      </w:pPr>
      <w:r w:rsidRPr="00E47180">
        <w:t>9.</w:t>
      </w:r>
      <w:r w:rsidRPr="00E47180">
        <w:tab/>
      </w:r>
      <w:r w:rsidRPr="008F4AF7">
        <w:rPr>
          <w:rFonts w:hint="cs"/>
          <w:cs/>
          <w:lang w:bidi="hi-IN"/>
        </w:rPr>
        <w:t>सईज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हद्दान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10.</w:t>
      </w:r>
      <w:r w:rsidRPr="00E47180">
        <w:tab/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वहब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11.</w:t>
      </w:r>
      <w:r w:rsidRPr="00E47180">
        <w:tab/>
      </w:r>
      <w:r w:rsidRPr="008F4AF7">
        <w:rPr>
          <w:rFonts w:hint="cs"/>
          <w:cs/>
          <w:lang w:bidi="hi-IN"/>
        </w:rPr>
        <w:t>अबुत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तुफ़ैल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वासेला</w:t>
      </w:r>
    </w:p>
    <w:p w:rsidR="008F4AF7" w:rsidRPr="00E47180" w:rsidRDefault="008F4AF7" w:rsidP="008F4AF7">
      <w:pPr>
        <w:pStyle w:val="libNormal"/>
      </w:pPr>
      <w:r w:rsidRPr="00E47180">
        <w:t>12.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अमारा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यज़ीद</w:t>
      </w:r>
    </w:p>
    <w:p w:rsidR="008F4AF7" w:rsidRPr="00E47180" w:rsidRDefault="008F4AF7" w:rsidP="008F4AF7">
      <w:pPr>
        <w:pStyle w:val="libNormal"/>
      </w:pPr>
      <w:r w:rsidRPr="00E47180">
        <w:t>13.</w:t>
      </w:r>
      <w:r w:rsidRPr="00E47180">
        <w:tab/>
      </w:r>
      <w:r w:rsidRPr="008F4AF7">
        <w:rPr>
          <w:rFonts w:hint="cs"/>
          <w:cs/>
          <w:lang w:bidi="hi-IN"/>
        </w:rPr>
        <w:t>अब्दुर्रहमान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लैला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510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22633, </w:t>
      </w:r>
      <w:r w:rsidRPr="008F4AF7">
        <w:rPr>
          <w:rFonts w:hint="cs"/>
          <w:cs/>
          <w:lang w:bidi="hi-IN"/>
        </w:rPr>
        <w:t>मजमउज़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116, </w:t>
      </w:r>
      <w:r w:rsidRPr="008F4AF7">
        <w:rPr>
          <w:rFonts w:hint="cs"/>
          <w:cs/>
          <w:lang w:bidi="hi-IN"/>
        </w:rPr>
        <w:t>अलमोजमुल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175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4996,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इब्नुल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मग़ाज़ेली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33, </w:t>
      </w:r>
      <w:r w:rsidRPr="008F4AF7">
        <w:rPr>
          <w:rFonts w:hint="cs"/>
          <w:cs/>
          <w:lang w:bidi="hi-IN"/>
        </w:rPr>
        <w:t>ज़खायरुल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उक़बा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667,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383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हवादिस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E47180">
        <w:t>40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189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953,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229, </w:t>
      </w:r>
      <w:r w:rsidRPr="008F4AF7">
        <w:rPr>
          <w:rFonts w:hint="cs"/>
          <w:cs/>
          <w:lang w:bidi="hi-IN"/>
        </w:rPr>
        <w:t>किफ़ायतुत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63, </w:t>
      </w:r>
      <w:r w:rsidRPr="008F4AF7">
        <w:rPr>
          <w:rFonts w:hint="cs"/>
          <w:cs/>
          <w:lang w:bidi="hi-IN"/>
        </w:rPr>
        <w:t>असनल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49, </w:t>
      </w:r>
      <w:r w:rsidRPr="008F4AF7">
        <w:rPr>
          <w:rFonts w:hint="cs"/>
          <w:cs/>
          <w:lang w:bidi="hi-IN"/>
        </w:rPr>
        <w:t>ख़सायसे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  <w:r w:rsidRPr="00E47180">
        <w:t xml:space="preserve">,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87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88, </w:t>
      </w:r>
      <w:r w:rsidRPr="008F4AF7">
        <w:rPr>
          <w:rFonts w:hint="cs"/>
          <w:cs/>
          <w:lang w:bidi="hi-IN"/>
        </w:rPr>
        <w:t>सोनने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8472, </w:t>
      </w:r>
      <w:r w:rsidRPr="008F4AF7">
        <w:rPr>
          <w:rFonts w:hint="cs"/>
          <w:cs/>
          <w:lang w:bidi="hi-IN"/>
        </w:rPr>
        <w:t>मजमउज़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105, </w:t>
      </w:r>
      <w:r w:rsidRPr="008F4AF7">
        <w:rPr>
          <w:rFonts w:hint="cs"/>
          <w:cs/>
          <w:lang w:bidi="hi-IN"/>
        </w:rPr>
        <w:t>जामेउल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सुयूती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263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7899, </w:t>
      </w:r>
      <w:r w:rsidRPr="008F4AF7">
        <w:rPr>
          <w:rFonts w:hint="cs"/>
          <w:cs/>
          <w:lang w:bidi="hi-IN"/>
        </w:rPr>
        <w:t>कंज़ुल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36487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...)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फ़राउदुल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34)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189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953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506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22597, </w:t>
      </w:r>
      <w:r w:rsidRPr="008F4AF7">
        <w:rPr>
          <w:rFonts w:hint="cs"/>
          <w:cs/>
          <w:lang w:bidi="hi-IN"/>
        </w:rPr>
        <w:t>ख़सायसे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117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98, </w:t>
      </w:r>
      <w:r w:rsidRPr="008F4AF7">
        <w:rPr>
          <w:rFonts w:hint="cs"/>
          <w:cs/>
          <w:lang w:bidi="hi-IN"/>
        </w:rPr>
        <w:t>सोनने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8483, </w:t>
      </w:r>
      <w:r w:rsidRPr="008F4AF7">
        <w:rPr>
          <w:rFonts w:hint="cs"/>
          <w:cs/>
          <w:lang w:bidi="hi-IN"/>
        </w:rPr>
        <w:t>उसदुल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492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 xml:space="preserve">3382, </w:t>
      </w:r>
      <w:r w:rsidRPr="008F4AF7">
        <w:rPr>
          <w:rFonts w:hint="cs"/>
          <w:cs/>
          <w:lang w:bidi="hi-IN"/>
        </w:rPr>
        <w:t>मजमउज़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104, </w:t>
      </w:r>
      <w:r w:rsidRPr="008F4AF7">
        <w:rPr>
          <w:rFonts w:hint="cs"/>
          <w:cs/>
          <w:lang w:bidi="hi-IN"/>
        </w:rPr>
        <w:t>अव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229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383, 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ख़ारज़मी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185,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मोजमुल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5056, </w:t>
      </w:r>
      <w:r w:rsidRPr="008F4AF7">
        <w:rPr>
          <w:rFonts w:hint="cs"/>
          <w:cs/>
          <w:lang w:bidi="hi-IN"/>
        </w:rPr>
        <w:t>मोजमुल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1987,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>517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 xml:space="preserve">522,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>479, 480, 481)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498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18815, </w:t>
      </w:r>
      <w:r w:rsidRPr="008F4AF7">
        <w:rPr>
          <w:rFonts w:hint="cs"/>
          <w:cs/>
          <w:lang w:bidi="hi-IN"/>
        </w:rPr>
        <w:t>मजमउज़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104, </w:t>
      </w:r>
      <w:r w:rsidRPr="008F4AF7">
        <w:rPr>
          <w:rFonts w:hint="cs"/>
          <w:cs/>
          <w:lang w:bidi="hi-IN"/>
        </w:rPr>
        <w:t>ख़सायसे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193, </w:t>
      </w:r>
      <w:r w:rsidRPr="008F4AF7">
        <w:rPr>
          <w:rFonts w:hint="cs"/>
          <w:cs/>
          <w:lang w:bidi="hi-IN"/>
        </w:rPr>
        <w:t>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सोननुल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8478, </w:t>
      </w:r>
      <w:r w:rsidRPr="008F4AF7">
        <w:rPr>
          <w:rFonts w:hint="cs"/>
          <w:cs/>
          <w:lang w:bidi="hi-IN"/>
        </w:rPr>
        <w:t>किफ़ायतुत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55, </w:t>
      </w:r>
      <w:r w:rsidRPr="008F4AF7">
        <w:rPr>
          <w:rFonts w:hint="cs"/>
          <w:cs/>
          <w:lang w:bidi="hi-IN"/>
        </w:rPr>
        <w:t>अर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रियाज़ुन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114,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231, </w:t>
      </w:r>
      <w:r w:rsidRPr="008F4AF7">
        <w:rPr>
          <w:rFonts w:hint="cs"/>
          <w:cs/>
          <w:lang w:bidi="hi-IN"/>
        </w:rPr>
        <w:t>नज़लुल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52, </w:t>
      </w:r>
      <w:r w:rsidRPr="008F4AF7">
        <w:rPr>
          <w:rFonts w:hint="cs"/>
          <w:cs/>
          <w:lang w:bidi="hi-IN"/>
        </w:rPr>
        <w:t>उसदुल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252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 xml:space="preserve">6169, </w:t>
      </w:r>
      <w:r w:rsidRPr="008F4AF7">
        <w:rPr>
          <w:rFonts w:hint="cs"/>
          <w:cs/>
          <w:lang w:bidi="hi-IN"/>
        </w:rPr>
        <w:t>यनाबीउल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</w:t>
      </w:r>
      <w:r w:rsidRPr="008F4AF7">
        <w:rPr>
          <w:cs/>
          <w:lang w:bidi="hi-IN"/>
        </w:rPr>
        <w:t xml:space="preserve"> </w:t>
      </w:r>
      <w:r w:rsidRPr="00E47180">
        <w:t>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ख़ारज़मी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185,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मग़ाज़ेली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 xml:space="preserve">27,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>520)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191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964,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236, </w:t>
      </w:r>
      <w:r w:rsidRPr="008F4AF7">
        <w:rPr>
          <w:rFonts w:hint="cs"/>
          <w:cs/>
          <w:lang w:bidi="hi-IN"/>
        </w:rPr>
        <w:t>मुश्किलुल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308, </w:t>
      </w:r>
      <w:r w:rsidRPr="008F4AF7">
        <w:rPr>
          <w:rFonts w:hint="cs"/>
          <w:cs/>
          <w:lang w:bidi="hi-IN"/>
        </w:rPr>
        <w:t>उसदुल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 xml:space="preserve">3783, </w:t>
      </w:r>
      <w:r w:rsidRPr="008F4AF7">
        <w:rPr>
          <w:rFonts w:hint="cs"/>
          <w:cs/>
          <w:lang w:bidi="hi-IN"/>
        </w:rPr>
        <w:t>फ़रायदुस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36, </w:t>
      </w:r>
      <w:r w:rsidRPr="008F4AF7">
        <w:rPr>
          <w:rFonts w:hint="cs"/>
          <w:cs/>
          <w:lang w:bidi="hi-IN"/>
        </w:rPr>
        <w:t>असनल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47, </w:t>
      </w:r>
      <w:r w:rsidRPr="00E47180">
        <w:lastRenderedPageBreak/>
        <w:t xml:space="preserve">48,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230, </w:t>
      </w:r>
      <w:r w:rsidRPr="008F4AF7">
        <w:rPr>
          <w:rFonts w:hint="cs"/>
          <w:cs/>
          <w:lang w:bidi="hi-IN"/>
        </w:rPr>
        <w:t>नज़लुल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131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36417, 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बज़्ज़ाज़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 xml:space="preserve">632, 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सुयूती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46, 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 xml:space="preserve">567, </w:t>
      </w:r>
      <w:r w:rsidRPr="008F4AF7">
        <w:rPr>
          <w:rFonts w:hint="cs"/>
          <w:cs/>
          <w:lang w:bidi="hi-IN"/>
        </w:rPr>
        <w:t>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जवामेअ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155,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 xml:space="preserve">510,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273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>654)</w:t>
      </w:r>
    </w:p>
    <w:p w:rsidR="008F4AF7" w:rsidRPr="00E47180" w:rsidRDefault="008F4AF7" w:rsidP="008F4AF7">
      <w:pPr>
        <w:pStyle w:val="libNormal"/>
      </w:pPr>
      <w:r w:rsidRPr="00E47180">
        <w:t>14.</w:t>
      </w:r>
      <w:r w:rsidRPr="00E47180">
        <w:tab/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</w:t>
      </w:r>
    </w:p>
    <w:p w:rsidR="008F4AF7" w:rsidRPr="00E47180" w:rsidRDefault="008F4AF7" w:rsidP="008F4AF7">
      <w:pPr>
        <w:pStyle w:val="libNormal"/>
      </w:pPr>
      <w:r w:rsidRPr="00E47180">
        <w:t>15.</w:t>
      </w:r>
      <w:r w:rsidRPr="00E47180">
        <w:tab/>
      </w:r>
      <w:r w:rsidRPr="008F4AF7">
        <w:rPr>
          <w:rFonts w:hint="cs"/>
          <w:cs/>
          <w:lang w:bidi="hi-IN"/>
        </w:rPr>
        <w:t>उमैरा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</w:p>
    <w:p w:rsidR="008F4AF7" w:rsidRPr="00E47180" w:rsidRDefault="008F4AF7" w:rsidP="008F4AF7">
      <w:pPr>
        <w:pStyle w:val="libNormal"/>
      </w:pPr>
      <w:r w:rsidRPr="00E47180">
        <w:t>16.</w:t>
      </w:r>
      <w:r w:rsidRPr="00E47180">
        <w:tab/>
      </w:r>
      <w:r w:rsidRPr="008F4AF7">
        <w:rPr>
          <w:rFonts w:hint="cs"/>
          <w:cs/>
          <w:lang w:bidi="hi-IN"/>
        </w:rPr>
        <w:t>यअली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मर्रा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17.</w:t>
      </w:r>
      <w:r w:rsidRPr="00E47180">
        <w:tab/>
      </w:r>
      <w:r w:rsidRPr="008F4AF7">
        <w:rPr>
          <w:rFonts w:hint="cs"/>
          <w:cs/>
          <w:lang w:bidi="hi-IN"/>
        </w:rPr>
        <w:t>हानी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हानी</w:t>
      </w:r>
    </w:p>
    <w:p w:rsidR="008F4AF7" w:rsidRPr="00E47180" w:rsidRDefault="008F4AF7" w:rsidP="008F4AF7">
      <w:pPr>
        <w:pStyle w:val="libNormal"/>
      </w:pPr>
      <w:r w:rsidRPr="00E47180">
        <w:t>18.</w:t>
      </w:r>
      <w:r w:rsidRPr="00E47180">
        <w:tab/>
      </w:r>
      <w:r w:rsidRPr="008F4AF7">
        <w:rPr>
          <w:rFonts w:hint="cs"/>
          <w:cs/>
          <w:lang w:bidi="hi-IN"/>
        </w:rPr>
        <w:t>हारिसा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मुज़र्रब</w:t>
      </w:r>
    </w:p>
    <w:p w:rsidR="008F4AF7" w:rsidRPr="00E47180" w:rsidRDefault="008F4AF7" w:rsidP="008F4AF7">
      <w:pPr>
        <w:pStyle w:val="libNormal"/>
      </w:pPr>
      <w:r w:rsidRPr="00E47180">
        <w:t>19.</w:t>
      </w:r>
      <w:r w:rsidRPr="00E47180">
        <w:tab/>
      </w:r>
      <w:r w:rsidRPr="008F4AF7">
        <w:rPr>
          <w:rFonts w:hint="cs"/>
          <w:cs/>
          <w:lang w:bidi="hi-IN"/>
        </w:rPr>
        <w:t>हुबैरा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मरियत</w:t>
      </w:r>
    </w:p>
    <w:p w:rsidR="008F4AF7" w:rsidRPr="00E47180" w:rsidRDefault="008F4AF7" w:rsidP="008F4AF7">
      <w:pPr>
        <w:pStyle w:val="libNormal"/>
      </w:pPr>
      <w:r w:rsidRPr="00E47180">
        <w:t>20.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अमामा</w:t>
      </w:r>
    </w:p>
    <w:p w:rsidR="008F4AF7" w:rsidRPr="00E47180" w:rsidRDefault="008F4AF7" w:rsidP="008F4AF7">
      <w:pPr>
        <w:pStyle w:val="libNormal"/>
      </w:pPr>
      <w:r w:rsidRPr="00E47180">
        <w:t>21.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शक़ीक़े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सलमा</w:t>
      </w:r>
    </w:p>
    <w:p w:rsidR="008F4AF7" w:rsidRPr="00E47180" w:rsidRDefault="008F4AF7" w:rsidP="008F4AF7">
      <w:pPr>
        <w:pStyle w:val="libNormal"/>
      </w:pPr>
      <w:r w:rsidRPr="00E47180">
        <w:t>22.</w:t>
      </w:r>
      <w:r w:rsidRPr="00E47180">
        <w:tab/>
      </w:r>
      <w:r w:rsidRPr="008F4AF7">
        <w:rPr>
          <w:rFonts w:hint="cs"/>
          <w:cs/>
          <w:lang w:bidi="hi-IN"/>
        </w:rPr>
        <w:t>हारिस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आवर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189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954, </w:t>
      </w:r>
      <w:r w:rsidRPr="008F4AF7">
        <w:rPr>
          <w:rFonts w:hint="cs"/>
          <w:cs/>
          <w:lang w:bidi="hi-IN"/>
        </w:rPr>
        <w:t>ख़सायसे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99, </w:t>
      </w:r>
      <w:r w:rsidRPr="008F4AF7">
        <w:rPr>
          <w:rFonts w:hint="cs"/>
          <w:cs/>
          <w:lang w:bidi="hi-IN"/>
        </w:rPr>
        <w:t>सोनने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8484, </w:t>
      </w:r>
      <w:r w:rsidRPr="008F4AF7">
        <w:rPr>
          <w:rFonts w:hint="cs"/>
          <w:cs/>
          <w:lang w:bidi="hi-IN"/>
        </w:rPr>
        <w:t>फ़रायदुस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36, </w:t>
      </w:r>
      <w:r w:rsidRPr="008F4AF7">
        <w:rPr>
          <w:rFonts w:hint="cs"/>
          <w:cs/>
          <w:lang w:bidi="hi-IN"/>
        </w:rPr>
        <w:t>मजमउज़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105, </w:t>
      </w:r>
      <w:r w:rsidRPr="008F4AF7">
        <w:rPr>
          <w:rFonts w:hint="cs"/>
          <w:cs/>
          <w:lang w:bidi="hi-IN"/>
        </w:rPr>
        <w:t>किफ़ायतुत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63,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मीज़ानुल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ऐतेदाल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294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 xml:space="preserve">6481,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बिदाया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230, </w:t>
      </w:r>
      <w:r w:rsidRPr="008F4AF7">
        <w:rPr>
          <w:rFonts w:hint="cs"/>
          <w:cs/>
          <w:lang w:bidi="hi-IN"/>
        </w:rPr>
        <w:t>तारिख़ुल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168, </w:t>
      </w:r>
      <w:r w:rsidRPr="008F4AF7">
        <w:rPr>
          <w:rFonts w:hint="cs"/>
          <w:cs/>
          <w:lang w:bidi="hi-IN"/>
        </w:rPr>
        <w:t>कंज़ुल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3648, </w:t>
      </w:r>
      <w:r w:rsidRPr="008F4AF7">
        <w:rPr>
          <w:rFonts w:hint="cs"/>
          <w:cs/>
          <w:lang w:bidi="hi-IN"/>
        </w:rPr>
        <w:t>मुसमदे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बज़्ज़ाज़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 xml:space="preserve">766, </w:t>
      </w:r>
      <w:r w:rsidRPr="008F4AF7">
        <w:rPr>
          <w:rFonts w:hint="cs"/>
          <w:cs/>
          <w:lang w:bidi="hi-IN"/>
        </w:rPr>
        <w:t>असनल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49,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मोजमुल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5059,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मोजमुल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2130, 5301,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 xml:space="preserve">515, 516, </w:t>
      </w:r>
      <w:r w:rsidRPr="008F4AF7">
        <w:rPr>
          <w:rFonts w:hint="cs"/>
          <w:cs/>
          <w:lang w:bidi="hi-IN"/>
        </w:rPr>
        <w:t>जमउल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जवामेअ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72, </w:t>
      </w:r>
      <w:r w:rsidRPr="008F4AF7">
        <w:rPr>
          <w:rFonts w:hint="cs"/>
          <w:cs/>
          <w:lang w:bidi="hi-IN"/>
        </w:rPr>
        <w:t>दुर्रुस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209)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हिलयतुल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26, </w:t>
      </w:r>
      <w:r w:rsidRPr="008F4AF7">
        <w:rPr>
          <w:rFonts w:hint="cs"/>
          <w:cs/>
          <w:lang w:bidi="hi-IN"/>
        </w:rPr>
        <w:t>ख़सायसे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85, </w:t>
      </w:r>
      <w:r w:rsidRPr="008F4AF7">
        <w:rPr>
          <w:rFonts w:hint="cs"/>
          <w:cs/>
          <w:lang w:bidi="hi-IN"/>
        </w:rPr>
        <w:t>सोनने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8470,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मग़ाज़ेली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38,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230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384, </w:t>
      </w:r>
      <w:r w:rsidRPr="008F4AF7">
        <w:rPr>
          <w:rFonts w:hint="cs"/>
          <w:cs/>
          <w:lang w:bidi="hi-IN"/>
        </w:rPr>
        <w:t>कंज़ुल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36480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36486)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उसदुल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297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5162)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उसदुल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492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>3382)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ख़सायसे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58, </w:t>
      </w:r>
      <w:r w:rsidRPr="008F4AF7">
        <w:rPr>
          <w:rFonts w:hint="cs"/>
          <w:cs/>
          <w:lang w:bidi="hi-IN"/>
        </w:rPr>
        <w:t>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सोननुल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8542, 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228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ख़ुतबा</w:t>
      </w:r>
      <w:r w:rsidRPr="008F4AF7">
        <w:rPr>
          <w:cs/>
          <w:lang w:bidi="hi-IN"/>
        </w:rPr>
        <w:t xml:space="preserve"> </w:t>
      </w:r>
      <w:r w:rsidRPr="00E47180">
        <w:t xml:space="preserve">37, </w:t>
      </w:r>
      <w:r w:rsidRPr="008F4AF7">
        <w:rPr>
          <w:rFonts w:hint="cs"/>
          <w:cs/>
          <w:lang w:bidi="hi-IN"/>
        </w:rPr>
        <w:t>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हलबीया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274 )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मोजमुल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8058)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किताबुल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मवातात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अनसाबुल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तर्जुम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>169)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लिसानुल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379</w:t>
      </w:r>
    </w:p>
    <w:p w:rsidR="001D08AD" w:rsidRDefault="001D08AD" w:rsidP="00FD6765">
      <w:pPr>
        <w:pStyle w:val="Heading2"/>
        <w:rPr>
          <w:cs/>
          <w:lang w:bidi="hi-IN"/>
        </w:rPr>
      </w:pPr>
    </w:p>
    <w:p w:rsidR="001D08AD" w:rsidRDefault="001D08AD" w:rsidP="00FD6765">
      <w:pPr>
        <w:pStyle w:val="Heading2"/>
        <w:rPr>
          <w:cs/>
          <w:lang w:bidi="hi-IN"/>
        </w:rPr>
      </w:pPr>
      <w:bookmarkStart w:id="64" w:name="_Toc457825288"/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bookmarkEnd w:id="64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दर्ज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ज़ैनब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अँसारी</w:t>
      </w:r>
    </w:p>
    <w:p w:rsidR="008F4AF7" w:rsidRPr="00E47180" w:rsidRDefault="008F4AF7" w:rsidP="008F4AF7">
      <w:pPr>
        <w:pStyle w:val="libNormal"/>
      </w:pPr>
      <w:r w:rsidRPr="00E47180">
        <w:t>4.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क़ुदाम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अँसारी</w:t>
      </w:r>
    </w:p>
    <w:p w:rsidR="008F4AF7" w:rsidRPr="00E47180" w:rsidRDefault="008F4AF7" w:rsidP="008F4AF7">
      <w:pPr>
        <w:pStyle w:val="libNormal"/>
      </w:pPr>
      <w:r w:rsidRPr="00E47180">
        <w:t>5.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लैला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>6.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हुरैरा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दूसी</w:t>
      </w:r>
    </w:p>
    <w:p w:rsidR="008F4AF7" w:rsidRPr="00E47180" w:rsidRDefault="008F4AF7" w:rsidP="008F4AF7">
      <w:pPr>
        <w:pStyle w:val="libNormal"/>
      </w:pPr>
      <w:r w:rsidRPr="00E47180">
        <w:t>7.</w:t>
      </w:r>
      <w:r w:rsidRPr="00E47180">
        <w:tab/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तीहान</w:t>
      </w:r>
    </w:p>
    <w:p w:rsidR="008F4AF7" w:rsidRPr="00E47180" w:rsidRDefault="008F4AF7" w:rsidP="008F4AF7">
      <w:pPr>
        <w:pStyle w:val="libNormal"/>
      </w:pPr>
      <w:r w:rsidRPr="00E47180">
        <w:t>8.</w:t>
      </w:r>
      <w:r w:rsidRPr="00E47180">
        <w:tab/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वदीअ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अँसारी</w:t>
      </w:r>
    </w:p>
    <w:p w:rsidR="008F4AF7" w:rsidRPr="00E47180" w:rsidRDefault="008F4AF7" w:rsidP="008F4AF7">
      <w:pPr>
        <w:pStyle w:val="libNormal"/>
      </w:pPr>
      <w:r w:rsidRPr="00E47180">
        <w:t>9.</w:t>
      </w:r>
      <w:r w:rsidRPr="00E47180">
        <w:tab/>
      </w:r>
      <w:r w:rsidRPr="008F4AF7">
        <w:rPr>
          <w:rFonts w:hint="cs"/>
          <w:cs/>
          <w:lang w:bidi="hi-IN"/>
        </w:rPr>
        <w:t>हैश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जुनाद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>10.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अय्यूब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ख़ालिद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>11.</w:t>
      </w:r>
      <w:r w:rsidRPr="00E47180">
        <w:tab/>
      </w:r>
      <w:r w:rsidRPr="008F4AF7">
        <w:rPr>
          <w:rFonts w:hint="cs"/>
          <w:cs/>
          <w:lang w:bidi="hi-IN"/>
        </w:rPr>
        <w:t>ख़ुज़ैमा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अँसारी</w:t>
      </w:r>
    </w:p>
    <w:p w:rsidR="008F4AF7" w:rsidRPr="00E47180" w:rsidRDefault="008F4AF7" w:rsidP="008F4AF7">
      <w:pPr>
        <w:pStyle w:val="libNormal"/>
      </w:pPr>
      <w:r w:rsidRPr="00E47180">
        <w:t>12.</w:t>
      </w:r>
      <w:r w:rsidRPr="00E47180">
        <w:tab/>
      </w:r>
      <w:r w:rsidRPr="008F4AF7">
        <w:rPr>
          <w:rFonts w:hint="cs"/>
          <w:cs/>
          <w:lang w:bidi="hi-IN"/>
        </w:rPr>
        <w:t>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ख़ुवैलद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ख़ुज़ाई</w:t>
      </w:r>
    </w:p>
    <w:p w:rsidR="008F4AF7" w:rsidRPr="00E47180" w:rsidRDefault="008F4AF7" w:rsidP="008F4AF7">
      <w:pPr>
        <w:pStyle w:val="libNormal"/>
      </w:pPr>
      <w:r w:rsidRPr="00E47180">
        <w:t>13.</w:t>
      </w:r>
      <w:r w:rsidRPr="00E47180">
        <w:tab/>
      </w:r>
      <w:r w:rsidRPr="008F4AF7">
        <w:rPr>
          <w:rFonts w:hint="cs"/>
          <w:cs/>
          <w:lang w:bidi="hi-IN"/>
        </w:rPr>
        <w:t>जै़द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शराहिले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>14.</w:t>
      </w:r>
      <w:r w:rsidRPr="00E47180">
        <w:tab/>
      </w:r>
      <w:r w:rsidRPr="008F4AF7">
        <w:rPr>
          <w:rFonts w:hint="cs"/>
          <w:cs/>
          <w:lang w:bidi="hi-IN"/>
        </w:rPr>
        <w:t>सहल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वासी</w:t>
      </w:r>
    </w:p>
    <w:p w:rsidR="008F4AF7" w:rsidRPr="00E47180" w:rsidRDefault="008F4AF7" w:rsidP="008F4AF7">
      <w:pPr>
        <w:pStyle w:val="libNormal"/>
      </w:pPr>
      <w:r w:rsidRPr="00E47180">
        <w:lastRenderedPageBreak/>
        <w:t>15.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अँसारी</w:t>
      </w:r>
    </w:p>
    <w:p w:rsidR="008F4AF7" w:rsidRPr="00E47180" w:rsidRDefault="008F4AF7" w:rsidP="008F4AF7">
      <w:pPr>
        <w:pStyle w:val="libNormal"/>
      </w:pPr>
      <w:r w:rsidRPr="00E47180">
        <w:t>16.</w:t>
      </w:r>
      <w:r w:rsidRPr="00E47180">
        <w:tab/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अँसारी</w:t>
      </w:r>
    </w:p>
    <w:p w:rsidR="008F4AF7" w:rsidRPr="00E47180" w:rsidRDefault="008F4AF7" w:rsidP="008F4AF7">
      <w:pPr>
        <w:pStyle w:val="libNormal"/>
      </w:pPr>
      <w:r w:rsidRPr="00E47180">
        <w:t>17.</w:t>
      </w:r>
      <w:r w:rsidRPr="00E47180">
        <w:tab/>
      </w:r>
      <w:r w:rsidRPr="008F4AF7">
        <w:rPr>
          <w:rFonts w:hint="cs"/>
          <w:cs/>
          <w:lang w:bidi="hi-IN"/>
        </w:rPr>
        <w:t>आमिर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लैला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ग़फ़्फ़ारी</w:t>
      </w:r>
    </w:p>
    <w:p w:rsidR="008F4AF7" w:rsidRPr="00E47180" w:rsidRDefault="008F4AF7" w:rsidP="008F4AF7">
      <w:pPr>
        <w:pStyle w:val="libNormal"/>
      </w:pPr>
      <w:r w:rsidRPr="00E47180">
        <w:t>18.</w:t>
      </w:r>
      <w:r w:rsidRPr="00E47180">
        <w:tab/>
      </w:r>
      <w:r w:rsidRPr="008F4AF7">
        <w:rPr>
          <w:rFonts w:hint="cs"/>
          <w:cs/>
          <w:lang w:bidi="hi-IN"/>
        </w:rPr>
        <w:t>अब्दुर्रहमान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अँसारी</w:t>
      </w:r>
    </w:p>
    <w:p w:rsidR="008F4AF7" w:rsidRPr="00E47180" w:rsidRDefault="008F4AF7" w:rsidP="008F4AF7">
      <w:pPr>
        <w:pStyle w:val="libNormal"/>
      </w:pPr>
      <w:r w:rsidRPr="00E47180">
        <w:t>19.</w:t>
      </w:r>
      <w:r w:rsidRPr="00E47180">
        <w:tab/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अँसारी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ख़ादिमे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20.</w:t>
      </w:r>
      <w:r w:rsidRPr="00E47180">
        <w:tab/>
      </w:r>
      <w:r w:rsidRPr="008F4AF7">
        <w:rPr>
          <w:rFonts w:hint="cs"/>
          <w:cs/>
          <w:lang w:bidi="hi-IN"/>
        </w:rPr>
        <w:t>उबैद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अँसारी</w:t>
      </w:r>
    </w:p>
    <w:p w:rsidR="008F4AF7" w:rsidRPr="00E47180" w:rsidRDefault="008F4AF7" w:rsidP="008F4AF7">
      <w:pPr>
        <w:pStyle w:val="libNormal"/>
      </w:pPr>
      <w:r w:rsidRPr="00E47180">
        <w:t>21.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तुरैफ़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हातिम</w:t>
      </w:r>
    </w:p>
    <w:p w:rsidR="008F4AF7" w:rsidRPr="00E47180" w:rsidRDefault="008F4AF7" w:rsidP="008F4AF7">
      <w:pPr>
        <w:pStyle w:val="libNormal"/>
      </w:pPr>
      <w:r w:rsidRPr="00E47180">
        <w:t>22.</w:t>
      </w:r>
      <w:r w:rsidRPr="00E47180">
        <w:tab/>
      </w:r>
      <w:r w:rsidRPr="008F4AF7">
        <w:rPr>
          <w:rFonts w:hint="cs"/>
          <w:cs/>
          <w:lang w:bidi="hi-IN"/>
        </w:rPr>
        <w:t>उक़बा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जहनी</w:t>
      </w:r>
    </w:p>
    <w:p w:rsidR="008F4AF7" w:rsidRPr="00E47180" w:rsidRDefault="008F4AF7" w:rsidP="008F4AF7">
      <w:pPr>
        <w:pStyle w:val="libNormal"/>
      </w:pPr>
      <w:r w:rsidRPr="00E47180">
        <w:t>23.</w:t>
      </w:r>
      <w:r w:rsidRPr="00E47180">
        <w:tab/>
      </w:r>
      <w:r w:rsidRPr="008F4AF7">
        <w:rPr>
          <w:rFonts w:hint="cs"/>
          <w:cs/>
          <w:lang w:bidi="hi-IN"/>
        </w:rPr>
        <w:t>नाजिया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ख़ुज़ाई</w:t>
      </w:r>
    </w:p>
    <w:p w:rsidR="008F4AF7" w:rsidRPr="00E47180" w:rsidRDefault="008F4AF7" w:rsidP="008F4AF7">
      <w:pPr>
        <w:pStyle w:val="libNormal"/>
      </w:pPr>
      <w:r w:rsidRPr="00E47180">
        <w:t>24.</w:t>
      </w:r>
      <w:r w:rsidRPr="00E47180">
        <w:tab/>
      </w:r>
      <w:r w:rsidRPr="008F4AF7">
        <w:rPr>
          <w:rFonts w:hint="cs"/>
          <w:cs/>
          <w:lang w:bidi="hi-IN"/>
        </w:rPr>
        <w:t>नोमान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</w:p>
    <w:p w:rsidR="008F4AF7" w:rsidRPr="00E47180" w:rsidRDefault="008F4AF7" w:rsidP="008F4AF7">
      <w:pPr>
        <w:pStyle w:val="libNormal"/>
      </w:pPr>
      <w:r w:rsidRPr="00E47180">
        <w:t>25.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हैसमी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E47180">
        <w:t>30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सन्</w:t>
      </w:r>
      <w:r w:rsidRPr="008F4AF7">
        <w:rPr>
          <w:cs/>
          <w:lang w:bidi="hi-IN"/>
        </w:rPr>
        <w:t xml:space="preserve"> </w:t>
      </w:r>
      <w:r w:rsidRPr="00E47180">
        <w:t>35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E47180">
        <w:t>25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मुल्कों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मुतफ़र्रिक़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E47180">
        <w:t>30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दी।</w:t>
      </w:r>
      <w:r w:rsidRPr="008F4AF7">
        <w:rPr>
          <w:cs/>
          <w:lang w:bidi="hi-IN"/>
        </w:rPr>
        <w:t xml:space="preserve"> </w:t>
      </w:r>
    </w:p>
    <w:p w:rsidR="001D08AD" w:rsidRDefault="001D08AD" w:rsidP="00FD6765">
      <w:pPr>
        <w:pStyle w:val="Heading2"/>
        <w:rPr>
          <w:cs/>
          <w:lang w:bidi="hi-IN"/>
        </w:rPr>
      </w:pPr>
    </w:p>
    <w:p w:rsidR="001D08AD" w:rsidRDefault="001D08AD" w:rsidP="00FD6765">
      <w:pPr>
        <w:pStyle w:val="Heading2"/>
        <w:rPr>
          <w:cs/>
          <w:lang w:bidi="hi-IN"/>
        </w:rPr>
      </w:pPr>
      <w:bookmarkStart w:id="65" w:name="_Toc457825289"/>
      <w:r w:rsidRPr="008F4AF7">
        <w:rPr>
          <w:rFonts w:hint="cs"/>
          <w:cs/>
          <w:lang w:bidi="hi-IN"/>
        </w:rPr>
        <w:t>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</w:t>
      </w:r>
      <w:bookmarkEnd w:id="65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पुरी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ज़ब्बी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ताबेई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उबैदुल्लाह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भेज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मुलाक़ात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बुलवाया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क़मस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</w:t>
      </w:r>
      <w:r w:rsidRPr="008F4AF7">
        <w:rPr>
          <w:cs/>
          <w:lang w:bidi="hi-IN"/>
        </w:rPr>
        <w:t xml:space="preserve"> ......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उठ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मुसतदरक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419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5594,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ख़ारज़मी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182,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568, 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ख़वास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72, </w:t>
      </w:r>
      <w:r w:rsidRPr="008F4AF7">
        <w:rPr>
          <w:rFonts w:hint="cs"/>
          <w:cs/>
          <w:lang w:bidi="hi-IN"/>
        </w:rPr>
        <w:t>मजमउज़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107, </w:t>
      </w:r>
      <w:r w:rsidRPr="008F4AF7">
        <w:rPr>
          <w:rFonts w:hint="cs"/>
          <w:cs/>
          <w:lang w:bidi="hi-IN"/>
        </w:rPr>
        <w:t>क़ंज़ुल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332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31662 )</w:t>
      </w:r>
    </w:p>
    <w:p w:rsidR="001D08AD" w:rsidRDefault="001D08AD" w:rsidP="00FD6765">
      <w:pPr>
        <w:pStyle w:val="Heading2"/>
        <w:rPr>
          <w:cs/>
          <w:lang w:bidi="hi-IN"/>
        </w:rPr>
      </w:pPr>
    </w:p>
    <w:p w:rsidR="001D08AD" w:rsidRDefault="001D08AD" w:rsidP="00FD6765">
      <w:pPr>
        <w:pStyle w:val="Heading2"/>
        <w:rPr>
          <w:cs/>
          <w:lang w:bidi="hi-IN"/>
        </w:rPr>
      </w:pPr>
      <w:bookmarkStart w:id="66" w:name="_Toc457825290"/>
      <w:r w:rsidRPr="008F4AF7">
        <w:rPr>
          <w:rFonts w:hint="cs"/>
          <w:cs/>
          <w:lang w:bidi="hi-IN"/>
        </w:rPr>
        <w:t>ह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कूफ़े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सवारान</w:t>
      </w:r>
      <w:bookmarkEnd w:id="66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रियाह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....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हूण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ख़ास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कबीले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ताअल्लुक़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?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 .....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583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23051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 xml:space="preserve">23052, </w:t>
      </w:r>
      <w:r w:rsidRPr="008F4AF7">
        <w:rPr>
          <w:rFonts w:hint="cs"/>
          <w:cs/>
          <w:lang w:bidi="hi-IN"/>
        </w:rPr>
        <w:t>उसदुल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441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 xml:space="preserve">1038, </w:t>
      </w:r>
      <w:r w:rsidRPr="008F4AF7">
        <w:rPr>
          <w:rFonts w:hint="cs"/>
          <w:cs/>
          <w:lang w:bidi="hi-IN"/>
        </w:rPr>
        <w:t>रियाज़ुन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113,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231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पेद</w:t>
      </w:r>
      <w:r w:rsidRPr="008F4AF7">
        <w:rPr>
          <w:cs/>
          <w:lang w:bidi="hi-IN"/>
        </w:rPr>
        <w:t xml:space="preserve"> </w:t>
      </w:r>
      <w:r w:rsidRPr="00E47180">
        <w:t>384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 xml:space="preserve">385,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मोजमुल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173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4053, </w:t>
      </w:r>
      <w:r w:rsidRPr="008F4AF7">
        <w:rPr>
          <w:rFonts w:hint="cs"/>
          <w:cs/>
          <w:lang w:bidi="hi-IN"/>
        </w:rPr>
        <w:t>मुख़्तसरे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354)</w:t>
      </w:r>
    </w:p>
    <w:p w:rsidR="001D08AD" w:rsidRDefault="001D08AD" w:rsidP="00FD6765">
      <w:pPr>
        <w:pStyle w:val="Heading2"/>
        <w:rPr>
          <w:cs/>
          <w:lang w:bidi="hi-IN"/>
        </w:rPr>
      </w:pPr>
    </w:p>
    <w:p w:rsidR="001D08AD" w:rsidRDefault="001D08AD" w:rsidP="00FD6765">
      <w:pPr>
        <w:pStyle w:val="Heading2"/>
        <w:rPr>
          <w:cs/>
          <w:lang w:bidi="hi-IN"/>
        </w:rPr>
      </w:pPr>
      <w:bookmarkStart w:id="67" w:name="_Toc457825291"/>
      <w:r w:rsidRPr="008F4AF7">
        <w:rPr>
          <w:rFonts w:hint="cs"/>
          <w:cs/>
          <w:lang w:bidi="hi-IN"/>
        </w:rPr>
        <w:t>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सिफ़्फ़ीन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</w:t>
      </w:r>
      <w:bookmarkEnd w:id="67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सुलैम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क़ैस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हेलाली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बुज़ुर्गे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ताबेई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सिफ़्फ़ीन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मुहाजिर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किताबे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क़ैस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757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25)</w:t>
      </w:r>
    </w:p>
    <w:p w:rsidR="001D08AD" w:rsidRDefault="001D08AD" w:rsidP="00FD6765">
      <w:pPr>
        <w:pStyle w:val="Heading1"/>
      </w:pPr>
    </w:p>
    <w:p w:rsidR="001D08AD" w:rsidRDefault="001D08AD" w:rsidP="00FD6765">
      <w:pPr>
        <w:pStyle w:val="Heading1"/>
      </w:pPr>
      <w:bookmarkStart w:id="68" w:name="_Toc457825292"/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ज़हरा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</w:t>
      </w:r>
      <w:bookmarkEnd w:id="68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शमसुद्दीन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जज़री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कुलसूम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फ़ातेमा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ज़हरा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बीबी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असनल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भुला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यनाबीउल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</w:t>
      </w:r>
      <w:r w:rsidRPr="008F4AF7">
        <w:rPr>
          <w:cs/>
          <w:lang w:bidi="hi-IN"/>
        </w:rPr>
        <w:t xml:space="preserve"> </w:t>
      </w:r>
      <w:r w:rsidRPr="00E47180">
        <w:t xml:space="preserve">90,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788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26)</w:t>
      </w:r>
    </w:p>
    <w:p w:rsidR="001D08AD" w:rsidRDefault="001D08AD" w:rsidP="00FD6765">
      <w:pPr>
        <w:pStyle w:val="Heading1"/>
      </w:pPr>
    </w:p>
    <w:p w:rsidR="001D08AD" w:rsidRDefault="001D08AD" w:rsidP="00FD6765">
      <w:pPr>
        <w:pStyle w:val="Heading1"/>
      </w:pPr>
      <w:bookmarkStart w:id="69" w:name="_Toc457825293"/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</w:t>
      </w:r>
      <w:bookmarkEnd w:id="69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असमाए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 xml:space="preserve">1.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E47180" w:rsidRDefault="008F4AF7" w:rsidP="008F4AF7">
      <w:pPr>
        <w:pStyle w:val="libNormal"/>
      </w:pPr>
      <w:r w:rsidRPr="00E47180">
        <w:t xml:space="preserve">2. </w:t>
      </w:r>
      <w:r w:rsidRPr="008F4AF7">
        <w:rPr>
          <w:rFonts w:hint="cs"/>
          <w:cs/>
          <w:lang w:bidi="hi-IN"/>
        </w:rPr>
        <w:t>बुरद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ऐहतेजाज।</w:t>
      </w:r>
    </w:p>
    <w:p w:rsidR="008F4AF7" w:rsidRPr="00E47180" w:rsidRDefault="008F4AF7" w:rsidP="008F4AF7">
      <w:pPr>
        <w:pStyle w:val="libNormal"/>
      </w:pPr>
      <w:r w:rsidRPr="00E47180">
        <w:t xml:space="preserve">3.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ऐहतेजाज।</w:t>
      </w:r>
    </w:p>
    <w:p w:rsidR="008F4AF7" w:rsidRPr="00E47180" w:rsidRDefault="008F4AF7" w:rsidP="008F4AF7">
      <w:pPr>
        <w:pStyle w:val="libNormal"/>
      </w:pPr>
      <w:r w:rsidRPr="00E47180">
        <w:t xml:space="preserve">4. </w:t>
      </w:r>
      <w:r w:rsidRPr="008F4AF7">
        <w:rPr>
          <w:rFonts w:hint="cs"/>
          <w:cs/>
          <w:lang w:bidi="hi-IN"/>
        </w:rPr>
        <w:t>अम्मारे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यासिर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सिफ़्फ़ीन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ऐहतेजाज।</w:t>
      </w:r>
    </w:p>
    <w:p w:rsidR="008F4AF7" w:rsidRPr="00E47180" w:rsidRDefault="008F4AF7" w:rsidP="008F4AF7">
      <w:pPr>
        <w:pStyle w:val="libNormal"/>
      </w:pPr>
      <w:r w:rsidRPr="00E47180">
        <w:t xml:space="preserve">5. </w:t>
      </w:r>
      <w:r w:rsidRPr="008F4AF7">
        <w:rPr>
          <w:rFonts w:hint="cs"/>
          <w:cs/>
          <w:lang w:bidi="hi-IN"/>
        </w:rPr>
        <w:t>असबग़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सन्</w:t>
      </w:r>
      <w:r w:rsidRPr="008F4AF7">
        <w:rPr>
          <w:cs/>
          <w:lang w:bidi="hi-IN"/>
        </w:rPr>
        <w:t xml:space="preserve"> </w:t>
      </w:r>
      <w:r w:rsidRPr="00E47180">
        <w:t>37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ऐहतेजाज।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6.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हुरैरा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मस्जिदे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मुनाज़िरा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मुनाज़िरा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हैसमी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यअली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तबरानी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बज़्ज़ाज़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तौसीक़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(</w:t>
      </w:r>
    </w:p>
    <w:p w:rsidR="008F4AF7" w:rsidRPr="00E47180" w:rsidRDefault="008F4AF7" w:rsidP="008F4AF7">
      <w:pPr>
        <w:pStyle w:val="libNormal"/>
      </w:pPr>
      <w:r w:rsidRPr="00E47180">
        <w:t xml:space="preserve">7.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जै़द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अरक़म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ऐहतेजाज।</w:t>
      </w:r>
    </w:p>
    <w:p w:rsidR="008F4AF7" w:rsidRPr="00E47180" w:rsidRDefault="008F4AF7" w:rsidP="008F4AF7">
      <w:pPr>
        <w:pStyle w:val="libNormal"/>
      </w:pPr>
      <w:r w:rsidRPr="00E47180">
        <w:t xml:space="preserve">8.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जाबिर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मुनाज़िरा।</w:t>
      </w:r>
    </w:p>
    <w:p w:rsidR="008F4AF7" w:rsidRPr="00E47180" w:rsidRDefault="008F4AF7" w:rsidP="008F4AF7">
      <w:pPr>
        <w:pStyle w:val="libNormal"/>
      </w:pPr>
      <w:r w:rsidRPr="00E47180">
        <w:t xml:space="preserve">9. </w:t>
      </w:r>
      <w:r w:rsidRPr="008F4AF7">
        <w:rPr>
          <w:rFonts w:hint="cs"/>
          <w:cs/>
          <w:lang w:bidi="hi-IN"/>
        </w:rPr>
        <w:t>क़ैस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सन्</w:t>
      </w:r>
      <w:r w:rsidRPr="008F4AF7">
        <w:rPr>
          <w:cs/>
          <w:lang w:bidi="hi-IN"/>
        </w:rPr>
        <w:t xml:space="preserve"> </w:t>
      </w:r>
      <w:r w:rsidRPr="00E47180">
        <w:t>50, 56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ऐहतेजाज।</w:t>
      </w:r>
    </w:p>
    <w:p w:rsidR="008F4AF7" w:rsidRPr="00E47180" w:rsidRDefault="008F4AF7" w:rsidP="008F4AF7">
      <w:pPr>
        <w:pStyle w:val="libNormal"/>
      </w:pPr>
      <w:r w:rsidRPr="00E47180">
        <w:t xml:space="preserve">10. </w:t>
      </w:r>
      <w:r w:rsidRPr="008F4AF7">
        <w:rPr>
          <w:rFonts w:hint="cs"/>
          <w:cs/>
          <w:lang w:bidi="hi-IN"/>
        </w:rPr>
        <w:t>दारमिया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हजूनिया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सन्</w:t>
      </w:r>
      <w:r w:rsidRPr="008F4AF7">
        <w:rPr>
          <w:cs/>
          <w:lang w:bidi="hi-IN"/>
        </w:rPr>
        <w:t xml:space="preserve"> </w:t>
      </w:r>
      <w:r w:rsidRPr="00E47180">
        <w:t>50, 56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834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42)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सियासह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97)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ख़ारज़मी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199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240)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206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240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ख़ुतबा</w:t>
      </w:r>
      <w:r w:rsidRPr="008F4AF7">
        <w:rPr>
          <w:cs/>
          <w:lang w:bidi="hi-IN"/>
        </w:rPr>
        <w:t xml:space="preserve"> </w:t>
      </w:r>
      <w:r w:rsidRPr="00E47180">
        <w:t>35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सिफ़्फ़ीन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338)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ख़ारज़मी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205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240, 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ख़वास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85)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मुसमदे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307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6423, </w:t>
      </w:r>
      <w:r w:rsidRPr="008F4AF7">
        <w:rPr>
          <w:rFonts w:hint="cs"/>
          <w:cs/>
          <w:lang w:bidi="hi-IN"/>
        </w:rPr>
        <w:t>मजमउज़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यनाबीउल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</w:t>
      </w:r>
      <w:r w:rsidRPr="008F4AF7">
        <w:rPr>
          <w:cs/>
          <w:lang w:bidi="hi-IN"/>
        </w:rPr>
        <w:t xml:space="preserve"> </w:t>
      </w:r>
      <w:r w:rsidRPr="00E47180">
        <w:t>56)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किफ़ायतुत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किताबे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777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26)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रबीउल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599)</w:t>
      </w:r>
    </w:p>
    <w:p w:rsidR="008F4AF7" w:rsidRPr="00E47180" w:rsidRDefault="008F4AF7" w:rsidP="008F4AF7">
      <w:pPr>
        <w:pStyle w:val="libNormal"/>
      </w:pPr>
      <w:r w:rsidRPr="00E47180">
        <w:t xml:space="preserve">11.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ऐहतेजाज।</w:t>
      </w:r>
    </w:p>
    <w:p w:rsidR="008F4AF7" w:rsidRPr="00E47180" w:rsidRDefault="008F4AF7" w:rsidP="008F4AF7">
      <w:pPr>
        <w:pStyle w:val="libNormal"/>
      </w:pPr>
      <w:r w:rsidRPr="00E47180">
        <w:t xml:space="preserve">12. </w:t>
      </w:r>
      <w:r w:rsidRPr="008F4AF7">
        <w:rPr>
          <w:rFonts w:hint="cs"/>
          <w:cs/>
          <w:lang w:bidi="hi-IN"/>
        </w:rPr>
        <w:t>ख़लीफ़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फ़ुक़हा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हिलयतुल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औवलिया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364)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अक़दुल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>61)</w:t>
      </w:r>
    </w:p>
    <w:p w:rsidR="00FD6765" w:rsidRDefault="008F4AF7" w:rsidP="008F4AF7">
      <w:pPr>
        <w:pStyle w:val="libNormal"/>
        <w:rPr>
          <w:cs/>
          <w:lang w:bidi="hi-IN"/>
        </w:rPr>
      </w:pPr>
      <w:r w:rsidRPr="008F4AF7">
        <w:rPr>
          <w:cs/>
          <w:lang w:bidi="hi-IN"/>
        </w:rPr>
        <w:t xml:space="preserve"> </w:t>
      </w:r>
    </w:p>
    <w:p w:rsidR="00FD6765" w:rsidRDefault="00FD6765" w:rsidP="00DE0F6F">
      <w:pPr>
        <w:pStyle w:val="libNormal"/>
        <w:rPr>
          <w:cs/>
          <w:lang w:bidi="hi-IN"/>
        </w:rPr>
      </w:pPr>
      <w:r>
        <w:rPr>
          <w:cs/>
          <w:lang w:bidi="hi-IN"/>
        </w:rPr>
        <w:br w:type="page"/>
      </w:r>
    </w:p>
    <w:p w:rsidR="001D08AD" w:rsidRDefault="001D08AD" w:rsidP="00FD6765">
      <w:pPr>
        <w:pStyle w:val="Heading1"/>
        <w:rPr>
          <w:cs/>
          <w:lang w:bidi="hi-IN"/>
        </w:rPr>
      </w:pPr>
    </w:p>
    <w:p w:rsidR="001D08AD" w:rsidRDefault="001D08AD" w:rsidP="00FD6765">
      <w:pPr>
        <w:pStyle w:val="Heading1"/>
        <w:rPr>
          <w:cs/>
          <w:lang w:bidi="hi-IN"/>
        </w:rPr>
      </w:pPr>
      <w:bookmarkStart w:id="70" w:name="_Toc457825294"/>
      <w:r w:rsidRPr="008F4AF7">
        <w:rPr>
          <w:rFonts w:hint="cs"/>
          <w:cs/>
          <w:lang w:bidi="hi-IN"/>
        </w:rPr>
        <w:t>ऐतेराज़ात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bookmarkEnd w:id="70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मज़बूत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मुसतहकम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बेजा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जज़्म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... </w:t>
      </w:r>
      <w:r w:rsidRPr="008F4AF7">
        <w:rPr>
          <w:rFonts w:hint="cs"/>
          <w:cs/>
          <w:lang w:bidi="hi-IN"/>
        </w:rPr>
        <w:t>मुवस्सक़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फ़ेसल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224)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है।दोबारा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मुतालआ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दुव्वुम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हज़्म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सिव्वुम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मुतअस्सिब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धर्म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आदमी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बुग़्ज़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मुहल्ली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अब्दुर्रहमान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मुल्जिम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लिसानुल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229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>5737)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मुहल्ली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482)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सख़ी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E47180">
        <w:t>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रीशो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रंगीन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मुशाबेह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326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17857, </w:t>
      </w:r>
      <w:r w:rsidRPr="008F4AF7">
        <w:rPr>
          <w:rFonts w:hint="cs"/>
          <w:cs/>
          <w:lang w:bidi="hi-IN"/>
        </w:rPr>
        <w:t>ख़सायसे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162,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मुसतदरके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4679)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अक़्दुल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क़ंज़ुल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195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36582)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मुलजिम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मख़्लूक़ाते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145, </w:t>
      </w:r>
      <w:r w:rsidRPr="008F4AF7">
        <w:rPr>
          <w:rFonts w:hint="cs"/>
          <w:cs/>
          <w:lang w:bidi="hi-IN"/>
        </w:rPr>
        <w:t>कामिले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435)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मोहतरम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मुलजिम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मुजतहिद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वाजिबुल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मुसलेमीन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ख़ुरूज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ख़ारिज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अमारा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अम्मार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ग़ादरिया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सलमी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तावील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मुजतहिद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(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161)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जाहिलों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तौसीक़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बिलकुल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करेगा।</w:t>
      </w:r>
      <w:r w:rsidRPr="008F4AF7">
        <w:rPr>
          <w:cs/>
          <w:lang w:bidi="hi-IN"/>
        </w:rPr>
        <w:t xml:space="preserve"> (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अम्मार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फ़रज़ंदे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पालने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हिर्स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निगाहों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कपड़ों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फाड़ने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आतिशे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जहन्नम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5704)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मोजमुल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96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पहदीस</w:t>
      </w:r>
      <w:r w:rsidRPr="008F4AF7">
        <w:rPr>
          <w:cs/>
          <w:lang w:bidi="hi-IN"/>
        </w:rPr>
        <w:t xml:space="preserve"> </w:t>
      </w:r>
      <w:r w:rsidRPr="00E47180">
        <w:t>10071)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मुसतदरके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437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5661)</w:t>
      </w:r>
    </w:p>
    <w:p w:rsidR="001D08AD" w:rsidRDefault="001D08AD" w:rsidP="00FD6765">
      <w:pPr>
        <w:pStyle w:val="Heading1"/>
      </w:pPr>
    </w:p>
    <w:p w:rsidR="001D08AD" w:rsidRDefault="001D08AD" w:rsidP="00FD6765">
      <w:pPr>
        <w:pStyle w:val="Heading1"/>
      </w:pPr>
      <w:bookmarkStart w:id="71" w:name="_Toc457825295"/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bookmarkEnd w:id="71"/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गद़ीर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तैमीया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........</w:t>
      </w:r>
      <w:r w:rsidRPr="008F4AF7">
        <w:rPr>
          <w:rFonts w:hint="cs"/>
          <w:cs/>
          <w:lang w:bidi="hi-IN"/>
        </w:rPr>
        <w:t>सेहाह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मिनहाजुस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319)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तिरमीज़ी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मख़्सूसन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वारिद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रवैया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नासिरुद्दीन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ऐतेक़ादी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lastRenderedPageBreak/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जल्दी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छानबीन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सिलसिलतुल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अहादिसिस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1750)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मोहतरम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अहेल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फ़ेहरिस्त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ज़अबी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अल्लामा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शरफ़ुद्दीन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लुग़ते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औलवियत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बय्येनात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जअबा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औलवियत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इल्में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लुग़त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अलिफ़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मुफ़स्सेरीन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बयानात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फ़ख़रुद्दीन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E47180">
        <w:rPr>
          <w:rFonts w:ascii="Times New Roman" w:hAnsi="Times New Roman" w:cs="Times New Roman" w:hint="cs"/>
          <w:rtl/>
        </w:rPr>
        <w:t>فَالْيَوْمَ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يُؤْخَذُ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فِدْيَةٌ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الَّذِينَ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كَفَرُوا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ۚ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مَأْوَاكُمُ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النَّارُ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ۖ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هِيَ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مَوْلَاكُمْ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ۖ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وَبِئْسَ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الْمَصِيرُ</w:t>
      </w:r>
      <w:r w:rsidRPr="00E47180"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कलबी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ज़ुज्जाज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15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तर्जुमा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227)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बग़वी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 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जमख़्शरी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फ़रज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जौज़ी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नैशापुरी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बैज़ावी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नसफ़ी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सुयूती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सऊद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मआलिमुत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कश्शाफ़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476, </w:t>
      </w:r>
      <w:r w:rsidRPr="008F4AF7">
        <w:rPr>
          <w:rFonts w:hint="cs"/>
          <w:cs/>
          <w:lang w:bidi="hi-IN"/>
        </w:rPr>
        <w:t>ज़ादुल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168, </w:t>
      </w:r>
      <w:r w:rsidRPr="008F4AF7">
        <w:rPr>
          <w:rFonts w:hint="cs"/>
          <w:cs/>
          <w:lang w:bidi="hi-IN"/>
        </w:rPr>
        <w:t>ग़रायबुल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131, </w:t>
      </w:r>
      <w:r w:rsidRPr="008F4AF7">
        <w:rPr>
          <w:rFonts w:hint="cs"/>
          <w:cs/>
          <w:lang w:bidi="hi-IN"/>
        </w:rPr>
        <w:t>अनवारुत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मदारिकुत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226, </w:t>
      </w:r>
      <w:r w:rsidRPr="008F4AF7">
        <w:rPr>
          <w:rFonts w:hint="cs"/>
          <w:cs/>
          <w:lang w:bidi="hi-IN"/>
        </w:rPr>
        <w:t>तफसीरे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जलालैन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..</w:t>
      </w:r>
      <w:r w:rsidRPr="008F4AF7">
        <w:rPr>
          <w:rFonts w:hint="cs"/>
          <w:cs/>
          <w:lang w:bidi="hi-IN"/>
        </w:rPr>
        <w:t>।</w:t>
      </w:r>
      <w:r w:rsidRPr="008F4AF7">
        <w:rPr>
          <w:cs/>
          <w:lang w:bidi="hi-IN"/>
        </w:rPr>
        <w:t>)</w:t>
      </w:r>
    </w:p>
    <w:p w:rsidR="001D08AD" w:rsidRDefault="001D08AD" w:rsidP="00FD6765">
      <w:pPr>
        <w:pStyle w:val="Heading1"/>
        <w:rPr>
          <w:cs/>
          <w:lang w:bidi="hi-IN"/>
        </w:rPr>
      </w:pPr>
    </w:p>
    <w:p w:rsidR="001D08AD" w:rsidRDefault="001D08AD" w:rsidP="00FD6765">
      <w:pPr>
        <w:pStyle w:val="Heading1"/>
        <w:rPr>
          <w:cs/>
          <w:lang w:bidi="hi-IN"/>
        </w:rPr>
      </w:pPr>
      <w:bookmarkStart w:id="72" w:name="_Toc457825296"/>
      <w:r w:rsidRPr="008F4AF7">
        <w:rPr>
          <w:rFonts w:hint="cs"/>
          <w:cs/>
          <w:lang w:bidi="hi-IN"/>
        </w:rPr>
        <w:t>बे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मुतकल्लेमीन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बयानात</w:t>
      </w:r>
      <w:bookmarkEnd w:id="72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तफ़तज़ानी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क़ौशजी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तफ़तज़ानी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कलामे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मुतवल्ली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मालिके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लुग़त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FD6765">
      <w:pPr>
        <w:pStyle w:val="Heading1"/>
        <w:rPr>
          <w:cs/>
          <w:lang w:bidi="hi-IN"/>
        </w:rPr>
      </w:pPr>
    </w:p>
    <w:p w:rsidR="001D08AD" w:rsidRDefault="001D08AD" w:rsidP="00FD6765">
      <w:pPr>
        <w:pStyle w:val="Heading1"/>
        <w:rPr>
          <w:cs/>
          <w:lang w:bidi="hi-IN"/>
        </w:rPr>
      </w:pPr>
      <w:bookmarkStart w:id="73" w:name="_Toc457825297"/>
      <w:r w:rsidRPr="008F4AF7">
        <w:rPr>
          <w:rFonts w:hint="cs"/>
          <w:cs/>
          <w:lang w:bidi="hi-IN"/>
        </w:rPr>
        <w:t>जीम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लुग़त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bookmarkEnd w:id="73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बुज़ुर्ग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लुग़त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फ़र्रा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ज़ुज्जाज़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उबैदा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अख़फ़श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रम्मानी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ज़ूज़नी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सअलब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जौहरी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FD6765">
      <w:pPr>
        <w:pStyle w:val="Heading1"/>
        <w:rPr>
          <w:cs/>
          <w:lang w:bidi="hi-IN"/>
        </w:rPr>
      </w:pPr>
    </w:p>
    <w:p w:rsidR="001D08AD" w:rsidRDefault="001D08AD" w:rsidP="00FD6765">
      <w:pPr>
        <w:pStyle w:val="Heading1"/>
        <w:rPr>
          <w:cs/>
          <w:lang w:bidi="hi-IN"/>
        </w:rPr>
      </w:pPr>
      <w:bookmarkStart w:id="74" w:name="_Toc457825298"/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अस्ल</w:t>
      </w:r>
      <w:bookmarkEnd w:id="74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माद्दा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फासला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फ़ारस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वाव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क़ुर्ब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आज़ाद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साहिब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नासिर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पड़ोसी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इतलाक़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फ़ारस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मोअजम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मक़ायसुल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लुग़त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1104)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राग़िब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इसफ़हानी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विला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फ़ासला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सदाक़त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नुसरत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ऐतेक़ाद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इसतेआरे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नुसरत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शहादत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राग़िबे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इसफ़हानी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533 )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मोहतरम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इँसान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क़दीमी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महसूसात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महसूसात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इस्तेआरा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मुलाज़ेमा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मय्यत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मय्यत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बच्चे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नुसरत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नुसरत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बंदों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बंदों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दुनयवी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मवानेअ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अलमीज़ान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368)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नफ़्सियाती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रियाज़तों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क़ाबिलीयत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लुत्फ़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मुकम्मल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दख्ल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1D08AD" w:rsidRDefault="001D08AD" w:rsidP="00FD6765">
      <w:pPr>
        <w:pStyle w:val="Heading1"/>
      </w:pPr>
    </w:p>
    <w:p w:rsidR="001D08AD" w:rsidRDefault="001D08AD" w:rsidP="00FD6765">
      <w:pPr>
        <w:pStyle w:val="Heading1"/>
      </w:pPr>
      <w:bookmarkStart w:id="75" w:name="_Toc457825299"/>
      <w:r w:rsidRPr="00E47180">
        <w:t xml:space="preserve">4. </w:t>
      </w:r>
      <w:r w:rsidRPr="00E47180">
        <w:tab/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सज़ावार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bookmarkEnd w:id="75"/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ज़अबी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>?()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बय्येनात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कु़रआने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दख्ल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(</w:t>
      </w:r>
      <w:r w:rsidRPr="00E47180">
        <w:rPr>
          <w:rFonts w:ascii="Times New Roman" w:hAnsi="Times New Roman" w:cs="Times New Roman" w:hint="cs"/>
          <w:rtl/>
        </w:rPr>
        <w:t>وَاعْتَصِمُوا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بِاللَّـهِ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هُوَ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مَوْلَاكُمْ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अल्लामा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फ़ख़रुद्दीन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78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तर्जुमा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वाबस्ता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)</w:t>
      </w:r>
    </w:p>
    <w:p w:rsidR="008F4AF7" w:rsidRPr="00E47180" w:rsidRDefault="00FD6765" w:rsidP="008F4AF7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(</w:t>
      </w:r>
      <w:r w:rsidR="008F4AF7" w:rsidRPr="008F4AF7">
        <w:rPr>
          <w:rFonts w:hint="cs"/>
          <w:cs/>
          <w:lang w:bidi="hi-IN"/>
        </w:rPr>
        <w:t>तफ़सीरे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राज़ी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जिल्द</w:t>
      </w:r>
      <w:r w:rsidR="008F4AF7" w:rsidRPr="008F4AF7">
        <w:rPr>
          <w:cs/>
          <w:lang w:bidi="hi-IN"/>
        </w:rPr>
        <w:t xml:space="preserve"> </w:t>
      </w:r>
      <w:r w:rsidR="008F4AF7" w:rsidRPr="00E47180">
        <w:t>23</w:t>
      </w:r>
      <w:r w:rsidR="008F4AF7" w:rsidRPr="008F4AF7">
        <w:rPr>
          <w:cs/>
          <w:lang w:bidi="hi-IN"/>
        </w:rPr>
        <w:t xml:space="preserve"> </w:t>
      </w:r>
      <w:r w:rsidR="008F4AF7" w:rsidRPr="008F4AF7">
        <w:rPr>
          <w:rFonts w:hint="cs"/>
          <w:cs/>
          <w:lang w:bidi="hi-IN"/>
        </w:rPr>
        <w:t>पेज</w:t>
      </w:r>
      <w:r w:rsidR="008F4AF7" w:rsidRPr="008F4AF7">
        <w:rPr>
          <w:cs/>
          <w:lang w:bidi="hi-IN"/>
        </w:rPr>
        <w:t xml:space="preserve"> </w:t>
      </w:r>
      <w:r w:rsidR="008F4AF7" w:rsidRPr="00E47180">
        <w:t>74</w:t>
      </w:r>
      <w:r>
        <w:rPr>
          <w:rFonts w:hint="cs"/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नैशापुरी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(</w:t>
      </w:r>
      <w:r w:rsidRPr="00E47180">
        <w:rPr>
          <w:rFonts w:ascii="Times New Roman" w:hAnsi="Times New Roman" w:cs="Times New Roman" w:hint="cs"/>
          <w:rtl/>
        </w:rPr>
        <w:t>ثُمَّ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رُدُّوا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مَوْلَاهُمُ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الْحَقِّ</w:t>
      </w:r>
      <w:r w:rsidRPr="008F4AF7">
        <w:rPr>
          <w:cs/>
          <w:lang w:bidi="hi-IN"/>
        </w:rPr>
        <w:t xml:space="preserve"> 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दख्ल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.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>(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62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तर्जुमा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परवरदिगार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पलटा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>()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नैशापुरी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मुतवल्ली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मुतसर्रिफ़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तीसरे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मलीक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दख्ल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चौथे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आहंग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मुतवल्ली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मुनासेबत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1D08AD" w:rsidRDefault="001D08AD" w:rsidP="00FD6765">
      <w:pPr>
        <w:pStyle w:val="Heading1"/>
      </w:pPr>
    </w:p>
    <w:p w:rsidR="001D08AD" w:rsidRDefault="001D08AD" w:rsidP="00FD6765">
      <w:pPr>
        <w:pStyle w:val="Heading1"/>
      </w:pPr>
      <w:bookmarkStart w:id="76" w:name="_Toc457825300"/>
      <w:r w:rsidRPr="00E47180">
        <w:t xml:space="preserve">5. </w:t>
      </w:r>
      <w:r w:rsidRPr="00E47180">
        <w:tab/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bookmarkEnd w:id="76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फ़ौरन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चौथा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...(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  <w:r w:rsidRPr="00E47180">
        <w:t xml:space="preserve">, </w:t>
      </w:r>
      <w:r w:rsidRPr="008F4AF7">
        <w:rPr>
          <w:rFonts w:hint="cs"/>
          <w:cs/>
          <w:lang w:bidi="hi-IN"/>
        </w:rPr>
        <w:lastRenderedPageBreak/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फ़ौरन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438)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क़रायने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पैगम्बरे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चौथे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गद़ीर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सलासा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आहंग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पाँचवे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>?</w:t>
      </w:r>
      <w:r w:rsidRPr="008F4AF7">
        <w:rPr>
          <w:rFonts w:hint="cs"/>
          <w:cs/>
          <w:lang w:bidi="hi-IN"/>
        </w:rPr>
        <w:t>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6. </w:t>
      </w:r>
      <w:r w:rsidRPr="00E47180">
        <w:tab/>
      </w:r>
      <w:r w:rsidRPr="008F4AF7">
        <w:rPr>
          <w:rFonts w:hint="cs"/>
          <w:cs/>
          <w:lang w:bidi="hi-IN"/>
        </w:rPr>
        <w:t>बातिनी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बातिनी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मुतारादिफ़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ताविल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सलासा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करें।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नबूव्वत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तावील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सलासा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मफ़हूफ़े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चौथे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सियासी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मरजईत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क़ीस्म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1D08AD" w:rsidRDefault="001D08AD" w:rsidP="00FD6765">
      <w:pPr>
        <w:pStyle w:val="Heading1"/>
      </w:pPr>
    </w:p>
    <w:p w:rsidR="001D08AD" w:rsidRDefault="001D08AD" w:rsidP="00FD6765">
      <w:pPr>
        <w:pStyle w:val="Heading1"/>
      </w:pPr>
      <w:bookmarkStart w:id="77" w:name="_Toc457825301"/>
      <w:r w:rsidRPr="00E47180">
        <w:t xml:space="preserve">7. </w:t>
      </w:r>
      <w:r w:rsidRPr="00E47180">
        <w:tab/>
      </w:r>
      <w:r w:rsidRPr="008F4AF7">
        <w:rPr>
          <w:rFonts w:hint="cs"/>
          <w:cs/>
          <w:lang w:bidi="hi-IN"/>
        </w:rPr>
        <w:t>ताज़ीम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अवलवियत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bookmarkEnd w:id="77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वलीयुल्लाह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देहलवी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अवलवियत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मुनसरिफ़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मुनासिबत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ख़ुतबे</w:t>
      </w:r>
      <w:r w:rsidRPr="008F4AF7">
        <w:rPr>
          <w:cs/>
          <w:lang w:bidi="hi-IN"/>
        </w:rPr>
        <w:t xml:space="preserve"> ......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मफ़हूफ़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....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मफ़हूफ़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आहंग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चौथे</w:t>
      </w:r>
      <w:r w:rsidRPr="008F4AF7">
        <w:rPr>
          <w:cs/>
          <w:lang w:bidi="hi-IN"/>
        </w:rPr>
        <w:t>. (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थोड़ी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फ़र्ज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अवलवियत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मुनाफात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अफ़ज़ल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अफ़ज़ल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1D08AD" w:rsidRDefault="001D08AD" w:rsidP="00FD6765">
      <w:pPr>
        <w:pStyle w:val="Heading1"/>
      </w:pPr>
    </w:p>
    <w:p w:rsidR="001D08AD" w:rsidRDefault="001D08AD" w:rsidP="00FD6765">
      <w:pPr>
        <w:pStyle w:val="Heading1"/>
      </w:pPr>
      <w:bookmarkStart w:id="78" w:name="_Toc457825302"/>
      <w:r w:rsidRPr="00E47180">
        <w:t xml:space="preserve">8. </w:t>
      </w:r>
      <w:r w:rsidRPr="00E47180">
        <w:tab/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68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मुख़ालिफ़त</w:t>
      </w:r>
      <w:bookmarkEnd w:id="78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वलीयुल्लाह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देहलवी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</w:p>
    <w:p w:rsidR="008F4AF7" w:rsidRPr="00E47180" w:rsidRDefault="008F4AF7" w:rsidP="008F4AF7">
      <w:pPr>
        <w:pStyle w:val="libNormal"/>
      </w:pPr>
      <w:r w:rsidRPr="00E47180">
        <w:t xml:space="preserve">: </w:t>
      </w:r>
      <w:r w:rsidRPr="00E47180">
        <w:rPr>
          <w:rFonts w:ascii="Times New Roman" w:hAnsi="Times New Roman" w:cs="Times New Roman" w:hint="cs"/>
          <w:rtl/>
        </w:rPr>
        <w:t>إِنَّ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أَوْلَى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النَّاسِ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بِإِبْرَاهِيمَ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لَلَّذِينَ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اتَّبَعُوهُ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وَهَـذَا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النَّبِيُّ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وَالَّذِينَ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آمَنُوا</w:t>
      </w: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69)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, </w:t>
      </w:r>
      <w:r w:rsidRPr="008F4AF7">
        <w:rPr>
          <w:rFonts w:hint="cs"/>
          <w:cs/>
          <w:lang w:bidi="hi-IN"/>
        </w:rPr>
        <w:t>यक़ीनन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मुकम्मल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रौशन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सज़ावार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अव्वल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औवलवियत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مَأْوَاكُمُ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النَّارُ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ۖ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هِيَ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مَوْلَاكُمْ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15)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ठिकाना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जहन्नम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अफ़ज़ल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मुकद्दम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इसमें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>)</w:t>
      </w:r>
    </w:p>
    <w:p w:rsidR="001D08AD" w:rsidRDefault="001D08AD" w:rsidP="00FD6765">
      <w:pPr>
        <w:pStyle w:val="Heading1"/>
      </w:pPr>
    </w:p>
    <w:p w:rsidR="001D08AD" w:rsidRDefault="001D08AD" w:rsidP="00FD6765">
      <w:pPr>
        <w:pStyle w:val="Heading1"/>
      </w:pPr>
      <w:bookmarkStart w:id="79" w:name="_Toc457825303"/>
      <w:r w:rsidRPr="00E47180">
        <w:t xml:space="preserve">9. </w:t>
      </w:r>
      <w:r w:rsidRPr="008F4AF7">
        <w:rPr>
          <w:rFonts w:hint="cs"/>
          <w:cs/>
          <w:lang w:bidi="hi-IN"/>
        </w:rPr>
        <w:t>ज़ैले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bookmarkEnd w:id="79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</w:t>
      </w:r>
      <w:r w:rsidRPr="008F4AF7">
        <w:rPr>
          <w:cs/>
          <w:lang w:bidi="hi-IN"/>
        </w:rPr>
        <w:lastRenderedPageBreak/>
        <w:t>(</w:t>
      </w:r>
      <w:r w:rsidRPr="008F4AF7">
        <w:rPr>
          <w:rFonts w:hint="cs"/>
          <w:cs/>
          <w:lang w:bidi="hi-IN"/>
        </w:rPr>
        <w:t>स</w:t>
      </w:r>
      <w:r w:rsidRPr="00E47180">
        <w:t>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..... </w:t>
      </w:r>
      <w:r w:rsidRPr="008F4AF7">
        <w:rPr>
          <w:rFonts w:hint="cs"/>
          <w:cs/>
          <w:lang w:bidi="hi-IN"/>
        </w:rPr>
        <w:t>पालने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......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क़ाबिले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तपते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मामूली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.....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.....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वर्ना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E47180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 .........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मुत्तक़ी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हिन्दी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हैसमी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चौथे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मुहिबुद्दीन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347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कंज़ुल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रियाज़ुन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205)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पाँचवे</w:t>
      </w:r>
      <w:r w:rsidRPr="008F4AF7">
        <w:rPr>
          <w:cs/>
          <w:lang w:bidi="hi-IN"/>
        </w:rPr>
        <w:t xml:space="preserve">. ......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जुमला</w:t>
      </w:r>
      <w:r w:rsidRPr="008F4AF7">
        <w:rPr>
          <w:cs/>
          <w:lang w:bidi="hi-IN"/>
        </w:rPr>
        <w:t xml:space="preserve"> .....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छठे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... 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बअदी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E47180">
        <w:t>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हुए।</w:t>
      </w:r>
      <w:r w:rsidRPr="008F4AF7">
        <w:rPr>
          <w:cs/>
          <w:lang w:bidi="hi-IN"/>
        </w:rPr>
        <w:t xml:space="preserve"> </w:t>
      </w:r>
    </w:p>
    <w:p w:rsidR="001D08AD" w:rsidRDefault="001D08AD" w:rsidP="00FD6765">
      <w:pPr>
        <w:pStyle w:val="Heading1"/>
      </w:pPr>
    </w:p>
    <w:p w:rsidR="001D08AD" w:rsidRDefault="001D08AD" w:rsidP="00FD6765">
      <w:pPr>
        <w:pStyle w:val="Heading1"/>
      </w:pPr>
      <w:bookmarkStart w:id="80" w:name="_Toc457825304"/>
      <w:r w:rsidRPr="00E47180">
        <w:t xml:space="preserve">10.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bookmarkEnd w:id="80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वलीयुल्लाह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देहलवी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लुग़क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लुग़वी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ब़गैर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मुताबादिर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आहंग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क़रायने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....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मुनासेबत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चौथे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E47180">
        <w:t>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आयशा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तलहा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ज़ुबैर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E47180">
        <w:t>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?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कराई</w:t>
      </w:r>
      <w:r w:rsidRPr="00E47180">
        <w:t>?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पाँचवें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हस्सान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शेयर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..........(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>)</w:t>
      </w:r>
    </w:p>
    <w:p w:rsidR="001D08AD" w:rsidRDefault="001D08AD" w:rsidP="00FD6765">
      <w:pPr>
        <w:pStyle w:val="Heading1"/>
      </w:pPr>
    </w:p>
    <w:p w:rsidR="001D08AD" w:rsidRDefault="001D08AD" w:rsidP="00FD6765">
      <w:pPr>
        <w:pStyle w:val="Heading1"/>
      </w:pPr>
      <w:bookmarkStart w:id="81" w:name="_Toc457825305"/>
      <w:r w:rsidRPr="00E47180">
        <w:t>11.</w:t>
      </w:r>
      <w:r w:rsidRPr="00E47180">
        <w:tab/>
      </w:r>
      <w:r w:rsidRPr="008F4AF7">
        <w:rPr>
          <w:rFonts w:hint="cs"/>
          <w:cs/>
          <w:lang w:bidi="hi-IN"/>
        </w:rPr>
        <w:t>हसने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मुसन्ना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इस्तिदलाल</w:t>
      </w:r>
      <w:bookmarkEnd w:id="81"/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वलीयुल्लाह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देहलवी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इस्फ़हानी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मुसन्ना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......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बलीग़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>...</w:t>
      </w:r>
      <w:r w:rsidRPr="008F4AF7">
        <w:rPr>
          <w:rFonts w:hint="cs"/>
          <w:cs/>
          <w:lang w:bidi="hi-IN"/>
        </w:rPr>
        <w:t>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मुसन्ना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थोड़ी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मासूम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दूसरे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क़रायने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क़रायने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किनाया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FD6765">
      <w:pPr>
        <w:pStyle w:val="Heading1"/>
      </w:pPr>
    </w:p>
    <w:p w:rsidR="001D08AD" w:rsidRDefault="001D08AD" w:rsidP="00FD6765">
      <w:pPr>
        <w:pStyle w:val="Heading1"/>
      </w:pPr>
      <w:bookmarkStart w:id="82" w:name="_Toc457825306"/>
      <w:r w:rsidRPr="00E47180">
        <w:t>12.</w:t>
      </w:r>
      <w:r w:rsidRPr="00E47180">
        <w:tab/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bookmarkEnd w:id="82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उठाया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कहें।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मुराजेआत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>58)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देहलवी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मुवर्रेख़ीन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नवीसान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असलमी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ख़ालिद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वापसी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शिकायत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करेगें</w:t>
      </w:r>
      <w:r w:rsidRPr="008F4AF7">
        <w:rPr>
          <w:cs/>
          <w:lang w:bidi="hi-IN"/>
        </w:rPr>
        <w:t>...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>..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शिकायत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तक़सीम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ग़नायम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दख़ल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चौथे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ताअल्लुक़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शरफ़ुद्दीन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मर्तबा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भेजा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पहली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मर्तबा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सन्</w:t>
      </w:r>
      <w:r w:rsidRPr="008F4AF7">
        <w:rPr>
          <w:cs/>
          <w:lang w:bidi="hi-IN"/>
        </w:rPr>
        <w:t xml:space="preserve"> </w:t>
      </w:r>
      <w:r w:rsidRPr="00E47180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यमन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शिकायत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ग़ज़बनाक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करेंगें।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मर्तबा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सन्</w:t>
      </w:r>
      <w:r w:rsidRPr="008F4AF7">
        <w:rPr>
          <w:cs/>
          <w:lang w:bidi="hi-IN"/>
        </w:rPr>
        <w:t xml:space="preserve"> </w:t>
      </w:r>
      <w:r w:rsidRPr="00E47180">
        <w:t>10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अम्मामा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बाँधा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रवाना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शिकायत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सीरए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दहलान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346)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सीरए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हिशाम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212)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मुराजेआत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407)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पाँचवे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फ़र्ज़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दिखाई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तपते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रोकें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छोटी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छठे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मिसाल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चचाज़ाद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दामाद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फ़रज़ंदों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पेदरे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वगैरह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सातवे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तबादुर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असबाब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ताअल्लुक़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मंक़ूला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13.</w:t>
      </w:r>
      <w:r w:rsidRPr="00E47180">
        <w:tab/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लाज़िम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मुतलक़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जायेगें।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जायेगी।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बय्येनात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फ़ेअली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लाज़िमा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चौथे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BA522B">
      <w:pPr>
        <w:pStyle w:val="Heading1"/>
      </w:pPr>
      <w:bookmarkStart w:id="83" w:name="_Toc457825307"/>
      <w:r w:rsidRPr="008F4AF7">
        <w:rPr>
          <w:rFonts w:hint="cs"/>
          <w:cs/>
          <w:lang w:bidi="hi-IN"/>
        </w:rPr>
        <w:lastRenderedPageBreak/>
        <w:t>आयए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बल्लिग़</w:t>
      </w:r>
      <w:bookmarkEnd w:id="83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बल्लिग़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rPr>
          <w:rFonts w:ascii="Times New Roman" w:hAnsi="Times New Roman" w:cs="Times New Roman" w:hint="cs"/>
          <w:rtl/>
        </w:rPr>
        <w:t>يَا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أَيُّهَا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الرَّسُولُ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بَلِّغْ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أُنزِلَ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إِلَيْكَ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رَّبِّكَ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ۖ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وَإِن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لَّمْ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تَفْعَلْ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بَلَّغْتَ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رِسَالَتَهُ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ۚ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يَعْصِمُكَ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النَّاسِ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ۗ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إِنَّ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يَهْدِي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الْقَوْمَ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الْكَافِرِينَ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67)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तर्जुमा</w:t>
      </w:r>
    </w:p>
    <w:p w:rsidR="008F4AF7" w:rsidRPr="00E47180" w:rsidRDefault="008F4AF7" w:rsidP="008F4AF7">
      <w:pPr>
        <w:pStyle w:val="libNormal"/>
      </w:pPr>
      <w:r w:rsidRPr="00E47180">
        <w:t xml:space="preserve">,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महफ़ूज़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रखेगा।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मुफ़स्सेरीन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इस्तिदलाल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मुत्तफ़िक़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करेगें।</w:t>
      </w:r>
    </w:p>
    <w:p w:rsidR="001D08AD" w:rsidRDefault="001D08AD" w:rsidP="00FD6765">
      <w:pPr>
        <w:pStyle w:val="Heading1"/>
        <w:rPr>
          <w:rtl/>
          <w:cs/>
        </w:rPr>
      </w:pPr>
    </w:p>
    <w:p w:rsidR="001D08AD" w:rsidRDefault="001D08AD" w:rsidP="00FD6765">
      <w:pPr>
        <w:pStyle w:val="Heading1"/>
        <w:rPr>
          <w:rtl/>
          <w:cs/>
        </w:rPr>
      </w:pPr>
      <w:bookmarkStart w:id="84" w:name="_Toc457825308"/>
      <w:r w:rsidRPr="00FD6765">
        <w:rPr>
          <w:rFonts w:hint="cs"/>
          <w:cs/>
          <w:lang w:bidi="hi-IN"/>
        </w:rPr>
        <w:t>आयत</w:t>
      </w:r>
      <w:r w:rsidRPr="00FD6765">
        <w:rPr>
          <w:cs/>
          <w:lang w:bidi="hi-IN"/>
        </w:rPr>
        <w:t xml:space="preserve"> </w:t>
      </w:r>
      <w:r w:rsidRPr="00FD6765">
        <w:rPr>
          <w:rFonts w:hint="cs"/>
          <w:cs/>
          <w:lang w:bidi="hi-IN"/>
        </w:rPr>
        <w:t>के</w:t>
      </w:r>
      <w:r w:rsidRPr="00FD6765">
        <w:rPr>
          <w:cs/>
          <w:lang w:bidi="hi-IN"/>
        </w:rPr>
        <w:t xml:space="preserve"> </w:t>
      </w:r>
      <w:r w:rsidRPr="00FD6765">
        <w:rPr>
          <w:rFonts w:hint="cs"/>
          <w:cs/>
          <w:lang w:bidi="hi-IN"/>
        </w:rPr>
        <w:t>बारे</w:t>
      </w:r>
      <w:r w:rsidRPr="00FD6765">
        <w:rPr>
          <w:cs/>
          <w:lang w:bidi="hi-IN"/>
        </w:rPr>
        <w:t xml:space="preserve"> </w:t>
      </w:r>
      <w:r w:rsidRPr="00FD6765">
        <w:rPr>
          <w:rFonts w:hint="cs"/>
          <w:cs/>
          <w:lang w:bidi="hi-IN"/>
        </w:rPr>
        <w:t>में</w:t>
      </w:r>
      <w:r w:rsidRPr="00FD6765">
        <w:rPr>
          <w:cs/>
          <w:lang w:bidi="hi-IN"/>
        </w:rPr>
        <w:t xml:space="preserve"> </w:t>
      </w:r>
      <w:r w:rsidRPr="00FD6765">
        <w:rPr>
          <w:rFonts w:hint="cs"/>
          <w:cs/>
          <w:lang w:bidi="hi-IN"/>
        </w:rPr>
        <w:t>तहक़ीक़</w:t>
      </w:r>
      <w:bookmarkEnd w:id="84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बल्लिग़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FD6765">
      <w:pPr>
        <w:pStyle w:val="Heading2"/>
      </w:pPr>
    </w:p>
    <w:p w:rsidR="001D08AD" w:rsidRDefault="001D08AD" w:rsidP="00FD6765">
      <w:pPr>
        <w:pStyle w:val="Heading2"/>
      </w:pPr>
      <w:bookmarkStart w:id="85" w:name="_Toc457825309"/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ज़ुहूरे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फ़ेल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माज़ी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bookmarkEnd w:id="85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जुमल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ज़हूरे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मुज़ारेअ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आईन्दा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.</w:t>
      </w:r>
      <w:r w:rsidRPr="008F4AF7">
        <w:rPr>
          <w:cs/>
          <w:lang w:bidi="hi-IN"/>
        </w:rPr>
        <w:tab/>
      </w:r>
      <w:r w:rsidRPr="008F4AF7">
        <w:rPr>
          <w:rFonts w:hint="cs"/>
          <w:cs/>
          <w:lang w:bidi="hi-IN"/>
        </w:rPr>
        <w:t>सीग़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गुजश्ता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मुज़ारेअ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</w:t>
      </w:r>
      <w:r w:rsidRPr="008F4AF7">
        <w:rPr>
          <w:cs/>
          <w:lang w:bidi="hi-IN"/>
        </w:rPr>
        <w:t>.</w:t>
      </w:r>
      <w:r w:rsidRPr="008F4AF7">
        <w:rPr>
          <w:cs/>
          <w:lang w:bidi="hi-IN"/>
        </w:rPr>
        <w:tab/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नुबूवत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महीनों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फ़ेल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मुज़ारेअ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मुस्तक़बिल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होगें।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नबूवत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महीनों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सख़्त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परेशानी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अहसास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रवैय्या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होगा।</w:t>
      </w:r>
    </w:p>
    <w:p w:rsidR="001D08AD" w:rsidRDefault="001D08AD" w:rsidP="00FD6765">
      <w:pPr>
        <w:pStyle w:val="Heading2"/>
      </w:pPr>
    </w:p>
    <w:p w:rsidR="001D08AD" w:rsidRDefault="001D08AD" w:rsidP="00FD6765">
      <w:pPr>
        <w:pStyle w:val="Heading2"/>
      </w:pPr>
      <w:bookmarkStart w:id="86" w:name="_Toc457825310"/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शर्त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bookmarkEnd w:id="86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धमकी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फ़िक़रा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शर्तिया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रियायत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शर्तिया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शर्त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जज़ा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मुरत्तब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शर्तिया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शर्तिया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रायज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शर्तिया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मुहक्क़क़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गाफ़िल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मुहक्क़क़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49)</w:t>
      </w:r>
    </w:p>
    <w:p w:rsidR="001D08AD" w:rsidRDefault="001D08AD" w:rsidP="00FD6765">
      <w:pPr>
        <w:pStyle w:val="Heading2"/>
      </w:pPr>
    </w:p>
    <w:p w:rsidR="001D08AD" w:rsidRDefault="001D08AD" w:rsidP="00FD6765">
      <w:pPr>
        <w:pStyle w:val="Heading2"/>
      </w:pPr>
      <w:bookmarkStart w:id="87" w:name="_Toc457825311"/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>?</w:t>
      </w:r>
      <w:bookmarkEnd w:id="87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शुजाअ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बहादुर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मक़ासिद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कुर्बानी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दरेग़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1D08AD" w:rsidRDefault="001D08AD" w:rsidP="00FD6765">
      <w:pPr>
        <w:pStyle w:val="Heading2"/>
      </w:pPr>
    </w:p>
    <w:p w:rsidR="001D08AD" w:rsidRDefault="001D08AD" w:rsidP="00FD6765">
      <w:pPr>
        <w:pStyle w:val="Heading2"/>
      </w:pPr>
      <w:bookmarkStart w:id="88" w:name="_Toc457825312"/>
      <w:r w:rsidRPr="00E47180">
        <w:t>4.</w:t>
      </w:r>
      <w:r w:rsidRPr="00E47180">
        <w:tab/>
      </w:r>
      <w:r w:rsidRPr="008F4AF7">
        <w:rPr>
          <w:rFonts w:hint="cs"/>
          <w:cs/>
          <w:lang w:bidi="hi-IN"/>
        </w:rPr>
        <w:t>अन्नास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>?</w:t>
      </w:r>
      <w:bookmarkEnd w:id="88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फ़खरे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क़ुफ़्फार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(</w:t>
      </w:r>
      <w:r w:rsidRPr="00E47180">
        <w:rPr>
          <w:rFonts w:ascii="Times New Roman" w:hAnsi="Times New Roman" w:cs="Times New Roman" w:hint="cs"/>
          <w:rtl/>
        </w:rPr>
        <w:t>وَاللَّـهُ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يَعْصِمُكَ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النَّاسِ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कु़फ़्फ़ार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मख़सूस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काफ़ेरीने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कुफ़्र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मर्तबा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मुनाफ़ेक़ीन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1D08AD" w:rsidRDefault="001D08AD" w:rsidP="00FD6765">
      <w:pPr>
        <w:pStyle w:val="Heading2"/>
      </w:pPr>
    </w:p>
    <w:p w:rsidR="001D08AD" w:rsidRDefault="001D08AD" w:rsidP="00FD6765">
      <w:pPr>
        <w:pStyle w:val="Heading2"/>
      </w:pPr>
      <w:bookmarkStart w:id="89" w:name="_Toc457825313"/>
      <w:r w:rsidRPr="00E47180">
        <w:t>5.</w:t>
      </w:r>
      <w:r w:rsidRPr="00E47180">
        <w:tab/>
      </w:r>
      <w:r w:rsidRPr="008F4AF7">
        <w:rPr>
          <w:rFonts w:hint="cs"/>
          <w:cs/>
          <w:lang w:bidi="hi-IN"/>
        </w:rPr>
        <w:t>इस्मत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bookmarkEnd w:id="89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गुज़श्ता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मुनासेबत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नबूवत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तोहमतें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नुबूवत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</w:p>
    <w:p w:rsidR="001D08AD" w:rsidRDefault="001D08AD" w:rsidP="00FD6765">
      <w:pPr>
        <w:pStyle w:val="Heading2"/>
        <w:rPr>
          <w:cs/>
          <w:lang w:bidi="hi-IN"/>
        </w:rPr>
      </w:pPr>
    </w:p>
    <w:p w:rsidR="001D08AD" w:rsidRDefault="001D08AD" w:rsidP="00FD6765">
      <w:pPr>
        <w:pStyle w:val="Heading2"/>
        <w:rPr>
          <w:cs/>
          <w:lang w:bidi="hi-IN"/>
        </w:rPr>
      </w:pPr>
      <w:bookmarkStart w:id="90" w:name="_Toc457825314"/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छानबीन</w:t>
      </w:r>
      <w:bookmarkEnd w:id="90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मोहतरम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बल्लिग़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फ़रीक़ैन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1D08AD" w:rsidRDefault="001D08AD" w:rsidP="00A213D6">
      <w:pPr>
        <w:pStyle w:val="Heading1"/>
      </w:pPr>
    </w:p>
    <w:p w:rsidR="001D08AD" w:rsidRDefault="001D08AD" w:rsidP="00A213D6">
      <w:pPr>
        <w:pStyle w:val="Heading1"/>
      </w:pPr>
      <w:bookmarkStart w:id="91" w:name="_Toc457825315"/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इस्फ़हानी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bookmarkEnd w:id="91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हज्जाफ़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ख़सायस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अलीयिन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इसफ़हानी</w:t>
      </w:r>
      <w:r w:rsidRPr="008F4AF7">
        <w:rPr>
          <w:cs/>
          <w:lang w:bidi="hi-IN"/>
        </w:rPr>
        <w:t>)</w:t>
      </w:r>
    </w:p>
    <w:p w:rsidR="001D08AD" w:rsidRDefault="001D08AD" w:rsidP="00A213D6">
      <w:pPr>
        <w:pStyle w:val="Heading2"/>
        <w:rPr>
          <w:cs/>
          <w:lang w:bidi="hi-IN"/>
        </w:rPr>
      </w:pPr>
    </w:p>
    <w:p w:rsidR="001D08AD" w:rsidRDefault="001D08AD" w:rsidP="00A213D6">
      <w:pPr>
        <w:pStyle w:val="Heading2"/>
        <w:rPr>
          <w:cs/>
          <w:lang w:bidi="hi-IN"/>
        </w:rPr>
      </w:pPr>
      <w:bookmarkStart w:id="92" w:name="_Toc457825316"/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बीन</w:t>
      </w:r>
      <w:bookmarkEnd w:id="92"/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ख़लाद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युसुफ़े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तआरूफ़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सदुक़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बोलने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lastRenderedPageBreak/>
        <w:t>•</w:t>
      </w:r>
      <w:r w:rsidRPr="00E47180">
        <w:tab/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शैबा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करू।</w:t>
      </w:r>
      <w:r w:rsidRPr="008F4AF7">
        <w:rPr>
          <w:cs/>
          <w:lang w:bidi="hi-IN"/>
        </w:rPr>
        <w:t>(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मैमून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हय्यान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कुतुबे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ज़ईफ़ा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मख़सूसन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आबिस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तराशा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शागिर्दों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220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>221)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</w:t>
      </w:r>
      <w:r w:rsidRPr="008F4AF7">
        <w:rPr>
          <w:cs/>
          <w:lang w:bidi="hi-IN"/>
        </w:rPr>
        <w:t xml:space="preserve"> </w:t>
      </w:r>
      <w:r w:rsidRPr="00E47180">
        <w:t>43)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तक़रीबुत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ज़ुआफ़ा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190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1347)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lastRenderedPageBreak/>
        <w:t>•</w:t>
      </w:r>
      <w:r w:rsidRPr="00E47180">
        <w:tab/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हज्जाफ़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दाउद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दाउद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हातिम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(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आमश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सेहाहे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सित्ता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(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मीज़ानुल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ऐतेदाल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ज़ुआफ़ा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82, 83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625)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तक़रीबुत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331)</w:t>
      </w:r>
    </w:p>
    <w:p w:rsidR="001D08AD" w:rsidRDefault="001D08AD" w:rsidP="00A213D6">
      <w:pPr>
        <w:pStyle w:val="Heading2"/>
      </w:pPr>
    </w:p>
    <w:p w:rsidR="001D08AD" w:rsidRDefault="001D08AD" w:rsidP="00A213D6">
      <w:pPr>
        <w:pStyle w:val="Heading2"/>
      </w:pPr>
      <w:bookmarkStart w:id="93" w:name="_Toc457825317"/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bookmarkEnd w:id="93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हामिदे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मुख़ल्लदी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हलवानी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हम्माद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सज्जादा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हज्जाफ़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lastRenderedPageBreak/>
        <w:t xml:space="preserve"> </w:t>
      </w:r>
      <w:r w:rsidRPr="00E47180">
        <w:rPr>
          <w:rFonts w:ascii="Times New Roman" w:hAnsi="Times New Roman" w:cs="Times New Roman" w:hint="cs"/>
          <w:rtl/>
        </w:rPr>
        <w:t>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أَيُّهَا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الرَّسُولُ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بَلِّغْ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أُنزِلَ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إِلَيْكَ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رَّبِّكَ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ۖ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وَإِن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لَّمْ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تَفْعَلْ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بَلَّغْتَ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رِسَالَتَهُ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ۚ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يَعْصِمُكَ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النَّاسِ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ۗ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إِنَّ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يَهْدِي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الْقَوْمَ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الْكَافِرِينَ</w:t>
      </w: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A213D6">
      <w:pPr>
        <w:pStyle w:val="Heading2"/>
        <w:rPr>
          <w:cs/>
          <w:lang w:bidi="hi-IN"/>
        </w:rPr>
      </w:pPr>
    </w:p>
    <w:p w:rsidR="001D08AD" w:rsidRDefault="001D08AD" w:rsidP="00A213D6">
      <w:pPr>
        <w:pStyle w:val="Heading2"/>
        <w:rPr>
          <w:cs/>
          <w:lang w:bidi="hi-IN"/>
        </w:rPr>
      </w:pPr>
      <w:bookmarkStart w:id="94" w:name="_Toc457825318"/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छानबीन</w:t>
      </w:r>
      <w:bookmarkEnd w:id="94"/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वजीह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ताहिर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सदूक़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सराहा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(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हामिद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नैशापुरी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मुख़ल्लदी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मुसतहकम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तर्जुमा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86)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मुनतज़िम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109)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254)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540)</w:t>
      </w:r>
    </w:p>
    <w:p w:rsidR="008F4AF7" w:rsidRPr="00E47180" w:rsidRDefault="008F4AF7" w:rsidP="00A213D6">
      <w:pPr>
        <w:pStyle w:val="libNormal"/>
      </w:pPr>
      <w:r w:rsidRPr="00E47180">
        <w:rPr>
          <w:rFonts w:hint="eastAsia"/>
        </w:rPr>
        <w:lastRenderedPageBreak/>
        <w:t>•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हलवानी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है।हाकिमे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नैशापुरी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="00A213D6">
        <w:rPr>
          <w:rFonts w:hint="cs"/>
          <w:cs/>
          <w:lang w:bidi="hi-IN"/>
        </w:rPr>
        <w:t xml:space="preserve">है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हाफ़िज़े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="00A213D6">
        <w:rPr>
          <w:rFonts w:hint="cs"/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हम्माद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सजादा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दाउद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पहुचा।</w:t>
      </w:r>
      <w:r w:rsidR="00A213D6">
        <w:rPr>
          <w:rFonts w:hint="cs"/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="00A213D6">
        <w:rPr>
          <w:rFonts w:hint="cs"/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छानबीन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गुज़िश्ता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539)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398)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60)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मुनतज़िम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279)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393)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393)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तक़रीबुत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165 )</w:t>
      </w:r>
    </w:p>
    <w:p w:rsidR="001D08AD" w:rsidRDefault="001D08AD" w:rsidP="00A213D6">
      <w:pPr>
        <w:pStyle w:val="Heading1"/>
      </w:pPr>
    </w:p>
    <w:p w:rsidR="001D08AD" w:rsidRDefault="001D08AD" w:rsidP="00A213D6">
      <w:pPr>
        <w:pStyle w:val="Heading1"/>
      </w:pPr>
      <w:r w:rsidRPr="00E47180">
        <w:t xml:space="preserve"> </w:t>
      </w:r>
      <w:bookmarkStart w:id="95" w:name="_Toc457825319"/>
      <w:r w:rsidRPr="00E47180">
        <w:t xml:space="preserve">3. </w:t>
      </w:r>
      <w:r w:rsidRPr="00E47180">
        <w:tab/>
      </w:r>
      <w:r w:rsidRPr="008F4AF7">
        <w:rPr>
          <w:rFonts w:hint="cs"/>
          <w:cs/>
          <w:lang w:bidi="hi-IN"/>
        </w:rPr>
        <w:t>वाहिदी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bookmarkEnd w:id="95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वाहिदी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सफ़्फार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मुख़ल्लदी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हमदून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ख़ल्वती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हलवानी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हम्माद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सजादा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हज्जाफ़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(</w:t>
      </w:r>
      <w:r w:rsidRPr="00E47180">
        <w:rPr>
          <w:rFonts w:ascii="Times New Roman" w:hAnsi="Times New Roman" w:cs="Times New Roman" w:hint="cs"/>
          <w:rtl/>
        </w:rPr>
        <w:t>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أَيُّهَا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الرَّسُولُ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بَلِّغْ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أُنزِلَ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إِلَيْكَ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رَّبِّكَ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ۖ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وَإِن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لَّمْ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تَفْعَلْ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بَلَّغْتَ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رِسَالَتَهُ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ۚ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يَعْصِمُكَ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النَّاسِ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ۗ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إِنَّ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يَهْدِي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الْقَوْمَ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الْكَافِرِينَ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हुई।</w:t>
      </w:r>
      <w:r w:rsidRPr="008F4AF7">
        <w:rPr>
          <w:cs/>
          <w:lang w:bidi="hi-IN"/>
        </w:rPr>
        <w:t xml:space="preserve"> </w:t>
      </w:r>
    </w:p>
    <w:p w:rsidR="008F4AF7" w:rsidRPr="00A213D6" w:rsidRDefault="008F4AF7" w:rsidP="008F4AF7">
      <w:pPr>
        <w:pStyle w:val="libNormal"/>
        <w:rPr>
          <w:rStyle w:val="Heading2Char"/>
          <w:rFonts w:eastAsia="Calibri"/>
        </w:rPr>
      </w:pP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A213D6">
        <w:rPr>
          <w:rFonts w:hint="cs"/>
          <w:cs/>
          <w:lang w:bidi="hi-IN"/>
        </w:rPr>
        <w:t>की</w:t>
      </w:r>
      <w:r w:rsidRPr="00A213D6">
        <w:rPr>
          <w:rStyle w:val="Heading2Char"/>
          <w:rFonts w:eastAsia="Calibri"/>
          <w:rtl/>
          <w:cs/>
        </w:rPr>
        <w:t xml:space="preserve"> </w:t>
      </w:r>
      <w:r w:rsidRPr="00A213D6">
        <w:rPr>
          <w:rFonts w:hint="cs"/>
          <w:cs/>
          <w:lang w:bidi="hi-IN"/>
        </w:rPr>
        <w:t>छानबीन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बय्येनात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रद्दे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मुराजेआत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ज़ईफ़ुल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हातिम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अतिया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मुफ़रद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दाऊद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जौज़जानी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नासेबी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मुनहरिफ़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तरजीह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तअन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तअन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सौ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दाढ़ी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..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गया।</w:t>
      </w:r>
      <w:r w:rsidRPr="008F4AF7">
        <w:rPr>
          <w:cs/>
          <w:lang w:bidi="hi-IN"/>
        </w:rPr>
        <w:t xml:space="preserve"> </w:t>
      </w:r>
    </w:p>
    <w:p w:rsidR="001D08AD" w:rsidRDefault="001D08AD" w:rsidP="00A213D6">
      <w:pPr>
        <w:pStyle w:val="Heading1"/>
      </w:pPr>
    </w:p>
    <w:p w:rsidR="001D08AD" w:rsidRDefault="001D08AD" w:rsidP="00A213D6">
      <w:pPr>
        <w:pStyle w:val="Heading1"/>
      </w:pPr>
      <w:bookmarkStart w:id="96" w:name="_Toc457825320"/>
      <w:r w:rsidRPr="00E47180">
        <w:t xml:space="preserve">4. </w:t>
      </w:r>
      <w:r w:rsidRPr="00E47180">
        <w:tab/>
      </w:r>
      <w:r w:rsidRPr="008F4AF7">
        <w:rPr>
          <w:rFonts w:hint="cs"/>
          <w:cs/>
          <w:lang w:bidi="hi-IN"/>
        </w:rPr>
        <w:t>हिबरी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bookmarkEnd w:id="96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हिबरी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(</w:t>
      </w:r>
      <w:r w:rsidRPr="00E47180">
        <w:rPr>
          <w:rFonts w:ascii="Times New Roman" w:hAnsi="Times New Roman" w:cs="Times New Roman" w:hint="cs"/>
          <w:rtl/>
        </w:rPr>
        <w:t>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أَيُّهَا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الرَّسُولُ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بَلِّغْ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أُنزِلَ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إِلَيْكَ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رَّبِّكَ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ۖ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وَإِن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لَّمْ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تَفْعَلْ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بَلَّغْتَ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رِسَالَتَهُ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ۚ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يَعْصِمُكَ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النَّاسِ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ۗ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إِنَّ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يَهْدِي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الْقَوْمَ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الْكَافِرِينَ</w:t>
      </w:r>
      <w:r w:rsidRPr="008F4AF7">
        <w:rPr>
          <w:cs/>
          <w:lang w:bidi="hi-IN"/>
        </w:rPr>
        <w:t xml:space="preserve"> 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cs/>
          <w:lang w:bidi="hi-IN"/>
        </w:rPr>
        <w:lastRenderedPageBreak/>
        <w:t>(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पालने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रख।</w:t>
      </w:r>
      <w:r w:rsidRPr="008F4AF7">
        <w:rPr>
          <w:cs/>
          <w:lang w:bidi="hi-IN"/>
        </w:rPr>
        <w:t>(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262 )</w:t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r w:rsidRPr="008F4AF7">
        <w:rPr>
          <w:cs/>
          <w:lang w:bidi="hi-IN"/>
        </w:rPr>
        <w:t xml:space="preserve"> </w:t>
      </w:r>
      <w:bookmarkStart w:id="97" w:name="_Toc457825321"/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bookmarkEnd w:id="97"/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कुलैनी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ज़ुरारा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फ़ुज़ैल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बुकैर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जारू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बाक़िर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</w:t>
      </w:r>
    </w:p>
    <w:p w:rsidR="008F4AF7" w:rsidRPr="00E47180" w:rsidRDefault="008F4AF7" w:rsidP="008F4AF7">
      <w:pPr>
        <w:pStyle w:val="libNormal"/>
      </w:pPr>
      <w:r w:rsidRPr="00E47180">
        <w:t xml:space="preserve"> </w:t>
      </w:r>
      <w:r w:rsidRPr="00E47180">
        <w:rPr>
          <w:rFonts w:ascii="Times New Roman" w:hAnsi="Times New Roman" w:cs="Times New Roman" w:hint="cs"/>
          <w:rtl/>
        </w:rPr>
        <w:t>إِنَّمَا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وَلِيُّكُمُ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وَرَسُولُهُ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وَالَّذِينَ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آمَنُوا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الَّذِينَ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يُقِيمُونَ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الصَّلَاةَ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وَيُؤْتُونَ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الزَّكَاةَ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وَهُمْ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رَاكِعُونَ</w:t>
      </w: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55)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रुकू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ज़कात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मुस्तफ़ा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रोज़ा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जकात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परेशान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झुटलाने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परवरदिगार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रुजू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फरमाई</w:t>
      </w:r>
    </w:p>
    <w:p w:rsidR="008F4AF7" w:rsidRPr="00E47180" w:rsidRDefault="008F4AF7" w:rsidP="008F4AF7">
      <w:pPr>
        <w:pStyle w:val="libNormal"/>
      </w:pPr>
      <w:r w:rsidRPr="00E47180">
        <w:t xml:space="preserve">: </w:t>
      </w:r>
      <w:r w:rsidRPr="00E47180">
        <w:rPr>
          <w:rFonts w:ascii="Times New Roman" w:hAnsi="Times New Roman" w:cs="Times New Roman" w:hint="cs"/>
          <w:rtl/>
        </w:rPr>
        <w:t>يَا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أَيُّهَا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الرَّسُولُ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بَلِّغْ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أُنزِلَ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إِلَيْكَ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رَّبِّكَ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وَإِن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لَّمْ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تَفْعَلْ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بَلَّغْتَ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رِسَالَتَهُ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يَعْصِمُكَ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النَّاسِ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إِنَّ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يَهْدِي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الْقَوْمَ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الْكَافِرِينَ</w:t>
      </w: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परवरदिगार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महफ़ूज़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रखेगा।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हाज़ेरीन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ग़ायेबीन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290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5)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lastRenderedPageBreak/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 xml:space="preserve"> 1.</w:t>
      </w:r>
      <w:r w:rsidRPr="00E47180">
        <w:tab/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अरक़म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424)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ख़िदरी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तफ़सीरुल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173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669, </w:t>
      </w:r>
      <w:r w:rsidRPr="008F4AF7">
        <w:rPr>
          <w:rFonts w:hint="cs"/>
          <w:cs/>
          <w:lang w:bidi="hi-IN"/>
        </w:rPr>
        <w:t>दुर्रे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तर्जुम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85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588 )</w:t>
      </w:r>
    </w:p>
    <w:p w:rsidR="008F4AF7" w:rsidRPr="00E47180" w:rsidRDefault="008F4AF7" w:rsidP="008F4AF7">
      <w:pPr>
        <w:pStyle w:val="libNormal"/>
      </w:pPr>
      <w:r w:rsidRPr="00E47180">
        <w:t xml:space="preserve">3.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133, 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240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349,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क़श्फ़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92, </w:t>
      </w:r>
      <w:r w:rsidRPr="008F4AF7">
        <w:rPr>
          <w:rFonts w:hint="cs"/>
          <w:cs/>
          <w:lang w:bidi="hi-IN"/>
        </w:rPr>
        <w:t>शवाहिदुत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239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240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मसऊद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मनाकि़ब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239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346, </w:t>
      </w:r>
      <w:r w:rsidRPr="008F4AF7">
        <w:rPr>
          <w:rFonts w:hint="cs"/>
          <w:cs/>
          <w:lang w:bidi="hi-IN"/>
        </w:rPr>
        <w:t>दुर्रे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117, </w:t>
      </w:r>
      <w:r w:rsidRPr="008F4AF7">
        <w:rPr>
          <w:rFonts w:hint="cs"/>
          <w:cs/>
          <w:lang w:bidi="hi-IN"/>
        </w:rPr>
        <w:t>फ़तहुल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60, </w:t>
      </w:r>
      <w:r w:rsidRPr="008F4AF7">
        <w:rPr>
          <w:rFonts w:hint="cs"/>
          <w:cs/>
          <w:lang w:bidi="hi-IN"/>
        </w:rPr>
        <w:t>रुहुल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282)</w:t>
      </w:r>
    </w:p>
    <w:p w:rsidR="008F4AF7" w:rsidRPr="00E47180" w:rsidRDefault="008F4AF7" w:rsidP="008F4AF7">
      <w:pPr>
        <w:pStyle w:val="libNormal"/>
      </w:pPr>
      <w:r w:rsidRPr="00E47180">
        <w:t>4.</w:t>
      </w:r>
      <w:r w:rsidRPr="00E47180">
        <w:tab/>
      </w:r>
      <w:r w:rsidRPr="008F4AF7">
        <w:rPr>
          <w:rFonts w:hint="cs"/>
          <w:cs/>
          <w:lang w:bidi="hi-IN"/>
        </w:rPr>
        <w:t>जाबिर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शवाहिदुत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255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249)</w:t>
      </w:r>
    </w:p>
    <w:p w:rsidR="008F4AF7" w:rsidRPr="00E47180" w:rsidRDefault="008F4AF7" w:rsidP="008F4AF7">
      <w:pPr>
        <w:pStyle w:val="libNormal"/>
      </w:pPr>
      <w:r w:rsidRPr="00E47180">
        <w:t>5.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हुरैरा</w:t>
      </w:r>
      <w:r w:rsidRPr="008F4AF7">
        <w:rPr>
          <w:cs/>
          <w:lang w:bidi="hi-IN"/>
        </w:rPr>
        <w:t xml:space="preserve"> (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शवाहिदुत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249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244, </w:t>
      </w:r>
      <w:r w:rsidRPr="008F4AF7">
        <w:rPr>
          <w:rFonts w:hint="cs"/>
          <w:cs/>
          <w:lang w:bidi="hi-IN"/>
        </w:rPr>
        <w:t>फ़रायदुस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120</w:t>
      </w:r>
    </w:p>
    <w:p w:rsidR="008F4AF7" w:rsidRPr="00E47180" w:rsidRDefault="008F4AF7" w:rsidP="008F4AF7">
      <w:pPr>
        <w:pStyle w:val="libNormal"/>
      </w:pPr>
      <w:r w:rsidRPr="00E47180">
        <w:t>6.</w:t>
      </w:r>
      <w:r w:rsidRPr="00E47180">
        <w:tab/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असलमी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शवाहिदुत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252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247)</w:t>
      </w:r>
    </w:p>
    <w:p w:rsidR="008F4AF7" w:rsidRPr="00E47180" w:rsidRDefault="008F4AF7" w:rsidP="008F4AF7">
      <w:pPr>
        <w:pStyle w:val="libNormal"/>
      </w:pPr>
      <w:r w:rsidRPr="00E47180">
        <w:t>7.</w:t>
      </w:r>
      <w:r w:rsidRPr="00E47180">
        <w:tab/>
      </w:r>
      <w:r w:rsidRPr="008F4AF7">
        <w:rPr>
          <w:rFonts w:hint="cs"/>
          <w:cs/>
          <w:lang w:bidi="hi-IN"/>
        </w:rPr>
        <w:t>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मफ़ातिहुल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50,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92)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ताबेईन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ताबेईन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बाक़िर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92, </w:t>
      </w:r>
      <w:r w:rsidRPr="008F4AF7">
        <w:rPr>
          <w:rFonts w:hint="cs"/>
          <w:cs/>
          <w:lang w:bidi="hi-IN"/>
        </w:rPr>
        <w:t>यनाबीउल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</w:t>
      </w:r>
      <w:r w:rsidRPr="008F4AF7">
        <w:rPr>
          <w:cs/>
          <w:lang w:bidi="hi-IN"/>
        </w:rPr>
        <w:t xml:space="preserve"> </w:t>
      </w:r>
      <w:r w:rsidRPr="00E47180">
        <w:t xml:space="preserve">39, </w:t>
      </w:r>
      <w:r w:rsidRPr="008F4AF7">
        <w:rPr>
          <w:rFonts w:hint="cs"/>
          <w:cs/>
          <w:lang w:bidi="hi-IN"/>
        </w:rPr>
        <w:t>शवाहिदुत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254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 xml:space="preserve">248, </w:t>
      </w:r>
      <w:r w:rsidRPr="008F4AF7">
        <w:rPr>
          <w:rFonts w:hint="cs"/>
          <w:cs/>
          <w:lang w:bidi="hi-IN"/>
        </w:rPr>
        <w:t>मफ़ातिहुल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50, </w:t>
      </w:r>
      <w:r w:rsidRPr="008F4AF7">
        <w:rPr>
          <w:rFonts w:hint="cs"/>
          <w:cs/>
          <w:lang w:bidi="hi-IN"/>
        </w:rPr>
        <w:t>उमदतुल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206)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सादिक़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तफ़सीरुल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285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41)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अतिया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औफ़ी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मुशतइल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अलियिन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86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16)</w:t>
      </w:r>
    </w:p>
    <w:p w:rsidR="008F4AF7" w:rsidRPr="00E47180" w:rsidRDefault="008F4AF7" w:rsidP="008F4AF7">
      <w:pPr>
        <w:pStyle w:val="libNormal"/>
      </w:pPr>
      <w:r w:rsidRPr="00E47180">
        <w:lastRenderedPageBreak/>
        <w:t>4.</w:t>
      </w:r>
      <w:r w:rsidRPr="00E47180">
        <w:tab/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240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348)</w:t>
      </w:r>
    </w:p>
    <w:p w:rsidR="008F4AF7" w:rsidRPr="00E47180" w:rsidRDefault="008F4AF7" w:rsidP="008F4AF7">
      <w:pPr>
        <w:pStyle w:val="libNormal"/>
      </w:pPr>
      <w:r w:rsidRPr="00E47180">
        <w:t>5.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सुमाली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240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347)</w:t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98" w:name="_Toc457825322"/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bookmarkEnd w:id="98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हातिमें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दुर्रे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298, </w:t>
      </w:r>
      <w:r w:rsidRPr="008F4AF7">
        <w:rPr>
          <w:rFonts w:hint="cs"/>
          <w:cs/>
          <w:lang w:bidi="hi-IN"/>
        </w:rPr>
        <w:t>फ़तहुल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57)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अब्दिल्लाह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महामिली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कंज़ुल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603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3291)</w:t>
      </w:r>
    </w:p>
    <w:p w:rsidR="008F4AF7" w:rsidRPr="00E47180" w:rsidRDefault="008F4AF7" w:rsidP="008F4AF7">
      <w:pPr>
        <w:pStyle w:val="libNormal"/>
      </w:pPr>
      <w:r w:rsidRPr="00E47180">
        <w:t>4.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मरदवेह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दुर्रे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298)</w:t>
      </w:r>
    </w:p>
    <w:p w:rsidR="008F4AF7" w:rsidRPr="00E47180" w:rsidRDefault="008F4AF7" w:rsidP="008F4AF7">
      <w:pPr>
        <w:pStyle w:val="libNormal"/>
      </w:pPr>
      <w:r w:rsidRPr="00E47180">
        <w:t>5.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इसहाक़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सालबी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92)</w:t>
      </w:r>
    </w:p>
    <w:p w:rsidR="008F4AF7" w:rsidRPr="00E47180" w:rsidRDefault="008F4AF7" w:rsidP="008F4AF7">
      <w:pPr>
        <w:pStyle w:val="libNormal"/>
      </w:pPr>
      <w:r w:rsidRPr="00E47180">
        <w:t>6.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इसफ़हानी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अलियिन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86)</w:t>
      </w:r>
    </w:p>
    <w:p w:rsidR="008F4AF7" w:rsidRPr="00E47180" w:rsidRDefault="008F4AF7" w:rsidP="008F4AF7">
      <w:pPr>
        <w:pStyle w:val="libNormal"/>
      </w:pPr>
      <w:r w:rsidRPr="00E47180">
        <w:t>7.</w:t>
      </w:r>
      <w:r w:rsidRPr="00E47180">
        <w:tab/>
      </w:r>
      <w:r w:rsidRPr="008F4AF7">
        <w:rPr>
          <w:rFonts w:hint="cs"/>
          <w:cs/>
          <w:lang w:bidi="hi-IN"/>
        </w:rPr>
        <w:t>वाहिदी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नैशापुरी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असबाबुन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135)</w:t>
      </w:r>
    </w:p>
    <w:p w:rsidR="008F4AF7" w:rsidRPr="00E47180" w:rsidRDefault="008F4AF7" w:rsidP="008F4AF7">
      <w:pPr>
        <w:pStyle w:val="libNormal"/>
      </w:pPr>
      <w:r w:rsidRPr="00E47180">
        <w:t>8.</w:t>
      </w:r>
      <w:r w:rsidRPr="00E47180">
        <w:tab/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हसकानी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शवाहिदुत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255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249)</w:t>
      </w:r>
    </w:p>
    <w:p w:rsidR="008F4AF7" w:rsidRPr="00E47180" w:rsidRDefault="008F4AF7" w:rsidP="008F4AF7">
      <w:pPr>
        <w:pStyle w:val="libNormal"/>
      </w:pPr>
      <w:r w:rsidRPr="00E47180">
        <w:t>9.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सजिसतानी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किताबुल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तरायफ़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121)</w:t>
      </w:r>
    </w:p>
    <w:p w:rsidR="008F4AF7" w:rsidRPr="00E47180" w:rsidRDefault="008F4AF7" w:rsidP="008F4AF7">
      <w:pPr>
        <w:pStyle w:val="libNormal"/>
      </w:pPr>
      <w:r w:rsidRPr="00E47180">
        <w:t>10.</w:t>
      </w:r>
      <w:r w:rsidRPr="00E47180">
        <w:tab/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क़ासिम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दमिश्कि़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237)</w:t>
      </w:r>
    </w:p>
    <w:p w:rsidR="008F4AF7" w:rsidRPr="00E47180" w:rsidRDefault="008F4AF7" w:rsidP="008F4AF7">
      <w:pPr>
        <w:pStyle w:val="libNormal"/>
      </w:pPr>
      <w:r w:rsidRPr="00E47180">
        <w:t>11.</w:t>
      </w:r>
      <w:r w:rsidRPr="00E47180">
        <w:tab/>
      </w:r>
      <w:r w:rsidRPr="008F4AF7">
        <w:rPr>
          <w:rFonts w:hint="cs"/>
          <w:cs/>
          <w:lang w:bidi="hi-IN"/>
        </w:rPr>
        <w:t>फ़ख़रे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49)</w:t>
      </w:r>
    </w:p>
    <w:p w:rsidR="008F4AF7" w:rsidRPr="00E47180" w:rsidRDefault="008F4AF7" w:rsidP="008F4AF7">
      <w:pPr>
        <w:pStyle w:val="libNormal"/>
      </w:pPr>
      <w:r w:rsidRPr="00E47180">
        <w:t>12.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नसीबी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मतालिबुस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सुऊल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16)</w:t>
      </w:r>
    </w:p>
    <w:p w:rsidR="008F4AF7" w:rsidRPr="00E47180" w:rsidRDefault="008F4AF7" w:rsidP="008F4AF7">
      <w:pPr>
        <w:pStyle w:val="libNormal"/>
      </w:pPr>
      <w:r w:rsidRPr="00E47180">
        <w:t>13.</w:t>
      </w:r>
      <w:r w:rsidRPr="00E47180">
        <w:tab/>
      </w:r>
      <w:r w:rsidRPr="008F4AF7">
        <w:rPr>
          <w:rFonts w:hint="cs"/>
          <w:cs/>
          <w:lang w:bidi="hi-IN"/>
        </w:rPr>
        <w:t>शेख़ुल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हमूई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फ़रायदुस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158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120)</w:t>
      </w:r>
    </w:p>
    <w:p w:rsidR="008F4AF7" w:rsidRPr="00E47180" w:rsidRDefault="008F4AF7" w:rsidP="008F4AF7">
      <w:pPr>
        <w:pStyle w:val="libNormal"/>
      </w:pPr>
      <w:r w:rsidRPr="00E47180">
        <w:t>14.</w:t>
      </w:r>
      <w:r w:rsidRPr="00E47180">
        <w:tab/>
      </w: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हमदानी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मवद्दतुल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पंजुम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15.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सबाग़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मलिकी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फ़ुसुलुल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मुहिम्मा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42)</w:t>
      </w:r>
    </w:p>
    <w:p w:rsidR="008F4AF7" w:rsidRPr="00E47180" w:rsidRDefault="008F4AF7" w:rsidP="008F4AF7">
      <w:pPr>
        <w:pStyle w:val="libNormal"/>
      </w:pPr>
      <w:r w:rsidRPr="00E47180">
        <w:t>16.</w:t>
      </w:r>
      <w:r w:rsidRPr="00E47180">
        <w:tab/>
      </w:r>
      <w:r w:rsidRPr="008F4AF7">
        <w:rPr>
          <w:rFonts w:hint="cs"/>
          <w:cs/>
          <w:lang w:bidi="hi-IN"/>
        </w:rPr>
        <w:t>क़ाज़ी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ऐनी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उमदतुल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206)</w:t>
      </w:r>
    </w:p>
    <w:p w:rsidR="008F4AF7" w:rsidRPr="00E47180" w:rsidRDefault="008F4AF7" w:rsidP="008F4AF7">
      <w:pPr>
        <w:pStyle w:val="libNormal"/>
      </w:pPr>
      <w:r w:rsidRPr="00E47180">
        <w:t>17.</w:t>
      </w:r>
      <w:r w:rsidRPr="00E47180">
        <w:tab/>
      </w:r>
      <w:r w:rsidRPr="008F4AF7">
        <w:rPr>
          <w:rFonts w:hint="cs"/>
          <w:cs/>
          <w:lang w:bidi="hi-IN"/>
        </w:rPr>
        <w:t>निज़ामुद्दीन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नैशापुरी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ग़रायबुल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रग़ायबुल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फ़ुरक़ान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14)</w:t>
      </w:r>
    </w:p>
    <w:p w:rsidR="008F4AF7" w:rsidRPr="00E47180" w:rsidRDefault="008F4AF7" w:rsidP="008F4AF7">
      <w:pPr>
        <w:pStyle w:val="libNormal"/>
      </w:pPr>
      <w:r w:rsidRPr="00E47180">
        <w:t>18.</w:t>
      </w:r>
      <w:r w:rsidRPr="00E47180">
        <w:tab/>
      </w:r>
      <w:r w:rsidRPr="008F4AF7">
        <w:rPr>
          <w:rFonts w:hint="cs"/>
          <w:cs/>
          <w:lang w:bidi="hi-IN"/>
        </w:rPr>
        <w:t>कमालुद्दीन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मैबदी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दीवाने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406)</w:t>
      </w:r>
    </w:p>
    <w:p w:rsidR="008F4AF7" w:rsidRPr="00E47180" w:rsidRDefault="008F4AF7" w:rsidP="008F4AF7">
      <w:pPr>
        <w:pStyle w:val="libNormal"/>
      </w:pPr>
      <w:r w:rsidRPr="00E47180">
        <w:t>19.</w:t>
      </w:r>
      <w:r w:rsidRPr="00E47180">
        <w:tab/>
      </w:r>
      <w:r w:rsidRPr="008F4AF7">
        <w:rPr>
          <w:rFonts w:hint="cs"/>
          <w:cs/>
          <w:lang w:bidi="hi-IN"/>
        </w:rPr>
        <w:t>जलालुद्दीन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सुयूती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दुर्रे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116)</w:t>
      </w:r>
    </w:p>
    <w:p w:rsidR="008F4AF7" w:rsidRPr="00E47180" w:rsidRDefault="008F4AF7" w:rsidP="008F4AF7">
      <w:pPr>
        <w:pStyle w:val="libNormal"/>
      </w:pPr>
      <w:r w:rsidRPr="00E47180">
        <w:t>20.</w:t>
      </w:r>
      <w:r w:rsidRPr="00E47180">
        <w:tab/>
      </w:r>
      <w:r w:rsidRPr="008F4AF7">
        <w:rPr>
          <w:rFonts w:hint="cs"/>
          <w:cs/>
          <w:lang w:bidi="hi-IN"/>
        </w:rPr>
        <w:t>मीरज़ा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बदख़शानी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मिफ़ताहुन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>36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फ़स्ल</w:t>
      </w:r>
      <w:r w:rsidRPr="008F4AF7">
        <w:rPr>
          <w:cs/>
          <w:lang w:bidi="hi-IN"/>
        </w:rPr>
        <w:t xml:space="preserve"> </w:t>
      </w:r>
      <w:r w:rsidRPr="00E47180">
        <w:t>11)</w:t>
      </w:r>
    </w:p>
    <w:p w:rsidR="008F4AF7" w:rsidRPr="00E47180" w:rsidRDefault="008F4AF7" w:rsidP="008F4AF7">
      <w:pPr>
        <w:pStyle w:val="libNormal"/>
      </w:pPr>
      <w:r w:rsidRPr="00E47180">
        <w:t>21.</w:t>
      </w:r>
      <w:r w:rsidRPr="00E47180">
        <w:tab/>
      </w:r>
      <w:r w:rsidRPr="008F4AF7">
        <w:rPr>
          <w:rFonts w:hint="cs"/>
          <w:cs/>
          <w:lang w:bidi="hi-IN"/>
        </w:rPr>
        <w:t>शहाबुद्दीन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आलूसी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रुहुल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192)</w:t>
      </w:r>
    </w:p>
    <w:p w:rsidR="008F4AF7" w:rsidRPr="00E47180" w:rsidRDefault="008F4AF7" w:rsidP="008F4AF7">
      <w:pPr>
        <w:pStyle w:val="libNormal"/>
      </w:pPr>
      <w:r w:rsidRPr="00E47180">
        <w:t>22.</w:t>
      </w:r>
      <w:r w:rsidRPr="00E47180">
        <w:tab/>
      </w:r>
      <w:r w:rsidRPr="008F4AF7">
        <w:rPr>
          <w:rFonts w:hint="cs"/>
          <w:cs/>
          <w:lang w:bidi="hi-IN"/>
        </w:rPr>
        <w:t>क़ाज़ी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शौकानी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फ़तहुल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60)</w:t>
      </w:r>
    </w:p>
    <w:p w:rsidR="008F4AF7" w:rsidRPr="00E47180" w:rsidRDefault="008F4AF7" w:rsidP="008F4AF7">
      <w:pPr>
        <w:pStyle w:val="libNormal"/>
      </w:pPr>
      <w:r w:rsidRPr="00E47180">
        <w:t>23.</w:t>
      </w:r>
      <w:r w:rsidRPr="00E47180">
        <w:tab/>
      </w:r>
      <w:r w:rsidRPr="008F4AF7">
        <w:rPr>
          <w:rFonts w:hint="cs"/>
          <w:cs/>
          <w:lang w:bidi="hi-IN"/>
        </w:rPr>
        <w:t>क़ंदूज़ी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हनफ़ी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यनाबिऊल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</w:t>
      </w:r>
      <w:r w:rsidRPr="008F4AF7">
        <w:rPr>
          <w:cs/>
          <w:lang w:bidi="hi-IN"/>
        </w:rPr>
        <w:t xml:space="preserve"> </w:t>
      </w:r>
      <w:r w:rsidRPr="00E47180">
        <w:t>39)</w:t>
      </w:r>
    </w:p>
    <w:p w:rsidR="008F4AF7" w:rsidRPr="00E47180" w:rsidRDefault="008F4AF7" w:rsidP="008F4AF7">
      <w:pPr>
        <w:pStyle w:val="libNormal"/>
      </w:pPr>
      <w:r w:rsidRPr="00E47180">
        <w:t>24.</w:t>
      </w:r>
      <w:r w:rsidRPr="00E47180">
        <w:tab/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अबदहू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463 )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बल्लिग़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नज़िरया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बल्लिग़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(</w:t>
      </w:r>
      <w:r w:rsidRPr="00E47180">
        <w:rPr>
          <w:rFonts w:ascii="Times New Roman" w:hAnsi="Times New Roman" w:cs="Times New Roman" w:hint="cs"/>
          <w:rtl/>
        </w:rPr>
        <w:t>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أَيُّهَا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الرَّسُولُ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بَلِّغْ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أُنزِلَ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إِلَيْكَ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رَّبِّكَ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ۖ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وَإِن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لَّمْ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تَفْعَلْ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بَلَّغْتَ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رِسَالَتَهُ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ۚ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يَعْصِمُكَ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النَّاسِ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ۗ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إِنَّ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يَهْدِي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الْقَوْمَ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الْكَافِرِينَ</w:t>
      </w:r>
      <w:r w:rsidRPr="008F4AF7">
        <w:rPr>
          <w:cs/>
          <w:lang w:bidi="hi-IN"/>
        </w:rPr>
        <w:t xml:space="preserve"> 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मिसदाक़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ज़आमत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ओहदा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मुख़ालेफ़त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इख़्तेलाफ़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तफ़रेक़ा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E47180">
        <w:t>23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ज़हमतों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मतलब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गरदानी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क़ुरआनी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नबूवत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इस्तेक़ामत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मामूर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तबलीग़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कोताही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माक़ूल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दरख़्वास्तों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तसलीम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कोताही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मवारिद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सख्ती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दुशवारियाँ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ज़ौज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जै़नब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7)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12)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युनुस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15)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37)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53)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परेशानी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तलाळ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मुनाफ़ेक़ीन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झुटलाने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ख़तरनाक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नतायज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अक्सुल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ज़ब्त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मुनाफ़ेक़ीन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क़ुफ्र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क़ुफ्र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E47180">
        <w:rPr>
          <w:rFonts w:ascii="Times New Roman" w:hAnsi="Times New Roman" w:cs="Times New Roman" w:hint="cs"/>
          <w:rtl/>
        </w:rPr>
        <w:t>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أَيُّهَا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الرَّسُولُ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بَلِّغْ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أُنزِلَ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إِلَيْكَ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رَّبِّكَ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ۖ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وَإِن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لَّمْ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تَفْعَلْ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بَلَّغْتَ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رِسَالَتَهُ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ۚ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يَعْصِمُكَ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النَّاسِ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ۗ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إِنَّ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يَهْدِي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الْقَوْمَ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الْكَافِرِينَ</w:t>
      </w:r>
      <w:r w:rsidRPr="00E47180">
        <w:t xml:space="preserve">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1D08AD" w:rsidRDefault="001D08AD" w:rsidP="00A213D6">
      <w:pPr>
        <w:pStyle w:val="Heading2"/>
        <w:rPr>
          <w:cs/>
          <w:lang w:bidi="hi-IN"/>
        </w:rPr>
      </w:pPr>
    </w:p>
    <w:p w:rsidR="001D08AD" w:rsidRDefault="001D08AD" w:rsidP="00A213D6">
      <w:pPr>
        <w:pStyle w:val="Heading2"/>
        <w:rPr>
          <w:cs/>
          <w:lang w:bidi="hi-IN"/>
        </w:rPr>
      </w:pPr>
      <w:bookmarkStart w:id="99" w:name="_Toc457825323"/>
      <w:r w:rsidRPr="008F4AF7">
        <w:rPr>
          <w:rFonts w:hint="cs"/>
          <w:cs/>
          <w:lang w:bidi="hi-IN"/>
        </w:rPr>
        <w:t>ऐतेराज़ात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छानबीन</w:t>
      </w:r>
      <w:bookmarkEnd w:id="99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ताविलात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ताअल्लुक़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ताविलात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छानबीन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1D08AD" w:rsidRDefault="001D08AD" w:rsidP="00A213D6">
      <w:pPr>
        <w:pStyle w:val="Heading1"/>
      </w:pPr>
    </w:p>
    <w:p w:rsidR="001D08AD" w:rsidRDefault="001D08AD" w:rsidP="00A213D6">
      <w:pPr>
        <w:pStyle w:val="Heading1"/>
      </w:pPr>
      <w:bookmarkStart w:id="100" w:name="_Toc457825324"/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  <w:bookmarkEnd w:id="100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मुहाफ़िज़ों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चुनाचे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फऱमायेगा।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रुख्सत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फ़ासला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बुनियादी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मुफ़स्सेरीन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ग़रीब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मुत्तफ़िक़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ताअल्लुक़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रखती।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मर्तबा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हिफा़ज़त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79</w:t>
      </w:r>
    </w:p>
    <w:p w:rsidR="001D08AD" w:rsidRDefault="001D08AD" w:rsidP="00A213D6">
      <w:pPr>
        <w:pStyle w:val="Heading1"/>
      </w:pPr>
    </w:p>
    <w:p w:rsidR="001D08AD" w:rsidRDefault="001D08AD" w:rsidP="00A213D6">
      <w:pPr>
        <w:pStyle w:val="Heading1"/>
      </w:pPr>
      <w:bookmarkStart w:id="101" w:name="_Toc457825325"/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bookmarkEnd w:id="101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सुयूती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सख़्त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आं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दौराम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मुशरेकीन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जिबरईल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(.....)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दूँ</w:t>
      </w:r>
      <w:r w:rsidRPr="00E47180">
        <w:t xml:space="preserve">,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कामयाब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छोटे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लोंगो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ढेलों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पत्थरों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मुँह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लुआबे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दहन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फ़ेकने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झूटा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..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पीछे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हटा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  <w:r w:rsidRPr="008F4AF7">
        <w:rPr>
          <w:cs/>
          <w:lang w:bidi="hi-IN"/>
        </w:rPr>
        <w:t>(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गढ़त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अलवियों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सकता।</w:t>
      </w:r>
    </w:p>
    <w:p w:rsidR="001D08AD" w:rsidRDefault="001D08AD" w:rsidP="00A213D6">
      <w:pPr>
        <w:pStyle w:val="Heading1"/>
      </w:pPr>
    </w:p>
    <w:p w:rsidR="001D08AD" w:rsidRDefault="001D08AD" w:rsidP="00A213D6">
      <w:pPr>
        <w:pStyle w:val="Heading1"/>
      </w:pPr>
      <w:bookmarkStart w:id="102" w:name="_Toc457825326"/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bookmarkEnd w:id="102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हातम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जाबिर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दौरान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कूँए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नज्जार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ग़ौरस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बनाया</w:t>
      </w:r>
      <w:r w:rsidRPr="008F4AF7">
        <w:rPr>
          <w:cs/>
          <w:lang w:bidi="hi-IN"/>
        </w:rPr>
        <w:t xml:space="preserve">.. </w:t>
      </w:r>
      <w:r w:rsidRPr="008F4AF7">
        <w:rPr>
          <w:rFonts w:hint="cs"/>
          <w:cs/>
          <w:lang w:bidi="hi-IN"/>
        </w:rPr>
        <w:t>चुनाँचे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सूँघू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लड़खड़ाया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: </w:t>
      </w:r>
    </w:p>
    <w:p w:rsidR="008F4AF7" w:rsidRPr="00E47180" w:rsidRDefault="008F4AF7" w:rsidP="008F4AF7">
      <w:pPr>
        <w:pStyle w:val="libNormal"/>
      </w:pPr>
      <w:r w:rsidRPr="00E47180">
        <w:t xml:space="preserve"> </w:t>
      </w:r>
      <w:r w:rsidRPr="00E47180">
        <w:rPr>
          <w:rFonts w:ascii="Times New Roman" w:hAnsi="Times New Roman" w:cs="Times New Roman" w:hint="cs"/>
          <w:rtl/>
        </w:rPr>
        <w:t>يَا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أَيُّهَا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الرَّسُولُ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بَلِّغْ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أُنزِلَ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إِلَيْكَ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رَّبِّكَ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وَإِن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لَّمْ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تَفْعَلْ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بَلَّغْتَ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رِسَالَتَهُ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يَعْصِمُكَ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النَّاسِ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إِنَّ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يَهْدِي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الْقَوْمَ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الْكَافِرِينَ</w:t>
      </w: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तफ़सीरुल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1173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6614)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जाबिर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वाक़ेयन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ग़रीब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(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हुरैरा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चौथे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साजिश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मज़क़ूरा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लेता।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पाँचवे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फ़रीक़ैन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परेशानी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असबाबुन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सुयूती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52, </w:t>
      </w:r>
      <w:r w:rsidRPr="008F4AF7">
        <w:rPr>
          <w:rFonts w:hint="cs"/>
          <w:cs/>
          <w:lang w:bidi="hi-IN"/>
        </w:rPr>
        <w:t>दुर्रे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119, 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79</w:t>
      </w:r>
    </w:p>
    <w:p w:rsidR="001D08AD" w:rsidRDefault="001D08AD" w:rsidP="00A213D6">
      <w:pPr>
        <w:pStyle w:val="Heading1"/>
      </w:pPr>
    </w:p>
    <w:p w:rsidR="001D08AD" w:rsidRDefault="001D08AD" w:rsidP="00A213D6">
      <w:pPr>
        <w:pStyle w:val="Heading1"/>
      </w:pPr>
      <w:bookmarkStart w:id="103" w:name="_Toc457825327"/>
      <w:r w:rsidRPr="00E47180">
        <w:t xml:space="preserve">4. </w:t>
      </w:r>
      <w:r w:rsidRPr="008F4AF7">
        <w:rPr>
          <w:rFonts w:hint="cs"/>
          <w:cs/>
          <w:lang w:bidi="hi-IN"/>
        </w:rPr>
        <w:t>रज्म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bookmarkEnd w:id="103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मज़ूकरा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रज्म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तौरेत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शौहर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रज्म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भेजा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जिबरईल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रज्म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लाये।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उमदतुल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206, </w:t>
      </w:r>
      <w:r w:rsidRPr="008F4AF7">
        <w:rPr>
          <w:rFonts w:hint="cs"/>
          <w:cs/>
          <w:lang w:bidi="hi-IN"/>
        </w:rPr>
        <w:t>तफ़सीरुल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मआलिमित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बग़बी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51, </w:t>
      </w:r>
      <w:r w:rsidRPr="008F4AF7">
        <w:rPr>
          <w:rFonts w:hint="cs"/>
          <w:cs/>
          <w:lang w:bidi="hi-IN"/>
        </w:rPr>
        <w:t>मफ़ातिहुल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48)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नंबर</w:t>
      </w:r>
      <w:r w:rsidRPr="008F4AF7">
        <w:rPr>
          <w:cs/>
          <w:lang w:bidi="hi-IN"/>
        </w:rPr>
        <w:t xml:space="preserve"> </w:t>
      </w:r>
      <w:r w:rsidRPr="00E47180">
        <w:t>41, 43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मुद्दआ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रद्द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मुतफ़र्रिक़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मग़लूब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नुक़सान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महफ़ूज़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देता।</w:t>
      </w:r>
    </w:p>
    <w:p w:rsidR="001D08AD" w:rsidRDefault="001D08AD" w:rsidP="00A213D6">
      <w:pPr>
        <w:pStyle w:val="Heading1"/>
      </w:pPr>
    </w:p>
    <w:p w:rsidR="001D08AD" w:rsidRDefault="001D08AD" w:rsidP="00A213D6">
      <w:pPr>
        <w:pStyle w:val="Heading1"/>
      </w:pPr>
      <w:bookmarkStart w:id="104" w:name="_Toc457825328"/>
      <w:r w:rsidRPr="00E47180">
        <w:t xml:space="preserve">5. </w:t>
      </w:r>
      <w:r w:rsidRPr="008F4AF7">
        <w:rPr>
          <w:rFonts w:hint="cs"/>
          <w:cs/>
          <w:lang w:bidi="hi-IN"/>
        </w:rPr>
        <w:t>यहूद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bookmarkEnd w:id="104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बल्लिग़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सुलेमान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बग़वी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तन्हा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सुलेमान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491, 492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जामेउल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307, </w:t>
      </w:r>
      <w:r w:rsidRPr="008F4AF7">
        <w:rPr>
          <w:rFonts w:hint="cs"/>
          <w:cs/>
          <w:lang w:bidi="hi-IN"/>
        </w:rPr>
        <w:t>मआलिमुत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51, 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असअलतुल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अजवतिहा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74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मफ़ातिहुल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50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हैसियत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ख़ौफ़ज़दा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निगहबानी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तरतीब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पहली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बचेगा।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चौथे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फख़रे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महंगा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ताख़ीर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rPr>
          <w:rFonts w:ascii="Times New Roman" w:hAnsi="Times New Roman" w:cs="Times New Roman" w:hint="cs"/>
          <w:rtl/>
        </w:rPr>
        <w:t>قُلْ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أَهْلَ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الْكِتَابِ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لَسْتُمْ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عَلَىٰ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شَيْ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दीजिए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68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हालाकि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सख़्त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</w:p>
    <w:p w:rsidR="008F4AF7" w:rsidRPr="00E47180" w:rsidRDefault="008F4AF7" w:rsidP="008F4AF7">
      <w:pPr>
        <w:pStyle w:val="libNormal"/>
      </w:pPr>
      <w:r w:rsidRPr="00E47180">
        <w:t xml:space="preserve">: </w:t>
      </w:r>
      <w:r w:rsidRPr="00E47180">
        <w:rPr>
          <w:rFonts w:ascii="Times New Roman" w:hAnsi="Times New Roman" w:cs="Times New Roman" w:hint="cs"/>
          <w:rtl/>
        </w:rPr>
        <w:t>وَقَالَتِ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الْيَهُودُ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يَدُ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مَغْلُولَةٌ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غُلَّتْ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أَيْدِيهِمْ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وَلُعِنُوا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بِمَا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قَالُوا</w:t>
      </w: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बंधे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बंधे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मलऊन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64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पाँचवें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मुम्किन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नुक़्ते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मुनाफ़ेक़ीन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r w:rsidRPr="008F4AF7">
        <w:rPr>
          <w:cs/>
          <w:lang w:bidi="hi-IN"/>
        </w:rPr>
        <w:t xml:space="preserve"> </w:t>
      </w:r>
      <w:bookmarkStart w:id="105" w:name="_Toc457825329"/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इकमाल</w:t>
      </w:r>
      <w:bookmarkEnd w:id="105"/>
    </w:p>
    <w:p w:rsidR="008F4AF7" w:rsidRPr="00E47180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E47180">
        <w:rPr>
          <w:rFonts w:ascii="Times New Roman" w:hAnsi="Times New Roman" w:cs="Times New Roman" w:hint="cs"/>
          <w:rtl/>
        </w:rPr>
        <w:t>الْيَوْمَ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أَكْمَلْتُ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دِينَكُمْ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وَأَتْمَمْتُ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عَلَيْكُمْ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نِعْمَتِي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وَرَضِيتُ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الْإِسْلَامَ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دِينًا</w:t>
      </w:r>
    </w:p>
    <w:p w:rsidR="008F4AF7" w:rsidRPr="00E47180" w:rsidRDefault="008F4AF7" w:rsidP="008F4AF7">
      <w:pPr>
        <w:pStyle w:val="libNormal"/>
      </w:pP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फ़रीक़ैन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मुतअद्दिद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छानबीन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06" w:name="_Toc457825330"/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छानबीन</w:t>
      </w:r>
      <w:bookmarkEnd w:id="106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गरदानी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1D08AD" w:rsidRDefault="001D08AD" w:rsidP="00A213D6">
      <w:pPr>
        <w:pStyle w:val="Heading1"/>
      </w:pPr>
    </w:p>
    <w:p w:rsidR="001D08AD" w:rsidRDefault="001D08AD" w:rsidP="00A213D6">
      <w:pPr>
        <w:pStyle w:val="Heading1"/>
      </w:pPr>
      <w:bookmarkStart w:id="107" w:name="_Toc457825331"/>
      <w:r w:rsidRPr="00E47180">
        <w:t xml:space="preserve">1.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इस्फ़हानी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bookmarkEnd w:id="107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मुख़ल्लदी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क़ैस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दरख़्त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ख़ाशाक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झाड़ी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जुमेरात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पकड़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सफ़ेदी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गयीं</w:t>
      </w:r>
      <w:r w:rsidRPr="008F4AF7">
        <w:rPr>
          <w:cs/>
          <w:lang w:bidi="hi-IN"/>
        </w:rPr>
        <w:t xml:space="preserve">..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मुतफ़र्रिक़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: </w:t>
      </w:r>
    </w:p>
    <w:p w:rsidR="008F4AF7" w:rsidRPr="00E47180" w:rsidRDefault="008F4AF7" w:rsidP="008F4AF7">
      <w:pPr>
        <w:pStyle w:val="libNormal"/>
      </w:pPr>
      <w:r w:rsidRPr="00E47180">
        <w:rPr>
          <w:rFonts w:ascii="Times New Roman" w:hAnsi="Times New Roman" w:cs="Times New Roman" w:hint="cs"/>
          <w:rtl/>
        </w:rPr>
        <w:t>الْيَوْمَ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أَكْمَلْتُ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دِينَكُمْ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وَأَتْمَمْتُ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عَلَيْكُمْ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نِعْمَتِي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وَرَضِيتُ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الْإِسْلَامَ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دِينًا</w:t>
      </w: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अल्लाहो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नेमतें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परवरदिगार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</w:t>
      </w:r>
      <w:r w:rsidRPr="008F4AF7">
        <w:rPr>
          <w:cs/>
          <w:lang w:bidi="hi-IN"/>
        </w:rPr>
        <w:t>...</w:t>
      </w:r>
      <w:r w:rsidRPr="008F4AF7">
        <w:rPr>
          <w:rFonts w:hint="cs"/>
          <w:cs/>
          <w:lang w:bidi="hi-IN"/>
        </w:rPr>
        <w:t>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ख़सायसुस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वहयिल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61,62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इस्फ़हानी।</w:t>
      </w:r>
      <w:r w:rsidRPr="008F4AF7">
        <w:rPr>
          <w:cs/>
          <w:lang w:bidi="hi-IN"/>
        </w:rPr>
        <w:t>)</w:t>
      </w:r>
    </w:p>
    <w:p w:rsidR="001D08AD" w:rsidRDefault="001D08AD" w:rsidP="00A213D6">
      <w:pPr>
        <w:pStyle w:val="Heading2"/>
        <w:rPr>
          <w:cs/>
          <w:lang w:bidi="hi-IN"/>
        </w:rPr>
      </w:pPr>
    </w:p>
    <w:p w:rsidR="001D08AD" w:rsidRDefault="001D08AD" w:rsidP="00A213D6">
      <w:pPr>
        <w:pStyle w:val="Heading2"/>
        <w:rPr>
          <w:cs/>
          <w:lang w:bidi="hi-IN"/>
        </w:rPr>
      </w:pPr>
      <w:bookmarkStart w:id="108" w:name="_Toc457825332"/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छानबीन</w:t>
      </w:r>
      <w:bookmarkEnd w:id="108"/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मुख़ल्लदी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मुहर्रम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शागिर्दों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बऱक़ानी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लक़्ब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lastRenderedPageBreak/>
        <w:t>•</w:t>
      </w:r>
      <w:r w:rsidRPr="00E47180">
        <w:tab/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शैबा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जज़रा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।</w:t>
      </w:r>
      <w:r w:rsidRPr="008F4AF7">
        <w:rPr>
          <w:cs/>
          <w:lang w:bidi="hi-IN"/>
        </w:rPr>
        <w:t>(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सीयरे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61, 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331, </w:t>
      </w:r>
      <w:r w:rsidRPr="008F4AF7">
        <w:rPr>
          <w:rFonts w:hint="cs"/>
          <w:cs/>
          <w:lang w:bidi="hi-IN"/>
        </w:rPr>
        <w:t>शज़रातुज़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26()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43()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यहया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हातिम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असातीज़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लक़्ब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मुवस्सक़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नामुनासिब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मिल्लते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क़ैस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रबी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दाऊद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(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हारुने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ताबेईन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ख़ल्क़ो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अफ़आलिल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सौरी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हम्मादीन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रद्द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बोलता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नुक़सान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  <w:rPr>
          <w:lang w:bidi="hi-IN"/>
        </w:rPr>
      </w:pPr>
      <w:r w:rsidRPr="00E47180">
        <w:t xml:space="preserve"> (</w:t>
      </w:r>
      <w:r w:rsidRPr="008F4AF7">
        <w:rPr>
          <w:rFonts w:hint="cs"/>
          <w:cs/>
          <w:lang w:bidi="hi-IN"/>
        </w:rPr>
        <w:t>तहज़ीबुत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="00A213D6">
        <w:t>218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तक़रीबुत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="00A213D6">
        <w:t>128</w:t>
      </w:r>
      <w:r w:rsidRPr="00E47180"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तहज़ीबुत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="00A213D6">
        <w:t>361, 362</w:t>
      </w:r>
      <w:r w:rsidRPr="00E47180">
        <w:t>)</w:t>
      </w:r>
    </w:p>
    <w:p w:rsidR="008F4AF7" w:rsidRDefault="008F4AF7" w:rsidP="008F4AF7">
      <w:pPr>
        <w:pStyle w:val="libNormal"/>
        <w:rPr>
          <w:lang w:bidi="hi-IN"/>
        </w:rPr>
      </w:pPr>
      <w:r w:rsidRPr="00E47180">
        <w:t>(</w:t>
      </w:r>
      <w:r w:rsidRPr="008F4AF7">
        <w:rPr>
          <w:rFonts w:hint="cs"/>
          <w:cs/>
          <w:lang w:bidi="hi-IN"/>
        </w:rPr>
        <w:t>देखिये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बारी</w:t>
      </w:r>
      <w:r w:rsidRPr="008F4AF7">
        <w:rPr>
          <w:cs/>
          <w:lang w:bidi="hi-IN"/>
        </w:rPr>
        <w:t>)</w:t>
      </w:r>
    </w:p>
    <w:p w:rsidR="00A213D6" w:rsidRPr="00E47180" w:rsidRDefault="00A213D6" w:rsidP="008F4AF7">
      <w:pPr>
        <w:pStyle w:val="libNormal"/>
      </w:pPr>
    </w:p>
    <w:p w:rsidR="001D08AD" w:rsidRDefault="001D08AD" w:rsidP="00A213D6">
      <w:pPr>
        <w:pStyle w:val="Heading1"/>
      </w:pPr>
    </w:p>
    <w:p w:rsidR="001D08AD" w:rsidRDefault="001D08AD" w:rsidP="00A213D6">
      <w:pPr>
        <w:pStyle w:val="Heading1"/>
      </w:pPr>
      <w:bookmarkStart w:id="109" w:name="_Toc457825333"/>
      <w:r w:rsidRPr="00E47180">
        <w:t>2</w:t>
      </w:r>
      <w:r w:rsidRPr="00E47180">
        <w:tab/>
      </w: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bookmarkEnd w:id="109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बशरान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हबशून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अय्यूब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ख़ल्लाल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रबीआ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शौज़ब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वर्राक़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हौशब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हुरैरा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हिज्जा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E47180">
        <w:t>60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महीनों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E47180">
        <w:t xml:space="preserve">? </w:t>
      </w:r>
      <w:r w:rsidRPr="008F4AF7">
        <w:rPr>
          <w:rFonts w:hint="cs"/>
          <w:cs/>
          <w:lang w:bidi="hi-IN"/>
        </w:rPr>
        <w:t>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रसूल्लाह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E47180">
        <w:t xml:space="preserve">,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rPr>
          <w:rFonts w:ascii="Times New Roman" w:hAnsi="Times New Roman" w:cs="Times New Roman" w:hint="cs"/>
          <w:rtl/>
        </w:rPr>
        <w:t>الْيَوْمَ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أَكْمَلْتُ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دِينَكُمْ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وَأَتْمَمْتُ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عَلَيْكُمْ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نِعْمَتِي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وَرَضِيتُ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الْإِسْلَامَ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دِينًا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ۚ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290)</w:t>
      </w:r>
    </w:p>
    <w:p w:rsidR="001D08AD" w:rsidRDefault="001D08AD" w:rsidP="00A213D6">
      <w:pPr>
        <w:pStyle w:val="Heading2"/>
        <w:rPr>
          <w:cs/>
          <w:lang w:bidi="hi-IN"/>
        </w:rPr>
      </w:pPr>
    </w:p>
    <w:p w:rsidR="001D08AD" w:rsidRDefault="001D08AD" w:rsidP="00A213D6">
      <w:pPr>
        <w:pStyle w:val="Heading2"/>
        <w:rPr>
          <w:cs/>
          <w:lang w:bidi="hi-IN"/>
        </w:rPr>
      </w:pPr>
      <w:bookmarkStart w:id="110" w:name="_Toc457825334"/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छानबीन</w:t>
      </w:r>
      <w:bookmarkEnd w:id="110"/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बशरान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 xml:space="preserve">451)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सदूक़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हाफ़िज़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 xml:space="preserve">388) </w:t>
      </w:r>
      <w:r w:rsidRPr="008F4AF7">
        <w:rPr>
          <w:rFonts w:hint="cs"/>
          <w:cs/>
          <w:lang w:bidi="hi-IN"/>
        </w:rPr>
        <w:t>जिनकी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हबशून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तौसीक़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lastRenderedPageBreak/>
        <w:t>•</w:t>
      </w:r>
      <w:r w:rsidRPr="00E47180">
        <w:tab/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रमली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विसाक़त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वज़ाहत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ज़मरा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रबीआ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 xml:space="preserve">202)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मुफ़रद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तौसीक़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हातिम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सअद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अफ़ज़ल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शौज़ब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 xml:space="preserve">156)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दाऊद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तिरमिज़ी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तौसीक़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शौज़ब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असातिद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हब्बान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311)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34, 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449)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मिज़ानुल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ऐतेदाल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125)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तहज़ीबुल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319, 320)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काशिफ़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356)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तक़रीबुत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423)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तहज़ीबुत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255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>261)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मतर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वर्राक़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 xml:space="preserve">129)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शहर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हौशब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 xml:space="preserve">112)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मुफ़रद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सेहाहे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सित्ता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तहज़ीबुल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551, </w:t>
      </w:r>
      <w:r w:rsidRPr="008F4AF7">
        <w:rPr>
          <w:rFonts w:hint="cs"/>
          <w:cs/>
          <w:lang w:bidi="hi-IN"/>
        </w:rPr>
        <w:t>तक़रीबुत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252)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तहज़ीबुल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578, </w:t>
      </w:r>
      <w:r w:rsidRPr="008F4AF7">
        <w:rPr>
          <w:rFonts w:hint="cs"/>
          <w:cs/>
          <w:lang w:bidi="hi-IN"/>
        </w:rPr>
        <w:t>तक़रीबुत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355)</w:t>
      </w:r>
    </w:p>
    <w:p w:rsidR="001D08AD" w:rsidRDefault="001D08AD" w:rsidP="00A213D6">
      <w:pPr>
        <w:pStyle w:val="Heading1"/>
      </w:pPr>
    </w:p>
    <w:p w:rsidR="001D08AD" w:rsidRDefault="001D08AD" w:rsidP="00A213D6">
      <w:pPr>
        <w:pStyle w:val="Heading1"/>
      </w:pPr>
      <w:bookmarkStart w:id="111" w:name="_Toc457825335"/>
      <w:r w:rsidRPr="00E47180">
        <w:t xml:space="preserve">3.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bookmarkEnd w:id="111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मज़रफ़ी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शौज़ब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वर्राक़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हौशब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हुरैरा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1D08AD" w:rsidRDefault="001D08AD" w:rsidP="00A213D6">
      <w:pPr>
        <w:pStyle w:val="Heading2"/>
        <w:rPr>
          <w:cs/>
          <w:lang w:bidi="hi-IN"/>
        </w:rPr>
      </w:pPr>
    </w:p>
    <w:p w:rsidR="001D08AD" w:rsidRDefault="001D08AD" w:rsidP="00A213D6">
      <w:pPr>
        <w:pStyle w:val="Heading2"/>
        <w:rPr>
          <w:cs/>
          <w:lang w:bidi="hi-IN"/>
        </w:rPr>
      </w:pPr>
      <w:bookmarkStart w:id="112" w:name="_Toc457825336"/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बीन</w:t>
      </w:r>
      <w:bookmarkEnd w:id="112"/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मज़रफ़ी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 xml:space="preserve">527)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मुतक़न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मुहतदी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 xml:space="preserve">465) </w:t>
      </w: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समआनी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क़ाबिले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तर्जुम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E47180">
        <w:t>575, 578, 585)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मुनतज़िम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281)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241)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241)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शाहीन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 xml:space="preserve">385) </w:t>
      </w: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माकूला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अमीन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क़ुतनी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अज़हरी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lastRenderedPageBreak/>
        <w:t>•</w:t>
      </w:r>
      <w:r w:rsidRPr="00E47180">
        <w:tab/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रेज़ाल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="00A213D6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431)</w:t>
      </w:r>
    </w:p>
    <w:p w:rsidR="001D08AD" w:rsidRDefault="001D08AD" w:rsidP="00A213D6">
      <w:pPr>
        <w:pStyle w:val="Heading1"/>
      </w:pPr>
    </w:p>
    <w:p w:rsidR="001D08AD" w:rsidRDefault="001D08AD" w:rsidP="00A213D6">
      <w:pPr>
        <w:pStyle w:val="Heading1"/>
      </w:pPr>
      <w:bookmarkStart w:id="113" w:name="_Toc457825337"/>
      <w:r w:rsidRPr="00E47180">
        <w:t xml:space="preserve">4. </w:t>
      </w:r>
      <w:r w:rsidRPr="00E47180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bookmarkEnd w:id="113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क़ासिमे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समरकंदी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अब्दिल्लाह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दक़्क़ाक़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ऱक्क़ी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शौज़ब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वर्राक़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हौशब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हुरैरा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A213D6">
      <w:pPr>
        <w:pStyle w:val="Heading2"/>
        <w:rPr>
          <w:cs/>
          <w:lang w:bidi="hi-IN"/>
        </w:rPr>
      </w:pPr>
    </w:p>
    <w:p w:rsidR="001D08AD" w:rsidRDefault="001D08AD" w:rsidP="00A213D6">
      <w:pPr>
        <w:pStyle w:val="Heading2"/>
        <w:rPr>
          <w:cs/>
          <w:lang w:bidi="hi-IN"/>
        </w:rPr>
      </w:pPr>
      <w:bookmarkStart w:id="114" w:name="_Toc457825338"/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छानबीन</w:t>
      </w:r>
      <w:bookmarkEnd w:id="114"/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t>•</w:t>
      </w:r>
      <w:r w:rsidRPr="00E47180">
        <w:tab/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क़ासिन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समरकंदी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 xml:space="preserve">536)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rPr>
          <w:rFonts w:hint="eastAsia"/>
        </w:rPr>
        <w:lastRenderedPageBreak/>
        <w:t>•</w:t>
      </w:r>
      <w:r w:rsidRPr="00E47180">
        <w:tab/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नक़ूर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 xml:space="preserve">470) </w:t>
      </w: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सादिक़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ख़ैरून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अलक़ाबात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नवाज़ा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(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तर्जुम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575, 578, 585)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28)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372)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हिज्जा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 xml:space="preserve">310)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किताबुल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विलायह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मरदुवह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इस्फ़हानी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 xml:space="preserve">410)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14, </w:t>
      </w:r>
      <w:r w:rsidRPr="008F4AF7">
        <w:rPr>
          <w:rFonts w:hint="cs"/>
          <w:cs/>
          <w:lang w:bidi="hi-IN"/>
        </w:rPr>
        <w:t>दुर्रे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19, 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237,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इतक़ान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53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इस्फ़हानी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56)</w:t>
      </w:r>
    </w:p>
    <w:p w:rsidR="008F4AF7" w:rsidRPr="00E47180" w:rsidRDefault="008F4AF7" w:rsidP="008F4AF7">
      <w:pPr>
        <w:pStyle w:val="libNormal"/>
      </w:pPr>
      <w:r w:rsidRPr="00E47180">
        <w:lastRenderedPageBreak/>
        <w:t>4.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>463)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290)</w:t>
      </w:r>
    </w:p>
    <w:p w:rsidR="008F4AF7" w:rsidRPr="00E47180" w:rsidRDefault="008F4AF7" w:rsidP="008F4AF7">
      <w:pPr>
        <w:pStyle w:val="libNormal"/>
      </w:pPr>
      <w:r w:rsidRPr="00E47180">
        <w:t xml:space="preserve"> 5.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सजिसतानी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>477)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किताबुल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विलायह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6.</w:t>
      </w:r>
      <w:r w:rsidRPr="00E47180">
        <w:tab/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मग़ाज़ेली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>483)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मनाक़िबे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24)</w:t>
      </w:r>
    </w:p>
    <w:p w:rsidR="008F4AF7" w:rsidRPr="00E47180" w:rsidRDefault="008F4AF7" w:rsidP="008F4AF7">
      <w:pPr>
        <w:pStyle w:val="libNormal"/>
      </w:pPr>
      <w:r w:rsidRPr="00E47180">
        <w:t>7.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क़ासिम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हसक़ानी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शवाहिदुत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201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211)</w:t>
      </w:r>
    </w:p>
    <w:p w:rsidR="008F4AF7" w:rsidRPr="00E47180" w:rsidRDefault="008F4AF7" w:rsidP="008F4AF7">
      <w:pPr>
        <w:pStyle w:val="libNormal"/>
      </w:pPr>
      <w:r w:rsidRPr="00E47180">
        <w:t>8.</w:t>
      </w:r>
      <w:r w:rsidRPr="00E47180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क़ासिम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E47180">
        <w:t>571)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तर्जुमा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मोमीनीन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575, 578, 585)</w:t>
      </w:r>
    </w:p>
    <w:p w:rsidR="008F4AF7" w:rsidRPr="00E47180" w:rsidRDefault="008F4AF7" w:rsidP="008F4AF7">
      <w:pPr>
        <w:pStyle w:val="libNormal"/>
      </w:pPr>
      <w:r w:rsidRPr="00E47180">
        <w:t>9.</w:t>
      </w:r>
      <w:r w:rsidRPr="00E47180">
        <w:tab/>
      </w: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ख़ारज़मी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152)</w:t>
      </w:r>
    </w:p>
    <w:p w:rsidR="008F4AF7" w:rsidRPr="00E47180" w:rsidRDefault="008F4AF7" w:rsidP="008F4AF7">
      <w:pPr>
        <w:pStyle w:val="libNormal"/>
      </w:pPr>
      <w:r w:rsidRPr="00E47180">
        <w:t>10.</w:t>
      </w:r>
      <w:r w:rsidRPr="00E47180">
        <w:tab/>
      </w:r>
      <w:r w:rsidRPr="008F4AF7">
        <w:rPr>
          <w:rFonts w:hint="cs"/>
          <w:cs/>
          <w:lang w:bidi="hi-IN"/>
        </w:rPr>
        <w:t>सिब्ते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जौज़ी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ख़वास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30)</w:t>
      </w:r>
    </w:p>
    <w:p w:rsidR="008F4AF7" w:rsidRPr="00E47180" w:rsidRDefault="008F4AF7" w:rsidP="008F4AF7">
      <w:pPr>
        <w:pStyle w:val="libNormal"/>
      </w:pPr>
      <w:r w:rsidRPr="00E47180">
        <w:t>11.</w:t>
      </w:r>
      <w:r w:rsidRPr="00E47180">
        <w:tab/>
      </w:r>
      <w:r w:rsidRPr="008F4AF7">
        <w:rPr>
          <w:rFonts w:hint="cs"/>
          <w:cs/>
          <w:lang w:bidi="hi-IN"/>
        </w:rPr>
        <w:t>शेख़ुल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हमूई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फ़रायदुस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72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E47180">
        <w:t>39</w:t>
      </w:r>
    </w:p>
    <w:p w:rsidR="008F4AF7" w:rsidRPr="00E47180" w:rsidRDefault="008F4AF7" w:rsidP="008F4AF7">
      <w:pPr>
        <w:pStyle w:val="libNormal"/>
      </w:pPr>
      <w:r w:rsidRPr="00E47180">
        <w:t>12.</w:t>
      </w:r>
      <w:r w:rsidRPr="00E47180">
        <w:tab/>
      </w:r>
      <w:r w:rsidRPr="008F4AF7">
        <w:rPr>
          <w:rFonts w:hint="cs"/>
          <w:cs/>
          <w:lang w:bidi="hi-IN"/>
        </w:rPr>
        <w:t>इमादुद्दीन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232)</w:t>
      </w:r>
    </w:p>
    <w:p w:rsidR="008F4AF7" w:rsidRPr="00E47180" w:rsidRDefault="008F4AF7" w:rsidP="008F4AF7">
      <w:pPr>
        <w:pStyle w:val="libNormal"/>
      </w:pPr>
      <w:r w:rsidRPr="00E47180">
        <w:lastRenderedPageBreak/>
        <w:t>13.</w:t>
      </w:r>
      <w:r w:rsidRPr="00E47180">
        <w:tab/>
      </w:r>
      <w:r w:rsidRPr="008F4AF7">
        <w:rPr>
          <w:rFonts w:hint="cs"/>
          <w:cs/>
          <w:lang w:bidi="hi-IN"/>
        </w:rPr>
        <w:t>जलालुद्दीन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सुयूती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दुर्रे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 xml:space="preserve">19,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इतक़ान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उलूमिल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53)</w:t>
      </w:r>
    </w:p>
    <w:p w:rsidR="008F4AF7" w:rsidRPr="00E47180" w:rsidRDefault="008F4AF7" w:rsidP="008F4AF7">
      <w:pPr>
        <w:pStyle w:val="libNormal"/>
      </w:pPr>
      <w:r w:rsidRPr="00E47180">
        <w:t>14.</w:t>
      </w:r>
      <w:r w:rsidRPr="00E47180">
        <w:tab/>
      </w:r>
      <w:r w:rsidRPr="008F4AF7">
        <w:rPr>
          <w:rFonts w:hint="cs"/>
          <w:cs/>
          <w:lang w:bidi="hi-IN"/>
        </w:rPr>
        <w:t>मीरज़ा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बदख़शी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मिफ़ताहुल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</w:t>
      </w:r>
      <w:r w:rsidRPr="008F4AF7">
        <w:rPr>
          <w:cs/>
          <w:lang w:bidi="hi-IN"/>
        </w:rPr>
        <w:t xml:space="preserve"> </w:t>
      </w:r>
      <w:r w:rsidRPr="00E47180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फ़स्ल</w:t>
      </w:r>
      <w:r w:rsidRPr="008F4AF7">
        <w:rPr>
          <w:cs/>
          <w:lang w:bidi="hi-IN"/>
        </w:rPr>
        <w:t xml:space="preserve"> </w:t>
      </w:r>
      <w:r w:rsidRPr="00E47180">
        <w:t>11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34)</w:t>
      </w:r>
    </w:p>
    <w:p w:rsidR="008F4AF7" w:rsidRPr="00E47180" w:rsidRDefault="008F4AF7" w:rsidP="008F4AF7">
      <w:pPr>
        <w:pStyle w:val="libNormal"/>
      </w:pPr>
    </w:p>
    <w:p w:rsidR="00A213D6" w:rsidRDefault="00A213D6" w:rsidP="00DE0F6F">
      <w:pPr>
        <w:pStyle w:val="libNormal"/>
        <w:rPr>
          <w:cs/>
          <w:lang w:bidi="hi-IN"/>
        </w:rPr>
      </w:pPr>
      <w:r>
        <w:rPr>
          <w:cs/>
          <w:lang w:bidi="hi-IN"/>
        </w:rPr>
        <w:br w:type="page"/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15" w:name="_Toc457825339"/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नज़रियात</w:t>
      </w:r>
      <w:bookmarkEnd w:id="115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1D08AD" w:rsidRDefault="001D08AD" w:rsidP="00A213D6">
      <w:pPr>
        <w:pStyle w:val="Heading2"/>
      </w:pPr>
    </w:p>
    <w:p w:rsidR="001D08AD" w:rsidRDefault="001D08AD" w:rsidP="00A213D6">
      <w:pPr>
        <w:pStyle w:val="Heading2"/>
      </w:pPr>
      <w:bookmarkStart w:id="116" w:name="_Toc457825340"/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अज़मते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bookmarkEnd w:id="116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फ़ख़रे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.... 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मजाजी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...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जम़ाने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कुफ़्फ़ार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नाउम्मीदी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मजाज़ी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गै़र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फ़ख़रे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हिज्जा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आहंग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A213D6">
      <w:pPr>
        <w:pStyle w:val="Heading2"/>
      </w:pPr>
    </w:p>
    <w:p w:rsidR="001D08AD" w:rsidRDefault="001D08AD" w:rsidP="00A213D6">
      <w:pPr>
        <w:pStyle w:val="Heading2"/>
      </w:pPr>
      <w:bookmarkStart w:id="117" w:name="_Toc457825341"/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bookmarkEnd w:id="117"/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फ़ख़रे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हिज्जा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दसवाँ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E47180">
        <w:t xml:space="preserve">,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?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E47180">
        <w:rPr>
          <w:rFonts w:ascii="Times New Roman" w:hAnsi="Times New Roman" w:cs="Times New Roman" w:hint="cs"/>
          <w:rtl/>
        </w:rPr>
        <w:t>يَا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أَيُّهَا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الرَّسُولُ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بَلِّغْ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أُنزِلَ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إِلَيْكَ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رَّبِّكَ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ۖ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وَإِن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لَّمْ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تَفْعَلْ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بَلَّغْتَ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رِسَالَتَهُ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ۚ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وَاللَّـهُ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يَعْصِمُكَ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النَّاسِ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ۗ</w:t>
      </w:r>
      <w:r w:rsidRPr="00E47180">
        <w:rPr>
          <w:rFonts w:hint="cs"/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إِنَّ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اللَّـهَ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يَهْدِي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الْقَوْمَ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الْكَافِرِينَ</w:t>
      </w:r>
      <w:r w:rsidRPr="00E47180">
        <w:t xml:space="preserve">)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="00A213D6">
        <w:t>16</w:t>
      </w:r>
      <w:r w:rsidRPr="00E47180"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पाच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क़ाबिले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जुन्दब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हैसमी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रद्द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फ़ख़रे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मुवर्रेख़ीन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मुहद्देसीन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E47180">
        <w:t>81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E47180">
        <w:t>82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="00A213D6">
        <w:rPr>
          <w:cs/>
          <w:lang w:bidi="hi-IN"/>
        </w:rPr>
        <w:t>....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मजमऊज़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तहज़ीबुत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404)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लिसानुल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249)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फ़ख़रे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139)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पैदाईश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रबीउल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रबीउल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रेहलत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थोड़ा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हिज्जा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आहंग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मुम्किन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चौथे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मुम्किन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तिलावत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हिज्जा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E47180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</w:t>
      </w:r>
      <w:r w:rsidRPr="008F4AF7">
        <w:rPr>
          <w:cs/>
          <w:lang w:bidi="hi-IN"/>
        </w:rPr>
        <w:lastRenderedPageBreak/>
        <w:t>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मामूर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पाँचवे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मुम्किन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जिबरईल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दीजिए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विलायत।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देखिये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>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तबातबाई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हिज्जा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तिलावत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दिखाई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तिलावते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तावील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="00A213D6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E47180">
        <w:lastRenderedPageBreak/>
        <w:t>(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196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E47180">
        <w:t>197)</w:t>
      </w:r>
    </w:p>
    <w:p w:rsidR="008F4AF7" w:rsidRPr="00E47180" w:rsidRDefault="008F4AF7" w:rsidP="008F4AF7">
      <w:pPr>
        <w:pStyle w:val="libNormal"/>
      </w:pPr>
      <w:r w:rsidRPr="00E47180">
        <w:t xml:space="preserve">3. </w:t>
      </w:r>
      <w:r w:rsidRPr="00E47180">
        <w:tab/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मरहूम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कुलैनी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बाक़िर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</w:p>
    <w:p w:rsidR="008F4AF7" w:rsidRPr="00E47180" w:rsidRDefault="008F4AF7" w:rsidP="008F4AF7">
      <w:pPr>
        <w:pStyle w:val="libNormal"/>
      </w:pPr>
      <w:r w:rsidRPr="00E47180">
        <w:t>(</w:t>
      </w:r>
      <w:r w:rsidRPr="008F4AF7">
        <w:rPr>
          <w:rFonts w:hint="cs"/>
          <w:cs/>
          <w:lang w:bidi="hi-IN"/>
        </w:rPr>
        <w:t>उसूले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E47180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E47180">
        <w:t>289)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फ़रीज़ा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फ़रीज़ा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</w:t>
      </w:r>
    </w:p>
    <w:p w:rsidR="008F4AF7" w:rsidRPr="00E47180" w:rsidRDefault="008F4AF7" w:rsidP="008F4AF7">
      <w:pPr>
        <w:pStyle w:val="libNormal"/>
      </w:pPr>
      <w:r w:rsidRPr="00E47180">
        <w:t xml:space="preserve">: </w:t>
      </w:r>
      <w:r w:rsidRPr="00E47180">
        <w:rPr>
          <w:rFonts w:ascii="Times New Roman" w:hAnsi="Times New Roman" w:cs="Times New Roman" w:hint="cs"/>
          <w:rtl/>
        </w:rPr>
        <w:t>الْيَوْمَ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أَكْمَلْتُ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دِينَكُمْ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وَأَتْمَمْتُ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عَلَيْكُمْ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نِعْمَتِي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وَرَضِيتُ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لَكُمُ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الْإِسْلَامَ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دِينًا</w:t>
      </w:r>
      <w:r w:rsidRPr="00E47180"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>..</w:t>
      </w:r>
      <w:r w:rsidRPr="008F4AF7">
        <w:rPr>
          <w:rFonts w:hint="cs"/>
          <w:cs/>
          <w:lang w:bidi="hi-IN"/>
        </w:rPr>
        <w:t>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नज़िरया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आहंग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मैदान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साज़िशों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इंतेक़ाल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आरज़ू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E47180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हिज्जा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दसवें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बेनज़ीर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मुन्तख़ब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आरज़ू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लगा।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नबूवत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नेमतें</w:t>
      </w:r>
      <w:r w:rsidRPr="00E47180">
        <w:t xml:space="preserve">,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गयीं।</w:t>
      </w:r>
    </w:p>
    <w:p w:rsidR="008F4AF7" w:rsidRDefault="008F4AF7" w:rsidP="008F4AF7">
      <w:pPr>
        <w:pStyle w:val="libNormal"/>
        <w:rPr>
          <w:lang w:bidi="hi-IN"/>
        </w:rPr>
      </w:pPr>
      <w:r w:rsidRPr="008F4AF7">
        <w:rPr>
          <w:rFonts w:hint="cs"/>
          <w:cs/>
          <w:lang w:bidi="hi-IN"/>
        </w:rPr>
        <w:t>चौथे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इसमें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A213D6" w:rsidRPr="00E47180" w:rsidRDefault="00A213D6" w:rsidP="008F4AF7">
      <w:pPr>
        <w:pStyle w:val="libNormal"/>
      </w:pP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18" w:name="_Toc457825342"/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इस्तेमालात</w:t>
      </w:r>
      <w:bookmarkEnd w:id="118"/>
    </w:p>
    <w:p w:rsidR="008F4AF7" w:rsidRPr="00E47180" w:rsidRDefault="008F4AF7" w:rsidP="008F4AF7">
      <w:pPr>
        <w:pStyle w:val="libNormal"/>
      </w:pPr>
      <w:r w:rsidRPr="00E47180">
        <w:t>1.</w:t>
      </w:r>
      <w:r w:rsidRPr="00E47180">
        <w:tab/>
      </w:r>
      <w:r w:rsidRPr="008F4AF7">
        <w:rPr>
          <w:rFonts w:hint="cs"/>
          <w:cs/>
          <w:lang w:bidi="hi-IN"/>
        </w:rPr>
        <w:t>तुलूए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फज्र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ग़ुरूबे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आफ़ताब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बोला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 </w:t>
      </w:r>
      <w:r w:rsidRPr="00E47180">
        <w:rPr>
          <w:rFonts w:ascii="Times New Roman" w:hAnsi="Times New Roman" w:cs="Times New Roman" w:hint="cs"/>
          <w:rtl/>
        </w:rPr>
        <w:t>وَاسْأَلْهُمْ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عَنِ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الْقَرْيَةِ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الَّتِي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كَانَتْ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حَاضِرَةَ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lastRenderedPageBreak/>
        <w:t>الْبَحْرِ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إِذْ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يَعْدُونَ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السَّبْتِ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إِذْ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تَأْتِيهِمْ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حِيتَانُهُمْ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سَبْتِهِمْ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شُرَّعًا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وَيَوْمَ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يَسْبِتُونَ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تَأْتِيهِمْ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كَذَلِكَ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نَبْلُوهُم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بِمَا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كَانُوا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يَفْسُقُونَ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आराफ़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163)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मछलियाँ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शंबे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सतहे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</w:p>
    <w:p w:rsidR="008F4AF7" w:rsidRPr="00E47180" w:rsidRDefault="008F4AF7" w:rsidP="008F4AF7">
      <w:pPr>
        <w:pStyle w:val="libNormal"/>
      </w:pPr>
      <w:r w:rsidRPr="00E47180">
        <w:t xml:space="preserve">:  </w:t>
      </w:r>
      <w:r w:rsidRPr="00E47180">
        <w:rPr>
          <w:rFonts w:ascii="Times New Roman" w:hAnsi="Times New Roman" w:cs="Times New Roman" w:hint="cs"/>
          <w:rtl/>
        </w:rPr>
        <w:t>فَمَن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كَانَ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مِنكُم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مَّرِيضًا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أَوْ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عَلَى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سَفَرٍ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فَعِدَّةٌ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مِّنْ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أَيَّامٍ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أُخَرَ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184)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उतने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ले।</w:t>
      </w:r>
    </w:p>
    <w:p w:rsidR="008F4AF7" w:rsidRPr="00E47180" w:rsidRDefault="008F4AF7" w:rsidP="008F4AF7">
      <w:pPr>
        <w:pStyle w:val="libNormal"/>
      </w:pPr>
      <w:r w:rsidRPr="00E47180">
        <w:t>2.</w:t>
      </w:r>
      <w:r w:rsidRPr="00E47180">
        <w:tab/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मजमूए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यौमिया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3.</w:t>
      </w:r>
      <w:r w:rsidRPr="00E47180">
        <w:tab/>
      </w:r>
      <w:r w:rsidRPr="008F4AF7">
        <w:rPr>
          <w:rFonts w:hint="cs"/>
          <w:cs/>
          <w:lang w:bidi="hi-IN"/>
        </w:rPr>
        <w:t>ज़माना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 xml:space="preserve"> </w:t>
      </w:r>
      <w:r w:rsidRPr="00E47180">
        <w:rPr>
          <w:rFonts w:ascii="Times New Roman" w:hAnsi="Times New Roman" w:cs="Times New Roman" w:hint="cs"/>
          <w:rtl/>
        </w:rPr>
        <w:t>وَتِلْكَ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الْأَيَّامُ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نُدَاوِلُهَا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بَيْنَ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النَّاسِ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सूरए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140)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उलटते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पलटते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फ़रमाते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E47180" w:rsidRDefault="008F4AF7" w:rsidP="008F4AF7">
      <w:pPr>
        <w:pStyle w:val="libNormal"/>
      </w:pPr>
      <w:r w:rsidRPr="00E47180">
        <w:t xml:space="preserve"> (</w:t>
      </w:r>
      <w:r w:rsidRPr="008F4AF7">
        <w:rPr>
          <w:rFonts w:hint="cs"/>
          <w:cs/>
          <w:lang w:bidi="hi-IN"/>
        </w:rPr>
        <w:t>नहजुल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बलाग़ा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हिकमत</w:t>
      </w:r>
      <w:r w:rsidRPr="008F4AF7">
        <w:rPr>
          <w:cs/>
          <w:lang w:bidi="hi-IN"/>
        </w:rPr>
        <w:t xml:space="preserve"> </w:t>
      </w:r>
      <w:r w:rsidRPr="00E47180">
        <w:t>396)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नुक़सान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में।</w:t>
      </w:r>
    </w:p>
    <w:p w:rsidR="008F4AF7" w:rsidRPr="00E47180" w:rsidRDefault="008F4AF7" w:rsidP="008F4AF7">
      <w:pPr>
        <w:pStyle w:val="libNormal"/>
      </w:pPr>
      <w:r w:rsidRPr="00E47180">
        <w:t>4.</w:t>
      </w:r>
      <w:r w:rsidRPr="00E47180">
        <w:tab/>
      </w:r>
      <w:r w:rsidRPr="008F4AF7">
        <w:rPr>
          <w:rFonts w:hint="cs"/>
          <w:cs/>
          <w:lang w:bidi="hi-IN"/>
        </w:rPr>
        <w:t>मरहला</w:t>
      </w:r>
      <w:r w:rsidRPr="00E47180">
        <w:t xml:space="preserve">,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 </w:t>
      </w:r>
      <w:r w:rsidRPr="00E47180">
        <w:rPr>
          <w:rFonts w:ascii="Times New Roman" w:hAnsi="Times New Roman" w:cs="Times New Roman" w:hint="cs"/>
          <w:rtl/>
        </w:rPr>
        <w:t>الَّذِي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خَلَقَ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السَّمَاوَاتِ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وَالْأَرْضَ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سِتَّةِ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أَيَّامٍ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आराफ़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 xml:space="preserve">54, 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4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E47180">
        <w:rPr>
          <w:rFonts w:ascii="Times New Roman" w:hAnsi="Times New Roman" w:cs="Times New Roman" w:hint="cs"/>
          <w:rtl/>
        </w:rPr>
        <w:t>قُلْ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أَئِنَّكُمْ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لَتَكْفُرُونَ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بِالَّذِي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خَلَقَ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الْأَرْضَ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فِي</w:t>
      </w:r>
      <w:r w:rsidRPr="00E47180">
        <w:rPr>
          <w:rtl/>
        </w:rPr>
        <w:t xml:space="preserve"> </w:t>
      </w:r>
      <w:r w:rsidRPr="00E47180">
        <w:rPr>
          <w:rFonts w:ascii="Times New Roman" w:hAnsi="Times New Roman" w:cs="Times New Roman" w:hint="cs"/>
          <w:rtl/>
        </w:rPr>
        <w:t>يَوْمَيْنِ</w:t>
      </w:r>
      <w:r w:rsidRPr="008F4AF7">
        <w:rPr>
          <w:cs/>
          <w:lang w:bidi="hi-IN"/>
        </w:rPr>
        <w:t xml:space="preserve"> 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फ़ुस्सिलत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E47180">
        <w:t>9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E47180">
        <w:t>5.</w:t>
      </w:r>
      <w:r w:rsidRPr="00E47180">
        <w:tab/>
      </w:r>
      <w:r w:rsidRPr="008F4AF7">
        <w:rPr>
          <w:rFonts w:hint="cs"/>
          <w:cs/>
          <w:lang w:bidi="hi-IN"/>
        </w:rPr>
        <w:t>क़यामत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इस्तेमालात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E47180">
        <w:t xml:space="preserve">,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कायनात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मरहला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E47180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यौंम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मुकाबिल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E47180">
        <w:t xml:space="preserve">,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चौबीस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घंटों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A213D6">
      <w:pPr>
        <w:pStyle w:val="Heading2"/>
        <w:rPr>
          <w:cs/>
          <w:lang w:bidi="hi-IN"/>
        </w:rPr>
      </w:pPr>
    </w:p>
    <w:p w:rsidR="001D08AD" w:rsidRDefault="001D08AD" w:rsidP="00A213D6">
      <w:pPr>
        <w:pStyle w:val="Heading2"/>
        <w:rPr>
          <w:cs/>
          <w:lang w:bidi="hi-IN"/>
        </w:rPr>
      </w:pPr>
      <w:bookmarkStart w:id="119" w:name="_Toc457825343"/>
      <w:r w:rsidRPr="008F4AF7">
        <w:rPr>
          <w:rFonts w:hint="cs"/>
          <w:cs/>
          <w:lang w:bidi="hi-IN"/>
        </w:rPr>
        <w:t>कुफ़्फ़ार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लालच</w:t>
      </w:r>
      <w:bookmarkEnd w:id="119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फ़िक़रे</w:t>
      </w:r>
      <w:r w:rsidRPr="008F4AF7">
        <w:rPr>
          <w:cs/>
          <w:lang w:bidi="hi-IN"/>
        </w:rPr>
        <w:t xml:space="preserve"> (....)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कुफ़्फ़ार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मुशरेकीने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मुतलक़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मुशरेकीन</w:t>
      </w:r>
      <w:r w:rsidRPr="00FD6765">
        <w:t xml:space="preserve">, </w:t>
      </w:r>
      <w:r w:rsidRPr="008F4AF7">
        <w:rPr>
          <w:rFonts w:hint="cs"/>
          <w:cs/>
          <w:lang w:bidi="hi-IN"/>
        </w:rPr>
        <w:t>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कुफ़्फ़ार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नाबूद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कुफ़्फ़ार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मक़ासिद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t>1.</w:t>
      </w:r>
      <w:r w:rsidRPr="00FD6765">
        <w:tab/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चराग़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बिलकुल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ख़ामोश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पौधे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उखाड़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फ़ेंक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 </w:t>
      </w:r>
      <w:r w:rsidRPr="00FD6765">
        <w:rPr>
          <w:rFonts w:ascii="Times New Roman" w:hAnsi="Times New Roman" w:cs="Times New Roman" w:hint="cs"/>
          <w:rtl/>
        </w:rPr>
        <w:t>يُرِيدُونَ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يُطْفِئُوا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نُورَ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بِأَفْوَاهِهِمْ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وَيَأْبَى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إِلَّا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يُتِمَّ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نُورَهُ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وَلَوْ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كَرِهَ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الْكَافِرُونَ</w:t>
      </w:r>
    </w:p>
    <w:p w:rsidR="008F4AF7" w:rsidRPr="00FD6765" w:rsidRDefault="008F4AF7" w:rsidP="008F4AF7">
      <w:pPr>
        <w:pStyle w:val="libNormal"/>
        <w:rPr>
          <w:lang w:bidi="hi-IN"/>
        </w:rPr>
      </w:pPr>
      <w:r w:rsidRPr="00FD6765">
        <w:t xml:space="preserve"> 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32</w:t>
      </w:r>
      <w:r w:rsidR="00A213D6">
        <w:rPr>
          <w:rFonts w:hint="cs"/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मुँह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फ़ूंक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बुझा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चाहे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काफ़िरों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लगे।</w:t>
      </w:r>
    </w:p>
    <w:p w:rsidR="008F4AF7" w:rsidRPr="00FD6765" w:rsidRDefault="008F4AF7" w:rsidP="008F4AF7">
      <w:pPr>
        <w:pStyle w:val="libNormal"/>
      </w:pPr>
      <w:r w:rsidRPr="00FD6765">
        <w:t>2.</w:t>
      </w:r>
      <w:r w:rsidRPr="00FD6765">
        <w:tab/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जड़ें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उखाड़ने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चराद़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बुझाने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कामयाब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चुनाचे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 </w:t>
      </w:r>
      <w:r w:rsidRPr="00FD6765">
        <w:rPr>
          <w:rFonts w:ascii="Times New Roman" w:hAnsi="Times New Roman" w:cs="Times New Roman" w:hint="cs"/>
          <w:rtl/>
        </w:rPr>
        <w:t>وَلَا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يَزَالُونَ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يُقَاتِلُونَكُمْ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حَتَّى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يَرُدُّوكُمْ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دِينِكُمْ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إِنِ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اسْتَطَاعُوا</w:t>
      </w:r>
    </w:p>
    <w:p w:rsidR="008F4AF7" w:rsidRPr="00FD6765" w:rsidRDefault="008F4AF7" w:rsidP="008F4AF7">
      <w:pPr>
        <w:pStyle w:val="libNormal"/>
        <w:rPr>
          <w:lang w:bidi="hi-IN"/>
        </w:rPr>
      </w:pPr>
      <w:r w:rsidRPr="00FD6765">
        <w:t xml:space="preserve"> 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="00A213D6">
        <w:t>217</w:t>
      </w:r>
      <w:r w:rsidR="00A213D6">
        <w:rPr>
          <w:rFonts w:hint="cs"/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कुफ़्फ़ार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इमकान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पलटा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सक़ाफ़ती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फ़ौजी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मुश्रेकीन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: </w:t>
      </w:r>
      <w:r w:rsidRPr="00FD6765">
        <w:rPr>
          <w:rFonts w:ascii="Times New Roman" w:hAnsi="Times New Roman" w:cs="Times New Roman" w:hint="cs"/>
          <w:rtl/>
        </w:rPr>
        <w:t>وَدَّ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كَثِيرٌ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مِّنْ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أَهْلِ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الْكِتَابِ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لَوْ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يَرُدُّونَكُم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مِّن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بَعْدِ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إِيمَانِكُمْ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كُفَّارًا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حَسَدًا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مِّنْ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عِندِ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أَنفُسِهِم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مِّن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بَعْدِ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تَبَيَّنَ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لَهُمُ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الْحَقُّ</w:t>
      </w:r>
    </w:p>
    <w:p w:rsidR="008F4AF7" w:rsidRPr="00FD6765" w:rsidRDefault="008F4AF7" w:rsidP="008F4AF7">
      <w:pPr>
        <w:pStyle w:val="libNormal"/>
        <w:rPr>
          <w:lang w:bidi="hi-IN"/>
        </w:rPr>
      </w:pPr>
      <w:r w:rsidRPr="00FD6765">
        <w:t xml:space="preserve"> 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109</w:t>
      </w:r>
      <w:r w:rsidR="00A213D6">
        <w:rPr>
          <w:rFonts w:hint="cs"/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गुज़िश्ता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नाकामी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क़ानेअ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</w:p>
    <w:p w:rsidR="008F4AF7" w:rsidRPr="00FD6765" w:rsidRDefault="008F4AF7" w:rsidP="008F4AF7">
      <w:pPr>
        <w:pStyle w:val="libNormal"/>
      </w:pPr>
      <w:r w:rsidRPr="00FD6765">
        <w:t xml:space="preserve">: </w:t>
      </w:r>
      <w:r w:rsidRPr="00FD6765">
        <w:rPr>
          <w:rFonts w:ascii="Times New Roman" w:hAnsi="Times New Roman" w:cs="Times New Roman" w:hint="cs"/>
          <w:rtl/>
        </w:rPr>
        <w:t>وَقَالُوا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يَدْخُلَ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الْجَنَّةَ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إِلَّا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كَانَ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هُودًا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أَوْ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نَصَارَى</w:t>
      </w:r>
      <w:r w:rsidRPr="00FD6765"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111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ईसाईयों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होगा।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FD6765">
        <w:rPr>
          <w:rFonts w:ascii="Times New Roman" w:hAnsi="Times New Roman" w:cs="Times New Roman" w:hint="cs"/>
          <w:rtl/>
        </w:rPr>
        <w:t>وَقَالُوا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كُونُوا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هُودًا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أَوْ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نَصَارَى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تَهْتَدُوا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 xml:space="preserve"> 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135)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कुफ़्फ़ार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इस्तेक़ामत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ख़ुदाओं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करो।</w:t>
      </w:r>
      <w:r w:rsidRPr="008F4AF7">
        <w:rPr>
          <w:cs/>
          <w:lang w:bidi="hi-IN"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أَنِ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امْشُوا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وَاصْبِرُوا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عَلَى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آلِهَتِكُمْ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 xml:space="preserve"> 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6)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चलो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ख़ुदाओं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रहो।</w:t>
      </w:r>
    </w:p>
    <w:p w:rsidR="008F4AF7" w:rsidRPr="00FD6765" w:rsidRDefault="008F4AF7" w:rsidP="008F4AF7">
      <w:pPr>
        <w:pStyle w:val="libNormal"/>
      </w:pPr>
      <w:r w:rsidRPr="00FD6765">
        <w:t>4.</w:t>
      </w:r>
      <w:r w:rsidRPr="00FD6765">
        <w:tab/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साज़िशें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तरकीब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सूझी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कुफ़्फ़ार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मुशरेकीन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साज़िशों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</w:p>
    <w:p w:rsidR="008F4AF7" w:rsidRPr="00FD6765" w:rsidRDefault="008F4AF7" w:rsidP="008F4AF7">
      <w:pPr>
        <w:pStyle w:val="libNormal"/>
      </w:pPr>
      <w:r w:rsidRPr="00FD6765">
        <w:t xml:space="preserve"> </w:t>
      </w:r>
      <w:r w:rsidRPr="00FD6765">
        <w:rPr>
          <w:rFonts w:ascii="Times New Roman" w:hAnsi="Times New Roman" w:cs="Times New Roman" w:hint="cs"/>
          <w:rtl/>
        </w:rPr>
        <w:t>الْيَوْمَ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يَئِسَ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الَّذِينَ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كَفَرُوا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دِينِكُمْ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فَلَا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تَخْشَوْهُمْ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وَاخْشَوْنِ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الْيَوْمَ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أَكْمَلْتُ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دِينَكُمْ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وَأَتْمَمْتُ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عَلَيْكُمْ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نِعْمَتِي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وَرَضِيتُ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لَكُمُ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الْإِسْلَامَ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دِينًا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فَمَنِ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اضْطُرَّ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فِي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مَخْمَصَةٍ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غَيْرَ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مُتَجَانِفٍ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لِّإِثْمٍ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فَإِنَّ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غَفُورٌ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رَّحِيمٌ</w:t>
      </w:r>
      <w:r w:rsidRPr="00FD6765"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3)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कुफ़्फ़ार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डरो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इकमाले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>?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इकमाले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t>1.</w:t>
      </w:r>
      <w:r w:rsidRPr="00FD6765">
        <w:tab/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क़वानीन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क़वानीन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मुकम्मल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क़ानूनी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इकमाले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कलाला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मादरी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पेदरी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बहन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सूद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तबरी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يَسْتَفْتُونَكَ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قُلِ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يُفْتِيكُمْ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فِي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الْكَلَالَةِ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إِنِ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امْرُؤٌ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هَلَكَ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لَيْسَ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وَلَدٌ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وَلَهُ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أُخْتٌ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فَلَهَا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نِصْفُ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تَرَكَ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وَهُوَ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يَرِثُهَا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لَّمْ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يَكُن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لَّهَا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وَلَدٌ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فَإِن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كَانَتَا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اثْنَتَيْنِ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فَلَهُمَا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الثُّلُثَانِ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مِمَّا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تَرَكَ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وَإِن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كَانُوا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إِخْوَةً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رِّجَالًا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وَنِسَاءً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فَلِلذَّكَرِ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مِثْلُ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حَظِّ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الْأُنثَيَيْنِ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يُبَيِّنُ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تَضِلُّوا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وَاللَّـهُ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بِكُلِّ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شَيْءٍ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عَلِيمٌ</w:t>
      </w:r>
      <w:r w:rsidRPr="00FD6765"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176)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दरयाफ़्त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दीजिये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कलाला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भाई</w:t>
      </w:r>
      <w:r w:rsidRPr="00FD6765">
        <w:t xml:space="preserve">, </w:t>
      </w:r>
      <w:r w:rsidRPr="008F4AF7">
        <w:rPr>
          <w:rFonts w:hint="cs"/>
          <w:cs/>
          <w:lang w:bidi="hi-IN"/>
        </w:rPr>
        <w:t>बहन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हय्याने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उनदुलुसी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इकमाल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रेबा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आयाते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FD6765">
        <w:t>2.</w:t>
      </w:r>
      <w:r w:rsidRPr="00FD6765">
        <w:tab/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ख़ालिस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शिकोह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जवाब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हज</w:t>
      </w:r>
      <w:r w:rsidRPr="00FD6765">
        <w:t xml:space="preserve">, </w:t>
      </w:r>
      <w:r w:rsidRPr="008F4AF7">
        <w:rPr>
          <w:rFonts w:hint="cs"/>
          <w:cs/>
          <w:lang w:bidi="hi-IN"/>
        </w:rPr>
        <w:t>शरीयते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लफ़्ज़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तावील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आहंग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कौन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3.</w:t>
      </w:r>
      <w:r w:rsidRPr="00FD6765">
        <w:tab/>
      </w:r>
      <w:r w:rsidRPr="008F4AF7">
        <w:rPr>
          <w:rFonts w:hint="cs"/>
          <w:cs/>
          <w:lang w:bidi="hi-IN"/>
        </w:rPr>
        <w:t>इकमाले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नबूवत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A213D6" w:rsidRDefault="00A213D6" w:rsidP="00DE0F6F">
      <w:pPr>
        <w:pStyle w:val="libNormal"/>
        <w:rPr>
          <w:cs/>
          <w:lang w:bidi="hi-IN"/>
        </w:rPr>
      </w:pPr>
      <w:r>
        <w:rPr>
          <w:cs/>
          <w:lang w:bidi="hi-IN"/>
        </w:rPr>
        <w:br w:type="page"/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20" w:name="_Toc457825344"/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ख़ुसूसियात</w:t>
      </w:r>
      <w:bookmarkEnd w:id="120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FD6765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हिज्जा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FD6765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ख़ुसूसियात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</w:p>
    <w:p w:rsidR="008F4AF7" w:rsidRPr="00FD6765" w:rsidRDefault="008F4AF7" w:rsidP="008F4AF7">
      <w:pPr>
        <w:pStyle w:val="libNormal"/>
      </w:pPr>
      <w:r w:rsidRPr="00FD6765">
        <w:t>1.</w:t>
      </w:r>
      <w:r w:rsidRPr="00FD6765">
        <w:tab/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उम्मीद</w:t>
      </w:r>
      <w:r w:rsidRPr="00FD6765">
        <w:t xml:space="preserve">, </w:t>
      </w:r>
      <w:r w:rsidRPr="008F4AF7">
        <w:rPr>
          <w:rFonts w:hint="cs"/>
          <w:cs/>
          <w:lang w:bidi="hi-IN"/>
        </w:rPr>
        <w:t>यास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नाउम्मीदी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तब्दील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नाबूदी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बाँधे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>.....)</w:t>
      </w:r>
    </w:p>
    <w:p w:rsidR="008F4AF7" w:rsidRPr="00FD6765" w:rsidRDefault="008F4AF7" w:rsidP="008F4AF7">
      <w:pPr>
        <w:pStyle w:val="libNormal"/>
      </w:pPr>
      <w:r w:rsidRPr="00FD6765">
        <w:t>2.</w:t>
      </w:r>
      <w:r w:rsidRPr="00FD6765">
        <w:tab/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उम्मीद</w:t>
      </w:r>
      <w:r w:rsidRPr="00FD6765">
        <w:t xml:space="preserve">, </w:t>
      </w:r>
      <w:r w:rsidRPr="008F4AF7">
        <w:rPr>
          <w:rFonts w:hint="cs"/>
          <w:cs/>
          <w:lang w:bidi="hi-IN"/>
        </w:rPr>
        <w:t>नाउम्मीदी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तब्दील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साज़िशें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नाकारा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...)</w:t>
      </w:r>
    </w:p>
    <w:p w:rsidR="008F4AF7" w:rsidRPr="00FD6765" w:rsidRDefault="008F4AF7" w:rsidP="008F4AF7">
      <w:pPr>
        <w:pStyle w:val="libNormal"/>
      </w:pPr>
      <w:r w:rsidRPr="00FD6765">
        <w:t>3.</w:t>
      </w:r>
      <w:r w:rsidRPr="00FD6765">
        <w:tab/>
      </w:r>
      <w:r w:rsidRPr="008F4AF7">
        <w:rPr>
          <w:rFonts w:hint="cs"/>
          <w:cs/>
          <w:lang w:bidi="hi-IN"/>
        </w:rPr>
        <w:t>मुम्किन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मुँह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मोड़ते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नाशुक्री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कुफ़्फ़ार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ग़लबे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फ़राहम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कुफ़्फ़ार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 (...)</w:t>
      </w:r>
    </w:p>
    <w:p w:rsidR="008F4AF7" w:rsidRPr="00FD6765" w:rsidRDefault="008F4AF7" w:rsidP="008F4AF7">
      <w:pPr>
        <w:pStyle w:val="libNormal"/>
      </w:pPr>
      <w:r w:rsidRPr="00FD6765">
        <w:t>4.</w:t>
      </w:r>
      <w:r w:rsidRPr="00FD6765">
        <w:tab/>
      </w:r>
      <w:r w:rsidRPr="008F4AF7">
        <w:rPr>
          <w:rFonts w:hint="cs"/>
          <w:cs/>
          <w:lang w:bidi="hi-IN"/>
        </w:rPr>
        <w:t>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कैफ़ियत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तरक्क़ी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फ़राहम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  <w:r w:rsidRPr="008F4AF7">
        <w:rPr>
          <w:cs/>
          <w:lang w:bidi="hi-IN"/>
        </w:rPr>
        <w:t>....)</w:t>
      </w:r>
    </w:p>
    <w:p w:rsidR="008F4AF7" w:rsidRPr="00FD6765" w:rsidRDefault="008F4AF7" w:rsidP="008F4AF7">
      <w:pPr>
        <w:pStyle w:val="libNormal"/>
      </w:pPr>
      <w:r w:rsidRPr="00FD6765">
        <w:lastRenderedPageBreak/>
        <w:t>5.</w:t>
      </w:r>
      <w:r w:rsidRPr="00FD6765">
        <w:tab/>
      </w:r>
      <w:r w:rsidRPr="008F4AF7">
        <w:rPr>
          <w:rFonts w:hint="cs"/>
          <w:cs/>
          <w:lang w:bidi="hi-IN"/>
        </w:rPr>
        <w:t>मुतलक़े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कम्मी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तमामियत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तरक्क़ी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  <w:r w:rsidRPr="008F4AF7">
        <w:rPr>
          <w:cs/>
          <w:lang w:bidi="hi-IN"/>
        </w:rPr>
        <w:t xml:space="preserve"> (.....)</w:t>
      </w:r>
    </w:p>
    <w:p w:rsidR="008F4AF7" w:rsidRPr="00FD6765" w:rsidRDefault="008F4AF7" w:rsidP="008F4AF7">
      <w:pPr>
        <w:pStyle w:val="libNormal"/>
      </w:pPr>
      <w:r w:rsidRPr="00FD6765">
        <w:t>6.</w:t>
      </w:r>
      <w:r w:rsidRPr="00FD6765">
        <w:tab/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पाये।</w:t>
      </w:r>
      <w:r w:rsidRPr="008F4AF7">
        <w:rPr>
          <w:cs/>
          <w:lang w:bidi="hi-IN"/>
        </w:rPr>
        <w:t>.....)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21" w:name="_Toc457825345"/>
      <w:r w:rsidRPr="008F4AF7">
        <w:rPr>
          <w:rFonts w:hint="cs"/>
          <w:cs/>
          <w:lang w:bidi="hi-IN"/>
        </w:rPr>
        <w:t>नुज़ूले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कैफ़ियत</w:t>
      </w:r>
      <w:bookmarkEnd w:id="121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मुतअद्दिद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मुफ़स्सेरीन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मजमूआ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मुश्तरक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गुफ़तगू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1D08AD" w:rsidRDefault="001D08AD" w:rsidP="00A213D6">
      <w:pPr>
        <w:pStyle w:val="Heading2"/>
      </w:pPr>
    </w:p>
    <w:p w:rsidR="001D08AD" w:rsidRDefault="001D08AD" w:rsidP="00A213D6">
      <w:pPr>
        <w:pStyle w:val="Heading2"/>
      </w:pPr>
      <w:bookmarkStart w:id="122" w:name="_Toc457825346"/>
      <w:r w:rsidRPr="00FD6765">
        <w:t xml:space="preserve">1.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</w:t>
      </w:r>
      <w:bookmarkEnd w:id="122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मुतअद्दिद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मर्तबा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मुतअद्दिद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="00A213D6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सकती।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आहज़ाब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ततहीर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मुख़ातब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ख़ून</w:t>
      </w:r>
      <w:r w:rsidRPr="00FD6765">
        <w:t xml:space="preserve">, </w:t>
      </w:r>
      <w:r w:rsidRPr="008F4AF7">
        <w:rPr>
          <w:rFonts w:hint="cs"/>
          <w:cs/>
          <w:lang w:bidi="hi-IN"/>
        </w:rPr>
        <w:t>मुर्दार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गोश्ते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ख़िन्ज़ीर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 (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>....)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गोश्ते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ख़िन्ज़ीर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सूरों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145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 xml:space="preserve">115)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नम्बर</w:t>
      </w:r>
      <w:r w:rsidRPr="008F4AF7">
        <w:rPr>
          <w:cs/>
          <w:lang w:bidi="hi-IN"/>
        </w:rPr>
        <w:t xml:space="preserve"> </w:t>
      </w:r>
      <w:r w:rsidRPr="00FD6765">
        <w:t>173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कुफ़्फ़ार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उम्मीदी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तकमीले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ख़ुसूसियत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  <w:r w:rsidRPr="008F4AF7">
        <w:rPr>
          <w:cs/>
          <w:lang w:bidi="hi-IN"/>
        </w:rPr>
        <w:t>.......)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(....)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मुर्दार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ऐतेक़ाद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(.......)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बल्लिग़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पहनाया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</w:p>
    <w:p w:rsidR="008F4AF7" w:rsidRPr="00FD6765" w:rsidRDefault="008F4AF7" w:rsidP="008F4AF7">
      <w:pPr>
        <w:pStyle w:val="libNormal"/>
      </w:pPr>
      <w:r w:rsidRPr="00FD6765">
        <w:t xml:space="preserve">: </w:t>
      </w:r>
      <w:r w:rsidRPr="00FD6765">
        <w:rPr>
          <w:rFonts w:ascii="Times New Roman" w:hAnsi="Times New Roman" w:cs="Times New Roman" w:hint="cs"/>
          <w:rtl/>
        </w:rPr>
        <w:t>يَا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أَيُّهَا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الرَّسُولُ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بَلِّغْ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أُنزِلَ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إِلَيْكَ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رَّبِّكَ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وَإِن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لَّمْ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تَفْعَلْ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بَلَّغْتَ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رِسَالَتَهُ</w:t>
      </w:r>
      <w:r w:rsidRPr="00FD6765">
        <w:t xml:space="preserve"> </w:t>
      </w:r>
    </w:p>
    <w:p w:rsidR="008F4AF7" w:rsidRPr="00FD6765" w:rsidRDefault="008F4AF7" w:rsidP="008F4AF7">
      <w:pPr>
        <w:pStyle w:val="libNormal"/>
      </w:pPr>
      <w:r w:rsidRPr="00FD6765">
        <w:t xml:space="preserve"> 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67)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FD6765">
        <w:t>23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मेहनत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बर्बाद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मुस्तक़िल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तरतीब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तरतीब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कहें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मोतरेज़ा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ततहीर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गुज़िश्ता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तर्जुमा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A213D6">
      <w:pPr>
        <w:pStyle w:val="Heading2"/>
      </w:pPr>
    </w:p>
    <w:p w:rsidR="001D08AD" w:rsidRDefault="001D08AD" w:rsidP="00A213D6">
      <w:pPr>
        <w:pStyle w:val="Heading2"/>
      </w:pPr>
      <w:bookmarkStart w:id="123" w:name="_Toc457825347"/>
      <w:r w:rsidRPr="00FD6765">
        <w:t xml:space="preserve">2.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</w:t>
      </w:r>
      <w:bookmarkEnd w:id="123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मुफ़स्सेरीन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युसुफ़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FD6765">
        <w:t>29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हिस्सा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युसुफ़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मुख़ातब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 (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>) (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युसुफ़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ज़ौजा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मुख़ातब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>)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गुनाह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मुहावरों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सियाक़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क़ानून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कुल्ली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मख़सूसन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अंदरुनी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बेरुनी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निशानियाँ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गोश्तों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इज़तेराब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मजबूरी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मुनासेबत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>?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क्लास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मुम्किन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मौरिदे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गोश्तों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कातेबाने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गोश्तों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इज़्तेरार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मजबूरी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इज़्तेरार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ज़रुरी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मुनासेबत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24" w:name="_Toc457825348"/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सायलुन</w:t>
      </w:r>
      <w:bookmarkEnd w:id="124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.........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t xml:space="preserve"> </w:t>
      </w:r>
      <w:r w:rsidRPr="00FD6765">
        <w:rPr>
          <w:rFonts w:ascii="Times New Roman" w:hAnsi="Times New Roman" w:cs="Times New Roman" w:hint="cs"/>
          <w:rtl/>
        </w:rPr>
        <w:t>سَأَلَ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سَائِلٌ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بِعَذَابٍ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وَاقِعٍ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لِّلْكَافِرِينَ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لَيْسَ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دَافِعٌ</w:t>
      </w:r>
      <w:r w:rsidRPr="00FD6765">
        <w:t xml:space="preserve"> </w:t>
      </w:r>
    </w:p>
    <w:p w:rsidR="008F4AF7" w:rsidRPr="00FD6765" w:rsidRDefault="008F4AF7" w:rsidP="008F4AF7">
      <w:pPr>
        <w:pStyle w:val="libNormal"/>
      </w:pPr>
      <w:r w:rsidRPr="00FD6765">
        <w:t xml:space="preserve"> 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मआरिज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1,2)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माँगने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काफ़िरों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अस्ली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ताअल्लुक़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25" w:name="_Toc457825349"/>
      <w:r w:rsidRPr="008F4AF7">
        <w:rPr>
          <w:rFonts w:hint="cs"/>
          <w:cs/>
          <w:lang w:bidi="hi-IN"/>
        </w:rPr>
        <w:t>वाक़ेय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bookmarkEnd w:id="125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1D08AD" w:rsidRDefault="001D08AD" w:rsidP="00A213D6">
      <w:pPr>
        <w:pStyle w:val="Heading1"/>
      </w:pPr>
    </w:p>
    <w:p w:rsidR="001D08AD" w:rsidRDefault="001D08AD" w:rsidP="00A213D6">
      <w:pPr>
        <w:pStyle w:val="Heading1"/>
      </w:pPr>
      <w:bookmarkStart w:id="126" w:name="_Toc457825350"/>
      <w:r w:rsidRPr="00FD6765">
        <w:t>1.</w:t>
      </w:r>
      <w:r w:rsidRPr="00FD6765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इसहाक़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सालबी</w:t>
      </w:r>
      <w:bookmarkEnd w:id="126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क़ौल</w:t>
      </w:r>
      <w:r w:rsidRPr="008F4AF7">
        <w:rPr>
          <w:cs/>
          <w:lang w:bidi="hi-IN"/>
        </w:rPr>
        <w:t xml:space="preserve"> (...)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मुल्कों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FD6765">
        <w:t xml:space="preserve">, </w:t>
      </w:r>
      <w:r w:rsidRPr="008F4AF7">
        <w:rPr>
          <w:rFonts w:hint="cs"/>
          <w:cs/>
          <w:lang w:bidi="hi-IN"/>
        </w:rPr>
        <w:t>चुनाचे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नोमान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फ़हरी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पहुची।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ऊँट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अबतह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ऊँट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उतरा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ऊँट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बिठाया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बाँध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हाँलाकि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पढ़ो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रमज़ान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ज़कात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बरतरी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>.... (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FD6765">
        <w:t>?</w:t>
      </w:r>
      <w:r w:rsidRPr="008F4AF7">
        <w:rPr>
          <w:rFonts w:hint="cs"/>
          <w:cs/>
          <w:lang w:bidi="hi-IN"/>
        </w:rPr>
        <w:t>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नोमान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मुँह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ऊँट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पत्थर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दर्रनाक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मुब्तला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दे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ऊँट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ऊपर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पत्थर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पीठ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ढेर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t xml:space="preserve"> </w:t>
      </w:r>
      <w:r w:rsidRPr="00FD6765">
        <w:rPr>
          <w:rFonts w:ascii="Times New Roman" w:hAnsi="Times New Roman" w:cs="Times New Roman" w:hint="cs"/>
          <w:rtl/>
        </w:rPr>
        <w:t>سَأَلَ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سَائِلٌ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بِعَذَابٍ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وَاقِعٍ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لِّلْكَافِرِينَ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لَيْسَ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دَافِعٌ</w:t>
      </w:r>
      <w:r w:rsidRPr="00FD6765">
        <w:t xml:space="preserve"> </w:t>
      </w:r>
    </w:p>
    <w:p w:rsidR="008F4AF7" w:rsidRPr="00FD6765" w:rsidRDefault="008F4AF7" w:rsidP="008F4AF7">
      <w:pPr>
        <w:pStyle w:val="libNormal"/>
      </w:pPr>
      <w:r w:rsidRPr="00FD6765">
        <w:t xml:space="preserve"> 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27" w:name="_Toc457825351"/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इसहाक़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हालात</w:t>
      </w:r>
      <w:bookmarkEnd w:id="127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ख़लक़ान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इसहाक़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नैशापूरी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मुफ़स्सिरे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बेनज़ीर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मुफ़स्सेरीन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बरतरी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ग़ाफ़िर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इस्माईल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फ़ारसी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सयाक़े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नैशापूर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दुरुद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भेजा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FD6765">
        <w:t xml:space="preserve">, </w:t>
      </w:r>
      <w:r w:rsidRPr="008F4AF7">
        <w:rPr>
          <w:rFonts w:hint="cs"/>
          <w:cs/>
          <w:lang w:bidi="hi-IN"/>
        </w:rPr>
        <w:t>मौरिदे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इतमिनान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वुसूक़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सफ़दी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हाफ़िज़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आलिम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उलूमे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मुवस्सक़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28" w:name="_Toc457825352"/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हालात</w:t>
      </w:r>
      <w:bookmarkEnd w:id="128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क़ाबिले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वुसूक़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नोवी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ऐनिया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आमश</w:t>
      </w:r>
      <w:r w:rsidRPr="00FD6765">
        <w:t xml:space="preserve">, </w:t>
      </w:r>
      <w:r w:rsidRPr="008F4AF7">
        <w:rPr>
          <w:rFonts w:hint="cs"/>
          <w:cs/>
          <w:lang w:bidi="hi-IN"/>
        </w:rPr>
        <w:t>सौरी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मुसइर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जरीह</w:t>
      </w:r>
      <w:r w:rsidRPr="00FD6765">
        <w:t xml:space="preserve">, </w:t>
      </w:r>
      <w:r w:rsidRPr="008F4AF7">
        <w:rPr>
          <w:rFonts w:hint="cs"/>
          <w:cs/>
          <w:lang w:bidi="hi-IN"/>
        </w:rPr>
        <w:t>शोअबा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हम्मामस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वकीअ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मेहदी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क़त्तान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हम्माद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ज़ैद</w:t>
      </w:r>
      <w:r w:rsidRPr="00FD6765">
        <w:t xml:space="preserve">, </w:t>
      </w:r>
      <w:r w:rsidRPr="008F4AF7">
        <w:rPr>
          <w:rFonts w:hint="cs"/>
          <w:cs/>
          <w:lang w:bidi="hi-IN"/>
        </w:rPr>
        <w:t>क़ैस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रबीअ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</w:t>
      </w:r>
      <w:r w:rsidRPr="00FD6765">
        <w:t xml:space="preserve">, </w:t>
      </w:r>
      <w:r w:rsidRPr="008F4AF7">
        <w:rPr>
          <w:rFonts w:hint="cs"/>
          <w:cs/>
          <w:lang w:bidi="hi-IN"/>
        </w:rPr>
        <w:t>शाफ़ेई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वहब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हंबल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मुईन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राहवय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हमीदी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ख़लायक़ी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सौरी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कत्तान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हेलाली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..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याफ़ेई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आलिम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साबित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तक़वा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इजमाअ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वफ़यातुल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61, 62)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33)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तहज़ीबुल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लुग़ात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224)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सन्</w:t>
      </w:r>
      <w:r w:rsidRPr="008F4AF7">
        <w:rPr>
          <w:cs/>
          <w:lang w:bidi="hi-IN"/>
        </w:rPr>
        <w:t xml:space="preserve"> </w:t>
      </w:r>
      <w:r w:rsidRPr="00FD6765">
        <w:t>197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वाक़ेयात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मेरातुल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जेनान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सन्</w:t>
      </w:r>
      <w:r w:rsidRPr="008F4AF7">
        <w:rPr>
          <w:cs/>
          <w:lang w:bidi="hi-IN"/>
        </w:rPr>
        <w:t xml:space="preserve"> </w:t>
      </w:r>
      <w:r w:rsidRPr="00FD6765">
        <w:t>198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वाक़ेयात</w:t>
      </w:r>
      <w:r w:rsidRPr="008F4AF7">
        <w:rPr>
          <w:cs/>
          <w:lang w:bidi="hi-IN"/>
        </w:rPr>
        <w:t>)</w:t>
      </w:r>
    </w:p>
    <w:p w:rsidR="001D08AD" w:rsidRDefault="001D08AD" w:rsidP="00A213D6">
      <w:pPr>
        <w:pStyle w:val="Heading1"/>
      </w:pPr>
    </w:p>
    <w:p w:rsidR="001D08AD" w:rsidRDefault="001D08AD" w:rsidP="00A213D6">
      <w:pPr>
        <w:pStyle w:val="Heading1"/>
      </w:pPr>
      <w:bookmarkStart w:id="129" w:name="_Toc457825353"/>
      <w:r w:rsidRPr="00FD6765">
        <w:t>2.</w:t>
      </w:r>
      <w:r w:rsidRPr="00FD6765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हरवी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मुतवफ़्फ़ा</w:t>
      </w:r>
      <w:r w:rsidRPr="008F4AF7">
        <w:rPr>
          <w:cs/>
          <w:lang w:bidi="hi-IN"/>
        </w:rPr>
        <w:t xml:space="preserve"> </w:t>
      </w:r>
      <w:r w:rsidRPr="00FD6765">
        <w:t>223)</w:t>
      </w:r>
      <w:bookmarkEnd w:id="129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ग़रायबुल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....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मुल्कों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जाबिर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वहदानियत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>....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ख़लक़ान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सवानेह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रूहानी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फ़ुनून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सहीहुन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पहचानते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वफ़यातुल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60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रक्म</w:t>
      </w:r>
      <w:r w:rsidRPr="008F4AF7">
        <w:rPr>
          <w:cs/>
          <w:lang w:bidi="hi-IN"/>
        </w:rPr>
        <w:t xml:space="preserve"> </w:t>
      </w:r>
      <w:r w:rsidRPr="00FD6765">
        <w:t>534)</w:t>
      </w:r>
    </w:p>
    <w:p w:rsidR="001D08AD" w:rsidRDefault="001D08AD" w:rsidP="00A213D6">
      <w:pPr>
        <w:pStyle w:val="Heading1"/>
      </w:pPr>
    </w:p>
    <w:p w:rsidR="001D08AD" w:rsidRDefault="001D08AD" w:rsidP="00A213D6">
      <w:pPr>
        <w:pStyle w:val="Heading1"/>
      </w:pPr>
      <w:bookmarkStart w:id="130" w:name="_Toc457825354"/>
      <w:r w:rsidRPr="00FD6765">
        <w:t xml:space="preserve">3. </w:t>
      </w:r>
      <w:r w:rsidRPr="00FD6765">
        <w:tab/>
      </w:r>
      <w:r w:rsidRPr="008F4AF7">
        <w:rPr>
          <w:rFonts w:hint="cs"/>
          <w:cs/>
          <w:lang w:bidi="hi-IN"/>
        </w:rPr>
        <w:t>शेखुल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हम्मूई</w:t>
      </w:r>
      <w:bookmarkEnd w:id="130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फ़रायदुस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FD6765">
        <w:t>15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इमादुद्दीन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जमालुद्दीन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क़ासिम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ज़ब्बार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ख़ारज़मी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बैहक़ी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वाहेदी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इस्हाक़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).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हमूई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सदरुद्दीन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मजामेअ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उस्ताद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FD6765">
        <w:t>722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उलूमे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फ़रायदुस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तालीफ़</w:t>
      </w:r>
      <w:r w:rsidRPr="008F4AF7">
        <w:rPr>
          <w:cs/>
          <w:lang w:bidi="hi-IN"/>
        </w:rPr>
        <w:t xml:space="preserve"> </w:t>
      </w:r>
      <w:r w:rsidRPr="00FD6765">
        <w:t>716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फ़रायदुस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82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FD6765">
        <w:t>63)</w:t>
      </w:r>
    </w:p>
    <w:p w:rsidR="008F4AF7" w:rsidRPr="00FD6765" w:rsidRDefault="008F4AF7" w:rsidP="008F4AF7">
      <w:pPr>
        <w:pStyle w:val="libNormal"/>
      </w:pPr>
      <w:r w:rsidRPr="00FD6765">
        <w:lastRenderedPageBreak/>
        <w:t>(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हुफ़्फ़ाज़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505, </w:t>
      </w:r>
      <w:r w:rsidRPr="008F4AF7">
        <w:rPr>
          <w:rFonts w:hint="cs"/>
          <w:cs/>
          <w:lang w:bidi="hi-IN"/>
        </w:rPr>
        <w:t>मोजमे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शुयूख़ुज़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125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FD6765">
        <w:t>156)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जवीनी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फ़रायदुस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FD6765">
        <w:t>716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फ़ारिग़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इज़ाहुल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मकनून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क़श्फ़ुज़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ज़ुनून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182)</w:t>
      </w:r>
    </w:p>
    <w:p w:rsidR="001D08AD" w:rsidRDefault="001D08AD" w:rsidP="00A213D6">
      <w:pPr>
        <w:pStyle w:val="Heading1"/>
      </w:pPr>
    </w:p>
    <w:p w:rsidR="001D08AD" w:rsidRDefault="001D08AD" w:rsidP="00A213D6">
      <w:pPr>
        <w:pStyle w:val="Heading1"/>
      </w:pPr>
      <w:bookmarkStart w:id="131" w:name="_Toc457825355"/>
      <w:r w:rsidRPr="00FD6765">
        <w:t>4.</w:t>
      </w:r>
      <w:r w:rsidRPr="00FD6765">
        <w:tab/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हसकानी</w:t>
      </w:r>
      <w:bookmarkEnd w:id="131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हसकानी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आईम्म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हसकानी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अब्दुर्रहमान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दकीन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रुबई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हुज़ैफ़ा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 (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नोमान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मुन्ज़िर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फ़हरी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FD6765" w:rsidRDefault="008F4AF7" w:rsidP="008F4AF7">
      <w:pPr>
        <w:pStyle w:val="libNormal"/>
      </w:pPr>
      <w:r w:rsidRPr="00FD6765">
        <w:rPr>
          <w:rFonts w:hint="eastAsia"/>
        </w:rPr>
        <w:t>•</w:t>
      </w:r>
      <w:r w:rsidRPr="00FD6765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ग़ाफ़िर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नैशापूरी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फ़क़ीह</w:t>
      </w:r>
      <w:r w:rsidRPr="00FD6765">
        <w:t xml:space="preserve">, </w:t>
      </w:r>
      <w:r w:rsidRPr="008F4AF7">
        <w:rPr>
          <w:rFonts w:hint="cs"/>
          <w:cs/>
          <w:lang w:bidi="hi-IN"/>
        </w:rPr>
        <w:t>फ़ाज़िल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FD6765" w:rsidRDefault="008F4AF7" w:rsidP="008F4AF7">
      <w:pPr>
        <w:pStyle w:val="libNormal"/>
      </w:pPr>
      <w:r w:rsidRPr="00FD6765">
        <w:rPr>
          <w:rFonts w:hint="eastAsia"/>
        </w:rPr>
        <w:t>•</w:t>
      </w:r>
      <w:r w:rsidRPr="00FD6765">
        <w:tab/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नैशापूरी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सवानेह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दौलत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दौलत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हज</w:t>
      </w:r>
      <w:r w:rsidRPr="00FD6765">
        <w:t xml:space="preserve">, </w:t>
      </w:r>
      <w:r w:rsidRPr="008F4AF7">
        <w:rPr>
          <w:rFonts w:hint="cs"/>
          <w:cs/>
          <w:lang w:bidi="hi-IN"/>
        </w:rPr>
        <w:t>जेहाद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ख़र्च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....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मौरिदे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वुसूक़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शवाहिदुत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381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FD6765">
        <w:t>385)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सेयाक़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नैशापूर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37)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391)</w:t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32" w:name="_Toc457825356"/>
      <w:r w:rsidRPr="008F4AF7">
        <w:rPr>
          <w:rFonts w:hint="cs"/>
          <w:cs/>
          <w:lang w:bidi="hi-IN"/>
        </w:rPr>
        <w:t>अब्दुर्हमान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असदी</w:t>
      </w:r>
      <w:r w:rsidRPr="008F4AF7">
        <w:rPr>
          <w:cs/>
          <w:lang w:bidi="hi-IN"/>
        </w:rPr>
        <w:t>:</w:t>
      </w:r>
      <w:bookmarkEnd w:id="132"/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ख़तीबे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सवानेह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क़ाबिले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दैज़ल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ज़हबी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हाफ़िज़</w:t>
      </w:r>
      <w:r w:rsidRPr="00FD6765">
        <w:t xml:space="preserve">,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औऱ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....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फज़्ल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दकीन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सेहाहे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सित्ता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असातिज़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292)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लिसानुल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234, </w:t>
      </w:r>
      <w:r w:rsidRPr="008F4AF7">
        <w:rPr>
          <w:rFonts w:hint="cs"/>
          <w:cs/>
          <w:lang w:bidi="hi-IN"/>
        </w:rPr>
        <w:t>मीज़ानुल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ऐतेदाल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111)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सेयरे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आलामुन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184)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तक़रीबुत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110)</w:t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33" w:name="_Toc457825357"/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>:</w:t>
      </w:r>
      <w:bookmarkEnd w:id="133"/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सौरी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शोअबा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ऐनिया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नबील</w:t>
      </w:r>
      <w:r w:rsidRPr="00FD6765">
        <w:t xml:space="preserve">, </w:t>
      </w:r>
      <w:r w:rsidRPr="008F4AF7">
        <w:rPr>
          <w:rFonts w:hint="cs"/>
          <w:cs/>
          <w:lang w:bidi="hi-IN"/>
        </w:rPr>
        <w:t>यहया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लक़्ब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असहाबे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सौरी।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दौरी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मुसाहिदा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मुईन</w:t>
      </w:r>
      <w:r w:rsidRPr="00FD6765">
        <w:t xml:space="preserve">, </w:t>
      </w:r>
      <w:r w:rsidRPr="008F4AF7">
        <w:rPr>
          <w:rFonts w:hint="cs"/>
          <w:cs/>
          <w:lang w:bidi="hi-IN"/>
        </w:rPr>
        <w:lastRenderedPageBreak/>
        <w:t>फ़िक्ह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ज़ौहद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सिहाहे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सित्ता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रुबई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मोतमिर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सिहाहे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सित्ता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सिक़ह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धोके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हुज़ैफ़ा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यमान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जलीलुल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तहज़ीबुल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164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FD6765">
        <w:t>169)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तक़रीबुत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177)</w:t>
      </w:r>
    </w:p>
    <w:p w:rsidR="008F4AF7" w:rsidRDefault="008F4AF7" w:rsidP="008F4AF7">
      <w:pPr>
        <w:pStyle w:val="libNormal"/>
        <w:rPr>
          <w:lang w:bidi="hi-IN"/>
        </w:rPr>
      </w:pPr>
      <w:r w:rsidRPr="00FD6765">
        <w:t>(</w:t>
      </w:r>
      <w:r w:rsidRPr="008F4AF7">
        <w:rPr>
          <w:rFonts w:hint="cs"/>
          <w:cs/>
          <w:lang w:bidi="hi-IN"/>
        </w:rPr>
        <w:t>तक़रीबुत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243)</w:t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34" w:name="_Toc457825358"/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  <w:bookmarkEnd w:id="134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आईम्म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t>1.</w:t>
      </w:r>
      <w:r w:rsidRPr="00FD6765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FD6765">
        <w:t>2.</w:t>
      </w:r>
      <w:r w:rsidRPr="00FD6765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बाक़िर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FD6765">
        <w:t>3.</w:t>
      </w:r>
      <w:r w:rsidRPr="00FD6765">
        <w:tab/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सादिक़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FD6765">
        <w:t>4.</w:t>
      </w:r>
      <w:r w:rsidRPr="00FD6765">
        <w:tab/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</w:p>
    <w:p w:rsidR="008F4AF7" w:rsidRPr="00FD6765" w:rsidRDefault="008F4AF7" w:rsidP="008F4AF7">
      <w:pPr>
        <w:pStyle w:val="libNormal"/>
      </w:pPr>
      <w:r w:rsidRPr="00FD6765">
        <w:lastRenderedPageBreak/>
        <w:t>5.</w:t>
      </w:r>
      <w:r w:rsidRPr="00FD6765">
        <w:tab/>
      </w:r>
      <w:r w:rsidRPr="008F4AF7">
        <w:rPr>
          <w:rFonts w:hint="cs"/>
          <w:cs/>
          <w:lang w:bidi="hi-IN"/>
        </w:rPr>
        <w:t>हुज़ैफ़ा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यमान</w:t>
      </w:r>
    </w:p>
    <w:p w:rsidR="008F4AF7" w:rsidRPr="00FD6765" w:rsidRDefault="008F4AF7" w:rsidP="008F4AF7">
      <w:pPr>
        <w:pStyle w:val="libNormal"/>
      </w:pPr>
      <w:r w:rsidRPr="00FD6765">
        <w:t>6.</w:t>
      </w:r>
      <w:r w:rsidRPr="00FD6765">
        <w:tab/>
      </w:r>
      <w:r w:rsidRPr="008F4AF7">
        <w:rPr>
          <w:rFonts w:hint="cs"/>
          <w:cs/>
          <w:lang w:bidi="hi-IN"/>
        </w:rPr>
        <w:t>सअद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वक़ास</w:t>
      </w:r>
    </w:p>
    <w:p w:rsidR="008F4AF7" w:rsidRPr="00FD6765" w:rsidRDefault="008F4AF7" w:rsidP="008F4AF7">
      <w:pPr>
        <w:pStyle w:val="libNormal"/>
      </w:pPr>
      <w:r w:rsidRPr="00FD6765">
        <w:t>7.</w:t>
      </w:r>
      <w:r w:rsidRPr="00FD6765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हुरैरा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रावी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मज़मून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उबैद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हरवी</w:t>
      </w:r>
      <w:r w:rsidRPr="008F4AF7">
        <w:rPr>
          <w:cs/>
          <w:lang w:bidi="hi-IN"/>
        </w:rPr>
        <w:t xml:space="preserve"> (</w:t>
      </w:r>
      <w:r w:rsidRPr="00FD6765">
        <w:t>1223)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ग़रीबुल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बग़दादी</w:t>
      </w:r>
      <w:r w:rsidRPr="008F4AF7">
        <w:rPr>
          <w:cs/>
          <w:lang w:bidi="hi-IN"/>
        </w:rPr>
        <w:t xml:space="preserve"> (</w:t>
      </w:r>
      <w:r w:rsidRPr="00FD6765">
        <w:t>351)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शिफ़ाउस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सुदूर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FD6765">
        <w:t xml:space="preserve">3.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इसहाक़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पूरी</w:t>
      </w:r>
      <w:r w:rsidRPr="008F4AF7">
        <w:rPr>
          <w:cs/>
          <w:lang w:bidi="hi-IN"/>
        </w:rPr>
        <w:t xml:space="preserve"> (</w:t>
      </w:r>
      <w:r w:rsidRPr="00FD6765">
        <w:t>427)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FD6765">
        <w:t xml:space="preserve">4.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हसकानी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हनफ़ी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शवाहिदुत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तंजील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383)</w:t>
      </w:r>
    </w:p>
    <w:p w:rsidR="008F4AF7" w:rsidRPr="00FD6765" w:rsidRDefault="008F4AF7" w:rsidP="008F4AF7">
      <w:pPr>
        <w:pStyle w:val="libNormal"/>
      </w:pPr>
      <w:r w:rsidRPr="00FD6765">
        <w:t>5.</w:t>
      </w:r>
      <w:r w:rsidRPr="00FD6765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क़ुरतुबी</w:t>
      </w:r>
      <w:r w:rsidRPr="008F4AF7">
        <w:rPr>
          <w:cs/>
          <w:lang w:bidi="hi-IN"/>
        </w:rPr>
        <w:t xml:space="preserve"> (</w:t>
      </w:r>
      <w:r w:rsidRPr="00FD6765">
        <w:t>567)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जामेउल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278)</w:t>
      </w:r>
    </w:p>
    <w:p w:rsidR="008F4AF7" w:rsidRPr="00FD6765" w:rsidRDefault="008F4AF7" w:rsidP="008F4AF7">
      <w:pPr>
        <w:pStyle w:val="libNormal"/>
      </w:pPr>
      <w:r w:rsidRPr="00FD6765">
        <w:t>6.</w:t>
      </w:r>
      <w:r w:rsidRPr="00FD6765">
        <w:tab/>
      </w:r>
      <w:r w:rsidRPr="008F4AF7">
        <w:rPr>
          <w:rFonts w:hint="cs"/>
          <w:cs/>
          <w:lang w:bidi="hi-IN"/>
        </w:rPr>
        <w:t>सिब्ते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हनफ़ी</w:t>
      </w:r>
      <w:r w:rsidRPr="008F4AF7">
        <w:rPr>
          <w:cs/>
          <w:lang w:bidi="hi-IN"/>
        </w:rPr>
        <w:t xml:space="preserve"> (</w:t>
      </w:r>
      <w:r w:rsidRPr="00FD6765">
        <w:t>654)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ख़वास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30)</w:t>
      </w:r>
    </w:p>
    <w:p w:rsidR="008F4AF7" w:rsidRPr="00FD6765" w:rsidRDefault="008F4AF7" w:rsidP="008F4AF7">
      <w:pPr>
        <w:pStyle w:val="libNormal"/>
      </w:pPr>
      <w:r w:rsidRPr="00FD6765">
        <w:lastRenderedPageBreak/>
        <w:t>7.</w:t>
      </w:r>
      <w:r w:rsidRPr="00FD6765">
        <w:tab/>
      </w:r>
      <w:r w:rsidRPr="008F4AF7">
        <w:rPr>
          <w:rFonts w:hint="cs"/>
          <w:cs/>
          <w:lang w:bidi="hi-IN"/>
        </w:rPr>
        <w:t>शेख़ुल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हमूई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फ़रायदुस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82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FD6765">
        <w:t>63)</w:t>
      </w:r>
    </w:p>
    <w:p w:rsidR="008F4AF7" w:rsidRPr="00FD6765" w:rsidRDefault="008F4AF7" w:rsidP="008F4AF7">
      <w:pPr>
        <w:pStyle w:val="libNormal"/>
      </w:pPr>
      <w:r w:rsidRPr="00FD6765">
        <w:t>8.</w:t>
      </w:r>
      <w:r w:rsidRPr="00FD6765">
        <w:tab/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ज़रन्दी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हनफ़ी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नज़्म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दुररुस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समतैन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93)</w:t>
      </w:r>
    </w:p>
    <w:p w:rsidR="008F4AF7" w:rsidRPr="00FD6765" w:rsidRDefault="008F4AF7" w:rsidP="008F4AF7">
      <w:pPr>
        <w:pStyle w:val="libNormal"/>
      </w:pPr>
      <w:r w:rsidRPr="00FD6765">
        <w:t>9.</w:t>
      </w:r>
      <w:r w:rsidRPr="00FD6765">
        <w:tab/>
      </w:r>
      <w:r w:rsidRPr="008F4AF7">
        <w:rPr>
          <w:rFonts w:hint="cs"/>
          <w:cs/>
          <w:lang w:bidi="hi-IN"/>
        </w:rPr>
        <w:t>नुरूद्दीन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सब्बाग़े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मालिकी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फ़ुसूलुल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मुहिम्मा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41)</w:t>
      </w:r>
    </w:p>
    <w:p w:rsidR="008F4AF7" w:rsidRPr="00FD6765" w:rsidRDefault="008F4AF7" w:rsidP="008F4AF7">
      <w:pPr>
        <w:pStyle w:val="libNormal"/>
      </w:pPr>
      <w:r w:rsidRPr="00FD6765">
        <w:t>10.</w:t>
      </w:r>
      <w:r w:rsidRPr="00FD6765">
        <w:tab/>
      </w: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नुरूद्दीन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समहूदी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जवाहिरुल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अक़दैन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179)</w:t>
      </w:r>
    </w:p>
    <w:p w:rsidR="008F4AF7" w:rsidRPr="00FD6765" w:rsidRDefault="008F4AF7" w:rsidP="008F4AF7">
      <w:pPr>
        <w:pStyle w:val="libNormal"/>
      </w:pPr>
      <w:r w:rsidRPr="00FD6765">
        <w:t>11.</w:t>
      </w:r>
      <w:r w:rsidRPr="00FD6765">
        <w:tab/>
      </w:r>
      <w:r w:rsidRPr="008F4AF7">
        <w:rPr>
          <w:rFonts w:hint="cs"/>
          <w:cs/>
          <w:lang w:bidi="hi-IN"/>
        </w:rPr>
        <w:t>अबुस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इमादी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इरशादुल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29)</w:t>
      </w:r>
    </w:p>
    <w:p w:rsidR="008F4AF7" w:rsidRPr="00FD6765" w:rsidRDefault="008F4AF7" w:rsidP="008F4AF7">
      <w:pPr>
        <w:pStyle w:val="libNormal"/>
      </w:pPr>
      <w:r w:rsidRPr="00FD6765">
        <w:t>12.</w:t>
      </w:r>
      <w:r w:rsidRPr="00FD6765">
        <w:tab/>
      </w:r>
      <w:r w:rsidRPr="008F4AF7">
        <w:rPr>
          <w:rFonts w:hint="cs"/>
          <w:cs/>
          <w:lang w:bidi="hi-IN"/>
        </w:rPr>
        <w:t>शमसुद्दीन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शिराज़ी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सिराजिल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380)</w:t>
      </w:r>
    </w:p>
    <w:p w:rsidR="008F4AF7" w:rsidRPr="00FD6765" w:rsidRDefault="008F4AF7" w:rsidP="008F4AF7">
      <w:pPr>
        <w:pStyle w:val="libNormal"/>
      </w:pPr>
      <w:r w:rsidRPr="00FD6765">
        <w:t>13.</w:t>
      </w:r>
      <w:r w:rsidRPr="00FD6765">
        <w:tab/>
      </w: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जमालुद्दीन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शिराज़ी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अरबईन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40)</w:t>
      </w:r>
    </w:p>
    <w:p w:rsidR="008F4AF7" w:rsidRPr="00FD6765" w:rsidRDefault="008F4AF7" w:rsidP="008F4AF7">
      <w:pPr>
        <w:pStyle w:val="libNormal"/>
      </w:pPr>
      <w:r w:rsidRPr="00FD6765">
        <w:t>14.</w:t>
      </w:r>
      <w:r w:rsidRPr="00FD6765">
        <w:tab/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ज़ैनुद्दीन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जामेउस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सग़ीर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218)</w:t>
      </w:r>
    </w:p>
    <w:p w:rsidR="008F4AF7" w:rsidRPr="00FD6765" w:rsidRDefault="008F4AF7" w:rsidP="008F4AF7">
      <w:pPr>
        <w:pStyle w:val="libNormal"/>
      </w:pPr>
      <w:r w:rsidRPr="00FD6765">
        <w:t>15.</w:t>
      </w:r>
      <w:r w:rsidRPr="00FD6765">
        <w:tab/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बुरहानुद्दीन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हल्बिया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274)</w:t>
      </w:r>
    </w:p>
    <w:p w:rsidR="008F4AF7" w:rsidRPr="00FD6765" w:rsidRDefault="008F4AF7" w:rsidP="008F4AF7">
      <w:pPr>
        <w:pStyle w:val="libNormal"/>
      </w:pPr>
      <w:r w:rsidRPr="00FD6765">
        <w:lastRenderedPageBreak/>
        <w:t>16.</w:t>
      </w:r>
      <w:r w:rsidRPr="00FD6765">
        <w:tab/>
      </w: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शबलंजी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नुरुल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159)</w:t>
      </w:r>
    </w:p>
    <w:p w:rsidR="008F4AF7" w:rsidRPr="00FD6765" w:rsidRDefault="008F4AF7" w:rsidP="008F4AF7">
      <w:pPr>
        <w:pStyle w:val="libNormal"/>
      </w:pPr>
      <w:r w:rsidRPr="00FD6765">
        <w:t>17.</w:t>
      </w:r>
      <w:r w:rsidRPr="00FD6765">
        <w:tab/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वसीलतुल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119)</w:t>
      </w:r>
    </w:p>
    <w:p w:rsidR="008F4AF7" w:rsidRPr="00FD6765" w:rsidRDefault="008F4AF7" w:rsidP="008F4AF7">
      <w:pPr>
        <w:pStyle w:val="libNormal"/>
      </w:pPr>
      <w:r w:rsidRPr="00FD6765">
        <w:t>18.</w:t>
      </w:r>
      <w:r w:rsidRPr="00FD6765">
        <w:tab/>
      </w: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अब्दुर्हमान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सफ़ूरी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नुज़हतुल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मजालिस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209)</w:t>
      </w:r>
    </w:p>
    <w:p w:rsidR="008F4AF7" w:rsidRPr="00FD6765" w:rsidRDefault="008F4AF7" w:rsidP="008F4AF7">
      <w:pPr>
        <w:pStyle w:val="libNormal"/>
      </w:pPr>
      <w:r w:rsidRPr="00FD6765">
        <w:t>19.</w:t>
      </w:r>
      <w:r w:rsidRPr="00FD6765">
        <w:tab/>
      </w:r>
      <w:r w:rsidRPr="008F4AF7">
        <w:rPr>
          <w:rFonts w:hint="cs"/>
          <w:cs/>
          <w:lang w:bidi="hi-IN"/>
        </w:rPr>
        <w:t>शमसुद्दीन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जामेउस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सग़ीर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378)</w:t>
      </w:r>
    </w:p>
    <w:p w:rsidR="008F4AF7" w:rsidRPr="00FD6765" w:rsidRDefault="008F4AF7" w:rsidP="008F4AF7">
      <w:pPr>
        <w:pStyle w:val="libNormal"/>
      </w:pPr>
      <w:r w:rsidRPr="00FD6765">
        <w:t>20.</w:t>
      </w:r>
      <w:r w:rsidRPr="00FD6765">
        <w:tab/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अब्दिल्लाह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ज़रक़ानी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मालिकी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शरहुल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मवाहिबिल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लदुन्निया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13)</w:t>
      </w:r>
    </w:p>
    <w:p w:rsidR="008F4AF7" w:rsidRPr="00FD6765" w:rsidRDefault="008F4AF7" w:rsidP="008F4AF7">
      <w:pPr>
        <w:pStyle w:val="libNormal"/>
      </w:pPr>
      <w:r w:rsidRPr="00FD6765">
        <w:t>21.</w:t>
      </w:r>
      <w:r w:rsidRPr="00FD6765">
        <w:tab/>
      </w:r>
      <w:r w:rsidRPr="008F4AF7">
        <w:rPr>
          <w:rFonts w:hint="cs"/>
          <w:cs/>
          <w:lang w:bidi="hi-IN"/>
        </w:rPr>
        <w:t>कंदूज़ी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हनफ़ी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यनाबीउल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274)</w:t>
      </w:r>
    </w:p>
    <w:p w:rsidR="008F4AF7" w:rsidRPr="00FD6765" w:rsidRDefault="008F4AF7" w:rsidP="008F4AF7">
      <w:pPr>
        <w:pStyle w:val="libNormal"/>
      </w:pPr>
      <w:r w:rsidRPr="00FD6765">
        <w:t>22.</w:t>
      </w:r>
      <w:r w:rsidRPr="00FD6765">
        <w:tab/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युसुफ़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गंजी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</w:p>
    <w:p w:rsidR="008F4AF7" w:rsidRDefault="008F4AF7" w:rsidP="008F4AF7">
      <w:pPr>
        <w:pStyle w:val="libNormal"/>
        <w:rPr>
          <w:lang w:bidi="hi-IN"/>
        </w:rPr>
      </w:pPr>
      <w:r w:rsidRPr="00FD6765">
        <w:t>(</w:t>
      </w:r>
      <w:r w:rsidRPr="008F4AF7">
        <w:rPr>
          <w:rFonts w:hint="cs"/>
          <w:cs/>
          <w:lang w:bidi="hi-IN"/>
        </w:rPr>
        <w:t>किफ़ायतुत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>)</w:t>
      </w:r>
    </w:p>
    <w:p w:rsidR="00A213D6" w:rsidRPr="00FD6765" w:rsidRDefault="00A213D6" w:rsidP="008F4AF7">
      <w:pPr>
        <w:pStyle w:val="libNormal"/>
      </w:pP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35" w:name="_Toc457825359"/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bookmarkEnd w:id="135"/>
    </w:p>
    <w:p w:rsidR="008F4AF7" w:rsidRDefault="008F4AF7" w:rsidP="008F4AF7">
      <w:pPr>
        <w:pStyle w:val="libNormal"/>
        <w:rPr>
          <w:lang w:bidi="hi-IN"/>
        </w:rPr>
      </w:pP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शवाहिद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नुसरत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नोमान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ज़रुरत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ख़्वास्त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FD6765">
        <w:t xml:space="preserve">?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बर्दाश्त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दरख़्वास्त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करे।</w:t>
      </w:r>
    </w:p>
    <w:p w:rsidR="00A213D6" w:rsidRPr="00FD6765" w:rsidRDefault="00A213D6" w:rsidP="008F4AF7">
      <w:pPr>
        <w:pStyle w:val="libNormal"/>
      </w:pP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36" w:name="_Toc457825360"/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bookmarkEnd w:id="136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मुतअस्सिब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तावील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बेजा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तंक़ीद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1D08AD" w:rsidRDefault="001D08AD" w:rsidP="00A213D6">
      <w:pPr>
        <w:pStyle w:val="Heading2"/>
      </w:pPr>
    </w:p>
    <w:p w:rsidR="001D08AD" w:rsidRDefault="001D08AD" w:rsidP="00A213D6">
      <w:pPr>
        <w:pStyle w:val="Heading2"/>
      </w:pPr>
      <w:bookmarkStart w:id="137" w:name="_Toc457825361"/>
      <w:r w:rsidRPr="00FD6765">
        <w:t xml:space="preserve">1. 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मआरिज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!!</w:t>
      </w:r>
      <w:bookmarkEnd w:id="137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मआरिज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मिनहाजुस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31)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इजमाअ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मजमूई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मुम्किन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शुरुआत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मुवाफ़िक़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अलिफ़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अंकबूत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बे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कहफ़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जीम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मुतफ़्फ़ेफ़ीन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दाल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लैल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मुजादेला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वाव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बलद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जामेउल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133,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जामेउल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41,)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जामेउल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235,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इतक़ान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41)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जामेउल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91)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इतक़ान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47)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इरशादुल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215)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इतक़ान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47)</w:t>
      </w:r>
    </w:p>
    <w:p w:rsidR="001D08AD" w:rsidRDefault="001D08AD" w:rsidP="00A213D6">
      <w:pPr>
        <w:pStyle w:val="Heading2"/>
      </w:pPr>
    </w:p>
    <w:p w:rsidR="001D08AD" w:rsidRDefault="001D08AD" w:rsidP="00A213D6">
      <w:pPr>
        <w:pStyle w:val="Heading2"/>
      </w:pPr>
      <w:bookmarkStart w:id="138" w:name="_Toc457825362"/>
      <w:r w:rsidRPr="00FD6765">
        <w:t>2.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करेगा</w:t>
      </w:r>
      <w:r w:rsidRPr="008F4AF7">
        <w:rPr>
          <w:cs/>
          <w:lang w:bidi="hi-IN"/>
        </w:rPr>
        <w:t>!!</w:t>
      </w:r>
      <w:bookmarkEnd w:id="138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मुशरेकीन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وَمَا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كَانَ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لِيُعَذِّبَهُمْ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وَأَنتَ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فِيهِمْ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ۚ</w:t>
      </w:r>
      <w:r w:rsidRPr="00FD6765">
        <w:rPr>
          <w:rFonts w:hint="cs"/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كَانَ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مُعَذِّبَهُمْ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وَهُمْ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يَسْتَغْفِرُونَ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इसतिग़फ़ार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करेगा।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अनफ़ाल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33)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मिनहाजुल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सुन्नह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इसमें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मुशरेकीन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अलिफ़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मसऊद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नाफ़रमानी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नफ़रीन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दुआ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पालने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युसुफ़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शिबहे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जज़ीर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ख़ुश्क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नौबत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गोश्त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भूक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प्यास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धूँए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दिखाई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लगा।</w:t>
      </w:r>
      <w:r w:rsidR="00A213D6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दाहिनी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झुकते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बायीं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उतारता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हालतमुब्तला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लरज़ता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जीम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बैहक़ी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ओसामा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मुहल्ले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भेजा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झूठी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फटा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दफ़्न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342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FD6765">
        <w:t xml:space="preserve">39,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1730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FD6765">
        <w:t>4416)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इस्तिआब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359)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ख़सायसुल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130)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FD6765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हिकमत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मुवाफ़िक़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1D08AD" w:rsidRDefault="001D08AD" w:rsidP="00A213D6">
      <w:pPr>
        <w:pStyle w:val="Heading2"/>
      </w:pPr>
    </w:p>
    <w:p w:rsidR="001D08AD" w:rsidRDefault="001D08AD" w:rsidP="00A213D6">
      <w:pPr>
        <w:pStyle w:val="Heading2"/>
      </w:pPr>
      <w:bookmarkStart w:id="139" w:name="_Toc457825363"/>
      <w:r w:rsidRPr="00FD6765">
        <w:t xml:space="preserve">3.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मोजिज़ा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>!!</w:t>
      </w:r>
      <w:bookmarkEnd w:id="139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मोजिज़े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इंफ़ेरादी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फ़ारिक़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हादेसा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तेज़ी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FD6765">
        <w:t xml:space="preserve">,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नोमान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1D08AD" w:rsidRDefault="001D08AD" w:rsidP="00A213D6">
      <w:pPr>
        <w:pStyle w:val="Heading2"/>
      </w:pPr>
    </w:p>
    <w:p w:rsidR="001D08AD" w:rsidRDefault="001D08AD" w:rsidP="00A213D6">
      <w:pPr>
        <w:pStyle w:val="Heading2"/>
      </w:pPr>
      <w:bookmarkStart w:id="140" w:name="_Toc457825364"/>
      <w:r w:rsidRPr="00FD6765">
        <w:t xml:space="preserve">3.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>!!</w:t>
      </w:r>
      <w:bookmarkEnd w:id="140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पाँचों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मुरतद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मुशरिक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मुसतहिक़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मिनहाजुस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सुन्ना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मिनहाजुस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सुन्ना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अक्सर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हक़्क़ानियत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तूलानी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मुलाहिज़ा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इसतेहकाम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बावजूद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मुन्तख़ब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FD6765">
        <w:t xml:space="preserve">?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ऐराज़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तवज्जोही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ज़ईफ़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>?</w:t>
      </w:r>
    </w:p>
    <w:p w:rsidR="008F4AF7" w:rsidRPr="00FD6765" w:rsidRDefault="008F4AF7" w:rsidP="008F4AF7">
      <w:pPr>
        <w:pStyle w:val="libNormal"/>
        <w:rPr>
          <w:lang w:bidi="hi-IN"/>
        </w:rPr>
      </w:pP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बशरी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मरहूम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शरफ़ुद्दीन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आमिली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तूलानी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तसदीक़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कहूँ</w:t>
      </w:r>
      <w:r w:rsidRPr="008F4AF7">
        <w:rPr>
          <w:cs/>
          <w:lang w:bidi="hi-IN"/>
        </w:rPr>
        <w:t xml:space="preserve">!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मुकम्मल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अक्सर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</w:t>
      </w:r>
      <w:r w:rsidR="00A213D6">
        <w:t>?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मुराजेआत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रौशन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पहला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सबब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वुजूद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हयाते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गरदानी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अलिफ़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नस्स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ऐतेक़ाद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चूँन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चराँ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बुनियादी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मसायब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बर्दाश्त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ऐतेक़ाद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तसलीम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चूंन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चराँ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लफ़्ज़ो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मकतब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41" w:name="_Toc457825365"/>
      <w:r w:rsidRPr="008F4AF7">
        <w:rPr>
          <w:rFonts w:hint="cs"/>
          <w:cs/>
          <w:lang w:bidi="hi-IN"/>
        </w:rPr>
        <w:t>इज्तेहादी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तरफ़दार</w:t>
      </w:r>
      <w:bookmarkEnd w:id="141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ख़ातिर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इँसान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ख़्वाहेशात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फ़ेहरिस्त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हुदैबिया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शदीदन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मुख़ालेफ़त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दख़्ल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तसर्रुफ़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  <w:r w:rsidRPr="008F4AF7">
        <w:rPr>
          <w:cs/>
          <w:lang w:bidi="hi-IN"/>
        </w:rPr>
        <w:t xml:space="preserve"> .....(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सुबह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....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>(</w:t>
      </w:r>
      <w:r w:rsidRPr="008F4AF7">
        <w:rPr>
          <w:rFonts w:hint="cs"/>
          <w:cs/>
          <w:lang w:bidi="hi-IN"/>
        </w:rPr>
        <w:t>मुतअतुन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तमत्तोअ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तातील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cs/>
          <w:lang w:bidi="hi-IN"/>
        </w:rPr>
        <w:lastRenderedPageBreak/>
        <w:t>(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ओसामा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शिरकत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क़ाग़ज़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मुख़ालेफ़त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FD6765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मुख़ालेफ़त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मेहरबानी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ख़ातिर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सेयर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</w:t>
      </w:r>
      <w:r w:rsidRPr="008F4AF7">
        <w:rPr>
          <w:cs/>
          <w:lang w:bidi="hi-IN"/>
        </w:rPr>
        <w:t xml:space="preserve"> </w:t>
      </w:r>
      <w:r w:rsidRPr="00FD6765">
        <w:t>34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1412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FD6765">
        <w:t>1785)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सीरये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98, </w:t>
      </w:r>
      <w:r w:rsidRPr="008F4AF7">
        <w:rPr>
          <w:rFonts w:hint="cs"/>
          <w:cs/>
          <w:lang w:bidi="hi-IN"/>
        </w:rPr>
        <w:t>नीलुल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अवतार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32)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मुवत्ता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57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FD6765">
        <w:t>151)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131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निकाहुल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मुतआ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ज़ादुल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184,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48)</w:t>
      </w:r>
    </w:p>
    <w:p w:rsidR="008F4AF7" w:rsidRPr="00FD6765" w:rsidRDefault="008F4AF7" w:rsidP="008F4AF7">
      <w:pPr>
        <w:pStyle w:val="libNormal"/>
      </w:pPr>
      <w:r w:rsidRPr="00FD6765">
        <w:lastRenderedPageBreak/>
        <w:t>(</w:t>
      </w:r>
      <w:r w:rsidRPr="008F4AF7">
        <w:rPr>
          <w:rFonts w:hint="cs"/>
          <w:cs/>
          <w:lang w:bidi="hi-IN"/>
        </w:rPr>
        <w:t>तबक़ात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190, </w:t>
      </w:r>
      <w:r w:rsidRPr="008F4AF7">
        <w:rPr>
          <w:rFonts w:hint="cs"/>
          <w:cs/>
          <w:lang w:bidi="hi-IN"/>
        </w:rPr>
        <w:t>सीरये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207)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मर्ज़ी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नहजुल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बलागा़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21)</w:t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42" w:name="_Toc457825366"/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बहाना</w:t>
      </w:r>
      <w:bookmarkEnd w:id="142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तारिख़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छिनने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उज़्र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तौजीहात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ताविलात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t xml:space="preserve">1.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नाशाइस्ता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ज़बानो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नापसंद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नबूवत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ख़ानदान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नबूवत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ख़ानदाने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ख़ानदान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चाहिये।और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सियासी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वुसअत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कु़रैश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मबज़ूल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छीन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कामिले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63,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323, 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107)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इस्तिदलाल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ذَٰلِكَ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بِأَنَّهُمْ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كَرِهُوا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أَنزَلَ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فَأَحْبَطَ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أَعْمَالَهُمْ</w:t>
      </w:r>
    </w:p>
    <w:p w:rsidR="008F4AF7" w:rsidRPr="00FD6765" w:rsidRDefault="008F4AF7" w:rsidP="008F4AF7">
      <w:pPr>
        <w:pStyle w:val="libNormal"/>
      </w:pPr>
      <w:r w:rsidRPr="00FD6765">
        <w:t xml:space="preserve"> 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9)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FD6765">
        <w:t xml:space="preserve">, </w:t>
      </w:r>
      <w:r w:rsidRPr="008F4AF7">
        <w:rPr>
          <w:rFonts w:hint="cs"/>
          <w:cs/>
          <w:lang w:bidi="hi-IN"/>
        </w:rPr>
        <w:t>क़ल्बे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रिज्स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पाकीज़ा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224)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क़ारेईने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मोहतरम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इम्तियाज़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ओहदों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मुक़र्रर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मुआशिरा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माज़ूल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नाअहल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ओहदे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बिठा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दिलसोज़ी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ख़तरनाक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FD6765">
        <w:t>?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धो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FD6765">
        <w:t xml:space="preserve">?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ओहदे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मुक़र्रर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FD6765">
        <w:t>?</w:t>
      </w:r>
    </w:p>
    <w:p w:rsidR="008F4AF7" w:rsidRPr="00FD6765" w:rsidRDefault="008F4AF7" w:rsidP="008F4AF7">
      <w:pPr>
        <w:pStyle w:val="libNormal"/>
      </w:pPr>
      <w:r w:rsidRPr="00FD6765">
        <w:t xml:space="preserve">2.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बर्दाश्त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ग़स्ब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अदल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बर्दाश्त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करसकते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तबक़ातुल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20,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याक़ूबी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158, </w:t>
      </w:r>
      <w:r w:rsidRPr="008F4AF7">
        <w:rPr>
          <w:rFonts w:hint="cs"/>
          <w:cs/>
          <w:lang w:bidi="hi-IN"/>
        </w:rPr>
        <w:t>क़ामूसुर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36)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FD6765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मुका़बिल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सिफ़ारिशें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वसीयतें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ताकीदात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FD6765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मासूम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ख़्वाह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बर्दाश्त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मुँह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فَذَٰلِكُمُ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رَبُّكُمُ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الْحَقُّ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ۖ</w:t>
      </w:r>
      <w:r w:rsidRPr="00FD6765">
        <w:rPr>
          <w:rFonts w:hint="cs"/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فَمَاذَا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بَعْدَ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الْحَقِّ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إِلَّا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الضَّلَالُ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ۖ</w:t>
      </w:r>
      <w:r w:rsidRPr="00FD6765">
        <w:rPr>
          <w:rFonts w:hint="cs"/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فَأَنَّىٰ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تُصْرَفُونَ</w:t>
      </w:r>
      <w:r w:rsidRPr="00FD6765"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युनुस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32)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मुशरेकीन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ख़ैचने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पीछे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हटे</w:t>
      </w:r>
      <w:r w:rsidRPr="00FD6765">
        <w:t xml:space="preserve">?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वतन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पड़ा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पीछे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हटे।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ओबादा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मुख़ालिफ़त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बिल्कुल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मुरतद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FD6765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करेगें</w:t>
      </w:r>
      <w:r w:rsidRPr="00FD6765">
        <w:t>? (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ग़ज़बनाक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झगड़ा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गालियाँ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नाज़ेबा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लगे</w:t>
      </w:r>
      <w:r w:rsidRPr="00FD6765">
        <w:t xml:space="preserve">?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याक़ूबी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103)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याक़ूबी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254)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याक़ूबी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128)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करेंगें।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सरकशी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मुसतहिक़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जनाब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आलूसी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तावील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तबलीग़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इंख़ेताब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FD6765">
        <w:t xml:space="preserve">?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तबलीग़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मीसाक़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मुतवल्ली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आलूसी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नुमाइंदे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चालाकियों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मुनहरिफ़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मोहतरम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मुहाजेरीन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मक़ासिद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ताज़याने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शल्लाक़े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202,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325)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रुहुल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मआनी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45)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सिव्वुम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हक़्क़े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बजाए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मुसख़्ख़र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धोखा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कारनामें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आधे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पहुचती।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</w:t>
      </w:r>
      <w:r w:rsidRPr="00FD6765">
        <w:t xml:space="preserve">, </w:t>
      </w:r>
      <w:r w:rsidRPr="008F4AF7">
        <w:rPr>
          <w:rFonts w:hint="cs"/>
          <w:cs/>
          <w:lang w:bidi="hi-IN"/>
        </w:rPr>
        <w:t>तलहा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ज़ुबैर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मुदाफ़ेअ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सरदारे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मशविरा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मुहाजेरीन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मुख़ालेफ़त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पनाह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खौफ़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ज़ुबैर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नियाम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रखूँगा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85)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ग़स्ब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मनमानी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उन्हे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साज़िशों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मुसख़्ख़र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ख़ुज़री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नबूवत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यक़ीनन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भरपूर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रिज़ायत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रग़बत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रुसूख़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कामयाब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तारिख़ुल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497)</w:t>
      </w:r>
    </w:p>
    <w:p w:rsidR="001D08AD" w:rsidRDefault="001D08AD" w:rsidP="00A213D6">
      <w:pPr>
        <w:pStyle w:val="Heading2"/>
        <w:rPr>
          <w:cs/>
          <w:lang w:bidi="hi-IN"/>
        </w:rPr>
      </w:pPr>
    </w:p>
    <w:p w:rsidR="001D08AD" w:rsidRDefault="001D08AD" w:rsidP="00A213D6">
      <w:pPr>
        <w:pStyle w:val="Heading2"/>
        <w:rPr>
          <w:cs/>
          <w:lang w:bidi="hi-IN"/>
        </w:rPr>
      </w:pPr>
      <w:bookmarkStart w:id="143" w:name="_Toc457825367"/>
      <w:r w:rsidRPr="008F4AF7">
        <w:rPr>
          <w:rFonts w:hint="cs"/>
          <w:cs/>
          <w:lang w:bidi="hi-IN"/>
        </w:rPr>
        <w:t>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bookmarkEnd w:id="143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छोटा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मुनतख़ब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छोटा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45)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सिन्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ओसामा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FD6765">
        <w:t>19, 20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ओसामा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जै़द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कमसिन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तजरूबाकार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लश्कर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मुनतख़ब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FD6765">
        <w:t xml:space="preserve">?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शुब्हा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शुब्हा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ओहदा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सलाहियत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बूते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पर।</w:t>
      </w:r>
    </w:p>
    <w:p w:rsidR="001D08AD" w:rsidRDefault="001D08AD" w:rsidP="00A213D6">
      <w:pPr>
        <w:pStyle w:val="Heading2"/>
        <w:rPr>
          <w:cs/>
          <w:lang w:bidi="hi-IN"/>
        </w:rPr>
      </w:pPr>
    </w:p>
    <w:p w:rsidR="001D08AD" w:rsidRDefault="001D08AD" w:rsidP="00A213D6">
      <w:pPr>
        <w:pStyle w:val="Heading2"/>
        <w:rPr>
          <w:cs/>
          <w:lang w:bidi="hi-IN"/>
        </w:rPr>
      </w:pPr>
      <w:bookmarkStart w:id="144" w:name="_Toc457825368"/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चाहा</w:t>
      </w:r>
      <w:bookmarkEnd w:id="144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कारकरदगी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तसहीह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तआरुज़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टकराओ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78)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तावील</w:t>
      </w:r>
      <w:r w:rsidRPr="00FD6765">
        <w:t xml:space="preserve">,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खोलना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दरवाज़ा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गुनाहाने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कबीरा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उक़लाई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अक़्ली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मंक़ूला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बुनियादें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दरख़्वास्त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टकराओ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FD6765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>?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</w:p>
    <w:p w:rsidR="008F4AF7" w:rsidRPr="00FD6765" w:rsidRDefault="008F4AF7" w:rsidP="008F4AF7">
      <w:pPr>
        <w:pStyle w:val="libNormal"/>
      </w:pPr>
      <w:r w:rsidRPr="00FD6765">
        <w:t xml:space="preserve">: </w:t>
      </w:r>
      <w:r w:rsidRPr="00FD6765">
        <w:rPr>
          <w:rFonts w:ascii="Times New Roman" w:hAnsi="Times New Roman" w:cs="Times New Roman" w:hint="cs"/>
          <w:rtl/>
        </w:rPr>
        <w:t>قُلْ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كُنتُمْ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تُحِبُّونَ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فَاتَّبِعُونِي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يُحْبِبْكُمُ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وَيَغْفِرْ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ذُنُوبَكُمْ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وَاللَّـهُ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غَفُورٌ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رَّحِيمٌ</w:t>
      </w:r>
    </w:p>
    <w:p w:rsidR="008F4AF7" w:rsidRPr="00FD6765" w:rsidRDefault="008F4AF7" w:rsidP="008F4AF7">
      <w:pPr>
        <w:pStyle w:val="libNormal"/>
      </w:pPr>
      <w:r w:rsidRPr="00FD6765">
        <w:t xml:space="preserve"> 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इमरान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31)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दीजिये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FD6765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करेगा।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t xml:space="preserve"> </w:t>
      </w:r>
      <w:r w:rsidRPr="00FD6765">
        <w:rPr>
          <w:rFonts w:ascii="Times New Roman" w:hAnsi="Times New Roman" w:cs="Times New Roman" w:hint="cs"/>
          <w:rtl/>
        </w:rPr>
        <w:t>مَّن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يُطِعِ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الرَّسُولَ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فَقَدْ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أَطَاعَ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وَمَن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تَوَلَّى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أَرْسَلْنَاكَ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عَلَيْهِمْ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حَفِيظًا</w:t>
      </w:r>
    </w:p>
    <w:p w:rsidR="008F4AF7" w:rsidRPr="00FD6765" w:rsidRDefault="008F4AF7" w:rsidP="008F4AF7">
      <w:pPr>
        <w:pStyle w:val="libNormal"/>
      </w:pPr>
      <w:r w:rsidRPr="00FD6765">
        <w:t xml:space="preserve"> 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80)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पहली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तावील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रूगरदानी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रविशे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फिक़्र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मसहलत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अंदेशी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cs/>
          <w:lang w:bidi="hi-IN"/>
        </w:rPr>
        <w:lastRenderedPageBreak/>
        <w:t>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तसहीह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चाही।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गरदानते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बैठते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यक़ीन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पाँव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हुमुज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रेआअ</w:t>
      </w:r>
      <w:r w:rsidRPr="008F4AF7">
        <w:rPr>
          <w:cs/>
          <w:lang w:bidi="hi-IN"/>
        </w:rPr>
        <w:t xml:space="preserve">..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झोकें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उड़ने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मख़्सूसन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मुसीबत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सोचने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सलाहियत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सरदारों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ग़नीमत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नक़्शों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पहनाने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तेज़ी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लिया।</w:t>
      </w:r>
      <w:r w:rsidRPr="008F4AF7">
        <w:rPr>
          <w:cs/>
          <w:lang w:bidi="hi-IN"/>
        </w:rPr>
        <w:t xml:space="preserve"> </w:t>
      </w:r>
    </w:p>
    <w:p w:rsidR="001D08AD" w:rsidRDefault="001D08AD" w:rsidP="00A213D6">
      <w:pPr>
        <w:pStyle w:val="Heading2"/>
        <w:rPr>
          <w:cs/>
          <w:lang w:bidi="hi-IN"/>
        </w:rPr>
      </w:pPr>
    </w:p>
    <w:p w:rsidR="001D08AD" w:rsidRDefault="001D08AD" w:rsidP="00A213D6">
      <w:pPr>
        <w:pStyle w:val="Heading2"/>
        <w:rPr>
          <w:cs/>
          <w:lang w:bidi="hi-IN"/>
        </w:rPr>
      </w:pPr>
      <w:bookmarkStart w:id="145" w:name="_Toc457825369"/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सबब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कीना</w:t>
      </w:r>
      <w:bookmarkEnd w:id="145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फ़ज़्ज़ाल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पिदरे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रिज़ा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मुँह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FD6765">
        <w:t xml:space="preserve">?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रेज़ा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अजदाद</w:t>
      </w:r>
      <w:r w:rsidRPr="00FD6765">
        <w:t xml:space="preserve">, </w:t>
      </w:r>
      <w:r w:rsidRPr="008F4AF7">
        <w:rPr>
          <w:rFonts w:hint="cs"/>
          <w:cs/>
          <w:lang w:bidi="hi-IN"/>
        </w:rPr>
        <w:t>भाईयों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चचा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मामू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रिश्तेदारों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किनह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मुशरेकीन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मुँह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गये।</w:t>
      </w:r>
      <w:r w:rsidR="00A213D6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सत्तर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आबेदीन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क्यो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बुग़्ज़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?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गिरोंह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जहन्नम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गिरोह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ज़लाल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हफ़्स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हरीज़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गालियाँ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ऐललुश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146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FD6765">
        <w:t xml:space="preserve">3, </w:t>
      </w:r>
      <w:r w:rsidRPr="008F4AF7">
        <w:rPr>
          <w:rFonts w:hint="cs"/>
          <w:cs/>
          <w:lang w:bidi="hi-IN"/>
        </w:rPr>
        <w:t>उयूने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अख़बारे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81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FD6765">
        <w:t>15)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220)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बिहारुल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482,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42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291, </w:t>
      </w:r>
      <w:r w:rsidRPr="008F4AF7">
        <w:rPr>
          <w:rFonts w:hint="cs"/>
          <w:cs/>
          <w:lang w:bidi="hi-IN"/>
        </w:rPr>
        <w:t>मारेफ़तुस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मख़तूत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23)</w:t>
      </w:r>
    </w:p>
    <w:p w:rsidR="008F4AF7" w:rsidRPr="00FD6765" w:rsidRDefault="008F4AF7" w:rsidP="008F4AF7">
      <w:pPr>
        <w:pStyle w:val="libNormal"/>
      </w:pPr>
      <w:r w:rsidRPr="00FD6765">
        <w:lastRenderedPageBreak/>
        <w:t>(</w:t>
      </w:r>
      <w:r w:rsidRPr="008F4AF7">
        <w:rPr>
          <w:rFonts w:hint="cs"/>
          <w:cs/>
          <w:lang w:bidi="hi-IN"/>
        </w:rPr>
        <w:t>मुख़तसरे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276, </w:t>
      </w:r>
      <w:r w:rsidRPr="008F4AF7">
        <w:rPr>
          <w:rFonts w:hint="cs"/>
          <w:cs/>
          <w:lang w:bidi="hi-IN"/>
        </w:rPr>
        <w:t>तहज़ीबुल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59, </w:t>
      </w:r>
      <w:r w:rsidRPr="008F4AF7">
        <w:rPr>
          <w:rFonts w:hint="cs"/>
          <w:cs/>
          <w:lang w:bidi="hi-IN"/>
        </w:rPr>
        <w:t>तहज़ीबुत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तहज़ीब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210,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मजरूहीन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हब्बान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268,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समआनी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50)</w:t>
      </w:r>
    </w:p>
    <w:p w:rsidR="008F4AF7" w:rsidRPr="00FD6765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तारिख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ज़बअरी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अशआर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मक़तूलीन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cs/>
          <w:lang w:bidi="hi-IN"/>
        </w:rPr>
        <w:t xml:space="preserve"> </w:t>
      </w:r>
      <w:r w:rsidR="00A213D6">
        <w:rPr>
          <w:rFonts w:hint="cs"/>
          <w:cs/>
          <w:lang w:bidi="hi-IN"/>
        </w:rPr>
        <w:t>शे</w:t>
      </w:r>
      <w:r w:rsidRPr="008F4AF7">
        <w:rPr>
          <w:rFonts w:hint="cs"/>
          <w:cs/>
          <w:lang w:bidi="hi-IN"/>
        </w:rPr>
        <w:t>र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142, 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ख़वास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235, 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283)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तर्जुम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अशआर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नैज़े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ख़ज़रज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मुसर्रत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लगाते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यज़ीद</w:t>
      </w:r>
      <w:r w:rsidRPr="00FD6765">
        <w:t xml:space="preserve">, </w:t>
      </w:r>
      <w:r w:rsidRPr="008F4AF7">
        <w:rPr>
          <w:rFonts w:hint="cs"/>
          <w:cs/>
          <w:lang w:bidi="hi-IN"/>
        </w:rPr>
        <w:t>तेरे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खेले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ख़दफ़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लूँ।</w:t>
      </w:r>
    </w:p>
    <w:p w:rsidR="001D08AD" w:rsidRDefault="001D08AD" w:rsidP="00A213D6">
      <w:pPr>
        <w:pStyle w:val="Heading2"/>
        <w:rPr>
          <w:cs/>
          <w:lang w:bidi="hi-IN"/>
        </w:rPr>
      </w:pPr>
    </w:p>
    <w:p w:rsidR="001D08AD" w:rsidRDefault="001D08AD" w:rsidP="00A213D6">
      <w:pPr>
        <w:pStyle w:val="Heading2"/>
        <w:rPr>
          <w:cs/>
          <w:lang w:bidi="hi-IN"/>
        </w:rPr>
      </w:pPr>
      <w:bookmarkStart w:id="146" w:name="_Toc457825370"/>
      <w:r w:rsidRPr="008F4AF7">
        <w:rPr>
          <w:rFonts w:hint="cs"/>
          <w:cs/>
          <w:lang w:bidi="hi-IN"/>
        </w:rPr>
        <w:t>तीसरा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सबब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अदालत</w:t>
      </w:r>
      <w:bookmarkEnd w:id="146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तक़वा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जिहात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ख्वाहा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अमीरिल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मुँह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मोड़ने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तरजीह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बादशाहों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रवैय्या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  <w:r w:rsidR="00A213D6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197)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हारून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सअद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FD6765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FD6765">
        <w:t xml:space="preserve">,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क़ीमत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इख़राजात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करूँ।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इमाम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चोरी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हमू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गरदानी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छुपाया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शऱहे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200)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174)</w:t>
      </w:r>
    </w:p>
    <w:p w:rsidR="001D08AD" w:rsidRDefault="001D08AD" w:rsidP="00A213D6">
      <w:pPr>
        <w:pStyle w:val="Heading1"/>
        <w:rPr>
          <w:cs/>
          <w:lang w:bidi="hi-IN"/>
        </w:rPr>
      </w:pPr>
    </w:p>
    <w:p w:rsidR="001D08AD" w:rsidRDefault="001D08AD" w:rsidP="00A213D6">
      <w:pPr>
        <w:pStyle w:val="Heading1"/>
        <w:rPr>
          <w:cs/>
          <w:lang w:bidi="hi-IN"/>
        </w:rPr>
      </w:pPr>
      <w:bookmarkStart w:id="147" w:name="_Toc457825371"/>
      <w:r w:rsidRPr="008F4AF7">
        <w:rPr>
          <w:rFonts w:hint="cs"/>
          <w:cs/>
          <w:lang w:bidi="hi-IN"/>
        </w:rPr>
        <w:t>चौथा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सबब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bookmarkEnd w:id="147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तारिख़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ज़िन्दा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ज़हूरे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नुक़सान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मख़सूसन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ऐतेक़ादात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ख़ातमा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मुसलसल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मोरचा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मुत्तलिब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ग़ुस्से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ग़ज़बनाक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?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अँदाज़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>?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रावी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ग़ज़बनाक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चेहरा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सुर्ख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क़ुदरत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यनाबीउल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53)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मजबूर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ख़त्ताब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मुनाज़ेरे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क़मस</w:t>
      </w:r>
      <w:r w:rsidRPr="00FD6765">
        <w:t xml:space="preserve">,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चचाज़ाद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बर्दाश्त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अनस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मुलाहिज़ा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बाग़ों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जाऊ</w:t>
      </w:r>
      <w:r w:rsidRPr="008F4AF7">
        <w:rPr>
          <w:cs/>
          <w:lang w:bidi="hi-IN"/>
        </w:rPr>
        <w:t>...(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जायेगी।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साज़िश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करेगी।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आगाह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अनक़रीब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मसायब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रहेगा</w:t>
      </w:r>
      <w:r w:rsidRPr="00FD6765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रहेगा।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FD6765">
        <w:t xml:space="preserve">,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सत्तर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="00A213D6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 xml:space="preserve"> 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याक़ूबी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137, </w:t>
      </w:r>
      <w:r w:rsidRPr="008F4AF7">
        <w:rPr>
          <w:rFonts w:hint="cs"/>
          <w:cs/>
          <w:lang w:bidi="hi-IN"/>
        </w:rPr>
        <w:t>कामिल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24)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107)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मुसतदरके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150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FD6765">
        <w:t>4676)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मुसतदरके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151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FD6765">
        <w:t>4677)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9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23)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शिकायत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शरारतें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धोखे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बाज़ियाँ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हायल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पालने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महफ़ूज़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FD6765">
        <w:t xml:space="preserve">,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बतायें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बालिग़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रशीद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लेते</w:t>
      </w:r>
      <w:r w:rsidRPr="00FD6765">
        <w:t xml:space="preserve">?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हरगिज़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तदबीरों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डालते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सल्ललाहो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आलिही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वसल्लम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फज़्ल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>...</w:t>
      </w:r>
      <w:r w:rsidRPr="008F4AF7">
        <w:rPr>
          <w:rFonts w:hint="cs"/>
          <w:cs/>
          <w:lang w:bidi="hi-IN"/>
        </w:rPr>
        <w:t>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298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FD6765">
        <w:t>413)</w:t>
      </w:r>
    </w:p>
    <w:p w:rsidR="00A213D6" w:rsidRPr="00FD6765" w:rsidRDefault="008F4AF7" w:rsidP="00A213D6">
      <w:pPr>
        <w:pStyle w:val="libNormal"/>
        <w:rPr>
          <w:lang w:bidi="hi-IN"/>
        </w:rPr>
      </w:pPr>
      <w:r w:rsidRPr="00FD6765">
        <w:t>(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298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FD6765">
        <w:t>414)</w:t>
      </w:r>
    </w:p>
    <w:p w:rsidR="001D08AD" w:rsidRDefault="001D08AD" w:rsidP="00F36219">
      <w:pPr>
        <w:pStyle w:val="Heading1"/>
        <w:rPr>
          <w:cs/>
          <w:lang w:bidi="hi-IN"/>
        </w:rPr>
      </w:pPr>
    </w:p>
    <w:p w:rsidR="001D08AD" w:rsidRDefault="001D08AD" w:rsidP="00F36219">
      <w:pPr>
        <w:pStyle w:val="Heading1"/>
        <w:rPr>
          <w:cs/>
          <w:lang w:bidi="hi-IN"/>
        </w:rPr>
      </w:pPr>
      <w:bookmarkStart w:id="148" w:name="_Toc457825372"/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नतायज</w:t>
      </w:r>
      <w:bookmarkEnd w:id="148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मुँह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भूला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मसायब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मुबतला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t xml:space="preserve">1. </w:t>
      </w:r>
      <w:r w:rsidRPr="00FD6765">
        <w:rPr>
          <w:rFonts w:ascii="Times New Roman" w:hAnsi="Times New Roman" w:cs="Times New Roman" w:hint="cs"/>
          <w:rtl/>
        </w:rPr>
        <w:t>يَا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أَيُّهَا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الَّذِينَ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آمَنُوا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اسْتَجِيبُوا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لِلَّـهِ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وَلِلرَّسُولِ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إِذَا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دَعَاكُمْ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لِمَا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يُحْيِيكُمْ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وَاعْلَمُوا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أَنَّ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يَحُولُ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بَيْنَ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الْمَرْءِ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وَقَلْبِهِ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وَأَنَّهُ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إِلَيْهِ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تُحْشَرُونَ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अनफ़ाल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24)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आवाज़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लब्बैक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भलाई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...</w:t>
      </w:r>
      <w:r w:rsidRPr="008F4AF7">
        <w:rPr>
          <w:rFonts w:hint="cs"/>
          <w:cs/>
          <w:lang w:bidi="hi-IN"/>
        </w:rPr>
        <w:t>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 xml:space="preserve">2. </w:t>
      </w:r>
      <w:r w:rsidRPr="00FD6765">
        <w:rPr>
          <w:rFonts w:ascii="Times New Roman" w:hAnsi="Times New Roman" w:cs="Times New Roman" w:hint="cs"/>
          <w:rtl/>
        </w:rPr>
        <w:t>وَمَا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كَانَ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لِمُؤْمِنٍ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وَلَا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مُؤْمِنَةٍ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إِذَا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قَضَى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وَرَسُولُهُ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أَمْرًا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يَكُونَ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لَهُمُ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الْخِيَرَةُ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مِنْ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أَمْرِهِمْ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وَمَن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يَعْصِ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وَرَسُولَهُ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فَقَدْ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ضَلَّ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ضَلَالًا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مُّبِينًا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36)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फ़ैसला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इख़्तियार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नाफ़रमानी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खुली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मुबतला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 xml:space="preserve"> 3. </w:t>
      </w:r>
      <w:r w:rsidRPr="00FD6765">
        <w:rPr>
          <w:rFonts w:ascii="Times New Roman" w:hAnsi="Times New Roman" w:cs="Times New Roman" w:hint="cs"/>
          <w:rtl/>
        </w:rPr>
        <w:t>وَرَبُّكَ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يَخْلُقُ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يَشَاءُ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وَيَخْتَارُ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كَانَ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لَهُمُ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الْخِيَرَةُ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سُبْحَانَ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وَتَعَالَى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عَمَّا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يُشْرِكُونَ</w:t>
      </w:r>
      <w:r w:rsidRPr="00FD6765"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68)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मुन्तख़ब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बुरे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नतायज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मासूम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सुपुर्द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नतायज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ख़तरनाक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रौशन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49" w:name="_Toc457825373"/>
      <w:r w:rsidRPr="00FD6765">
        <w:t>1.</w:t>
      </w:r>
      <w:r w:rsidRPr="00FD6765">
        <w:tab/>
      </w:r>
      <w:r w:rsidRPr="008F4AF7">
        <w:rPr>
          <w:rFonts w:hint="cs"/>
          <w:cs/>
          <w:lang w:bidi="hi-IN"/>
        </w:rPr>
        <w:t>डाक्टर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सुबही</w:t>
      </w:r>
      <w:bookmarkEnd w:id="149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सियासत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अल्फ़ाज़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सलासा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तक़लीद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ईजाद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फ़ारसी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बैज़नती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बादशाहत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मुशाबेह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जाहिज़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क़ैसर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बादशाहत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रक़्मतराज़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सितमगर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नागवार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गुनाह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गर्दन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बुनियाद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नज़रियतुल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लदश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501)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नशअतुहा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ततवुरेहा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267)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नशअतुहा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ततवुरेहा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279)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50" w:name="_Toc457825374"/>
      <w:r w:rsidRPr="00FD6765">
        <w:t xml:space="preserve">2. </w:t>
      </w:r>
      <w:r w:rsidRPr="008F4AF7">
        <w:rPr>
          <w:rFonts w:hint="cs"/>
          <w:cs/>
          <w:lang w:bidi="hi-IN"/>
        </w:rPr>
        <w:t>जाहिज़</w:t>
      </w:r>
      <w:bookmarkEnd w:id="150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हाँलाकि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तरफ़दारों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सितम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मुहाजेरीन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सितम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हाँलाकि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तफ़रेक़ा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ग़लबे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बादशाही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शहन्शाही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रसायले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जाहिज़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292, 297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नंबर</w:t>
      </w:r>
      <w:r w:rsidRPr="008F4AF7">
        <w:rPr>
          <w:cs/>
          <w:lang w:bidi="hi-IN"/>
        </w:rPr>
        <w:t xml:space="preserve"> </w:t>
      </w:r>
      <w:r w:rsidRPr="00FD6765">
        <w:t>11)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51" w:name="_Toc457825375"/>
      <w:r w:rsidRPr="00FD6765">
        <w:t xml:space="preserve">3.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क़तीबा</w:t>
      </w:r>
      <w:bookmarkEnd w:id="151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जहमिय्या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मुशब्बिहा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कर्रमल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वजहहु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ताख़ीर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ग़ुलू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मज़लूमों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सितम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बहाया</w:t>
      </w:r>
      <w:r w:rsidRPr="008F4AF7">
        <w:rPr>
          <w:cs/>
          <w:lang w:bidi="hi-IN"/>
        </w:rPr>
        <w:t xml:space="preserve">..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जिहालत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आइम्मा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ख़ारिज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मुसतहिक़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>...</w:t>
      </w:r>
      <w:r w:rsidRPr="008F4AF7">
        <w:rPr>
          <w:rFonts w:hint="cs"/>
          <w:cs/>
          <w:lang w:bidi="hi-IN"/>
        </w:rPr>
        <w:t>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रद्दे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मुशब्बिहा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47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FD6765">
        <w:t>49)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52" w:name="_Toc457825376"/>
      <w:r w:rsidRPr="00FD6765">
        <w:t xml:space="preserve">4. </w:t>
      </w:r>
      <w:r w:rsidRPr="008F4AF7">
        <w:rPr>
          <w:rFonts w:hint="cs"/>
          <w:cs/>
          <w:lang w:bidi="hi-IN"/>
        </w:rPr>
        <w:t>मक़रेज़ी</w:t>
      </w:r>
      <w:bookmarkEnd w:id="152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मक़रेज़ी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फ़ैसले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देगें</w:t>
      </w:r>
      <w:r w:rsidRPr="008F4AF7">
        <w:rPr>
          <w:cs/>
          <w:lang w:bidi="hi-IN"/>
        </w:rPr>
        <w:t>...</w:t>
      </w:r>
      <w:r w:rsidRPr="008F4AF7">
        <w:rPr>
          <w:rFonts w:hint="cs"/>
          <w:cs/>
          <w:lang w:bidi="hi-IN"/>
        </w:rPr>
        <w:t>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निज़ाअ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तख़ासुम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315, 317)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53" w:name="_Toc457825377"/>
      <w:r w:rsidRPr="00FD6765">
        <w:t>5.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ज़ाहिरी</w:t>
      </w:r>
      <w:bookmarkEnd w:id="153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नतायज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बुज़ुर्गाने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हर्रा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कराया।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ज़ुबैर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मस्जिदुल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घेर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ख़्याल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>....</w:t>
      </w:r>
      <w:r w:rsidRPr="008F4AF7">
        <w:rPr>
          <w:rFonts w:hint="cs"/>
          <w:cs/>
          <w:lang w:bidi="hi-IN"/>
        </w:rPr>
        <w:t>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महल्ली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बादशाहों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क़ुरबाँ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जमहरतिल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112)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महल्ली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55)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54" w:name="_Toc457825378"/>
      <w:r w:rsidRPr="00FD6765">
        <w:t xml:space="preserve">2. </w:t>
      </w:r>
      <w:r w:rsidRPr="00FD6765">
        <w:tab/>
      </w:r>
      <w:r w:rsidRPr="008F4AF7">
        <w:rPr>
          <w:rFonts w:hint="cs"/>
          <w:cs/>
          <w:lang w:bidi="hi-IN"/>
        </w:rPr>
        <w:t>अबुस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आलूसी</w:t>
      </w:r>
      <w:bookmarkEnd w:id="154"/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وَإِذْ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قُلْنَا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إِنَّ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رَبَّكَ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أَحَاطَ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بِالنَّاسِ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جَعَلْنَا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الرُّؤْيَا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الَّتِي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أَرَيْنَاكَ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إِلَّا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فِتْنَةً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لِّلنَّاسِ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وَالشَّجَرَةَ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الْمَلْعُونَةَ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فِي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الْقُرْآنِ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وَنُخَوِّفُهُمْ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يَزِيدُهُمْ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إِلَّا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طُغْيَانًا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كَبِيرًا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हातम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मरदुवा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दयायल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बैहक़ी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मुसय्यब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हातम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बंदर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चढ़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</w:t>
      </w:r>
      <w:r w:rsidRPr="008F4AF7">
        <w:rPr>
          <w:cs/>
          <w:lang w:bidi="hi-IN"/>
        </w:rPr>
        <w:t>..</w:t>
      </w:r>
      <w:r w:rsidRPr="008F4AF7">
        <w:rPr>
          <w:rFonts w:hint="cs"/>
          <w:cs/>
          <w:lang w:bidi="hi-IN"/>
        </w:rPr>
        <w:t>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60)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तर्जुमा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दिखाया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शजर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मलऊना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डराते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सरकशी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 xml:space="preserve"> (</w:t>
      </w: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आलूसी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>)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55" w:name="_Toc457825379"/>
      <w:r w:rsidRPr="00FD6765">
        <w:t xml:space="preserve">3. </w:t>
      </w:r>
      <w:r w:rsidRPr="00FD6765">
        <w:tab/>
      </w:r>
      <w:r w:rsidRPr="008F4AF7">
        <w:rPr>
          <w:rFonts w:hint="cs"/>
          <w:cs/>
          <w:lang w:bidi="hi-IN"/>
        </w:rPr>
        <w:t>डाक्टर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मिस्री</w:t>
      </w:r>
      <w:bookmarkEnd w:id="155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मिरातुल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मोहतरम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जम़ाने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इजाज़त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युसुफ़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सितम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दिये</w:t>
      </w:r>
      <w:r w:rsidRPr="00FD6765">
        <w:t>?</w:t>
      </w:r>
      <w:r w:rsidRPr="008F4AF7">
        <w:rPr>
          <w:rFonts w:hint="cs"/>
          <w:cs/>
          <w:lang w:bidi="hi-IN"/>
        </w:rPr>
        <w:t>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शहरे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झुके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मिल्कियत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ख़र्च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>...</w:t>
      </w:r>
      <w:r w:rsidRPr="008F4AF7">
        <w:rPr>
          <w:rFonts w:hint="cs"/>
          <w:cs/>
          <w:lang w:bidi="hi-IN"/>
        </w:rPr>
        <w:t>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तुग़यान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सरकशी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मशरिक़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मग़रिब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ज़ियाद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फ़सादात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वारिद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बुराईयों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मरअतुल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268, 270)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मरअतुल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268, 272)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करीबी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तरबीयत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याफ़्ता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अमानतों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उख़ूवत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दामादे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ज़ुर्रियत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अलमदार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मर्तबा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मर्तबे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औऱ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मुनहरिफ़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निशानियाँ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रिश्तेदारी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सबक़त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मुसलमानो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अज़मत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मसायब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बर्दाश्त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इंहेराफ़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कजी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फ़क़ाहत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इसतेहकाम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FD6765">
        <w:t xml:space="preserve">,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बिल्कुल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क़ुरैश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सुलूक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ख़ौफ़ज़दा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 "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ख़ंदक़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मुशरेकीन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सरदार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हिन्दा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निकाला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हादेसा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>....</w:t>
      </w:r>
      <w:r w:rsidRPr="008F4AF7">
        <w:rPr>
          <w:rFonts w:hint="cs"/>
          <w:cs/>
          <w:lang w:bidi="hi-IN"/>
        </w:rPr>
        <w:t>।</w:t>
      </w:r>
      <w:r w:rsidR="00F36219">
        <w:rPr>
          <w:cs/>
          <w:lang w:bidi="hi-IN"/>
        </w:rPr>
        <w:t>"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152)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फ़ितनतुल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कुबरा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15)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56" w:name="_Toc457825380"/>
      <w:r w:rsidRPr="00FD6765">
        <w:t xml:space="preserve">4. </w:t>
      </w:r>
      <w:r w:rsidRPr="00FD6765">
        <w:tab/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मुवर्रिख़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हिन्दी</w:t>
      </w:r>
      <w:bookmarkEnd w:id="156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हुकूमते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बुनियादों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क़ब्ज़ा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गुज़िश्ता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डेमोक्रेसी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ली</w:t>
      </w:r>
      <w:r w:rsidRPr="008F4AF7">
        <w:rPr>
          <w:cs/>
          <w:lang w:bidi="hi-IN"/>
        </w:rPr>
        <w:t>....</w:t>
      </w:r>
      <w:r w:rsidRPr="008F4AF7">
        <w:rPr>
          <w:rFonts w:hint="cs"/>
          <w:cs/>
          <w:lang w:bidi="hi-IN"/>
        </w:rPr>
        <w:t>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लौट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निकाला।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मुनहदिम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फ़ख़र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मुबाहात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कुर्सी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जरायम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मुलव्विस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>...</w:t>
      </w:r>
      <w:r w:rsidRPr="008F4AF7">
        <w:rPr>
          <w:rFonts w:hint="cs"/>
          <w:cs/>
          <w:lang w:bidi="hi-IN"/>
        </w:rPr>
        <w:t>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मुख़तसर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तारिख़िल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तमद्दुनिल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63)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रुहुल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296)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रुहुल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300)</w:t>
      </w:r>
    </w:p>
    <w:p w:rsidR="008F4AF7" w:rsidRPr="00FD6765" w:rsidRDefault="008F4AF7" w:rsidP="008F4AF7">
      <w:pPr>
        <w:pStyle w:val="libNormal"/>
      </w:pPr>
      <w:r w:rsidRPr="00FD6765">
        <w:lastRenderedPageBreak/>
        <w:t>(</w:t>
      </w:r>
      <w:r w:rsidRPr="008F4AF7">
        <w:rPr>
          <w:rFonts w:hint="cs"/>
          <w:cs/>
          <w:lang w:bidi="hi-IN"/>
        </w:rPr>
        <w:t>रुहुल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301)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57" w:name="_Toc457825381"/>
      <w:r w:rsidRPr="00FD6765">
        <w:t xml:space="preserve">5. </w:t>
      </w:r>
      <w:r w:rsidRPr="00FD6765">
        <w:tab/>
      </w:r>
      <w:r w:rsidRPr="008F4AF7">
        <w:rPr>
          <w:rFonts w:hint="cs"/>
          <w:cs/>
          <w:lang w:bidi="hi-IN"/>
        </w:rPr>
        <w:t>डाक्टर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मिस्री</w:t>
      </w:r>
      <w:bookmarkEnd w:id="157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मुताआदिल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</w:t>
      </w:r>
      <w:r w:rsidRPr="00FD6765">
        <w:t xml:space="preserve">, </w:t>
      </w:r>
      <w:r w:rsidRPr="008F4AF7">
        <w:rPr>
          <w:rFonts w:hint="cs"/>
          <w:cs/>
          <w:lang w:bidi="hi-IN"/>
        </w:rPr>
        <w:t>मुसतहकम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पुर्स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मुसतहकम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वाज़ेह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तंक़ीद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मुस्तक़ीम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कवानीन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तसलीम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नागवार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यौमुल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रेहलत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</w:t>
      </w:r>
      <w:r w:rsidRPr="00FD6765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लाओ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मेहार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जम़ाने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मुसतहकम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रेहलत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ख़तरनाक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गयीं।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मिसदाक़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कमज़ोरी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दफ़्न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दिये</w:t>
      </w:r>
      <w:r w:rsidRPr="008F4AF7">
        <w:rPr>
          <w:cs/>
          <w:lang w:bidi="hi-IN"/>
        </w:rPr>
        <w:t>....</w:t>
      </w:r>
      <w:r w:rsidRPr="008F4AF7">
        <w:rPr>
          <w:rFonts w:hint="cs"/>
          <w:cs/>
          <w:lang w:bidi="hi-IN"/>
        </w:rPr>
        <w:t>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तअस्सुब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जाहिलियत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पुरानी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ज़ुहल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225)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यौमुल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41)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यौमुल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53)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फ़जरुल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79)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कनीज़ों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गुनाह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फ़हशा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रायज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>...</w:t>
      </w:r>
      <w:r w:rsidRPr="008F4AF7">
        <w:rPr>
          <w:rFonts w:hint="cs"/>
          <w:cs/>
          <w:lang w:bidi="hi-IN"/>
        </w:rPr>
        <w:t>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कुफ़्र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आमेज़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इज़हार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अफ़्फ़ान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गेंद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मुल्क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जहन्नम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FD6765">
        <w:t>?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उस्मान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घराने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रस्सी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घराने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ज़हरीले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करूँगा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हसन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हरगिज़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पक्का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जाहिल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गुनाह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जुर्म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दर्दनाक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यज़ीद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कारनामे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दिये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जाहिलियत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बादशाही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मुन्तक़िल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नशअतुल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फ़लसफ़ी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229)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तख़ासुम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31)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नशअतुल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फ़लसफ़ी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198)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नशअतुल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फ़लसफ़ी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46)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58" w:name="_Toc457825382"/>
      <w:r w:rsidRPr="00FD6765">
        <w:t xml:space="preserve">11.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अक़्क़ाद</w:t>
      </w:r>
      <w:bookmarkEnd w:id="158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बशरी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ख़तरनाक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हादेसा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मीज़ान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542)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तबरी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सईद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रखो</w:t>
      </w:r>
      <w:r w:rsidRPr="00FD6765">
        <w:t xml:space="preserve">,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पढ़ो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ज़कात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FD6765">
        <w:t xml:space="preserve">, </w:t>
      </w:r>
      <w:r w:rsidRPr="008F4AF7">
        <w:rPr>
          <w:rFonts w:hint="cs"/>
          <w:cs/>
          <w:lang w:bidi="hi-IN"/>
        </w:rPr>
        <w:t>मैंने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जाऊँ।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59" w:name="_Toc457825383"/>
      <w:r w:rsidRPr="00FD6765">
        <w:t>12.</w:t>
      </w:r>
      <w:r w:rsidRPr="00FD6765">
        <w:tab/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डाक्टर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महमूद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ख़ालिदी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प्रोफ़ेसर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यरमूक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युनिवर्सिटी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जार्डन</w:t>
      </w:r>
      <w:r w:rsidRPr="008F4AF7">
        <w:rPr>
          <w:cs/>
          <w:lang w:bidi="hi-IN"/>
        </w:rPr>
        <w:t>)</w:t>
      </w:r>
      <w:bookmarkEnd w:id="159"/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...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ऊपर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जदल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इज्तेहाद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घर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इंतेख़ाब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नज़रियात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शक्लें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आयीं</w:t>
      </w:r>
      <w:r w:rsidRPr="008F4AF7">
        <w:rPr>
          <w:cs/>
          <w:lang w:bidi="hi-IN"/>
        </w:rPr>
        <w:t>....</w:t>
      </w:r>
      <w:r w:rsidRPr="008F4AF7">
        <w:rPr>
          <w:rFonts w:hint="cs"/>
          <w:cs/>
          <w:lang w:bidi="hi-IN"/>
        </w:rPr>
        <w:t>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मोहतरम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इख़्तिलाफ़ात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फ़ेहरिस्त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उसूलुल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सक़ाफ़तिल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16)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60" w:name="_Toc457825384"/>
      <w:r w:rsidRPr="00FD6765">
        <w:t>13.</w:t>
      </w:r>
      <w:r w:rsidRPr="00FD6765">
        <w:tab/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मुस्तफ़ा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राफ़ेई</w:t>
      </w:r>
      <w:r w:rsidRPr="00FD6765">
        <w:t xml:space="preserve">, </w:t>
      </w:r>
      <w:r w:rsidRPr="008F4AF7">
        <w:rPr>
          <w:rFonts w:hint="cs"/>
          <w:cs/>
          <w:lang w:bidi="hi-IN"/>
        </w:rPr>
        <w:t>पेरिस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युनिवर्सिटी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हुक़ूक़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माहिर</w:t>
      </w:r>
      <w:bookmarkEnd w:id="160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इंक़ेलाब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गुज़ार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....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मुआविया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पहनाने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मुस्तफ़ा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राफ़ेई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इँसानी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30)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61" w:name="_Toc457825385"/>
      <w:r w:rsidRPr="00FD6765">
        <w:t>14.</w:t>
      </w:r>
      <w:r w:rsidRPr="00FD6765">
        <w:tab/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रशीद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रज़ा</w:t>
      </w:r>
      <w:bookmarkEnd w:id="161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तफ़सीर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अलमनार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उमय्या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गंदा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गुनाह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गर्दन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तफ़सीरे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188</w:t>
      </w:r>
    </w:p>
    <w:p w:rsidR="00F36219" w:rsidRDefault="008F4AF7" w:rsidP="008F4AF7">
      <w:pPr>
        <w:pStyle w:val="libNormal"/>
        <w:rPr>
          <w:cs/>
          <w:lang w:bidi="hi-IN"/>
        </w:rPr>
      </w:pPr>
      <w:r w:rsidRPr="008F4AF7">
        <w:rPr>
          <w:rFonts w:hint="cs"/>
          <w:cs/>
          <w:lang w:bidi="hi-IN"/>
        </w:rPr>
        <w:t>क़ारेईने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मुसलेमीन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इंकार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मसायब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गिरफ़्तार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मुसीबतें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तौर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शिकायत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मुसीबतों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मुब्तला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F36219" w:rsidRDefault="00F36219" w:rsidP="00DE0F6F">
      <w:pPr>
        <w:pStyle w:val="libNormal"/>
        <w:rPr>
          <w:cs/>
          <w:lang w:bidi="hi-IN"/>
        </w:rPr>
      </w:pPr>
      <w:r>
        <w:rPr>
          <w:cs/>
          <w:lang w:bidi="hi-IN"/>
        </w:rPr>
        <w:br w:type="page"/>
      </w:r>
    </w:p>
    <w:p w:rsidR="001D08AD" w:rsidRDefault="001D08AD" w:rsidP="00F36219">
      <w:pPr>
        <w:pStyle w:val="Heading1"/>
        <w:rPr>
          <w:cs/>
          <w:lang w:bidi="hi-IN"/>
        </w:rPr>
      </w:pPr>
    </w:p>
    <w:p w:rsidR="001D08AD" w:rsidRDefault="001D08AD" w:rsidP="00F36219">
      <w:pPr>
        <w:pStyle w:val="Heading1"/>
        <w:rPr>
          <w:cs/>
          <w:lang w:bidi="hi-IN"/>
        </w:rPr>
      </w:pPr>
      <w:bookmarkStart w:id="162" w:name="_Toc457825386"/>
      <w:r w:rsidRPr="008F4AF7">
        <w:rPr>
          <w:rFonts w:hint="cs"/>
          <w:cs/>
          <w:lang w:bidi="hi-IN"/>
        </w:rPr>
        <w:t>जश्ने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मुनअक़िद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bookmarkEnd w:id="162"/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तारिख़ों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हालातों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मुनअक़िद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चाहे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मुनासेबत।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मासूम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रूहानी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महाफ़िल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मुनअक़िद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बरकतें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अफ़सोस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बह्हाबी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बरकतों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महरूम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मुनअक़िद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मक़ासिद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मुक़द्देसात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दोबारा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मौज़ू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1D08AD" w:rsidRDefault="001D08AD" w:rsidP="00F36219">
      <w:pPr>
        <w:pStyle w:val="Heading1"/>
        <w:rPr>
          <w:cs/>
          <w:lang w:bidi="hi-IN"/>
        </w:rPr>
      </w:pPr>
    </w:p>
    <w:p w:rsidR="001D08AD" w:rsidRDefault="001D08AD" w:rsidP="00F36219">
      <w:pPr>
        <w:pStyle w:val="Heading1"/>
        <w:rPr>
          <w:cs/>
          <w:lang w:bidi="hi-IN"/>
        </w:rPr>
      </w:pPr>
      <w:bookmarkStart w:id="163" w:name="_Toc457825387"/>
      <w:r w:rsidRPr="008F4AF7">
        <w:rPr>
          <w:rFonts w:hint="cs"/>
          <w:cs/>
          <w:lang w:bidi="hi-IN"/>
        </w:rPr>
        <w:t>वह्हबियों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फ़तवे</w:t>
      </w:r>
      <w:bookmarkEnd w:id="163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दिनों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क़िस्म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रुनूमा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FD6765">
        <w:t>18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हिज्जा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बुनियाद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FD6765">
        <w:t xml:space="preserve">,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ईजाद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ईसाईयों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ईसा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अब्दुल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मुनअक़िद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बिदअतों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ख़ुलाफ़ा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राशेदीन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ताबेईन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3.</w:t>
      </w:r>
      <w:r w:rsidRPr="00FD6765">
        <w:tab/>
      </w:r>
      <w:r w:rsidRPr="008F4AF7">
        <w:rPr>
          <w:rFonts w:hint="cs"/>
          <w:cs/>
          <w:lang w:bidi="hi-IN"/>
        </w:rPr>
        <w:t>वहाबियत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कमेटी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दायमी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मिम्बरों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मजलिस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मुनअक़िद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उठाना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क़ब्रों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जलाना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ईजाद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बिदअतें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गुज़श्ता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सदियाँ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कहलाती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अँजान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4.</w:t>
      </w:r>
      <w:r w:rsidRPr="00FD6765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फ़ौज़ान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बिदअतें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रबीउल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मुनासेबत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मुनअक़िद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करना।</w:t>
      </w:r>
    </w:p>
    <w:p w:rsidR="008F4AF7" w:rsidRPr="00FD6765" w:rsidRDefault="008F4AF7" w:rsidP="008F4AF7">
      <w:pPr>
        <w:pStyle w:val="libNormal"/>
      </w:pPr>
      <w:r w:rsidRPr="00FD6765">
        <w:t>5.</w:t>
      </w:r>
      <w:r w:rsidRPr="00FD6765">
        <w:tab/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उसीमैन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बच्चो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मुशाबेहत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क़ौम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मुशाबेह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श़ुमार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इक़तेज़ाउल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मुस्तक़ीम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293, 295)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मजमू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मक़ालाते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मुतनव्व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लुजनतुल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दायमा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रक़्म</w:t>
      </w:r>
      <w:r w:rsidRPr="008F4AF7">
        <w:rPr>
          <w:cs/>
          <w:lang w:bidi="hi-IN"/>
        </w:rPr>
        <w:t xml:space="preserve"> </w:t>
      </w:r>
      <w:r w:rsidRPr="00FD6765">
        <w:t>1774)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बिदअत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फ़ौज़ान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25, 27)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फ़तावा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43)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जश्ने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मुनअक़िद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इँसान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अँदर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इँसान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ताबीर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F36219">
      <w:pPr>
        <w:pStyle w:val="Heading1"/>
        <w:rPr>
          <w:cs/>
          <w:lang w:bidi="hi-IN"/>
        </w:rPr>
      </w:pPr>
    </w:p>
    <w:p w:rsidR="001D08AD" w:rsidRDefault="001D08AD" w:rsidP="00F36219">
      <w:pPr>
        <w:pStyle w:val="Heading1"/>
        <w:rPr>
          <w:cs/>
          <w:lang w:bidi="hi-IN"/>
        </w:rPr>
      </w:pPr>
      <w:bookmarkStart w:id="164" w:name="_Toc457825388"/>
      <w:r w:rsidRPr="008F4AF7">
        <w:rPr>
          <w:rFonts w:hint="cs"/>
          <w:cs/>
          <w:lang w:bidi="hi-IN"/>
        </w:rPr>
        <w:t>वुजूबे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bookmarkEnd w:id="164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अक़्ली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मंक़ूला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>: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65" w:name="_Toc457825389"/>
      <w:r w:rsidRPr="00FD6765">
        <w:t xml:space="preserve">1.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bookmarkEnd w:id="165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फ़ेररिस्त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उसूलन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मौजूदात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يَا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أَيُّهَا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الَّذِينَ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آمَنُوا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إِنَّ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كَثِيرًا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مِّنَ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الْأَحْبَارِ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وَالرُّهْبَانِ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لَيَأْكُلُونَ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أَمْوَالَ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النَّاسِ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بِالْبَاطِلِ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وَيَصُدُّونَ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سَبِيلِ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ۗ</w:t>
      </w:r>
      <w:r w:rsidRPr="00FD6765">
        <w:rPr>
          <w:rFonts w:hint="cs"/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وَالَّذِينَ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يَكْنِزُونَ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الذَّهَبَ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وَالْفِضَّةَ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وَلَا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يُنفِقُونَهَا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فِي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سَبِيلِ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فَبَشِّرْهُم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بِعَذَابٍ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أَلِيمٍ</w:t>
      </w:r>
      <w:r w:rsidRPr="00FD6765"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24)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दीजिये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बाप</w:t>
      </w:r>
      <w:r w:rsidRPr="00FD6765">
        <w:t xml:space="preserve">, </w:t>
      </w:r>
      <w:r w:rsidRPr="008F4AF7">
        <w:rPr>
          <w:rFonts w:hint="cs"/>
          <w:cs/>
          <w:lang w:bidi="hi-IN"/>
        </w:rPr>
        <w:t>दादा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औलाद</w:t>
      </w:r>
      <w:r w:rsidRPr="00FD6765">
        <w:t xml:space="preserve">, </w:t>
      </w:r>
      <w:r w:rsidRPr="008F4AF7">
        <w:rPr>
          <w:rFonts w:hint="cs"/>
          <w:cs/>
          <w:lang w:bidi="hi-IN"/>
        </w:rPr>
        <w:t>बिरादरान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अज़वाज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अशीरा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क़बीला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तिजारत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ख़सारे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मकानात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जिन्हे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FD6765">
        <w:t xml:space="preserve">, </w:t>
      </w:r>
      <w:r w:rsidRPr="008F4AF7">
        <w:rPr>
          <w:rFonts w:hint="cs"/>
          <w:cs/>
          <w:lang w:bidi="hi-IN"/>
        </w:rPr>
        <w:t>तुम्हारी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जिहाद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इंतेजार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फ़ासिक़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हिदायत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66" w:name="_Toc457825390"/>
      <w:r w:rsidRPr="00FD6765">
        <w:t xml:space="preserve">2.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bookmarkEnd w:id="166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ख़ातिर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वास्ता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t xml:space="preserve"> (</w:t>
      </w:r>
      <w:r w:rsidRPr="008F4AF7">
        <w:rPr>
          <w:rFonts w:hint="cs"/>
          <w:cs/>
          <w:lang w:bidi="hi-IN"/>
        </w:rPr>
        <w:t>मुसतदरके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149)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असबाब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67" w:name="_Toc457825391"/>
      <w:r w:rsidRPr="00FD6765">
        <w:t xml:space="preserve">3.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>)</w:t>
      </w:r>
      <w:bookmarkEnd w:id="167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मनाक़िब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वास्ता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कतए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ज़िम्न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t xml:space="preserve"> (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रखो।</w:t>
      </w:r>
      <w:r w:rsidRPr="008F4AF7">
        <w:rPr>
          <w:cs/>
          <w:lang w:bidi="hi-IN"/>
        </w:rPr>
        <w:t>)</w:t>
      </w:r>
    </w:p>
    <w:p w:rsidR="001D08AD" w:rsidRDefault="001D08AD" w:rsidP="00F36219">
      <w:pPr>
        <w:pStyle w:val="Heading2"/>
        <w:rPr>
          <w:cs/>
          <w:lang w:bidi="hi-IN"/>
        </w:rPr>
      </w:pPr>
    </w:p>
    <w:p w:rsidR="001D08AD" w:rsidRDefault="001D08AD" w:rsidP="00F36219">
      <w:pPr>
        <w:pStyle w:val="Heading2"/>
        <w:rPr>
          <w:cs/>
          <w:lang w:bidi="hi-IN"/>
        </w:rPr>
      </w:pPr>
      <w:bookmarkStart w:id="168" w:name="_Toc457825392"/>
      <w:r w:rsidRPr="008F4AF7">
        <w:rPr>
          <w:rFonts w:hint="cs"/>
          <w:cs/>
          <w:lang w:bidi="hi-IN"/>
        </w:rPr>
        <w:t>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वुजूहात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FD6765">
        <w:t>?</w:t>
      </w:r>
      <w:bookmarkEnd w:id="168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चूँकि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दर्ज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जै़ल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वुजूहात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लाज़िम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t xml:space="preserve">1.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साहिबे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मुहम्मद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के।</w:t>
      </w:r>
    </w:p>
    <w:p w:rsidR="008F4AF7" w:rsidRPr="00FD6765" w:rsidRDefault="008F4AF7" w:rsidP="008F4AF7">
      <w:pPr>
        <w:pStyle w:val="libNormal"/>
      </w:pPr>
      <w:r w:rsidRPr="00FD6765">
        <w:t xml:space="preserve">2.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lastRenderedPageBreak/>
        <w:t xml:space="preserve">3.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قُل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لَّا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أَسْأَلُكُمْ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عَلَيْهِ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أَجْرًا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إِلَّا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الْمَوَدَّةَ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فِي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الْقُرْبَىٰ</w:t>
      </w:r>
    </w:p>
    <w:p w:rsidR="008F4AF7" w:rsidRPr="00FD6765" w:rsidRDefault="008F4AF7" w:rsidP="008F4AF7">
      <w:pPr>
        <w:pStyle w:val="libNormal"/>
      </w:pPr>
      <w:r w:rsidRPr="00FD6765">
        <w:t xml:space="preserve"> 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23)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दिजीये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तबलीग़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</w:t>
      </w:r>
    </w:p>
    <w:p w:rsidR="008F4AF7" w:rsidRPr="00FD6765" w:rsidRDefault="008F4AF7" w:rsidP="008F4AF7">
      <w:pPr>
        <w:pStyle w:val="libNormal"/>
      </w:pPr>
      <w:r w:rsidRPr="00FD6765">
        <w:t>4.</w:t>
      </w:r>
      <w:r w:rsidRPr="00FD6765">
        <w:tab/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FD6765">
        <w:rPr>
          <w:rFonts w:ascii="Times New Roman" w:hAnsi="Times New Roman" w:cs="Times New Roman" w:hint="cs"/>
          <w:rtl/>
        </w:rPr>
        <w:t>وَقِفُوهُمْ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ۖ</w:t>
      </w:r>
      <w:r w:rsidRPr="00FD6765">
        <w:rPr>
          <w:rFonts w:hint="cs"/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إِنَّهُم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مَّسْئُولُونَ</w:t>
      </w:r>
      <w:r w:rsidRPr="00FD6765">
        <w:t xml:space="preserve">)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सिब्ते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जौज़ी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मुजाहिद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जायेगा।</w:t>
      </w:r>
      <w:r w:rsidRPr="008F4AF7">
        <w:rPr>
          <w:cs/>
          <w:lang w:bidi="hi-IN"/>
        </w:rPr>
        <w:t xml:space="preserve"> 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24)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तज़किरतुल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ख़वास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10)</w:t>
      </w:r>
    </w:p>
    <w:p w:rsidR="008F4AF7" w:rsidRPr="00FD6765" w:rsidRDefault="008F4AF7" w:rsidP="008F4AF7">
      <w:pPr>
        <w:pStyle w:val="libNormal"/>
      </w:pPr>
      <w:r w:rsidRPr="00FD6765">
        <w:t>5.</w:t>
      </w:r>
      <w:r w:rsidRPr="00FD6765">
        <w:tab/>
      </w:r>
      <w:r w:rsidRPr="008F4AF7">
        <w:rPr>
          <w:rFonts w:hint="cs"/>
          <w:cs/>
          <w:lang w:bidi="hi-IN"/>
        </w:rPr>
        <w:t>आले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मासूमीन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  <w:r w:rsidRPr="00FD6765">
        <w:t xml:space="preserve">,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पल्ला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सक़लैन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....</w:t>
      </w:r>
      <w:r w:rsidRPr="008F4AF7">
        <w:rPr>
          <w:rFonts w:hint="cs"/>
          <w:cs/>
          <w:lang w:bidi="hi-IN"/>
        </w:rPr>
        <w:t>हदीस</w:t>
      </w:r>
    </w:p>
    <w:p w:rsidR="008F4AF7" w:rsidRPr="00FD6765" w:rsidRDefault="008F4AF7" w:rsidP="008F4AF7">
      <w:pPr>
        <w:pStyle w:val="libNormal"/>
      </w:pPr>
      <w:r w:rsidRPr="00FD6765">
        <w:t>6.</w:t>
      </w:r>
      <w:r w:rsidRPr="00FD6765">
        <w:tab/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मुनाफ़िक़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होगा।</w:t>
      </w:r>
    </w:p>
    <w:p w:rsidR="008F4AF7" w:rsidRPr="00FD6765" w:rsidRDefault="008F4AF7" w:rsidP="008F4AF7">
      <w:pPr>
        <w:pStyle w:val="libNormal"/>
      </w:pPr>
      <w:r w:rsidRPr="00FD6765">
        <w:lastRenderedPageBreak/>
        <w:t>7.</w:t>
      </w:r>
      <w:r w:rsidRPr="00FD6765">
        <w:tab/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कश्ती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مَثَلُ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أهلِ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بَيتي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مَثَلُ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سَفينَةِ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نُوحٍ؛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رَكِبَها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نَجا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تَخَلّفَ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عَنها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غَرِقَ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कश्ती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गरदानी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ग़र्क़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गया।</w:t>
      </w:r>
    </w:p>
    <w:p w:rsidR="008F4AF7" w:rsidRPr="00FD6765" w:rsidRDefault="008F4AF7" w:rsidP="008F4AF7">
      <w:pPr>
        <w:pStyle w:val="libNormal"/>
      </w:pPr>
      <w:r w:rsidRPr="00FD6765">
        <w:t>8.</w:t>
      </w:r>
      <w:r w:rsidRPr="00FD6765">
        <w:tab/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इबादात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झुक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पेट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रस्सी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मानिन्द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आतिशे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जहन्नम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डाल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देगा।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तारिख़े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143)</w:t>
      </w:r>
    </w:p>
    <w:p w:rsidR="008F4AF7" w:rsidRPr="00FD6765" w:rsidRDefault="008F4AF7" w:rsidP="008F4AF7">
      <w:pPr>
        <w:pStyle w:val="libNormal"/>
      </w:pPr>
      <w:r w:rsidRPr="00FD6765">
        <w:t>9.</w:t>
      </w:r>
      <w:r w:rsidRPr="00FD6765">
        <w:tab/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क़ाबिले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मोटर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इक़्तेदा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परवाज़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मुनअक़िद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जलवे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मुख़्तलिफ़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lastRenderedPageBreak/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नफ़सियाती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दुनिया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दिखाई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अलबत्ता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बेरुनी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मुनहसिर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जलवे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इतलाक़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टकराव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इँसान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जलवे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</w:p>
    <w:p w:rsidR="008F4AF7" w:rsidRPr="00FD6765" w:rsidRDefault="008F4AF7" w:rsidP="008F4AF7">
      <w:pPr>
        <w:pStyle w:val="libNormal"/>
      </w:pPr>
      <w:r w:rsidRPr="00FD6765">
        <w:t xml:space="preserve">1. </w:t>
      </w:r>
      <w:r w:rsidRPr="008F4AF7">
        <w:rPr>
          <w:rFonts w:hint="cs"/>
          <w:cs/>
          <w:lang w:bidi="hi-IN"/>
        </w:rPr>
        <w:t>इताअत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</w:p>
    <w:p w:rsidR="008F4AF7" w:rsidRPr="00FD6765" w:rsidRDefault="008F4AF7" w:rsidP="008F4AF7">
      <w:pPr>
        <w:pStyle w:val="libNormal"/>
      </w:pPr>
      <w:r w:rsidRPr="00FD6765">
        <w:t xml:space="preserve">2.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ज़ियारत</w:t>
      </w:r>
    </w:p>
    <w:p w:rsidR="008F4AF7" w:rsidRPr="00FD6765" w:rsidRDefault="008F4AF7" w:rsidP="008F4AF7">
      <w:pPr>
        <w:pStyle w:val="libNormal"/>
      </w:pPr>
      <w:r w:rsidRPr="00FD6765">
        <w:t xml:space="preserve">3.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तकरीम</w:t>
      </w:r>
    </w:p>
    <w:p w:rsidR="008F4AF7" w:rsidRPr="00FD6765" w:rsidRDefault="008F4AF7" w:rsidP="008F4AF7">
      <w:pPr>
        <w:pStyle w:val="libNormal"/>
      </w:pPr>
      <w:r w:rsidRPr="00FD6765">
        <w:t xml:space="preserve">4.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ज़रुरतों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</w:p>
    <w:p w:rsidR="008F4AF7" w:rsidRPr="00FD6765" w:rsidRDefault="008F4AF7" w:rsidP="008F4AF7">
      <w:pPr>
        <w:pStyle w:val="libNormal"/>
      </w:pPr>
      <w:r w:rsidRPr="00FD6765">
        <w:t xml:space="preserve">5.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दिफ़ाअ</w:t>
      </w:r>
    </w:p>
    <w:p w:rsidR="008F4AF7" w:rsidRPr="00FD6765" w:rsidRDefault="008F4AF7" w:rsidP="008F4AF7">
      <w:pPr>
        <w:pStyle w:val="libNormal"/>
      </w:pPr>
      <w:r w:rsidRPr="00FD6765">
        <w:t xml:space="preserve">6.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हुज़्न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मलाल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याक़ूब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फ़िरोक़े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युसुफ़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FD6765" w:rsidRDefault="008F4AF7" w:rsidP="008F4AF7">
      <w:pPr>
        <w:pStyle w:val="libNormal"/>
      </w:pPr>
      <w:r w:rsidRPr="00FD6765">
        <w:t xml:space="preserve">7.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हिफ़ाज़त</w:t>
      </w:r>
    </w:p>
    <w:p w:rsidR="008F4AF7" w:rsidRPr="00FD6765" w:rsidRDefault="008F4AF7" w:rsidP="008F4AF7">
      <w:pPr>
        <w:pStyle w:val="libNormal"/>
      </w:pPr>
      <w:r w:rsidRPr="00FD6765">
        <w:t xml:space="preserve">8.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ऐहतेराम</w:t>
      </w:r>
    </w:p>
    <w:p w:rsidR="008F4AF7" w:rsidRPr="00FD6765" w:rsidRDefault="008F4AF7" w:rsidP="008F4AF7">
      <w:pPr>
        <w:pStyle w:val="libNormal"/>
      </w:pPr>
      <w:r w:rsidRPr="00FD6765">
        <w:t xml:space="preserve">9.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बोसा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देना</w:t>
      </w:r>
    </w:p>
    <w:p w:rsidR="008F4AF7" w:rsidRPr="00FD6765" w:rsidRDefault="008F4AF7" w:rsidP="008F4AF7">
      <w:pPr>
        <w:pStyle w:val="libNormal"/>
      </w:pPr>
      <w:r w:rsidRPr="00FD6765">
        <w:t xml:space="preserve">10. </w:t>
      </w:r>
      <w:r w:rsidRPr="008F4AF7">
        <w:rPr>
          <w:rFonts w:hint="cs"/>
          <w:cs/>
          <w:lang w:bidi="hi-IN"/>
        </w:rPr>
        <w:t>महबूब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पैदाईश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मुनअक़िद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</w:p>
    <w:p w:rsidR="001D08AD" w:rsidRDefault="001D08AD" w:rsidP="00F36219">
      <w:pPr>
        <w:pStyle w:val="Heading1"/>
        <w:rPr>
          <w:cs/>
          <w:lang w:bidi="hi-IN"/>
        </w:rPr>
      </w:pPr>
    </w:p>
    <w:p w:rsidR="001D08AD" w:rsidRDefault="001D08AD" w:rsidP="00F36219">
      <w:pPr>
        <w:pStyle w:val="Heading1"/>
        <w:rPr>
          <w:cs/>
          <w:lang w:bidi="hi-IN"/>
        </w:rPr>
      </w:pPr>
      <w:bookmarkStart w:id="169" w:name="_Toc457825393"/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रौशनी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bookmarkEnd w:id="169"/>
    </w:p>
    <w:p w:rsidR="008F4AF7" w:rsidRDefault="008F4AF7" w:rsidP="008F4AF7">
      <w:pPr>
        <w:pStyle w:val="libNormal"/>
        <w:rPr>
          <w:lang w:bidi="hi-IN"/>
        </w:rPr>
      </w:pP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ग़ौर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रग़बत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1D08AD" w:rsidRDefault="001D08AD" w:rsidP="00F36219">
      <w:pPr>
        <w:pStyle w:val="Heading2"/>
        <w:rPr>
          <w:cs/>
          <w:lang w:bidi="hi-IN"/>
        </w:rPr>
      </w:pPr>
    </w:p>
    <w:p w:rsidR="001D08AD" w:rsidRDefault="001D08AD" w:rsidP="00F36219">
      <w:pPr>
        <w:pStyle w:val="Heading2"/>
        <w:rPr>
          <w:cs/>
          <w:lang w:bidi="hi-IN"/>
        </w:rPr>
      </w:pPr>
      <w:bookmarkStart w:id="170" w:name="_Toc457825394"/>
      <w:r>
        <w:rPr>
          <w:rFonts w:hint="cs"/>
          <w:cs/>
          <w:lang w:bidi="hi-IN"/>
        </w:rPr>
        <w:t>हज</w:t>
      </w:r>
      <w:bookmarkEnd w:id="170"/>
    </w:p>
    <w:p w:rsidR="008F4AF7" w:rsidRPr="00FD6765" w:rsidRDefault="008F4AF7" w:rsidP="008F4AF7">
      <w:pPr>
        <w:pStyle w:val="libNormal"/>
      </w:pPr>
      <w:r w:rsidRPr="00FD6765">
        <w:t>1.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अकसर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बीशतर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ख़िदमत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अलिफ़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मक़ामे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इब्रहीम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وَإِذْ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جَعَلْنَا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الْبَيْتَ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مَثَابَةً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لِّلنَّاسِ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وَأَمْنًا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وَاتَّخِذُوا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مَّقَامِ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إِبْرَاهِيمَ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مُصَلًّى</w:t>
      </w:r>
      <w:r w:rsidRPr="00FD6765"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बक़रा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125)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मुसल्ला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बनाओ।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मुतबर्रक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मुसल्ला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तामीर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तामीर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इस्माईल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पत्थर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उठा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तामीर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ऊची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बड़ा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पत्थर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खड़ो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तामीर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मुकम्मल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158)</w:t>
      </w:r>
    </w:p>
    <w:p w:rsidR="001D08AD" w:rsidRDefault="001D08AD" w:rsidP="00F36219">
      <w:pPr>
        <w:pStyle w:val="Heading2"/>
        <w:rPr>
          <w:cs/>
          <w:lang w:bidi="hi-IN"/>
        </w:rPr>
      </w:pPr>
    </w:p>
    <w:p w:rsidR="001D08AD" w:rsidRDefault="001D08AD" w:rsidP="00F36219">
      <w:pPr>
        <w:pStyle w:val="Heading2"/>
        <w:rPr>
          <w:cs/>
          <w:lang w:bidi="hi-IN"/>
        </w:rPr>
      </w:pPr>
      <w:bookmarkStart w:id="171" w:name="_Toc457825395"/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सफ़ा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मरवा</w:t>
      </w:r>
      <w:bookmarkEnd w:id="171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إِنَّ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الصَّفَا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وَالْمَرْوَةَ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شَعَآئِرِ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اللّهِ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فَمَنْ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حَجَّ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الْبَيْتَ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أَوِ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اعْتَمَرَ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فَلاَ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جُنَاحَ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عَلَيْهِ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يَطَّوَّفَ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بِهِمَا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وَمَن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تَطَوَّعَ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خَيْراً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فَإِنَّ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اللّهَ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شَاكِرٌ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عَلِيمٌ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पहाड़ियाँ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पहाड़ियों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इस्माईल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कुछ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प्यास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ग़लबा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इस्माईल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प्यास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शिद्दत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तड़पने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पहाड़ी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तलाश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होककर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उतरीं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तेज़ी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चलीं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पहाड़ी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चढ़ी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1D08AD" w:rsidRDefault="001D08AD" w:rsidP="00F36219">
      <w:pPr>
        <w:pStyle w:val="Heading2"/>
        <w:rPr>
          <w:cs/>
          <w:lang w:bidi="hi-IN"/>
        </w:rPr>
      </w:pPr>
    </w:p>
    <w:p w:rsidR="001D08AD" w:rsidRDefault="001D08AD" w:rsidP="00F36219">
      <w:pPr>
        <w:pStyle w:val="Heading2"/>
        <w:rPr>
          <w:cs/>
          <w:lang w:bidi="hi-IN"/>
        </w:rPr>
      </w:pPr>
      <w:bookmarkStart w:id="172" w:name="_Toc457825396"/>
      <w:r w:rsidRPr="008F4AF7">
        <w:rPr>
          <w:rFonts w:hint="cs"/>
          <w:cs/>
          <w:lang w:bidi="hi-IN"/>
        </w:rPr>
        <w:t>जीम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क़ुर्बानी</w:t>
      </w:r>
      <w:bookmarkEnd w:id="172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فَبَشَّرْنَاهُ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بِغُلَامٍ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حَلِيمٍ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فَلَمَّا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بَلَغَ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مَعَهُ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السَّعْيَ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قَالَ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بُنَيَّ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إِنِّي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أَرَى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فِي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الْمَنَامِ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أَنِّي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أَذْبَحُكَ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فَانظُرْ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مَاذَا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تَرَى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قَالَ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أَبَتِ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افْعَلْ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تُؤْمَرُ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سَتَجِدُنِي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شَاءَ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الصَّابِرِينَ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فَلَمَّا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أَسْلَمَا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وَتَلَّهُ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لِلْجَبِينِ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وَنَادَيْنَاهُ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إِبْرَاهِيمُ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قَدْ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صَدَّقْتَ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الرُّؤْيَا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إِنَّا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كَذَلِكَ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نَجْزِي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الْمُحْسِنِينَ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إِنَّ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هَـذَا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لَهُوَ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الْبَلَاءُ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الْمُبِينُ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وَفَدَيْنَاهُ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بِذِبْحٍ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عَظِيمٍ</w:t>
      </w:r>
      <w:r w:rsidRPr="00FD6765"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101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FD6765">
        <w:t>107)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फ़रजंद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बशारत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फ़रजंद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दौड़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धूप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बेटा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ज़िब्ह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बताओ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ख़्याल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फ़रंज़ंद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इंशा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पायेगें।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तसलीम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बेटे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लिटा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आवाज़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सच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दिखाया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खुला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इम्तेहान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बदला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क़ुर्बानी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फ़िदाकारी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क़ुर्बानी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मैदान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इम्तेहाने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बुज़ुर्ग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गोसफ़ंद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ज़िब्ह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करें।</w:t>
      </w:r>
    </w:p>
    <w:p w:rsidR="001D08AD" w:rsidRDefault="001D08AD" w:rsidP="00F36219">
      <w:pPr>
        <w:pStyle w:val="Heading2"/>
        <w:rPr>
          <w:cs/>
          <w:lang w:bidi="hi-IN"/>
        </w:rPr>
      </w:pPr>
    </w:p>
    <w:p w:rsidR="001D08AD" w:rsidRDefault="001D08AD" w:rsidP="00F36219">
      <w:pPr>
        <w:pStyle w:val="Heading2"/>
        <w:rPr>
          <w:cs/>
          <w:lang w:bidi="hi-IN"/>
        </w:rPr>
      </w:pPr>
      <w:bookmarkStart w:id="173" w:name="_Toc457825397"/>
      <w:r w:rsidRPr="008F4AF7">
        <w:rPr>
          <w:rFonts w:hint="cs"/>
          <w:cs/>
          <w:lang w:bidi="hi-IN"/>
        </w:rPr>
        <w:t>द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रमिये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जमरात</w:t>
      </w:r>
      <w:bookmarkEnd w:id="173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हंबल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तियालसी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जिबरईल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उक़बा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शैतान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पत्थर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फेंके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शैतान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वुसता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शैतान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पत्थर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शैतान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जमर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शैतान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पत्थर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शैतान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निकल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 xml:space="preserve">306, </w:t>
      </w:r>
      <w:r w:rsidRPr="008F4AF7">
        <w:rPr>
          <w:rFonts w:hint="cs"/>
          <w:cs/>
          <w:lang w:bidi="hi-IN"/>
        </w:rPr>
        <w:t>मुसनदे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तियालसी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FD6765">
        <w:t>2697)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क़ारेईने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केराम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मुशाहेदा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रखें।</w:t>
      </w:r>
    </w:p>
    <w:p w:rsidR="008F4AF7" w:rsidRPr="00FD6765" w:rsidRDefault="008F4AF7" w:rsidP="008F4AF7">
      <w:pPr>
        <w:pStyle w:val="libNormal"/>
      </w:pPr>
      <w:r w:rsidRPr="00FD6765">
        <w:t xml:space="preserve">2.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ذَلِكَ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وَمَن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يُعَظِّمْ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شَعَائِرَ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فَإِنَّهَا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تَقْوَى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الْقُلُوبِ</w:t>
      </w:r>
      <w:r w:rsidRPr="00FD6765">
        <w:t xml:space="preserve"> 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32)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फ़ैसला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तक़वे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होगी।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इस्तिदलाल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शआयर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शआयरे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निशानियाँ</w:t>
      </w:r>
      <w:r w:rsidRPr="00FD6765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रहनुमाई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शआयरे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शामिल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मुन्क़िद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FD6765">
        <w:lastRenderedPageBreak/>
        <w:t>3.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وَذَكِّرْهُم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بِأَيَّامِ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اللَّـهِ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दिलायें।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इब्राहीम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5)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मतलब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अय्यामुल्लाह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ग़लबे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ज़ाहिर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मक़ासिद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सकें।</w:t>
      </w:r>
    </w:p>
    <w:p w:rsidR="008F4AF7" w:rsidRPr="00FD6765" w:rsidRDefault="008F4AF7" w:rsidP="008F4AF7">
      <w:pPr>
        <w:pStyle w:val="libNormal"/>
      </w:pPr>
      <w:r w:rsidRPr="00FD6765">
        <w:t>4.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قُل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لَّا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أَسْأَلُكُمْ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عَلَيْهِ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أَجْرًا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إِلَّا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الْمَوَدَّةَ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فِي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الْقُرْبَى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दिजिये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तबलीग़े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सिवाए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करो।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23)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मुनअक़िद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रिसालत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हिस्सा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FD6765">
        <w:t>5.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चढ़े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पर्दापोशी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ले।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وَالضُّحَى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وَاللَّيْلِ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إِذَا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سَجَى</w:t>
      </w:r>
    </w:p>
    <w:p w:rsidR="008F4AF7" w:rsidRPr="00FD6765" w:rsidRDefault="008F4AF7" w:rsidP="008F4AF7">
      <w:pPr>
        <w:pStyle w:val="libNormal"/>
      </w:pPr>
      <w:r w:rsidRPr="00FD6765">
        <w:lastRenderedPageBreak/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1,2)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हलबी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सीरये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हलबिया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58)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रौशन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ज़हनों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6.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नुसरत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فَالَّذِينَ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آمَنُوا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بِهِ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وَعَزَّرُوهُ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وَنَصَرُوهُ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وَاتَّبَعُوا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النُّورَ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الَّذِي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أُنزِلَ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مَعَهُ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أُولَـئِكَ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هُمُ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الْمُفْلِحُونَ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इमदाद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याफ़्ता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कामयाब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आराफ़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FD6765">
        <w:t>157)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नुसरत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निजात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बशारत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मबअस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>?</w:t>
      </w:r>
    </w:p>
    <w:p w:rsidR="008F4AF7" w:rsidRPr="00FD6765" w:rsidRDefault="008F4AF7" w:rsidP="008F4AF7">
      <w:pPr>
        <w:pStyle w:val="libNormal"/>
      </w:pPr>
      <w:r w:rsidRPr="00FD6765">
        <w:t>7.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فَإِذَا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فَرَغْتَ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فَانصَبْ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फ़ारिग़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दें।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इनशेराह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7)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फ़िक्री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सतह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अज़मत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मज़कूरा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नुसरत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ताज़ीम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وَيَنصُرَكَ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اللَّـهُ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نَصْرًا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عَزِيزًا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ज़बरदस्त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3)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नुसरत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>?</w:t>
      </w:r>
    </w:p>
    <w:p w:rsidR="008F4AF7" w:rsidRPr="00FD6765" w:rsidRDefault="008F4AF7" w:rsidP="008F4AF7">
      <w:pPr>
        <w:pStyle w:val="libNormal"/>
      </w:pPr>
      <w:r w:rsidRPr="00FD6765">
        <w:t>8.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फऱमाता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lastRenderedPageBreak/>
        <w:t>وَكُلًّا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نَّقُصُّ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عَلَيْكَ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مِنْ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أَنبَاءِ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الرُّسُلِ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نُثَبِّتُ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بِهِ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فُؤَادَكَ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وَجَاءَكَ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فِي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هَـذِهِ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الْحَقُّ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وَمَوْعِظَةٌ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وَذِكْرَى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لِلْمُؤْمِنِينَ</w:t>
      </w:r>
      <w:r w:rsidRPr="00FD6765"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मज़बूत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रखें।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120)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गुज़श्ता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हिकमते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सुकून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परेशानियों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जम़ाने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ज़रुरत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ज़रुरत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विलादते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मबअस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आशना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</w:p>
    <w:p w:rsidR="00F36219" w:rsidRDefault="00F36219" w:rsidP="00DE0F6F">
      <w:pPr>
        <w:pStyle w:val="libNormal"/>
        <w:rPr>
          <w:cs/>
          <w:lang w:bidi="hi-IN"/>
        </w:rPr>
      </w:pPr>
      <w:r>
        <w:rPr>
          <w:cs/>
          <w:lang w:bidi="hi-IN"/>
        </w:rPr>
        <w:br w:type="page"/>
      </w:r>
    </w:p>
    <w:p w:rsidR="001D08AD" w:rsidRDefault="001D08AD" w:rsidP="00F36219">
      <w:pPr>
        <w:pStyle w:val="Heading1"/>
        <w:rPr>
          <w:cs/>
          <w:lang w:bidi="hi-IN"/>
        </w:rPr>
      </w:pPr>
    </w:p>
    <w:p w:rsidR="001D08AD" w:rsidRDefault="001D08AD" w:rsidP="00F36219">
      <w:pPr>
        <w:pStyle w:val="Heading1"/>
        <w:rPr>
          <w:cs/>
          <w:lang w:bidi="hi-IN"/>
        </w:rPr>
      </w:pPr>
      <w:bookmarkStart w:id="174" w:name="_Toc457825398"/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मनाना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रौशनी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bookmarkEnd w:id="174"/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मुतअद्दिद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रौशनी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t>1.</w:t>
      </w:r>
      <w:r w:rsidRPr="00FD6765">
        <w:tab/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मुझ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2.</w:t>
      </w:r>
      <w:r w:rsidRPr="00FD6765">
        <w:tab/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अब्बास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वारिद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यहूदी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आशूरा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इस्राईल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फ़िरऔन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कामयाबी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मुसतहिक़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आशूर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अल्लामा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सुयूती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असक़लानी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इस्तिदलाल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819)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FD6765">
        <w:t xml:space="preserve">130,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215)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अलहावी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196)</w:t>
      </w:r>
    </w:p>
    <w:p w:rsidR="008F4AF7" w:rsidRPr="00FD6765" w:rsidRDefault="008F4AF7" w:rsidP="008F4AF7">
      <w:pPr>
        <w:pStyle w:val="libNormal"/>
      </w:pPr>
      <w:r w:rsidRPr="00FD6765">
        <w:t>3.</w:t>
      </w:r>
      <w:r w:rsidRPr="00FD6765">
        <w:tab/>
      </w:r>
      <w:r w:rsidRPr="008F4AF7">
        <w:rPr>
          <w:rFonts w:hint="cs"/>
          <w:cs/>
          <w:lang w:bidi="hi-IN"/>
        </w:rPr>
        <w:t>हाफ़िज़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नासिरुद्दीन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दमिश्क़ी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सौबिया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आज़ाद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क़ारेई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मोहतरम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गुज़श्ता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4.</w:t>
      </w:r>
      <w:r w:rsidRPr="00FD6765">
        <w:tab/>
      </w:r>
      <w:r w:rsidRPr="008F4AF7">
        <w:rPr>
          <w:rFonts w:hint="cs"/>
          <w:cs/>
          <w:lang w:bidi="hi-IN"/>
        </w:rPr>
        <w:t>बैहक़ी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अनस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नुबूवत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गोसफ़ंद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जबकि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वारिद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तालिब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साँतवें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गोसफ़ंद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ज़िब्ह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सुयूती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दूसरी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मर्तबा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शुक्रिया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दोनो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भेजा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ऊपर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दुरुद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भेजे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बारगाह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शुक्रे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इजतेमाअ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खाना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खिलाये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मिठाई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तक़सीम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5.</w:t>
      </w:r>
      <w:r w:rsidRPr="00FD6765">
        <w:tab/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जुमे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जनाबे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आदम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ख़ल्क़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मैरिदुस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मौलिदिन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नबी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अलहावी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196)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अलहावी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196)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तिरमिज़ी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FD6765">
        <w:t>491)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क़ार</w:t>
      </w:r>
      <w:r w:rsidR="00F36219">
        <w:rPr>
          <w:rFonts w:hint="cs"/>
          <w:cs/>
          <w:lang w:bidi="hi-IN"/>
        </w:rPr>
        <w:t>े</w:t>
      </w:r>
      <w:r w:rsidRPr="008F4AF7">
        <w:rPr>
          <w:rFonts w:hint="cs"/>
          <w:cs/>
          <w:lang w:bidi="hi-IN"/>
        </w:rPr>
        <w:t>ई</w:t>
      </w:r>
      <w:r w:rsidR="00F36219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मोहतरम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बड़ी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1D08AD" w:rsidRDefault="001D08AD" w:rsidP="00F36219">
      <w:pPr>
        <w:pStyle w:val="Heading1"/>
        <w:rPr>
          <w:cs/>
          <w:lang w:bidi="hi-IN"/>
        </w:rPr>
      </w:pPr>
    </w:p>
    <w:p w:rsidR="001D08AD" w:rsidRDefault="001D08AD" w:rsidP="00F36219">
      <w:pPr>
        <w:pStyle w:val="Heading1"/>
        <w:rPr>
          <w:cs/>
          <w:lang w:bidi="hi-IN"/>
        </w:rPr>
      </w:pPr>
      <w:bookmarkStart w:id="175" w:name="_Toc457825399"/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फ़वायद</w:t>
      </w:r>
      <w:bookmarkEnd w:id="175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मुनअक़िद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बरकतें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</w:p>
    <w:p w:rsidR="008F4AF7" w:rsidRPr="00FD6765" w:rsidRDefault="008F4AF7" w:rsidP="008F4AF7">
      <w:pPr>
        <w:pStyle w:val="libNormal"/>
      </w:pPr>
      <w:r w:rsidRPr="00FD6765">
        <w:t>1.</w:t>
      </w:r>
      <w:r w:rsidRPr="00FD6765">
        <w:tab/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बुनियाद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दोबारा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बाँधते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बढ़ायेगें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अहसास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मुक़तदा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कदम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चाहिये।</w:t>
      </w:r>
    </w:p>
    <w:p w:rsidR="008F4AF7" w:rsidRPr="00FD6765" w:rsidRDefault="008F4AF7" w:rsidP="008F4AF7">
      <w:pPr>
        <w:pStyle w:val="libNormal"/>
      </w:pPr>
      <w:r w:rsidRPr="00FD6765">
        <w:t>2.</w:t>
      </w:r>
      <w:r w:rsidRPr="00FD6765">
        <w:tab/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इज़हार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बातिनी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राब्ते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बरकतों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होना।</w:t>
      </w:r>
    </w:p>
    <w:p w:rsidR="008F4AF7" w:rsidRPr="00FD6765" w:rsidRDefault="008F4AF7" w:rsidP="008F4AF7">
      <w:pPr>
        <w:pStyle w:val="libNormal"/>
      </w:pPr>
      <w:r w:rsidRPr="00FD6765">
        <w:t>3.</w:t>
      </w:r>
      <w:r w:rsidRPr="00FD6765">
        <w:tab/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सतीज़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ज़ुल्म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रिआयत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चलते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FD6765">
        <w:t>4.</w:t>
      </w:r>
      <w:r w:rsidRPr="00FD6765">
        <w:tab/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5.</w:t>
      </w:r>
      <w:r w:rsidRPr="00FD6765">
        <w:tab/>
      </w:r>
      <w:r w:rsidRPr="008F4AF7">
        <w:rPr>
          <w:rFonts w:hint="cs"/>
          <w:cs/>
          <w:lang w:bidi="hi-IN"/>
        </w:rPr>
        <w:t>इन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कमालात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तौज़ीह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तशरीह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पैरवी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FD6765">
        <w:t>6.</w:t>
      </w:r>
      <w:r w:rsidRPr="00FD6765">
        <w:tab/>
      </w:r>
      <w:r w:rsidRPr="008F4AF7">
        <w:rPr>
          <w:rFonts w:hint="cs"/>
          <w:cs/>
          <w:lang w:bidi="hi-IN"/>
        </w:rPr>
        <w:t>ख़ुशी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मुसर्रत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इज़हार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इज़हार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मुसतहकम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FD6765">
        <w:t>7.</w:t>
      </w:r>
      <w:r w:rsidRPr="00FD6765">
        <w:tab/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आख़िर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मिठाई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खिलाने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ग़रीबों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माद्दी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8.</w:t>
      </w:r>
      <w:r w:rsidRPr="00FD6765">
        <w:tab/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ज़िन्दा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तिलावत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9.</w:t>
      </w:r>
      <w:r w:rsidRPr="00FD6765">
        <w:tab/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दुरुद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भेजते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FD6765">
        <w:t>10.</w:t>
      </w:r>
      <w:r w:rsidRPr="00FD6765">
        <w:tab/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दावत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बेहतरीन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F36219">
      <w:pPr>
        <w:pStyle w:val="Heading1"/>
        <w:rPr>
          <w:cs/>
          <w:lang w:bidi="hi-IN"/>
        </w:rPr>
      </w:pPr>
    </w:p>
    <w:p w:rsidR="001D08AD" w:rsidRDefault="001D08AD" w:rsidP="00F36219">
      <w:pPr>
        <w:pStyle w:val="Heading1"/>
        <w:rPr>
          <w:cs/>
          <w:lang w:bidi="hi-IN"/>
        </w:rPr>
      </w:pPr>
      <w:bookmarkStart w:id="176" w:name="_Toc457825400"/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अहमियत</w:t>
      </w:r>
      <w:bookmarkEnd w:id="176"/>
      <w:r w:rsidRPr="008F4AF7">
        <w:rPr>
          <w:cs/>
          <w:lang w:bidi="hi-IN"/>
        </w:rPr>
        <w:t xml:space="preserve"> 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जावेदाना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इबादत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ख़ुशू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ख़ुज़ू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ग़रीबों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ख़ानदान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रफ़्त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कपड़े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ज़ीनत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राग़िब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असबाब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मुतवज्जेह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रावियों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अशआऱ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सनद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अहादीस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हमेशगी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77" w:name="_Toc457825401"/>
      <w:r w:rsidRPr="00FD6765">
        <w:t xml:space="preserve">1. </w:t>
      </w:r>
      <w:r w:rsidRPr="00FD6765">
        <w:tab/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bookmarkEnd w:id="177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फ़िरके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शरीक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उलामा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फ़ायज़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सिलसिले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मुसर्रत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फ़स्ल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चौथा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ख़लीफ़ा।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बैरनी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आसारुल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शाफ़ेई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अमीरुल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अशआर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मख़लूक़ात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फ़ज़ीलत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आसारुल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क़ुरुनिल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334)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मतालिबुस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सुऊल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53)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नीज़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लफ़्ज़े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मर्तबा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मंज़िलत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बुलंद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रफ़ीअ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मुसर्रत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तारिख़ी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कुतुब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नतीजा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मशरिक़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मग़रिब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मुत्तफ़िक़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मिस्री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मग़रबी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इराक़ी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ईरानी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हिन्दी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नमाज़</w:t>
      </w:r>
      <w:r w:rsidRPr="00FD6765">
        <w:t xml:space="preserve">, </w:t>
      </w:r>
      <w:r w:rsidRPr="008F4AF7">
        <w:rPr>
          <w:rFonts w:hint="cs"/>
          <w:cs/>
          <w:lang w:bidi="hi-IN"/>
        </w:rPr>
        <w:t>दुआ</w:t>
      </w:r>
      <w:r w:rsidRPr="00FD6765">
        <w:t xml:space="preserve">, </w:t>
      </w:r>
      <w:r w:rsidRPr="008F4AF7">
        <w:rPr>
          <w:rFonts w:hint="cs"/>
          <w:cs/>
          <w:lang w:bidi="hi-IN"/>
        </w:rPr>
        <w:t>खुतबा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इत्तेफ़ाक़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ख़ल्लक़ान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हुज्जतुल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मक्के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वापसी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दरमियान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अक़्दे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उख़ूवत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हारुन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ख़ुदाया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दुश्मन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नासिरों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रुसवा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मसऊदी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ख़ल्लक़ान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गुफ़्तुगू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औलादे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सआलबी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शबे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नज़दीक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मशहूर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ऊटों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कजावों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ख़ुतबा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मोहतरम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शुमार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मतालिबुस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सुऊल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56)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वफ़यातुल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ख़लक़ान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60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223)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वफ़यातुल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ख़लक़ान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60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223 )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तंबीह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इशराफ़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मसऊदी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221)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सेमारुल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क़ुलूब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सआलबी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511)</w:t>
      </w:r>
    </w:p>
    <w:p w:rsidR="001D08AD" w:rsidRDefault="001D08AD" w:rsidP="00F36219">
      <w:pPr>
        <w:pStyle w:val="Heading2"/>
      </w:pPr>
    </w:p>
    <w:p w:rsidR="001D08AD" w:rsidRDefault="001D08AD" w:rsidP="00F36219">
      <w:pPr>
        <w:pStyle w:val="Heading2"/>
      </w:pPr>
      <w:bookmarkStart w:id="178" w:name="_Toc457825402"/>
      <w:r w:rsidRPr="00FD6765">
        <w:t>2.</w:t>
      </w:r>
      <w:r w:rsidRPr="00FD6765">
        <w:tab/>
      </w:r>
      <w:r w:rsidRPr="008F4AF7">
        <w:rPr>
          <w:rFonts w:hint="cs"/>
          <w:cs/>
          <w:lang w:bidi="hi-IN"/>
        </w:rPr>
        <w:t>ईदे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इब्तेदा</w:t>
      </w:r>
      <w:bookmarkEnd w:id="178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तारीख़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वरक़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गरदानी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इब्तेदा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शुरुआत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हुईजब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मसरुर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हस्सान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क़ैस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ओबाद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अंसारी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वग़ैरह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अशआर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1D08AD" w:rsidRDefault="001D08AD" w:rsidP="00F36219">
      <w:pPr>
        <w:pStyle w:val="Heading2"/>
        <w:rPr>
          <w:cs/>
          <w:lang w:bidi="hi-IN"/>
        </w:rPr>
      </w:pPr>
    </w:p>
    <w:p w:rsidR="001D08AD" w:rsidRDefault="001D08AD" w:rsidP="00F36219">
      <w:pPr>
        <w:pStyle w:val="Heading2"/>
        <w:rPr>
          <w:cs/>
          <w:lang w:bidi="hi-IN"/>
        </w:rPr>
      </w:pPr>
      <w:bookmarkStart w:id="179" w:name="_Toc457825403"/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पैग़ामात</w:t>
      </w:r>
      <w:bookmarkEnd w:id="179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अफ़राद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लिहा़ज़ा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मौज़ू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अच्छी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हयाते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मख़्सूस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नुकात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दहानी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ज़रुरी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t>1.</w:t>
      </w:r>
      <w:r w:rsidRPr="00FD6765">
        <w:tab/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मासूम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ज़रुरी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बढ़ाये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अग़राज़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मक़ासिद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अरकान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मजमूए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शख़्सियत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मेहदी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अलैहिस्सलाम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</w:p>
    <w:p w:rsidR="008F4AF7" w:rsidRPr="00FD6765" w:rsidRDefault="008F4AF7" w:rsidP="008F4AF7">
      <w:pPr>
        <w:pStyle w:val="libNormal"/>
      </w:pPr>
      <w:r w:rsidRPr="00FD6765">
        <w:t>2.</w:t>
      </w:r>
      <w:r w:rsidRPr="00FD6765">
        <w:tab/>
      </w:r>
      <w:r w:rsidRPr="008F4AF7">
        <w:rPr>
          <w:rFonts w:hint="cs"/>
          <w:cs/>
          <w:lang w:bidi="hi-IN"/>
        </w:rPr>
        <w:t>अंबिया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तआरुफ़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मुअय्यन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इलाही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मंसब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3.</w:t>
      </w:r>
      <w:r w:rsidRPr="00FD6765">
        <w:tab/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ख़ुसूसियात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नाकस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रहबर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रास्ते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नाफ़िज़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सियासी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मसायल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मुत्तहिद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चुँनाचे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यमन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मुलाहिज़ा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चौथी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तरीक़े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मुनअक़िद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आशना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हुकूमते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आड़े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मुनअक़िद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मोमिनीन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बरकतों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फ़वायद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मुनअक़िद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मुसम्मम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FD6765">
        <w:t>4.</w:t>
      </w:r>
      <w:r w:rsidRPr="00FD6765">
        <w:tab/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हमेशगी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नमूना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आईम्मा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मासूमीन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हाकिमियत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बरकात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फ़ैज़याब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हों।</w:t>
      </w:r>
    </w:p>
    <w:p w:rsidR="008F4AF7" w:rsidRPr="00FD6765" w:rsidRDefault="008F4AF7" w:rsidP="008F4AF7">
      <w:pPr>
        <w:pStyle w:val="libNormal"/>
      </w:pPr>
      <w:r w:rsidRPr="00FD6765">
        <w:t>5.</w:t>
      </w:r>
      <w:r w:rsidRPr="00FD6765">
        <w:tab/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FD6765">
        <w:t xml:space="preserve">, </w:t>
      </w:r>
      <w:r w:rsidRPr="008F4AF7">
        <w:rPr>
          <w:rFonts w:hint="cs"/>
          <w:cs/>
          <w:lang w:bidi="hi-IN"/>
        </w:rPr>
        <w:t>शिईयत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निशानी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वाक़ेया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औलाद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महवरियत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कामयाबी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</w:p>
    <w:p w:rsidR="008F4AF7" w:rsidRPr="00FD6765" w:rsidRDefault="008F4AF7" w:rsidP="008F4AF7">
      <w:pPr>
        <w:pStyle w:val="libNormal"/>
      </w:pPr>
      <w:r w:rsidRPr="00FD6765">
        <w:t>6.</w:t>
      </w:r>
      <w:r w:rsidRPr="00FD6765">
        <w:tab/>
      </w:r>
      <w:r w:rsidRPr="008F4AF7">
        <w:rPr>
          <w:rFonts w:hint="cs"/>
          <w:cs/>
          <w:lang w:bidi="hi-IN"/>
        </w:rPr>
        <w:t>वाक़ेय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मिलता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हकी़क़त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पहचानने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हमेशा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कोताही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अगरचे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वफ़ात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वसीयत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मख़ूससन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हज्जतुल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कोताही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की।</w:t>
      </w:r>
    </w:p>
    <w:p w:rsidR="008F4AF7" w:rsidRPr="00FD6765" w:rsidRDefault="008F4AF7" w:rsidP="008F4AF7">
      <w:pPr>
        <w:pStyle w:val="libNormal"/>
      </w:pPr>
      <w:r w:rsidRPr="00FD6765">
        <w:t>7.</w:t>
      </w:r>
      <w:r w:rsidRPr="00FD6765">
        <w:tab/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मरजईयत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सक़लैन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मासूम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बैत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रहनुमाई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फ़रमाई।</w:t>
      </w:r>
    </w:p>
    <w:p w:rsidR="008F4AF7" w:rsidRPr="00FD6765" w:rsidRDefault="008F4AF7" w:rsidP="008F4AF7">
      <w:pPr>
        <w:pStyle w:val="libNormal"/>
      </w:pPr>
      <w:r w:rsidRPr="00FD6765">
        <w:lastRenderedPageBreak/>
        <w:t>8.</w:t>
      </w:r>
      <w:r w:rsidRPr="00FD6765">
        <w:tab/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मवाक़े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ख़ातिर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मनज़र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अंदाज़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क़ुर्बान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हालाकि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मंसूब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उठता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हूँ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क़त्ल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वअज़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नसीहत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इतमामे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मज़लूमीयत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इज़हार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समझा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महफ़ूज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अ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उशके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दर्दनाक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हादेसा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तलाफ़ी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FD6765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क़यामत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सबक़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मसलहत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9.</w:t>
      </w:r>
      <w:r w:rsidRPr="00FD6765">
        <w:tab/>
      </w:r>
      <w:r w:rsidRPr="008F4AF7">
        <w:rPr>
          <w:rFonts w:hint="cs"/>
          <w:cs/>
          <w:lang w:bidi="hi-IN"/>
        </w:rPr>
        <w:t>इकमाले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इतमामे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हक़ीक़त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इतमामे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रिज़ायत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हासिल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इकमाल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10.</w:t>
      </w:r>
      <w:r w:rsidRPr="00FD6765">
        <w:tab/>
      </w:r>
      <w:r w:rsidRPr="008F4AF7">
        <w:rPr>
          <w:rFonts w:hint="cs"/>
          <w:cs/>
          <w:lang w:bidi="hi-IN"/>
        </w:rPr>
        <w:t>तबलीग़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छुप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हुज्जतुल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ऐलान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मुतफ़र्रिक़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दिया।</w:t>
      </w:r>
    </w:p>
    <w:p w:rsidR="008F4AF7" w:rsidRPr="00FD6765" w:rsidRDefault="008F4AF7" w:rsidP="008F4AF7">
      <w:pPr>
        <w:pStyle w:val="libNormal"/>
      </w:pPr>
      <w:r w:rsidRPr="00FD6765">
        <w:t>11.</w:t>
      </w:r>
      <w:r w:rsidRPr="00FD6765">
        <w:tab/>
      </w:r>
      <w:r w:rsidRPr="008F4AF7">
        <w:rPr>
          <w:rFonts w:hint="cs"/>
          <w:cs/>
          <w:lang w:bidi="hi-IN"/>
        </w:rPr>
        <w:t>ख़िलाफ़त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उम्मते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तमाम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मासयल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फैररिस्त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हालाकि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मदीने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ख़तरनाक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बीमारी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फैल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बहुत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ख़ातिर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मुश्किल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तवज्जो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आग़ाज़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सफ़र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जानशीनी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किया।</w:t>
      </w:r>
    </w:p>
    <w:p w:rsidR="008F4AF7" w:rsidRPr="00FD6765" w:rsidRDefault="008F4AF7" w:rsidP="008F4AF7">
      <w:pPr>
        <w:pStyle w:val="libNormal"/>
      </w:pPr>
      <w:r w:rsidRPr="00FD6765">
        <w:t>12.</w:t>
      </w:r>
      <w:r w:rsidRPr="00FD6765">
        <w:tab/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रहबरी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मुआशरे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सुतून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दरहम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जायेगें</w:t>
      </w:r>
      <w:r w:rsidRPr="00FD6765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وَإِن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لَّمْ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تَفْعَلْ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فَمَا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بَلَّغْتَ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رِسَالَتَهُ</w:t>
      </w:r>
      <w:r w:rsidRPr="00FD6765"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आप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गोया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पहुचाया।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मायदा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67)</w:t>
      </w:r>
    </w:p>
    <w:p w:rsidR="00F36219" w:rsidRDefault="00F36219" w:rsidP="00DE0F6F">
      <w:pPr>
        <w:pStyle w:val="libNormal"/>
        <w:rPr>
          <w:cs/>
          <w:lang w:bidi="hi-IN"/>
        </w:rPr>
      </w:pPr>
      <w:r>
        <w:rPr>
          <w:cs/>
          <w:lang w:bidi="hi-IN"/>
        </w:rPr>
        <w:br w:type="page"/>
      </w:r>
    </w:p>
    <w:p w:rsidR="001D08AD" w:rsidRDefault="001D08AD" w:rsidP="00F36219">
      <w:pPr>
        <w:pStyle w:val="Heading1"/>
        <w:rPr>
          <w:cs/>
          <w:lang w:bidi="hi-IN"/>
        </w:rPr>
      </w:pPr>
    </w:p>
    <w:p w:rsidR="001D08AD" w:rsidRDefault="001D08AD" w:rsidP="00F36219">
      <w:pPr>
        <w:pStyle w:val="Heading1"/>
        <w:rPr>
          <w:cs/>
          <w:lang w:bidi="hi-IN"/>
        </w:rPr>
      </w:pPr>
      <w:bookmarkStart w:id="180" w:name="_Toc457825404"/>
      <w:r>
        <w:rPr>
          <w:rFonts w:hint="cs"/>
          <w:cs/>
          <w:lang w:bidi="hi-IN"/>
        </w:rPr>
        <w:t>वहा</w:t>
      </w:r>
      <w:r w:rsidRPr="008F4AF7">
        <w:rPr>
          <w:rFonts w:hint="cs"/>
          <w:cs/>
          <w:lang w:bidi="hi-IN"/>
        </w:rPr>
        <w:t>बियों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तहक़ीक़</w:t>
      </w:r>
      <w:bookmarkEnd w:id="180"/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आयात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रिवायात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सीरत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ज़ायज़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रुजहान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मुसतहब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बावजूद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वह्हाबी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मुक़ाबला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बेजा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मुक़द्दस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मानेअ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कोशिश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फिर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पहला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प्रोग्राम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उन्सुरे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मुक़व्विम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इतलाक़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उसकी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उलूहीयत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रूबूबीयत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ऐतेक़ाद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ताज़ीम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तकरीम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उन्सुर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इस्तेलाह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इबादत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प्रोग्राम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ग़ालेबन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औरतों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मर्दों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जमा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मौसीक़ी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पढ़ना।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जवाब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गुनाह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जगह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चाहे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प्रोग्राम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उसेक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अलावा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ममदूह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पसंदीदा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गुनाह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गुनाह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फ़तहुल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अक़ीदतित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तौहीद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154,155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हाशिया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मदख़ल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इब्नुल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अलहावी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लिलफ़तावा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सुयूती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1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19)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पैग़ंम्बरे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घरों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दो।इब्ने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क़य्यिम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हुरमत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इस्तिदलाल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मुद्दआ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रिवायत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क़ब्रे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इशारा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मका़मात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तरफ़।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शायद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इँसान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हुज़ूर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ख़ुज़ू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ख़ुशू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मसअला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कब्रे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मुनव्वर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मुसर्रत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साथ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आहंग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मुमानेअत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मक़मात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मुसर्रत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इज़हार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सुबकी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ऐहतेमाल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क़रार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कब्र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ज़ियारत</w:t>
      </w:r>
      <w:r w:rsidRPr="00FD6765">
        <w:t xml:space="preserve">, </w:t>
      </w:r>
      <w:r w:rsidRPr="008F4AF7">
        <w:rPr>
          <w:rFonts w:hint="cs"/>
          <w:cs/>
          <w:lang w:bidi="hi-IN"/>
        </w:rPr>
        <w:t>सलाम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पढ़ो।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मुसमदे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2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246)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हाशिय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औनिल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मअबूद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6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32)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कशफ़ुल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इरतियाब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449)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चौथा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प्रोग्राम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नज़्म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क़सीदा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ख़्वानी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ईसाईयों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मुशाबेहत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इक़तेज़ाउस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294)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मुशाबेहत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तअल्लुक़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इंसान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मुशाबेहत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लागू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कुफ़्फ़ार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ईसाईयों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शबाहत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क़स्द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हरगिज़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मग़ाज़ी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ग़ज़व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औहद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नक़्ल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मुशरेकीन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ज़िन्दाबाद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हुबल</w:t>
      </w:r>
      <w:r w:rsidRPr="00FD6765">
        <w:t xml:space="preserve">,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कहें</w:t>
      </w:r>
      <w:r w:rsidRPr="00FD6765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कहो</w:t>
      </w:r>
      <w:r w:rsidRPr="008F4AF7">
        <w:rPr>
          <w:cs/>
          <w:lang w:bidi="hi-IN"/>
        </w:rPr>
        <w:t xml:space="preserve"> .... </w:t>
      </w:r>
      <w:r w:rsidRPr="008F4AF7">
        <w:rPr>
          <w:rFonts w:hint="cs"/>
          <w:cs/>
          <w:lang w:bidi="hi-IN"/>
        </w:rPr>
        <w:t>अबू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सुफ़यान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मुशरेकीन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तहरीक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लगाया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हमारे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उज़्ज़ा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उज़्ज़ा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दो</w:t>
      </w:r>
      <w:r w:rsidRPr="00FD6765">
        <w:t xml:space="preserve">,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अर्ज़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कहें</w:t>
      </w:r>
      <w:r w:rsidRPr="00FD6765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हज़रत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कहो</w:t>
      </w:r>
      <w:r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यानी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अल्लाह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>)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बुख़ारी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</w:t>
      </w:r>
      <w:r w:rsidRPr="008F4AF7">
        <w:rPr>
          <w:cs/>
          <w:lang w:bidi="hi-IN"/>
        </w:rPr>
        <w:t xml:space="preserve"> </w:t>
      </w:r>
      <w:r w:rsidRPr="00FD6765">
        <w:t xml:space="preserve">4043,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निहाया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जिल्द</w:t>
      </w:r>
      <w:r w:rsidRPr="008F4AF7">
        <w:rPr>
          <w:cs/>
          <w:lang w:bidi="hi-IN"/>
        </w:rPr>
        <w:t xml:space="preserve"> </w:t>
      </w:r>
      <w:r w:rsidRPr="00FD6765">
        <w:t>4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28)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वह्हाबियों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रसूलल्लाह</w:t>
      </w:r>
      <w:r w:rsidRPr="00FD6765">
        <w:t xml:space="preserve">, </w:t>
      </w:r>
      <w:r w:rsidRPr="008F4AF7">
        <w:rPr>
          <w:rFonts w:hint="cs"/>
          <w:cs/>
          <w:lang w:bidi="hi-IN"/>
        </w:rPr>
        <w:t>आपका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काफ़िरों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मुशाबेह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क्या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वंदे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آمَنُوا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كُتِبَ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عَلَيْكُمُ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الصِّيَامُ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كَمَا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كُتِبَ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عَلَى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الَّذِينَ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مِن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قَبْلِكُمْ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لَعَلَّكُمْ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تَتَّقُونَ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उसी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तुम्हारे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थे।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सूर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बकरह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आयत</w:t>
      </w:r>
      <w:r w:rsidRPr="008F4AF7">
        <w:rPr>
          <w:cs/>
          <w:lang w:bidi="hi-IN"/>
        </w:rPr>
        <w:t xml:space="preserve"> </w:t>
      </w:r>
      <w:r w:rsidRPr="00FD6765">
        <w:t>183)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शेख़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शलतूत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फ़तावा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लिखते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जिसमें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सवाल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मग़रिबी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मुमालिक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टोपों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पहनना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?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उन्होने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कहना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टोपे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मुस्लिम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शेआर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lastRenderedPageBreak/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टोपों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ग़ैर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मुसलमानों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दीन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मुशाबेहत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गर्मी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सर्दी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बचने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लिये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पहनने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हरज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फ़तावा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शलतूत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पेज</w:t>
      </w:r>
      <w:r w:rsidRPr="008F4AF7">
        <w:rPr>
          <w:cs/>
          <w:lang w:bidi="hi-IN"/>
        </w:rPr>
        <w:t xml:space="preserve"> </w:t>
      </w:r>
      <w:r w:rsidRPr="00FD6765">
        <w:t>88)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सुन्नते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मेयार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चाहे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दूसरे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मुशाबेह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महफ़िल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ख़ास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8F4AF7">
        <w:rPr>
          <w:cs/>
          <w:lang w:bidi="hi-IN"/>
        </w:rPr>
        <w:t xml:space="preserve">.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शेख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शलतूत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मालूम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ईसाईयों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मुशाबेहत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मक़सूद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मुशाबेहत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नाक़ूस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बजाना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मुशाबेहत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पाचवाँ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सलफ़े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उसूल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मासूम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बल्कि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FD6765">
        <w:t xml:space="preserve">, </w:t>
      </w:r>
      <w:r w:rsidRPr="008F4AF7">
        <w:rPr>
          <w:rFonts w:hint="cs"/>
          <w:cs/>
          <w:lang w:bidi="hi-IN"/>
        </w:rPr>
        <w:t>उस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वाजिब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फ़ेअल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दलालत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सिर्फ़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हराम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दलील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B42E0E">
        <w:rPr>
          <w:rFonts w:hint="cs"/>
          <w:cs/>
          <w:lang w:bidi="hi-IN"/>
        </w:rPr>
        <w:lastRenderedPageBreak/>
        <w:t>दूसरे</w:t>
      </w:r>
      <w:r w:rsidRPr="00FD6765">
        <w:t xml:space="preserve">, </w:t>
      </w:r>
      <w:r w:rsidRPr="00B42E0E">
        <w:rPr>
          <w:rFonts w:hint="cs"/>
          <w:cs/>
          <w:lang w:bidi="hi-IN"/>
        </w:rPr>
        <w:t>इब्ने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तैमिया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के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ज़माने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से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पहले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मुसलमानों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का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अमल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और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सीरत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इस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तरह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की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महफ़िल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क़ायम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करने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पर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थी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और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अहले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सुन्नत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इस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बात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के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क़ायल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हैं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कि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इजमाअ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हुज्जत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तीसरे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इब्ने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तैमिया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बयान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हुआ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सलफ़े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सालेह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थी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जायज़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देते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कलाम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हदीसे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नबवी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ख़िलाफ़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क्योकि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रसूले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अकरम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अपने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असहाब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खिताब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हुए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फ़रमाया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: </w:t>
      </w:r>
      <w:r w:rsidRPr="008F4AF7">
        <w:rPr>
          <w:rFonts w:hint="cs"/>
          <w:cs/>
          <w:lang w:bidi="hi-IN"/>
        </w:rPr>
        <w:t>बेशक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अनक़रीब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क़ौम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वाली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मुहब्बत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निस्बत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तुम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लोगों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ज़्यादा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होगी।</w:t>
      </w:r>
    </w:p>
    <w:p w:rsidR="008F4AF7" w:rsidRPr="00FD6765" w:rsidRDefault="008F4AF7" w:rsidP="008F4AF7">
      <w:pPr>
        <w:pStyle w:val="libNormal"/>
      </w:pPr>
      <w:r w:rsidRPr="00FD6765">
        <w:t>(</w:t>
      </w:r>
      <w:r w:rsidRPr="00B42E0E">
        <w:rPr>
          <w:rFonts w:hint="cs"/>
          <w:cs/>
          <w:lang w:bidi="hi-IN"/>
        </w:rPr>
        <w:t>मजमउज़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ज़वायद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जिल्द</w:t>
      </w:r>
      <w:r w:rsidRPr="00B42E0E">
        <w:rPr>
          <w:rtl/>
          <w:cs/>
        </w:rPr>
        <w:t xml:space="preserve"> </w:t>
      </w:r>
      <w:r w:rsidRPr="00FD6765">
        <w:t>10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पेज</w:t>
      </w:r>
      <w:r w:rsidRPr="00B42E0E">
        <w:rPr>
          <w:rtl/>
          <w:cs/>
        </w:rPr>
        <w:t xml:space="preserve"> </w:t>
      </w:r>
      <w:r w:rsidRPr="00FD6765">
        <w:t xml:space="preserve">66, </w:t>
      </w:r>
      <w:r w:rsidRPr="00B42E0E">
        <w:rPr>
          <w:rFonts w:hint="cs"/>
          <w:cs/>
          <w:lang w:bidi="hi-IN"/>
        </w:rPr>
        <w:t>क़ंज़ुल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उम्माल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जिल्द</w:t>
      </w:r>
      <w:r w:rsidRPr="00B42E0E">
        <w:rPr>
          <w:rtl/>
          <w:cs/>
        </w:rPr>
        <w:t xml:space="preserve"> </w:t>
      </w:r>
      <w:r w:rsidRPr="00FD6765">
        <w:t>2</w:t>
      </w:r>
      <w:r w:rsidRPr="00B42E0E">
        <w:rPr>
          <w:rtl/>
          <w:cs/>
        </w:rPr>
        <w:t xml:space="preserve"> </w:t>
      </w:r>
      <w:r w:rsidRPr="00B42E0E">
        <w:rPr>
          <w:rFonts w:hint="cs"/>
          <w:cs/>
          <w:lang w:bidi="hi-IN"/>
        </w:rPr>
        <w:t>पेज</w:t>
      </w:r>
      <w:r w:rsidRPr="00B42E0E">
        <w:rPr>
          <w:rtl/>
          <w:cs/>
        </w:rPr>
        <w:t xml:space="preserve"> </w:t>
      </w:r>
      <w:r w:rsidRPr="00FD6765">
        <w:t>374)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छठा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ऐतेराज़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ख़ुशी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मुसर्रत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बिदअत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जवाब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अव्वल</w:t>
      </w:r>
      <w:r w:rsidRPr="00FD6765">
        <w:t xml:space="preserve">, </w:t>
      </w:r>
      <w:r w:rsidRPr="008F4AF7">
        <w:rPr>
          <w:rFonts w:hint="cs"/>
          <w:cs/>
          <w:lang w:bidi="hi-IN"/>
        </w:rPr>
        <w:t>जैसा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साबित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चुकी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मक़ाम</w:t>
      </w:r>
      <w:r w:rsidRPr="00FD6765">
        <w:t xml:space="preserve">, </w:t>
      </w:r>
      <w:r w:rsidRPr="008F4AF7">
        <w:rPr>
          <w:rFonts w:hint="cs"/>
          <w:cs/>
          <w:lang w:bidi="hi-IN"/>
        </w:rPr>
        <w:t>मज़रूफ़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लिहाज़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पैदा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FD6765">
        <w:t xml:space="preserve">, </w:t>
      </w:r>
      <w:r w:rsidRPr="008F4AF7">
        <w:rPr>
          <w:rFonts w:hint="cs"/>
          <w:cs/>
          <w:lang w:bidi="hi-IN"/>
        </w:rPr>
        <w:t>इसी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ज़माने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मख़सूस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अमल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अहमियत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क़द्र</w:t>
      </w:r>
      <w:r w:rsidRPr="00FD6765">
        <w:t xml:space="preserve">, </w:t>
      </w:r>
      <w:r w:rsidRPr="008F4AF7">
        <w:rPr>
          <w:rFonts w:hint="cs"/>
          <w:cs/>
          <w:lang w:bidi="hi-IN"/>
        </w:rPr>
        <w:t>चुनाचे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मजीद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इरशाद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>:</w:t>
      </w:r>
    </w:p>
    <w:p w:rsidR="008F4AF7" w:rsidRPr="00FD6765" w:rsidRDefault="008F4AF7" w:rsidP="008F4AF7">
      <w:pPr>
        <w:pStyle w:val="libNormal"/>
      </w:pPr>
      <w:r w:rsidRPr="00FD6765">
        <w:rPr>
          <w:rFonts w:ascii="Times New Roman" w:hAnsi="Times New Roman" w:cs="Times New Roman" w:hint="cs"/>
          <w:rtl/>
        </w:rPr>
        <w:t>انا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انزلناه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في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ليلة</w:t>
      </w:r>
      <w:r w:rsidRPr="00FD6765">
        <w:rPr>
          <w:rtl/>
        </w:rPr>
        <w:t xml:space="preserve"> </w:t>
      </w:r>
      <w:r w:rsidRPr="00FD6765">
        <w:rPr>
          <w:rFonts w:ascii="Times New Roman" w:hAnsi="Times New Roman" w:cs="Times New Roman" w:hint="cs"/>
          <w:rtl/>
        </w:rPr>
        <w:t>مباركة</w:t>
      </w:r>
      <w:r w:rsidRPr="00FD6765">
        <w:t xml:space="preserve"> 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हमने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क़ुरआने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में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नाज़िल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lastRenderedPageBreak/>
        <w:t>लिहाज़ा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विलादते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पैग़म्बरे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इस्लाम</w:t>
      </w:r>
      <w:r w:rsidRPr="008F4AF7">
        <w:rPr>
          <w:cs/>
          <w:lang w:bidi="hi-IN"/>
        </w:rPr>
        <w:t xml:space="preserve"> (</w:t>
      </w:r>
      <w:r w:rsidRPr="008F4AF7">
        <w:rPr>
          <w:rFonts w:hint="cs"/>
          <w:cs/>
          <w:lang w:bidi="hi-IN"/>
        </w:rPr>
        <w:t>स</w:t>
      </w:r>
      <w:r w:rsidRPr="008F4AF7">
        <w:rPr>
          <w:cs/>
          <w:lang w:bidi="hi-IN"/>
        </w:rPr>
        <w:t xml:space="preserve">)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ईदे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ग़दीर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मौक़े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जश्न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मनाते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वजह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मुबारक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दूसरे</w:t>
      </w:r>
      <w:r w:rsidRPr="00FD6765">
        <w:t xml:space="preserve">,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अहकामे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शरीयत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उनवान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तहत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मुतअल्लिक़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जिनकी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ततबीक़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मुकल्लफ़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होती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जैसे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ग़रीबों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और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फ़क़ीरों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मदद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एक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हुक्म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लेकिन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मिसदाक़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मुनतबिक़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ज़िम्मेदारी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ग़रीब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किस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चीज़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ज़रूरत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उसको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अंजाम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सकते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हैं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नही</w:t>
      </w:r>
      <w:r w:rsidRPr="00FD6765">
        <w:t xml:space="preserve">? </w:t>
      </w:r>
      <w:r w:rsidRPr="008F4AF7">
        <w:rPr>
          <w:rFonts w:hint="cs"/>
          <w:cs/>
          <w:lang w:bidi="hi-IN"/>
        </w:rPr>
        <w:t>यह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काम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ख़ुद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हमारा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यहाँ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मुनतबिक़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मुकल्लफ़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पर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छोड़ा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गया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ताकि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जब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भी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मुनासिब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वक़्त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देखे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मुनतबिक़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कर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दे।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अल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हम्दु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लिल्लाहि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रब्बिल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आलमीन</w:t>
      </w:r>
      <w:r w:rsidRPr="00FD6765">
        <w:t xml:space="preserve">, </w:t>
      </w:r>
      <w:r w:rsidRPr="008F4AF7">
        <w:rPr>
          <w:rFonts w:hint="cs"/>
          <w:cs/>
          <w:lang w:bidi="hi-IN"/>
        </w:rPr>
        <w:t>व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लहुश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शुक्रो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हाज़न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नेअमा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रब्बना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तक़ब्बल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मिन्ना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इन्नका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अनतस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समीऊल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अलीम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इक़बाल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हैदर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हैदरी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इतमामे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तर्जुमा</w:t>
      </w:r>
      <w:r w:rsidRPr="008F4AF7">
        <w:rPr>
          <w:cs/>
          <w:lang w:bidi="hi-IN"/>
        </w:rPr>
        <w:t xml:space="preserve"> </w:t>
      </w:r>
      <w:r w:rsidRPr="00FD6765">
        <w:t>13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रजबुल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मुरज्जब</w:t>
      </w:r>
      <w:r w:rsidRPr="008F4AF7">
        <w:rPr>
          <w:cs/>
          <w:lang w:bidi="hi-IN"/>
        </w:rPr>
        <w:t xml:space="preserve"> </w:t>
      </w:r>
      <w:r w:rsidRPr="00FD6765">
        <w:t>1427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हिजरी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ब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रोज़े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शंबा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मुताबिक़</w:t>
      </w:r>
      <w:r w:rsidRPr="008F4AF7">
        <w:rPr>
          <w:cs/>
          <w:lang w:bidi="hi-IN"/>
        </w:rPr>
        <w:t xml:space="preserve"> </w:t>
      </w:r>
      <w:r w:rsidRPr="00FD6765">
        <w:t>8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अगस्त</w:t>
      </w:r>
      <w:r w:rsidRPr="008F4AF7">
        <w:rPr>
          <w:cs/>
          <w:lang w:bidi="hi-IN"/>
        </w:rPr>
        <w:t xml:space="preserve"> </w:t>
      </w:r>
      <w:r w:rsidRPr="00FD6765">
        <w:t>2006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हिन्दी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टाइप</w:t>
      </w:r>
    </w:p>
    <w:p w:rsidR="008F4AF7" w:rsidRPr="00FD6765" w:rsidRDefault="008F4AF7" w:rsidP="008F4AF7">
      <w:pPr>
        <w:pStyle w:val="libNormal"/>
      </w:pPr>
      <w:r w:rsidRPr="008F4AF7">
        <w:rPr>
          <w:rFonts w:hint="cs"/>
          <w:cs/>
          <w:lang w:bidi="hi-IN"/>
        </w:rPr>
        <w:t>सैयद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एजाज़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हुसैन</w:t>
      </w:r>
      <w:r w:rsidRPr="008F4AF7">
        <w:rPr>
          <w:cs/>
          <w:lang w:bidi="hi-IN"/>
        </w:rPr>
        <w:t xml:space="preserve"> </w:t>
      </w:r>
      <w:r w:rsidRPr="008F4AF7">
        <w:rPr>
          <w:rFonts w:hint="cs"/>
          <w:cs/>
          <w:lang w:bidi="hi-IN"/>
        </w:rPr>
        <w:t>मूसवी</w:t>
      </w:r>
    </w:p>
    <w:p w:rsidR="00F36219" w:rsidRDefault="008F4AF7" w:rsidP="008F4AF7">
      <w:pPr>
        <w:pStyle w:val="libNormal"/>
      </w:pPr>
      <w:r w:rsidRPr="00FD6765">
        <w:t>(2008)</w:t>
      </w:r>
    </w:p>
    <w:p w:rsidR="00F36219" w:rsidRDefault="00F36219" w:rsidP="00DE0F6F">
      <w:pPr>
        <w:pStyle w:val="libNormal"/>
      </w:pPr>
      <w:r>
        <w:br w:type="page"/>
      </w:r>
    </w:p>
    <w:p w:rsidR="002A5BB1" w:rsidRDefault="001D08AD">
      <w:pPr>
        <w:pStyle w:val="TOCHeading"/>
        <w:rPr>
          <w:cs/>
          <w:lang w:bidi="hi-IN"/>
        </w:rPr>
      </w:pPr>
      <w:bookmarkStart w:id="181" w:name="_Toc457825405"/>
      <w:r>
        <w:rPr>
          <w:rFonts w:hint="cs"/>
          <w:cs/>
          <w:lang w:bidi="hi-IN"/>
        </w:rPr>
        <w:lastRenderedPageBreak/>
        <w:t>फेहरिस्त</w:t>
      </w:r>
      <w:bookmarkEnd w:id="181"/>
    </w:p>
    <w:sdt>
      <w:sdtPr>
        <w:rPr>
          <w:rFonts w:ascii="Mangal" w:eastAsia="Calibri" w:hAnsi="Mangal"/>
          <w:b w:val="0"/>
          <w:bCs w:val="0"/>
          <w:color w:val="000000"/>
        </w:rPr>
        <w:id w:val="9883938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F36219" w:rsidRDefault="00F36219" w:rsidP="002A5BB1">
          <w:pPr>
            <w:pStyle w:val="Heading1"/>
          </w:pPr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 w:rsidR="00F36219">
            <w:instrText xml:space="preserve"> TOC \o "1-3" \h \z \u </w:instrText>
          </w:r>
          <w:r>
            <w:fldChar w:fldCharType="separate"/>
          </w:r>
          <w:hyperlink w:anchor="_Toc457825224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 w:rsidRPr="00DD6459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BA522B" w:rsidRPr="00DD6459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वहदते</w:t>
            </w:r>
            <w:r w:rsidR="00BA522B" w:rsidRPr="00DD6459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इस्लामी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left" w:pos="110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25" w:history="1">
            <w:r w:rsidR="00BA522B" w:rsidRPr="00DD6459">
              <w:rPr>
                <w:rStyle w:val="Hyperlink"/>
                <w:noProof/>
              </w:rPr>
              <w:t xml:space="preserve">1. </w:t>
            </w:r>
            <w:r w:rsidR="00BA52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वहदत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ह़कीक़त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left" w:pos="110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26" w:history="1">
            <w:r w:rsidR="00BA522B" w:rsidRPr="00DD6459">
              <w:rPr>
                <w:rStyle w:val="Hyperlink"/>
                <w:noProof/>
              </w:rPr>
              <w:t xml:space="preserve">2. </w:t>
            </w:r>
            <w:r w:rsidR="00BA52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हक़ीकी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वहदत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मुमकिन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left" w:pos="110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27" w:history="1">
            <w:r w:rsidR="00BA522B" w:rsidRPr="00DD6459">
              <w:rPr>
                <w:rStyle w:val="Hyperlink"/>
                <w:noProof/>
              </w:rPr>
              <w:t>(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 w:rsidR="00BA52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हक़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तरफ़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रग़बत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28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हक़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इक़रार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left" w:pos="110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29" w:history="1">
            <w:r w:rsidR="00BA522B" w:rsidRPr="00DD6459">
              <w:rPr>
                <w:rStyle w:val="Hyperlink"/>
                <w:noProof/>
              </w:rPr>
              <w:t xml:space="preserve">3. </w:t>
            </w:r>
            <w:r w:rsidR="00BA52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दीनी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मरजअ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इंतेख़ाब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करना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30" w:history="1">
            <w:r w:rsidR="00BA522B" w:rsidRPr="00DD6459">
              <w:rPr>
                <w:rStyle w:val="Hyperlink"/>
                <w:noProof/>
              </w:rPr>
              <w:t xml:space="preserve">5.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इंसानी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ज़िन्दगी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असर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31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दलील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बुरहान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साथ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मज़हब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इंतेख़ाब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32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अंधी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तक़लीद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33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इल्मे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गैब</w:t>
            </w:r>
            <w:r w:rsidR="00BA522B" w:rsidRPr="00DD6459">
              <w:rPr>
                <w:rStyle w:val="Hyperlink"/>
                <w:noProof/>
              </w:rPr>
              <w:t xml:space="preserve">,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रिवायात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रौशनी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59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34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पैग़म्बरे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अकरम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सामने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तीन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रास्ते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35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पहले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तरीक़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तरफ़दार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68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36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पहले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तरीक़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होने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वाले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ऐतेराज़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37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दूसरे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तरीक़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ऐतेराज़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80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38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अफ़ज़लियत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दलालत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करने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वाली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अहादीस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89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39" w:history="1">
            <w:r w:rsidR="00BA522B" w:rsidRPr="00DD6459">
              <w:rPr>
                <w:rStyle w:val="Hyperlink"/>
                <w:noProof/>
              </w:rPr>
              <w:t xml:space="preserve">1.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 w:rsidR="00BA522B" w:rsidRPr="00DD6459">
              <w:rPr>
                <w:rStyle w:val="Hyperlink"/>
                <w:noProof/>
              </w:rPr>
              <w:t xml:space="preserve">,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पैग़म्बरे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अकरम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भाई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89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40" w:history="1">
            <w:r w:rsidR="00BA522B" w:rsidRPr="00DD6459">
              <w:rPr>
                <w:rStyle w:val="Hyperlink"/>
                <w:noProof/>
              </w:rPr>
              <w:t>2.</w:t>
            </w:r>
            <w:r w:rsidR="00BA522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मौलूदे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काबा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91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41" w:history="1">
            <w:r w:rsidR="00BA522B" w:rsidRPr="00DD6459">
              <w:rPr>
                <w:rStyle w:val="Hyperlink"/>
                <w:noProof/>
              </w:rPr>
              <w:t>3-</w:t>
            </w:r>
            <w:r w:rsidR="00BA522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तरबीयते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इलाही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91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42" w:history="1">
            <w:r w:rsidR="00BA522B" w:rsidRPr="00DD6459">
              <w:rPr>
                <w:rStyle w:val="Hyperlink"/>
                <w:noProof/>
              </w:rPr>
              <w:t>5-</w:t>
            </w:r>
            <w:r w:rsidR="00BA522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सबसे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पहले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मोमिन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94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43" w:history="1">
            <w:r w:rsidR="00BA522B" w:rsidRPr="00DD6459">
              <w:rPr>
                <w:rStyle w:val="Hyperlink"/>
                <w:noProof/>
              </w:rPr>
              <w:t>6.</w:t>
            </w:r>
            <w:r w:rsidR="00BA522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ख़ुदा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वंदे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आलम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नज़दीक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मख़लूक़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सबसे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ज़्यादा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महबूब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95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44" w:history="1">
            <w:r w:rsidR="00BA522B" w:rsidRPr="00DD6459">
              <w:rPr>
                <w:rStyle w:val="Hyperlink"/>
                <w:noProof/>
              </w:rPr>
              <w:t>7.</w:t>
            </w:r>
            <w:r w:rsidR="00BA522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औऱ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पैग़म्बर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एक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नूर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96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45" w:history="1">
            <w:r w:rsidR="00BA522B" w:rsidRPr="00DD6459">
              <w:rPr>
                <w:rStyle w:val="Hyperlink"/>
                <w:noProof/>
              </w:rPr>
              <w:t xml:space="preserve">8. </w:t>
            </w:r>
            <w:r w:rsidR="00BA522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सबसे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बड़े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ज़ाहिद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96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46" w:history="1">
            <w:r w:rsidR="00BA522B" w:rsidRPr="00DD6459">
              <w:rPr>
                <w:rStyle w:val="Hyperlink"/>
                <w:noProof/>
              </w:rPr>
              <w:t>9.</w:t>
            </w:r>
            <w:r w:rsidR="00BA522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सहाबा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सबसे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ज़्यादा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शुजाअ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बहादुर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96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47" w:history="1">
            <w:r w:rsidR="00BA522B" w:rsidRPr="00DD6459">
              <w:rPr>
                <w:rStyle w:val="Hyperlink"/>
                <w:noProof/>
              </w:rPr>
              <w:t>10.</w:t>
            </w:r>
            <w:r w:rsidR="00BA522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सहाबा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सबसे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बड़े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आलिम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98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48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आलमीयत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इक़रार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सहाबा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ज़बानी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99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49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="00BA52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तमाम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उलूम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मर्कज़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100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50" w:history="1">
            <w:r w:rsidR="00BA522B" w:rsidRPr="00DD6459">
              <w:rPr>
                <w:rStyle w:val="Hyperlink"/>
                <w:noProof/>
              </w:rPr>
              <w:t>11.</w:t>
            </w:r>
            <w:r w:rsidR="00BA522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ज़माने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बुत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शिकन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101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51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="00BA52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तरबीयती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तैयारी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103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52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आपकी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इमामत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विलायत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बयान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53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अमली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तदबीरें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54" w:history="1">
            <w:r w:rsidR="00BA522B" w:rsidRPr="00DD6459">
              <w:rPr>
                <w:rStyle w:val="Hyperlink"/>
                <w:noProof/>
              </w:rPr>
              <w:t>1.</w:t>
            </w:r>
            <w:r w:rsidR="00BA52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रोज़े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हाथों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बुलंद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करना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55" w:history="1">
            <w:r w:rsidR="00BA522B" w:rsidRPr="00DD6459">
              <w:rPr>
                <w:rStyle w:val="Hyperlink"/>
                <w:noProof/>
              </w:rPr>
              <w:t>2.</w:t>
            </w:r>
            <w:r w:rsidR="00BA52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लश्करे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ओसामा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रवाना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करना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56" w:history="1">
            <w:r w:rsidR="00BA522B" w:rsidRPr="00DD6459">
              <w:rPr>
                <w:rStyle w:val="Hyperlink"/>
                <w:noProof/>
              </w:rPr>
              <w:t xml:space="preserve">3.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वसीयत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लिखने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हुक्म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57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उमर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वसीयत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नामा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लिखे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जाने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रुकावट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क्यों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noProof/>
              </w:rPr>
              <w:t>?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58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59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वाकेय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60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वाक़ेय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61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गद़ीर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ज़ुग़राफ़ियाई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हैसियत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62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सहाबा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रावी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63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नक़्ल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करने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वाले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ताबेईन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145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64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दूसरी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सदी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रावी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65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तीसरी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सदी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रावी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66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चौथी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सदी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रावी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67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पाँचवी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सदी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रावी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149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68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छठी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सदी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रावी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69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सातवी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सदी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रावी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70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आठवीं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सदी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रावी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152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71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नवीं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सदी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रावी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153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72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दसवीं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सदी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रावी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73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गवारहवीं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सदी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रावी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74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बारहवीं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सदी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रावी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75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तेरहवीं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सदी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रावी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76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चौदहवीं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सदी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रावी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156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77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तवातुर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78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तवातुर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इक़रार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करने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वाले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उलामा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79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तहनीयत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170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80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तहनीयत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अहले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सुन्नत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रावी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81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मुवल्लेफ़ीने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175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82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दलादत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178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83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छिपाने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वाले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200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84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ऐहतेजाजात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205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85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="00BA522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रोज़े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शूरा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206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86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ख़िलाफ़ते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उस्मान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ज़माने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208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87" w:history="1">
            <w:r w:rsidR="00BA522B" w:rsidRPr="00DD6459">
              <w:rPr>
                <w:rStyle w:val="Hyperlink"/>
                <w:noProof/>
              </w:rPr>
              <w:t>(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कूफ़े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मजमे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88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गवाही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देने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वाले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हज़रात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89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ल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जंगे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जमल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ऐहतेजाज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90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कूफ़े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सवारान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291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ल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जंगे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सिफ़्फ़ीन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ऐहतेजाज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92" w:history="1">
            <w:r w:rsidR="00BA522B" w:rsidRPr="00DD6459">
              <w:rPr>
                <w:rStyle w:val="Hyperlink"/>
                <w:noProof/>
              </w:rPr>
              <w:t>2.</w:t>
            </w:r>
            <w:r w:rsidR="00BA52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ज़रिये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ज़हरा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ऐहतेजाज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93" w:history="1">
            <w:r w:rsidR="00BA522B" w:rsidRPr="00DD6459">
              <w:rPr>
                <w:rStyle w:val="Hyperlink"/>
                <w:noProof/>
              </w:rPr>
              <w:t>3.</w:t>
            </w:r>
            <w:r w:rsidR="00BA52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ज़रिये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दीगर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हज़रात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ऐहतेजाज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94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ऐतेराज़ात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तहक़ीक़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95" w:history="1">
            <w:r w:rsidR="00BA522B" w:rsidRPr="00DD6459">
              <w:rPr>
                <w:rStyle w:val="Hyperlink"/>
                <w:noProof/>
              </w:rPr>
              <w:t>2.</w:t>
            </w:r>
            <w:r w:rsidR="00BA52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सेहत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लोगों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दरमियान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इख़्तिलाफ़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96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मुतकल्लेमीन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बयानात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97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जीम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अहले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लुग़त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बयान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98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लफ़्ज़े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मौला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अस्ल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left" w:pos="110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299" w:history="1">
            <w:r w:rsidR="00BA522B" w:rsidRPr="00DD6459">
              <w:rPr>
                <w:rStyle w:val="Hyperlink"/>
                <w:noProof/>
              </w:rPr>
              <w:t xml:space="preserve">4. </w:t>
            </w:r>
            <w:r w:rsidR="00BA52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मुहब्बत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औला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सज़ावार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होना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_Toc457825299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left" w:pos="110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00" w:history="1">
            <w:r w:rsidR="00BA522B" w:rsidRPr="00DD6459">
              <w:rPr>
                <w:rStyle w:val="Hyperlink"/>
                <w:noProof/>
              </w:rPr>
              <w:t xml:space="preserve">5. </w:t>
            </w:r>
            <w:r w:rsidR="00BA52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उस्मान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बाद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अमीर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इमामत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left" w:pos="110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01" w:history="1">
            <w:r w:rsidR="00BA522B" w:rsidRPr="00DD6459">
              <w:rPr>
                <w:rStyle w:val="Hyperlink"/>
                <w:noProof/>
              </w:rPr>
              <w:t xml:space="preserve">7. </w:t>
            </w:r>
            <w:r w:rsidR="00BA52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ताज़ीम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अवलवियत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ऐहतेमाल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left" w:pos="110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02" w:history="1">
            <w:r w:rsidR="00BA522B" w:rsidRPr="00DD6459">
              <w:rPr>
                <w:rStyle w:val="Hyperlink"/>
                <w:noProof/>
              </w:rPr>
              <w:t xml:space="preserve">8. </w:t>
            </w:r>
            <w:r w:rsidR="00BA52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सूरए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आले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इमरान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आयत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noProof/>
              </w:rPr>
              <w:t>68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मुख़ालिफ़त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03" w:history="1">
            <w:r w:rsidR="00BA522B" w:rsidRPr="00DD6459">
              <w:rPr>
                <w:rStyle w:val="Hyperlink"/>
                <w:noProof/>
              </w:rPr>
              <w:t xml:space="preserve">9.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ज़ैले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04" w:history="1">
            <w:r w:rsidR="00BA522B" w:rsidRPr="00DD6459">
              <w:rPr>
                <w:rStyle w:val="Hyperlink"/>
                <w:noProof/>
              </w:rPr>
              <w:t xml:space="preserve">10.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मौला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मअना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महबूब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हैं।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left" w:pos="110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05" w:history="1">
            <w:r w:rsidR="00BA522B" w:rsidRPr="00DD6459">
              <w:rPr>
                <w:rStyle w:val="Hyperlink"/>
                <w:noProof/>
              </w:rPr>
              <w:t>11.</w:t>
            </w:r>
            <w:r w:rsidR="00BA52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हसने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मुसन्ना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रिवायत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इस्तिदलाल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left" w:pos="110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06" w:history="1">
            <w:r w:rsidR="00BA522B" w:rsidRPr="00DD6459">
              <w:rPr>
                <w:rStyle w:val="Hyperlink"/>
                <w:noProof/>
              </w:rPr>
              <w:t>12.</w:t>
            </w:r>
            <w:r w:rsidR="00BA52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मुहब्बत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मअना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मुराद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लेने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क़रीने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मौजूद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होना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07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आयए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बल्लिग़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253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08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आयत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बारे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तहक़ीक़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09" w:history="1">
            <w:r w:rsidR="00BA522B" w:rsidRPr="00DD6459">
              <w:rPr>
                <w:rStyle w:val="Hyperlink"/>
                <w:noProof/>
              </w:rPr>
              <w:t>1.</w:t>
            </w:r>
            <w:r w:rsidR="00BA522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ज़ुहूरे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फ़ेल</w:t>
            </w:r>
            <w:r w:rsidR="00BA522B" w:rsidRPr="00DD6459">
              <w:rPr>
                <w:rStyle w:val="Hyperlink"/>
                <w:noProof/>
              </w:rPr>
              <w:t xml:space="preserve">,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माज़ी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होता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10" w:history="1">
            <w:r w:rsidR="00BA522B" w:rsidRPr="00DD6459">
              <w:rPr>
                <w:rStyle w:val="Hyperlink"/>
                <w:noProof/>
              </w:rPr>
              <w:t>2.</w:t>
            </w:r>
            <w:r w:rsidR="00BA522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शर्त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अहमियत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बयान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11" w:history="1">
            <w:r w:rsidR="00BA522B" w:rsidRPr="00DD6459">
              <w:rPr>
                <w:rStyle w:val="Hyperlink"/>
                <w:noProof/>
              </w:rPr>
              <w:t>3.</w:t>
            </w:r>
            <w:r w:rsidR="00BA522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पैग़म्बरे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अकरम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क्या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ख़ौफ़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था</w:t>
            </w:r>
            <w:r w:rsidR="00BA522B" w:rsidRPr="00DD6459">
              <w:rPr>
                <w:rStyle w:val="Hyperlink"/>
                <w:noProof/>
              </w:rPr>
              <w:t>?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256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12" w:history="1">
            <w:r w:rsidR="00BA522B" w:rsidRPr="00DD6459">
              <w:rPr>
                <w:rStyle w:val="Hyperlink"/>
                <w:noProof/>
              </w:rPr>
              <w:t>4.</w:t>
            </w:r>
            <w:r w:rsidR="00BA522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अन्नास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क्या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मुराद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 w:rsidR="00BA522B" w:rsidRPr="00DD6459">
              <w:rPr>
                <w:rStyle w:val="Hyperlink"/>
                <w:noProof/>
              </w:rPr>
              <w:t>?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256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13" w:history="1">
            <w:r w:rsidR="00BA522B" w:rsidRPr="00DD6459">
              <w:rPr>
                <w:rStyle w:val="Hyperlink"/>
                <w:noProof/>
              </w:rPr>
              <w:t>5.</w:t>
            </w:r>
            <w:r w:rsidR="00BA522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इस्मत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मअना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14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रिवायात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छानबीन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15" w:history="1">
            <w:r w:rsidR="00BA522B" w:rsidRPr="00DD6459">
              <w:rPr>
                <w:rStyle w:val="Hyperlink"/>
                <w:noProof/>
              </w:rPr>
              <w:t>1.</w:t>
            </w:r>
            <w:r w:rsidR="00BA52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अबू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नईम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इस्फ़हानी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रिवायत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258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16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सनद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छान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बीन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258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17" w:history="1">
            <w:r w:rsidR="00BA522B" w:rsidRPr="00DD6459">
              <w:rPr>
                <w:rStyle w:val="Hyperlink"/>
                <w:noProof/>
              </w:rPr>
              <w:t>2.</w:t>
            </w:r>
            <w:r w:rsidR="00BA522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इब्ने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असाकर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रिवायत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260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18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सनद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छानबीन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261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left" w:pos="110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19" w:history="1">
            <w:r w:rsidR="00BA522B" w:rsidRPr="00DD6459">
              <w:rPr>
                <w:rStyle w:val="Hyperlink"/>
                <w:noProof/>
              </w:rPr>
              <w:t xml:space="preserve">3. </w:t>
            </w:r>
            <w:r w:rsidR="00BA52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वाहिदी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रिवायत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263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left" w:pos="110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20" w:history="1">
            <w:r w:rsidR="00BA522B" w:rsidRPr="00DD6459">
              <w:rPr>
                <w:rStyle w:val="Hyperlink"/>
                <w:noProof/>
              </w:rPr>
              <w:t xml:space="preserve">4. </w:t>
            </w:r>
            <w:r w:rsidR="00BA52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हिबरी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रिवायत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264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21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अहले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बैत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निगाह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आयत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शाने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नुज़ूल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265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22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रिवायत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करने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वाले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उलामा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अहले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सुन्नत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269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23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ऐतेराज़ात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छानबीन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275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24" w:history="1">
            <w:r w:rsidR="00BA522B" w:rsidRPr="00DD6459">
              <w:rPr>
                <w:rStyle w:val="Hyperlink"/>
                <w:noProof/>
              </w:rPr>
              <w:t>1.</w:t>
            </w:r>
            <w:r w:rsidR="00BA52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आयत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नुज़ूल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मदीने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पैग़म्बरे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अकरम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हिफ़ाज़त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लिये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हुआ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था।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275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25" w:history="1">
            <w:r w:rsidR="00BA522B" w:rsidRPr="00DD6459">
              <w:rPr>
                <w:rStyle w:val="Hyperlink"/>
                <w:noProof/>
              </w:rPr>
              <w:t>2.</w:t>
            </w:r>
            <w:r w:rsidR="00BA52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मक्के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हिफ़ाज़त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सिलसिले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आयत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नुज़ूल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277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26" w:history="1">
            <w:r w:rsidR="00BA522B" w:rsidRPr="00DD6459">
              <w:rPr>
                <w:rStyle w:val="Hyperlink"/>
                <w:noProof/>
              </w:rPr>
              <w:t>3.</w:t>
            </w:r>
            <w:r w:rsidR="00BA52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बनी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अनमार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जंग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वक़्त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आयत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नुज़ूल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278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27" w:history="1">
            <w:r w:rsidR="00BA522B" w:rsidRPr="00DD6459">
              <w:rPr>
                <w:rStyle w:val="Hyperlink"/>
                <w:noProof/>
              </w:rPr>
              <w:t xml:space="preserve">4.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रज्म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क़िसास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बारे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आयत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नुज़ूल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280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28" w:history="1">
            <w:r w:rsidR="00BA522B" w:rsidRPr="00DD6459">
              <w:rPr>
                <w:rStyle w:val="Hyperlink"/>
                <w:noProof/>
              </w:rPr>
              <w:t xml:space="preserve">5.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यहूद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मक्कारी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बारे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आयत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नुज़ूल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281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29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आय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इकमाल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283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30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अहादीस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छानबीन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284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31" w:history="1">
            <w:r w:rsidR="00BA522B" w:rsidRPr="00DD6459">
              <w:rPr>
                <w:rStyle w:val="Hyperlink"/>
                <w:noProof/>
              </w:rPr>
              <w:t xml:space="preserve">1.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अबू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नईम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इस्फ़हानी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रिवायत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284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32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सनद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छानबीन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33" w:history="1">
            <w:r w:rsidR="00BA522B" w:rsidRPr="00DD6459">
              <w:rPr>
                <w:rStyle w:val="Hyperlink"/>
                <w:noProof/>
              </w:rPr>
              <w:t>2</w:t>
            </w:r>
            <w:r w:rsidR="00BA52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ख़तीबे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बग़दादी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रिवायत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287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34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सनद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छानबीन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288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35" w:history="1">
            <w:r w:rsidR="00BA522B" w:rsidRPr="00DD6459">
              <w:rPr>
                <w:rStyle w:val="Hyperlink"/>
                <w:noProof/>
              </w:rPr>
              <w:t xml:space="preserve">3.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इब्ने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असाकर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रिवायत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290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36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सनद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छान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बीन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291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left" w:pos="110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37" w:history="1">
            <w:r w:rsidR="00BA522B" w:rsidRPr="00DD6459">
              <w:rPr>
                <w:rStyle w:val="Hyperlink"/>
                <w:noProof/>
              </w:rPr>
              <w:t xml:space="preserve">4. </w:t>
            </w:r>
            <w:r w:rsidR="00BA52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इब्ने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असाकर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दूसरी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रिवायत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292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38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सनद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छानबीन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292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39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आयत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शाने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नुज़ूल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बारे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नज़रियात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296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40" w:history="1">
            <w:r w:rsidR="00BA522B" w:rsidRPr="00DD6459">
              <w:rPr>
                <w:rStyle w:val="Hyperlink"/>
                <w:noProof/>
              </w:rPr>
              <w:t>1.</w:t>
            </w:r>
            <w:r w:rsidR="00BA522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अज़मते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इस्लाम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ज़माने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तरफ़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इशारा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296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41" w:history="1">
            <w:r w:rsidR="00BA522B" w:rsidRPr="00DD6459">
              <w:rPr>
                <w:rStyle w:val="Hyperlink"/>
                <w:noProof/>
              </w:rPr>
              <w:t>2.</w:t>
            </w:r>
            <w:r w:rsidR="00BA522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रोज़े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अरफ़ा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आयत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नुज़ूल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297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42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लफ़्ज़े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यौम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इस्तेमालात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302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43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कुफ़्फ़ार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लालच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305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44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आयत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रोज़े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ख़ुसूसियात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45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नुज़ूले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आयत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कैफ़ियत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46" w:history="1">
            <w:r w:rsidR="00BA522B" w:rsidRPr="00DD6459">
              <w:rPr>
                <w:rStyle w:val="Hyperlink"/>
                <w:noProof/>
              </w:rPr>
              <w:t xml:space="preserve">1.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शिया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उलामा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नज़रिया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47" w:history="1">
            <w:r w:rsidR="00BA522B" w:rsidRPr="00DD6459">
              <w:rPr>
                <w:rStyle w:val="Hyperlink"/>
                <w:noProof/>
              </w:rPr>
              <w:t xml:space="preserve">2.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दूसरा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ऐहतेमाल</w:t>
            </w:r>
            <w:r w:rsidR="00BA522B" w:rsidRPr="00DD6459">
              <w:rPr>
                <w:rStyle w:val="Hyperlink"/>
                <w:noProof/>
              </w:rPr>
              <w:t xml:space="preserve">,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अहले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सुन्नत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नज़रिया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48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आय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सअला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सायलुन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49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वाक़ेय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आयत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नुज़ूल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इक़रार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50" w:history="1">
            <w:r w:rsidR="00BA522B" w:rsidRPr="00DD6459">
              <w:rPr>
                <w:rStyle w:val="Hyperlink"/>
                <w:noProof/>
              </w:rPr>
              <w:t>1.</w:t>
            </w:r>
            <w:r w:rsidR="00BA52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अबू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इसहाक़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सालबी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51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अबू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इसहाक़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सालबी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मुख़्तसर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हालात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52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सुफ़यान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ऐनिया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मुख़्तसर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हालात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53" w:history="1">
            <w:r w:rsidR="00BA522B" w:rsidRPr="00DD6459">
              <w:rPr>
                <w:rStyle w:val="Hyperlink"/>
                <w:noProof/>
              </w:rPr>
              <w:t>2.</w:t>
            </w:r>
            <w:r w:rsidR="00BA52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अबू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उबैद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हरवी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मुतवफ़्फ़ा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noProof/>
              </w:rPr>
              <w:t>223)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left" w:pos="110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54" w:history="1">
            <w:r w:rsidR="00BA522B" w:rsidRPr="00DD6459">
              <w:rPr>
                <w:rStyle w:val="Hyperlink"/>
                <w:noProof/>
              </w:rPr>
              <w:t xml:space="preserve">3. </w:t>
            </w:r>
            <w:r w:rsidR="00BA52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शेखुल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इस्लाम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हम्मूई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55" w:history="1">
            <w:r w:rsidR="00BA522B" w:rsidRPr="00DD6459">
              <w:rPr>
                <w:rStyle w:val="Hyperlink"/>
                <w:noProof/>
              </w:rPr>
              <w:t>4.</w:t>
            </w:r>
            <w:r w:rsidR="00BA52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हाकिम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हसकानी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56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अब्दुर्हमान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असदी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>: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57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सुफ़यान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सईद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>: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58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अहले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बैत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असहाब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रावी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59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दलालत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60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चंद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ऐतेराज़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उनके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जवाब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61" w:history="1">
            <w:r w:rsidR="00BA522B" w:rsidRPr="00DD6459">
              <w:rPr>
                <w:rStyle w:val="Hyperlink"/>
                <w:noProof/>
              </w:rPr>
              <w:t xml:space="preserve">1.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सूर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मआरिज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मक्की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>!!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62" w:history="1">
            <w:r w:rsidR="00BA522B" w:rsidRPr="00DD6459">
              <w:rPr>
                <w:rStyle w:val="Hyperlink"/>
                <w:noProof/>
              </w:rPr>
              <w:t>2.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ख़ुदा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वंदे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आलम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पैग़म्बरे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अकरम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होते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हुए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अज़ाब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नही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करेगा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>!!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63" w:history="1">
            <w:r w:rsidR="00BA522B" w:rsidRPr="00DD6459">
              <w:rPr>
                <w:rStyle w:val="Hyperlink"/>
                <w:noProof/>
              </w:rPr>
              <w:t xml:space="preserve">3.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अगर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ऐसा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था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तो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मोजिज़ा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होना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चाहिये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था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>!!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64" w:history="1">
            <w:r w:rsidR="00BA522B" w:rsidRPr="00DD6459">
              <w:rPr>
                <w:rStyle w:val="Hyperlink"/>
                <w:noProof/>
              </w:rPr>
              <w:t xml:space="preserve">3.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मुसलमान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दुनिया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अज़ाब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नही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होता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>!!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65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इज्तेहादी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तरीक़े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तरफ़दार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66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मुख़ालिफ़त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मकतबे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ख़ुलाफ़ा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बहाना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67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उम्र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होना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68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ख़ुदा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नही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चाहा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69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दूसरा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सबब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: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दुश्मनी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कीना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70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तीसरा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सबब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: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अदालत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71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चौथा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सबब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: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बनी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हाशिम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दुश्मनी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358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72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इंकार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नतायज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363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73" w:history="1">
            <w:r w:rsidR="00BA522B" w:rsidRPr="00DD6459">
              <w:rPr>
                <w:rStyle w:val="Hyperlink"/>
                <w:noProof/>
              </w:rPr>
              <w:t>1.</w:t>
            </w:r>
            <w:r w:rsidR="00BA522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डाक्टर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अहमद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महमूद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सुबही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364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74" w:history="1">
            <w:r w:rsidR="00BA522B" w:rsidRPr="00DD6459">
              <w:rPr>
                <w:rStyle w:val="Hyperlink"/>
                <w:noProof/>
              </w:rPr>
              <w:t xml:space="preserve">2.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जाहिज़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366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75" w:history="1">
            <w:r w:rsidR="00BA522B" w:rsidRPr="00DD6459">
              <w:rPr>
                <w:rStyle w:val="Hyperlink"/>
                <w:noProof/>
              </w:rPr>
              <w:t xml:space="preserve">3.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इब्ने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क़तीबा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366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76" w:history="1">
            <w:r w:rsidR="00BA522B" w:rsidRPr="00DD6459">
              <w:rPr>
                <w:rStyle w:val="Hyperlink"/>
                <w:noProof/>
              </w:rPr>
              <w:t xml:space="preserve">4.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मक़रेज़ी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77" w:history="1">
            <w:r w:rsidR="00BA522B" w:rsidRPr="00DD6459">
              <w:rPr>
                <w:rStyle w:val="Hyperlink"/>
                <w:noProof/>
              </w:rPr>
              <w:t>5.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इब्ने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हज़्म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ज़ाहिरी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78" w:history="1">
            <w:r w:rsidR="00BA522B" w:rsidRPr="00DD6459">
              <w:rPr>
                <w:rStyle w:val="Hyperlink"/>
                <w:noProof/>
              </w:rPr>
              <w:t xml:space="preserve">2. </w:t>
            </w:r>
            <w:r w:rsidR="00BA522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अबुस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सना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आलूसी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368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79" w:history="1">
            <w:r w:rsidR="00BA522B" w:rsidRPr="00DD6459">
              <w:rPr>
                <w:rStyle w:val="Hyperlink"/>
                <w:noProof/>
              </w:rPr>
              <w:t xml:space="preserve">3. </w:t>
            </w:r>
            <w:r w:rsidR="00BA522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डाक्टर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ताहा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मिस्री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369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80" w:history="1">
            <w:r w:rsidR="00BA522B" w:rsidRPr="00DD6459">
              <w:rPr>
                <w:rStyle w:val="Hyperlink"/>
                <w:noProof/>
              </w:rPr>
              <w:t xml:space="preserve">4. </w:t>
            </w:r>
            <w:r w:rsidR="00BA522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मशहूर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मुवर्रिख़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सैयद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अमीर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हिन्दी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372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81" w:history="1">
            <w:r w:rsidR="00BA522B" w:rsidRPr="00DD6459">
              <w:rPr>
                <w:rStyle w:val="Hyperlink"/>
                <w:noProof/>
              </w:rPr>
              <w:t xml:space="preserve">5. </w:t>
            </w:r>
            <w:r w:rsidR="00BA522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डाक्टर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अहमद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अमीन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मिस्री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373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82" w:history="1">
            <w:r w:rsidR="00BA522B" w:rsidRPr="00DD6459">
              <w:rPr>
                <w:rStyle w:val="Hyperlink"/>
                <w:noProof/>
              </w:rPr>
              <w:t xml:space="preserve">11.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अब्बास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महमूद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अक़्क़ाद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376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83" w:history="1">
            <w:r w:rsidR="00BA522B" w:rsidRPr="00DD6459">
              <w:rPr>
                <w:rStyle w:val="Hyperlink"/>
                <w:noProof/>
              </w:rPr>
              <w:t>12.</w:t>
            </w:r>
            <w:r w:rsidR="00BA522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डाक्टर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महमूद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ख़ालिदी</w:t>
            </w:r>
            <w:r w:rsidR="00BA522B" w:rsidRPr="00DD6459">
              <w:rPr>
                <w:rStyle w:val="Hyperlink"/>
                <w:noProof/>
              </w:rPr>
              <w:t xml:space="preserve">,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प्रोफ़ेसर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यरमूक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युनिवर्सिटी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जार्डन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377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84" w:history="1">
            <w:r w:rsidR="00BA522B" w:rsidRPr="00DD6459">
              <w:rPr>
                <w:rStyle w:val="Hyperlink"/>
                <w:noProof/>
              </w:rPr>
              <w:t>13.</w:t>
            </w:r>
            <w:r w:rsidR="00BA522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मुस्तफ़ा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राफ़ेई</w:t>
            </w:r>
            <w:r w:rsidR="00BA522B" w:rsidRPr="00DD6459">
              <w:rPr>
                <w:rStyle w:val="Hyperlink"/>
                <w:noProof/>
              </w:rPr>
              <w:t xml:space="preserve">,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पेरिस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युनिवर्सिटी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हुक़ूक़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माहिर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377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85" w:history="1">
            <w:r w:rsidR="00BA522B" w:rsidRPr="00DD6459">
              <w:rPr>
                <w:rStyle w:val="Hyperlink"/>
                <w:noProof/>
              </w:rPr>
              <w:t>14.</w:t>
            </w:r>
            <w:r w:rsidR="00BA522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मुहम्मद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रशीद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रज़ा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378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86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जश्ने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मुनअक़िद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करना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380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87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वह्हबियों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फ़तवे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381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88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वुजूबे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मुहब्बत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383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89" w:history="1">
            <w:r w:rsidR="00BA522B" w:rsidRPr="00DD6459">
              <w:rPr>
                <w:rStyle w:val="Hyperlink"/>
                <w:noProof/>
              </w:rPr>
              <w:t xml:space="preserve">1.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ख़ुदा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वंदे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आलम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मुहब्बत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383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90" w:history="1">
            <w:r w:rsidR="00BA522B" w:rsidRPr="00DD6459">
              <w:rPr>
                <w:rStyle w:val="Hyperlink"/>
                <w:noProof/>
              </w:rPr>
              <w:t xml:space="preserve">2.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रसूले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अकरम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मुहब्बत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384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91" w:history="1">
            <w:r w:rsidR="00BA522B" w:rsidRPr="00DD6459">
              <w:rPr>
                <w:rStyle w:val="Hyperlink"/>
                <w:noProof/>
              </w:rPr>
              <w:t xml:space="preserve">3.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अहले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बैते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पैग़म्बर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92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किन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वुजूहात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बेना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आले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रसूल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मुहब्बत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जाये</w:t>
            </w:r>
            <w:r w:rsidR="00BA522B" w:rsidRPr="00DD6459">
              <w:rPr>
                <w:rStyle w:val="Hyperlink"/>
                <w:noProof/>
              </w:rPr>
              <w:t>?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93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याद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मनाना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क़ुरआन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रौशनी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389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94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हज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389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95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ब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सफ़ा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मरवा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390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96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जीम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क़ुर्बानी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391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397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द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.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रमिये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जमरात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392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98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जश्न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याद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मनाना</w:t>
            </w:r>
            <w:r w:rsidR="00BA522B" w:rsidRPr="00DD6459">
              <w:rPr>
                <w:rStyle w:val="Hyperlink"/>
                <w:noProof/>
              </w:rPr>
              <w:t xml:space="preserve">,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हदीस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रौशनी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398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399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जश्न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मनाने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फ़वायद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_Toc457825399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401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400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इस्लाम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ईदे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अहमियत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_Toc457825400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403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401" w:history="1">
            <w:r w:rsidR="00BA522B" w:rsidRPr="00DD6459">
              <w:rPr>
                <w:rStyle w:val="Hyperlink"/>
                <w:noProof/>
              </w:rPr>
              <w:t xml:space="preserve">1. </w:t>
            </w:r>
            <w:r w:rsidR="00BA522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शियों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मख़्सूस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न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होना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403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402" w:history="1">
            <w:r w:rsidR="00BA522B" w:rsidRPr="00DD6459">
              <w:rPr>
                <w:rStyle w:val="Hyperlink"/>
                <w:noProof/>
              </w:rPr>
              <w:t>2.</w:t>
            </w:r>
            <w:r w:rsidR="00BA522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ईदे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इब्तेदा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406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7825403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ग़दीर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पैग़ामात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407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404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वहाबियों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ऐतेराज़ात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A522B" w:rsidRPr="00DD645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तहक़ीक़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412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522B" w:rsidRDefault="008314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7825405" w:history="1">
            <w:r w:rsidR="00BA522B" w:rsidRPr="00DD6459">
              <w:rPr>
                <w:rStyle w:val="Hyperlink"/>
                <w:rFonts w:cs="Mangal" w:hint="cs"/>
                <w:noProof/>
                <w:cs/>
                <w:lang w:bidi="hi-IN"/>
              </w:rPr>
              <w:t>फेहरिस्त</w:t>
            </w:r>
            <w:r w:rsidR="00BA5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522B">
              <w:rPr>
                <w:noProof/>
                <w:webHidden/>
              </w:rPr>
              <w:instrText xml:space="preserve"> PAGEREF _Toc457825405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2B">
              <w:rPr>
                <w:noProof/>
                <w:webHidden/>
              </w:rPr>
              <w:t>419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6219" w:rsidRDefault="008314D0" w:rsidP="00DE0F6F">
          <w:pPr>
            <w:pStyle w:val="libNormal"/>
          </w:pPr>
          <w:r>
            <w:fldChar w:fldCharType="end"/>
          </w:r>
        </w:p>
      </w:sdtContent>
    </w:sdt>
    <w:sectPr w:rsidR="00F36219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12E" w:rsidRDefault="00CD712E" w:rsidP="008B7801">
      <w:pPr>
        <w:spacing w:after="0" w:line="240" w:lineRule="auto"/>
      </w:pPr>
      <w:r>
        <w:separator/>
      </w:r>
    </w:p>
  </w:endnote>
  <w:endnote w:type="continuationSeparator" w:id="0">
    <w:p w:rsidR="00CD712E" w:rsidRDefault="00CD712E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laimanLipi">
    <w:altName w:val="Corbel"/>
    <w:charset w:val="00"/>
    <w:family w:val="script"/>
    <w:pitch w:val="fixed"/>
    <w:sig w:usb0="00000001" w:usb1="00002000" w:usb2="00000000" w:usb3="00000000" w:csb0="00000093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8AD" w:rsidRDefault="008314D0">
    <w:pPr>
      <w:pStyle w:val="Footer"/>
      <w:jc w:val="center"/>
    </w:pPr>
    <w:r w:rsidRPr="00AA7385">
      <w:rPr>
        <w:rFonts w:ascii="SutonnyMJ" w:hAnsi="SutonnyMJ" w:cs="SutonnyMJ"/>
      </w:rPr>
      <w:fldChar w:fldCharType="begin"/>
    </w:r>
    <w:r w:rsidR="001D08AD" w:rsidRPr="00AA7385">
      <w:rPr>
        <w:rFonts w:ascii="SutonnyMJ" w:hAnsi="SutonnyMJ" w:cs="SutonnyMJ"/>
      </w:rPr>
      <w:instrText xml:space="preserve"> PAGE   \* MERGEFORMAT </w:instrText>
    </w:r>
    <w:r w:rsidRPr="00AA7385">
      <w:rPr>
        <w:rFonts w:ascii="SutonnyMJ" w:hAnsi="SutonnyMJ" w:cs="SutonnyMJ"/>
      </w:rPr>
      <w:fldChar w:fldCharType="separate"/>
    </w:r>
    <w:r w:rsidR="0067548B">
      <w:rPr>
        <w:rFonts w:ascii="SutonnyMJ" w:hAnsi="SutonnyMJ" w:cs="SutonnyMJ"/>
        <w:noProof/>
      </w:rPr>
      <w:t>419</w:t>
    </w:r>
    <w:r w:rsidRPr="00AA7385">
      <w:rPr>
        <w:rFonts w:ascii="SutonnyMJ" w:hAnsi="SutonnyMJ" w:cs="SutonnyMJ"/>
      </w:rPr>
      <w:fldChar w:fldCharType="end"/>
    </w:r>
  </w:p>
  <w:p w:rsidR="001D08AD" w:rsidRDefault="001D08A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12E" w:rsidRDefault="00CD712E" w:rsidP="008B7801">
      <w:pPr>
        <w:spacing w:after="0" w:line="240" w:lineRule="auto"/>
      </w:pPr>
      <w:r>
        <w:separator/>
      </w:r>
    </w:p>
  </w:footnote>
  <w:footnote w:type="continuationSeparator" w:id="0">
    <w:p w:rsidR="00CD712E" w:rsidRDefault="00CD712E" w:rsidP="008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34A37"/>
    <w:multiLevelType w:val="hybridMultilevel"/>
    <w:tmpl w:val="B406F6DA"/>
    <w:lvl w:ilvl="0" w:tplc="7A50CF00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B42E0E"/>
    <w:rsid w:val="00007817"/>
    <w:rsid w:val="00017F8E"/>
    <w:rsid w:val="00043999"/>
    <w:rsid w:val="000451DA"/>
    <w:rsid w:val="000A16E2"/>
    <w:rsid w:val="000D0FC8"/>
    <w:rsid w:val="000D641E"/>
    <w:rsid w:val="00137658"/>
    <w:rsid w:val="0016774F"/>
    <w:rsid w:val="001A3437"/>
    <w:rsid w:val="001D08AD"/>
    <w:rsid w:val="00235071"/>
    <w:rsid w:val="00275890"/>
    <w:rsid w:val="0028094A"/>
    <w:rsid w:val="0028663A"/>
    <w:rsid w:val="00292BC3"/>
    <w:rsid w:val="00296130"/>
    <w:rsid w:val="002A5BB1"/>
    <w:rsid w:val="002B709B"/>
    <w:rsid w:val="002D15B8"/>
    <w:rsid w:val="002E4766"/>
    <w:rsid w:val="00304CCF"/>
    <w:rsid w:val="003137DA"/>
    <w:rsid w:val="00331D48"/>
    <w:rsid w:val="0033697A"/>
    <w:rsid w:val="003A1605"/>
    <w:rsid w:val="003A380C"/>
    <w:rsid w:val="003E4BC2"/>
    <w:rsid w:val="00406D51"/>
    <w:rsid w:val="004138B4"/>
    <w:rsid w:val="00495B54"/>
    <w:rsid w:val="004A56BA"/>
    <w:rsid w:val="004C57A4"/>
    <w:rsid w:val="00510582"/>
    <w:rsid w:val="00544132"/>
    <w:rsid w:val="00553605"/>
    <w:rsid w:val="00584195"/>
    <w:rsid w:val="005862E0"/>
    <w:rsid w:val="00593844"/>
    <w:rsid w:val="0059796A"/>
    <w:rsid w:val="005D2D86"/>
    <w:rsid w:val="005D3333"/>
    <w:rsid w:val="0061174D"/>
    <w:rsid w:val="00663BEC"/>
    <w:rsid w:val="006746F0"/>
    <w:rsid w:val="0067548B"/>
    <w:rsid w:val="00687E6B"/>
    <w:rsid w:val="00690232"/>
    <w:rsid w:val="0069778C"/>
    <w:rsid w:val="006C230E"/>
    <w:rsid w:val="006D197A"/>
    <w:rsid w:val="00707890"/>
    <w:rsid w:val="00733E6E"/>
    <w:rsid w:val="00735514"/>
    <w:rsid w:val="0075520E"/>
    <w:rsid w:val="007719FE"/>
    <w:rsid w:val="00776659"/>
    <w:rsid w:val="007B649B"/>
    <w:rsid w:val="007D0C93"/>
    <w:rsid w:val="007E3A6A"/>
    <w:rsid w:val="008314D0"/>
    <w:rsid w:val="00840C16"/>
    <w:rsid w:val="00870944"/>
    <w:rsid w:val="008715EA"/>
    <w:rsid w:val="008A5A1E"/>
    <w:rsid w:val="008B7801"/>
    <w:rsid w:val="008C77D1"/>
    <w:rsid w:val="008D4310"/>
    <w:rsid w:val="008D6263"/>
    <w:rsid w:val="008F0D7B"/>
    <w:rsid w:val="008F4AF7"/>
    <w:rsid w:val="009117EC"/>
    <w:rsid w:val="00934323"/>
    <w:rsid w:val="0094696C"/>
    <w:rsid w:val="00976CDC"/>
    <w:rsid w:val="00A014EA"/>
    <w:rsid w:val="00A069B8"/>
    <w:rsid w:val="00A07514"/>
    <w:rsid w:val="00A213D6"/>
    <w:rsid w:val="00A2744B"/>
    <w:rsid w:val="00A455D0"/>
    <w:rsid w:val="00A560EA"/>
    <w:rsid w:val="00A77675"/>
    <w:rsid w:val="00AA7385"/>
    <w:rsid w:val="00AB18E8"/>
    <w:rsid w:val="00AB6543"/>
    <w:rsid w:val="00B42E0E"/>
    <w:rsid w:val="00BA522B"/>
    <w:rsid w:val="00BE1409"/>
    <w:rsid w:val="00C2470C"/>
    <w:rsid w:val="00C303C9"/>
    <w:rsid w:val="00C50E46"/>
    <w:rsid w:val="00C53098"/>
    <w:rsid w:val="00C539D3"/>
    <w:rsid w:val="00CC48FE"/>
    <w:rsid w:val="00CD6645"/>
    <w:rsid w:val="00CD712E"/>
    <w:rsid w:val="00CE088A"/>
    <w:rsid w:val="00CE09E4"/>
    <w:rsid w:val="00D02065"/>
    <w:rsid w:val="00D44DB1"/>
    <w:rsid w:val="00D450D2"/>
    <w:rsid w:val="00D457C0"/>
    <w:rsid w:val="00D7533E"/>
    <w:rsid w:val="00DA0646"/>
    <w:rsid w:val="00DE0F6F"/>
    <w:rsid w:val="00DF0DAD"/>
    <w:rsid w:val="00DF1559"/>
    <w:rsid w:val="00E21BCB"/>
    <w:rsid w:val="00E2613F"/>
    <w:rsid w:val="00E30987"/>
    <w:rsid w:val="00E32589"/>
    <w:rsid w:val="00E400A5"/>
    <w:rsid w:val="00E47180"/>
    <w:rsid w:val="00E52113"/>
    <w:rsid w:val="00E84EB1"/>
    <w:rsid w:val="00E9343A"/>
    <w:rsid w:val="00EB1BF3"/>
    <w:rsid w:val="00EC4B61"/>
    <w:rsid w:val="00F11A1C"/>
    <w:rsid w:val="00F20557"/>
    <w:rsid w:val="00F36219"/>
    <w:rsid w:val="00F525D6"/>
    <w:rsid w:val="00F860D8"/>
    <w:rsid w:val="00F91E16"/>
    <w:rsid w:val="00FA2BBB"/>
    <w:rsid w:val="00FD2E0A"/>
    <w:rsid w:val="00FD6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D6"/>
    <w:pPr>
      <w:spacing w:after="200" w:line="276" w:lineRule="auto"/>
    </w:pPr>
    <w:rPr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ascii="SolaimanLipi" w:eastAsia="Times New Roman" w:hAnsi="SolaimanLipi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ascii="Times New Roman" w:eastAsia="Times New Roman" w:hAnsi="Times New Roman"/>
      <w:b/>
      <w:bCs/>
      <w:szCs w:val="32"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ascii="Times New Roman" w:eastAsia="Times New Roman" w:hAnsi="Times New Roman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007817"/>
    <w:pPr>
      <w:spacing w:line="360" w:lineRule="auto"/>
      <w:ind w:firstLine="289"/>
      <w:jc w:val="both"/>
    </w:pPr>
    <w:rPr>
      <w:rFonts w:ascii="Mangal" w:hAnsi="Mangal" w:cs="Mangal"/>
      <w:color w:val="000000"/>
      <w:sz w:val="28"/>
      <w:szCs w:val="28"/>
    </w:rPr>
  </w:style>
  <w:style w:type="character" w:customStyle="1" w:styleId="libNormalChar">
    <w:name w:val="libNormal Char"/>
    <w:link w:val="libNormal"/>
    <w:rsid w:val="00007817"/>
    <w:rPr>
      <w:rFonts w:ascii="Mangal" w:hAnsi="Mangal" w:cs="Mangal"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28094A"/>
    <w:pPr>
      <w:jc w:val="center"/>
    </w:pPr>
    <w:rPr>
      <w:rFonts w:ascii="Mangal" w:hAnsi="Mangal"/>
      <w:lang w:bidi="fa-IR"/>
    </w:rPr>
  </w:style>
  <w:style w:type="character" w:customStyle="1" w:styleId="Heading1CenterChar">
    <w:name w:val="Heading 1 Center Char"/>
    <w:link w:val="Heading1Center"/>
    <w:rsid w:val="0028094A"/>
    <w:rPr>
      <w:rFonts w:ascii="Mangal" w:eastAsia="Times New Roman" w:hAnsi="Mangal" w:cs="Mangal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CE088A"/>
    <w:rPr>
      <w:rFonts w:eastAsia="SolaimanLipi"/>
      <w:color w:val="008000"/>
    </w:rPr>
  </w:style>
  <w:style w:type="character" w:customStyle="1" w:styleId="libAieChar">
    <w:name w:val="libAie Char"/>
    <w:link w:val="libAie"/>
    <w:rsid w:val="00CE088A"/>
    <w:rPr>
      <w:rFonts w:ascii="Mangal" w:eastAsia="SolaimanLipi" w:hAnsi="Mangal" w:cs="Mangal"/>
      <w:color w:val="008000"/>
      <w:sz w:val="28"/>
      <w:szCs w:val="28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link w:val="libBold1"/>
    <w:rsid w:val="00E32589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E2613F"/>
    <w:rPr>
      <w:color w:val="008000"/>
    </w:rPr>
  </w:style>
  <w:style w:type="character" w:customStyle="1" w:styleId="libFootnoteAieChar">
    <w:name w:val="libFootnoteAie Char"/>
    <w:link w:val="libFootnoteAie"/>
    <w:rsid w:val="00E2613F"/>
    <w:rPr>
      <w:rFonts w:ascii="Mangal" w:hAnsi="Mangal" w:cs="Mangal"/>
      <w:color w:val="008000"/>
      <w:sz w:val="24"/>
      <w:szCs w:val="24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</w:rPr>
  </w:style>
  <w:style w:type="character" w:customStyle="1" w:styleId="libLineChar">
    <w:name w:val="libLine 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/>
    </w:rPr>
  </w:style>
  <w:style w:type="character" w:customStyle="1" w:styleId="libAlaemChar">
    <w:name w:val="libAlaem 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B7801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FooterChar">
    <w:name w:val="Footer Char"/>
    <w:link w:val="Footer"/>
    <w:uiPriority w:val="99"/>
    <w:rsid w:val="008B7801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7385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="Times New Roman"/>
      <w:sz w:val="22"/>
      <w:szCs w:val="22"/>
    </w:rPr>
  </w:style>
  <w:style w:type="paragraph" w:customStyle="1" w:styleId="libCenterTitr">
    <w:name w:val="libCenterTitr"/>
    <w:basedOn w:val="libCenterBold1"/>
    <w:rsid w:val="00776659"/>
    <w:rPr>
      <w:sz w:val="56"/>
      <w:szCs w:val="56"/>
    </w:rPr>
  </w:style>
  <w:style w:type="paragraph" w:styleId="TOC4">
    <w:name w:val="toc 4"/>
    <w:basedOn w:val="Normal"/>
    <w:next w:val="Normal"/>
    <w:autoRedefine/>
    <w:uiPriority w:val="39"/>
    <w:unhideWhenUsed/>
    <w:rsid w:val="006C230E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6C230E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C230E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C230E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C230E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C230E"/>
    <w:pPr>
      <w:spacing w:after="100"/>
      <w:ind w:left="1760"/>
    </w:pPr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ghavi\Desktop\Doc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518EA-D7BC-45CA-8BE5-17A0BD012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1</TotalTime>
  <Pages>429</Pages>
  <Words>61198</Words>
  <Characters>348832</Characters>
  <Application>Microsoft Office Word</Application>
  <DocSecurity>0</DocSecurity>
  <Lines>2906</Lines>
  <Paragraphs>818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 Defenition</Company>
  <LinksUpToDate>false</LinksUpToDate>
  <CharactersWithSpaces>409212</CharactersWithSpaces>
  <SharedDoc>false</SharedDoc>
  <HLinks>
    <vt:vector size="486" baseType="variant">
      <vt:variant>
        <vt:i4>1245232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_Toc442215770</vt:lpwstr>
      </vt:variant>
      <vt:variant>
        <vt:i4>1179696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_Toc442215769</vt:lpwstr>
      </vt:variant>
      <vt:variant>
        <vt:i4>1179696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_Toc442215768</vt:lpwstr>
      </vt:variant>
      <vt:variant>
        <vt:i4>1179696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_Toc442215767</vt:lpwstr>
      </vt:variant>
      <vt:variant>
        <vt:i4>1179696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_Toc442215766</vt:lpwstr>
      </vt:variant>
      <vt:variant>
        <vt:i4>1179696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_Toc442215765</vt:lpwstr>
      </vt:variant>
      <vt:variant>
        <vt:i4>1179696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_Toc442215764</vt:lpwstr>
      </vt:variant>
      <vt:variant>
        <vt:i4>1179696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_Toc442215763</vt:lpwstr>
      </vt:variant>
      <vt:variant>
        <vt:i4>1179696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_Toc442215762</vt:lpwstr>
      </vt:variant>
      <vt:variant>
        <vt:i4>1179696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_Toc442215761</vt:lpwstr>
      </vt:variant>
      <vt:variant>
        <vt:i4>1179696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_Toc442215760</vt:lpwstr>
      </vt:variant>
      <vt:variant>
        <vt:i4>1114160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_Toc442215759</vt:lpwstr>
      </vt:variant>
      <vt:variant>
        <vt:i4>1114160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_Toc442215758</vt:lpwstr>
      </vt:variant>
      <vt:variant>
        <vt:i4>1114160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_Toc442215757</vt:lpwstr>
      </vt:variant>
      <vt:variant>
        <vt:i4>1114160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_Toc442215756</vt:lpwstr>
      </vt:variant>
      <vt:variant>
        <vt:i4>1114160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_Toc442215755</vt:lpwstr>
      </vt:variant>
      <vt:variant>
        <vt:i4>1114160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_Toc442215754</vt:lpwstr>
      </vt:variant>
      <vt:variant>
        <vt:i4>1114160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_Toc442215753</vt:lpwstr>
      </vt:variant>
      <vt:variant>
        <vt:i4>1114160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_Toc442215752</vt:lpwstr>
      </vt:variant>
      <vt:variant>
        <vt:i4>1114160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_Toc442215751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_Toc442215750</vt:lpwstr>
      </vt:variant>
      <vt:variant>
        <vt:i4>1048624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_Toc442215749</vt:lpwstr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_Toc442215748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_Toc442215747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_Toc442215746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_Toc442215745</vt:lpwstr>
      </vt:variant>
      <vt:variant>
        <vt:i4>1048624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_Toc442215744</vt:lpwstr>
      </vt:variant>
      <vt:variant>
        <vt:i4>1048624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_Toc442215743</vt:lpwstr>
      </vt:variant>
      <vt:variant>
        <vt:i4>1048624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_Toc442215742</vt:lpwstr>
      </vt:variant>
      <vt:variant>
        <vt:i4>1048624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_Toc442215741</vt:lpwstr>
      </vt:variant>
      <vt:variant>
        <vt:i4>1048624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_Toc442215740</vt:lpwstr>
      </vt:variant>
      <vt:variant>
        <vt:i4>1507376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_Toc442215739</vt:lpwstr>
      </vt:variant>
      <vt:variant>
        <vt:i4>1507376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_Toc442215738</vt:lpwstr>
      </vt:variant>
      <vt:variant>
        <vt:i4>1507376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_Toc442215737</vt:lpwstr>
      </vt:variant>
      <vt:variant>
        <vt:i4>1507376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_Toc442215736</vt:lpwstr>
      </vt:variant>
      <vt:variant>
        <vt:i4>1507376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_Toc442215735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_Toc442215734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_Toc442215733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_Toc442215732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_Toc442215731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_Toc442215730</vt:lpwstr>
      </vt:variant>
      <vt:variant>
        <vt:i4>1441840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_Toc442215729</vt:lpwstr>
      </vt:variant>
      <vt:variant>
        <vt:i4>1441840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_Toc442215728</vt:lpwstr>
      </vt:variant>
      <vt:variant>
        <vt:i4>1441840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_Toc442215727</vt:lpwstr>
      </vt:variant>
      <vt:variant>
        <vt:i4>1441840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_Toc442215726</vt:lpwstr>
      </vt:variant>
      <vt:variant>
        <vt:i4>1441840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_Toc442215725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_Toc442215724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_Toc442215723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_Toc442215722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_Toc442215721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_Toc442215720</vt:lpwstr>
      </vt:variant>
      <vt:variant>
        <vt:i4>1376304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_Toc442215719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_Toc442215718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_Toc442215717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_Toc442215716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_Toc442215715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_Toc442215714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_Toc442215713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_Toc442215712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_Toc442215711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_Toc442215710</vt:lpwstr>
      </vt:variant>
      <vt:variant>
        <vt:i4>1310768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_Toc442215709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_Toc442215708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_Toc442215707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_Toc442215706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_Toc442215705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_Toc442215704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_Toc442215703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_Toc442215702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_Toc442215701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_Toc442215700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_Toc442215699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_Toc442215698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_Toc442215697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_Toc442215696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_Toc442215695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_Toc442215694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_Toc442215693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_Toc442215692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_Toc442215691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_Toc442215690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Naghavi</dc:creator>
  <cp:lastModifiedBy>Naghavi</cp:lastModifiedBy>
  <cp:revision>4</cp:revision>
  <cp:lastPrinted>2016-02-03T09:03:00Z</cp:lastPrinted>
  <dcterms:created xsi:type="dcterms:W3CDTF">2016-08-01T10:01:00Z</dcterms:created>
  <dcterms:modified xsi:type="dcterms:W3CDTF">2016-08-01T10:08:00Z</dcterms:modified>
</cp:coreProperties>
</file>