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8AC" w:rsidRPr="006728AC" w:rsidRDefault="006728AC" w:rsidP="006728AC">
      <w:pPr>
        <w:pStyle w:val="Heading1Center"/>
      </w:pPr>
      <w:bookmarkStart w:id="0" w:name="_Toc455395201"/>
      <w:r w:rsidRPr="006728AC">
        <w:rPr>
          <w:rFonts w:hint="cs"/>
          <w:cs/>
        </w:rPr>
        <w:t>मुसतहेब्बात</w:t>
      </w:r>
      <w:r w:rsidRPr="006728AC">
        <w:rPr>
          <w:cs/>
        </w:rPr>
        <w:t xml:space="preserve"> </w:t>
      </w:r>
      <w:r w:rsidRPr="006728AC">
        <w:rPr>
          <w:rFonts w:hint="cs"/>
          <w:cs/>
        </w:rPr>
        <w:t>वा</w:t>
      </w:r>
      <w:r w:rsidRPr="006728AC">
        <w:rPr>
          <w:cs/>
        </w:rPr>
        <w:t xml:space="preserve"> </w:t>
      </w:r>
      <w:r w:rsidRPr="006728AC">
        <w:rPr>
          <w:rFonts w:hint="cs"/>
          <w:cs/>
        </w:rPr>
        <w:t>मकरुहात</w:t>
      </w:r>
      <w:r w:rsidRPr="006728AC">
        <w:rPr>
          <w:cs/>
        </w:rPr>
        <w:t xml:space="preserve"> </w:t>
      </w:r>
      <w:r w:rsidRPr="006728AC">
        <w:rPr>
          <w:rFonts w:hint="cs"/>
          <w:cs/>
        </w:rPr>
        <w:t>मुसतहेब्बात</w:t>
      </w:r>
      <w:bookmarkEnd w:id="0"/>
    </w:p>
    <w:p w:rsidR="006728AC" w:rsidRPr="006728AC" w:rsidRDefault="006728AC" w:rsidP="006728AC">
      <w:pPr>
        <w:pStyle w:val="libCenterBold2"/>
      </w:pPr>
      <w:r w:rsidRPr="006728AC">
        <w:rPr>
          <w:rFonts w:hint="cs"/>
          <w:cs/>
          <w:lang w:bidi="hi-IN"/>
        </w:rPr>
        <w:t>अलहसनैन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इस्लामी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नेटवर्क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rPr>
          <w:cs/>
        </w:rPr>
      </w:pPr>
      <w:r>
        <w:rPr>
          <w:cs/>
          <w:lang w:bidi="hi-IN"/>
        </w:rPr>
        <w:br w:type="page"/>
      </w:r>
    </w:p>
    <w:p w:rsidR="006728AC" w:rsidRPr="006728AC" w:rsidRDefault="006728AC" w:rsidP="006728AC">
      <w:pPr>
        <w:pStyle w:val="Heading1"/>
      </w:pPr>
      <w:bookmarkStart w:id="1" w:name="_Toc455395202"/>
      <w:r w:rsidRPr="006728AC">
        <w:rPr>
          <w:cs/>
          <w:lang w:bidi="hi-IN"/>
        </w:rPr>
        <w:lastRenderedPageBreak/>
        <w:t xml:space="preserve">(1) </w:t>
      </w:r>
      <w:r w:rsidRPr="006728AC">
        <w:rPr>
          <w:rFonts w:hint="cs"/>
          <w:cs/>
          <w:lang w:bidi="hi-IN"/>
        </w:rPr>
        <w:t>मुसतहेब्बात</w:t>
      </w:r>
      <w:bookmarkEnd w:id="1"/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Heading2"/>
      </w:pPr>
      <w:bookmarkStart w:id="2" w:name="_Toc455395203"/>
      <w:r w:rsidRPr="006728AC">
        <w:rPr>
          <w:rFonts w:hint="cs"/>
          <w:cs/>
          <w:lang w:bidi="hi-IN"/>
        </w:rPr>
        <w:t>मुस्तहब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ग़ुस्ल</w:t>
      </w:r>
      <w:bookmarkEnd w:id="2"/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rFonts w:hint="cs"/>
          <w:cs/>
          <w:lang w:bidi="hi-IN"/>
        </w:rPr>
        <w:t>इस्लाम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मुक़द्दस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शरीअत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बहुत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ग़ुस्ल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मुस्तहब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जिन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कुछ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यह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हैं</w:t>
      </w:r>
      <w:r w:rsidRPr="006728AC">
        <w:rPr>
          <w:cs/>
          <w:lang w:bidi="hi-IN"/>
        </w:rPr>
        <w:t>:</w:t>
      </w:r>
    </w:p>
    <w:p w:rsidR="006728AC" w:rsidRPr="006728AC" w:rsidRDefault="006728AC" w:rsidP="006728AC">
      <w:pPr>
        <w:pStyle w:val="libNormal"/>
      </w:pPr>
      <w:r w:rsidRPr="006728AC">
        <w:rPr>
          <w:rFonts w:hint="cs"/>
          <w:cs/>
          <w:lang w:bidi="hi-IN"/>
        </w:rPr>
        <w:t>जुमे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दिन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ग़ुस्ल</w:t>
      </w: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1- </w:t>
      </w:r>
      <w:r w:rsidRPr="006728AC">
        <w:rPr>
          <w:rFonts w:hint="cs"/>
          <w:cs/>
          <w:lang w:bidi="hi-IN"/>
        </w:rPr>
        <w:t>इस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वक़्त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सुब्ह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अज़ान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बाद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सूरज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ग़ुरूब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होने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तक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बेहतर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यह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कि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ग़ुस्ल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ज़ोहर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क़रीब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किया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जाये</w:t>
      </w:r>
      <w:r w:rsidRPr="006728AC">
        <w:rPr>
          <w:cs/>
          <w:lang w:bidi="hi-IN"/>
        </w:rPr>
        <w:t xml:space="preserve"> (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अगर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कोई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शख़स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उसे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ज़ोहर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तक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अंजाम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बेहतर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यह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कि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अदा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क़ज़ा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नियत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किये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बग़ैर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ग़रूबे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आफ़ताब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तक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बजालाये</w:t>
      </w:r>
      <w:r w:rsidRPr="006728AC">
        <w:rPr>
          <w:cs/>
          <w:lang w:bidi="hi-IN"/>
        </w:rPr>
        <w:t xml:space="preserve">)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अगर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जुमे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दिन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ग़ुस्ल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करे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मुस्तब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कि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हफ़ते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दिन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सुबह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ग़ुरूबे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आफ़ताब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तक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उस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क़ज़ा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बजा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लाये।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शख़स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जानता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कि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उसे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जुमे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दिन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पानी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मयस्सर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होगा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रजाअन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जुमेरात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दिन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ग़ुस्ल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अंजाम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सकता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मुस्तहब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कि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ग़ुस्ले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जुमा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करते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वक़त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यह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दुआ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पढें</w:t>
      </w:r>
      <w:r w:rsidRPr="006728AC">
        <w:rPr>
          <w:cs/>
          <w:lang w:bidi="hi-IN"/>
        </w:rPr>
        <w:t>: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rFonts w:hint="cs"/>
          <w:cs/>
          <w:lang w:bidi="hi-IN"/>
        </w:rPr>
        <w:lastRenderedPageBreak/>
        <w:t>अशहदु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इलाहा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इल्लल्लाहु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वहदहु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शरीकलहु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अशहदु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अन्ना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मुहम्मदन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अब्दुहु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रसूलुहू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अल्लाहुम्मा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सल्लि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अला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मुहम्मदिन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आलि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मुहम्मद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इजअलनी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मिनत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तव्वाबीना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इजअलनी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मिनल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मुत्ताहिरीन।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(2-7) </w:t>
      </w:r>
      <w:r w:rsidRPr="006728AC">
        <w:rPr>
          <w:rFonts w:hint="cs"/>
          <w:cs/>
          <w:lang w:bidi="hi-IN"/>
        </w:rPr>
        <w:t>माहे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रमाज़ान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पहली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सतरहवीं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रात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उन्नीस्वी</w:t>
      </w:r>
      <w:r w:rsidRPr="006728AC">
        <w:t xml:space="preserve">, </w:t>
      </w:r>
      <w:r w:rsidRPr="006728AC">
        <w:rPr>
          <w:rFonts w:hint="cs"/>
          <w:cs/>
          <w:lang w:bidi="hi-IN"/>
        </w:rPr>
        <w:t>इक्कीससवीं</w:t>
      </w:r>
      <w:r w:rsidRPr="006728AC">
        <w:t xml:space="preserve">,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तेईसवीं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रातों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पहले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हिस्से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ग़ुस्ल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चौबीसवीं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रात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ग़ुस्ल।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(8-9) </w:t>
      </w:r>
      <w:r w:rsidRPr="006728AC">
        <w:rPr>
          <w:rFonts w:hint="cs"/>
          <w:cs/>
          <w:lang w:bidi="hi-IN"/>
        </w:rPr>
        <w:t>ईदुलफ़ित्र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ईदे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क़ुरबान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दिन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ग़ुस्ल</w:t>
      </w:r>
      <w:r w:rsidRPr="006728AC">
        <w:t xml:space="preserve">, </w:t>
      </w:r>
      <w:r w:rsidRPr="006728AC">
        <w:rPr>
          <w:rFonts w:hint="cs"/>
          <w:cs/>
          <w:lang w:bidi="hi-IN"/>
        </w:rPr>
        <w:t>उस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वक़्त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सुब्ह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अज़ान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सूरज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ग़ुरूब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होने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तक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बेहतर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यह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कि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ईद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नमाज़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पहले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लिया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जाये।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(10-11) </w:t>
      </w:r>
      <w:r w:rsidRPr="006728AC">
        <w:rPr>
          <w:rFonts w:hint="cs"/>
          <w:cs/>
          <w:lang w:bidi="hi-IN"/>
        </w:rPr>
        <w:t>माहे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ज़िल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हिज्जा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आठवें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नवें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दिन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ग़ुस्ल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बेहतर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यह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कि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नवें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दिन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ग़ुस्ल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ज़ोहर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नज़दीक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किया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जाये।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(12) </w:t>
      </w:r>
      <w:r w:rsidRPr="006728AC">
        <w:rPr>
          <w:rFonts w:hint="cs"/>
          <w:cs/>
          <w:lang w:bidi="hi-IN"/>
        </w:rPr>
        <w:t>उस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शख़्स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ग़ुस्ल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जिसने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अपने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बदन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कोई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हिस्सा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ऐसी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मय्यित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बदन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मस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किया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जिसे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ग़ुस्ल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दिया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चुका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हो।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(13) </w:t>
      </w:r>
      <w:r w:rsidRPr="006728AC">
        <w:rPr>
          <w:rFonts w:hint="cs"/>
          <w:cs/>
          <w:lang w:bidi="hi-IN"/>
        </w:rPr>
        <w:t>अहराम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ग़ुस्ल।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(41) </w:t>
      </w:r>
      <w:r w:rsidRPr="006728AC">
        <w:rPr>
          <w:rFonts w:hint="cs"/>
          <w:cs/>
          <w:lang w:bidi="hi-IN"/>
        </w:rPr>
        <w:t>हरमे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मक्का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दाख़िल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होने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ग़ुस्ल।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(15) </w:t>
      </w:r>
      <w:r w:rsidRPr="006728AC">
        <w:rPr>
          <w:rFonts w:hint="cs"/>
          <w:cs/>
          <w:lang w:bidi="hi-IN"/>
        </w:rPr>
        <w:t>मक्काए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मुकर्रमा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दाखिल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होने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ग़ुस्ल।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(16) </w:t>
      </w:r>
      <w:r w:rsidRPr="006728AC">
        <w:rPr>
          <w:rFonts w:hint="cs"/>
          <w:cs/>
          <w:lang w:bidi="hi-IN"/>
        </w:rPr>
        <w:t>ख़ान</w:t>
      </w:r>
      <w:r w:rsidRPr="006728AC">
        <w:rPr>
          <w:cs/>
          <w:lang w:bidi="hi-IN"/>
        </w:rPr>
        <w:t>-</w:t>
      </w:r>
      <w:r w:rsidRPr="006728AC">
        <w:rPr>
          <w:rFonts w:hint="cs"/>
          <w:cs/>
          <w:lang w:bidi="hi-IN"/>
        </w:rPr>
        <w:t>ए</w:t>
      </w:r>
      <w:r w:rsidRPr="006728AC">
        <w:rPr>
          <w:cs/>
          <w:lang w:bidi="hi-IN"/>
        </w:rPr>
        <w:t>-</w:t>
      </w:r>
      <w:r w:rsidRPr="006728AC">
        <w:rPr>
          <w:rFonts w:hint="cs"/>
          <w:cs/>
          <w:lang w:bidi="hi-IN"/>
        </w:rPr>
        <w:t>काबा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ज़ियारत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ग़ुस्ल।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(17) </w:t>
      </w:r>
      <w:r w:rsidRPr="006728AC">
        <w:rPr>
          <w:rFonts w:hint="cs"/>
          <w:cs/>
          <w:lang w:bidi="hi-IN"/>
        </w:rPr>
        <w:t>काबे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दिखिल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होने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गुस्ल।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(18) </w:t>
      </w:r>
      <w:r w:rsidRPr="006728AC">
        <w:rPr>
          <w:rFonts w:hint="cs"/>
          <w:cs/>
          <w:lang w:bidi="hi-IN"/>
        </w:rPr>
        <w:t>ज़िब्ह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नहर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लिये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ग़ुस्ल।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(19) </w:t>
      </w:r>
      <w:r w:rsidRPr="006728AC">
        <w:rPr>
          <w:rFonts w:hint="cs"/>
          <w:cs/>
          <w:lang w:bidi="hi-IN"/>
        </w:rPr>
        <w:t>बाल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मूनडने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लिए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गुस्ल।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(20) </w:t>
      </w:r>
      <w:r w:rsidRPr="006728AC">
        <w:rPr>
          <w:rFonts w:hint="cs"/>
          <w:cs/>
          <w:lang w:bidi="hi-IN"/>
        </w:rPr>
        <w:t>हरमे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मदीना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दिख़िल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होने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ग़ुस्ल।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(21) </w:t>
      </w:r>
      <w:r w:rsidRPr="006728AC">
        <w:rPr>
          <w:rFonts w:hint="cs"/>
          <w:cs/>
          <w:lang w:bidi="hi-IN"/>
        </w:rPr>
        <w:t>मदीन</w:t>
      </w:r>
      <w:r w:rsidRPr="006728AC">
        <w:rPr>
          <w:cs/>
          <w:lang w:bidi="hi-IN"/>
        </w:rPr>
        <w:t>-</w:t>
      </w:r>
      <w:r w:rsidRPr="006728AC">
        <w:rPr>
          <w:rFonts w:hint="cs"/>
          <w:cs/>
          <w:lang w:bidi="hi-IN"/>
        </w:rPr>
        <w:t>ए</w:t>
      </w:r>
      <w:r w:rsidRPr="006728AC">
        <w:rPr>
          <w:cs/>
          <w:lang w:bidi="hi-IN"/>
        </w:rPr>
        <w:t xml:space="preserve">- </w:t>
      </w:r>
      <w:r w:rsidRPr="006728AC">
        <w:rPr>
          <w:rFonts w:hint="cs"/>
          <w:cs/>
          <w:lang w:bidi="hi-IN"/>
        </w:rPr>
        <w:t>मुनव्वरा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दाख़िल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होने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ग़ुस्ल।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(22) </w:t>
      </w:r>
      <w:r w:rsidRPr="006728AC">
        <w:rPr>
          <w:rFonts w:hint="cs"/>
          <w:cs/>
          <w:lang w:bidi="hi-IN"/>
        </w:rPr>
        <w:t>मस्जिदुन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नबी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दाख़िल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होने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ग़ुस्ल।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(23) </w:t>
      </w:r>
      <w:r w:rsidRPr="006728AC">
        <w:rPr>
          <w:rFonts w:hint="cs"/>
          <w:cs/>
          <w:lang w:bidi="hi-IN"/>
        </w:rPr>
        <w:t>नबी</w:t>
      </w:r>
      <w:r w:rsidRPr="006728AC">
        <w:rPr>
          <w:cs/>
          <w:lang w:bidi="hi-IN"/>
        </w:rPr>
        <w:t>-</w:t>
      </w:r>
      <w:r w:rsidRPr="006728AC">
        <w:rPr>
          <w:rFonts w:hint="cs"/>
          <w:cs/>
          <w:lang w:bidi="hi-IN"/>
        </w:rPr>
        <w:t>ए</w:t>
      </w:r>
      <w:r w:rsidRPr="006728AC">
        <w:rPr>
          <w:cs/>
          <w:lang w:bidi="hi-IN"/>
        </w:rPr>
        <w:t>-</w:t>
      </w:r>
      <w:r w:rsidRPr="006728AC">
        <w:rPr>
          <w:rFonts w:hint="cs"/>
          <w:cs/>
          <w:lang w:bidi="hi-IN"/>
        </w:rPr>
        <w:t>अकरम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सल्लल्लाहु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अलैहे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आलिही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वसल्लम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क़ब्रे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मुतह्हर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विदा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होने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ग़ुस्ल।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(24) </w:t>
      </w:r>
      <w:r w:rsidRPr="006728AC">
        <w:rPr>
          <w:rFonts w:hint="cs"/>
          <w:cs/>
          <w:lang w:bidi="hi-IN"/>
        </w:rPr>
        <w:t>दुश्मन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साथ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मुबाहिला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करने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ग़ुस्ल।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(25) </w:t>
      </w:r>
      <w:r w:rsidRPr="006728AC">
        <w:rPr>
          <w:rFonts w:hint="cs"/>
          <w:cs/>
          <w:lang w:bidi="hi-IN"/>
        </w:rPr>
        <w:t>बच्चे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पैदा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होने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बाद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उसे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ग़ुस्ल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देना।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(26) </w:t>
      </w:r>
      <w:r w:rsidRPr="006728AC">
        <w:rPr>
          <w:rFonts w:hint="cs"/>
          <w:cs/>
          <w:lang w:bidi="hi-IN"/>
        </w:rPr>
        <w:t>इस्तिख़ारा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करने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ग़ुस्ल।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(27) </w:t>
      </w:r>
      <w:r w:rsidRPr="006728AC">
        <w:rPr>
          <w:rFonts w:hint="cs"/>
          <w:cs/>
          <w:lang w:bidi="hi-IN"/>
        </w:rPr>
        <w:t>तलबे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बारान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ग़ुस्ल।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652 </w:t>
      </w:r>
      <w:r>
        <w:rPr>
          <w:rFonts w:hint="cs"/>
          <w:cs/>
          <w:lang w:bidi="hi-IN"/>
        </w:rPr>
        <w:t>फ़ोक़</w:t>
      </w:r>
      <w:r w:rsidRPr="006728AC">
        <w:rPr>
          <w:rFonts w:hint="cs"/>
          <w:cs/>
          <w:lang w:bidi="hi-IN"/>
        </w:rPr>
        <w:t>हा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मुस्त</w:t>
      </w:r>
      <w:r>
        <w:rPr>
          <w:rFonts w:hint="cs"/>
          <w:cs/>
          <w:lang w:bidi="hi-IN"/>
        </w:rPr>
        <w:t>ह</w:t>
      </w:r>
      <w:r w:rsidRPr="006728AC">
        <w:rPr>
          <w:rFonts w:hint="cs"/>
          <w:cs/>
          <w:lang w:bidi="hi-IN"/>
        </w:rPr>
        <w:t>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ग़ुस्लों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बाब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बहुत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ग़ुस्लों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ज़िक्र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फ़रमाया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जिन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चंद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यह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हैं</w:t>
      </w:r>
      <w:r w:rsidRPr="006728AC">
        <w:rPr>
          <w:cs/>
          <w:lang w:bidi="hi-IN"/>
        </w:rPr>
        <w:t>: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(1) </w:t>
      </w:r>
      <w:r w:rsidRPr="006728AC">
        <w:rPr>
          <w:rFonts w:hint="cs"/>
          <w:cs/>
          <w:lang w:bidi="hi-IN"/>
        </w:rPr>
        <w:t>माहे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रमाज़ानुल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मुबारक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तमाम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ताक़</w:t>
      </w:r>
      <w:r>
        <w:rPr>
          <w:rFonts w:hint="cs"/>
          <w:cs/>
          <w:lang w:bidi="hi-IN"/>
        </w:rPr>
        <w:t xml:space="preserve"> </w:t>
      </w:r>
      <w:r w:rsidRPr="006728AC">
        <w:rPr>
          <w:cs/>
          <w:lang w:bidi="hi-IN"/>
        </w:rPr>
        <w:t xml:space="preserve">[1] </w:t>
      </w:r>
      <w:r w:rsidRPr="006728AC">
        <w:rPr>
          <w:rFonts w:hint="cs"/>
          <w:cs/>
          <w:lang w:bidi="hi-IN"/>
        </w:rPr>
        <w:t>रातों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ग़ुस्ल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उस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आख़री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दहाई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तमाम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रातों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ग़ुस्ल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उस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तीसवीं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रात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आख़री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हिस्से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दूसरा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ग़ुस्ल।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(2) </w:t>
      </w:r>
      <w:r w:rsidRPr="006728AC">
        <w:rPr>
          <w:rFonts w:hint="cs"/>
          <w:cs/>
          <w:lang w:bidi="hi-IN"/>
        </w:rPr>
        <w:t>माहे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ज़िल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हिज्जा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चौबीसवें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दिन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ग़ुस्ल।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(3) </w:t>
      </w:r>
      <w:r w:rsidRPr="006728AC">
        <w:rPr>
          <w:rFonts w:hint="cs"/>
          <w:cs/>
          <w:lang w:bidi="hi-IN"/>
        </w:rPr>
        <w:t>ईदे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नोरोज़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दिन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पंद्रहवीं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शाबान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नवीं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सतरहवीं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रबी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उल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अव्वल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ज़ीक़ादा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पच्चीसवें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दिन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ग़ुस्ल।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(4) </w:t>
      </w:r>
      <w:r w:rsidRPr="006728AC">
        <w:rPr>
          <w:rFonts w:hint="cs"/>
          <w:cs/>
          <w:lang w:bidi="hi-IN"/>
        </w:rPr>
        <w:t>उस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ग़ुस्ल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जिस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अपने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शौहर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अलावा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किसी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लिये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ख़ुशबू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इस्तेमाल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हो।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(5) </w:t>
      </w:r>
      <w:r w:rsidRPr="006728AC">
        <w:rPr>
          <w:rFonts w:hint="cs"/>
          <w:cs/>
          <w:lang w:bidi="hi-IN"/>
        </w:rPr>
        <w:t>उस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शख़्स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ग़ुस्ल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मसती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हालत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गया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हो।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(6) </w:t>
      </w:r>
      <w:r w:rsidRPr="006728AC">
        <w:rPr>
          <w:rFonts w:hint="cs"/>
          <w:cs/>
          <w:lang w:bidi="hi-IN"/>
        </w:rPr>
        <w:t>उस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शख़्स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ग़ुस्ल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किसी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सूली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चढ़े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हुए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इंसान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देखने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गया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उसे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देखा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भी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लेकिन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अगर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इत्तेफ़ाक़न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या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मज़बूरी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हालत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नज़र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गई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या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अगर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शहादत</w:t>
      </w:r>
      <w:r w:rsidRPr="006728AC">
        <w:rPr>
          <w:cs/>
          <w:lang w:bidi="hi-IN"/>
        </w:rPr>
        <w:t xml:space="preserve"> (</w:t>
      </w:r>
      <w:r w:rsidRPr="006728AC">
        <w:rPr>
          <w:rFonts w:hint="cs"/>
          <w:cs/>
          <w:lang w:bidi="hi-IN"/>
        </w:rPr>
        <w:t>गवाही</w:t>
      </w:r>
      <w:r w:rsidRPr="006728AC">
        <w:rPr>
          <w:cs/>
          <w:lang w:bidi="hi-IN"/>
        </w:rPr>
        <w:t xml:space="preserve">) </w:t>
      </w:r>
      <w:r w:rsidRPr="006728AC">
        <w:rPr>
          <w:rFonts w:hint="cs"/>
          <w:cs/>
          <w:lang w:bidi="hi-IN"/>
        </w:rPr>
        <w:t>देने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गया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ग़ुस्ल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मुस्तहब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नही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(7) </w:t>
      </w:r>
      <w:r w:rsidRPr="006728AC">
        <w:rPr>
          <w:rFonts w:hint="cs"/>
          <w:cs/>
          <w:lang w:bidi="hi-IN"/>
        </w:rPr>
        <w:t>दूर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या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नज़दीक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मासूमीन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अलैहिमुस्सलाम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ज़ियारत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करने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लिए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ग़ुस्ल</w:t>
      </w:r>
      <w:r w:rsidRPr="006728AC">
        <w:t xml:space="preserve">, </w:t>
      </w:r>
      <w:r w:rsidRPr="006728AC">
        <w:rPr>
          <w:rFonts w:hint="cs"/>
          <w:cs/>
          <w:lang w:bidi="hi-IN"/>
        </w:rPr>
        <w:t>लेकिन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अहवत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यह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कि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यह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तमाम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ग़ुस्ल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रजा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नियत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बजा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लाये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जायें।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(653) </w:t>
      </w:r>
      <w:r w:rsidRPr="006728AC">
        <w:rPr>
          <w:rFonts w:hint="cs"/>
          <w:cs/>
          <w:lang w:bidi="hi-IN"/>
        </w:rPr>
        <w:t>उन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मुस्तहब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ग़ुस्लों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साथ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जिन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ज़िक्र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मस्ला</w:t>
      </w:r>
      <w:r w:rsidRPr="006728AC">
        <w:rPr>
          <w:cs/>
          <w:lang w:bidi="hi-IN"/>
        </w:rPr>
        <w:t xml:space="preserve"> 651 </w:t>
      </w:r>
      <w:r w:rsidRPr="006728AC">
        <w:rPr>
          <w:rFonts w:hint="cs"/>
          <w:cs/>
          <w:lang w:bidi="hi-IN"/>
        </w:rPr>
        <w:t>में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किया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गया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इंसान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ऐसे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काम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सकता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जिनके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लिए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वुज़ू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लाज़िम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जैसे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नमाज़</w:t>
      </w:r>
      <w:r w:rsidRPr="006728AC">
        <w:rPr>
          <w:cs/>
          <w:lang w:bidi="hi-IN"/>
        </w:rPr>
        <w:t xml:space="preserve"> (</w:t>
      </w:r>
      <w:r w:rsidRPr="006728AC">
        <w:rPr>
          <w:rFonts w:hint="cs"/>
          <w:cs/>
          <w:lang w:bidi="hi-IN"/>
        </w:rPr>
        <w:t>यानी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वुज़ू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करना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ज़रूरी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नहीं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</w:t>
      </w:r>
      <w:r w:rsidRPr="006728AC">
        <w:rPr>
          <w:cs/>
          <w:lang w:bidi="hi-IN"/>
        </w:rPr>
        <w:t xml:space="preserve">) </w:t>
      </w:r>
      <w:r w:rsidRPr="006728AC">
        <w:rPr>
          <w:rFonts w:hint="cs"/>
          <w:cs/>
          <w:lang w:bidi="hi-IN"/>
        </w:rPr>
        <w:t>लेकिन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ग़ुस्ल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रजा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नियत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किये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जायें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उनके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बाद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वुज़ू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करना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ज़रूरी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(654) </w:t>
      </w:r>
      <w:r w:rsidRPr="006728AC">
        <w:rPr>
          <w:rFonts w:hint="cs"/>
          <w:cs/>
          <w:lang w:bidi="hi-IN"/>
        </w:rPr>
        <w:t>अगर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इंसान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ज़िम्मे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कई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मुस्तहब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ग़ुस्ल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हों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शख़्स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निय्यत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एक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ग़ुस्ल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काफ़ी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[1] </w:t>
      </w:r>
      <w:r w:rsidRPr="006728AC">
        <w:rPr>
          <w:rFonts w:hint="cs"/>
          <w:cs/>
          <w:lang w:bidi="hi-IN"/>
        </w:rPr>
        <w:t>ताक़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राते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उन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रातों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कहा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जाता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जिनकी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गिनती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जोड़े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नही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होते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जैसे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पहली</w:t>
      </w:r>
      <w:r w:rsidRPr="006728AC">
        <w:t xml:space="preserve">, </w:t>
      </w:r>
      <w:r w:rsidRPr="006728AC">
        <w:rPr>
          <w:rFonts w:hint="cs"/>
          <w:cs/>
          <w:lang w:bidi="hi-IN"/>
        </w:rPr>
        <w:t>तीसरी</w:t>
      </w:r>
      <w:r w:rsidRPr="006728AC">
        <w:t xml:space="preserve">, </w:t>
      </w:r>
      <w:r w:rsidRPr="006728AC">
        <w:rPr>
          <w:rFonts w:hint="cs"/>
          <w:cs/>
          <w:lang w:bidi="hi-IN"/>
        </w:rPr>
        <w:t>पाँचवीं</w:t>
      </w:r>
      <w:r w:rsidRPr="006728AC">
        <w:t xml:space="preserve">, </w:t>
      </w:r>
      <w:r w:rsidRPr="006728AC">
        <w:rPr>
          <w:rFonts w:hint="cs"/>
          <w:cs/>
          <w:lang w:bidi="hi-IN"/>
        </w:rPr>
        <w:t>सातवीं</w:t>
      </w:r>
      <w:r w:rsidRPr="006728AC">
        <w:rPr>
          <w:cs/>
          <w:lang w:bidi="hi-IN"/>
        </w:rPr>
        <w:t>....</w:t>
      </w:r>
      <w:r w:rsidRPr="006728AC">
        <w:rPr>
          <w:rFonts w:hint="cs"/>
          <w:cs/>
          <w:lang w:bidi="hi-IN"/>
        </w:rPr>
        <w:t>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</w:p>
    <w:p w:rsidR="006728AC" w:rsidRDefault="006728AC" w:rsidP="006728AC">
      <w:pPr>
        <w:pStyle w:val="Heading1"/>
        <w:rPr>
          <w:rFonts w:hint="cs"/>
          <w:lang w:bidi="hi-IN"/>
        </w:rPr>
      </w:pPr>
      <w:bookmarkStart w:id="3" w:name="_Toc455395204"/>
      <w:r w:rsidRPr="006728AC">
        <w:rPr>
          <w:rFonts w:hint="cs"/>
          <w:cs/>
          <w:lang w:bidi="hi-IN"/>
        </w:rPr>
        <w:t>मुस्तहब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नमाज़ें</w:t>
      </w:r>
      <w:bookmarkEnd w:id="3"/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 (772) </w:t>
      </w:r>
      <w:r w:rsidRPr="006728AC">
        <w:rPr>
          <w:rFonts w:hint="cs"/>
          <w:cs/>
          <w:lang w:bidi="hi-IN"/>
        </w:rPr>
        <w:t>मुस्तहब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नमाज़ें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बहुत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जिन्हें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नाफ़िलह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भी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कहते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हैं</w:t>
      </w:r>
      <w:r w:rsidRPr="006728AC">
        <w:t xml:space="preserve">,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मुस्तहब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नमाज़ों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रोज़ाना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नाफ़िलह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बहुत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ज़्यादा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ताकीद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गई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यह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नमाज़ें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रोज़े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जुमा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अलावा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चौतीस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रकत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हैं।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जिनमें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आठ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रकत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ज़ोहर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t xml:space="preserve">, </w:t>
      </w:r>
      <w:r w:rsidRPr="006728AC">
        <w:rPr>
          <w:rFonts w:hint="cs"/>
          <w:cs/>
          <w:lang w:bidi="hi-IN"/>
        </w:rPr>
        <w:t>आठ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रकत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अस्र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t xml:space="preserve">, </w:t>
      </w:r>
      <w:r w:rsidRPr="006728AC">
        <w:rPr>
          <w:rFonts w:hint="cs"/>
          <w:cs/>
          <w:lang w:bidi="hi-IN"/>
        </w:rPr>
        <w:t>चार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रकत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मग़रिब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t xml:space="preserve">, </w:t>
      </w:r>
      <w:r w:rsidRPr="006728AC">
        <w:rPr>
          <w:rFonts w:hint="cs"/>
          <w:cs/>
          <w:lang w:bidi="hi-IN"/>
        </w:rPr>
        <w:t>एक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रकत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इशा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t xml:space="preserve">, </w:t>
      </w:r>
      <w:r w:rsidRPr="006728AC">
        <w:rPr>
          <w:rFonts w:hint="cs"/>
          <w:cs/>
          <w:lang w:bidi="hi-IN"/>
        </w:rPr>
        <w:t>ग़यारह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रकत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नमाज़े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शब</w:t>
      </w:r>
      <w:r w:rsidRPr="006728AC">
        <w:rPr>
          <w:cs/>
          <w:lang w:bidi="hi-IN"/>
        </w:rPr>
        <w:t xml:space="preserve"> </w:t>
      </w:r>
      <w:r w:rsidRPr="006728AC">
        <w:rPr>
          <w:cs/>
          <w:lang w:bidi="hi-IN"/>
        </w:rPr>
        <w:lastRenderedPageBreak/>
        <w:t>(</w:t>
      </w:r>
      <w:r w:rsidRPr="006728AC">
        <w:rPr>
          <w:rFonts w:hint="cs"/>
          <w:cs/>
          <w:lang w:bidi="hi-IN"/>
        </w:rPr>
        <w:t>यानी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तहज्जुद</w:t>
      </w:r>
      <w:r w:rsidRPr="006728AC">
        <w:rPr>
          <w:cs/>
          <w:lang w:bidi="hi-IN"/>
        </w:rPr>
        <w:t xml:space="preserve">)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रकत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सुबह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होती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हैं।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चूँकि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एहतियाते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वाजिब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बिना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इशा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रकत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नफ़ल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बैठकर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पढ़नी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ज़रूरी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इसलिए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एक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रकत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शुमार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होती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लेकिन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जुमे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दिन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ज़ोहर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अस्र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सोलह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रकत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नफ़ल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चार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रकत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इज़ाफ़ा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जाता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बेहतर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कि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यह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पूरी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बीस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रकतें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ज़वाल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पहले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पढ़ी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जायें।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(773) </w:t>
      </w:r>
      <w:r w:rsidRPr="006728AC">
        <w:rPr>
          <w:rFonts w:hint="cs"/>
          <w:cs/>
          <w:lang w:bidi="hi-IN"/>
        </w:rPr>
        <w:t>नमाज़े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शब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गयारह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रकतों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आठ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रकतें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नाफ़िलह</w:t>
      </w:r>
      <w:r w:rsidRPr="006728AC">
        <w:rPr>
          <w:cs/>
          <w:lang w:bidi="hi-IN"/>
        </w:rPr>
        <w:t>-</w:t>
      </w:r>
      <w:r w:rsidRPr="006728AC">
        <w:rPr>
          <w:rFonts w:hint="cs"/>
          <w:cs/>
          <w:lang w:bidi="hi-IN"/>
        </w:rPr>
        <w:t>ए</w:t>
      </w:r>
      <w:r w:rsidRPr="006728AC">
        <w:rPr>
          <w:cs/>
          <w:lang w:bidi="hi-IN"/>
        </w:rPr>
        <w:t>-</w:t>
      </w:r>
      <w:r w:rsidRPr="006728AC">
        <w:rPr>
          <w:rFonts w:hint="cs"/>
          <w:cs/>
          <w:lang w:bidi="hi-IN"/>
        </w:rPr>
        <w:t>शब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नियत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रकत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नमाज़े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शफ़ा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नियत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एक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रकत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नमाज़े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वत्र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नियत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पढ़नी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ज़रूरी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हैं।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नाफ़िल</w:t>
      </w:r>
      <w:r w:rsidRPr="006728AC">
        <w:rPr>
          <w:cs/>
          <w:lang w:bidi="hi-IN"/>
        </w:rPr>
        <w:t>-</w:t>
      </w:r>
      <w:r w:rsidRPr="006728AC">
        <w:rPr>
          <w:rFonts w:hint="cs"/>
          <w:cs/>
          <w:lang w:bidi="hi-IN"/>
        </w:rPr>
        <w:t>ए</w:t>
      </w:r>
      <w:r w:rsidRPr="006728AC">
        <w:rPr>
          <w:cs/>
          <w:lang w:bidi="hi-IN"/>
        </w:rPr>
        <w:t>-</w:t>
      </w:r>
      <w:r w:rsidRPr="006728AC">
        <w:rPr>
          <w:rFonts w:hint="cs"/>
          <w:cs/>
          <w:lang w:bidi="hi-IN"/>
        </w:rPr>
        <w:t>शब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मुकम्मल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तरीक़ा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दुआ़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किताबों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बयान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किया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गया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(774) </w:t>
      </w:r>
      <w:r w:rsidRPr="006728AC">
        <w:rPr>
          <w:rFonts w:hint="cs"/>
          <w:cs/>
          <w:lang w:bidi="hi-IN"/>
        </w:rPr>
        <w:t>नाफ़िलह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नमाज़ें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बैठ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भी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पढ़ी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सकती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लेकिन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बाज़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फ़ुक़ाहा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कहते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कि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इस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सूरत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बेहतर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यह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कि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बैठ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पढ़ी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जाने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वाली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नाफ़िलह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नमाज़ों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रकतों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एक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रकत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शुमार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किया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जाये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मसलन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इंसान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ज़ोहर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नाफ़िलह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कि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आठ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रकत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हैं</w:t>
      </w:r>
      <w:r w:rsidRPr="006728AC">
        <w:t xml:space="preserve">, </w:t>
      </w:r>
      <w:r w:rsidRPr="006728AC">
        <w:rPr>
          <w:rFonts w:hint="cs"/>
          <w:cs/>
          <w:lang w:bidi="hi-IN"/>
        </w:rPr>
        <w:t>बैठकर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पढ़ना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चाहे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उसके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लिए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बेहतर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यह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कि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सोलह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रकतें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पढ़े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अगर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चाहे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कि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नमाज़े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वत्र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बैठ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पढ़े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एक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एक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रकत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नमाज़ें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पढ़े।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हम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इस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काम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बेहतर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होना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मालूम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नहीं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लेकिन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रजा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नियत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अंजाम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कोई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इशकाल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नहीं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(775) </w:t>
      </w:r>
      <w:r w:rsidRPr="006728AC">
        <w:rPr>
          <w:rFonts w:hint="cs"/>
          <w:cs/>
          <w:lang w:bidi="hi-IN"/>
        </w:rPr>
        <w:t>ज़ोहर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अस्र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नाफ़िलह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नमाज़ें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सफ़र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नहीं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पढ़नी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चाहिए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अगर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इशा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नाफ़िलह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रजा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नियत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पढ़ी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जाये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कोई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हरज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नहीं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</w:p>
    <w:p w:rsidR="006728AC" w:rsidRDefault="006728AC" w:rsidP="006728AC">
      <w:pPr>
        <w:pStyle w:val="Heading2"/>
        <w:rPr>
          <w:rFonts w:hint="cs"/>
          <w:lang w:bidi="hi-IN"/>
        </w:rPr>
      </w:pPr>
      <w:bookmarkStart w:id="4" w:name="_Toc455395205"/>
      <w:r w:rsidRPr="006728AC">
        <w:rPr>
          <w:rFonts w:hint="cs"/>
          <w:cs/>
          <w:lang w:bidi="hi-IN"/>
        </w:rPr>
        <w:t>मुस्तहब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रोज़े</w:t>
      </w:r>
      <w:bookmarkEnd w:id="4"/>
    </w:p>
    <w:p w:rsidR="006728AC" w:rsidRPr="006728AC" w:rsidRDefault="006728AC" w:rsidP="006728AC">
      <w:pPr>
        <w:pStyle w:val="libNormal"/>
      </w:pPr>
      <w:r w:rsidRPr="006728AC">
        <w:rPr>
          <w:rFonts w:hint="cs"/>
          <w:cs/>
          <w:lang w:bidi="hi-IN"/>
        </w:rPr>
        <w:t>हराम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मकरूह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रोज़ों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अलावा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जिन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ज़िक्र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किया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चुका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साल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तमाम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दिनों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रोज़े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मुस्तहब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बाज़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दिनों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रोज़े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रखने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बहुत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ताकीद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गई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जिन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चंद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यह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हैः</w:t>
      </w: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(1) </w:t>
      </w:r>
      <w:r w:rsidRPr="006728AC">
        <w:rPr>
          <w:rFonts w:hint="cs"/>
          <w:cs/>
          <w:lang w:bidi="hi-IN"/>
        </w:rPr>
        <w:t>हर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महीने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पहली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आख़री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जुमेरात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पहला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बुध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महीने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दसवीं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तारीख़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बाद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आये।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अगर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कोई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शख्स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यह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रोज़े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रखे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मुस्तहब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कि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उन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कज़ा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करे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रोज़ा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बिल्कुल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रख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सकता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मुस्तहब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कि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दिन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बदले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एक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मुद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तआम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या</w:t>
      </w:r>
      <w:r w:rsidRPr="006728AC">
        <w:rPr>
          <w:cs/>
          <w:lang w:bidi="hi-IN"/>
        </w:rPr>
        <w:t xml:space="preserve"> 12/6 </w:t>
      </w:r>
      <w:r w:rsidRPr="006728AC">
        <w:rPr>
          <w:rFonts w:hint="cs"/>
          <w:cs/>
          <w:lang w:bidi="hi-IN"/>
        </w:rPr>
        <w:t>नुख़ुद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सिक्केदार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चाँदी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फ़क़ीर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दे।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(2) </w:t>
      </w:r>
      <w:r w:rsidRPr="006728AC">
        <w:rPr>
          <w:rFonts w:hint="cs"/>
          <w:cs/>
          <w:lang w:bidi="hi-IN"/>
        </w:rPr>
        <w:t>हर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महीने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तेरहवीं</w:t>
      </w:r>
      <w:r w:rsidRPr="006728AC">
        <w:t xml:space="preserve">, </w:t>
      </w:r>
      <w:r w:rsidRPr="006728AC">
        <w:rPr>
          <w:rFonts w:hint="cs"/>
          <w:cs/>
          <w:lang w:bidi="hi-IN"/>
        </w:rPr>
        <w:t>चौदहवीं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पंद्रहवीं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तारीख़।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(3) </w:t>
      </w:r>
      <w:r w:rsidRPr="006728AC">
        <w:rPr>
          <w:rFonts w:hint="cs"/>
          <w:cs/>
          <w:lang w:bidi="hi-IN"/>
        </w:rPr>
        <w:t>रजब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शाबान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पूरे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महीने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रोज़े।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या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उन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महीनों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जितने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रोज़े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रख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सकें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चाहे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एक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दिन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क्यों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हो।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(4) </w:t>
      </w:r>
      <w:r w:rsidRPr="006728AC">
        <w:rPr>
          <w:rFonts w:hint="cs"/>
          <w:cs/>
          <w:lang w:bidi="hi-IN"/>
        </w:rPr>
        <w:t>ईदे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नौ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रोज़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दिन।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(5) </w:t>
      </w:r>
      <w:r w:rsidRPr="006728AC">
        <w:rPr>
          <w:rFonts w:hint="cs"/>
          <w:cs/>
          <w:lang w:bidi="hi-IN"/>
        </w:rPr>
        <w:t>शव्वाल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चौथी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नवीं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तारीख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तक।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(6) </w:t>
      </w:r>
      <w:r w:rsidRPr="006728AC">
        <w:rPr>
          <w:rFonts w:hint="cs"/>
          <w:cs/>
          <w:lang w:bidi="hi-IN"/>
        </w:rPr>
        <w:t>ज़ीक़ादा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पच्चीसवीं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इक्कीसवीं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तारीख़।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(7) </w:t>
      </w:r>
      <w:r w:rsidRPr="006728AC">
        <w:rPr>
          <w:rFonts w:hint="cs"/>
          <w:cs/>
          <w:lang w:bidi="hi-IN"/>
        </w:rPr>
        <w:t>ज़ीक़ादा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पहली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तारीख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नवीं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तारीख़</w:t>
      </w:r>
      <w:r w:rsidRPr="006728AC">
        <w:rPr>
          <w:cs/>
          <w:lang w:bidi="hi-IN"/>
        </w:rPr>
        <w:t xml:space="preserve"> (</w:t>
      </w:r>
      <w:r w:rsidRPr="006728AC">
        <w:rPr>
          <w:rFonts w:hint="cs"/>
          <w:cs/>
          <w:lang w:bidi="hi-IN"/>
        </w:rPr>
        <w:t>यौमे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अरफ़ा</w:t>
      </w:r>
      <w:r w:rsidRPr="006728AC">
        <w:rPr>
          <w:cs/>
          <w:lang w:bidi="hi-IN"/>
        </w:rPr>
        <w:t xml:space="preserve">) </w:t>
      </w:r>
      <w:r w:rsidRPr="006728AC">
        <w:rPr>
          <w:rFonts w:hint="cs"/>
          <w:cs/>
          <w:lang w:bidi="hi-IN"/>
        </w:rPr>
        <w:t>तक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लेकिन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अगर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इंसान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रोज़े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वजह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बेदार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होने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वाली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कमज़ोरी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बिना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यौमे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अरफ़ा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दुआयें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पढ़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उस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दिन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रोज़ा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मकरूह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(8) </w:t>
      </w:r>
      <w:r w:rsidRPr="006728AC">
        <w:rPr>
          <w:rFonts w:hint="cs"/>
          <w:cs/>
          <w:lang w:bidi="hi-IN"/>
        </w:rPr>
        <w:t>ईदे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सईदे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ग़दीर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दिन</w:t>
      </w:r>
      <w:r w:rsidRPr="006728AC">
        <w:rPr>
          <w:cs/>
          <w:lang w:bidi="hi-IN"/>
        </w:rPr>
        <w:t xml:space="preserve"> (18 </w:t>
      </w:r>
      <w:r w:rsidRPr="006728AC">
        <w:rPr>
          <w:rFonts w:hint="cs"/>
          <w:cs/>
          <w:lang w:bidi="hi-IN"/>
        </w:rPr>
        <w:t>ज़िलहिज्जा</w:t>
      </w:r>
      <w:r w:rsidRPr="006728AC">
        <w:rPr>
          <w:cs/>
          <w:lang w:bidi="hi-IN"/>
        </w:rPr>
        <w:t>)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(9) </w:t>
      </w:r>
      <w:r w:rsidRPr="006728AC">
        <w:rPr>
          <w:rFonts w:hint="cs"/>
          <w:cs/>
          <w:lang w:bidi="hi-IN"/>
        </w:rPr>
        <w:t>रोज़े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मुबाहिला</w:t>
      </w:r>
      <w:r w:rsidRPr="006728AC">
        <w:rPr>
          <w:cs/>
          <w:lang w:bidi="hi-IN"/>
        </w:rPr>
        <w:t xml:space="preserve"> (24 </w:t>
      </w:r>
      <w:r w:rsidRPr="006728AC">
        <w:rPr>
          <w:rFonts w:hint="cs"/>
          <w:cs/>
          <w:lang w:bidi="hi-IN"/>
        </w:rPr>
        <w:t>ज़िलहिज्जा</w:t>
      </w:r>
      <w:r w:rsidRPr="006728AC">
        <w:rPr>
          <w:cs/>
          <w:lang w:bidi="hi-IN"/>
        </w:rPr>
        <w:t>)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(10) </w:t>
      </w:r>
      <w:r w:rsidRPr="006728AC">
        <w:rPr>
          <w:rFonts w:hint="cs"/>
          <w:cs/>
          <w:lang w:bidi="hi-IN"/>
        </w:rPr>
        <w:t>मुहर्रामुल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हराम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पहली</w:t>
      </w:r>
      <w:r w:rsidRPr="006728AC">
        <w:t xml:space="preserve">, </w:t>
      </w:r>
      <w:r w:rsidRPr="006728AC">
        <w:rPr>
          <w:rFonts w:hint="cs"/>
          <w:cs/>
          <w:lang w:bidi="hi-IN"/>
        </w:rPr>
        <w:t>तीसरी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सातवीं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तारीख़।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(11) </w:t>
      </w:r>
      <w:r w:rsidRPr="006728AC">
        <w:rPr>
          <w:rFonts w:hint="cs"/>
          <w:cs/>
          <w:lang w:bidi="hi-IN"/>
        </w:rPr>
        <w:t>रसूसले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अकरम</w:t>
      </w:r>
      <w:r w:rsidRPr="006728AC">
        <w:rPr>
          <w:cs/>
          <w:lang w:bidi="hi-IN"/>
        </w:rPr>
        <w:t xml:space="preserve"> (</w:t>
      </w:r>
      <w:r w:rsidRPr="006728AC">
        <w:rPr>
          <w:rFonts w:hint="cs"/>
          <w:cs/>
          <w:lang w:bidi="hi-IN"/>
        </w:rPr>
        <w:t>स</w:t>
      </w:r>
      <w:r w:rsidRPr="006728AC">
        <w:rPr>
          <w:cs/>
          <w:lang w:bidi="hi-IN"/>
        </w:rPr>
        <w:t xml:space="preserve">0)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विलादत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दिन</w:t>
      </w:r>
      <w:r w:rsidRPr="006728AC">
        <w:rPr>
          <w:cs/>
          <w:lang w:bidi="hi-IN"/>
        </w:rPr>
        <w:t xml:space="preserve"> (17 </w:t>
      </w:r>
      <w:r w:rsidRPr="006728AC">
        <w:rPr>
          <w:rFonts w:hint="cs"/>
          <w:cs/>
          <w:lang w:bidi="hi-IN"/>
        </w:rPr>
        <w:t>रबी</w:t>
      </w:r>
      <w:r w:rsidRPr="006728AC">
        <w:rPr>
          <w:cs/>
          <w:lang w:bidi="hi-IN"/>
        </w:rPr>
        <w:t>-</w:t>
      </w:r>
      <w:r w:rsidRPr="006728AC">
        <w:rPr>
          <w:rFonts w:hint="cs"/>
          <w:cs/>
          <w:lang w:bidi="hi-IN"/>
        </w:rPr>
        <w:t>उल</w:t>
      </w:r>
      <w:r w:rsidRPr="006728AC">
        <w:rPr>
          <w:cs/>
          <w:lang w:bidi="hi-IN"/>
        </w:rPr>
        <w:t>-</w:t>
      </w:r>
      <w:r w:rsidRPr="006728AC">
        <w:rPr>
          <w:rFonts w:hint="cs"/>
          <w:cs/>
          <w:lang w:bidi="hi-IN"/>
        </w:rPr>
        <w:t>अव्वल</w:t>
      </w:r>
      <w:r w:rsidRPr="006728AC">
        <w:rPr>
          <w:cs/>
          <w:lang w:bidi="hi-IN"/>
        </w:rPr>
        <w:t>)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(12) </w:t>
      </w:r>
      <w:r w:rsidRPr="006728AC">
        <w:rPr>
          <w:rFonts w:hint="cs"/>
          <w:cs/>
          <w:lang w:bidi="hi-IN"/>
        </w:rPr>
        <w:t>जमादीयुल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अव्वल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पंद्रहवी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तारीख़।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ईदे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बेसत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यानी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रसूले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अकरम</w:t>
      </w:r>
      <w:r w:rsidRPr="006728AC">
        <w:rPr>
          <w:cs/>
          <w:lang w:bidi="hi-IN"/>
        </w:rPr>
        <w:t xml:space="preserve"> (</w:t>
      </w:r>
      <w:r w:rsidRPr="006728AC">
        <w:rPr>
          <w:rFonts w:hint="cs"/>
          <w:cs/>
          <w:lang w:bidi="hi-IN"/>
        </w:rPr>
        <w:t>स</w:t>
      </w:r>
      <w:r w:rsidRPr="006728AC">
        <w:rPr>
          <w:cs/>
          <w:lang w:bidi="hi-IN"/>
        </w:rPr>
        <w:t xml:space="preserve">0)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ऐलाने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रिसालत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दिन</w:t>
      </w:r>
      <w:r w:rsidRPr="006728AC">
        <w:rPr>
          <w:cs/>
          <w:lang w:bidi="hi-IN"/>
        </w:rPr>
        <w:t xml:space="preserve"> (27 </w:t>
      </w:r>
      <w:r w:rsidRPr="006728AC">
        <w:rPr>
          <w:rFonts w:hint="cs"/>
          <w:cs/>
          <w:lang w:bidi="hi-IN"/>
        </w:rPr>
        <w:t>रजब</w:t>
      </w:r>
      <w:r w:rsidRPr="006728AC">
        <w:rPr>
          <w:cs/>
          <w:lang w:bidi="hi-IN"/>
        </w:rPr>
        <w:t xml:space="preserve">) </w:t>
      </w:r>
      <w:r w:rsidRPr="006728AC">
        <w:rPr>
          <w:rFonts w:hint="cs"/>
          <w:cs/>
          <w:lang w:bidi="hi-IN"/>
        </w:rPr>
        <w:t>को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भी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रोज़ा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रखना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मुस्तहब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शख्स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मुस्तहब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रोज़ा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रखे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उस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लिए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वाजिब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नहीं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कि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उसे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इख़्तिताम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तक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पहुँचाये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बल्कि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अगर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उस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काई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मोमिन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भाई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उसे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खाने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दावत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मुस्तहब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कि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उस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दावत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क़बूल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दिन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रोज़ा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खोल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चाहे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ज़ोहर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बाद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क्यों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हो।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Heading1"/>
      </w:pPr>
      <w:bookmarkStart w:id="5" w:name="_Toc455395206"/>
      <w:r w:rsidRPr="006728AC">
        <w:rPr>
          <w:rFonts w:hint="cs"/>
          <w:cs/>
          <w:lang w:bidi="hi-IN"/>
        </w:rPr>
        <w:t>पेशाब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पख़ाना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करने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मुसतहब्बात</w:t>
      </w:r>
      <w:bookmarkEnd w:id="5"/>
    </w:p>
    <w:p w:rsidR="006728AC" w:rsidRPr="006728AC" w:rsidRDefault="006728AC" w:rsidP="006728AC">
      <w:pPr>
        <w:pStyle w:val="libNormal"/>
      </w:pPr>
      <w:r w:rsidRPr="006728AC">
        <w:rPr>
          <w:rFonts w:hint="cs"/>
          <w:cs/>
          <w:lang w:bidi="hi-IN"/>
        </w:rPr>
        <w:t>हर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शख़्स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लिए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मुस्तहब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कि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भी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पेशाब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पख़ाना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करने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लिए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जाये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ऐसी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जगह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बैठे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जहाँ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उसे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कोई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देख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सके।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पख़ाने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दाख़िल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होते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वक़्त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पहले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अपना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बायाँ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पैर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अन्दर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रखे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वहाँ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निकलते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वक़्त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पहले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दाहिना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पैर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बाहर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रखे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यह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भी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मुस्तहब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पेशाब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पख़ाना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करते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वक़्त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अपने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को</w:t>
      </w:r>
      <w:r w:rsidRPr="006728AC">
        <w:rPr>
          <w:cs/>
          <w:lang w:bidi="hi-IN"/>
        </w:rPr>
        <w:t xml:space="preserve"> (</w:t>
      </w:r>
      <w:r w:rsidRPr="006728AC">
        <w:rPr>
          <w:rFonts w:hint="cs"/>
          <w:cs/>
          <w:lang w:bidi="hi-IN"/>
        </w:rPr>
        <w:t>टोपी</w:t>
      </w:r>
      <w:r w:rsidRPr="006728AC">
        <w:rPr>
          <w:cs/>
          <w:lang w:bidi="hi-IN"/>
        </w:rPr>
        <w:t xml:space="preserve"> </w:t>
      </w:r>
      <w:r w:rsidRPr="006728AC">
        <w:t xml:space="preserve">, </w:t>
      </w:r>
      <w:r w:rsidRPr="006728AC">
        <w:rPr>
          <w:rFonts w:hint="cs"/>
          <w:cs/>
          <w:lang w:bidi="hi-IN"/>
        </w:rPr>
        <w:t>दुपट्टे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वग़ैरह</w:t>
      </w:r>
      <w:r w:rsidRPr="006728AC">
        <w:rPr>
          <w:cs/>
          <w:lang w:bidi="hi-IN"/>
        </w:rPr>
        <w:t xml:space="preserve">) </w:t>
      </w:r>
      <w:r w:rsidRPr="006728AC">
        <w:rPr>
          <w:rFonts w:hint="cs"/>
          <w:cs/>
          <w:lang w:bidi="hi-IN"/>
        </w:rPr>
        <w:t>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ढक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रखे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बदन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बोझ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अपने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बायेँ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पैर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रखे।</w:t>
      </w:r>
    </w:p>
    <w:p w:rsidR="006728AC" w:rsidRPr="006728AC" w:rsidRDefault="006728AC" w:rsidP="006728AC">
      <w:pPr>
        <w:pStyle w:val="libNormal"/>
      </w:pPr>
      <w:r w:rsidRPr="006728AC">
        <w:rPr>
          <w:rFonts w:hint="cs"/>
          <w:cs/>
          <w:lang w:bidi="hi-IN"/>
        </w:rPr>
        <w:t>नमाज़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पहले</w:t>
      </w:r>
      <w:r w:rsidRPr="006728AC">
        <w:t xml:space="preserve">, </w:t>
      </w:r>
      <w:r w:rsidRPr="006728AC">
        <w:rPr>
          <w:rFonts w:hint="cs"/>
          <w:cs/>
          <w:lang w:bidi="hi-IN"/>
        </w:rPr>
        <w:t>सोने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पहले</w:t>
      </w:r>
      <w:r w:rsidRPr="006728AC">
        <w:t xml:space="preserve">, </w:t>
      </w:r>
      <w:r w:rsidRPr="006728AC">
        <w:rPr>
          <w:rFonts w:hint="cs"/>
          <w:cs/>
          <w:lang w:bidi="hi-IN"/>
        </w:rPr>
        <w:t>जिमाअ</w:t>
      </w:r>
      <w:r>
        <w:rPr>
          <w:rFonts w:hint="cs"/>
          <w:cs/>
          <w:lang w:bidi="hi-IN"/>
        </w:rPr>
        <w:t xml:space="preserve"> </w:t>
      </w:r>
      <w:r w:rsidRPr="006728AC">
        <w:rPr>
          <w:cs/>
          <w:lang w:bidi="hi-IN"/>
        </w:rPr>
        <w:t>(</w:t>
      </w:r>
      <w:r w:rsidRPr="006728AC">
        <w:rPr>
          <w:rFonts w:hint="cs"/>
          <w:cs/>
          <w:lang w:bidi="hi-IN"/>
        </w:rPr>
        <w:t>संभोग</w:t>
      </w:r>
      <w:r w:rsidRPr="006728AC">
        <w:rPr>
          <w:cs/>
          <w:lang w:bidi="hi-IN"/>
        </w:rPr>
        <w:t xml:space="preserve">) </w:t>
      </w:r>
      <w:r w:rsidRPr="006728AC">
        <w:rPr>
          <w:rFonts w:hint="cs"/>
          <w:cs/>
          <w:lang w:bidi="hi-IN"/>
        </w:rPr>
        <w:t>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पहले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मनी</w:t>
      </w:r>
      <w:r>
        <w:rPr>
          <w:rFonts w:hint="cs"/>
          <w:cs/>
          <w:lang w:bidi="hi-IN"/>
        </w:rPr>
        <w:t xml:space="preserve"> </w:t>
      </w:r>
      <w:r w:rsidRPr="006728AC">
        <w:rPr>
          <w:cs/>
          <w:lang w:bidi="hi-IN"/>
        </w:rPr>
        <w:t>(</w:t>
      </w:r>
      <w:r w:rsidRPr="006728AC">
        <w:rPr>
          <w:rFonts w:hint="cs"/>
          <w:cs/>
          <w:lang w:bidi="hi-IN"/>
        </w:rPr>
        <w:t>वीर्य</w:t>
      </w:r>
      <w:r w:rsidRPr="006728AC">
        <w:rPr>
          <w:cs/>
          <w:lang w:bidi="hi-IN"/>
        </w:rPr>
        <w:t xml:space="preserve">)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निकल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जाने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बाद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पेशाब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करना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मुस्तहब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</w:p>
    <w:p w:rsidR="006728AC" w:rsidRDefault="006728AC" w:rsidP="006728AC">
      <w:pPr>
        <w:pStyle w:val="Heading1"/>
        <w:rPr>
          <w:rFonts w:hint="cs"/>
          <w:lang w:bidi="hi-IN"/>
        </w:rPr>
      </w:pPr>
      <w:bookmarkStart w:id="6" w:name="_Toc455395207"/>
      <w:r w:rsidRPr="006728AC">
        <w:rPr>
          <w:rFonts w:hint="cs"/>
          <w:cs/>
          <w:lang w:bidi="hi-IN"/>
        </w:rPr>
        <w:t>नमाज़े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ग़ुफ़ैला</w:t>
      </w:r>
      <w:bookmarkEnd w:id="6"/>
    </w:p>
    <w:p w:rsidR="006728AC" w:rsidRPr="006728AC" w:rsidRDefault="006728AC" w:rsidP="006728AC">
      <w:pPr>
        <w:pStyle w:val="libNormal"/>
      </w:pPr>
      <w:r w:rsidRPr="006728AC">
        <w:rPr>
          <w:rFonts w:hint="cs"/>
          <w:cs/>
          <w:lang w:bidi="hi-IN"/>
        </w:rPr>
        <w:t>मुस्तहब्बी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नमाज़ों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एक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नमाज़े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ग़ुफ़ैला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</w:t>
      </w:r>
      <w:r w:rsidRPr="006728AC">
        <w:t xml:space="preserve">, </w:t>
      </w:r>
      <w:r w:rsidRPr="006728AC">
        <w:rPr>
          <w:rFonts w:hint="cs"/>
          <w:cs/>
          <w:lang w:bidi="hi-IN"/>
        </w:rPr>
        <w:t>जो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मग़रिब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इशा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नमाज़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बीच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पढ़ी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जाती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इसका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वक़्त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नमाज़े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मग़रिब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बाद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पश्चिम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तरफ़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सुर्ख़ी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ख़त्म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होने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तक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rFonts w:hint="cs"/>
          <w:cs/>
          <w:lang w:bidi="hi-IN"/>
        </w:rPr>
        <w:t>यह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नमाज़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रकअत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पहली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रकअत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हम्द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बाद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सूरः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जगह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यह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आयत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पढ़ी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जाती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</w:t>
      </w:r>
      <w:r w:rsidRPr="006728AC">
        <w:rPr>
          <w:cs/>
          <w:lang w:bidi="hi-IN"/>
        </w:rPr>
        <w:t xml:space="preserve"> </w:t>
      </w:r>
      <w:r w:rsidRPr="006728AC">
        <w:t>“</w:t>
      </w:r>
      <w:r w:rsidRPr="006728AC">
        <w:rPr>
          <w:rFonts w:hint="cs"/>
          <w:cs/>
          <w:lang w:bidi="hi-IN"/>
        </w:rPr>
        <w:t>व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ज़न्नूनि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इज़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ज़हाबा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मुग़ाज़िबन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फ़ज़न्ना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नक़दिरा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अलैहि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फ़नादा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फ़िज़्ज़ुलिमाति</w:t>
      </w:r>
    </w:p>
    <w:p w:rsidR="006728AC" w:rsidRPr="006728AC" w:rsidRDefault="006728AC" w:rsidP="006728AC">
      <w:pPr>
        <w:pStyle w:val="libNormal"/>
      </w:pPr>
      <w:r w:rsidRPr="006728AC">
        <w:rPr>
          <w:rFonts w:hint="cs"/>
          <w:cs/>
          <w:lang w:bidi="hi-IN"/>
        </w:rPr>
        <w:t>अन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इलाहा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इल्ला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अन्ता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सुबहानका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इन्नी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कुन्तु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मिन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अज़्ज़ालीमीन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फ़स्तजबना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लहु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नज्जैनाहु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मिन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अलग़म्मि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कज़ालिका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नुनजिल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मोमिनीना</w:t>
      </w:r>
      <w:r w:rsidRPr="006728AC">
        <w:rPr>
          <w:cs/>
          <w:lang w:bidi="hi-IN"/>
        </w:rPr>
        <w:t xml:space="preserve"> </w:t>
      </w:r>
      <w:r w:rsidRPr="006728AC">
        <w:t xml:space="preserve">” </w:t>
      </w:r>
    </w:p>
    <w:p w:rsidR="006728AC" w:rsidRPr="006728AC" w:rsidRDefault="006728AC" w:rsidP="006728AC">
      <w:pPr>
        <w:pStyle w:val="libNormal"/>
      </w:pP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दूसरी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रकअत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हम्द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बाद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यह</w:t>
      </w:r>
    </w:p>
    <w:p w:rsidR="006728AC" w:rsidRPr="006728AC" w:rsidRDefault="006728AC" w:rsidP="006728AC">
      <w:pPr>
        <w:pStyle w:val="libNormal"/>
      </w:pPr>
      <w:r w:rsidRPr="006728AC">
        <w:rPr>
          <w:rFonts w:hint="cs"/>
          <w:cs/>
          <w:lang w:bidi="hi-IN"/>
        </w:rPr>
        <w:t>आयत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पढ़ी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जाती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</w:t>
      </w:r>
    </w:p>
    <w:p w:rsidR="006728AC" w:rsidRPr="006728AC" w:rsidRDefault="006728AC" w:rsidP="006728AC">
      <w:pPr>
        <w:pStyle w:val="libNormal"/>
      </w:pPr>
      <w:r w:rsidRPr="006728AC">
        <w:t xml:space="preserve"> “</w:t>
      </w:r>
      <w:r w:rsidRPr="006728AC">
        <w:rPr>
          <w:rFonts w:hint="cs"/>
          <w:cs/>
          <w:lang w:bidi="hi-IN"/>
        </w:rPr>
        <w:t>व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इन्दा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मफ़ातिहुल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ग़ैबि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यअलमुहा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इल्ला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हुवा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यअलमु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फ़िल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बर्रे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बहरे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तसक़ुतु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मिन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वरक़तिन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इल्ला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यअलमुहा</w:t>
      </w:r>
    </w:p>
    <w:p w:rsidR="006728AC" w:rsidRPr="006728AC" w:rsidRDefault="006728AC" w:rsidP="006728AC">
      <w:pPr>
        <w:pStyle w:val="libNormal"/>
      </w:pPr>
      <w:r w:rsidRPr="006728AC">
        <w:rPr>
          <w:rFonts w:hint="cs"/>
          <w:cs/>
          <w:lang w:bidi="hi-IN"/>
        </w:rPr>
        <w:t>व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हब्बतिन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फ़ी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ज़ुलुमातिल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अर्ज़ि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रतबिंव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याबिसिंव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इल्ला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फ़ी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किताबिम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मुबीन।</w:t>
      </w:r>
      <w:r w:rsidRPr="006728AC">
        <w:rPr>
          <w:rFonts w:hint="eastAsia"/>
        </w:rPr>
        <w:t>”</w:t>
      </w: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lastRenderedPageBreak/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क़ुनूत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यह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दुआ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पढ़ी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जाती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</w:t>
      </w:r>
      <w:r w:rsidRPr="006728AC">
        <w:rPr>
          <w:cs/>
          <w:lang w:bidi="hi-IN"/>
        </w:rPr>
        <w:t xml:space="preserve"> </w:t>
      </w:r>
      <w:r w:rsidRPr="006728AC">
        <w:t>“</w:t>
      </w:r>
    </w:p>
    <w:p w:rsidR="006728AC" w:rsidRPr="006728AC" w:rsidRDefault="006728AC" w:rsidP="006728AC">
      <w:pPr>
        <w:pStyle w:val="libNormal"/>
      </w:pPr>
      <w:r w:rsidRPr="006728AC">
        <w:rPr>
          <w:rFonts w:hint="cs"/>
          <w:cs/>
          <w:lang w:bidi="hi-IN"/>
        </w:rPr>
        <w:t>अल्लाहुम्मा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इन्नी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असअलुका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बिमफ़ातिहिल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ग़ैबि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अल्लती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यअलमुहा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इल्ला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अन्ता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तुसल्लिया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अला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मुहम्मदिवं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आलि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मुहम्मद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तफ़अला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बी</w:t>
      </w:r>
      <w:r w:rsidRPr="006728AC">
        <w:rPr>
          <w:cs/>
          <w:lang w:bidi="hi-IN"/>
        </w:rPr>
        <w:t xml:space="preserve"> </w:t>
      </w:r>
    </w:p>
    <w:p w:rsidR="006728AC" w:rsidRPr="006728AC" w:rsidRDefault="006728AC" w:rsidP="006728AC">
      <w:pPr>
        <w:pStyle w:val="libNormal"/>
      </w:pPr>
      <w:r w:rsidRPr="006728AC">
        <w:rPr>
          <w:rFonts w:hint="cs"/>
          <w:cs/>
          <w:lang w:bidi="hi-IN"/>
        </w:rPr>
        <w:t>इसके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बाद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अपनी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दुआ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माँगे</w:t>
      </w:r>
    </w:p>
    <w:p w:rsidR="006728AC" w:rsidRPr="006728AC" w:rsidRDefault="006728AC" w:rsidP="006728AC">
      <w:pPr>
        <w:pStyle w:val="libNormal"/>
      </w:pP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फिर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यह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दुआ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पढ़े</w:t>
      </w:r>
      <w:r w:rsidRPr="006728AC">
        <w:rPr>
          <w:cs/>
          <w:lang w:bidi="hi-IN"/>
        </w:rPr>
        <w:t xml:space="preserve"> </w:t>
      </w:r>
    </w:p>
    <w:p w:rsidR="006728AC" w:rsidRDefault="006728AC" w:rsidP="006728AC">
      <w:pPr>
        <w:pStyle w:val="libNormal"/>
        <w:rPr>
          <w:rFonts w:hint="cs"/>
          <w:lang w:bidi="hi-IN"/>
        </w:rPr>
      </w:pPr>
      <w:r w:rsidRPr="006728AC">
        <w:rPr>
          <w:rFonts w:hint="cs"/>
          <w:cs/>
          <w:lang w:bidi="hi-IN"/>
        </w:rPr>
        <w:t>अल्लाहुम्मा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अन्ता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वलियु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नेअमति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क़ादिरु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अला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तलिबति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तअलमु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हा</w:t>
      </w:r>
      <w:r w:rsidRPr="006728AC">
        <w:rPr>
          <w:cs/>
          <w:lang w:bidi="hi-IN"/>
        </w:rPr>
        <w:t>-</w:t>
      </w:r>
      <w:r w:rsidRPr="006728AC">
        <w:rPr>
          <w:rFonts w:hint="cs"/>
          <w:cs/>
          <w:lang w:bidi="hi-IN"/>
        </w:rPr>
        <w:t>जति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फ़असअलुका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बिहक़्क़ि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मुहम्मदिंवं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आलि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मुहम्मदिन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अलैहि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अलैहिमुस्सलाम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लम्मा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क़जैतहा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ली।</w:t>
      </w:r>
    </w:p>
    <w:p w:rsidR="006728AC" w:rsidRDefault="006728AC" w:rsidP="006728AC">
      <w:pPr>
        <w:pStyle w:val="libNormal"/>
        <w:rPr>
          <w:rFonts w:hint="cs"/>
          <w:lang w:bidi="hi-IN"/>
        </w:rPr>
      </w:pPr>
    </w:p>
    <w:p w:rsidR="006728AC" w:rsidRPr="006728AC" w:rsidRDefault="006728AC" w:rsidP="006728AC">
      <w:pPr>
        <w:pStyle w:val="Heading1"/>
      </w:pPr>
      <w:bookmarkStart w:id="7" w:name="_Toc455395208"/>
      <w:r w:rsidRPr="006728AC">
        <w:rPr>
          <w:rFonts w:hint="cs"/>
          <w:cs/>
          <w:lang w:bidi="hi-IN"/>
        </w:rPr>
        <w:t>मकरुहात</w:t>
      </w:r>
      <w:bookmarkEnd w:id="7"/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Heading2"/>
      </w:pPr>
      <w:bookmarkStart w:id="8" w:name="_Toc455395209"/>
      <w:r w:rsidRPr="006728AC">
        <w:rPr>
          <w:rFonts w:hint="cs"/>
          <w:cs/>
          <w:lang w:bidi="hi-IN"/>
        </w:rPr>
        <w:t>वह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कार्य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मुजनिब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लिए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मकरूह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हैं</w:t>
      </w:r>
      <w:bookmarkEnd w:id="8"/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  <w:rPr>
          <w:rFonts w:hint="cs"/>
          <w:cs/>
          <w:lang w:bidi="hi-IN"/>
        </w:rPr>
      </w:pPr>
      <w:r w:rsidRPr="006728AC">
        <w:rPr>
          <w:cs/>
          <w:lang w:bidi="hi-IN"/>
        </w:rPr>
        <w:t xml:space="preserve">362 </w:t>
      </w:r>
      <w:r w:rsidRPr="006728AC">
        <w:rPr>
          <w:rFonts w:hint="cs"/>
          <w:cs/>
          <w:lang w:bidi="hi-IN"/>
        </w:rPr>
        <w:t>मुजनिब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इंसान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लिए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नौ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कार्य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मकरूह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हैं।</w:t>
      </w:r>
    </w:p>
    <w:p w:rsidR="006728AC" w:rsidRPr="006728AC" w:rsidRDefault="006728AC" w:rsidP="006728AC">
      <w:pPr>
        <w:pStyle w:val="libNormal"/>
      </w:pPr>
      <w:r w:rsidRPr="006728AC">
        <w:rPr>
          <w:rFonts w:hint="eastAsia"/>
        </w:rPr>
        <w:t>·</w:t>
      </w:r>
      <w:r w:rsidRPr="006728AC">
        <w:rPr>
          <w:rFonts w:hint="cs"/>
          <w:cs/>
          <w:lang w:bidi="hi-IN"/>
        </w:rPr>
        <w:t>खाना</w:t>
      </w:r>
      <w:r w:rsidRPr="006728AC">
        <w:t xml:space="preserve">, </w:t>
      </w:r>
      <w:r w:rsidRPr="006728AC">
        <w:rPr>
          <w:rFonts w:hint="cs"/>
          <w:cs/>
          <w:lang w:bidi="hi-IN"/>
        </w:rPr>
        <w:t>पीना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लेकिन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अगर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हाथ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मुँह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धो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लिये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जायें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कुल्ली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जाये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मकरूह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नही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अगर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सिर्फ़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हाथ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धो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लिये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जायें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भी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कराहत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कम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जायेगी।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rFonts w:hint="eastAsia"/>
        </w:rPr>
        <w:t>·</w:t>
      </w:r>
      <w:r w:rsidRPr="006728AC">
        <w:rPr>
          <w:rFonts w:hint="cs"/>
          <w:cs/>
          <w:lang w:bidi="hi-IN"/>
        </w:rPr>
        <w:t>कुरआने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करीम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सात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ज़्यादा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उन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आयतों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पढ़ना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जिनमें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वाजिब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सजदा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हो।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rFonts w:hint="eastAsia"/>
        </w:rPr>
        <w:t>·</w:t>
      </w:r>
      <w:r w:rsidRPr="006728AC">
        <w:rPr>
          <w:rFonts w:hint="cs"/>
          <w:cs/>
          <w:lang w:bidi="hi-IN"/>
        </w:rPr>
        <w:t>कुरआने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मजीद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ज़िल्द</w:t>
      </w:r>
      <w:r w:rsidRPr="006728AC">
        <w:t xml:space="preserve">, </w:t>
      </w:r>
      <w:r w:rsidRPr="006728AC">
        <w:rPr>
          <w:rFonts w:hint="cs"/>
          <w:cs/>
          <w:lang w:bidi="hi-IN"/>
        </w:rPr>
        <w:t>हाशिये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या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अलफ़ाज़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बीच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ख़ाली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जगह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छूना।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rFonts w:hint="eastAsia"/>
        </w:rPr>
        <w:t>·</w:t>
      </w:r>
      <w:r w:rsidRPr="006728AC">
        <w:rPr>
          <w:rFonts w:hint="cs"/>
          <w:cs/>
          <w:lang w:bidi="hi-IN"/>
        </w:rPr>
        <w:t>कुरआने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करीम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अपने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साथ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रखना।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rFonts w:hint="eastAsia"/>
        </w:rPr>
        <w:t>·</w:t>
      </w:r>
      <w:r w:rsidRPr="006728AC">
        <w:rPr>
          <w:rFonts w:hint="cs"/>
          <w:cs/>
          <w:lang w:bidi="hi-IN"/>
        </w:rPr>
        <w:t>सोना</w:t>
      </w:r>
      <w:r w:rsidRPr="006728AC">
        <w:rPr>
          <w:cs/>
          <w:lang w:bidi="hi-IN"/>
        </w:rPr>
        <w:t xml:space="preserve">- </w:t>
      </w:r>
      <w:r w:rsidRPr="006728AC">
        <w:rPr>
          <w:rFonts w:hint="cs"/>
          <w:cs/>
          <w:lang w:bidi="hi-IN"/>
        </w:rPr>
        <w:t>लेकिन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अगर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वुज़ू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या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पानी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होने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वजह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ग़ुस्ल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बदले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तयम्मुम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इसके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बाद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सोना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मकरूह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नही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rFonts w:hint="eastAsia"/>
        </w:rPr>
        <w:t>·</w:t>
      </w:r>
      <w:r w:rsidRPr="006728AC">
        <w:rPr>
          <w:rFonts w:hint="cs"/>
          <w:cs/>
          <w:lang w:bidi="hi-IN"/>
        </w:rPr>
        <w:t>मेंहदी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या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इससे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मिलती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जुलती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किसी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चीज़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ख़िज़ाब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करना।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rFonts w:hint="eastAsia"/>
        </w:rPr>
        <w:t>·</w:t>
      </w:r>
      <w:r w:rsidRPr="006728AC">
        <w:rPr>
          <w:rFonts w:hint="cs"/>
          <w:cs/>
          <w:lang w:bidi="hi-IN"/>
        </w:rPr>
        <w:t>बदन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तेल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मालिश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करना।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rFonts w:hint="eastAsia"/>
        </w:rPr>
        <w:t>·</w:t>
      </w:r>
      <w:r w:rsidRPr="006728AC">
        <w:rPr>
          <w:rFonts w:hint="cs"/>
          <w:cs/>
          <w:lang w:bidi="hi-IN"/>
        </w:rPr>
        <w:t>एहतिलाम</w:t>
      </w:r>
      <w:r>
        <w:rPr>
          <w:rFonts w:hint="cs"/>
          <w:cs/>
          <w:lang w:bidi="hi-IN"/>
        </w:rPr>
        <w:t xml:space="preserve"> </w:t>
      </w:r>
      <w:r w:rsidRPr="006728AC">
        <w:rPr>
          <w:cs/>
          <w:lang w:bidi="hi-IN"/>
        </w:rPr>
        <w:t>(</w:t>
      </w:r>
      <w:r w:rsidRPr="006728AC">
        <w:rPr>
          <w:rFonts w:hint="cs"/>
          <w:cs/>
          <w:lang w:bidi="hi-IN"/>
        </w:rPr>
        <w:t>स्वप्न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दोष</w:t>
      </w:r>
      <w:r w:rsidRPr="006728AC">
        <w:rPr>
          <w:cs/>
          <w:lang w:bidi="hi-IN"/>
        </w:rPr>
        <w:t xml:space="preserve">) </w:t>
      </w:r>
      <w:r w:rsidRPr="006728AC">
        <w:rPr>
          <w:rFonts w:hint="cs"/>
          <w:cs/>
          <w:lang w:bidi="hi-IN"/>
        </w:rPr>
        <w:t>हो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जाने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बाद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संभोग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करना।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Heading2"/>
      </w:pPr>
      <w:bookmarkStart w:id="9" w:name="_Toc455395210"/>
      <w:r w:rsidRPr="006728AC">
        <w:rPr>
          <w:rFonts w:hint="cs"/>
          <w:cs/>
          <w:lang w:bidi="hi-IN"/>
        </w:rPr>
        <w:t>वह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चीज़ें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रोज़ेदार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लिए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मकरूह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हैं</w:t>
      </w:r>
      <w:bookmarkEnd w:id="9"/>
    </w:p>
    <w:p w:rsidR="006728AC" w:rsidRDefault="006728AC" w:rsidP="006728AC">
      <w:pPr>
        <w:pStyle w:val="libNormal"/>
        <w:rPr>
          <w:rFonts w:hint="cs"/>
          <w:lang w:bidi="hi-IN"/>
        </w:rPr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(1666) </w:t>
      </w:r>
      <w:r w:rsidRPr="006728AC">
        <w:rPr>
          <w:rFonts w:hint="cs"/>
          <w:cs/>
          <w:lang w:bidi="hi-IN"/>
        </w:rPr>
        <w:t>रोज़े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दार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लिए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कुछ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चीज़ें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मकरूह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जिन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बाज़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यह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हैं</w:t>
      </w:r>
      <w:r w:rsidRPr="006728AC">
        <w:rPr>
          <w:cs/>
          <w:lang w:bidi="hi-IN"/>
        </w:rPr>
        <w:t>-</w:t>
      </w: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(1) </w:t>
      </w:r>
      <w:r w:rsidRPr="006728AC">
        <w:rPr>
          <w:rFonts w:hint="cs"/>
          <w:cs/>
          <w:lang w:bidi="hi-IN"/>
        </w:rPr>
        <w:t>आँख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दवा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डालना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सुरमा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लागाना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कि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उस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मज़ा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या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हलक़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पहुँचे।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(2) </w:t>
      </w:r>
      <w:r w:rsidRPr="006728AC">
        <w:rPr>
          <w:rFonts w:hint="cs"/>
          <w:cs/>
          <w:lang w:bidi="hi-IN"/>
        </w:rPr>
        <w:t>हर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ऐसा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काम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करना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कि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कमज़ोरी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बाइस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मसलन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फ़स्द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खुलवाना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हम्माम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जाना।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>(3) (</w:t>
      </w:r>
      <w:r w:rsidRPr="006728AC">
        <w:rPr>
          <w:rFonts w:hint="cs"/>
          <w:cs/>
          <w:lang w:bidi="hi-IN"/>
        </w:rPr>
        <w:t>नाक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से</w:t>
      </w:r>
      <w:r w:rsidRPr="006728AC">
        <w:rPr>
          <w:cs/>
          <w:lang w:bidi="hi-IN"/>
        </w:rPr>
        <w:t xml:space="preserve">) </w:t>
      </w:r>
      <w:r w:rsidRPr="006728AC">
        <w:rPr>
          <w:rFonts w:hint="cs"/>
          <w:cs/>
          <w:lang w:bidi="hi-IN"/>
        </w:rPr>
        <w:t>निसवार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खींचना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इस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शर्त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साथ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कि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यह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इल्म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कि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हलक़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तक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पहुँचेगी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अगर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यह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इल्म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कि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हलक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तक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पहुँचेगी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उस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इस्तेमाल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जायज़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नहीं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(4) </w:t>
      </w:r>
      <w:r w:rsidRPr="006728AC">
        <w:rPr>
          <w:rFonts w:hint="cs"/>
          <w:cs/>
          <w:lang w:bidi="hi-IN"/>
        </w:rPr>
        <w:t>ख़ुशबूदार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जड़ी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बूटियां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सूंघना।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(5) </w:t>
      </w:r>
      <w:r w:rsidRPr="006728AC">
        <w:rPr>
          <w:rFonts w:hint="cs"/>
          <w:cs/>
          <w:lang w:bidi="hi-IN"/>
        </w:rPr>
        <w:t>औरत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पानी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बैठना।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lastRenderedPageBreak/>
        <w:t xml:space="preserve">(6) </w:t>
      </w:r>
      <w:r w:rsidRPr="006728AC">
        <w:rPr>
          <w:rFonts w:hint="cs"/>
          <w:cs/>
          <w:lang w:bidi="hi-IN"/>
        </w:rPr>
        <w:t>शियाफ़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इस्तेमाल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करना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यानी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किसी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ख़ुश्क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चीज़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इनेमा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लेना।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(7) </w:t>
      </w:r>
      <w:r w:rsidRPr="006728AC">
        <w:rPr>
          <w:rFonts w:hint="cs"/>
          <w:cs/>
          <w:lang w:bidi="hi-IN"/>
        </w:rPr>
        <w:t>जो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लिबास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पहन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रखा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उसे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करना।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(8) </w:t>
      </w:r>
      <w:r w:rsidRPr="006728AC">
        <w:rPr>
          <w:rFonts w:hint="cs"/>
          <w:cs/>
          <w:lang w:bidi="hi-IN"/>
        </w:rPr>
        <w:t>दाँत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निकलवाना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काम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करना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जिस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वजह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मुँह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खून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निकले।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(9) </w:t>
      </w:r>
      <w:r w:rsidRPr="006728AC">
        <w:rPr>
          <w:rFonts w:hint="cs"/>
          <w:cs/>
          <w:lang w:bidi="hi-IN"/>
        </w:rPr>
        <w:t>तर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लकड़ी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मिसवाक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करना।</w:t>
      </w:r>
    </w:p>
    <w:p w:rsidR="006728AC" w:rsidRPr="006728AC" w:rsidRDefault="006728AC" w:rsidP="006728AC">
      <w:pPr>
        <w:pStyle w:val="libNormal"/>
      </w:pPr>
    </w:p>
    <w:p w:rsidR="006728AC" w:rsidRPr="006728AC" w:rsidRDefault="006728AC" w:rsidP="006728AC">
      <w:pPr>
        <w:pStyle w:val="libNormal"/>
      </w:pPr>
      <w:r w:rsidRPr="006728AC">
        <w:rPr>
          <w:cs/>
          <w:lang w:bidi="hi-IN"/>
        </w:rPr>
        <w:t xml:space="preserve">(10) </w:t>
      </w:r>
      <w:r w:rsidRPr="006728AC">
        <w:rPr>
          <w:rFonts w:hint="cs"/>
          <w:cs/>
          <w:lang w:bidi="hi-IN"/>
        </w:rPr>
        <w:t>बिला</w:t>
      </w:r>
      <w:r>
        <w:rPr>
          <w:rFonts w:hint="cs"/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वजह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पानी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या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कोई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सय्याल</w:t>
      </w:r>
      <w:r>
        <w:rPr>
          <w:rFonts w:hint="cs"/>
          <w:cs/>
          <w:lang w:bidi="hi-IN"/>
        </w:rPr>
        <w:t xml:space="preserve"> </w:t>
      </w:r>
      <w:r w:rsidRPr="006728AC">
        <w:rPr>
          <w:cs/>
          <w:lang w:bidi="hi-IN"/>
        </w:rPr>
        <w:t>(</w:t>
      </w:r>
      <w:r w:rsidRPr="006728AC">
        <w:rPr>
          <w:rFonts w:hint="cs"/>
          <w:cs/>
          <w:lang w:bidi="hi-IN"/>
        </w:rPr>
        <w:t>द्रव</w:t>
      </w:r>
      <w:r w:rsidRPr="006728AC">
        <w:rPr>
          <w:cs/>
          <w:lang w:bidi="hi-IN"/>
        </w:rPr>
        <w:t xml:space="preserve">) </w:t>
      </w:r>
      <w:r w:rsidRPr="006728AC">
        <w:rPr>
          <w:rFonts w:hint="cs"/>
          <w:cs/>
          <w:lang w:bidi="hi-IN"/>
        </w:rPr>
        <w:t>चीज़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मुँह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डालना।</w:t>
      </w:r>
    </w:p>
    <w:p w:rsidR="006728AC" w:rsidRPr="006728AC" w:rsidRDefault="006728AC" w:rsidP="006728AC">
      <w:pPr>
        <w:pStyle w:val="libNormal"/>
      </w:pPr>
    </w:p>
    <w:p w:rsidR="006728AC" w:rsidRDefault="006728AC" w:rsidP="006728AC">
      <w:pPr>
        <w:pStyle w:val="libNormal"/>
        <w:rPr>
          <w:rFonts w:hint="cs"/>
          <w:lang w:bidi="hi-IN"/>
        </w:rPr>
      </w:pP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यह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भी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मकरूह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कि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मनी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क़स्द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बग़ैर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इंसान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अपनी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बीवी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बोसा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या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कोई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शहवत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अंगेज़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काम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करे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अगर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ऐसा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काम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करना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मनी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निकालेने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क़स्द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मनी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निकले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एहतियाते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लाज़िम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बिना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रोज़ा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बातिल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जाता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है।</w:t>
      </w:r>
    </w:p>
    <w:p w:rsidR="006728AC" w:rsidRPr="006728AC" w:rsidRDefault="006728AC" w:rsidP="006728AC">
      <w:pPr>
        <w:pStyle w:val="libNormal"/>
      </w:pPr>
    </w:p>
    <w:p w:rsidR="006728AC" w:rsidRDefault="006728AC" w:rsidP="006728AC">
      <w:pPr>
        <w:pStyle w:val="Heading2"/>
        <w:rPr>
          <w:rFonts w:hint="cs"/>
          <w:lang w:bidi="hi-IN"/>
        </w:rPr>
      </w:pPr>
      <w:bookmarkStart w:id="10" w:name="_Toc455395211"/>
      <w:r w:rsidRPr="006728AC">
        <w:rPr>
          <w:rFonts w:hint="cs"/>
          <w:cs/>
          <w:lang w:bidi="hi-IN"/>
        </w:rPr>
        <w:lastRenderedPageBreak/>
        <w:t>पेशाब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पख़ाना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करने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मकरूहात</w:t>
      </w:r>
      <w:bookmarkEnd w:id="10"/>
    </w:p>
    <w:p w:rsidR="006728AC" w:rsidRPr="006728AC" w:rsidRDefault="006728AC" w:rsidP="006728AC">
      <w:pPr>
        <w:pStyle w:val="libNormal"/>
      </w:pPr>
      <w:r w:rsidRPr="006728AC">
        <w:rPr>
          <w:rFonts w:hint="cs"/>
          <w:cs/>
          <w:lang w:bidi="hi-IN"/>
        </w:rPr>
        <w:t>सूरज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चाँद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तरफ़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चेहरा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पेशाब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पख़ाना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करना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मकरूह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लेकिन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अगर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अपनी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शर्म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गाह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किसी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चीज़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ज़रिये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ढक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फिर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मकरूह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नही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इसके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अलावा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हवा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रुख़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मुक़ाबिल</w:t>
      </w:r>
      <w:r w:rsidRPr="006728AC">
        <w:t xml:space="preserve">, </w:t>
      </w:r>
      <w:r w:rsidRPr="006728AC">
        <w:rPr>
          <w:rFonts w:hint="cs"/>
          <w:cs/>
          <w:lang w:bidi="hi-IN"/>
        </w:rPr>
        <w:t>गली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कूचों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में</w:t>
      </w:r>
      <w:r w:rsidRPr="006728AC">
        <w:t xml:space="preserve">, </w:t>
      </w:r>
      <w:r w:rsidRPr="006728AC">
        <w:rPr>
          <w:rFonts w:hint="cs"/>
          <w:cs/>
          <w:lang w:bidi="hi-IN"/>
        </w:rPr>
        <w:t>घरों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दरवाज़ों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सामने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फलदार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दरख़्तों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नीचे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पेशाब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पख़ाना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करना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मकरूह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इसी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तरह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पेशाब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पख़ाना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करते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वक़्त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कोई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चीज़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खाना</w:t>
      </w:r>
      <w:r w:rsidRPr="006728AC">
        <w:t xml:space="preserve">, </w:t>
      </w:r>
      <w:r w:rsidRPr="006728AC">
        <w:rPr>
          <w:rFonts w:hint="cs"/>
          <w:cs/>
          <w:lang w:bidi="hi-IN"/>
        </w:rPr>
        <w:t>ज़्यादा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देर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तक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बैठे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रहना</w:t>
      </w:r>
      <w:r w:rsidRPr="006728AC">
        <w:t xml:space="preserve">, </w:t>
      </w:r>
      <w:r w:rsidRPr="006728AC">
        <w:rPr>
          <w:rFonts w:hint="cs"/>
          <w:cs/>
          <w:lang w:bidi="hi-IN"/>
        </w:rPr>
        <w:t>दाहिने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हाथ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पेशाब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पख़ाने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मक़ाम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धोना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इस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हालत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बाते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करना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भी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मकरूह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लेकिन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अगर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कोई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मजबूरी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या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ज़िक्रे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ख़ुदा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किया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जाये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कोई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हरज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नही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है।</w:t>
      </w:r>
    </w:p>
    <w:p w:rsidR="006728AC" w:rsidRDefault="006728AC" w:rsidP="006728AC">
      <w:pPr>
        <w:pStyle w:val="libNormal"/>
        <w:rPr>
          <w:cs/>
          <w:lang w:bidi="hi-IN"/>
        </w:rPr>
      </w:pPr>
      <w:r w:rsidRPr="006728AC">
        <w:rPr>
          <w:rFonts w:hint="cs"/>
          <w:cs/>
          <w:lang w:bidi="hi-IN"/>
        </w:rPr>
        <w:t>खड़े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पेशाब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करना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मकरूह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इसी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तरह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सख़्त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ज़मीन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पर</w:t>
      </w:r>
      <w:r w:rsidRPr="006728AC">
        <w:t>,</w:t>
      </w:r>
      <w:r w:rsidRPr="006728AC">
        <w:rPr>
          <w:rFonts w:hint="cs"/>
          <w:cs/>
          <w:lang w:bidi="hi-IN"/>
        </w:rPr>
        <w:t>जानवरों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सुराख़ों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पानी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ख़ास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तौर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रुके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हुए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पानी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में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पेशाब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करना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भी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मकरूह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है।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पेशाब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पख़ाने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रोकना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मकरूह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और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अगर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बदन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के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लिए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मुकम्मल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तौर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पर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नुक़सान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देह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तो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हराम</w:t>
      </w:r>
      <w:r w:rsidRPr="006728AC">
        <w:rPr>
          <w:cs/>
          <w:lang w:bidi="hi-IN"/>
        </w:rPr>
        <w:t xml:space="preserve"> </w:t>
      </w:r>
      <w:r w:rsidRPr="006728AC">
        <w:rPr>
          <w:rFonts w:hint="cs"/>
          <w:cs/>
          <w:lang w:bidi="hi-IN"/>
        </w:rPr>
        <w:t>है।</w:t>
      </w:r>
    </w:p>
    <w:p w:rsidR="006728AC" w:rsidRPr="006728AC" w:rsidRDefault="006728AC" w:rsidP="006728AC">
      <w:pPr>
        <w:rPr>
          <w:cs/>
        </w:rPr>
      </w:pPr>
      <w:r>
        <w:rPr>
          <w:cs/>
          <w:lang w:bidi="hi-IN"/>
        </w:rPr>
        <w:br w:type="page"/>
      </w:r>
    </w:p>
    <w:p w:rsidR="006728AC" w:rsidRDefault="006728AC">
      <w:pPr>
        <w:pStyle w:val="TOCHeading"/>
        <w:rPr>
          <w:cs/>
          <w:lang w:bidi="hi-IN"/>
        </w:rPr>
      </w:pPr>
      <w:bookmarkStart w:id="11" w:name="_Toc455395212"/>
      <w:r>
        <w:rPr>
          <w:rFonts w:hint="cs"/>
          <w:cs/>
          <w:lang w:bidi="hi-IN"/>
        </w:rPr>
        <w:lastRenderedPageBreak/>
        <w:t>फेहरिस्त</w:t>
      </w:r>
      <w:bookmarkEnd w:id="11"/>
    </w:p>
    <w:sdt>
      <w:sdtPr>
        <w:id w:val="90231360"/>
        <w:docPartObj>
          <w:docPartGallery w:val="Table of Contents"/>
          <w:docPartUnique/>
        </w:docPartObj>
      </w:sdtPr>
      <w:sdtEndPr>
        <w:rPr>
          <w:rFonts w:ascii="Calibri" w:eastAsia="Calibri" w:hAnsi="Calibri" w:cs="Arial"/>
          <w:b w:val="0"/>
          <w:bCs w:val="0"/>
          <w:color w:val="auto"/>
          <w:sz w:val="32"/>
          <w:szCs w:val="32"/>
        </w:rPr>
      </w:sdtEndPr>
      <w:sdtContent>
        <w:p w:rsidR="006728AC" w:rsidRDefault="006728AC" w:rsidP="006728AC">
          <w:pPr>
            <w:pStyle w:val="Heading1"/>
          </w:pPr>
        </w:p>
        <w:p w:rsidR="006728AC" w:rsidRDefault="006728AC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5395201" w:history="1">
            <w:r w:rsidRPr="00800A28">
              <w:rPr>
                <w:rStyle w:val="Hyperlink"/>
                <w:rFonts w:cs="Mangal" w:hint="cs"/>
                <w:noProof/>
                <w:cs/>
                <w:lang w:bidi="hi-IN"/>
              </w:rPr>
              <w:t>मुसतहेब्बात</w:t>
            </w:r>
            <w:r w:rsidRPr="00800A28">
              <w:rPr>
                <w:rStyle w:val="Hyperlink"/>
                <w:noProof/>
                <w:lang w:bidi="fa-IR"/>
              </w:rPr>
              <w:t xml:space="preserve"> </w:t>
            </w:r>
            <w:r w:rsidRPr="00800A28">
              <w:rPr>
                <w:rStyle w:val="Hyperlink"/>
                <w:rFonts w:cs="Mangal" w:hint="cs"/>
                <w:noProof/>
                <w:cs/>
                <w:lang w:bidi="hi-IN"/>
              </w:rPr>
              <w:t>वा</w:t>
            </w:r>
            <w:r w:rsidRPr="00800A28">
              <w:rPr>
                <w:rStyle w:val="Hyperlink"/>
                <w:noProof/>
                <w:lang w:bidi="fa-IR"/>
              </w:rPr>
              <w:t xml:space="preserve"> </w:t>
            </w:r>
            <w:r w:rsidRPr="00800A28">
              <w:rPr>
                <w:rStyle w:val="Hyperlink"/>
                <w:rFonts w:cs="Mangal" w:hint="cs"/>
                <w:noProof/>
                <w:cs/>
                <w:lang w:bidi="hi-IN"/>
              </w:rPr>
              <w:t>मकरुहात</w:t>
            </w:r>
            <w:r w:rsidRPr="00800A28">
              <w:rPr>
                <w:rStyle w:val="Hyperlink"/>
                <w:noProof/>
                <w:lang w:bidi="fa-IR"/>
              </w:rPr>
              <w:t xml:space="preserve"> </w:t>
            </w:r>
            <w:r w:rsidRPr="00800A28">
              <w:rPr>
                <w:rStyle w:val="Hyperlink"/>
                <w:rFonts w:cs="Mangal" w:hint="cs"/>
                <w:noProof/>
                <w:cs/>
                <w:lang w:bidi="hi-IN"/>
              </w:rPr>
              <w:t>मुसतहेब्बात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_Toc455395201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728AC" w:rsidRDefault="006728AC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5395202" w:history="1">
            <w:r w:rsidRPr="00800A28">
              <w:rPr>
                <w:rStyle w:val="Hyperlink"/>
                <w:rFonts w:cs="Mangal"/>
                <w:noProof/>
                <w:cs/>
                <w:lang w:bidi="hi-IN"/>
              </w:rPr>
              <w:t xml:space="preserve">(1) </w:t>
            </w:r>
            <w:r w:rsidRPr="00800A28">
              <w:rPr>
                <w:rStyle w:val="Hyperlink"/>
                <w:rFonts w:cs="Mangal" w:hint="cs"/>
                <w:noProof/>
                <w:cs/>
                <w:lang w:bidi="hi-IN"/>
              </w:rPr>
              <w:t>मुसतहेब्बात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_Toc455395202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728AC" w:rsidRDefault="006728AC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5395203" w:history="1">
            <w:r w:rsidRPr="00800A28">
              <w:rPr>
                <w:rStyle w:val="Hyperlink"/>
                <w:rFonts w:cs="Mangal" w:hint="cs"/>
                <w:noProof/>
                <w:cs/>
                <w:lang w:bidi="hi-IN"/>
              </w:rPr>
              <w:t>मुस्तहब</w:t>
            </w:r>
            <w:r w:rsidRPr="00800A2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0A28">
              <w:rPr>
                <w:rStyle w:val="Hyperlink"/>
                <w:rFonts w:cs="Mangal" w:hint="cs"/>
                <w:noProof/>
                <w:cs/>
                <w:lang w:bidi="hi-IN"/>
              </w:rPr>
              <w:t>ग़ुस्ल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_Toc455395203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728AC" w:rsidRDefault="006728AC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5395204" w:history="1">
            <w:r w:rsidRPr="00800A28">
              <w:rPr>
                <w:rStyle w:val="Hyperlink"/>
                <w:rFonts w:cs="Mangal" w:hint="cs"/>
                <w:noProof/>
                <w:cs/>
                <w:lang w:bidi="hi-IN"/>
              </w:rPr>
              <w:t>मुस्तहब</w:t>
            </w:r>
            <w:r w:rsidRPr="00800A2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0A28">
              <w:rPr>
                <w:rStyle w:val="Hyperlink"/>
                <w:rFonts w:cs="Mangal" w:hint="cs"/>
                <w:noProof/>
                <w:cs/>
                <w:lang w:bidi="hi-IN"/>
              </w:rPr>
              <w:t>नमाज़ें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_Toc455395204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728AC" w:rsidRDefault="006728AC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5395205" w:history="1">
            <w:r w:rsidRPr="00800A28">
              <w:rPr>
                <w:rStyle w:val="Hyperlink"/>
                <w:rFonts w:cs="Mangal" w:hint="cs"/>
                <w:noProof/>
                <w:cs/>
                <w:lang w:bidi="hi-IN"/>
              </w:rPr>
              <w:t>मुस्तहब</w:t>
            </w:r>
            <w:r w:rsidRPr="00800A2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0A28">
              <w:rPr>
                <w:rStyle w:val="Hyperlink"/>
                <w:rFonts w:cs="Mangal" w:hint="cs"/>
                <w:noProof/>
                <w:cs/>
                <w:lang w:bidi="hi-IN"/>
              </w:rPr>
              <w:t>रोज़े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_Toc455395205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728AC" w:rsidRDefault="006728AC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5395206" w:history="1">
            <w:r w:rsidRPr="00800A28">
              <w:rPr>
                <w:rStyle w:val="Hyperlink"/>
                <w:rFonts w:cs="Mangal" w:hint="cs"/>
                <w:noProof/>
                <w:cs/>
                <w:lang w:bidi="hi-IN"/>
              </w:rPr>
              <w:t>पेशाब</w:t>
            </w:r>
            <w:r w:rsidRPr="00800A2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0A28">
              <w:rPr>
                <w:rStyle w:val="Hyperlink"/>
                <w:rFonts w:cs="Mangal" w:hint="cs"/>
                <w:noProof/>
                <w:cs/>
                <w:lang w:bidi="hi-IN"/>
              </w:rPr>
              <w:t>पख़ाना</w:t>
            </w:r>
            <w:r w:rsidRPr="00800A2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0A28">
              <w:rPr>
                <w:rStyle w:val="Hyperlink"/>
                <w:rFonts w:cs="Mangal" w:hint="cs"/>
                <w:noProof/>
                <w:cs/>
                <w:lang w:bidi="hi-IN"/>
              </w:rPr>
              <w:t>करने</w:t>
            </w:r>
            <w:r w:rsidRPr="00800A2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0A28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800A2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0A28">
              <w:rPr>
                <w:rStyle w:val="Hyperlink"/>
                <w:rFonts w:cs="Mangal" w:hint="cs"/>
                <w:noProof/>
                <w:cs/>
                <w:lang w:bidi="hi-IN"/>
              </w:rPr>
              <w:t>मुसतहब्बात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_Toc455395206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728AC" w:rsidRDefault="006728AC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5395207" w:history="1">
            <w:r w:rsidRPr="00800A28">
              <w:rPr>
                <w:rStyle w:val="Hyperlink"/>
                <w:rFonts w:cs="Mangal" w:hint="cs"/>
                <w:noProof/>
                <w:cs/>
                <w:lang w:bidi="hi-IN"/>
              </w:rPr>
              <w:t>नमाज़े</w:t>
            </w:r>
            <w:r w:rsidRPr="00800A2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0A28">
              <w:rPr>
                <w:rStyle w:val="Hyperlink"/>
                <w:rFonts w:cs="Mangal" w:hint="cs"/>
                <w:noProof/>
                <w:cs/>
                <w:lang w:bidi="hi-IN"/>
              </w:rPr>
              <w:t>ग़ुफ़ैला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_Toc455395207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728AC" w:rsidRDefault="006728AC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5395208" w:history="1">
            <w:r w:rsidRPr="00800A28">
              <w:rPr>
                <w:rStyle w:val="Hyperlink"/>
                <w:rFonts w:cs="Mangal" w:hint="cs"/>
                <w:noProof/>
                <w:cs/>
                <w:lang w:bidi="hi-IN"/>
              </w:rPr>
              <w:t>मकरुहात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_Toc455395208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728AC" w:rsidRDefault="006728AC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5395209" w:history="1">
            <w:r w:rsidRPr="00800A28">
              <w:rPr>
                <w:rStyle w:val="Hyperlink"/>
                <w:rFonts w:cs="Mangal" w:hint="cs"/>
                <w:noProof/>
                <w:cs/>
                <w:lang w:bidi="hi-IN"/>
              </w:rPr>
              <w:t>वह</w:t>
            </w:r>
            <w:r w:rsidRPr="00800A2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0A28">
              <w:rPr>
                <w:rStyle w:val="Hyperlink"/>
                <w:rFonts w:cs="Mangal" w:hint="cs"/>
                <w:noProof/>
                <w:cs/>
                <w:lang w:bidi="hi-IN"/>
              </w:rPr>
              <w:t>कार्य</w:t>
            </w:r>
            <w:r w:rsidRPr="00800A2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0A28">
              <w:rPr>
                <w:rStyle w:val="Hyperlink"/>
                <w:rFonts w:cs="Mangal" w:hint="cs"/>
                <w:noProof/>
                <w:cs/>
                <w:lang w:bidi="hi-IN"/>
              </w:rPr>
              <w:t>जो</w:t>
            </w:r>
            <w:r w:rsidRPr="00800A2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0A28">
              <w:rPr>
                <w:rStyle w:val="Hyperlink"/>
                <w:rFonts w:cs="Mangal" w:hint="cs"/>
                <w:noProof/>
                <w:cs/>
                <w:lang w:bidi="hi-IN"/>
              </w:rPr>
              <w:t>मुजनिब</w:t>
            </w:r>
            <w:r w:rsidRPr="00800A2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0A28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800A2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0A28">
              <w:rPr>
                <w:rStyle w:val="Hyperlink"/>
                <w:rFonts w:cs="Mangal" w:hint="cs"/>
                <w:noProof/>
                <w:cs/>
                <w:lang w:bidi="hi-IN"/>
              </w:rPr>
              <w:t>लिए</w:t>
            </w:r>
            <w:r w:rsidRPr="00800A2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0A28">
              <w:rPr>
                <w:rStyle w:val="Hyperlink"/>
                <w:rFonts w:cs="Mangal" w:hint="cs"/>
                <w:noProof/>
                <w:cs/>
                <w:lang w:bidi="hi-IN"/>
              </w:rPr>
              <w:t>मकरूह</w:t>
            </w:r>
            <w:r w:rsidRPr="00800A2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0A28">
              <w:rPr>
                <w:rStyle w:val="Hyperlink"/>
                <w:rFonts w:cs="Mangal" w:hint="cs"/>
                <w:noProof/>
                <w:cs/>
                <w:lang w:bidi="hi-IN"/>
              </w:rPr>
              <w:t>हैं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_Toc455395209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728AC" w:rsidRDefault="006728AC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5395210" w:history="1">
            <w:r w:rsidRPr="00800A28">
              <w:rPr>
                <w:rStyle w:val="Hyperlink"/>
                <w:rFonts w:cs="Mangal" w:hint="cs"/>
                <w:noProof/>
                <w:cs/>
                <w:lang w:bidi="hi-IN"/>
              </w:rPr>
              <w:t>वह</w:t>
            </w:r>
            <w:r w:rsidRPr="00800A2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0A28">
              <w:rPr>
                <w:rStyle w:val="Hyperlink"/>
                <w:rFonts w:cs="Mangal" w:hint="cs"/>
                <w:noProof/>
                <w:cs/>
                <w:lang w:bidi="hi-IN"/>
              </w:rPr>
              <w:t>चीज़ें</w:t>
            </w:r>
            <w:r w:rsidRPr="00800A2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0A28">
              <w:rPr>
                <w:rStyle w:val="Hyperlink"/>
                <w:rFonts w:cs="Mangal" w:hint="cs"/>
                <w:noProof/>
                <w:cs/>
                <w:lang w:bidi="hi-IN"/>
              </w:rPr>
              <w:t>जो</w:t>
            </w:r>
            <w:r w:rsidRPr="00800A2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0A28">
              <w:rPr>
                <w:rStyle w:val="Hyperlink"/>
                <w:rFonts w:cs="Mangal" w:hint="cs"/>
                <w:noProof/>
                <w:cs/>
                <w:lang w:bidi="hi-IN"/>
              </w:rPr>
              <w:t>रोज़ेदार</w:t>
            </w:r>
            <w:r w:rsidRPr="00800A2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0A28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800A2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0A28">
              <w:rPr>
                <w:rStyle w:val="Hyperlink"/>
                <w:rFonts w:cs="Mangal" w:hint="cs"/>
                <w:noProof/>
                <w:cs/>
                <w:lang w:bidi="hi-IN"/>
              </w:rPr>
              <w:t>लिए</w:t>
            </w:r>
            <w:r w:rsidRPr="00800A2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0A28">
              <w:rPr>
                <w:rStyle w:val="Hyperlink"/>
                <w:rFonts w:cs="Mangal" w:hint="cs"/>
                <w:noProof/>
                <w:cs/>
                <w:lang w:bidi="hi-IN"/>
              </w:rPr>
              <w:t>मकरूह</w:t>
            </w:r>
            <w:r w:rsidRPr="00800A2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0A28">
              <w:rPr>
                <w:rStyle w:val="Hyperlink"/>
                <w:rFonts w:cs="Mangal" w:hint="cs"/>
                <w:noProof/>
                <w:cs/>
                <w:lang w:bidi="hi-IN"/>
              </w:rPr>
              <w:t>हैं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_Toc455395210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728AC" w:rsidRDefault="006728AC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5395211" w:history="1">
            <w:r w:rsidRPr="00800A28">
              <w:rPr>
                <w:rStyle w:val="Hyperlink"/>
                <w:rFonts w:cs="Mangal" w:hint="cs"/>
                <w:noProof/>
                <w:cs/>
                <w:lang w:bidi="hi-IN"/>
              </w:rPr>
              <w:t>पेशाब</w:t>
            </w:r>
            <w:r w:rsidRPr="00800A2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0A28">
              <w:rPr>
                <w:rStyle w:val="Hyperlink"/>
                <w:rFonts w:cs="Mangal" w:hint="cs"/>
                <w:noProof/>
                <w:cs/>
                <w:lang w:bidi="hi-IN"/>
              </w:rPr>
              <w:t>पख़ाना</w:t>
            </w:r>
            <w:r w:rsidRPr="00800A2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0A28">
              <w:rPr>
                <w:rStyle w:val="Hyperlink"/>
                <w:rFonts w:cs="Mangal" w:hint="cs"/>
                <w:noProof/>
                <w:cs/>
                <w:lang w:bidi="hi-IN"/>
              </w:rPr>
              <w:t>करने</w:t>
            </w:r>
            <w:r w:rsidRPr="00800A2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0A28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800A2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0A28">
              <w:rPr>
                <w:rStyle w:val="Hyperlink"/>
                <w:rFonts w:cs="Mangal" w:hint="cs"/>
                <w:noProof/>
                <w:cs/>
                <w:lang w:bidi="hi-IN"/>
              </w:rPr>
              <w:t>मकरूहात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_Toc455395211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728AC" w:rsidRDefault="006728AC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5395212" w:history="1">
            <w:r w:rsidRPr="00800A28">
              <w:rPr>
                <w:rStyle w:val="Hyperlink"/>
                <w:rFonts w:cs="Mangal" w:hint="cs"/>
                <w:noProof/>
                <w:cs/>
                <w:lang w:bidi="hi-IN"/>
              </w:rPr>
              <w:t>फेहरिस्त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_Toc455395212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728AC" w:rsidRDefault="006728AC">
          <w:r>
            <w:fldChar w:fldCharType="end"/>
          </w:r>
        </w:p>
      </w:sdtContent>
    </w:sdt>
    <w:p w:rsidR="006728AC" w:rsidRDefault="006728AC" w:rsidP="006728AC">
      <w:pPr>
        <w:pStyle w:val="Heading1"/>
        <w:rPr>
          <w:rFonts w:hint="cs"/>
          <w:lang w:bidi="hi-IN"/>
        </w:rPr>
      </w:pPr>
    </w:p>
    <w:sectPr w:rsidR="006728AC" w:rsidSect="0023507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359" w:rsidRDefault="00494359" w:rsidP="008B7801">
      <w:pPr>
        <w:spacing w:after="0" w:line="240" w:lineRule="auto"/>
      </w:pPr>
      <w:r>
        <w:separator/>
      </w:r>
    </w:p>
  </w:endnote>
  <w:endnote w:type="continuationSeparator" w:id="0">
    <w:p w:rsidR="00494359" w:rsidRDefault="00494359" w:rsidP="008B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laimanLipi">
    <w:altName w:val="Corbel"/>
    <w:charset w:val="00"/>
    <w:family w:val="script"/>
    <w:pitch w:val="fixed"/>
    <w:sig w:usb0="00000001" w:usb1="00002000" w:usb2="00000000" w:usb3="00000000" w:csb0="00000093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utonnyMJ">
    <w:altName w:val="Times New Roman"/>
    <w:charset w:val="00"/>
    <w:family w:val="auto"/>
    <w:pitch w:val="variable"/>
    <w:sig w:usb0="00000000" w:usb1="00000048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BCB" w:rsidRDefault="00E66D6B">
    <w:pPr>
      <w:pStyle w:val="Footer"/>
      <w:jc w:val="center"/>
    </w:pPr>
    <w:r w:rsidRPr="00AA7385">
      <w:rPr>
        <w:rFonts w:ascii="SutonnyMJ" w:hAnsi="SutonnyMJ" w:cs="SutonnyMJ"/>
      </w:rPr>
      <w:fldChar w:fldCharType="begin"/>
    </w:r>
    <w:r w:rsidR="00E21BCB" w:rsidRPr="00AA7385">
      <w:rPr>
        <w:rFonts w:ascii="SutonnyMJ" w:hAnsi="SutonnyMJ" w:cs="SutonnyMJ"/>
      </w:rPr>
      <w:instrText xml:space="preserve"> PAGE   \* MERGEFORMAT </w:instrText>
    </w:r>
    <w:r w:rsidRPr="00AA7385">
      <w:rPr>
        <w:rFonts w:ascii="SutonnyMJ" w:hAnsi="SutonnyMJ" w:cs="SutonnyMJ"/>
      </w:rPr>
      <w:fldChar w:fldCharType="separate"/>
    </w:r>
    <w:r w:rsidR="006728AC">
      <w:rPr>
        <w:rFonts w:ascii="SutonnyMJ" w:hAnsi="SutonnyMJ" w:cs="SutonnyMJ"/>
        <w:noProof/>
      </w:rPr>
      <w:t>18</w:t>
    </w:r>
    <w:r w:rsidRPr="00AA7385">
      <w:rPr>
        <w:rFonts w:ascii="SutonnyMJ" w:hAnsi="SutonnyMJ" w:cs="SutonnyMJ"/>
      </w:rPr>
      <w:fldChar w:fldCharType="end"/>
    </w:r>
  </w:p>
  <w:p w:rsidR="00E21BCB" w:rsidRDefault="00E21BC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359" w:rsidRDefault="00494359" w:rsidP="008B7801">
      <w:pPr>
        <w:spacing w:after="0" w:line="240" w:lineRule="auto"/>
      </w:pPr>
      <w:r>
        <w:separator/>
      </w:r>
    </w:p>
  </w:footnote>
  <w:footnote w:type="continuationSeparator" w:id="0">
    <w:p w:rsidR="00494359" w:rsidRDefault="00494359" w:rsidP="008B7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34A37"/>
    <w:multiLevelType w:val="hybridMultilevel"/>
    <w:tmpl w:val="B406F6DA"/>
    <w:lvl w:ilvl="0" w:tplc="7A50CF00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17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494359"/>
    <w:rsid w:val="00007817"/>
    <w:rsid w:val="00017F8E"/>
    <w:rsid w:val="00043999"/>
    <w:rsid w:val="000451DA"/>
    <w:rsid w:val="000A16E2"/>
    <w:rsid w:val="000D0FC8"/>
    <w:rsid w:val="000D641E"/>
    <w:rsid w:val="00137658"/>
    <w:rsid w:val="0016774F"/>
    <w:rsid w:val="001A3437"/>
    <w:rsid w:val="00235071"/>
    <w:rsid w:val="00275890"/>
    <w:rsid w:val="0028094A"/>
    <w:rsid w:val="0028663A"/>
    <w:rsid w:val="00292BC3"/>
    <w:rsid w:val="00296130"/>
    <w:rsid w:val="002B709B"/>
    <w:rsid w:val="002D15B8"/>
    <w:rsid w:val="002E4766"/>
    <w:rsid w:val="00304CCF"/>
    <w:rsid w:val="003137DA"/>
    <w:rsid w:val="00331D48"/>
    <w:rsid w:val="0033697A"/>
    <w:rsid w:val="003A1605"/>
    <w:rsid w:val="003A380C"/>
    <w:rsid w:val="003E4BC2"/>
    <w:rsid w:val="00406D51"/>
    <w:rsid w:val="00494359"/>
    <w:rsid w:val="00495B54"/>
    <w:rsid w:val="004A56BA"/>
    <w:rsid w:val="004C57A4"/>
    <w:rsid w:val="00544132"/>
    <w:rsid w:val="00553605"/>
    <w:rsid w:val="00584195"/>
    <w:rsid w:val="005862E0"/>
    <w:rsid w:val="00593844"/>
    <w:rsid w:val="0059796A"/>
    <w:rsid w:val="005D2D86"/>
    <w:rsid w:val="005D3333"/>
    <w:rsid w:val="0061174D"/>
    <w:rsid w:val="00663BEC"/>
    <w:rsid w:val="006728AC"/>
    <w:rsid w:val="006746F0"/>
    <w:rsid w:val="00690232"/>
    <w:rsid w:val="006C230E"/>
    <w:rsid w:val="006D197A"/>
    <w:rsid w:val="00707890"/>
    <w:rsid w:val="00733E6E"/>
    <w:rsid w:val="0075520E"/>
    <w:rsid w:val="007719FE"/>
    <w:rsid w:val="00776659"/>
    <w:rsid w:val="007B649B"/>
    <w:rsid w:val="007D0C93"/>
    <w:rsid w:val="007E3A6A"/>
    <w:rsid w:val="00840C16"/>
    <w:rsid w:val="00870944"/>
    <w:rsid w:val="008715EA"/>
    <w:rsid w:val="008A5A1E"/>
    <w:rsid w:val="008B7801"/>
    <w:rsid w:val="008C77D1"/>
    <w:rsid w:val="008D4310"/>
    <w:rsid w:val="008D6263"/>
    <w:rsid w:val="008F0D7B"/>
    <w:rsid w:val="009117EC"/>
    <w:rsid w:val="00934323"/>
    <w:rsid w:val="0094696C"/>
    <w:rsid w:val="00976CDC"/>
    <w:rsid w:val="00A069B8"/>
    <w:rsid w:val="00A07514"/>
    <w:rsid w:val="00A2744B"/>
    <w:rsid w:val="00A455D0"/>
    <w:rsid w:val="00A560EA"/>
    <w:rsid w:val="00A77675"/>
    <w:rsid w:val="00AA7385"/>
    <w:rsid w:val="00AB18E8"/>
    <w:rsid w:val="00AB6543"/>
    <w:rsid w:val="00BE1409"/>
    <w:rsid w:val="00C2470C"/>
    <w:rsid w:val="00C303C9"/>
    <w:rsid w:val="00C53098"/>
    <w:rsid w:val="00C539D3"/>
    <w:rsid w:val="00CC48FE"/>
    <w:rsid w:val="00CD6645"/>
    <w:rsid w:val="00CE088A"/>
    <w:rsid w:val="00CE09E4"/>
    <w:rsid w:val="00D02065"/>
    <w:rsid w:val="00D44DB1"/>
    <w:rsid w:val="00D450D2"/>
    <w:rsid w:val="00D457C0"/>
    <w:rsid w:val="00D7533E"/>
    <w:rsid w:val="00DA0646"/>
    <w:rsid w:val="00DF0DAD"/>
    <w:rsid w:val="00DF1559"/>
    <w:rsid w:val="00E21BCB"/>
    <w:rsid w:val="00E2613F"/>
    <w:rsid w:val="00E30987"/>
    <w:rsid w:val="00E32589"/>
    <w:rsid w:val="00E400A5"/>
    <w:rsid w:val="00E52113"/>
    <w:rsid w:val="00E66D6B"/>
    <w:rsid w:val="00E84EB1"/>
    <w:rsid w:val="00E9343A"/>
    <w:rsid w:val="00EB1BF3"/>
    <w:rsid w:val="00EC4B61"/>
    <w:rsid w:val="00F11A1C"/>
    <w:rsid w:val="00F20557"/>
    <w:rsid w:val="00F525D6"/>
    <w:rsid w:val="00F860D8"/>
    <w:rsid w:val="00F91E16"/>
    <w:rsid w:val="00FA2BBB"/>
    <w:rsid w:val="00FD2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5D6"/>
    <w:pPr>
      <w:spacing w:after="200" w:line="276" w:lineRule="auto"/>
    </w:pPr>
    <w:rPr>
      <w:sz w:val="32"/>
      <w:szCs w:val="32"/>
    </w:rPr>
  </w:style>
  <w:style w:type="paragraph" w:styleId="Heading1">
    <w:name w:val="heading 1"/>
    <w:basedOn w:val="libNormal"/>
    <w:link w:val="Heading1Char"/>
    <w:uiPriority w:val="9"/>
    <w:qFormat/>
    <w:rsid w:val="003137DA"/>
    <w:pPr>
      <w:keepNext/>
      <w:keepLines/>
      <w:spacing w:before="120"/>
      <w:outlineLvl w:val="0"/>
    </w:pPr>
    <w:rPr>
      <w:rFonts w:ascii="SolaimanLipi" w:eastAsia="Times New Roman" w:hAnsi="SolaimanLipi"/>
      <w:b/>
      <w:bCs/>
      <w:color w:val="1F497D"/>
      <w:sz w:val="36"/>
      <w:szCs w:val="36"/>
    </w:rPr>
  </w:style>
  <w:style w:type="paragraph" w:styleId="Heading2">
    <w:name w:val="heading 2"/>
    <w:basedOn w:val="libNormal"/>
    <w:link w:val="Heading2Char"/>
    <w:uiPriority w:val="9"/>
    <w:qFormat/>
    <w:rsid w:val="00CE088A"/>
    <w:pPr>
      <w:keepNext/>
      <w:keepLines/>
      <w:spacing w:before="120"/>
      <w:outlineLvl w:val="1"/>
    </w:pPr>
    <w:rPr>
      <w:rFonts w:ascii="SolaimanLipi" w:eastAsia="Times New Roman" w:hAnsi="SolaimanLipi"/>
      <w:b/>
      <w:bCs/>
      <w:color w:val="1F497D"/>
      <w:sz w:val="32"/>
      <w:szCs w:val="32"/>
    </w:rPr>
  </w:style>
  <w:style w:type="paragraph" w:styleId="Heading3">
    <w:name w:val="heading 3"/>
    <w:basedOn w:val="libNormal"/>
    <w:link w:val="Heading3Char"/>
    <w:uiPriority w:val="9"/>
    <w:qFormat/>
    <w:rsid w:val="00E32589"/>
    <w:pPr>
      <w:keepNext/>
      <w:keepLines/>
      <w:spacing w:before="120"/>
      <w:outlineLvl w:val="2"/>
    </w:pPr>
    <w:rPr>
      <w:rFonts w:ascii="Times New Roman" w:eastAsia="Times New Roman" w:hAnsi="Times New Roman"/>
      <w:color w:val="1F497D"/>
      <w:szCs w:val="32"/>
    </w:rPr>
  </w:style>
  <w:style w:type="paragraph" w:styleId="Heading4">
    <w:name w:val="heading 4"/>
    <w:basedOn w:val="libNormal"/>
    <w:link w:val="Heading4Char"/>
    <w:uiPriority w:val="9"/>
    <w:qFormat/>
    <w:rsid w:val="00E32589"/>
    <w:pPr>
      <w:keepNext/>
      <w:keepLines/>
      <w:spacing w:before="240" w:after="60"/>
      <w:outlineLvl w:val="3"/>
    </w:pPr>
    <w:rPr>
      <w:rFonts w:ascii="Times New Roman" w:eastAsia="Times New Roman" w:hAnsi="Times New Roman"/>
      <w:b/>
      <w:bCs/>
      <w:szCs w:val="32"/>
    </w:rPr>
  </w:style>
  <w:style w:type="paragraph" w:styleId="Heading5">
    <w:name w:val="heading 5"/>
    <w:basedOn w:val="libNormal"/>
    <w:link w:val="Heading5Char"/>
    <w:uiPriority w:val="9"/>
    <w:qFormat/>
    <w:rsid w:val="00E32589"/>
    <w:pPr>
      <w:keepNext/>
      <w:keepLines/>
      <w:spacing w:before="240" w:after="60"/>
      <w:outlineLvl w:val="4"/>
    </w:pPr>
    <w:rPr>
      <w:rFonts w:ascii="Times New Roman" w:eastAsia="Times New Roman" w:hAnsi="Times New Roman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007817"/>
    <w:pPr>
      <w:spacing w:line="360" w:lineRule="auto"/>
      <w:ind w:firstLine="289"/>
      <w:jc w:val="both"/>
    </w:pPr>
    <w:rPr>
      <w:rFonts w:ascii="Mangal" w:hAnsi="Mangal" w:cs="Mangal"/>
      <w:color w:val="000000"/>
      <w:sz w:val="28"/>
      <w:szCs w:val="28"/>
    </w:rPr>
  </w:style>
  <w:style w:type="character" w:customStyle="1" w:styleId="libNormalChar">
    <w:name w:val="libNormal Char"/>
    <w:link w:val="libNormal"/>
    <w:rsid w:val="00007817"/>
    <w:rPr>
      <w:rFonts w:ascii="Mangal" w:hAnsi="Mangal" w:cs="Mangal"/>
      <w:color w:val="000000"/>
      <w:sz w:val="28"/>
      <w:szCs w:val="28"/>
    </w:rPr>
  </w:style>
  <w:style w:type="character" w:customStyle="1" w:styleId="Heading1Char">
    <w:name w:val="Heading 1 Char"/>
    <w:link w:val="Heading1"/>
    <w:uiPriority w:val="9"/>
    <w:rsid w:val="003137DA"/>
    <w:rPr>
      <w:rFonts w:ascii="SolaimanLipi" w:eastAsia="Times New Roman" w:hAnsi="SolaimanLipi" w:cs="SolaimanLipi"/>
      <w:b/>
      <w:bCs/>
      <w:color w:val="1F497D"/>
      <w:sz w:val="36"/>
      <w:szCs w:val="36"/>
    </w:rPr>
  </w:style>
  <w:style w:type="character" w:customStyle="1" w:styleId="Heading2Char">
    <w:name w:val="Heading 2 Char"/>
    <w:link w:val="Heading2"/>
    <w:uiPriority w:val="9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character" w:customStyle="1" w:styleId="Heading3Char">
    <w:name w:val="Heading 3 Char"/>
    <w:link w:val="Heading3"/>
    <w:uiPriority w:val="9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character" w:customStyle="1" w:styleId="Heading4Char">
    <w:name w:val="Heading 4 Char"/>
    <w:link w:val="Heading4"/>
    <w:uiPriority w:val="9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character" w:customStyle="1" w:styleId="Heading5Char">
    <w:name w:val="Heading 5 Char"/>
    <w:link w:val="Heading5"/>
    <w:uiPriority w:val="9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">
    <w:name w:val="libAr"/>
    <w:link w:val="libArChar"/>
    <w:qFormat/>
    <w:rsid w:val="00E32589"/>
    <w:pPr>
      <w:bidi/>
      <w:ind w:firstLine="289"/>
      <w:jc w:val="both"/>
    </w:pPr>
    <w:rPr>
      <w:rFonts w:ascii="Times New Roman" w:hAnsi="Times New Roman" w:cs="Traditional Arabic"/>
      <w:color w:val="000000"/>
      <w:sz w:val="28"/>
      <w:szCs w:val="32"/>
    </w:rPr>
  </w:style>
  <w:style w:type="character" w:customStyle="1" w:styleId="libArChar">
    <w:name w:val="libAr Char"/>
    <w:link w:val="libAr"/>
    <w:rsid w:val="00E32589"/>
    <w:rPr>
      <w:rFonts w:ascii="Times New Roman" w:hAnsi="Times New Roman" w:cs="Traditional Arabic"/>
      <w:color w:val="000000"/>
      <w:sz w:val="28"/>
      <w:szCs w:val="32"/>
      <w:lang w:val="en-US" w:eastAsia="en-US" w:bidi="ar-SA"/>
    </w:rPr>
  </w:style>
  <w:style w:type="paragraph" w:customStyle="1" w:styleId="Heading1Center">
    <w:name w:val="Heading 1 Center"/>
    <w:basedOn w:val="Heading1"/>
    <w:link w:val="Heading1CenterChar"/>
    <w:qFormat/>
    <w:rsid w:val="0028094A"/>
    <w:pPr>
      <w:jc w:val="center"/>
    </w:pPr>
    <w:rPr>
      <w:rFonts w:ascii="Mangal" w:hAnsi="Mangal"/>
      <w:lang w:bidi="fa-IR"/>
    </w:rPr>
  </w:style>
  <w:style w:type="character" w:customStyle="1" w:styleId="Heading1CenterChar">
    <w:name w:val="Heading 1 Center Char"/>
    <w:link w:val="Heading1Center"/>
    <w:rsid w:val="0028094A"/>
    <w:rPr>
      <w:rFonts w:ascii="Mangal" w:eastAsia="Times New Roman" w:hAnsi="Mangal" w:cs="Mangal"/>
      <w:b/>
      <w:bCs/>
      <w:color w:val="1F497D"/>
      <w:sz w:val="36"/>
      <w:szCs w:val="36"/>
      <w:lang w:bidi="fa-IR"/>
    </w:rPr>
  </w:style>
  <w:style w:type="paragraph" w:customStyle="1" w:styleId="Heading2Center">
    <w:name w:val="Heading 2 Center"/>
    <w:basedOn w:val="Heading2"/>
    <w:link w:val="Heading2CenterChar"/>
    <w:qFormat/>
    <w:rsid w:val="00CE088A"/>
    <w:pPr>
      <w:jc w:val="center"/>
    </w:pPr>
  </w:style>
  <w:style w:type="character" w:customStyle="1" w:styleId="Heading2CenterChar">
    <w:name w:val="Heading 2 Center Char"/>
    <w:link w:val="Heading2Center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paragraph" w:customStyle="1" w:styleId="Heading3Center">
    <w:name w:val="Heading 3 Center"/>
    <w:basedOn w:val="Heading3"/>
    <w:link w:val="Heading3CenterChar"/>
    <w:qFormat/>
    <w:rsid w:val="00E32589"/>
    <w:pPr>
      <w:jc w:val="center"/>
    </w:pPr>
  </w:style>
  <w:style w:type="character" w:customStyle="1" w:styleId="Heading3CenterChar">
    <w:name w:val="Heading 3 Center Char"/>
    <w:basedOn w:val="Heading3Char"/>
    <w:link w:val="Heading3Center"/>
    <w:rsid w:val="00E32589"/>
  </w:style>
  <w:style w:type="paragraph" w:customStyle="1" w:styleId="Heading4Center">
    <w:name w:val="Heading 4 Center"/>
    <w:basedOn w:val="Heading4"/>
    <w:link w:val="Heading4CenterChar"/>
    <w:qFormat/>
    <w:rsid w:val="00E32589"/>
    <w:pPr>
      <w:jc w:val="center"/>
    </w:pPr>
  </w:style>
  <w:style w:type="character" w:customStyle="1" w:styleId="Heading4CenterChar">
    <w:name w:val="Heading 4 Center Char"/>
    <w:basedOn w:val="Heading4Char"/>
    <w:link w:val="Heading4Center"/>
    <w:rsid w:val="00E32589"/>
  </w:style>
  <w:style w:type="paragraph" w:customStyle="1" w:styleId="Heading5Center">
    <w:name w:val="Heading 5 Center"/>
    <w:basedOn w:val="Heading5"/>
    <w:link w:val="Heading5CenterChar"/>
    <w:qFormat/>
    <w:rsid w:val="00E32589"/>
    <w:pPr>
      <w:jc w:val="center"/>
    </w:pPr>
  </w:style>
  <w:style w:type="character" w:customStyle="1" w:styleId="Heading5CenterChar">
    <w:name w:val="Heading 5 Center Char"/>
    <w:basedOn w:val="Heading5Char"/>
    <w:link w:val="Heading5Center"/>
    <w:rsid w:val="00E32589"/>
  </w:style>
  <w:style w:type="paragraph" w:customStyle="1" w:styleId="libArAie">
    <w:name w:val="libArAie"/>
    <w:basedOn w:val="libAr"/>
    <w:link w:val="libArAieChar"/>
    <w:rsid w:val="00E32589"/>
    <w:rPr>
      <w:color w:val="008000"/>
    </w:rPr>
  </w:style>
  <w:style w:type="character" w:customStyle="1" w:styleId="libArAieChar">
    <w:name w:val="libArAie Char"/>
    <w:link w:val="libArAie"/>
    <w:rsid w:val="00E32589"/>
    <w:rPr>
      <w:rFonts w:ascii="Times New Roman" w:hAnsi="Times New Roman" w:cs="Traditional Arabic"/>
      <w:color w:val="008000"/>
      <w:sz w:val="28"/>
      <w:szCs w:val="32"/>
      <w:lang w:val="en-US" w:eastAsia="en-US" w:bidi="ar-SA"/>
    </w:rPr>
  </w:style>
  <w:style w:type="paragraph" w:customStyle="1" w:styleId="libAie">
    <w:name w:val="libAie"/>
    <w:basedOn w:val="libNormal"/>
    <w:link w:val="libAieChar"/>
    <w:rsid w:val="00CE088A"/>
    <w:rPr>
      <w:rFonts w:eastAsia="SolaimanLipi"/>
      <w:color w:val="008000"/>
    </w:rPr>
  </w:style>
  <w:style w:type="character" w:customStyle="1" w:styleId="libAieChar">
    <w:name w:val="libAie Char"/>
    <w:link w:val="libAie"/>
    <w:rsid w:val="00CE088A"/>
    <w:rPr>
      <w:rFonts w:ascii="Mangal" w:eastAsia="SolaimanLipi" w:hAnsi="Mangal" w:cs="Mangal"/>
      <w:color w:val="008000"/>
      <w:sz w:val="28"/>
      <w:szCs w:val="28"/>
    </w:rPr>
  </w:style>
  <w:style w:type="paragraph" w:customStyle="1" w:styleId="libBold1">
    <w:name w:val="libBold1"/>
    <w:basedOn w:val="libNormal"/>
    <w:link w:val="libBold1Char"/>
    <w:rsid w:val="00E32589"/>
    <w:rPr>
      <w:b/>
      <w:bCs/>
    </w:rPr>
  </w:style>
  <w:style w:type="character" w:customStyle="1" w:styleId="libBold1Char">
    <w:name w:val="libBold1 Char"/>
    <w:link w:val="libBold1"/>
    <w:rsid w:val="00E32589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Footnote">
    <w:name w:val="libFootnote"/>
    <w:basedOn w:val="libNormal"/>
    <w:link w:val="libFootnoteChar"/>
    <w:rsid w:val="00235071"/>
    <w:rPr>
      <w:sz w:val="24"/>
      <w:szCs w:val="24"/>
    </w:rPr>
  </w:style>
  <w:style w:type="character" w:customStyle="1" w:styleId="libFootnoteChar">
    <w:name w:val="libFootnote Char"/>
    <w:link w:val="libFootnote"/>
    <w:rsid w:val="00235071"/>
    <w:rPr>
      <w:rFonts w:ascii="Mangal" w:hAnsi="Mangal" w:cs="Mangal"/>
      <w:color w:val="000000"/>
      <w:sz w:val="24"/>
      <w:szCs w:val="24"/>
    </w:rPr>
  </w:style>
  <w:style w:type="paragraph" w:customStyle="1" w:styleId="libFootnote0">
    <w:name w:val="libFootnote0"/>
    <w:basedOn w:val="libFootnote"/>
    <w:link w:val="libFootnote0Char"/>
    <w:rsid w:val="008A5A1E"/>
    <w:pPr>
      <w:ind w:firstLine="0"/>
    </w:pPr>
    <w:rPr>
      <w:rFonts w:eastAsia="Times New Roman"/>
    </w:rPr>
  </w:style>
  <w:style w:type="character" w:customStyle="1" w:styleId="libFootnote0Char">
    <w:name w:val="libFootnote0 Char"/>
    <w:link w:val="libFootnote0"/>
    <w:rsid w:val="008A5A1E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Bold2">
    <w:name w:val="libBold2"/>
    <w:basedOn w:val="libBold1"/>
    <w:link w:val="libBold2Char"/>
    <w:rsid w:val="00235071"/>
    <w:rPr>
      <w:sz w:val="26"/>
      <w:szCs w:val="26"/>
    </w:rPr>
  </w:style>
  <w:style w:type="character" w:customStyle="1" w:styleId="libBold2Char">
    <w:name w:val="libBold2 Char"/>
    <w:link w:val="libBold2"/>
    <w:rsid w:val="00235071"/>
    <w:rPr>
      <w:rFonts w:ascii="Mangal" w:hAnsi="Mangal" w:cs="Mangal"/>
      <w:b/>
      <w:bCs/>
      <w:color w:val="000000"/>
      <w:sz w:val="26"/>
      <w:szCs w:val="26"/>
    </w:rPr>
  </w:style>
  <w:style w:type="paragraph" w:customStyle="1" w:styleId="libCenterBold1">
    <w:name w:val="libCenterBold1"/>
    <w:basedOn w:val="libBold1"/>
    <w:rsid w:val="00235071"/>
    <w:pPr>
      <w:jc w:val="center"/>
    </w:pPr>
    <w:rPr>
      <w:rFonts w:eastAsia="Times New Roman"/>
      <w:sz w:val="32"/>
      <w:szCs w:val="32"/>
    </w:rPr>
  </w:style>
  <w:style w:type="paragraph" w:customStyle="1" w:styleId="libCenterBold2">
    <w:name w:val="libCenterBold2"/>
    <w:basedOn w:val="libCenterBold1"/>
    <w:rsid w:val="008A5A1E"/>
    <w:rPr>
      <w:sz w:val="28"/>
      <w:szCs w:val="28"/>
    </w:rPr>
  </w:style>
  <w:style w:type="paragraph" w:customStyle="1" w:styleId="libCenter">
    <w:name w:val="libCenter"/>
    <w:basedOn w:val="libCenterBold2"/>
    <w:rsid w:val="00235071"/>
    <w:rPr>
      <w:b w:val="0"/>
      <w:bCs w:val="0"/>
    </w:rPr>
  </w:style>
  <w:style w:type="paragraph" w:customStyle="1" w:styleId="libFootnoteCenter">
    <w:name w:val="libFootnoteCenter"/>
    <w:basedOn w:val="libFootnote"/>
    <w:link w:val="libFootnoteCenterChar"/>
    <w:rsid w:val="00A455D0"/>
    <w:pPr>
      <w:jc w:val="center"/>
    </w:pPr>
    <w:rPr>
      <w:rFonts w:eastAsia="Times New Roman"/>
    </w:rPr>
  </w:style>
  <w:style w:type="character" w:customStyle="1" w:styleId="libFootnoteCenterChar">
    <w:name w:val="libFootnoteCenter Char"/>
    <w:link w:val="libFootnoteCenter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CenterBold">
    <w:name w:val="libFootnoteCenterBold"/>
    <w:basedOn w:val="libFootnoteCenter"/>
    <w:link w:val="libFootnoteCenterBoldChar"/>
    <w:rsid w:val="00A455D0"/>
    <w:rPr>
      <w:b/>
      <w:bCs/>
    </w:rPr>
  </w:style>
  <w:style w:type="character" w:customStyle="1" w:styleId="libFootnoteCenterBoldChar">
    <w:name w:val="libFootnoteCenterBold Char"/>
    <w:link w:val="libFootnoteCenter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FootnoteBold">
    <w:name w:val="libFootnoteBold"/>
    <w:basedOn w:val="libFootnote"/>
    <w:link w:val="libFootnoteBoldChar"/>
    <w:rsid w:val="00A455D0"/>
    <w:rPr>
      <w:b/>
      <w:bCs/>
    </w:rPr>
  </w:style>
  <w:style w:type="character" w:customStyle="1" w:styleId="libFootnoteBoldChar">
    <w:name w:val="libFootnoteBold Char"/>
    <w:link w:val="libFootnoteBold"/>
    <w:rsid w:val="00A455D0"/>
    <w:rPr>
      <w:rFonts w:ascii="Mangal" w:hAnsi="Mangal" w:cs="Mangal"/>
      <w:b/>
      <w:bCs/>
      <w:color w:val="000000"/>
      <w:sz w:val="24"/>
      <w:szCs w:val="24"/>
    </w:rPr>
  </w:style>
  <w:style w:type="paragraph" w:customStyle="1" w:styleId="libFootnoteAie">
    <w:name w:val="libFootnoteAie"/>
    <w:basedOn w:val="libFootnote"/>
    <w:link w:val="libFootnoteAieChar"/>
    <w:rsid w:val="00E2613F"/>
    <w:rPr>
      <w:color w:val="008000"/>
    </w:rPr>
  </w:style>
  <w:style w:type="character" w:customStyle="1" w:styleId="libFootnoteAieChar">
    <w:name w:val="libFootnoteAie Char"/>
    <w:link w:val="libFootnoteAie"/>
    <w:rsid w:val="00E2613F"/>
    <w:rPr>
      <w:rFonts w:ascii="Mangal" w:hAnsi="Mangal" w:cs="Mangal"/>
      <w:color w:val="008000"/>
      <w:sz w:val="24"/>
      <w:szCs w:val="24"/>
    </w:rPr>
  </w:style>
  <w:style w:type="paragraph" w:customStyle="1" w:styleId="libFootnoteRight">
    <w:name w:val="libFootnoteRight"/>
    <w:basedOn w:val="libFootnote"/>
    <w:link w:val="libFootnoteRightChar"/>
    <w:rsid w:val="00A455D0"/>
    <w:pPr>
      <w:jc w:val="right"/>
    </w:pPr>
    <w:rPr>
      <w:rFonts w:eastAsia="Times New Roman"/>
    </w:rPr>
  </w:style>
  <w:style w:type="character" w:customStyle="1" w:styleId="libFootnoteRightChar">
    <w:name w:val="libFootnoteRight Char"/>
    <w:link w:val="libFootnoteRight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RightBold">
    <w:name w:val="libFootnoteRightBold"/>
    <w:basedOn w:val="libFootnoteRight"/>
    <w:link w:val="libFootnoteRightBoldChar"/>
    <w:rsid w:val="00A455D0"/>
    <w:rPr>
      <w:b/>
      <w:bCs/>
    </w:rPr>
  </w:style>
  <w:style w:type="character" w:customStyle="1" w:styleId="libFootnoteRightBoldChar">
    <w:name w:val="libFootnoteRightBold Char"/>
    <w:link w:val="libFootnoteRight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Right">
    <w:name w:val="libRight"/>
    <w:basedOn w:val="libNormal"/>
    <w:link w:val="libRightChar"/>
    <w:rsid w:val="00A455D0"/>
    <w:pPr>
      <w:jc w:val="right"/>
    </w:pPr>
  </w:style>
  <w:style w:type="character" w:customStyle="1" w:styleId="libRightChar">
    <w:name w:val="libRight Char"/>
    <w:basedOn w:val="libNormalChar"/>
    <w:link w:val="libRight"/>
    <w:rsid w:val="00A455D0"/>
  </w:style>
  <w:style w:type="paragraph" w:customStyle="1" w:styleId="libRightBold">
    <w:name w:val="libRightBold"/>
    <w:basedOn w:val="libRight"/>
    <w:link w:val="libRightBoldChar"/>
    <w:rsid w:val="00A455D0"/>
    <w:rPr>
      <w:b/>
      <w:bCs/>
    </w:rPr>
  </w:style>
  <w:style w:type="character" w:customStyle="1" w:styleId="libRightBoldChar">
    <w:name w:val="libRightBold Char"/>
    <w:link w:val="libRightBold"/>
    <w:rsid w:val="00A455D0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Line">
    <w:name w:val="libLine"/>
    <w:basedOn w:val="libNormal"/>
    <w:link w:val="libLineChar"/>
    <w:rsid w:val="00A455D0"/>
    <w:pPr>
      <w:ind w:firstLine="0"/>
    </w:pPr>
    <w:rPr>
      <w:rFonts w:eastAsia="Times New Roman"/>
      <w:sz w:val="26"/>
      <w:szCs w:val="26"/>
    </w:rPr>
  </w:style>
  <w:style w:type="character" w:customStyle="1" w:styleId="libLineChar">
    <w:name w:val="libLine Char"/>
    <w:link w:val="libLine"/>
    <w:rsid w:val="00A455D0"/>
    <w:rPr>
      <w:rFonts w:ascii="Mangal" w:eastAsia="Times New Roman" w:hAnsi="Mangal" w:cs="Mangal"/>
      <w:color w:val="000000"/>
      <w:sz w:val="26"/>
      <w:szCs w:val="26"/>
    </w:rPr>
  </w:style>
  <w:style w:type="paragraph" w:customStyle="1" w:styleId="libBoldItalic">
    <w:name w:val="libBoldItalic"/>
    <w:basedOn w:val="libNormal"/>
    <w:link w:val="libBoldItalicChar"/>
    <w:rsid w:val="0028663A"/>
    <w:rPr>
      <w:b/>
      <w:bCs/>
      <w:i/>
      <w:iCs/>
    </w:rPr>
  </w:style>
  <w:style w:type="character" w:customStyle="1" w:styleId="libBoldItalicChar">
    <w:name w:val="libBoldItalic Char"/>
    <w:link w:val="libBoldItalic"/>
    <w:rsid w:val="0028663A"/>
    <w:rPr>
      <w:rFonts w:ascii="Mangal" w:hAnsi="Mangal" w:cs="Mangal"/>
      <w:b/>
      <w:bCs/>
      <w:i/>
      <w:iCs/>
      <w:color w:val="000000"/>
      <w:sz w:val="28"/>
      <w:szCs w:val="28"/>
    </w:rPr>
  </w:style>
  <w:style w:type="paragraph" w:customStyle="1" w:styleId="libFootnoteNum">
    <w:name w:val="libFootnoteNum"/>
    <w:basedOn w:val="libNormal"/>
    <w:link w:val="libFootnoteNumChar"/>
    <w:rsid w:val="00235071"/>
    <w:rPr>
      <w:color w:val="C00000"/>
      <w:sz w:val="24"/>
      <w:szCs w:val="24"/>
      <w:vertAlign w:val="superscript"/>
    </w:rPr>
  </w:style>
  <w:style w:type="character" w:customStyle="1" w:styleId="libFootnoteNumChar">
    <w:name w:val="libFootnoteNum Char"/>
    <w:link w:val="libFootnoteNum"/>
    <w:rsid w:val="00235071"/>
    <w:rPr>
      <w:rFonts w:ascii="Mangal" w:hAnsi="Mangal" w:cs="Mangal"/>
      <w:color w:val="C00000"/>
      <w:sz w:val="24"/>
      <w:szCs w:val="24"/>
      <w:vertAlign w:val="superscript"/>
    </w:rPr>
  </w:style>
  <w:style w:type="paragraph" w:customStyle="1" w:styleId="libAlaem">
    <w:name w:val="libAlaem"/>
    <w:basedOn w:val="libNormal"/>
    <w:link w:val="libAlaemChar"/>
    <w:rsid w:val="00235071"/>
    <w:rPr>
      <w:rFonts w:ascii="Times New Roman" w:hAnsi="Times New Roman"/>
    </w:rPr>
  </w:style>
  <w:style w:type="character" w:customStyle="1" w:styleId="libAlaemChar">
    <w:name w:val="libAlaem Char"/>
    <w:link w:val="libAlaem"/>
    <w:rsid w:val="00235071"/>
    <w:rPr>
      <w:rFonts w:ascii="Times New Roman" w:hAnsi="Times New Roman" w:cs="Times New Roman"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HeaderChar">
    <w:name w:val="Header Char"/>
    <w:link w:val="Header"/>
    <w:uiPriority w:val="99"/>
    <w:rsid w:val="008B7801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FooterChar">
    <w:name w:val="Footer Char"/>
    <w:link w:val="Footer"/>
    <w:uiPriority w:val="99"/>
    <w:rsid w:val="008B7801"/>
    <w:rPr>
      <w:rFonts w:ascii="Calibri" w:eastAsia="Calibri" w:hAnsi="Calibri" w:cs="Times New Roman"/>
      <w:sz w:val="22"/>
      <w:szCs w:val="22"/>
    </w:rPr>
  </w:style>
  <w:style w:type="character" w:styleId="Hyperlink">
    <w:name w:val="Hyperlink"/>
    <w:uiPriority w:val="99"/>
    <w:rsid w:val="00776659"/>
    <w:rPr>
      <w:rFonts w:ascii="SolaimanLipi" w:hAnsi="SolaimanLipi" w:cs="SolaimanLipi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385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7385"/>
    <w:rPr>
      <w:rFonts w:ascii="Tahoma" w:eastAsia="Calibri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FD2E0A"/>
    <w:pPr>
      <w:spacing w:before="480" w:line="276" w:lineRule="auto"/>
      <w:ind w:firstLine="0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libNormal"/>
    <w:next w:val="Normal"/>
    <w:autoRedefine/>
    <w:uiPriority w:val="39"/>
    <w:unhideWhenUsed/>
    <w:qFormat/>
    <w:rsid w:val="0077665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FD2E0A"/>
    <w:pPr>
      <w:spacing w:after="100"/>
      <w:ind w:left="220"/>
    </w:pPr>
    <w:rPr>
      <w:rFonts w:eastAsia="Times New Roman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D2E0A"/>
    <w:pPr>
      <w:spacing w:after="100"/>
      <w:ind w:left="440"/>
    </w:pPr>
    <w:rPr>
      <w:rFonts w:eastAsia="Times New Roman"/>
      <w:sz w:val="22"/>
      <w:szCs w:val="22"/>
    </w:rPr>
  </w:style>
  <w:style w:type="paragraph" w:customStyle="1" w:styleId="libCenterTitr">
    <w:name w:val="libCenterTitr"/>
    <w:basedOn w:val="libCenterBold1"/>
    <w:rsid w:val="00776659"/>
    <w:rPr>
      <w:sz w:val="56"/>
      <w:szCs w:val="56"/>
    </w:rPr>
  </w:style>
  <w:style w:type="paragraph" w:styleId="TOC4">
    <w:name w:val="toc 4"/>
    <w:basedOn w:val="Normal"/>
    <w:next w:val="Normal"/>
    <w:autoRedefine/>
    <w:uiPriority w:val="39"/>
    <w:unhideWhenUsed/>
    <w:rsid w:val="006C230E"/>
    <w:pPr>
      <w:spacing w:after="100"/>
      <w:ind w:left="660"/>
    </w:pPr>
    <w:rPr>
      <w:rFonts w:eastAsia="Times New Roman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6C230E"/>
    <w:pPr>
      <w:spacing w:after="100"/>
      <w:ind w:left="880"/>
    </w:pPr>
    <w:rPr>
      <w:rFonts w:eastAsia="Times New Roman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6C230E"/>
    <w:pPr>
      <w:spacing w:after="100"/>
      <w:ind w:left="1100"/>
    </w:pPr>
    <w:rPr>
      <w:rFonts w:eastAsia="Times New Roman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6C230E"/>
    <w:pPr>
      <w:spacing w:after="100"/>
      <w:ind w:left="1320"/>
    </w:pPr>
    <w:rPr>
      <w:rFonts w:eastAsia="Times New Roman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6C230E"/>
    <w:pPr>
      <w:spacing w:after="100"/>
      <w:ind w:left="1540"/>
    </w:pPr>
    <w:rPr>
      <w:rFonts w:eastAsia="Times New Roman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6C230E"/>
    <w:pPr>
      <w:spacing w:after="100"/>
      <w:ind w:left="1760"/>
    </w:pPr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ghavi\Desktop\Doc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893B5-42A3-408B-9810-8DE15D8C5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</Template>
  <TotalTime>7</TotalTime>
  <Pages>18</Pages>
  <Words>1702</Words>
  <Characters>9705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 Defenition</Company>
  <LinksUpToDate>false</LinksUpToDate>
  <CharactersWithSpaces>11385</CharactersWithSpaces>
  <SharedDoc>false</SharedDoc>
  <HLinks>
    <vt:vector size="486" baseType="variant">
      <vt:variant>
        <vt:i4>1245232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_Toc442215770</vt:lpwstr>
      </vt:variant>
      <vt:variant>
        <vt:i4>1179696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_Toc442215769</vt:lpwstr>
      </vt:variant>
      <vt:variant>
        <vt:i4>1179696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_Toc442215768</vt:lpwstr>
      </vt:variant>
      <vt:variant>
        <vt:i4>1179696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_Toc442215767</vt:lpwstr>
      </vt:variant>
      <vt:variant>
        <vt:i4>1179696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_Toc442215766</vt:lpwstr>
      </vt:variant>
      <vt:variant>
        <vt:i4>1179696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_Toc442215765</vt:lpwstr>
      </vt:variant>
      <vt:variant>
        <vt:i4>1179696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_Toc442215764</vt:lpwstr>
      </vt:variant>
      <vt:variant>
        <vt:i4>1179696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_Toc442215763</vt:lpwstr>
      </vt:variant>
      <vt:variant>
        <vt:i4>1179696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_Toc442215762</vt:lpwstr>
      </vt:variant>
      <vt:variant>
        <vt:i4>1179696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_Toc442215761</vt:lpwstr>
      </vt:variant>
      <vt:variant>
        <vt:i4>1179696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_Toc442215760</vt:lpwstr>
      </vt:variant>
      <vt:variant>
        <vt:i4>1114160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_Toc442215759</vt:lpwstr>
      </vt:variant>
      <vt:variant>
        <vt:i4>1114160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_Toc442215758</vt:lpwstr>
      </vt:variant>
      <vt:variant>
        <vt:i4>1114160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_Toc442215757</vt:lpwstr>
      </vt:variant>
      <vt:variant>
        <vt:i4>1114160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_Toc442215756</vt:lpwstr>
      </vt:variant>
      <vt:variant>
        <vt:i4>1114160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_Toc442215755</vt:lpwstr>
      </vt:variant>
      <vt:variant>
        <vt:i4>1114160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_Toc442215754</vt:lpwstr>
      </vt:variant>
      <vt:variant>
        <vt:i4>1114160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_Toc442215753</vt:lpwstr>
      </vt:variant>
      <vt:variant>
        <vt:i4>1114160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_Toc442215752</vt:lpwstr>
      </vt:variant>
      <vt:variant>
        <vt:i4>1114160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_Toc442215751</vt:lpwstr>
      </vt:variant>
      <vt:variant>
        <vt:i4>1114160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_Toc442215750</vt:lpwstr>
      </vt:variant>
      <vt:variant>
        <vt:i4>1048624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_Toc442215749</vt:lpwstr>
      </vt:variant>
      <vt:variant>
        <vt:i4>1048624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_Toc442215748</vt:lpwstr>
      </vt:variant>
      <vt:variant>
        <vt:i4>1048624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_Toc442215747</vt:lpwstr>
      </vt:variant>
      <vt:variant>
        <vt:i4>1048624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_Toc442215746</vt:lpwstr>
      </vt:variant>
      <vt:variant>
        <vt:i4>1048624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_Toc442215745</vt:lpwstr>
      </vt:variant>
      <vt:variant>
        <vt:i4>1048624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_Toc442215744</vt:lpwstr>
      </vt:variant>
      <vt:variant>
        <vt:i4>1048624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_Toc442215743</vt:lpwstr>
      </vt:variant>
      <vt:variant>
        <vt:i4>1048624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_Toc442215742</vt:lpwstr>
      </vt:variant>
      <vt:variant>
        <vt:i4>1048624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_Toc442215741</vt:lpwstr>
      </vt:variant>
      <vt:variant>
        <vt:i4>1048624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_Toc442215740</vt:lpwstr>
      </vt:variant>
      <vt:variant>
        <vt:i4>1507376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_Toc442215739</vt:lpwstr>
      </vt:variant>
      <vt:variant>
        <vt:i4>1507376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_Toc442215738</vt:lpwstr>
      </vt:variant>
      <vt:variant>
        <vt:i4>1507376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_Toc442215737</vt:lpwstr>
      </vt:variant>
      <vt:variant>
        <vt:i4>1507376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_Toc442215736</vt:lpwstr>
      </vt:variant>
      <vt:variant>
        <vt:i4>1507376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_Toc442215735</vt:lpwstr>
      </vt:variant>
      <vt:variant>
        <vt:i4>1507376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_Toc442215734</vt:lpwstr>
      </vt:variant>
      <vt:variant>
        <vt:i4>1507376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_Toc442215733</vt:lpwstr>
      </vt:variant>
      <vt:variant>
        <vt:i4>1507376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_Toc442215732</vt:lpwstr>
      </vt:variant>
      <vt:variant>
        <vt:i4>1507376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_Toc442215731</vt:lpwstr>
      </vt:variant>
      <vt:variant>
        <vt:i4>1507376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_Toc442215730</vt:lpwstr>
      </vt:variant>
      <vt:variant>
        <vt:i4>1441840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_Toc442215729</vt:lpwstr>
      </vt:variant>
      <vt:variant>
        <vt:i4>1441840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_Toc442215728</vt:lpwstr>
      </vt:variant>
      <vt:variant>
        <vt:i4>1441840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_Toc442215727</vt:lpwstr>
      </vt:variant>
      <vt:variant>
        <vt:i4>1441840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_Toc442215726</vt:lpwstr>
      </vt:variant>
      <vt:variant>
        <vt:i4>1441840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_Toc442215725</vt:lpwstr>
      </vt:variant>
      <vt:variant>
        <vt:i4>1441840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_Toc442215724</vt:lpwstr>
      </vt:variant>
      <vt:variant>
        <vt:i4>1441840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_Toc442215723</vt:lpwstr>
      </vt:variant>
      <vt:variant>
        <vt:i4>1441840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_Toc442215722</vt:lpwstr>
      </vt:variant>
      <vt:variant>
        <vt:i4>1441840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_Toc442215721</vt:lpwstr>
      </vt:variant>
      <vt:variant>
        <vt:i4>1441840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_Toc442215720</vt:lpwstr>
      </vt:variant>
      <vt:variant>
        <vt:i4>1376304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_Toc442215719</vt:lpwstr>
      </vt:variant>
      <vt:variant>
        <vt:i4>1376304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_Toc442215718</vt:lpwstr>
      </vt:variant>
      <vt:variant>
        <vt:i4>1376304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_Toc442215717</vt:lpwstr>
      </vt:variant>
      <vt:variant>
        <vt:i4>1376304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_Toc442215716</vt:lpwstr>
      </vt:variant>
      <vt:variant>
        <vt:i4>1376304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_Toc442215715</vt:lpwstr>
      </vt:variant>
      <vt:variant>
        <vt:i4>1376304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_Toc442215714</vt:lpwstr>
      </vt:variant>
      <vt:variant>
        <vt:i4>1376304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_Toc442215713</vt:lpwstr>
      </vt:variant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_Toc442215712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_Toc442215711</vt:lpwstr>
      </vt:variant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_Toc442215710</vt:lpwstr>
      </vt:variant>
      <vt:variant>
        <vt:i4>1310768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_Toc442215709</vt:lpwstr>
      </vt:variant>
      <vt:variant>
        <vt:i4>1310768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_Toc442215708</vt:lpwstr>
      </vt:variant>
      <vt:variant>
        <vt:i4>1310768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_Toc442215707</vt:lpwstr>
      </vt:variant>
      <vt:variant>
        <vt:i4>1310768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_Toc442215706</vt:lpwstr>
      </vt:variant>
      <vt:variant>
        <vt:i4>1310768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_Toc442215705</vt:lpwstr>
      </vt:variant>
      <vt:variant>
        <vt:i4>1310768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_Toc442215704</vt:lpwstr>
      </vt:variant>
      <vt:variant>
        <vt:i4>1310768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_Toc442215703</vt:lpwstr>
      </vt:variant>
      <vt:variant>
        <vt:i4>1310768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_Toc442215702</vt:lpwstr>
      </vt:variant>
      <vt:variant>
        <vt:i4>1310768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_Toc442215701</vt:lpwstr>
      </vt:variant>
      <vt:variant>
        <vt:i4>1310768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_Toc442215700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_Toc442215699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_Toc442215698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_Toc442215697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_Toc442215696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_Toc442215695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_Toc442215694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_Toc442215693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_Toc442215692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_Toc442215691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_Toc442215690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Naghavi</dc:creator>
  <cp:lastModifiedBy>Naghavi</cp:lastModifiedBy>
  <cp:revision>1</cp:revision>
  <cp:lastPrinted>2016-02-03T09:03:00Z</cp:lastPrinted>
  <dcterms:created xsi:type="dcterms:W3CDTF">2016-07-04T06:55:00Z</dcterms:created>
  <dcterms:modified xsi:type="dcterms:W3CDTF">2016-07-04T07:02:00Z</dcterms:modified>
</cp:coreProperties>
</file>