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7CC" w:rsidRDefault="00CC17CC" w:rsidP="006A0293">
      <w:pPr>
        <w:pStyle w:val="libTitr1"/>
        <w:rPr>
          <w:lang w:bidi="hi-IN"/>
        </w:rPr>
      </w:pPr>
      <w:r w:rsidRPr="00CC17CC">
        <w:rPr>
          <w:rFonts w:hint="cs"/>
          <w:cs/>
          <w:lang w:bidi="hi-IN"/>
        </w:rPr>
        <w:t>तारीख़े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इस्लाम</w:t>
      </w:r>
    </w:p>
    <w:p w:rsidR="00CC17CC" w:rsidRPr="00C871B7" w:rsidRDefault="00CC17CC" w:rsidP="006A0293">
      <w:pPr>
        <w:pStyle w:val="libTitr2"/>
      </w:pPr>
      <w:r w:rsidRPr="00CC17CC">
        <w:rPr>
          <w:rFonts w:hint="cs"/>
          <w:cs/>
          <w:lang w:bidi="hi-IN"/>
        </w:rPr>
        <w:t>भाग</w:t>
      </w:r>
      <w:r w:rsidRPr="00CC17CC">
        <w:rPr>
          <w:cs/>
          <w:lang w:bidi="hi-IN"/>
        </w:rPr>
        <w:t xml:space="preserve"> </w:t>
      </w:r>
      <w:r w:rsidRPr="00C871B7">
        <w:t>1</w:t>
      </w:r>
    </w:p>
    <w:p w:rsidR="00CC17CC" w:rsidRPr="00C871B7" w:rsidRDefault="00CC17CC" w:rsidP="006A0293">
      <w:pPr>
        <w:pStyle w:val="libTitr2"/>
      </w:pPr>
      <w:r w:rsidRPr="00CC17CC">
        <w:rPr>
          <w:rFonts w:hint="cs"/>
          <w:cs/>
          <w:lang w:bidi="hi-IN"/>
        </w:rPr>
        <w:t>नबीयों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हालात</w:t>
      </w:r>
    </w:p>
    <w:p w:rsidR="00CC17CC" w:rsidRPr="00C871B7" w:rsidRDefault="00CC17CC" w:rsidP="006A0293">
      <w:pPr>
        <w:pStyle w:val="libTitr2"/>
      </w:pPr>
      <w:r w:rsidRPr="00CC17CC">
        <w:rPr>
          <w:rFonts w:hint="cs"/>
          <w:cs/>
          <w:lang w:bidi="hi-IN"/>
        </w:rPr>
        <w:t>लेखकः</w:t>
      </w:r>
      <w:r w:rsidRPr="00C871B7">
        <w:rPr>
          <w:rtl/>
          <w:cs/>
        </w:rPr>
        <w:t xml:space="preserve"> </w:t>
      </w:r>
      <w:r w:rsidRPr="00CC17CC">
        <w:rPr>
          <w:rFonts w:hint="cs"/>
          <w:cs/>
          <w:lang w:bidi="hi-IN"/>
        </w:rPr>
        <w:t>अल्लामा</w:t>
      </w:r>
      <w:r w:rsidRPr="00C871B7">
        <w:rPr>
          <w:rtl/>
          <w:cs/>
        </w:rPr>
        <w:t xml:space="preserve"> </w:t>
      </w:r>
      <w:r w:rsidRPr="00CC17CC">
        <w:rPr>
          <w:rFonts w:hint="cs"/>
          <w:cs/>
          <w:lang w:bidi="hi-IN"/>
        </w:rPr>
        <w:t>फ़रोग़</w:t>
      </w:r>
      <w:r w:rsidRPr="00CC17CC">
        <w:rPr>
          <w:rtl/>
          <w:cs/>
        </w:rPr>
        <w:t xml:space="preserve"> </w:t>
      </w:r>
      <w:r w:rsidRPr="00CC17CC">
        <w:rPr>
          <w:rFonts w:hint="cs"/>
          <w:cs/>
          <w:lang w:bidi="hi-IN"/>
        </w:rPr>
        <w:t>काज़मी</w:t>
      </w:r>
    </w:p>
    <w:p w:rsidR="00C871B7" w:rsidRPr="00C64EB4" w:rsidRDefault="00C871B7" w:rsidP="006A0293">
      <w:pPr>
        <w:pStyle w:val="libNormal"/>
      </w:pPr>
      <w:r w:rsidRPr="006B240B">
        <w:rPr>
          <w:rStyle w:val="libNoticeChar"/>
          <w:rFonts w:hint="cs"/>
          <w:cs/>
          <w:lang w:bidi="hi-IN"/>
        </w:rPr>
        <w:t>नोटः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ये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किताब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अलहसनैन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इस्लामी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नेटवर्क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के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ज़रीऐ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अपने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पाठको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के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लिऐ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टाइप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कराई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गई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है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और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इस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किताब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मे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टाइप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वग़ैरा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की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ग़लतीयो</w:t>
      </w:r>
      <w:r w:rsidRPr="00EA6470">
        <w:rPr>
          <w:rStyle w:val="libNoticeChar"/>
          <w:rtl/>
          <w:cs/>
        </w:rPr>
        <w:t xml:space="preserve"> </w:t>
      </w:r>
      <w:r>
        <w:rPr>
          <w:rStyle w:val="libNoticeChar"/>
          <w:rFonts w:hint="cs"/>
          <w:cs/>
          <w:lang w:bidi="hi-IN"/>
        </w:rPr>
        <w:t>को सही किया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गया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है।</w:t>
      </w:r>
    </w:p>
    <w:p w:rsidR="00C871B7" w:rsidRDefault="00C871B7" w:rsidP="006A0293">
      <w:pPr>
        <w:pStyle w:val="libNotice"/>
      </w:pPr>
      <w:r w:rsidRPr="00C64EB4">
        <w:t>Alhassanain.org/hindi</w:t>
      </w:r>
    </w:p>
    <w:p w:rsidR="00CC17CC" w:rsidRPr="009E708E" w:rsidRDefault="00CC17CC" w:rsidP="006A0293">
      <w:pPr>
        <w:pStyle w:val="libNormal"/>
      </w:pPr>
    </w:p>
    <w:p w:rsidR="00CC17CC" w:rsidRDefault="00CC17CC" w:rsidP="006A0293">
      <w:pPr>
        <w:pStyle w:val="libNormal"/>
        <w:rPr>
          <w:cs/>
          <w:lang w:bidi="hi-IN"/>
        </w:rPr>
      </w:pPr>
      <w:r>
        <w:rPr>
          <w:cs/>
          <w:lang w:bidi="hi-IN"/>
        </w:rPr>
        <w:br w:type="page"/>
      </w:r>
    </w:p>
    <w:p w:rsidR="00CC17CC" w:rsidRDefault="00CC17CC" w:rsidP="006A0293">
      <w:pPr>
        <w:pStyle w:val="Heading1"/>
        <w:rPr>
          <w:lang w:bidi="hi-IN"/>
        </w:rPr>
      </w:pPr>
      <w:bookmarkStart w:id="0" w:name="_Toc493235079"/>
      <w:bookmarkStart w:id="1" w:name="_Toc501013930"/>
      <w:r w:rsidRPr="00CC17CC">
        <w:rPr>
          <w:rFonts w:hint="cs"/>
          <w:cs/>
          <w:lang w:bidi="hi-IN"/>
        </w:rPr>
        <w:lastRenderedPageBreak/>
        <w:t>अर्ज़े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नाशिर</w:t>
      </w:r>
      <w:bookmarkEnd w:id="0"/>
      <w:bookmarkEnd w:id="1"/>
    </w:p>
    <w:p w:rsidR="00CC17CC" w:rsidRPr="009E708E" w:rsidRDefault="00CC17CC" w:rsidP="006A0293">
      <w:pPr>
        <w:pStyle w:val="libNormal"/>
      </w:pPr>
      <w:r w:rsidRPr="00CC17CC">
        <w:rPr>
          <w:rFonts w:hint="cs"/>
          <w:cs/>
          <w:lang w:bidi="hi-IN"/>
        </w:rPr>
        <w:t>हिन्दुस्तानी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मुस्लिम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ब्रादरी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ख़ुसूसी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तौर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शिया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मुस्लिम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समाज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तारीख़े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इस्लाम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मबनी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ऐसी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जामेय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मुफ़स्सिल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किताब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मेरी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नज़रों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नहीं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गुज़री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थी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जिसकी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सिर्फ़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एक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जिल्द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किसी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मुसन्निफ़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मोअल्लिफ़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इब्तेदाये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आफरीनिश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खि़लख़ते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आदम</w:t>
      </w:r>
      <w:r w:rsidRPr="00CC17CC">
        <w:rPr>
          <w:cs/>
          <w:lang w:bidi="hi-IN"/>
        </w:rPr>
        <w:t xml:space="preserve"> (</w:t>
      </w:r>
      <w:r w:rsidRPr="00CC17CC">
        <w:rPr>
          <w:rFonts w:hint="cs"/>
          <w:cs/>
          <w:lang w:bidi="hi-IN"/>
        </w:rPr>
        <w:t>अ</w:t>
      </w:r>
      <w:r w:rsidRPr="00CC17CC">
        <w:rPr>
          <w:cs/>
          <w:lang w:bidi="hi-IN"/>
        </w:rPr>
        <w:t>.</w:t>
      </w:r>
      <w:r w:rsidRPr="00CC17CC">
        <w:rPr>
          <w:rFonts w:hint="cs"/>
          <w:cs/>
          <w:lang w:bidi="hi-IN"/>
        </w:rPr>
        <w:t>स</w:t>
      </w:r>
      <w:r w:rsidRPr="00CC17CC">
        <w:rPr>
          <w:cs/>
          <w:lang w:bidi="hi-IN"/>
        </w:rPr>
        <w:t xml:space="preserve">.) </w:t>
      </w:r>
      <w:r w:rsidRPr="00CC17CC">
        <w:rPr>
          <w:rFonts w:hint="cs"/>
          <w:cs/>
          <w:lang w:bidi="hi-IN"/>
        </w:rPr>
        <w:t>तक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खि़लख़त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हज़रत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आदम</w:t>
      </w:r>
      <w:r w:rsidRPr="00CC17CC">
        <w:rPr>
          <w:cs/>
          <w:lang w:bidi="hi-IN"/>
        </w:rPr>
        <w:t xml:space="preserve"> (</w:t>
      </w:r>
      <w:r w:rsidRPr="00CC17CC">
        <w:rPr>
          <w:rFonts w:hint="cs"/>
          <w:cs/>
          <w:lang w:bidi="hi-IN"/>
        </w:rPr>
        <w:t>अ</w:t>
      </w:r>
      <w:r w:rsidRPr="00CC17CC">
        <w:rPr>
          <w:cs/>
          <w:lang w:bidi="hi-IN"/>
        </w:rPr>
        <w:t>.</w:t>
      </w:r>
      <w:r w:rsidRPr="00CC17CC">
        <w:rPr>
          <w:rFonts w:hint="cs"/>
          <w:cs/>
          <w:lang w:bidi="hi-IN"/>
        </w:rPr>
        <w:t>स</w:t>
      </w:r>
      <w:r w:rsidRPr="00CC17CC">
        <w:rPr>
          <w:cs/>
          <w:lang w:bidi="hi-IN"/>
        </w:rPr>
        <w:t xml:space="preserve">.)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ख़ातेमुल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अम्बिया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तमाम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अम्बिया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मुरसलीन</w:t>
      </w:r>
      <w:r w:rsidRPr="00CC17CC">
        <w:rPr>
          <w:cs/>
          <w:lang w:bidi="hi-IN"/>
        </w:rPr>
        <w:t xml:space="preserve"> (</w:t>
      </w:r>
      <w:r w:rsidRPr="00CC17CC">
        <w:rPr>
          <w:rFonts w:hint="cs"/>
          <w:cs/>
          <w:lang w:bidi="hi-IN"/>
        </w:rPr>
        <w:t>अ</w:t>
      </w:r>
      <w:r w:rsidRPr="00CC17CC">
        <w:rPr>
          <w:cs/>
          <w:lang w:bidi="hi-IN"/>
        </w:rPr>
        <w:t>.</w:t>
      </w:r>
      <w:r w:rsidRPr="00CC17CC">
        <w:rPr>
          <w:rFonts w:hint="cs"/>
          <w:cs/>
          <w:lang w:bidi="hi-IN"/>
        </w:rPr>
        <w:t>स</w:t>
      </w:r>
      <w:r w:rsidRPr="00CC17CC">
        <w:rPr>
          <w:cs/>
          <w:lang w:bidi="hi-IN"/>
        </w:rPr>
        <w:t xml:space="preserve">.) </w:t>
      </w:r>
      <w:r w:rsidRPr="00CC17CC">
        <w:rPr>
          <w:rFonts w:hint="cs"/>
          <w:cs/>
          <w:lang w:bidi="hi-IN"/>
        </w:rPr>
        <w:t>नीज़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हज़रत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अली</w:t>
      </w:r>
      <w:r w:rsidRPr="00CC17CC">
        <w:rPr>
          <w:cs/>
          <w:lang w:bidi="hi-IN"/>
        </w:rPr>
        <w:t xml:space="preserve"> (</w:t>
      </w:r>
      <w:r w:rsidRPr="00CC17CC">
        <w:rPr>
          <w:rFonts w:hint="cs"/>
          <w:cs/>
          <w:lang w:bidi="hi-IN"/>
        </w:rPr>
        <w:t>अ</w:t>
      </w:r>
      <w:r w:rsidRPr="00CC17CC">
        <w:rPr>
          <w:cs/>
          <w:lang w:bidi="hi-IN"/>
        </w:rPr>
        <w:t>.</w:t>
      </w:r>
      <w:r w:rsidRPr="00CC17CC">
        <w:rPr>
          <w:rFonts w:hint="cs"/>
          <w:cs/>
          <w:lang w:bidi="hi-IN"/>
        </w:rPr>
        <w:t>स</w:t>
      </w:r>
      <w:r w:rsidRPr="00CC17CC">
        <w:rPr>
          <w:cs/>
          <w:lang w:bidi="hi-IN"/>
        </w:rPr>
        <w:t xml:space="preserve">.) </w:t>
      </w:r>
      <w:r w:rsidRPr="00CC17CC">
        <w:rPr>
          <w:rFonts w:hint="cs"/>
          <w:cs/>
          <w:lang w:bidi="hi-IN"/>
        </w:rPr>
        <w:t>इब्ने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अबु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तालिब</w:t>
      </w:r>
      <w:r w:rsidRPr="00CC17CC">
        <w:rPr>
          <w:cs/>
          <w:lang w:bidi="hi-IN"/>
        </w:rPr>
        <w:t xml:space="preserve"> (</w:t>
      </w:r>
      <w:r w:rsidRPr="00CC17CC">
        <w:rPr>
          <w:rFonts w:hint="cs"/>
          <w:cs/>
          <w:lang w:bidi="hi-IN"/>
        </w:rPr>
        <w:t>अ</w:t>
      </w:r>
      <w:r w:rsidRPr="00CC17CC">
        <w:rPr>
          <w:cs/>
          <w:lang w:bidi="hi-IN"/>
        </w:rPr>
        <w:t>.</w:t>
      </w:r>
      <w:r w:rsidRPr="00CC17CC">
        <w:rPr>
          <w:rFonts w:hint="cs"/>
          <w:cs/>
          <w:lang w:bidi="hi-IN"/>
        </w:rPr>
        <w:t>स</w:t>
      </w:r>
      <w:r w:rsidRPr="00CC17CC">
        <w:rPr>
          <w:cs/>
          <w:lang w:bidi="hi-IN"/>
        </w:rPr>
        <w:t xml:space="preserve">.)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इमामुल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अस्र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ज़मां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अजल्लाह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फ़रजह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तमाम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आइम्मा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ए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मासूमीन</w:t>
      </w:r>
      <w:r w:rsidRPr="00CC17CC">
        <w:rPr>
          <w:cs/>
          <w:lang w:bidi="hi-IN"/>
        </w:rPr>
        <w:t xml:space="preserve"> (</w:t>
      </w:r>
      <w:r w:rsidRPr="00CC17CC">
        <w:rPr>
          <w:rFonts w:hint="cs"/>
          <w:cs/>
          <w:lang w:bidi="hi-IN"/>
        </w:rPr>
        <w:t>अ</w:t>
      </w:r>
      <w:r w:rsidRPr="00CC17CC">
        <w:rPr>
          <w:cs/>
          <w:lang w:bidi="hi-IN"/>
        </w:rPr>
        <w:t>.</w:t>
      </w:r>
      <w:r w:rsidRPr="00CC17CC">
        <w:rPr>
          <w:rFonts w:hint="cs"/>
          <w:cs/>
          <w:lang w:bidi="hi-IN"/>
        </w:rPr>
        <w:t>स</w:t>
      </w:r>
      <w:r w:rsidRPr="00CC17CC">
        <w:rPr>
          <w:cs/>
          <w:lang w:bidi="hi-IN"/>
        </w:rPr>
        <w:t xml:space="preserve">.)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तारीख़ी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तफ़सीली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मुस्तनद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मोतबर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हालात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मुजतमा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किये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हों।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लेहाज़ा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मेरी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दिली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ख़्वाहिश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कोशिश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थी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उर्दू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ज़बान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ऐसी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किताब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मंज़रे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लायी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जाये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जिसकी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एक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जिल्द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मौजूदा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इस्लामी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तक़ाज़ों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वक़्त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अहम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ज़रूरत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पूरा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सके।</w:t>
      </w:r>
      <w:r w:rsidRPr="00CC17CC">
        <w:rPr>
          <w:cs/>
          <w:lang w:bidi="hi-IN"/>
        </w:rPr>
        <w:t xml:space="preserve"> </w:t>
      </w:r>
    </w:p>
    <w:p w:rsidR="00CC17CC" w:rsidRPr="009E708E" w:rsidRDefault="00CC17CC" w:rsidP="006A0293">
      <w:pPr>
        <w:pStyle w:val="libNormal"/>
      </w:pPr>
      <w:r w:rsidRPr="00CC17CC">
        <w:rPr>
          <w:rFonts w:hint="cs"/>
          <w:cs/>
          <w:lang w:bidi="hi-IN"/>
        </w:rPr>
        <w:t>ख़ुदा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शुक्र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मोहक़िक़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बसीर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जनबा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फ़रोग़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काज़मी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मेरे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कर्ब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महसूस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इन्तेहाई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मेहनत</w:t>
      </w:r>
      <w:r w:rsidRPr="009E708E">
        <w:t xml:space="preserve">, </w:t>
      </w:r>
      <w:r w:rsidRPr="00CC17CC">
        <w:rPr>
          <w:rFonts w:hint="cs"/>
          <w:cs/>
          <w:lang w:bidi="hi-IN"/>
        </w:rPr>
        <w:t>लगन</w:t>
      </w:r>
      <w:r w:rsidRPr="009E708E">
        <w:t xml:space="preserve">, </w:t>
      </w:r>
      <w:r w:rsidRPr="00CC17CC">
        <w:rPr>
          <w:rFonts w:hint="cs"/>
          <w:cs/>
          <w:lang w:bidi="hi-IN"/>
        </w:rPr>
        <w:t>तहक़ीक़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जुस्तजू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बाद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तफ़सीरे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इस्लाम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उनवान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किताब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मुकम्मल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मेरे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ख़्वाब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ताबीर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हमकिनार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दिया।</w:t>
      </w:r>
    </w:p>
    <w:p w:rsidR="00CC17CC" w:rsidRPr="009E708E" w:rsidRDefault="00CC17CC" w:rsidP="006A0293">
      <w:pPr>
        <w:pStyle w:val="libNormal"/>
      </w:pPr>
      <w:r w:rsidRPr="00CC17CC">
        <w:rPr>
          <w:rFonts w:hint="cs"/>
          <w:cs/>
          <w:lang w:bidi="hi-IN"/>
        </w:rPr>
        <w:lastRenderedPageBreak/>
        <w:t>तक़रीबन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नौ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सौ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सफ़हात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मुश्तमिल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ज़ख़ीम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किताब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यक़ीनन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जनाब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फ़रोग़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काज़मी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इन्फ़ेरादी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कारनामा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जिसके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दामन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इस्लामी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तारीख़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मुतअल्लिक़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कुछ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है।</w:t>
      </w:r>
    </w:p>
    <w:p w:rsidR="00CC17CC" w:rsidRPr="009E708E" w:rsidRDefault="00CC17CC" w:rsidP="006A0293">
      <w:pPr>
        <w:pStyle w:val="libNormal"/>
      </w:pPr>
      <w:r w:rsidRPr="00CC17CC">
        <w:rPr>
          <w:rFonts w:hint="cs"/>
          <w:cs/>
          <w:lang w:bidi="hi-IN"/>
        </w:rPr>
        <w:t>मुझे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मसर्रत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मैं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गिरां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क़द्र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किताब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अशाअत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शरफ़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हासिल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रहा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हूं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साथ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दुआगो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हूं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परवरदिगारे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आलम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मक़बूलियत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कामयाबी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दोश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बदोश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मोहतरम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फ़रोग़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काज़मी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तौफ़िक़ात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भी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इज़ाफ़ा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फ़रमाये।</w:t>
      </w:r>
    </w:p>
    <w:p w:rsidR="00CC17CC" w:rsidRPr="009E708E" w:rsidRDefault="00CC17CC" w:rsidP="006A0293">
      <w:pPr>
        <w:pStyle w:val="libNormal"/>
      </w:pPr>
      <w:r w:rsidRPr="00CC17CC">
        <w:rPr>
          <w:rFonts w:hint="cs"/>
          <w:cs/>
          <w:lang w:bidi="hi-IN"/>
        </w:rPr>
        <w:t>वाज़ेह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हमने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हिन्दीदां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तबक़े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लिये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इसको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तीन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भागों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विभाजित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दिया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पहला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भाग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नबियों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हालात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आधारित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9E708E">
        <w:t xml:space="preserve">, </w:t>
      </w:r>
      <w:r w:rsidRPr="00CC17CC">
        <w:rPr>
          <w:rFonts w:hint="cs"/>
          <w:cs/>
          <w:lang w:bidi="hi-IN"/>
        </w:rPr>
        <w:t>दूसरे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भाग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हज़रते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मोहम्मदे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मुस्तफ़ा</w:t>
      </w:r>
      <w:r w:rsidRPr="00CC17CC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स.अ.व.व.</w:t>
      </w:r>
      <w:r w:rsidRPr="00CC17CC">
        <w:rPr>
          <w:cs/>
          <w:lang w:bidi="hi-IN"/>
        </w:rPr>
        <w:t xml:space="preserve">)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हालात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तीसरे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भाग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खि़लाफ़त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इमामत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तफ़सीलात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ज़हूरे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इमाम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तफ़सीलात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हैं।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उम्मीद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हिन्दीदां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हज़रात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हमारी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कोशिश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सराहेंगे।</w:t>
      </w:r>
    </w:p>
    <w:p w:rsidR="00CC17CC" w:rsidRPr="009E708E" w:rsidRDefault="00CC17CC" w:rsidP="006A0293">
      <w:pPr>
        <w:pStyle w:val="libNormal"/>
      </w:pPr>
      <w:r w:rsidRPr="00CC17CC">
        <w:rPr>
          <w:rFonts w:hint="cs"/>
          <w:cs/>
          <w:lang w:bidi="hi-IN"/>
        </w:rPr>
        <w:t>वस्सलाम</w:t>
      </w:r>
    </w:p>
    <w:p w:rsidR="00CC17CC" w:rsidRPr="009E708E" w:rsidRDefault="00CC17CC" w:rsidP="006A0293">
      <w:pPr>
        <w:pStyle w:val="libNormal"/>
      </w:pPr>
      <w:r w:rsidRPr="00CC17CC">
        <w:rPr>
          <w:rFonts w:hint="cs"/>
          <w:cs/>
          <w:lang w:bidi="hi-IN"/>
        </w:rPr>
        <w:t>सै</w:t>
      </w:r>
      <w:r w:rsidRPr="009E708E">
        <w:t>0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अली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अब्बास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तबातबाई</w:t>
      </w:r>
    </w:p>
    <w:p w:rsidR="00CC17CC" w:rsidRPr="009E708E" w:rsidRDefault="00CC17CC" w:rsidP="006A0293">
      <w:pPr>
        <w:pStyle w:val="libNormal"/>
      </w:pPr>
    </w:p>
    <w:p w:rsidR="00CC17CC" w:rsidRPr="009E708E" w:rsidRDefault="00CC17CC" w:rsidP="006A0293">
      <w:pPr>
        <w:pStyle w:val="libNormal"/>
      </w:pPr>
    </w:p>
    <w:p w:rsidR="00CC17CC" w:rsidRDefault="00CC17CC" w:rsidP="006A0293">
      <w:pPr>
        <w:pStyle w:val="libNormal"/>
        <w:rPr>
          <w:cs/>
          <w:lang w:bidi="hi-IN"/>
        </w:rPr>
      </w:pPr>
      <w:r>
        <w:rPr>
          <w:cs/>
          <w:lang w:bidi="hi-IN"/>
        </w:rPr>
        <w:br w:type="page"/>
      </w:r>
    </w:p>
    <w:p w:rsidR="00CC17CC" w:rsidRPr="00F22187" w:rsidRDefault="00CC17CC" w:rsidP="006A0293">
      <w:pPr>
        <w:pStyle w:val="libNormal"/>
      </w:pPr>
      <w:bookmarkStart w:id="2" w:name="_Toc493235080"/>
      <w:r w:rsidRPr="00CC17CC">
        <w:rPr>
          <w:rFonts w:hint="cs"/>
          <w:cs/>
          <w:lang w:bidi="hi-IN"/>
        </w:rPr>
        <w:lastRenderedPageBreak/>
        <w:t>इब्तेदाईया</w:t>
      </w:r>
      <w:bookmarkEnd w:id="2"/>
    </w:p>
    <w:p w:rsidR="00CC17CC" w:rsidRPr="009E708E" w:rsidRDefault="00CC17CC" w:rsidP="006A0293">
      <w:pPr>
        <w:pStyle w:val="libNormal"/>
      </w:pPr>
      <w:r w:rsidRPr="00CC17CC">
        <w:rPr>
          <w:rFonts w:hint="cs"/>
          <w:cs/>
          <w:lang w:bidi="hi-IN"/>
        </w:rPr>
        <w:t>अज़</w:t>
      </w:r>
    </w:p>
    <w:p w:rsidR="00CC17CC" w:rsidRPr="009E708E" w:rsidRDefault="00CC17CC" w:rsidP="006A0293">
      <w:pPr>
        <w:pStyle w:val="libNormal"/>
      </w:pPr>
      <w:r w:rsidRPr="009E708E">
        <w:tab/>
      </w:r>
      <w:r w:rsidRPr="00CC17CC">
        <w:rPr>
          <w:rFonts w:hint="cs"/>
          <w:cs/>
          <w:lang w:bidi="hi-IN"/>
        </w:rPr>
        <w:t>हुज्जतुल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इस्लाम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मुसलेमीन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मौलाना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सैय्यद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ज़ाहिद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अहमद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साहब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क़िब्ला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रिज़वी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अलनजफ़ी।</w:t>
      </w:r>
    </w:p>
    <w:p w:rsidR="00CC17CC" w:rsidRPr="009E708E" w:rsidRDefault="00CC17CC" w:rsidP="006A0293">
      <w:pPr>
        <w:pStyle w:val="libNormal"/>
      </w:pPr>
      <w:r w:rsidRPr="00CC17CC">
        <w:rPr>
          <w:rFonts w:hint="cs"/>
          <w:cs/>
          <w:lang w:bidi="hi-IN"/>
        </w:rPr>
        <w:t>सुल्तान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बहादुर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रोड</w:t>
      </w:r>
      <w:r w:rsidRPr="009E708E">
        <w:t xml:space="preserve">, </w:t>
      </w:r>
      <w:r w:rsidRPr="00CC17CC">
        <w:rPr>
          <w:rFonts w:hint="cs"/>
          <w:cs/>
          <w:lang w:bidi="hi-IN"/>
        </w:rPr>
        <w:t>काज़मैन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लखनऊ</w:t>
      </w:r>
    </w:p>
    <w:p w:rsidR="006A0293" w:rsidRDefault="006A0293">
      <w:pPr>
        <w:spacing w:after="0" w:line="240" w:lineRule="auto"/>
        <w:rPr>
          <w:rFonts w:ascii="Mangal" w:hAnsi="Mangal" w:cs="Mangal"/>
          <w:color w:val="000000"/>
          <w:sz w:val="28"/>
          <w:szCs w:val="28"/>
          <w:cs/>
          <w:lang w:bidi="hi-IN"/>
        </w:rPr>
      </w:pPr>
      <w:r>
        <w:rPr>
          <w:cs/>
          <w:lang w:bidi="hi-IN"/>
        </w:rPr>
        <w:br w:type="page"/>
      </w:r>
    </w:p>
    <w:p w:rsidR="00CC17CC" w:rsidRPr="009E708E" w:rsidRDefault="00CC17CC" w:rsidP="006A0293">
      <w:pPr>
        <w:pStyle w:val="libNormal"/>
      </w:pPr>
      <w:r w:rsidRPr="00CC17CC">
        <w:rPr>
          <w:rFonts w:hint="cs"/>
          <w:cs/>
          <w:lang w:bidi="hi-IN"/>
        </w:rPr>
        <w:lastRenderedPageBreak/>
        <w:t>इस्लाम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इलाही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अक़ीदा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जिसके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लिये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खुदा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चाहा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मेरे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रसूल</w:t>
      </w:r>
      <w:r w:rsidRPr="00CC17CC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स.अ.व.व.</w:t>
      </w:r>
      <w:r w:rsidRPr="00CC17CC">
        <w:rPr>
          <w:cs/>
          <w:lang w:bidi="hi-IN"/>
        </w:rPr>
        <w:t xml:space="preserve">)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इताअत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गुज़ारों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दीन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हो।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इन्सानी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हुकू़क़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कामिल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मजमूआ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जिसकी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वही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खुदा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अपने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नबी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नबी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उसको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अपनी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उम्मत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पहुँचाया।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जिन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लोगों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ने</w:t>
      </w:r>
      <w:r w:rsidRPr="00CC17CC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नबीऐ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मुरसल</w:t>
      </w:r>
      <w:r w:rsidRPr="00CC17CC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स.अ.व.व.</w:t>
      </w:r>
      <w:r w:rsidRPr="00CC17CC">
        <w:rPr>
          <w:cs/>
          <w:lang w:bidi="hi-IN"/>
        </w:rPr>
        <w:t xml:space="preserve">)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दावत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लब्बैक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कही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जिन्होंने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दीन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पैरवी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हज़रात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दीन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पैरू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खुद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दीन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नहीं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है।</w:t>
      </w:r>
    </w:p>
    <w:p w:rsidR="00CC17CC" w:rsidRPr="009E708E" w:rsidRDefault="00CC17CC" w:rsidP="006A0293">
      <w:pPr>
        <w:pStyle w:val="libNormal"/>
      </w:pPr>
      <w:r w:rsidRPr="00CC17CC">
        <w:rPr>
          <w:rFonts w:hint="cs"/>
          <w:cs/>
          <w:lang w:bidi="hi-IN"/>
        </w:rPr>
        <w:t>इस्लाम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अज़ली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भी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अबदी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भी।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दीन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हज़रत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आदम</w:t>
      </w:r>
      <w:r w:rsidRPr="00CC17CC">
        <w:rPr>
          <w:cs/>
          <w:lang w:bidi="hi-IN"/>
        </w:rPr>
        <w:t xml:space="preserve"> (</w:t>
      </w:r>
      <w:r w:rsidRPr="00CC17CC">
        <w:rPr>
          <w:rFonts w:hint="cs"/>
          <w:cs/>
          <w:lang w:bidi="hi-IN"/>
        </w:rPr>
        <w:t>अ</w:t>
      </w:r>
      <w:r w:rsidRPr="00CC17CC">
        <w:rPr>
          <w:cs/>
          <w:lang w:bidi="hi-IN"/>
        </w:rPr>
        <w:t>.</w:t>
      </w:r>
      <w:r w:rsidRPr="00CC17CC">
        <w:rPr>
          <w:rFonts w:hint="cs"/>
          <w:cs/>
          <w:lang w:bidi="hi-IN"/>
        </w:rPr>
        <w:t>स</w:t>
      </w:r>
      <w:r w:rsidRPr="00CC17CC">
        <w:rPr>
          <w:cs/>
          <w:lang w:bidi="hi-IN"/>
        </w:rPr>
        <w:t xml:space="preserve">.)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दौर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भी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था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क़यामत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बाक़ी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रहेगा।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हज़रत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आदम</w:t>
      </w:r>
      <w:r w:rsidRPr="00CC17CC">
        <w:rPr>
          <w:cs/>
          <w:lang w:bidi="hi-IN"/>
        </w:rPr>
        <w:t xml:space="preserve"> (</w:t>
      </w:r>
      <w:r w:rsidRPr="00CC17CC">
        <w:rPr>
          <w:rFonts w:hint="cs"/>
          <w:cs/>
          <w:lang w:bidi="hi-IN"/>
        </w:rPr>
        <w:t>अ</w:t>
      </w:r>
      <w:r w:rsidRPr="00CC17CC">
        <w:rPr>
          <w:cs/>
          <w:lang w:bidi="hi-IN"/>
        </w:rPr>
        <w:t>.</w:t>
      </w:r>
      <w:r w:rsidRPr="00CC17CC">
        <w:rPr>
          <w:rFonts w:hint="cs"/>
          <w:cs/>
          <w:lang w:bidi="hi-IN"/>
        </w:rPr>
        <w:t>स</w:t>
      </w:r>
      <w:r w:rsidRPr="00CC17CC">
        <w:rPr>
          <w:cs/>
          <w:lang w:bidi="hi-IN"/>
        </w:rPr>
        <w:t xml:space="preserve">.)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ज़माने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इस्लाम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मौजूदा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ख़दो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खाल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नहीं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थे।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उसूल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ज़वाबित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मोअय्यन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नहीं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थे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बाक़ायदा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निज़ामे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हयात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था।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लिये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क़ुरआने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मजीद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इस्लाम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तज़किरा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सबसे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पहले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हज़रत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नूह</w:t>
      </w:r>
      <w:r w:rsidRPr="00CC17CC">
        <w:rPr>
          <w:cs/>
          <w:lang w:bidi="hi-IN"/>
        </w:rPr>
        <w:t xml:space="preserve"> (</w:t>
      </w:r>
      <w:r w:rsidRPr="00CC17CC">
        <w:rPr>
          <w:rFonts w:hint="cs"/>
          <w:cs/>
          <w:lang w:bidi="hi-IN"/>
        </w:rPr>
        <w:t>अ</w:t>
      </w:r>
      <w:r w:rsidRPr="00CC17CC">
        <w:rPr>
          <w:cs/>
          <w:lang w:bidi="hi-IN"/>
        </w:rPr>
        <w:t>.</w:t>
      </w:r>
      <w:r w:rsidRPr="00CC17CC">
        <w:rPr>
          <w:rFonts w:hint="cs"/>
          <w:cs/>
          <w:lang w:bidi="hi-IN"/>
        </w:rPr>
        <w:t>स</w:t>
      </w:r>
      <w:r w:rsidRPr="00CC17CC">
        <w:rPr>
          <w:cs/>
          <w:lang w:bidi="hi-IN"/>
        </w:rPr>
        <w:t xml:space="preserve">.)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ज़बान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किया।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चुनान्चे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इरशाद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हुआ</w:t>
      </w:r>
      <w:r w:rsidRPr="00CC17CC">
        <w:rPr>
          <w:cs/>
          <w:lang w:bidi="hi-IN"/>
        </w:rPr>
        <w:t xml:space="preserve"> :- </w:t>
      </w:r>
      <w:r w:rsidRPr="00CC17CC">
        <w:rPr>
          <w:rFonts w:hint="cs"/>
          <w:cs/>
          <w:lang w:bidi="hi-IN"/>
        </w:rPr>
        <w:t>फ़ा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तवल्लैतुम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फ़मा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साअलतोकुम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मिन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अजरे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अजरी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इल्ला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अल्लाहो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ओमिरतो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अकूना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मिनल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मुस्लेमीन</w:t>
      </w:r>
      <w:r w:rsidRPr="00CC17CC">
        <w:rPr>
          <w:cs/>
          <w:lang w:bidi="hi-IN"/>
        </w:rPr>
        <w:t xml:space="preserve"> </w:t>
      </w:r>
      <w:r>
        <w:rPr>
          <w:cs/>
          <w:lang w:bidi="hi-IN"/>
        </w:rPr>
        <w:t>(</w:t>
      </w:r>
      <w:r w:rsidRPr="00CC17CC">
        <w:rPr>
          <w:rFonts w:hint="cs"/>
          <w:cs/>
          <w:lang w:bidi="hi-IN"/>
        </w:rPr>
        <w:t>यूनुस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आयात</w:t>
      </w:r>
      <w:r w:rsidRPr="00CC17CC">
        <w:rPr>
          <w:cs/>
          <w:lang w:bidi="hi-IN"/>
        </w:rPr>
        <w:t xml:space="preserve"> </w:t>
      </w:r>
      <w:r w:rsidRPr="009E708E">
        <w:t xml:space="preserve">72) ‘‘ </w:t>
      </w:r>
      <w:r w:rsidRPr="00CC17CC">
        <w:rPr>
          <w:rFonts w:hint="cs"/>
          <w:cs/>
          <w:lang w:bidi="hi-IN"/>
        </w:rPr>
        <w:t>तुम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ने</w:t>
      </w:r>
      <w:r w:rsidRPr="00CC17CC">
        <w:rPr>
          <w:cs/>
          <w:lang w:bidi="hi-IN"/>
        </w:rPr>
        <w:t xml:space="preserve"> </w:t>
      </w:r>
      <w:r>
        <w:rPr>
          <w:cs/>
          <w:lang w:bidi="hi-IN"/>
        </w:rPr>
        <w:t>(</w:t>
      </w:r>
      <w:r w:rsidRPr="00CC17CC">
        <w:rPr>
          <w:rFonts w:hint="cs"/>
          <w:cs/>
          <w:lang w:bidi="hi-IN"/>
        </w:rPr>
        <w:t>मेरी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नसीहत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>
        <w:rPr>
          <w:cs/>
          <w:lang w:bidi="hi-IN"/>
        </w:rPr>
        <w:t>)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मुंह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मोड़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लिया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हालांकि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मैने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तुम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उजरत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नहीं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मांगी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थी</w:t>
      </w:r>
      <w:r w:rsidRPr="009E708E">
        <w:t xml:space="preserve">, </w:t>
      </w:r>
      <w:r w:rsidRPr="00CC17CC">
        <w:rPr>
          <w:rFonts w:hint="cs"/>
          <w:cs/>
          <w:lang w:bidi="hi-IN"/>
        </w:rPr>
        <w:t>मेरी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उजरत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अल्लाह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मुझे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हुक्म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मैं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फ़रमाबरदारों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शामिल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जाऊं</w:t>
      </w:r>
      <w:r w:rsidR="00E21429">
        <w:rPr>
          <w:cs/>
          <w:lang w:bidi="hi-IN"/>
        </w:rPr>
        <w:t>।</w:t>
      </w:r>
      <w:r w:rsidRPr="00CC17CC">
        <w:rPr>
          <w:cs/>
          <w:lang w:bidi="hi-IN"/>
        </w:rPr>
        <w:t xml:space="preserve"> </w:t>
      </w:r>
      <w:r w:rsidRPr="009E708E">
        <w:t>’’</w:t>
      </w:r>
    </w:p>
    <w:p w:rsidR="00CC17CC" w:rsidRPr="009E708E" w:rsidRDefault="00CC17CC" w:rsidP="006A0293">
      <w:pPr>
        <w:pStyle w:val="libNormal"/>
      </w:pPr>
      <w:r w:rsidRPr="00CC17CC">
        <w:rPr>
          <w:rFonts w:hint="cs"/>
          <w:cs/>
          <w:lang w:bidi="hi-IN"/>
        </w:rPr>
        <w:lastRenderedPageBreak/>
        <w:t>आयाए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मज़कूरा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लफ़्ज़े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मिनल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मुस्लेमीना</w:t>
      </w:r>
      <w:r w:rsidR="00F74AE6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साफ़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तौर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ज़ाहिर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इस्लाम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सिलसिला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हज़रत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नूह</w:t>
      </w:r>
      <w:r w:rsidRPr="00CC17CC">
        <w:rPr>
          <w:cs/>
          <w:lang w:bidi="hi-IN"/>
        </w:rPr>
        <w:t xml:space="preserve"> (</w:t>
      </w:r>
      <w:r w:rsidRPr="00CC17CC">
        <w:rPr>
          <w:rFonts w:hint="cs"/>
          <w:cs/>
          <w:lang w:bidi="hi-IN"/>
        </w:rPr>
        <w:t>अ</w:t>
      </w:r>
      <w:r w:rsidRPr="00CC17CC">
        <w:rPr>
          <w:cs/>
          <w:lang w:bidi="hi-IN"/>
        </w:rPr>
        <w:t>.</w:t>
      </w:r>
      <w:r w:rsidRPr="00CC17CC">
        <w:rPr>
          <w:rFonts w:hint="cs"/>
          <w:cs/>
          <w:lang w:bidi="hi-IN"/>
        </w:rPr>
        <w:t>स</w:t>
      </w:r>
      <w:r w:rsidRPr="00CC17CC">
        <w:rPr>
          <w:cs/>
          <w:lang w:bidi="hi-IN"/>
        </w:rPr>
        <w:t xml:space="preserve">.)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पहले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भी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था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ख़ुद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सिलसिले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एक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कड़ी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थे।</w:t>
      </w:r>
    </w:p>
    <w:p w:rsidR="00CC17CC" w:rsidRPr="009E708E" w:rsidRDefault="00CC17CC" w:rsidP="006A0293">
      <w:pPr>
        <w:pStyle w:val="libNormal"/>
      </w:pPr>
      <w:r w:rsidRPr="00CC17CC">
        <w:rPr>
          <w:rFonts w:hint="cs"/>
          <w:cs/>
          <w:lang w:bidi="hi-IN"/>
        </w:rPr>
        <w:t>इसके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बाद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दौर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ज़माने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इस्लाम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ज़िक्र</w:t>
      </w:r>
      <w:r w:rsidRPr="00CC17CC">
        <w:rPr>
          <w:cs/>
          <w:lang w:bidi="hi-IN"/>
        </w:rPr>
        <w:t xml:space="preserve"> </w:t>
      </w:r>
      <w:r w:rsidRPr="009E708E">
        <w:t xml:space="preserve">‘‘ </w:t>
      </w:r>
      <w:r w:rsidRPr="00CC17CC">
        <w:rPr>
          <w:rFonts w:hint="cs"/>
          <w:cs/>
          <w:lang w:bidi="hi-IN"/>
        </w:rPr>
        <w:t>तकरार</w:t>
      </w:r>
      <w:r w:rsidRPr="00CC17CC">
        <w:rPr>
          <w:cs/>
          <w:lang w:bidi="hi-IN"/>
        </w:rPr>
        <w:t xml:space="preserve"> </w:t>
      </w:r>
      <w:r w:rsidRPr="009E708E">
        <w:t xml:space="preserve">’’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साथ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होता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रहा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ताकि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अम्र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भी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वाज़ेह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जाए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शरिअतों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बदल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जाने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शरिअत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9E708E">
        <w:t xml:space="preserve">‘‘ </w:t>
      </w:r>
      <w:r w:rsidRPr="00CC17CC">
        <w:rPr>
          <w:rFonts w:hint="cs"/>
          <w:cs/>
          <w:lang w:bidi="hi-IN"/>
        </w:rPr>
        <w:t>रूह</w:t>
      </w:r>
      <w:r w:rsidRPr="00CC17CC">
        <w:rPr>
          <w:cs/>
          <w:lang w:bidi="hi-IN"/>
        </w:rPr>
        <w:t xml:space="preserve"> </w:t>
      </w:r>
      <w:r w:rsidRPr="009E708E">
        <w:t xml:space="preserve">’’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रूह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असर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नहीं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पड़ता।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नीज़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भी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आशकार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जाए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इस्लाम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हक़ीक़त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वही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दीने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इलाही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इन्सानी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ज़िन्दगी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लिये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ज़ाबते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तौर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वज़ा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हुआ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था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जिसकी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हमागीर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तालीमात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इन्सान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फ़लाह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निजात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इसरार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रमूज़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पोशीदा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हैं।</w:t>
      </w:r>
    </w:p>
    <w:p w:rsidR="00CC17CC" w:rsidRPr="009E708E" w:rsidRDefault="00CC17CC" w:rsidP="006A0293">
      <w:pPr>
        <w:pStyle w:val="libNormal"/>
      </w:pPr>
      <w:r w:rsidRPr="00CC17CC">
        <w:rPr>
          <w:rFonts w:hint="cs"/>
          <w:cs/>
          <w:lang w:bidi="hi-IN"/>
        </w:rPr>
        <w:t>जब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हज़रत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इब्राहीम</w:t>
      </w:r>
      <w:r w:rsidRPr="00CC17CC">
        <w:rPr>
          <w:cs/>
          <w:lang w:bidi="hi-IN"/>
        </w:rPr>
        <w:t xml:space="preserve"> (</w:t>
      </w:r>
      <w:r w:rsidRPr="00CC17CC">
        <w:rPr>
          <w:rFonts w:hint="cs"/>
          <w:cs/>
          <w:lang w:bidi="hi-IN"/>
        </w:rPr>
        <w:t>अ</w:t>
      </w:r>
      <w:r w:rsidRPr="00CC17CC">
        <w:rPr>
          <w:cs/>
          <w:lang w:bidi="hi-IN"/>
        </w:rPr>
        <w:t>.</w:t>
      </w:r>
      <w:r w:rsidRPr="00CC17CC">
        <w:rPr>
          <w:rFonts w:hint="cs"/>
          <w:cs/>
          <w:lang w:bidi="hi-IN"/>
        </w:rPr>
        <w:t>स</w:t>
      </w:r>
      <w:r w:rsidRPr="00CC17CC">
        <w:rPr>
          <w:cs/>
          <w:lang w:bidi="hi-IN"/>
        </w:rPr>
        <w:t xml:space="preserve">.) </w:t>
      </w:r>
      <w:r w:rsidRPr="00CC17CC">
        <w:rPr>
          <w:rFonts w:hint="cs"/>
          <w:cs/>
          <w:lang w:bidi="hi-IN"/>
        </w:rPr>
        <w:t>ख़लील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उल्लाह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दौर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उन्होंने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भी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अपनी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शरीयत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इस्लाम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ताबीर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किया।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जैसा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क़ुरआने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मजीद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बयान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:-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वसी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बेहा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इब्राहीमो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बैनही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याक़ूब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बुनैय्या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इन्नल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लहा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इस्तफ़ालकुमुद्दीना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फला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तमूतुन्ना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इल्ला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अनतुम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मुस्लेमून</w:t>
      </w:r>
      <w:r w:rsidRPr="00CC17CC">
        <w:rPr>
          <w:cs/>
          <w:lang w:bidi="hi-IN"/>
        </w:rPr>
        <w:t xml:space="preserve"> </w:t>
      </w:r>
      <w:r>
        <w:rPr>
          <w:cs/>
          <w:lang w:bidi="hi-IN"/>
        </w:rPr>
        <w:t>(</w:t>
      </w:r>
      <w:r w:rsidRPr="00CC17CC">
        <w:rPr>
          <w:rFonts w:hint="cs"/>
          <w:cs/>
          <w:lang w:bidi="hi-IN"/>
        </w:rPr>
        <w:t>बक़रा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आयत</w:t>
      </w:r>
      <w:r w:rsidRPr="00CC17CC">
        <w:rPr>
          <w:cs/>
          <w:lang w:bidi="hi-IN"/>
        </w:rPr>
        <w:t xml:space="preserve"> </w:t>
      </w:r>
      <w:r w:rsidRPr="009E708E">
        <w:t>132)</w:t>
      </w:r>
    </w:p>
    <w:p w:rsidR="00CC17CC" w:rsidRPr="009E708E" w:rsidRDefault="00CC17CC" w:rsidP="006A0293">
      <w:pPr>
        <w:pStyle w:val="libNormal"/>
      </w:pPr>
      <w:r w:rsidRPr="009E708E">
        <w:t xml:space="preserve">‘‘ </w:t>
      </w:r>
      <w:r w:rsidRPr="00CC17CC">
        <w:rPr>
          <w:rFonts w:hint="cs"/>
          <w:cs/>
          <w:lang w:bidi="hi-IN"/>
        </w:rPr>
        <w:t>इब्राहीम</w:t>
      </w:r>
      <w:r w:rsidRPr="00CC17CC">
        <w:rPr>
          <w:cs/>
          <w:lang w:bidi="hi-IN"/>
        </w:rPr>
        <w:t xml:space="preserve"> (</w:t>
      </w:r>
      <w:r w:rsidRPr="00CC17CC">
        <w:rPr>
          <w:rFonts w:hint="cs"/>
          <w:cs/>
          <w:lang w:bidi="hi-IN"/>
        </w:rPr>
        <w:t>अ</w:t>
      </w:r>
      <w:r w:rsidRPr="00CC17CC">
        <w:rPr>
          <w:cs/>
          <w:lang w:bidi="hi-IN"/>
        </w:rPr>
        <w:t>.</w:t>
      </w:r>
      <w:r w:rsidRPr="00CC17CC">
        <w:rPr>
          <w:rFonts w:hint="cs"/>
          <w:cs/>
          <w:lang w:bidi="hi-IN"/>
        </w:rPr>
        <w:t>स</w:t>
      </w:r>
      <w:r w:rsidRPr="00CC17CC">
        <w:rPr>
          <w:cs/>
          <w:lang w:bidi="hi-IN"/>
        </w:rPr>
        <w:t xml:space="preserve">.)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याक़ूब</w:t>
      </w:r>
      <w:r w:rsidRPr="00CC17CC">
        <w:rPr>
          <w:cs/>
          <w:lang w:bidi="hi-IN"/>
        </w:rPr>
        <w:t xml:space="preserve"> (</w:t>
      </w:r>
      <w:r w:rsidRPr="00CC17CC">
        <w:rPr>
          <w:rFonts w:hint="cs"/>
          <w:cs/>
          <w:lang w:bidi="hi-IN"/>
        </w:rPr>
        <w:t>अ</w:t>
      </w:r>
      <w:r w:rsidRPr="00CC17CC">
        <w:rPr>
          <w:cs/>
          <w:lang w:bidi="hi-IN"/>
        </w:rPr>
        <w:t>.</w:t>
      </w:r>
      <w:r w:rsidRPr="00CC17CC">
        <w:rPr>
          <w:rFonts w:hint="cs"/>
          <w:cs/>
          <w:lang w:bidi="hi-IN"/>
        </w:rPr>
        <w:t>स</w:t>
      </w:r>
      <w:r w:rsidRPr="00CC17CC">
        <w:rPr>
          <w:cs/>
          <w:lang w:bidi="hi-IN"/>
        </w:rPr>
        <w:t xml:space="preserve">.) </w:t>
      </w:r>
      <w:r w:rsidRPr="00CC17CC">
        <w:rPr>
          <w:rFonts w:hint="cs"/>
          <w:cs/>
          <w:lang w:bidi="hi-IN"/>
        </w:rPr>
        <w:t>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अपने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फ़र्ज़न्दों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वसीयत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अल्लाह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तुम्हारे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लिये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इस्लाम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पसन्द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लेहाज़ा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दुनिया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तुम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उठना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मुस्लमान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उठना</w:t>
      </w:r>
      <w:r w:rsidR="00E21429">
        <w:rPr>
          <w:cs/>
          <w:lang w:bidi="hi-IN"/>
        </w:rPr>
        <w:t>।</w:t>
      </w:r>
      <w:r w:rsidRPr="00CC17CC">
        <w:rPr>
          <w:cs/>
          <w:lang w:bidi="hi-IN"/>
        </w:rPr>
        <w:t xml:space="preserve"> </w:t>
      </w:r>
      <w:r w:rsidRPr="009E708E">
        <w:t>’’</w:t>
      </w:r>
    </w:p>
    <w:p w:rsidR="00CC17CC" w:rsidRPr="009E708E" w:rsidRDefault="00CC17CC" w:rsidP="006A0293">
      <w:pPr>
        <w:pStyle w:val="libNormal"/>
      </w:pPr>
      <w:r w:rsidRPr="00CC17CC">
        <w:rPr>
          <w:rFonts w:hint="cs"/>
          <w:cs/>
          <w:lang w:bidi="hi-IN"/>
        </w:rPr>
        <w:t>हज़रत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इब्राहीम</w:t>
      </w:r>
      <w:r w:rsidRPr="00CC17CC">
        <w:rPr>
          <w:cs/>
          <w:lang w:bidi="hi-IN"/>
        </w:rPr>
        <w:t xml:space="preserve"> (</w:t>
      </w:r>
      <w:r w:rsidRPr="00CC17CC">
        <w:rPr>
          <w:rFonts w:hint="cs"/>
          <w:cs/>
          <w:lang w:bidi="hi-IN"/>
        </w:rPr>
        <w:t>अ</w:t>
      </w:r>
      <w:r w:rsidRPr="00CC17CC">
        <w:rPr>
          <w:cs/>
          <w:lang w:bidi="hi-IN"/>
        </w:rPr>
        <w:t>.</w:t>
      </w:r>
      <w:r w:rsidRPr="00CC17CC">
        <w:rPr>
          <w:rFonts w:hint="cs"/>
          <w:cs/>
          <w:lang w:bidi="hi-IN"/>
        </w:rPr>
        <w:t>स</w:t>
      </w:r>
      <w:r w:rsidRPr="00CC17CC">
        <w:rPr>
          <w:cs/>
          <w:lang w:bidi="hi-IN"/>
        </w:rPr>
        <w:t xml:space="preserve">.)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हज़रत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याक़ूब</w:t>
      </w:r>
      <w:r w:rsidRPr="00CC17CC">
        <w:rPr>
          <w:cs/>
          <w:lang w:bidi="hi-IN"/>
        </w:rPr>
        <w:t xml:space="preserve"> (</w:t>
      </w:r>
      <w:r w:rsidRPr="00CC17CC">
        <w:rPr>
          <w:rFonts w:hint="cs"/>
          <w:cs/>
          <w:lang w:bidi="hi-IN"/>
        </w:rPr>
        <w:t>अ</w:t>
      </w:r>
      <w:r w:rsidRPr="00CC17CC">
        <w:rPr>
          <w:cs/>
          <w:lang w:bidi="hi-IN"/>
        </w:rPr>
        <w:t>.</w:t>
      </w:r>
      <w:r w:rsidRPr="00CC17CC">
        <w:rPr>
          <w:rFonts w:hint="cs"/>
          <w:cs/>
          <w:lang w:bidi="hi-IN"/>
        </w:rPr>
        <w:t>स</w:t>
      </w:r>
      <w:r w:rsidRPr="00CC17CC">
        <w:rPr>
          <w:cs/>
          <w:lang w:bidi="hi-IN"/>
        </w:rPr>
        <w:t xml:space="preserve">.)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यही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वसीयत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जनाबे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यूसुफ़</w:t>
      </w:r>
      <w:r w:rsidRPr="00CC17CC">
        <w:rPr>
          <w:cs/>
          <w:lang w:bidi="hi-IN"/>
        </w:rPr>
        <w:t xml:space="preserve"> (</w:t>
      </w:r>
      <w:r w:rsidRPr="00CC17CC">
        <w:rPr>
          <w:rFonts w:hint="cs"/>
          <w:cs/>
          <w:lang w:bidi="hi-IN"/>
        </w:rPr>
        <w:t>अ</w:t>
      </w:r>
      <w:r w:rsidRPr="00CC17CC">
        <w:rPr>
          <w:cs/>
          <w:lang w:bidi="hi-IN"/>
        </w:rPr>
        <w:t>.</w:t>
      </w:r>
      <w:r w:rsidRPr="00CC17CC">
        <w:rPr>
          <w:rFonts w:hint="cs"/>
          <w:cs/>
          <w:lang w:bidi="hi-IN"/>
        </w:rPr>
        <w:t>स</w:t>
      </w:r>
      <w:r w:rsidRPr="00CC17CC">
        <w:rPr>
          <w:cs/>
          <w:lang w:bidi="hi-IN"/>
        </w:rPr>
        <w:t xml:space="preserve">.)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तरफ़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मुन्तक़िल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हुई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उन्होंने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फ़रमाया</w:t>
      </w:r>
      <w:r w:rsidRPr="00CC17CC">
        <w:rPr>
          <w:cs/>
          <w:lang w:bidi="hi-IN"/>
        </w:rPr>
        <w:t xml:space="preserve"> :- </w:t>
      </w:r>
      <w:r w:rsidRPr="00CC17CC">
        <w:rPr>
          <w:rFonts w:hint="cs"/>
          <w:cs/>
          <w:lang w:bidi="hi-IN"/>
        </w:rPr>
        <w:t>रब्बे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क़द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आतैनी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lastRenderedPageBreak/>
        <w:t>मिनल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मुल्के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अल्लम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तनी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मिन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तावीलिल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अहदीस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फातेरस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समावाते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अर्ज़े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अन्ता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वलीये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फिद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दुनिया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आख़ेरत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तवफ़्फ़नी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मुस्लेमन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अलहक़्क़ेनीबिल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सालेहीन</w:t>
      </w:r>
      <w:r w:rsidRPr="00CC17CC">
        <w:rPr>
          <w:cs/>
          <w:lang w:bidi="hi-IN"/>
        </w:rPr>
        <w:t xml:space="preserve"> </w:t>
      </w:r>
      <w:r>
        <w:rPr>
          <w:cs/>
          <w:lang w:bidi="hi-IN"/>
        </w:rPr>
        <w:t>(</w:t>
      </w:r>
      <w:r w:rsidRPr="00CC17CC">
        <w:rPr>
          <w:rFonts w:hint="cs"/>
          <w:cs/>
          <w:lang w:bidi="hi-IN"/>
        </w:rPr>
        <w:t>यूसुफ़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आयत</w:t>
      </w:r>
      <w:r w:rsidRPr="00CC17CC">
        <w:rPr>
          <w:cs/>
          <w:lang w:bidi="hi-IN"/>
        </w:rPr>
        <w:t xml:space="preserve"> </w:t>
      </w:r>
      <w:r w:rsidRPr="009E708E">
        <w:t>101)</w:t>
      </w:r>
    </w:p>
    <w:p w:rsidR="00CC17CC" w:rsidRPr="009E708E" w:rsidRDefault="00CC17CC" w:rsidP="006A0293">
      <w:pPr>
        <w:pStyle w:val="libNormal"/>
      </w:pPr>
      <w:r w:rsidRPr="009E708E">
        <w:rPr>
          <w:rFonts w:hint="eastAsia"/>
        </w:rPr>
        <w:t>‘‘</w:t>
      </w:r>
      <w:r w:rsidRPr="009E708E">
        <w:t xml:space="preserve"> </w:t>
      </w:r>
      <w:r w:rsidRPr="00CC17CC">
        <w:rPr>
          <w:rFonts w:hint="cs"/>
          <w:cs/>
          <w:lang w:bidi="hi-IN"/>
        </w:rPr>
        <w:t>परवर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दिगार</w:t>
      </w:r>
      <w:r w:rsidRPr="00CC17CC">
        <w:rPr>
          <w:cs/>
          <w:lang w:bidi="hi-IN"/>
        </w:rPr>
        <w:t xml:space="preserve"> ! </w:t>
      </w:r>
      <w:r w:rsidRPr="00CC17CC">
        <w:rPr>
          <w:rFonts w:hint="cs"/>
          <w:cs/>
          <w:lang w:bidi="hi-IN"/>
        </w:rPr>
        <w:t>तूने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मुझे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मुल्क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दिया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हदीसों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तावील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इल्म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भी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अता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9E708E">
        <w:t xml:space="preserve">, </w:t>
      </w:r>
      <w:r w:rsidRPr="00CC17CC">
        <w:rPr>
          <w:rFonts w:hint="cs"/>
          <w:cs/>
          <w:lang w:bidi="hi-IN"/>
        </w:rPr>
        <w:t>तू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ज़मीन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आसमान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ख़ालिक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दुनिया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आख़ेरत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मेरा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वली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सरपरस्त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मेरे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मालिक</w:t>
      </w:r>
      <w:r w:rsidRPr="00CC17CC">
        <w:rPr>
          <w:cs/>
          <w:lang w:bidi="hi-IN"/>
        </w:rPr>
        <w:t xml:space="preserve"> ! </w:t>
      </w:r>
      <w:r w:rsidRPr="00CC17CC">
        <w:rPr>
          <w:rFonts w:hint="cs"/>
          <w:cs/>
          <w:lang w:bidi="hi-IN"/>
        </w:rPr>
        <w:t>मुझे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दुनिया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मुसलमान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उठाना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सालेहीन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मुलहक़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देना</w:t>
      </w:r>
      <w:r w:rsidR="00E21429">
        <w:rPr>
          <w:cs/>
          <w:lang w:bidi="hi-IN"/>
        </w:rPr>
        <w:t>।</w:t>
      </w:r>
      <w:r w:rsidRPr="00CC17CC">
        <w:rPr>
          <w:cs/>
          <w:lang w:bidi="hi-IN"/>
        </w:rPr>
        <w:t xml:space="preserve"> </w:t>
      </w:r>
      <w:r w:rsidRPr="009E708E">
        <w:t>’’</w:t>
      </w:r>
    </w:p>
    <w:p w:rsidR="00CC17CC" w:rsidRPr="009E708E" w:rsidRDefault="00CC17CC" w:rsidP="006A0293">
      <w:pPr>
        <w:pStyle w:val="libNormal"/>
      </w:pPr>
      <w:r w:rsidRPr="00CC17CC">
        <w:rPr>
          <w:rFonts w:hint="cs"/>
          <w:cs/>
          <w:lang w:bidi="hi-IN"/>
        </w:rPr>
        <w:t>इस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ए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करीमा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हज़रत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यूसुफ़</w:t>
      </w:r>
      <w:r w:rsidRPr="00CC17CC">
        <w:rPr>
          <w:cs/>
          <w:lang w:bidi="hi-IN"/>
        </w:rPr>
        <w:t xml:space="preserve"> (</w:t>
      </w:r>
      <w:r w:rsidRPr="00CC17CC">
        <w:rPr>
          <w:rFonts w:hint="cs"/>
          <w:cs/>
          <w:lang w:bidi="hi-IN"/>
        </w:rPr>
        <w:t>अ</w:t>
      </w:r>
      <w:r w:rsidRPr="00CC17CC">
        <w:rPr>
          <w:cs/>
          <w:lang w:bidi="hi-IN"/>
        </w:rPr>
        <w:t>.</w:t>
      </w:r>
      <w:r w:rsidRPr="00CC17CC">
        <w:rPr>
          <w:rFonts w:hint="cs"/>
          <w:cs/>
          <w:lang w:bidi="hi-IN"/>
        </w:rPr>
        <w:t>स</w:t>
      </w:r>
      <w:r w:rsidRPr="00CC17CC">
        <w:rPr>
          <w:cs/>
          <w:lang w:bidi="hi-IN"/>
        </w:rPr>
        <w:t xml:space="preserve">.)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तरफ़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अपने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पदरे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बुज़ुर्गवार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वसीयत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मुतालिक़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जादये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इस्लाम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गामज़न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रहने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दुनिया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मुस्लमान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उठने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9E708E">
        <w:t xml:space="preserve">‘‘ </w:t>
      </w:r>
      <w:r w:rsidRPr="00CC17CC">
        <w:rPr>
          <w:rFonts w:hint="cs"/>
          <w:cs/>
          <w:lang w:bidi="hi-IN"/>
        </w:rPr>
        <w:t>सालेहीन</w:t>
      </w:r>
      <w:r w:rsidRPr="00CC17CC">
        <w:rPr>
          <w:cs/>
          <w:lang w:bidi="hi-IN"/>
        </w:rPr>
        <w:t xml:space="preserve"> </w:t>
      </w:r>
      <w:r w:rsidRPr="009E708E">
        <w:t xml:space="preserve">’’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इल्हाक़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ख़्वाहिश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इज़हार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साथ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भी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बताया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गया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सिर्फ़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इस्लाम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मज़हब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दुनिया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आख़ेरत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दोनों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जगह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इन्सान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आता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है।</w:t>
      </w:r>
    </w:p>
    <w:p w:rsidR="00CC17CC" w:rsidRPr="009E708E" w:rsidRDefault="00CC17CC" w:rsidP="006A0293">
      <w:pPr>
        <w:pStyle w:val="libNormal"/>
      </w:pPr>
      <w:r w:rsidRPr="00CC17CC">
        <w:rPr>
          <w:rFonts w:hint="cs"/>
          <w:cs/>
          <w:lang w:bidi="hi-IN"/>
        </w:rPr>
        <w:t>मालूम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हुआ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हज़रत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नूह</w:t>
      </w:r>
      <w:r w:rsidRPr="00CC17CC">
        <w:rPr>
          <w:cs/>
          <w:lang w:bidi="hi-IN"/>
        </w:rPr>
        <w:t xml:space="preserve"> (</w:t>
      </w:r>
      <w:r w:rsidRPr="00CC17CC">
        <w:rPr>
          <w:rFonts w:hint="cs"/>
          <w:cs/>
          <w:lang w:bidi="hi-IN"/>
        </w:rPr>
        <w:t>अ</w:t>
      </w:r>
      <w:r w:rsidRPr="00CC17CC">
        <w:rPr>
          <w:cs/>
          <w:lang w:bidi="hi-IN"/>
        </w:rPr>
        <w:t>.</w:t>
      </w:r>
      <w:r w:rsidRPr="00CC17CC">
        <w:rPr>
          <w:rFonts w:hint="cs"/>
          <w:cs/>
          <w:lang w:bidi="hi-IN"/>
        </w:rPr>
        <w:t>स</w:t>
      </w:r>
      <w:r w:rsidRPr="00CC17CC">
        <w:rPr>
          <w:cs/>
          <w:lang w:bidi="hi-IN"/>
        </w:rPr>
        <w:t xml:space="preserve">.)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तरह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हज़रत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यूसुफ़</w:t>
      </w:r>
      <w:r w:rsidRPr="00CC17CC">
        <w:rPr>
          <w:cs/>
          <w:lang w:bidi="hi-IN"/>
        </w:rPr>
        <w:t xml:space="preserve"> (</w:t>
      </w:r>
      <w:r w:rsidRPr="00CC17CC">
        <w:rPr>
          <w:rFonts w:hint="cs"/>
          <w:cs/>
          <w:lang w:bidi="hi-IN"/>
        </w:rPr>
        <w:t>अ</w:t>
      </w:r>
      <w:r w:rsidRPr="00CC17CC">
        <w:rPr>
          <w:cs/>
          <w:lang w:bidi="hi-IN"/>
        </w:rPr>
        <w:t>.</w:t>
      </w:r>
      <w:r w:rsidRPr="00CC17CC">
        <w:rPr>
          <w:rFonts w:hint="cs"/>
          <w:cs/>
          <w:lang w:bidi="hi-IN"/>
        </w:rPr>
        <w:t>स</w:t>
      </w:r>
      <w:r w:rsidRPr="00CC17CC">
        <w:rPr>
          <w:cs/>
          <w:lang w:bidi="hi-IN"/>
        </w:rPr>
        <w:t xml:space="preserve">.)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नज़रों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भी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अल्लाह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कुछ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मख़्सूस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सालेह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बन्दे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ऐसे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थे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जिनकी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ज़वाते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मुक़द्देसा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ग़ायबाना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तमस्सुक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ज़रूरी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था।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वह</w:t>
      </w:r>
      <w:r w:rsidRPr="00CC17CC">
        <w:rPr>
          <w:cs/>
          <w:lang w:bidi="hi-IN"/>
        </w:rPr>
        <w:t xml:space="preserve"> </w:t>
      </w:r>
      <w:r w:rsidRPr="009E708E">
        <w:t xml:space="preserve">‘‘ </w:t>
      </w:r>
      <w:r w:rsidRPr="00CC17CC">
        <w:rPr>
          <w:rFonts w:hint="cs"/>
          <w:cs/>
          <w:lang w:bidi="hi-IN"/>
        </w:rPr>
        <w:t>सालेहीन</w:t>
      </w:r>
      <w:r w:rsidRPr="00CC17CC">
        <w:rPr>
          <w:cs/>
          <w:lang w:bidi="hi-IN"/>
        </w:rPr>
        <w:t xml:space="preserve"> </w:t>
      </w:r>
      <w:r w:rsidRPr="009E708E">
        <w:t xml:space="preserve">’’ </w:t>
      </w:r>
      <w:r w:rsidRPr="00CC17CC">
        <w:rPr>
          <w:rFonts w:hint="cs"/>
          <w:cs/>
          <w:lang w:bidi="hi-IN"/>
        </w:rPr>
        <w:t>कौन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थे</w:t>
      </w:r>
      <w:r w:rsidRPr="009E708E">
        <w:t xml:space="preserve">? </w:t>
      </w:r>
      <w:r w:rsidRPr="00CC17CC">
        <w:rPr>
          <w:rFonts w:hint="cs"/>
          <w:cs/>
          <w:lang w:bidi="hi-IN"/>
        </w:rPr>
        <w:t>यह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बन्दे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थे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जिनके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बारे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क़ुरआन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इरशाद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:- </w:t>
      </w:r>
    </w:p>
    <w:p w:rsidR="00CC17CC" w:rsidRPr="009E708E" w:rsidRDefault="00CC17CC" w:rsidP="006A0293">
      <w:pPr>
        <w:pStyle w:val="libNormal"/>
      </w:pPr>
      <w:r w:rsidRPr="00CC17CC">
        <w:rPr>
          <w:rFonts w:hint="cs"/>
          <w:cs/>
          <w:lang w:bidi="hi-IN"/>
        </w:rPr>
        <w:lastRenderedPageBreak/>
        <w:t>यह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वह</w:t>
      </w:r>
      <w:r w:rsidRPr="00CC17CC">
        <w:rPr>
          <w:cs/>
          <w:lang w:bidi="hi-IN"/>
        </w:rPr>
        <w:t xml:space="preserve"> </w:t>
      </w:r>
      <w:r w:rsidRPr="009E708E">
        <w:t xml:space="preserve">‘‘ </w:t>
      </w:r>
      <w:r w:rsidRPr="00CC17CC">
        <w:rPr>
          <w:rFonts w:hint="cs"/>
          <w:cs/>
          <w:lang w:bidi="hi-IN"/>
        </w:rPr>
        <w:t>सालेहीन</w:t>
      </w:r>
      <w:r w:rsidRPr="00CC17CC">
        <w:rPr>
          <w:cs/>
          <w:lang w:bidi="hi-IN"/>
        </w:rPr>
        <w:t xml:space="preserve"> </w:t>
      </w:r>
      <w:r w:rsidRPr="009E708E">
        <w:t xml:space="preserve">’’ </w:t>
      </w:r>
      <w:r w:rsidRPr="00CC17CC">
        <w:rPr>
          <w:rFonts w:hint="cs"/>
          <w:cs/>
          <w:lang w:bidi="hi-IN"/>
        </w:rPr>
        <w:t>हैं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जिनके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बारे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रसूल</w:t>
      </w:r>
      <w:r w:rsidRPr="00CC17CC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स.अ.व.व.</w:t>
      </w:r>
      <w:r w:rsidRPr="00CC17CC">
        <w:rPr>
          <w:cs/>
          <w:lang w:bidi="hi-IN"/>
        </w:rPr>
        <w:t xml:space="preserve">) </w:t>
      </w:r>
      <w:r w:rsidRPr="00CC17CC">
        <w:rPr>
          <w:rFonts w:hint="cs"/>
          <w:cs/>
          <w:lang w:bidi="hi-IN"/>
        </w:rPr>
        <w:t>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फ़रमाया</w:t>
      </w:r>
      <w:r w:rsidRPr="00CC17CC">
        <w:rPr>
          <w:cs/>
          <w:lang w:bidi="hi-IN"/>
        </w:rPr>
        <w:t xml:space="preserve"> :- </w:t>
      </w:r>
      <w:r w:rsidRPr="009E708E">
        <w:t xml:space="preserve">‘‘ </w:t>
      </w:r>
      <w:r w:rsidRPr="00CC17CC">
        <w:rPr>
          <w:rFonts w:hint="cs"/>
          <w:cs/>
          <w:lang w:bidi="hi-IN"/>
        </w:rPr>
        <w:t>मेरे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अहले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बैत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मिसाल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किश्ती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ए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नूह</w:t>
      </w:r>
      <w:r w:rsidRPr="00CC17CC">
        <w:rPr>
          <w:cs/>
          <w:lang w:bidi="hi-IN"/>
        </w:rPr>
        <w:t xml:space="preserve"> (</w:t>
      </w:r>
      <w:r w:rsidRPr="00CC17CC">
        <w:rPr>
          <w:rFonts w:hint="cs"/>
          <w:cs/>
          <w:lang w:bidi="hi-IN"/>
        </w:rPr>
        <w:t>अ</w:t>
      </w:r>
      <w:r w:rsidRPr="00CC17CC">
        <w:rPr>
          <w:cs/>
          <w:lang w:bidi="hi-IN"/>
        </w:rPr>
        <w:t>.</w:t>
      </w:r>
      <w:r w:rsidRPr="00CC17CC">
        <w:rPr>
          <w:rFonts w:hint="cs"/>
          <w:cs/>
          <w:lang w:bidi="hi-IN"/>
        </w:rPr>
        <w:t>स</w:t>
      </w:r>
      <w:r w:rsidRPr="00CC17CC">
        <w:rPr>
          <w:cs/>
          <w:lang w:bidi="hi-IN"/>
        </w:rPr>
        <w:t xml:space="preserve">.)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सवार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हुआ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निजात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गया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किनारा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कश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रहा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ग़र्क़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गया</w:t>
      </w:r>
      <w:r w:rsidR="00E21429">
        <w:rPr>
          <w:cs/>
          <w:lang w:bidi="hi-IN"/>
        </w:rPr>
        <w:t>।</w:t>
      </w:r>
      <w:r w:rsidRPr="00CC17CC">
        <w:rPr>
          <w:cs/>
          <w:lang w:bidi="hi-IN"/>
        </w:rPr>
        <w:t xml:space="preserve"> </w:t>
      </w:r>
      <w:r w:rsidRPr="009E708E">
        <w:t>’’</w:t>
      </w:r>
    </w:p>
    <w:p w:rsidR="00CC17CC" w:rsidRPr="009E708E" w:rsidRDefault="00CC17CC" w:rsidP="006A0293">
      <w:pPr>
        <w:pStyle w:val="libNormal"/>
      </w:pPr>
      <w:r w:rsidRPr="00CC17CC">
        <w:rPr>
          <w:rFonts w:hint="cs"/>
          <w:cs/>
          <w:lang w:bidi="hi-IN"/>
        </w:rPr>
        <w:t>एक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मौक़े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फ़रमाया</w:t>
      </w:r>
      <w:r w:rsidRPr="00CC17CC">
        <w:rPr>
          <w:cs/>
          <w:lang w:bidi="hi-IN"/>
        </w:rPr>
        <w:t xml:space="preserve"> :- </w:t>
      </w:r>
      <w:r w:rsidRPr="009E708E">
        <w:t xml:space="preserve">‘‘ </w:t>
      </w:r>
      <w:r w:rsidRPr="00CC17CC">
        <w:rPr>
          <w:rFonts w:hint="cs"/>
          <w:cs/>
          <w:lang w:bidi="hi-IN"/>
        </w:rPr>
        <w:t>मैं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तुम्हारे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दरमियान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गरांक़द्र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चीज़ें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छोड़े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रहा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हूँ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एक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क़ुरआन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दूसरे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मेरे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अहले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बैत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हैं।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दोनों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अज़मत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मसावी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एक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दूसरे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वक़्त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जुदा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होंगे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तक</w:t>
      </w:r>
      <w:r w:rsidRPr="00CC17CC">
        <w:rPr>
          <w:cs/>
          <w:lang w:bidi="hi-IN"/>
        </w:rPr>
        <w:t xml:space="preserve"> </w:t>
      </w:r>
      <w:r>
        <w:rPr>
          <w:cs/>
          <w:lang w:bidi="hi-IN"/>
        </w:rPr>
        <w:t>(</w:t>
      </w:r>
      <w:r w:rsidRPr="00CC17CC">
        <w:rPr>
          <w:rFonts w:hint="cs"/>
          <w:cs/>
          <w:lang w:bidi="hi-IN"/>
        </w:rPr>
        <w:t>क़यामत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दिन</w:t>
      </w:r>
      <w:r>
        <w:rPr>
          <w:cs/>
          <w:lang w:bidi="hi-IN"/>
        </w:rPr>
        <w:t>)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हौज़े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कौसर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मेरे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पास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वारिद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हों</w:t>
      </w:r>
      <w:r w:rsidR="00E21429">
        <w:rPr>
          <w:cs/>
          <w:lang w:bidi="hi-IN"/>
        </w:rPr>
        <w:t>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अगर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तुम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उनसे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तमस्सुक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रखोगे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उनका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दामन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थामे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रहोगे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मेरे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बाद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कभी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गुमराह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होगे।</w:t>
      </w:r>
      <w:r w:rsidRPr="00CC17CC">
        <w:rPr>
          <w:cs/>
          <w:lang w:bidi="hi-IN"/>
        </w:rPr>
        <w:t xml:space="preserve"> </w:t>
      </w:r>
      <w:r w:rsidRPr="009E708E">
        <w:t>’’</w:t>
      </w:r>
    </w:p>
    <w:p w:rsidR="00CC17CC" w:rsidRPr="009E708E" w:rsidRDefault="00CC17CC" w:rsidP="006A0293">
      <w:pPr>
        <w:pStyle w:val="libNormal"/>
      </w:pPr>
      <w:r w:rsidRPr="00CC17CC">
        <w:rPr>
          <w:rFonts w:hint="cs"/>
          <w:cs/>
          <w:lang w:bidi="hi-IN"/>
        </w:rPr>
        <w:t>कुरआने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मजीद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जहां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जहां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पैग़म्बरे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इस्लाम</w:t>
      </w:r>
      <w:r w:rsidRPr="00CC17CC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स.अ.व.व.</w:t>
      </w:r>
      <w:r w:rsidRPr="00CC17CC">
        <w:rPr>
          <w:cs/>
          <w:lang w:bidi="hi-IN"/>
        </w:rPr>
        <w:t xml:space="preserve">)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ज़िक्र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वहां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वहां</w:t>
      </w:r>
      <w:r w:rsidRPr="00CC17CC">
        <w:rPr>
          <w:cs/>
          <w:lang w:bidi="hi-IN"/>
        </w:rPr>
        <w:t xml:space="preserve"> </w:t>
      </w:r>
      <w:r w:rsidRPr="009E708E">
        <w:t>‘‘</w:t>
      </w:r>
      <w:r w:rsidRPr="00CC17CC">
        <w:rPr>
          <w:rFonts w:hint="cs"/>
          <w:cs/>
          <w:lang w:bidi="hi-IN"/>
        </w:rPr>
        <w:t>इस्लाम</w:t>
      </w:r>
      <w:r w:rsidRPr="009E708E">
        <w:rPr>
          <w:rFonts w:hint="eastAsia"/>
        </w:rPr>
        <w:t>’’</w:t>
      </w:r>
      <w:r w:rsidRPr="009E708E"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तज़किरा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भी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अन्दाज़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गोया</w:t>
      </w:r>
      <w:r w:rsidRPr="00CC17CC">
        <w:rPr>
          <w:cs/>
          <w:lang w:bidi="hi-IN"/>
        </w:rPr>
        <w:t xml:space="preserve"> </w:t>
      </w:r>
      <w:r w:rsidRPr="009E708E">
        <w:t xml:space="preserve">‘‘ </w:t>
      </w:r>
      <w:r w:rsidRPr="00CC17CC">
        <w:rPr>
          <w:rFonts w:hint="cs"/>
          <w:cs/>
          <w:lang w:bidi="hi-IN"/>
        </w:rPr>
        <w:t>दीने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इस्लाम</w:t>
      </w:r>
      <w:r w:rsidRPr="00CC17CC">
        <w:rPr>
          <w:cs/>
          <w:lang w:bidi="hi-IN"/>
        </w:rPr>
        <w:t xml:space="preserve"> </w:t>
      </w:r>
      <w:r w:rsidRPr="009E708E">
        <w:t xml:space="preserve">’’ </w:t>
      </w:r>
      <w:r w:rsidRPr="00CC17CC">
        <w:rPr>
          <w:rFonts w:hint="cs"/>
          <w:cs/>
          <w:lang w:bidi="hi-IN"/>
        </w:rPr>
        <w:t>सिर्फ़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आप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दीन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अल्लाह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तरफ़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पहले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पहल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आप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अता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हुआ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है।</w:t>
      </w:r>
    </w:p>
    <w:p w:rsidR="00CC17CC" w:rsidRPr="009E708E" w:rsidRDefault="00CC17CC" w:rsidP="006A0293">
      <w:pPr>
        <w:pStyle w:val="libNormal"/>
      </w:pPr>
      <w:r w:rsidRPr="00CC17CC">
        <w:rPr>
          <w:rFonts w:hint="cs"/>
          <w:cs/>
          <w:lang w:bidi="hi-IN"/>
        </w:rPr>
        <w:t>हक़ीकत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भी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यही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क्यों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अम्बियाये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साबेक़ीन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नबी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अपने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इस्लाम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पहले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किसी</w:t>
      </w:r>
      <w:r w:rsidRPr="00CC17CC">
        <w:rPr>
          <w:cs/>
          <w:lang w:bidi="hi-IN"/>
        </w:rPr>
        <w:t xml:space="preserve"> </w:t>
      </w:r>
      <w:r w:rsidRPr="009E708E">
        <w:t xml:space="preserve">‘‘ </w:t>
      </w:r>
      <w:r w:rsidRPr="00CC17CC">
        <w:rPr>
          <w:rFonts w:hint="cs"/>
          <w:cs/>
          <w:lang w:bidi="hi-IN"/>
        </w:rPr>
        <w:t>साहबे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इस्लाम</w:t>
      </w:r>
      <w:r w:rsidRPr="00CC17CC">
        <w:rPr>
          <w:cs/>
          <w:lang w:bidi="hi-IN"/>
        </w:rPr>
        <w:t xml:space="preserve"> </w:t>
      </w:r>
      <w:r w:rsidRPr="009E708E">
        <w:t xml:space="preserve">’’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9E708E">
        <w:t xml:space="preserve">‘‘ </w:t>
      </w:r>
      <w:r w:rsidRPr="00CC17CC">
        <w:rPr>
          <w:rFonts w:hint="cs"/>
          <w:cs/>
          <w:lang w:bidi="hi-IN"/>
        </w:rPr>
        <w:t>इस्लाम</w:t>
      </w:r>
      <w:r w:rsidRPr="00CC17CC">
        <w:rPr>
          <w:cs/>
          <w:lang w:bidi="hi-IN"/>
        </w:rPr>
        <w:t xml:space="preserve"> </w:t>
      </w:r>
      <w:r w:rsidRPr="009E708E">
        <w:t xml:space="preserve">’’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एतराफ़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लेहाज़ा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देखना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चाहिये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साहबे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इस्लाम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कौन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9E708E">
        <w:t xml:space="preserve">? </w:t>
      </w:r>
    </w:p>
    <w:p w:rsidR="00CC17CC" w:rsidRPr="009E708E" w:rsidRDefault="00CC17CC" w:rsidP="006A0293">
      <w:pPr>
        <w:pStyle w:val="libNormal"/>
      </w:pPr>
      <w:r w:rsidRPr="00CC17CC">
        <w:rPr>
          <w:rFonts w:hint="cs"/>
          <w:cs/>
          <w:lang w:bidi="hi-IN"/>
        </w:rPr>
        <w:t>क़ुरआन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मजीद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जवाब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देगा</w:t>
      </w:r>
      <w:r w:rsidRPr="00CC17CC">
        <w:rPr>
          <w:cs/>
          <w:lang w:bidi="hi-IN"/>
        </w:rPr>
        <w:t xml:space="preserve"> :- </w:t>
      </w:r>
      <w:r w:rsidRPr="009E708E">
        <w:t xml:space="preserve">‘‘ </w:t>
      </w:r>
      <w:r w:rsidRPr="00CC17CC">
        <w:rPr>
          <w:rFonts w:hint="cs"/>
          <w:cs/>
          <w:lang w:bidi="hi-IN"/>
        </w:rPr>
        <w:t>क़ुल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इन्ना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सलाती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नासोकी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मोहयाया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ममाती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लिल्लाहे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रब्बिल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आलामीना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शरीका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लहू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बेज़ालेका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ओमिरतो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अना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अव्वुलल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मुस्लेमीन</w:t>
      </w:r>
      <w:r w:rsidRPr="00CC17CC">
        <w:rPr>
          <w:cs/>
          <w:lang w:bidi="hi-IN"/>
        </w:rPr>
        <w:t xml:space="preserve"> </w:t>
      </w:r>
      <w:r>
        <w:rPr>
          <w:cs/>
          <w:lang w:bidi="hi-IN"/>
        </w:rPr>
        <w:t>(</w:t>
      </w:r>
      <w:r w:rsidRPr="00CC17CC">
        <w:rPr>
          <w:rFonts w:hint="cs"/>
          <w:cs/>
          <w:lang w:bidi="hi-IN"/>
        </w:rPr>
        <w:t>इन्आम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आयत</w:t>
      </w:r>
      <w:r w:rsidRPr="00CC17CC">
        <w:rPr>
          <w:cs/>
          <w:lang w:bidi="hi-IN"/>
        </w:rPr>
        <w:t xml:space="preserve"> </w:t>
      </w:r>
      <w:r w:rsidRPr="009E708E">
        <w:t>163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9E708E">
        <w:t>164) ’’</w:t>
      </w:r>
    </w:p>
    <w:p w:rsidR="00CC17CC" w:rsidRPr="009E708E" w:rsidRDefault="00CC17CC" w:rsidP="006A0293">
      <w:pPr>
        <w:pStyle w:val="libNormal"/>
      </w:pPr>
      <w:r w:rsidRPr="009E708E">
        <w:rPr>
          <w:rFonts w:hint="eastAsia"/>
        </w:rPr>
        <w:lastRenderedPageBreak/>
        <w:t>‘‘</w:t>
      </w:r>
      <w:r w:rsidRPr="009E708E">
        <w:t xml:space="preserve"> </w:t>
      </w:r>
      <w:r w:rsidRPr="00CC17CC">
        <w:rPr>
          <w:rFonts w:hint="cs"/>
          <w:cs/>
          <w:lang w:bidi="hi-IN"/>
        </w:rPr>
        <w:t>ऐ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रसूल</w:t>
      </w:r>
      <w:r w:rsidRPr="00CC17CC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स.अ.व.व.</w:t>
      </w:r>
      <w:r w:rsidRPr="00CC17CC">
        <w:rPr>
          <w:cs/>
          <w:lang w:bidi="hi-IN"/>
        </w:rPr>
        <w:t xml:space="preserve">) ! </w:t>
      </w:r>
      <w:r w:rsidRPr="00CC17CC">
        <w:rPr>
          <w:rFonts w:hint="cs"/>
          <w:cs/>
          <w:lang w:bidi="hi-IN"/>
        </w:rPr>
        <w:t>कह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मेरी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नमाज़</w:t>
      </w:r>
      <w:r w:rsidRPr="009E708E">
        <w:t xml:space="preserve">, </w:t>
      </w:r>
      <w:r w:rsidRPr="00CC17CC">
        <w:rPr>
          <w:rFonts w:hint="cs"/>
          <w:cs/>
          <w:lang w:bidi="hi-IN"/>
        </w:rPr>
        <w:t>इबादत़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ज़िन्दगी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मौत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अल्लाह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लिये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आलेमीन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लाशरीक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मैं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पहला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मुसलमान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हूँ</w:t>
      </w:r>
      <w:r w:rsidR="00E21429">
        <w:rPr>
          <w:cs/>
          <w:lang w:bidi="hi-IN"/>
        </w:rPr>
        <w:t>।</w:t>
      </w:r>
      <w:r w:rsidRPr="00CC17CC">
        <w:rPr>
          <w:cs/>
          <w:lang w:bidi="hi-IN"/>
        </w:rPr>
        <w:t xml:space="preserve"> </w:t>
      </w:r>
      <w:r w:rsidRPr="009E708E">
        <w:t>’’</w:t>
      </w:r>
    </w:p>
    <w:p w:rsidR="00CC17CC" w:rsidRPr="009E708E" w:rsidRDefault="00CC17CC" w:rsidP="006A0293">
      <w:pPr>
        <w:pStyle w:val="libNormal"/>
      </w:pPr>
      <w:r w:rsidRPr="00CC17CC">
        <w:rPr>
          <w:rFonts w:hint="cs"/>
          <w:cs/>
          <w:lang w:bidi="hi-IN"/>
        </w:rPr>
        <w:t>क़ुरआने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करीम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वाज़ेह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दिया</w:t>
      </w:r>
      <w:r w:rsidR="00F74AE6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अल्लाह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आखि़री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रसूल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मुहम्मद</w:t>
      </w:r>
      <w:r w:rsidRPr="00CC17CC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स.अ.व.व.</w:t>
      </w:r>
      <w:r w:rsidRPr="00CC17CC">
        <w:rPr>
          <w:cs/>
          <w:lang w:bidi="hi-IN"/>
        </w:rPr>
        <w:t xml:space="preserve">) </w:t>
      </w:r>
      <w:r w:rsidRPr="00CC17CC">
        <w:rPr>
          <w:rFonts w:hint="cs"/>
          <w:cs/>
          <w:lang w:bidi="hi-IN"/>
        </w:rPr>
        <w:t>पहला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मुसलमान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9E708E">
        <w:t>‘‘</w:t>
      </w:r>
      <w:r w:rsidR="00F74AE6" w:rsidRPr="009E708E">
        <w:t xml:space="preserve"> </w:t>
      </w:r>
      <w:r w:rsidRPr="00CC17CC">
        <w:rPr>
          <w:rFonts w:hint="cs"/>
          <w:cs/>
          <w:lang w:bidi="hi-IN"/>
        </w:rPr>
        <w:t>साहबे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इस्लाम</w:t>
      </w:r>
      <w:r w:rsidRPr="00CC17CC">
        <w:rPr>
          <w:cs/>
          <w:lang w:bidi="hi-IN"/>
        </w:rPr>
        <w:t xml:space="preserve"> </w:t>
      </w:r>
      <w:r w:rsidRPr="009E708E">
        <w:t xml:space="preserve">’’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रसूले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अकरम</w:t>
      </w:r>
      <w:r w:rsidRPr="00CC17CC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स.अ.व.व.</w:t>
      </w:r>
      <w:r w:rsidRPr="00CC17CC">
        <w:rPr>
          <w:cs/>
          <w:lang w:bidi="hi-IN"/>
        </w:rPr>
        <w:t xml:space="preserve">) </w:t>
      </w:r>
      <w:r w:rsidRPr="00CC17CC">
        <w:rPr>
          <w:rFonts w:hint="cs"/>
          <w:cs/>
          <w:lang w:bidi="hi-IN"/>
        </w:rPr>
        <w:t>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भी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अपनी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बेअसत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बाद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मुसलसल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तेईस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साल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उम्मत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इस्लाम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तालीम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मगर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रसूल</w:t>
      </w:r>
      <w:r w:rsidRPr="00CC17CC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स.अ.व.व.</w:t>
      </w:r>
      <w:r w:rsidRPr="00CC17CC">
        <w:rPr>
          <w:cs/>
          <w:lang w:bidi="hi-IN"/>
        </w:rPr>
        <w:t xml:space="preserve">)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इस्लाम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उम्मत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इस्लाम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एक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नुमाया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फ़र्क़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रसूल</w:t>
      </w:r>
      <w:r w:rsidRPr="00CC17CC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स.अ.व.व.</w:t>
      </w:r>
      <w:r w:rsidRPr="00CC17CC">
        <w:rPr>
          <w:cs/>
          <w:lang w:bidi="hi-IN"/>
        </w:rPr>
        <w:t xml:space="preserve">)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इस्लाम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अज़ली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उम्मत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इस्लाम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वजूद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बाद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शुरू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हुआ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रसूल</w:t>
      </w:r>
      <w:r w:rsidRPr="00CC17CC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स.अ.व.व.</w:t>
      </w:r>
      <w:r w:rsidRPr="00CC17CC">
        <w:rPr>
          <w:cs/>
          <w:lang w:bidi="hi-IN"/>
        </w:rPr>
        <w:t xml:space="preserve">)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इस्लाम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="00F74AE6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मुताअल्लिक़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अव्वलो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असलमा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अव्वलुल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मुसलेमीना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लफ़ज़े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इस्तेमाल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हुई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हैं।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लफ़्ज़ों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मतलब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इस्लाम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सिलसिला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शुरू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हुआ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पैग़म्बर</w:t>
      </w:r>
      <w:r w:rsidRPr="00CC17CC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स.अ.व.व.</w:t>
      </w:r>
      <w:r w:rsidRPr="00CC17CC">
        <w:rPr>
          <w:cs/>
          <w:lang w:bidi="hi-IN"/>
        </w:rPr>
        <w:t xml:space="preserve">)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इस्लाम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तमाम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अम्बिया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ए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अहले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इस्लाम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इस्लाम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मुक़द्दम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रहा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दूसरा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वाज़ेह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फ़र्क़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उम्मत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इस्लाम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पैग़म्बर</w:t>
      </w:r>
      <w:r w:rsidRPr="00CC17CC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स.अ.व.व.</w:t>
      </w:r>
      <w:r w:rsidRPr="00CC17CC">
        <w:rPr>
          <w:cs/>
          <w:lang w:bidi="hi-IN"/>
        </w:rPr>
        <w:t>)</w:t>
      </w:r>
      <w:r w:rsidR="00F74AE6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दस्ते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मुबारक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कलमे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मरहूने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मिन्नत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ख़ुद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पैग़म्बरे</w:t>
      </w:r>
      <w:r w:rsidRPr="00CC17CC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स.अ.व.व.</w:t>
      </w:r>
      <w:r w:rsidRPr="00CC17CC">
        <w:rPr>
          <w:cs/>
          <w:lang w:bidi="hi-IN"/>
        </w:rPr>
        <w:t xml:space="preserve">) </w:t>
      </w:r>
      <w:r w:rsidRPr="00CC17CC">
        <w:rPr>
          <w:rFonts w:hint="cs"/>
          <w:cs/>
          <w:lang w:bidi="hi-IN"/>
        </w:rPr>
        <w:t>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किसी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इस्लाम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दर्स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नहीं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लिया।</w:t>
      </w:r>
    </w:p>
    <w:p w:rsidR="00CC17CC" w:rsidRPr="009E708E" w:rsidRDefault="00CC17CC" w:rsidP="006A0293">
      <w:pPr>
        <w:pStyle w:val="libNormal"/>
      </w:pPr>
      <w:r w:rsidRPr="00CC17CC">
        <w:rPr>
          <w:rFonts w:hint="cs"/>
          <w:cs/>
          <w:lang w:bidi="hi-IN"/>
        </w:rPr>
        <w:t>इसमें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शक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नहीं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क़ुरआन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मजीद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साहेबाने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इस्लाम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फेहरिस्त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नूह</w:t>
      </w:r>
      <w:r w:rsidRPr="00CC17CC">
        <w:rPr>
          <w:cs/>
          <w:lang w:bidi="hi-IN"/>
        </w:rPr>
        <w:t xml:space="preserve"> (</w:t>
      </w:r>
      <w:r w:rsidRPr="00CC17CC">
        <w:rPr>
          <w:rFonts w:hint="cs"/>
          <w:cs/>
          <w:lang w:bidi="hi-IN"/>
        </w:rPr>
        <w:t>अ</w:t>
      </w:r>
      <w:r w:rsidRPr="00CC17CC">
        <w:rPr>
          <w:cs/>
          <w:lang w:bidi="hi-IN"/>
        </w:rPr>
        <w:t>.</w:t>
      </w:r>
      <w:r w:rsidRPr="00CC17CC">
        <w:rPr>
          <w:rFonts w:hint="cs"/>
          <w:cs/>
          <w:lang w:bidi="hi-IN"/>
        </w:rPr>
        <w:t>स</w:t>
      </w:r>
      <w:r w:rsidRPr="00CC17CC">
        <w:rPr>
          <w:cs/>
          <w:lang w:bidi="hi-IN"/>
        </w:rPr>
        <w:t>.)</w:t>
      </w:r>
      <w:r w:rsidRPr="009E708E">
        <w:t xml:space="preserve">, </w:t>
      </w:r>
      <w:r w:rsidRPr="00CC17CC">
        <w:rPr>
          <w:rFonts w:hint="cs"/>
          <w:cs/>
          <w:lang w:bidi="hi-IN"/>
        </w:rPr>
        <w:t>इब्राहीम</w:t>
      </w:r>
      <w:r w:rsidRPr="00CC17CC">
        <w:rPr>
          <w:cs/>
          <w:lang w:bidi="hi-IN"/>
        </w:rPr>
        <w:t xml:space="preserve"> (</w:t>
      </w:r>
      <w:r w:rsidRPr="00CC17CC">
        <w:rPr>
          <w:rFonts w:hint="cs"/>
          <w:cs/>
          <w:lang w:bidi="hi-IN"/>
        </w:rPr>
        <w:t>अ</w:t>
      </w:r>
      <w:r w:rsidRPr="00CC17CC">
        <w:rPr>
          <w:cs/>
          <w:lang w:bidi="hi-IN"/>
        </w:rPr>
        <w:t>.</w:t>
      </w:r>
      <w:r w:rsidRPr="00CC17CC">
        <w:rPr>
          <w:rFonts w:hint="cs"/>
          <w:cs/>
          <w:lang w:bidi="hi-IN"/>
        </w:rPr>
        <w:t>स</w:t>
      </w:r>
      <w:r w:rsidRPr="00CC17CC">
        <w:rPr>
          <w:cs/>
          <w:lang w:bidi="hi-IN"/>
        </w:rPr>
        <w:t>.)</w:t>
      </w:r>
      <w:r w:rsidRPr="009E708E">
        <w:t xml:space="preserve">, </w:t>
      </w:r>
      <w:r w:rsidRPr="00CC17CC">
        <w:rPr>
          <w:rFonts w:hint="cs"/>
          <w:cs/>
          <w:lang w:bidi="hi-IN"/>
        </w:rPr>
        <w:t>जु़र्रिय्यते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इब्राहीम</w:t>
      </w:r>
      <w:r w:rsidRPr="00CC17CC">
        <w:rPr>
          <w:cs/>
          <w:lang w:bidi="hi-IN"/>
        </w:rPr>
        <w:t xml:space="preserve"> (</w:t>
      </w:r>
      <w:r w:rsidRPr="00CC17CC">
        <w:rPr>
          <w:rFonts w:hint="cs"/>
          <w:cs/>
          <w:lang w:bidi="hi-IN"/>
        </w:rPr>
        <w:t>अ</w:t>
      </w:r>
      <w:r w:rsidRPr="00CC17CC">
        <w:rPr>
          <w:cs/>
          <w:lang w:bidi="hi-IN"/>
        </w:rPr>
        <w:t>.</w:t>
      </w:r>
      <w:r w:rsidRPr="00CC17CC">
        <w:rPr>
          <w:rFonts w:hint="cs"/>
          <w:cs/>
          <w:lang w:bidi="hi-IN"/>
        </w:rPr>
        <w:t>स</w:t>
      </w:r>
      <w:r w:rsidRPr="00CC17CC">
        <w:rPr>
          <w:cs/>
          <w:lang w:bidi="hi-IN"/>
        </w:rPr>
        <w:t>.)</w:t>
      </w:r>
      <w:r w:rsidRPr="009E708E">
        <w:t xml:space="preserve">, </w:t>
      </w:r>
      <w:r w:rsidRPr="00CC17CC">
        <w:rPr>
          <w:rFonts w:hint="cs"/>
          <w:cs/>
          <w:lang w:bidi="hi-IN"/>
        </w:rPr>
        <w:t>याक़ूब</w:t>
      </w:r>
      <w:r w:rsidRPr="00CC17CC">
        <w:rPr>
          <w:cs/>
          <w:lang w:bidi="hi-IN"/>
        </w:rPr>
        <w:t xml:space="preserve"> (</w:t>
      </w:r>
      <w:r w:rsidRPr="00CC17CC">
        <w:rPr>
          <w:rFonts w:hint="cs"/>
          <w:cs/>
          <w:lang w:bidi="hi-IN"/>
        </w:rPr>
        <w:t>अ</w:t>
      </w:r>
      <w:r w:rsidRPr="00CC17CC">
        <w:rPr>
          <w:cs/>
          <w:lang w:bidi="hi-IN"/>
        </w:rPr>
        <w:t>.</w:t>
      </w:r>
      <w:r w:rsidRPr="00CC17CC">
        <w:rPr>
          <w:rFonts w:hint="cs"/>
          <w:cs/>
          <w:lang w:bidi="hi-IN"/>
        </w:rPr>
        <w:t>स</w:t>
      </w:r>
      <w:r w:rsidRPr="00CC17CC">
        <w:rPr>
          <w:cs/>
          <w:lang w:bidi="hi-IN"/>
        </w:rPr>
        <w:t xml:space="preserve">.) </w:t>
      </w:r>
      <w:r w:rsidRPr="00CC17CC">
        <w:rPr>
          <w:rFonts w:hint="cs"/>
          <w:cs/>
          <w:lang w:bidi="hi-IN"/>
        </w:rPr>
        <w:t>यूसुफ़</w:t>
      </w:r>
      <w:r w:rsidRPr="00CC17CC">
        <w:rPr>
          <w:cs/>
          <w:lang w:bidi="hi-IN"/>
        </w:rPr>
        <w:t xml:space="preserve"> </w:t>
      </w:r>
      <w:r w:rsidRPr="00CC17CC">
        <w:rPr>
          <w:cs/>
          <w:lang w:bidi="hi-IN"/>
        </w:rPr>
        <w:lastRenderedPageBreak/>
        <w:t>(</w:t>
      </w:r>
      <w:r w:rsidRPr="00CC17CC">
        <w:rPr>
          <w:rFonts w:hint="cs"/>
          <w:cs/>
          <w:lang w:bidi="hi-IN"/>
        </w:rPr>
        <w:t>अ</w:t>
      </w:r>
      <w:r w:rsidRPr="00CC17CC">
        <w:rPr>
          <w:cs/>
          <w:lang w:bidi="hi-IN"/>
        </w:rPr>
        <w:t>.</w:t>
      </w:r>
      <w:r w:rsidRPr="00CC17CC">
        <w:rPr>
          <w:rFonts w:hint="cs"/>
          <w:cs/>
          <w:lang w:bidi="hi-IN"/>
        </w:rPr>
        <w:t>स</w:t>
      </w:r>
      <w:r w:rsidRPr="00CC17CC">
        <w:rPr>
          <w:cs/>
          <w:lang w:bidi="hi-IN"/>
        </w:rPr>
        <w:t xml:space="preserve">.) </w:t>
      </w:r>
      <w:r w:rsidRPr="00CC17CC">
        <w:rPr>
          <w:rFonts w:hint="cs"/>
          <w:cs/>
          <w:lang w:bidi="hi-IN"/>
        </w:rPr>
        <w:t>यहां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कायनात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अरज़ो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समा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भी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शामिल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लेकिन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साथ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साथ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भी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ऐलान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दिया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सरकारे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ख़़तमी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मरतबत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अव्वल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मुस्लेमीन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हैं।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आप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वक़्त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भी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साहबे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इस्लाम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थे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कायनात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वजूद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भी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था।</w:t>
      </w:r>
    </w:p>
    <w:p w:rsidR="00CC17CC" w:rsidRPr="009E708E" w:rsidRDefault="00CC17CC" w:rsidP="006A0293">
      <w:pPr>
        <w:pStyle w:val="libNormal"/>
      </w:pPr>
      <w:r w:rsidRPr="00CC17CC">
        <w:rPr>
          <w:rFonts w:hint="cs"/>
          <w:cs/>
          <w:lang w:bidi="hi-IN"/>
        </w:rPr>
        <w:t>लेकिन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तमाम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बातों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बवजूद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इस्लाम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इस्लामी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तारीख़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सबसे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बड़ा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अलमिया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दुनिया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परस्तां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मुरसले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आज़म</w:t>
      </w:r>
      <w:r w:rsidRPr="00CC17CC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स.अ.व.व.</w:t>
      </w:r>
      <w:r w:rsidRPr="00CC17CC">
        <w:rPr>
          <w:cs/>
          <w:lang w:bidi="hi-IN"/>
        </w:rPr>
        <w:t xml:space="preserve">)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वफ़ात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बाद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अपने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मुफ़ाद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ख़ातिर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इस्लाम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तहस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नहस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शरियते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मुहम्मदी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तबाह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बरबाद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दक़ीक़ा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उठा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नहीं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रखा।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यहां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इस्लामी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तारीख़े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नवीसी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फ़न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भी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बड़ी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बड़ी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ज़ालिब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जाबिर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हुकूमतों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मोहरें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लगी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हुई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नशो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नुमां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दौलत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इक़्तेदार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साये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हुई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इस्लाम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तारीख़े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मुखालेफ़ीन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मुनाफे़क़ीन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घरों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पली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उन्हीं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आग़ोश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मुनाफ़ेक़त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परवान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चढ़ी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हैं।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अलल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असबाब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बावजूद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अगर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इस्लामी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तारीख़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दामन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हमारे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मतलब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मिल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जाती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अमर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दलील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हक़ीक़त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इतनी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वाज़ेह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रौशन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थी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मोअर्रिख़ीन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बिके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हुए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क़लम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भी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परदा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पोशी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</w:t>
      </w:r>
      <w:r w:rsidRPr="00CC17CC">
        <w:rPr>
          <w:cs/>
          <w:lang w:bidi="hi-IN"/>
        </w:rPr>
        <w:t xml:space="preserve"> ी</w:t>
      </w:r>
      <w:r w:rsidRPr="00CC17CC">
        <w:rPr>
          <w:rFonts w:hint="cs"/>
          <w:cs/>
          <w:lang w:bidi="hi-IN"/>
        </w:rPr>
        <w:t>वह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हक़ीक़त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तौज़िह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तावील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नज़र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सकी।</w:t>
      </w:r>
    </w:p>
    <w:p w:rsidR="00CC17CC" w:rsidRPr="009E708E" w:rsidRDefault="00CC17CC" w:rsidP="006A0293">
      <w:pPr>
        <w:pStyle w:val="libNormal"/>
      </w:pPr>
      <w:r w:rsidRPr="00CC17CC">
        <w:rPr>
          <w:rFonts w:hint="cs"/>
          <w:cs/>
          <w:lang w:bidi="hi-IN"/>
        </w:rPr>
        <w:t>इस्लाम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इब्तेदाई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दौर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अहादीस</w:t>
      </w:r>
      <w:r w:rsidRPr="009E708E">
        <w:t xml:space="preserve">, </w:t>
      </w:r>
      <w:r w:rsidRPr="00CC17CC">
        <w:rPr>
          <w:rFonts w:hint="cs"/>
          <w:cs/>
          <w:lang w:bidi="hi-IN"/>
        </w:rPr>
        <w:t>रवायात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वाक़ियात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बयान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तरीक़ा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राएज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था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ज़बानी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था।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तसनीफ़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तालीफ़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सिलसिला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अहदे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lastRenderedPageBreak/>
        <w:t>माविया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शुरू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हुआ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अबीद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बिन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शरिया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</w:t>
      </w:r>
      <w:r w:rsidRPr="00CC17CC">
        <w:rPr>
          <w:cs/>
          <w:lang w:bidi="hi-IN"/>
        </w:rPr>
        <w:t xml:space="preserve"> </w:t>
      </w:r>
      <w:r>
        <w:rPr>
          <w:cs/>
          <w:lang w:bidi="hi-IN"/>
        </w:rPr>
        <w:t>(</w:t>
      </w:r>
      <w:r w:rsidRPr="00CC17CC">
        <w:rPr>
          <w:rFonts w:hint="cs"/>
          <w:cs/>
          <w:lang w:bidi="hi-IN"/>
        </w:rPr>
        <w:t>जो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ज़बानी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हदीसो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रावी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था</w:t>
      </w:r>
      <w:r>
        <w:rPr>
          <w:cs/>
          <w:lang w:bidi="hi-IN"/>
        </w:rPr>
        <w:t>)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सनआ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बुला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किताबों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मोअर्रिखों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ज़रिये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बयान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हुई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हदीसों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क़लम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बन्द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कराया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जिसके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नतीजे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मुत्ताइद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किताबें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आलमे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वजूद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आयीं।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उनमें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एक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किताब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नाम</w:t>
      </w:r>
      <w:r w:rsidRPr="00CC17CC">
        <w:rPr>
          <w:cs/>
          <w:lang w:bidi="hi-IN"/>
        </w:rPr>
        <w:t xml:space="preserve"> </w:t>
      </w:r>
      <w:r w:rsidRPr="009E708E">
        <w:t xml:space="preserve">‘‘ </w:t>
      </w:r>
      <w:r w:rsidRPr="00CC17CC">
        <w:rPr>
          <w:rFonts w:hint="cs"/>
          <w:cs/>
          <w:lang w:bidi="hi-IN"/>
        </w:rPr>
        <w:t>किताबुल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मुलूक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इख़बारूल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मज़ाईन</w:t>
      </w:r>
      <w:r w:rsidRPr="00CC17CC">
        <w:rPr>
          <w:cs/>
          <w:lang w:bidi="hi-IN"/>
        </w:rPr>
        <w:t xml:space="preserve"> </w:t>
      </w:r>
      <w:r w:rsidRPr="009E708E">
        <w:t xml:space="preserve">’’ </w:t>
      </w:r>
      <w:r w:rsidRPr="00CC17CC">
        <w:rPr>
          <w:rFonts w:hint="cs"/>
          <w:cs/>
          <w:lang w:bidi="hi-IN"/>
        </w:rPr>
        <w:t>है।</w:t>
      </w:r>
    </w:p>
    <w:p w:rsidR="00CC17CC" w:rsidRPr="009E708E" w:rsidRDefault="00CC17CC" w:rsidP="006A0293">
      <w:pPr>
        <w:pStyle w:val="libNormal"/>
      </w:pPr>
      <w:r w:rsidRPr="00CC17CC">
        <w:rPr>
          <w:rFonts w:hint="cs"/>
          <w:cs/>
          <w:lang w:bidi="hi-IN"/>
        </w:rPr>
        <w:t>किताबों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ग़ालेबन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पहली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किताब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मुआविया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हुक्म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लिखी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गई।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बाद</w:t>
      </w:r>
      <w:r w:rsidRPr="00CC17CC">
        <w:rPr>
          <w:cs/>
          <w:lang w:bidi="hi-IN"/>
        </w:rPr>
        <w:t xml:space="preserve"> </w:t>
      </w:r>
      <w:r w:rsidRPr="009E708E">
        <w:t xml:space="preserve">‘‘ </w:t>
      </w:r>
      <w:r w:rsidRPr="00CC17CC">
        <w:rPr>
          <w:rFonts w:hint="cs"/>
          <w:cs/>
          <w:lang w:bidi="hi-IN"/>
        </w:rPr>
        <w:t>अवाना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बिनुल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हकीम</w:t>
      </w:r>
      <w:r w:rsidRPr="00CC17CC">
        <w:rPr>
          <w:cs/>
          <w:lang w:bidi="hi-IN"/>
        </w:rPr>
        <w:t xml:space="preserve"> </w:t>
      </w:r>
      <w:r w:rsidRPr="009E708E">
        <w:t xml:space="preserve">’’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क़ाबिले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ज़िक्र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एख़बार</w:t>
      </w:r>
      <w:r w:rsidR="00F74AE6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अन्साब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माहिर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था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जिसने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किताबों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अलावा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ख़ास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बनी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उमय्या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मुआविया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हालात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एक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किताब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लिखी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पहलवी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ज़बान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थी।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तर्जुमा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अरबी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ज़बान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हिश्शाम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बिन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अब्दुल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मलिक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हुक्म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सन्</w:t>
      </w:r>
      <w:r w:rsidRPr="00CC17CC">
        <w:rPr>
          <w:cs/>
          <w:lang w:bidi="hi-IN"/>
        </w:rPr>
        <w:t xml:space="preserve"> </w:t>
      </w:r>
      <w:r w:rsidRPr="009E708E">
        <w:t>117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फ़ारसी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ज़बान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9E708E">
        <w:t>1260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ईरान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हुआ</w:t>
      </w:r>
      <w:r w:rsidR="00E21429">
        <w:rPr>
          <w:cs/>
          <w:lang w:bidi="hi-IN"/>
        </w:rPr>
        <w:t>।</w:t>
      </w:r>
    </w:p>
    <w:p w:rsidR="00CC17CC" w:rsidRPr="009E708E" w:rsidRDefault="00CC17CC" w:rsidP="006A0293">
      <w:pPr>
        <w:pStyle w:val="libNormal"/>
      </w:pPr>
      <w:r w:rsidRPr="009E708E">
        <w:t>143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हिजरी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तफ़सीर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फ़िक़ा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हदीसों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तदवीन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बाज़ाबता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शुरू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हुआ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दीगर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उलूम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किताबों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साथ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तारीख़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रिजाल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भी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किताबे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लिखी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गईं।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चुनान्चे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मोहम्मद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बिन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इस्हाक़</w:t>
      </w:r>
      <w:r w:rsidRPr="00CC17CC">
        <w:rPr>
          <w:cs/>
          <w:lang w:bidi="hi-IN"/>
        </w:rPr>
        <w:t xml:space="preserve"> </w:t>
      </w:r>
      <w:r>
        <w:rPr>
          <w:cs/>
          <w:lang w:bidi="hi-IN"/>
        </w:rPr>
        <w:t>(</w:t>
      </w:r>
      <w:r w:rsidRPr="00CC17CC">
        <w:rPr>
          <w:rFonts w:hint="cs"/>
          <w:cs/>
          <w:lang w:bidi="hi-IN"/>
        </w:rPr>
        <w:t>अल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मतूनी</w:t>
      </w:r>
      <w:r w:rsidRPr="00CC17CC">
        <w:rPr>
          <w:cs/>
          <w:lang w:bidi="hi-IN"/>
        </w:rPr>
        <w:t xml:space="preserve"> </w:t>
      </w:r>
      <w:r w:rsidRPr="009E708E">
        <w:t>151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>)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सीरते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नबवी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एक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किताब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मन्सूर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अब्बासी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तहरीक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लिखी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मेरे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ख़्याल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फ़ने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तारीख़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पहली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किताब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है।</w:t>
      </w:r>
    </w:p>
    <w:p w:rsidR="00CC17CC" w:rsidRPr="009E708E" w:rsidRDefault="00CC17CC" w:rsidP="006A0293">
      <w:pPr>
        <w:pStyle w:val="libNormal"/>
      </w:pPr>
      <w:r w:rsidRPr="00CC17CC">
        <w:rPr>
          <w:rFonts w:hint="cs"/>
          <w:cs/>
          <w:lang w:bidi="hi-IN"/>
        </w:rPr>
        <w:t>इसके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बाद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तारीख़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बतदरीज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तरक़्क़ी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मंज़िलें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तय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करती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रही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बड़े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बड़े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नामवर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मुवर्रिख़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पैदा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होते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रहे।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मोअर्रेख़ीन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नज़र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बिन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मुज़ाहम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कूफ़ी</w:t>
      </w:r>
      <w:r w:rsidRPr="009E708E">
        <w:t xml:space="preserve">, </w:t>
      </w:r>
      <w:r w:rsidRPr="00CC17CC">
        <w:rPr>
          <w:rFonts w:hint="cs"/>
          <w:cs/>
          <w:lang w:bidi="hi-IN"/>
        </w:rPr>
        <w:t>सैफ़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lastRenderedPageBreak/>
        <w:t>बिन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अमरूल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असदी</w:t>
      </w:r>
      <w:r w:rsidRPr="009E708E">
        <w:t xml:space="preserve">, </w:t>
      </w:r>
      <w:r w:rsidRPr="00CC17CC">
        <w:rPr>
          <w:rFonts w:hint="cs"/>
          <w:cs/>
          <w:lang w:bidi="hi-IN"/>
        </w:rPr>
        <w:t>मोअम्मिर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बिन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राशिद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कूफ़ी</w:t>
      </w:r>
      <w:r w:rsidRPr="009E708E">
        <w:t xml:space="preserve">, </w:t>
      </w:r>
      <w:r w:rsidRPr="00CC17CC">
        <w:rPr>
          <w:rFonts w:hint="cs"/>
          <w:cs/>
          <w:lang w:bidi="hi-IN"/>
        </w:rPr>
        <w:t>अब्दुल्लाह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बिन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साअद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ज़हरी</w:t>
      </w:r>
      <w:r w:rsidRPr="009E708E">
        <w:t xml:space="preserve">, </w:t>
      </w:r>
      <w:r w:rsidRPr="00CC17CC">
        <w:rPr>
          <w:rFonts w:hint="cs"/>
          <w:cs/>
          <w:lang w:bidi="hi-IN"/>
        </w:rPr>
        <w:t>अबुल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हसन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अली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बिन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मुहम्मद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बिन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अब्दुल्लाह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मदायनी</w:t>
      </w:r>
      <w:r w:rsidRPr="009E708E">
        <w:t xml:space="preserve">, </w:t>
      </w:r>
      <w:r w:rsidRPr="00CC17CC">
        <w:rPr>
          <w:rFonts w:hint="cs"/>
          <w:cs/>
          <w:lang w:bidi="hi-IN"/>
        </w:rPr>
        <w:t>अहमद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बिन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हारिस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ख़ज़ार</w:t>
      </w:r>
      <w:r w:rsidRPr="00CC17CC">
        <w:rPr>
          <w:cs/>
          <w:lang w:bidi="hi-IN"/>
        </w:rPr>
        <w:t xml:space="preserve"> </w:t>
      </w:r>
      <w:r>
        <w:rPr>
          <w:cs/>
          <w:lang w:bidi="hi-IN"/>
        </w:rPr>
        <w:t>(</w:t>
      </w:r>
      <w:r w:rsidRPr="00CC17CC">
        <w:rPr>
          <w:rFonts w:hint="cs"/>
          <w:cs/>
          <w:lang w:bidi="hi-IN"/>
        </w:rPr>
        <w:t>मदायनी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शार्गिद</w:t>
      </w:r>
      <w:r>
        <w:rPr>
          <w:cs/>
          <w:lang w:bidi="hi-IN"/>
        </w:rPr>
        <w:t>)</w:t>
      </w:r>
      <w:r w:rsidRPr="009E708E">
        <w:t xml:space="preserve">, </w:t>
      </w:r>
      <w:r w:rsidRPr="00CC17CC">
        <w:rPr>
          <w:rFonts w:hint="cs"/>
          <w:cs/>
          <w:lang w:bidi="hi-IN"/>
        </w:rPr>
        <w:t>अब्दुल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रहमान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बिन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अबीदा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उमर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बिन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अलशबा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वग़ैरा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ख़ास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तौर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क़ाबिले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ज़िक्र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हैं।</w:t>
      </w:r>
    </w:p>
    <w:p w:rsidR="00CC17CC" w:rsidRPr="009E708E" w:rsidRDefault="00CC17CC" w:rsidP="006A0293">
      <w:pPr>
        <w:pStyle w:val="libNormal"/>
      </w:pPr>
      <w:r w:rsidRPr="00CC17CC">
        <w:rPr>
          <w:rFonts w:hint="cs"/>
          <w:cs/>
          <w:lang w:bidi="hi-IN"/>
        </w:rPr>
        <w:t>अगर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चे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मुसन्नेफ़ीन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किताबें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पैद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चुकी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लेकिन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दीगर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किताबें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क़रीब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ज़माने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लिखी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गईं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उनमें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बहुत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कुछ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सरमाया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मुसन्नेफ़ीन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किताबों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मौजूद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महफ़ूज़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हैं।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मसलन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अब्दुल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मलिक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बिन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हिशाम</w:t>
      </w:r>
      <w:r w:rsidRPr="00CC17CC">
        <w:rPr>
          <w:cs/>
          <w:lang w:bidi="hi-IN"/>
        </w:rPr>
        <w:t xml:space="preserve"> </w:t>
      </w:r>
      <w:r>
        <w:rPr>
          <w:cs/>
          <w:lang w:bidi="hi-IN"/>
        </w:rPr>
        <w:t>(</w:t>
      </w:r>
      <w:r w:rsidRPr="00CC17CC">
        <w:rPr>
          <w:rFonts w:hint="cs"/>
          <w:cs/>
          <w:lang w:bidi="hi-IN"/>
        </w:rPr>
        <w:t>अल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मतूनी</w:t>
      </w:r>
      <w:r w:rsidRPr="00CC17CC">
        <w:rPr>
          <w:cs/>
          <w:lang w:bidi="hi-IN"/>
        </w:rPr>
        <w:t xml:space="preserve"> </w:t>
      </w:r>
      <w:r w:rsidRPr="009E708E">
        <w:t>213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>)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किताब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सीरते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इब्ने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हश्शाम</w:t>
      </w:r>
      <w:r w:rsidRPr="009E708E">
        <w:t xml:space="preserve">, </w:t>
      </w:r>
      <w:r w:rsidRPr="00CC17CC">
        <w:rPr>
          <w:rFonts w:hint="cs"/>
          <w:cs/>
          <w:lang w:bidi="hi-IN"/>
        </w:rPr>
        <w:t>मुहम्मद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बिन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सईद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बसरी</w:t>
      </w:r>
      <w:r w:rsidRPr="00CC17CC">
        <w:rPr>
          <w:cs/>
          <w:lang w:bidi="hi-IN"/>
        </w:rPr>
        <w:t xml:space="preserve"> </w:t>
      </w:r>
      <w:r>
        <w:rPr>
          <w:cs/>
          <w:lang w:bidi="hi-IN"/>
        </w:rPr>
        <w:t>(</w:t>
      </w:r>
      <w:r w:rsidRPr="00CC17CC">
        <w:rPr>
          <w:rFonts w:hint="cs"/>
          <w:cs/>
          <w:lang w:bidi="hi-IN"/>
        </w:rPr>
        <w:t>अल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मतूफ़ी</w:t>
      </w:r>
      <w:r w:rsidRPr="00CC17CC">
        <w:rPr>
          <w:cs/>
          <w:lang w:bidi="hi-IN"/>
        </w:rPr>
        <w:t xml:space="preserve"> </w:t>
      </w:r>
      <w:r w:rsidRPr="009E708E">
        <w:t>230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>)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किताब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तबक़ात</w:t>
      </w:r>
      <w:r w:rsidRPr="009E708E">
        <w:t xml:space="preserve">, </w:t>
      </w:r>
      <w:r w:rsidRPr="00CC17CC">
        <w:rPr>
          <w:rFonts w:hint="cs"/>
          <w:cs/>
          <w:lang w:bidi="hi-IN"/>
        </w:rPr>
        <w:t>अब्दुल्लाह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बिन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मुस्लिम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बिन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क़तीबा</w:t>
      </w:r>
      <w:r w:rsidRPr="00CC17CC">
        <w:rPr>
          <w:cs/>
          <w:lang w:bidi="hi-IN"/>
        </w:rPr>
        <w:t xml:space="preserve"> </w:t>
      </w:r>
      <w:r>
        <w:rPr>
          <w:cs/>
          <w:lang w:bidi="hi-IN"/>
        </w:rPr>
        <w:t>(</w:t>
      </w:r>
      <w:r w:rsidRPr="00CC17CC">
        <w:rPr>
          <w:rFonts w:hint="cs"/>
          <w:cs/>
          <w:lang w:bidi="hi-IN"/>
        </w:rPr>
        <w:t>अल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मतूफ़ी</w:t>
      </w:r>
      <w:r w:rsidRPr="00CC17CC">
        <w:rPr>
          <w:cs/>
          <w:lang w:bidi="hi-IN"/>
        </w:rPr>
        <w:t xml:space="preserve"> </w:t>
      </w:r>
      <w:r w:rsidRPr="009E708E">
        <w:t>270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>)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किताब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इमामत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सियासत</w:t>
      </w:r>
      <w:r w:rsidRPr="009E708E">
        <w:t xml:space="preserve">, </w:t>
      </w:r>
      <w:r w:rsidRPr="00CC17CC">
        <w:rPr>
          <w:rFonts w:hint="cs"/>
          <w:cs/>
          <w:lang w:bidi="hi-IN"/>
        </w:rPr>
        <w:t>अहमद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बिन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दाऊद</w:t>
      </w:r>
      <w:r w:rsidRPr="00CC17CC">
        <w:rPr>
          <w:cs/>
          <w:lang w:bidi="hi-IN"/>
        </w:rPr>
        <w:t xml:space="preserve"> </w:t>
      </w:r>
      <w:r>
        <w:rPr>
          <w:cs/>
          <w:lang w:bidi="hi-IN"/>
        </w:rPr>
        <w:t>(</w:t>
      </w:r>
      <w:r w:rsidRPr="00CC17CC">
        <w:rPr>
          <w:rFonts w:hint="cs"/>
          <w:cs/>
          <w:lang w:bidi="hi-IN"/>
        </w:rPr>
        <w:t>अल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मतूफ़ी</w:t>
      </w:r>
      <w:r w:rsidRPr="00CC17CC">
        <w:rPr>
          <w:cs/>
          <w:lang w:bidi="hi-IN"/>
        </w:rPr>
        <w:t xml:space="preserve"> </w:t>
      </w:r>
      <w:r w:rsidRPr="009E708E">
        <w:t>282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>)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किताब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एख़बारूल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तवाल</w:t>
      </w:r>
      <w:r w:rsidRPr="009E708E">
        <w:t xml:space="preserve">, </w:t>
      </w:r>
      <w:r w:rsidRPr="00CC17CC">
        <w:rPr>
          <w:rFonts w:hint="cs"/>
          <w:cs/>
          <w:lang w:bidi="hi-IN"/>
        </w:rPr>
        <w:t>मुहम्मद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बिन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जरीर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तबरी</w:t>
      </w:r>
      <w:r w:rsidRPr="00CC17CC">
        <w:rPr>
          <w:cs/>
          <w:lang w:bidi="hi-IN"/>
        </w:rPr>
        <w:t xml:space="preserve"> </w:t>
      </w:r>
      <w:r>
        <w:rPr>
          <w:cs/>
          <w:lang w:bidi="hi-IN"/>
        </w:rPr>
        <w:t>(</w:t>
      </w:r>
      <w:r w:rsidRPr="00CC17CC">
        <w:rPr>
          <w:rFonts w:hint="cs"/>
          <w:cs/>
          <w:lang w:bidi="hi-IN"/>
        </w:rPr>
        <w:t>अल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मतूफ़ी</w:t>
      </w:r>
      <w:r w:rsidRPr="00CC17CC">
        <w:rPr>
          <w:cs/>
          <w:lang w:bidi="hi-IN"/>
        </w:rPr>
        <w:t xml:space="preserve"> </w:t>
      </w:r>
      <w:r w:rsidRPr="009E708E">
        <w:t>300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>)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किताब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तारीख़े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तबरी</w:t>
      </w:r>
      <w:r w:rsidRPr="009E708E">
        <w:t xml:space="preserve">, </w:t>
      </w:r>
      <w:r w:rsidRPr="00CC17CC">
        <w:rPr>
          <w:rFonts w:hint="cs"/>
          <w:cs/>
          <w:lang w:bidi="hi-IN"/>
        </w:rPr>
        <w:t>मरूजुज़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ज़हब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किताबुल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अशराफ़ुल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तबनिया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वग़ैरा।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तसानीफ़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जिस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दौर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मुतक़देमीन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दौर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कहलाता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है।</w:t>
      </w:r>
    </w:p>
    <w:p w:rsidR="00CC17CC" w:rsidRPr="009E708E" w:rsidRDefault="00CC17CC" w:rsidP="006A0293">
      <w:pPr>
        <w:pStyle w:val="libNormal"/>
      </w:pPr>
      <w:r w:rsidRPr="00CC17CC">
        <w:rPr>
          <w:rFonts w:hint="cs"/>
          <w:cs/>
          <w:lang w:bidi="hi-IN"/>
        </w:rPr>
        <w:t>पांचवी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सदी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हिजरी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आग़ाज़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मुतवस्तीन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दौर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शुरू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दौर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इब्ने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असीर</w:t>
      </w:r>
      <w:r w:rsidRPr="009E708E">
        <w:t xml:space="preserve">, </w:t>
      </w:r>
      <w:r w:rsidRPr="00CC17CC">
        <w:rPr>
          <w:rFonts w:hint="cs"/>
          <w:cs/>
          <w:lang w:bidi="hi-IN"/>
        </w:rPr>
        <w:t>समआनी</w:t>
      </w:r>
      <w:r w:rsidRPr="009E708E">
        <w:t xml:space="preserve">, </w:t>
      </w:r>
      <w:r w:rsidRPr="00CC17CC">
        <w:rPr>
          <w:rFonts w:hint="cs"/>
          <w:cs/>
          <w:lang w:bidi="hi-IN"/>
        </w:rPr>
        <w:t>ज़हबी</w:t>
      </w:r>
      <w:r w:rsidRPr="009E708E">
        <w:t xml:space="preserve">, </w:t>
      </w:r>
      <w:r w:rsidRPr="00CC17CC">
        <w:rPr>
          <w:rFonts w:hint="cs"/>
          <w:cs/>
          <w:lang w:bidi="hi-IN"/>
        </w:rPr>
        <w:t>अबुल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फ़िदा</w:t>
      </w:r>
      <w:r w:rsidRPr="009E708E">
        <w:t xml:space="preserve">, </w:t>
      </w:r>
      <w:r w:rsidRPr="00CC17CC">
        <w:rPr>
          <w:rFonts w:hint="cs"/>
          <w:cs/>
          <w:lang w:bidi="hi-IN"/>
        </w:rPr>
        <w:t>नवेरी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सियुती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वग़ैरा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पैदा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लेकिन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लोगों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ख़ास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कमी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थी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तारीख़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इज़ाफ़ा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बजाय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उन्होंने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तरीक़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इख़्तेयार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था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मुतक़देमीन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किसी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तसनीफ़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सामने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lastRenderedPageBreak/>
        <w:t>रख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तग़य्युरात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पैदा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हैयत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बदल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लेकिन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बावजूद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किताबों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अवामी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हलके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ख़ातिर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ख़्वाह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मक़बूलियत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हासिल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हुई।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तारीख़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इब्ने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असीर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तारीख़े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तबरी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शोहरत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मक़बूलियत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हासिल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अकसर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कुदमा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किताबें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नापैद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गईं।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इब्ने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असीर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तबरी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बाद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मोअर्रेख़ीन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पैदा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हुए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उन्होंने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भी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अपनी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किताबों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माखि़ज़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इब्ने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असीर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तबरी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किताबों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क़रार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दिया।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फ़ेहरिस्त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इब्ने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ख़ल्दून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शामिल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नहीं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सकता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लिये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अन्दाज़े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तहरीर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सबसे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अलग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है।</w:t>
      </w:r>
    </w:p>
    <w:p w:rsidR="00CC17CC" w:rsidRPr="009E708E" w:rsidRDefault="00CC17CC" w:rsidP="006A0293">
      <w:pPr>
        <w:pStyle w:val="libNormal"/>
      </w:pPr>
      <w:r w:rsidRPr="00CC17CC">
        <w:rPr>
          <w:rFonts w:hint="cs"/>
          <w:cs/>
          <w:lang w:bidi="hi-IN"/>
        </w:rPr>
        <w:t>मुख़्तसर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उमवी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अब्बासी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दौर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तसनीफ़ात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तालीफ़ात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बकसरत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हुआ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झूठी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अहादीस</w:t>
      </w:r>
      <w:r w:rsidRPr="009E708E">
        <w:t xml:space="preserve">, </w:t>
      </w:r>
      <w:r w:rsidRPr="00CC17CC">
        <w:rPr>
          <w:rFonts w:hint="cs"/>
          <w:cs/>
          <w:lang w:bidi="hi-IN"/>
        </w:rPr>
        <w:t>मोहमल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रिवायत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ग़लत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वाक़ियात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बुनियाद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ख़ूब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किताबे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लिखी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गईं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चूंकि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उमवी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अब्बासी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हुक्मरानों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दौलत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ताक़त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इस्तेमाल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ख़ुसूसी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तवज्जो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दिल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चस्पी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साथ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किताबें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लिखवाईं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लेहाज़ा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ज़ाहिर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तारीख़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तदवीनी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मरहला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उन्हीं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निगरानी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तय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हुआ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उन्हीं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मरज़ी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मुताबिक़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तारीख़ी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वाक़ियात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किताबों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मरक़ूम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किये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गए।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मुलूकियत</w:t>
      </w:r>
      <w:r w:rsidRPr="009E708E">
        <w:t xml:space="preserve">, </w:t>
      </w:r>
      <w:r w:rsidRPr="00CC17CC">
        <w:rPr>
          <w:rFonts w:hint="cs"/>
          <w:cs/>
          <w:lang w:bidi="hi-IN"/>
        </w:rPr>
        <w:t>इमारत</w:t>
      </w:r>
      <w:r w:rsidRPr="009E708E">
        <w:t xml:space="preserve">, </w:t>
      </w:r>
      <w:r w:rsidRPr="00CC17CC">
        <w:rPr>
          <w:rFonts w:hint="cs"/>
          <w:cs/>
          <w:lang w:bidi="hi-IN"/>
        </w:rPr>
        <w:t>डिक्टेटर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शिप</w:t>
      </w:r>
      <w:r w:rsidRPr="009E708E">
        <w:t xml:space="preserve">, </w:t>
      </w:r>
      <w:r w:rsidRPr="00CC17CC">
        <w:rPr>
          <w:rFonts w:hint="cs"/>
          <w:cs/>
          <w:lang w:bidi="hi-IN"/>
        </w:rPr>
        <w:t>शाही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शहनशाही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साथ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नाजायज़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टुकड़ों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पलने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वाले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ख़ुशामदी</w:t>
      </w:r>
      <w:r w:rsidRPr="009E708E">
        <w:t xml:space="preserve">, </w:t>
      </w:r>
      <w:r w:rsidRPr="00CC17CC">
        <w:rPr>
          <w:rFonts w:hint="cs"/>
          <w:cs/>
          <w:lang w:bidi="hi-IN"/>
        </w:rPr>
        <w:t>दरबारी</w:t>
      </w:r>
      <w:r w:rsidRPr="009E708E">
        <w:t xml:space="preserve">, </w:t>
      </w:r>
      <w:r w:rsidRPr="00CC17CC">
        <w:rPr>
          <w:rFonts w:hint="cs"/>
          <w:cs/>
          <w:lang w:bidi="hi-IN"/>
        </w:rPr>
        <w:t>जागीरदार</w:t>
      </w:r>
      <w:r w:rsidRPr="009E708E">
        <w:t xml:space="preserve">, </w:t>
      </w:r>
      <w:r w:rsidRPr="00CC17CC">
        <w:rPr>
          <w:rFonts w:hint="cs"/>
          <w:cs/>
          <w:lang w:bidi="hi-IN"/>
        </w:rPr>
        <w:t>ओहदेदार</w:t>
      </w:r>
      <w:r w:rsidRPr="009E708E">
        <w:t xml:space="preserve">, </w:t>
      </w:r>
      <w:r w:rsidRPr="00CC17CC">
        <w:rPr>
          <w:rFonts w:hint="cs"/>
          <w:cs/>
          <w:lang w:bidi="hi-IN"/>
        </w:rPr>
        <w:t>क़ाज़ी</w:t>
      </w:r>
      <w:r w:rsidRPr="009E708E">
        <w:t xml:space="preserve">, </w:t>
      </w:r>
      <w:r w:rsidRPr="00CC17CC">
        <w:rPr>
          <w:rFonts w:hint="cs"/>
          <w:cs/>
          <w:lang w:bidi="hi-IN"/>
        </w:rPr>
        <w:t>मुल्ला</w:t>
      </w:r>
      <w:r w:rsidRPr="009E708E">
        <w:t xml:space="preserve">, </w:t>
      </w:r>
      <w:r w:rsidRPr="00CC17CC">
        <w:rPr>
          <w:rFonts w:hint="cs"/>
          <w:cs/>
          <w:lang w:bidi="hi-IN"/>
        </w:rPr>
        <w:t>मुफ़ती</w:t>
      </w:r>
      <w:r w:rsidRPr="009E708E">
        <w:t xml:space="preserve">, </w:t>
      </w:r>
      <w:r w:rsidRPr="00CC17CC">
        <w:rPr>
          <w:rFonts w:hint="cs"/>
          <w:cs/>
          <w:lang w:bidi="hi-IN"/>
        </w:rPr>
        <w:t>रावी</w:t>
      </w:r>
      <w:r w:rsidRPr="009E708E">
        <w:t xml:space="preserve">, </w:t>
      </w:r>
      <w:r w:rsidRPr="00CC17CC">
        <w:rPr>
          <w:rFonts w:hint="cs"/>
          <w:cs/>
          <w:lang w:bidi="hi-IN"/>
        </w:rPr>
        <w:t>ज़मीर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फ़रोश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ओलमा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इमान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फ़रोश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मोअर्रेख़ीन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सभी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शामिल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थे।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जिन्होंने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मिल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इस्लामी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तारीख़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मसख़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अपनी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साज़िशी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कोशिशे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सरफ़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दीं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जिसका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नतीजा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हुआ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हज़ारों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lastRenderedPageBreak/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तादाद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जाली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हदीसे</w:t>
      </w:r>
      <w:r w:rsidRPr="009E708E">
        <w:t xml:space="preserve">, </w:t>
      </w:r>
      <w:r w:rsidRPr="00CC17CC">
        <w:rPr>
          <w:rFonts w:hint="cs"/>
          <w:cs/>
          <w:lang w:bidi="hi-IN"/>
        </w:rPr>
        <w:t>फ़र्ज़ी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रवायतें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ग़लत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मोहमल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वाक़ियात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क़लम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ज़रिये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इस्तेहकाम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गये।</w:t>
      </w:r>
    </w:p>
    <w:p w:rsidR="00CC17CC" w:rsidRPr="009E708E" w:rsidRDefault="00CC17CC" w:rsidP="006A0293">
      <w:pPr>
        <w:pStyle w:val="libNormal"/>
      </w:pPr>
      <w:r w:rsidRPr="00CC17CC">
        <w:rPr>
          <w:rFonts w:hint="cs"/>
          <w:cs/>
          <w:lang w:bidi="hi-IN"/>
        </w:rPr>
        <w:t>यह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भी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एक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तारीख़ी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हक़ीक़त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मुआविया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बाद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इस्तेबदादी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दौर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मुम्किन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था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शख़्स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ज़बानी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तरीरी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तौर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आले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मोहम्मद</w:t>
      </w:r>
      <w:r w:rsidRPr="00CC17CC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स.अ.व.व.</w:t>
      </w:r>
      <w:r w:rsidRPr="00CC17CC">
        <w:rPr>
          <w:cs/>
          <w:lang w:bidi="hi-IN"/>
        </w:rPr>
        <w:t xml:space="preserve">)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फ़ज़ाएल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मुनाक़िब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बयान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करता।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अगर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ऐसा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करता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भी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ज़बान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गुद्दी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ख़ींच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जाती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हाथ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पाओं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काट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दिये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जाते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आंखों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लोहे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गर्म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सलाख़ें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चला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जाती।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यही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सबब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दौर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सच्चाई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ख़ामोश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रही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तारीख़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दामन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झूटी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हदीसों</w:t>
      </w:r>
      <w:r w:rsidRPr="009E708E">
        <w:t xml:space="preserve">, </w:t>
      </w:r>
      <w:r w:rsidRPr="00CC17CC">
        <w:rPr>
          <w:rFonts w:hint="cs"/>
          <w:cs/>
          <w:lang w:bidi="hi-IN"/>
        </w:rPr>
        <w:t>जाली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रवायतों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ग़लत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वाक़ियात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छलक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पड़ा।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चुनान्चे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शेख़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मुफ़ीद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अलह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रहमा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अपनी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किताब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इरशाद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लिये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क़लम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उठाया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वाक़ेयाते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करबला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दर्ज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करते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हुए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इब्तेदा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उन्होंने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वज़ाहत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बयानात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तअल्लुक़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तमाम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अरबाबे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तारीख़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सियर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9E708E">
        <w:t xml:space="preserve">, </w:t>
      </w:r>
      <w:r w:rsidRPr="00CC17CC">
        <w:rPr>
          <w:rFonts w:hint="cs"/>
          <w:cs/>
          <w:lang w:bidi="hi-IN"/>
        </w:rPr>
        <w:t>मैंने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सिर्फ़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मुक़ाम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नक़ल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दिया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मतलब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हुआ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शेख़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मुफ़ीद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अलैह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रहमा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तारीख़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तहक़ीक़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सेहत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अपने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बाद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मोहक़्क़ेक़ीन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मोअर्रेख़ीन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छोड़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दिया।</w:t>
      </w:r>
    </w:p>
    <w:p w:rsidR="00CC17CC" w:rsidRPr="009E708E" w:rsidRDefault="00CC17CC" w:rsidP="006A0293">
      <w:pPr>
        <w:pStyle w:val="libNormal"/>
      </w:pPr>
      <w:r w:rsidRPr="00CC17CC">
        <w:rPr>
          <w:rFonts w:hint="cs"/>
          <w:cs/>
          <w:lang w:bidi="hi-IN"/>
        </w:rPr>
        <w:t>तारीख़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एक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इम्तेयाज़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भी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शरियत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अलूम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फ़ुनून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ताल्लुक़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फ़ने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तारीख़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नहीं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बल्कि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एक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मक़सूस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महदूद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दुनिया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इन्सान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अक़ाएदी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जज़बात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वाबस्ता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होते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ताअस्सुब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तंग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नज़री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इमकानात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भी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पाये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जाते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हैं।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तारीख़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मसाएल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बिल्कुल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मुख़्तलिफ़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हैं।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अमूमन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lastRenderedPageBreak/>
        <w:t>जज़बात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एहसासात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राबता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नहीं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होता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कहने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गुजांइश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बाक़ी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रहती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मोअर्रिक़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दयानत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दारी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ग़ैर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जानिबदारी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लिया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चुनान्चे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यही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रास्ता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जिस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मोहक़िक़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बसीर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जनाबे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फ़रोग़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काज़मी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मौजूदा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दौर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गामज़न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तहक़ीक़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हक़ाएक़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रौशनी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दीनी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खि़दमात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अन्जाम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रहे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हैं।</w:t>
      </w:r>
    </w:p>
    <w:p w:rsidR="00CC17CC" w:rsidRPr="009E708E" w:rsidRDefault="00CC17CC" w:rsidP="006A0293">
      <w:pPr>
        <w:pStyle w:val="libNormal"/>
      </w:pPr>
      <w:r w:rsidRPr="00CC17CC">
        <w:rPr>
          <w:rFonts w:hint="cs"/>
          <w:cs/>
          <w:lang w:bidi="hi-IN"/>
        </w:rPr>
        <w:t>मौसूफ़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हक़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आशना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हक़ीक़त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निगार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क़लम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इस्लामी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दुनिया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मोहताजे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तारूफ़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नहीं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उनकी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किताबों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ख़ोलफ़ा</w:t>
      </w:r>
      <w:r w:rsidRPr="009E708E">
        <w:t xml:space="preserve">, </w:t>
      </w:r>
      <w:r w:rsidRPr="00CC17CC">
        <w:rPr>
          <w:rFonts w:hint="cs"/>
          <w:cs/>
          <w:lang w:bidi="hi-IN"/>
        </w:rPr>
        <w:t>तफ़सीरे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करबला</w:t>
      </w:r>
      <w:r w:rsidRPr="009E708E">
        <w:t xml:space="preserve">, </w:t>
      </w:r>
      <w:r w:rsidRPr="00CC17CC">
        <w:rPr>
          <w:rFonts w:hint="cs"/>
          <w:cs/>
          <w:lang w:bidi="hi-IN"/>
        </w:rPr>
        <w:t>हज़रत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आयशा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तारीखी़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हैसियत</w:t>
      </w:r>
      <w:r w:rsidRPr="009E708E">
        <w:t xml:space="preserve">, </w:t>
      </w:r>
      <w:r w:rsidRPr="00CC17CC">
        <w:rPr>
          <w:rFonts w:hint="cs"/>
          <w:cs/>
          <w:lang w:bidi="hi-IN"/>
        </w:rPr>
        <w:t>जदीद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शरीयत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सैय्यदा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सकीना</w:t>
      </w:r>
      <w:r w:rsidRPr="00CC17CC">
        <w:rPr>
          <w:cs/>
          <w:lang w:bidi="hi-IN"/>
        </w:rPr>
        <w:t xml:space="preserve"> (</w:t>
      </w:r>
      <w:r w:rsidRPr="00CC17CC">
        <w:rPr>
          <w:rFonts w:hint="cs"/>
          <w:cs/>
          <w:lang w:bidi="hi-IN"/>
        </w:rPr>
        <w:t>अ</w:t>
      </w:r>
      <w:r w:rsidRPr="00CC17CC">
        <w:rPr>
          <w:cs/>
          <w:lang w:bidi="hi-IN"/>
        </w:rPr>
        <w:t>.</w:t>
      </w:r>
      <w:r w:rsidRPr="00CC17CC">
        <w:rPr>
          <w:rFonts w:hint="cs"/>
          <w:cs/>
          <w:lang w:bidi="hi-IN"/>
        </w:rPr>
        <w:t>स</w:t>
      </w:r>
      <w:r w:rsidRPr="00CC17CC">
        <w:rPr>
          <w:cs/>
          <w:lang w:bidi="hi-IN"/>
        </w:rPr>
        <w:t xml:space="preserve">.) </w:t>
      </w:r>
      <w:r w:rsidRPr="00CC17CC">
        <w:rPr>
          <w:rFonts w:hint="cs"/>
          <w:cs/>
          <w:lang w:bidi="hi-IN"/>
        </w:rPr>
        <w:t>वग़ैरा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माया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नाज़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किताबें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मक़बूलियत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दर्जे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फ़ायज़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अवाम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खि़राजे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तहसीन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हासिल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चुकि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यहां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बाज़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किताबों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तर्जुमा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भी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दूसरी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ज़बानों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रहा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इन्शाअल्लाह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जल्दी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मंज़रे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आजायेगा।</w:t>
      </w:r>
    </w:p>
    <w:p w:rsidR="00CC17CC" w:rsidRPr="009E708E" w:rsidRDefault="00CC17CC" w:rsidP="006A0293">
      <w:pPr>
        <w:pStyle w:val="libNormal"/>
      </w:pPr>
      <w:r w:rsidRPr="00CC17CC">
        <w:rPr>
          <w:rFonts w:hint="cs"/>
          <w:cs/>
          <w:lang w:bidi="hi-IN"/>
        </w:rPr>
        <w:t>ज़ेरे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नज़र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किताब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तफ़सीरे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इस्लाम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ख़ुसूसी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इम्तेयाज़ात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निगारिश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िं</w:t>
      </w:r>
      <w:r w:rsidRPr="00CC17CC">
        <w:rPr>
          <w:rFonts w:hint="cs"/>
          <w:cs/>
          <w:lang w:bidi="hi-IN"/>
        </w:rPr>
        <w:t>बना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ब्रादरम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फ़रोग़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काज़मी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क़लमी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काविशों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तारीख़ी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सहीफ़ा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जिसके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दामन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इस्लाम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तौहीद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इब्तेदाये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आफ़रेनश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झलकियों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साथ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साथ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आदम</w:t>
      </w:r>
      <w:r w:rsidRPr="00CC17CC">
        <w:rPr>
          <w:cs/>
          <w:lang w:bidi="hi-IN"/>
        </w:rPr>
        <w:t xml:space="preserve"> (</w:t>
      </w:r>
      <w:r w:rsidRPr="00CC17CC">
        <w:rPr>
          <w:rFonts w:hint="cs"/>
          <w:cs/>
          <w:lang w:bidi="hi-IN"/>
        </w:rPr>
        <w:t>अ</w:t>
      </w:r>
      <w:r w:rsidRPr="00CC17CC">
        <w:rPr>
          <w:cs/>
          <w:lang w:bidi="hi-IN"/>
        </w:rPr>
        <w:t>.</w:t>
      </w:r>
      <w:r w:rsidRPr="00CC17CC">
        <w:rPr>
          <w:rFonts w:hint="cs"/>
          <w:cs/>
          <w:lang w:bidi="hi-IN"/>
        </w:rPr>
        <w:t>स</w:t>
      </w:r>
      <w:r w:rsidRPr="00CC17CC">
        <w:rPr>
          <w:cs/>
          <w:lang w:bidi="hi-IN"/>
        </w:rPr>
        <w:t xml:space="preserve">.) </w:t>
      </w:r>
      <w:r w:rsidRPr="00CC17CC">
        <w:rPr>
          <w:rFonts w:hint="cs"/>
          <w:cs/>
          <w:lang w:bidi="hi-IN"/>
        </w:rPr>
        <w:t>शीश</w:t>
      </w:r>
      <w:r w:rsidRPr="00CC17CC">
        <w:rPr>
          <w:cs/>
          <w:lang w:bidi="hi-IN"/>
        </w:rPr>
        <w:t xml:space="preserve"> (</w:t>
      </w:r>
      <w:r w:rsidRPr="00CC17CC">
        <w:rPr>
          <w:rFonts w:hint="cs"/>
          <w:cs/>
          <w:lang w:bidi="hi-IN"/>
        </w:rPr>
        <w:t>अ</w:t>
      </w:r>
      <w:r w:rsidRPr="00CC17CC">
        <w:rPr>
          <w:cs/>
          <w:lang w:bidi="hi-IN"/>
        </w:rPr>
        <w:t>.</w:t>
      </w:r>
      <w:r w:rsidRPr="00CC17CC">
        <w:rPr>
          <w:rFonts w:hint="cs"/>
          <w:cs/>
          <w:lang w:bidi="hi-IN"/>
        </w:rPr>
        <w:t>स</w:t>
      </w:r>
      <w:r w:rsidRPr="00CC17CC">
        <w:rPr>
          <w:cs/>
          <w:lang w:bidi="hi-IN"/>
        </w:rPr>
        <w:t xml:space="preserve">.) </w:t>
      </w:r>
      <w:r w:rsidRPr="00CC17CC">
        <w:rPr>
          <w:rFonts w:hint="cs"/>
          <w:cs/>
          <w:lang w:bidi="hi-IN"/>
        </w:rPr>
        <w:t>इदरीस</w:t>
      </w:r>
      <w:r w:rsidRPr="00CC17CC">
        <w:rPr>
          <w:cs/>
          <w:lang w:bidi="hi-IN"/>
        </w:rPr>
        <w:t xml:space="preserve"> (</w:t>
      </w:r>
      <w:r w:rsidRPr="00CC17CC">
        <w:rPr>
          <w:rFonts w:hint="cs"/>
          <w:cs/>
          <w:lang w:bidi="hi-IN"/>
        </w:rPr>
        <w:t>अ</w:t>
      </w:r>
      <w:r w:rsidRPr="00CC17CC">
        <w:rPr>
          <w:cs/>
          <w:lang w:bidi="hi-IN"/>
        </w:rPr>
        <w:t>.</w:t>
      </w:r>
      <w:r w:rsidRPr="00CC17CC">
        <w:rPr>
          <w:rFonts w:hint="cs"/>
          <w:cs/>
          <w:lang w:bidi="hi-IN"/>
        </w:rPr>
        <w:t>स</w:t>
      </w:r>
      <w:r w:rsidRPr="00CC17CC">
        <w:rPr>
          <w:cs/>
          <w:lang w:bidi="hi-IN"/>
        </w:rPr>
        <w:t xml:space="preserve">.) </w:t>
      </w:r>
      <w:r w:rsidRPr="00CC17CC">
        <w:rPr>
          <w:rFonts w:hint="cs"/>
          <w:cs/>
          <w:lang w:bidi="hi-IN"/>
        </w:rPr>
        <w:t>नूह</w:t>
      </w:r>
      <w:r w:rsidRPr="00CC17CC">
        <w:rPr>
          <w:cs/>
          <w:lang w:bidi="hi-IN"/>
        </w:rPr>
        <w:t xml:space="preserve"> (</w:t>
      </w:r>
      <w:r w:rsidRPr="00CC17CC">
        <w:rPr>
          <w:rFonts w:hint="cs"/>
          <w:cs/>
          <w:lang w:bidi="hi-IN"/>
        </w:rPr>
        <w:t>अ</w:t>
      </w:r>
      <w:r w:rsidRPr="00CC17CC">
        <w:rPr>
          <w:cs/>
          <w:lang w:bidi="hi-IN"/>
        </w:rPr>
        <w:t>.</w:t>
      </w:r>
      <w:r w:rsidRPr="00CC17CC">
        <w:rPr>
          <w:rFonts w:hint="cs"/>
          <w:cs/>
          <w:lang w:bidi="hi-IN"/>
        </w:rPr>
        <w:t>स</w:t>
      </w:r>
      <w:r w:rsidRPr="00CC17CC">
        <w:rPr>
          <w:cs/>
          <w:lang w:bidi="hi-IN"/>
        </w:rPr>
        <w:t xml:space="preserve">.) </w:t>
      </w:r>
      <w:r w:rsidRPr="00CC17CC">
        <w:rPr>
          <w:rFonts w:hint="cs"/>
          <w:cs/>
          <w:lang w:bidi="hi-IN"/>
        </w:rPr>
        <w:t>हूद</w:t>
      </w:r>
      <w:r w:rsidRPr="00CC17CC">
        <w:rPr>
          <w:cs/>
          <w:lang w:bidi="hi-IN"/>
        </w:rPr>
        <w:t xml:space="preserve"> (</w:t>
      </w:r>
      <w:r w:rsidRPr="00CC17CC">
        <w:rPr>
          <w:rFonts w:hint="cs"/>
          <w:cs/>
          <w:lang w:bidi="hi-IN"/>
        </w:rPr>
        <w:t>अ</w:t>
      </w:r>
      <w:r w:rsidRPr="00CC17CC">
        <w:rPr>
          <w:cs/>
          <w:lang w:bidi="hi-IN"/>
        </w:rPr>
        <w:t>.</w:t>
      </w:r>
      <w:r w:rsidRPr="00CC17CC">
        <w:rPr>
          <w:rFonts w:hint="cs"/>
          <w:cs/>
          <w:lang w:bidi="hi-IN"/>
        </w:rPr>
        <w:t>स</w:t>
      </w:r>
      <w:r w:rsidRPr="00CC17CC">
        <w:rPr>
          <w:cs/>
          <w:lang w:bidi="hi-IN"/>
        </w:rPr>
        <w:t xml:space="preserve">.) </w:t>
      </w:r>
      <w:r w:rsidRPr="00CC17CC">
        <w:rPr>
          <w:rFonts w:hint="cs"/>
          <w:cs/>
          <w:lang w:bidi="hi-IN"/>
        </w:rPr>
        <w:t>सालेह</w:t>
      </w:r>
      <w:r w:rsidRPr="00CC17CC">
        <w:rPr>
          <w:cs/>
          <w:lang w:bidi="hi-IN"/>
        </w:rPr>
        <w:t xml:space="preserve"> (</w:t>
      </w:r>
      <w:r w:rsidRPr="00CC17CC">
        <w:rPr>
          <w:rFonts w:hint="cs"/>
          <w:cs/>
          <w:lang w:bidi="hi-IN"/>
        </w:rPr>
        <w:t>अ</w:t>
      </w:r>
      <w:r w:rsidRPr="00CC17CC">
        <w:rPr>
          <w:cs/>
          <w:lang w:bidi="hi-IN"/>
        </w:rPr>
        <w:t>.</w:t>
      </w:r>
      <w:r w:rsidRPr="00CC17CC">
        <w:rPr>
          <w:rFonts w:hint="cs"/>
          <w:cs/>
          <w:lang w:bidi="hi-IN"/>
        </w:rPr>
        <w:t>स</w:t>
      </w:r>
      <w:r w:rsidRPr="00CC17CC">
        <w:rPr>
          <w:cs/>
          <w:lang w:bidi="hi-IN"/>
        </w:rPr>
        <w:t xml:space="preserve">.) </w:t>
      </w:r>
      <w:r w:rsidRPr="00CC17CC">
        <w:rPr>
          <w:rFonts w:hint="cs"/>
          <w:cs/>
          <w:lang w:bidi="hi-IN"/>
        </w:rPr>
        <w:t>इब्राहीम</w:t>
      </w:r>
      <w:r w:rsidRPr="00CC17CC">
        <w:rPr>
          <w:cs/>
          <w:lang w:bidi="hi-IN"/>
        </w:rPr>
        <w:t xml:space="preserve"> (</w:t>
      </w:r>
      <w:r w:rsidRPr="00CC17CC">
        <w:rPr>
          <w:rFonts w:hint="cs"/>
          <w:cs/>
          <w:lang w:bidi="hi-IN"/>
        </w:rPr>
        <w:t>अ</w:t>
      </w:r>
      <w:r w:rsidRPr="00CC17CC">
        <w:rPr>
          <w:cs/>
          <w:lang w:bidi="hi-IN"/>
        </w:rPr>
        <w:t>.</w:t>
      </w:r>
      <w:r w:rsidRPr="00CC17CC">
        <w:rPr>
          <w:rFonts w:hint="cs"/>
          <w:cs/>
          <w:lang w:bidi="hi-IN"/>
        </w:rPr>
        <w:t>स</w:t>
      </w:r>
      <w:r w:rsidRPr="00CC17CC">
        <w:rPr>
          <w:cs/>
          <w:lang w:bidi="hi-IN"/>
        </w:rPr>
        <w:t xml:space="preserve">.) </w:t>
      </w:r>
      <w:r w:rsidRPr="00CC17CC">
        <w:rPr>
          <w:rFonts w:hint="cs"/>
          <w:cs/>
          <w:lang w:bidi="hi-IN"/>
        </w:rPr>
        <w:t>इस्माईल</w:t>
      </w:r>
      <w:r w:rsidRPr="00CC17CC">
        <w:rPr>
          <w:cs/>
          <w:lang w:bidi="hi-IN"/>
        </w:rPr>
        <w:t xml:space="preserve"> (</w:t>
      </w:r>
      <w:r w:rsidRPr="00CC17CC">
        <w:rPr>
          <w:rFonts w:hint="cs"/>
          <w:cs/>
          <w:lang w:bidi="hi-IN"/>
        </w:rPr>
        <w:t>अ</w:t>
      </w:r>
      <w:r w:rsidRPr="00CC17CC">
        <w:rPr>
          <w:cs/>
          <w:lang w:bidi="hi-IN"/>
        </w:rPr>
        <w:t>.</w:t>
      </w:r>
      <w:r w:rsidRPr="00CC17CC">
        <w:rPr>
          <w:rFonts w:hint="cs"/>
          <w:cs/>
          <w:lang w:bidi="hi-IN"/>
        </w:rPr>
        <w:t>स</w:t>
      </w:r>
      <w:r w:rsidRPr="00CC17CC">
        <w:rPr>
          <w:cs/>
          <w:lang w:bidi="hi-IN"/>
        </w:rPr>
        <w:t xml:space="preserve">.) </w:t>
      </w:r>
      <w:r w:rsidRPr="00CC17CC">
        <w:rPr>
          <w:rFonts w:hint="cs"/>
          <w:cs/>
          <w:lang w:bidi="hi-IN"/>
        </w:rPr>
        <w:t>इस्हाक़</w:t>
      </w:r>
      <w:r w:rsidRPr="00CC17CC">
        <w:rPr>
          <w:cs/>
          <w:lang w:bidi="hi-IN"/>
        </w:rPr>
        <w:t xml:space="preserve"> (</w:t>
      </w:r>
      <w:r w:rsidRPr="00CC17CC">
        <w:rPr>
          <w:rFonts w:hint="cs"/>
          <w:cs/>
          <w:lang w:bidi="hi-IN"/>
        </w:rPr>
        <w:t>अ</w:t>
      </w:r>
      <w:r w:rsidRPr="00CC17CC">
        <w:rPr>
          <w:cs/>
          <w:lang w:bidi="hi-IN"/>
        </w:rPr>
        <w:t>.</w:t>
      </w:r>
      <w:r w:rsidRPr="00CC17CC">
        <w:rPr>
          <w:rFonts w:hint="cs"/>
          <w:cs/>
          <w:lang w:bidi="hi-IN"/>
        </w:rPr>
        <w:t>स</w:t>
      </w:r>
      <w:r w:rsidRPr="00CC17CC">
        <w:rPr>
          <w:cs/>
          <w:lang w:bidi="hi-IN"/>
        </w:rPr>
        <w:t xml:space="preserve">.) </w:t>
      </w:r>
      <w:r w:rsidRPr="00CC17CC">
        <w:rPr>
          <w:rFonts w:hint="cs"/>
          <w:cs/>
          <w:lang w:bidi="hi-IN"/>
        </w:rPr>
        <w:t>लूत</w:t>
      </w:r>
      <w:r w:rsidRPr="00CC17CC">
        <w:rPr>
          <w:cs/>
          <w:lang w:bidi="hi-IN"/>
        </w:rPr>
        <w:t xml:space="preserve"> (</w:t>
      </w:r>
      <w:r w:rsidRPr="00CC17CC">
        <w:rPr>
          <w:rFonts w:hint="cs"/>
          <w:cs/>
          <w:lang w:bidi="hi-IN"/>
        </w:rPr>
        <w:t>अ</w:t>
      </w:r>
      <w:r w:rsidRPr="00CC17CC">
        <w:rPr>
          <w:cs/>
          <w:lang w:bidi="hi-IN"/>
        </w:rPr>
        <w:t>.</w:t>
      </w:r>
      <w:r w:rsidRPr="00CC17CC">
        <w:rPr>
          <w:rFonts w:hint="cs"/>
          <w:cs/>
          <w:lang w:bidi="hi-IN"/>
        </w:rPr>
        <w:t>स</w:t>
      </w:r>
      <w:r w:rsidRPr="00CC17CC">
        <w:rPr>
          <w:cs/>
          <w:lang w:bidi="hi-IN"/>
        </w:rPr>
        <w:t xml:space="preserve">.) </w:t>
      </w:r>
      <w:r w:rsidRPr="00CC17CC">
        <w:rPr>
          <w:rFonts w:hint="cs"/>
          <w:cs/>
          <w:lang w:bidi="hi-IN"/>
        </w:rPr>
        <w:t>ज़ुलक़रनैन</w:t>
      </w:r>
      <w:r w:rsidRPr="00CC17CC">
        <w:rPr>
          <w:cs/>
          <w:lang w:bidi="hi-IN"/>
        </w:rPr>
        <w:t xml:space="preserve"> (</w:t>
      </w:r>
      <w:r w:rsidRPr="00CC17CC">
        <w:rPr>
          <w:rFonts w:hint="cs"/>
          <w:cs/>
          <w:lang w:bidi="hi-IN"/>
        </w:rPr>
        <w:t>अ</w:t>
      </w:r>
      <w:r w:rsidRPr="00CC17CC">
        <w:rPr>
          <w:cs/>
          <w:lang w:bidi="hi-IN"/>
        </w:rPr>
        <w:t>.</w:t>
      </w:r>
      <w:r w:rsidRPr="00CC17CC">
        <w:rPr>
          <w:rFonts w:hint="cs"/>
          <w:cs/>
          <w:lang w:bidi="hi-IN"/>
        </w:rPr>
        <w:t>स</w:t>
      </w:r>
      <w:r w:rsidRPr="00CC17CC">
        <w:rPr>
          <w:cs/>
          <w:lang w:bidi="hi-IN"/>
        </w:rPr>
        <w:t xml:space="preserve">.) </w:t>
      </w:r>
      <w:r w:rsidRPr="00CC17CC">
        <w:rPr>
          <w:rFonts w:hint="cs"/>
          <w:cs/>
          <w:lang w:bidi="hi-IN"/>
        </w:rPr>
        <w:t>याक़ूब</w:t>
      </w:r>
      <w:r w:rsidRPr="00CC17CC">
        <w:rPr>
          <w:cs/>
          <w:lang w:bidi="hi-IN"/>
        </w:rPr>
        <w:t xml:space="preserve"> (</w:t>
      </w:r>
      <w:r w:rsidRPr="00CC17CC">
        <w:rPr>
          <w:rFonts w:hint="cs"/>
          <w:cs/>
          <w:lang w:bidi="hi-IN"/>
        </w:rPr>
        <w:t>अ</w:t>
      </w:r>
      <w:r w:rsidRPr="00CC17CC">
        <w:rPr>
          <w:cs/>
          <w:lang w:bidi="hi-IN"/>
        </w:rPr>
        <w:t>.</w:t>
      </w:r>
      <w:r w:rsidRPr="00CC17CC">
        <w:rPr>
          <w:rFonts w:hint="cs"/>
          <w:cs/>
          <w:lang w:bidi="hi-IN"/>
        </w:rPr>
        <w:t>स</w:t>
      </w:r>
      <w:r w:rsidRPr="00CC17CC">
        <w:rPr>
          <w:cs/>
          <w:lang w:bidi="hi-IN"/>
        </w:rPr>
        <w:t xml:space="preserve">.) </w:t>
      </w:r>
      <w:r w:rsidRPr="00CC17CC">
        <w:rPr>
          <w:rFonts w:hint="cs"/>
          <w:cs/>
          <w:lang w:bidi="hi-IN"/>
        </w:rPr>
        <w:t>यूसुफ़</w:t>
      </w:r>
      <w:r w:rsidRPr="00CC17CC">
        <w:rPr>
          <w:cs/>
          <w:lang w:bidi="hi-IN"/>
        </w:rPr>
        <w:t xml:space="preserve"> (</w:t>
      </w:r>
      <w:r w:rsidRPr="00CC17CC">
        <w:rPr>
          <w:rFonts w:hint="cs"/>
          <w:cs/>
          <w:lang w:bidi="hi-IN"/>
        </w:rPr>
        <w:t>अ</w:t>
      </w:r>
      <w:r w:rsidRPr="00CC17CC">
        <w:rPr>
          <w:cs/>
          <w:lang w:bidi="hi-IN"/>
        </w:rPr>
        <w:t>.</w:t>
      </w:r>
      <w:r w:rsidRPr="00CC17CC">
        <w:rPr>
          <w:rFonts w:hint="cs"/>
          <w:cs/>
          <w:lang w:bidi="hi-IN"/>
        </w:rPr>
        <w:t>स</w:t>
      </w:r>
      <w:r w:rsidRPr="00CC17CC">
        <w:rPr>
          <w:cs/>
          <w:lang w:bidi="hi-IN"/>
        </w:rPr>
        <w:t xml:space="preserve">.) </w:t>
      </w:r>
      <w:r w:rsidRPr="00CC17CC">
        <w:rPr>
          <w:rFonts w:hint="cs"/>
          <w:cs/>
          <w:lang w:bidi="hi-IN"/>
        </w:rPr>
        <w:t>अय्यूब</w:t>
      </w:r>
      <w:r w:rsidRPr="00CC17CC">
        <w:rPr>
          <w:cs/>
          <w:lang w:bidi="hi-IN"/>
        </w:rPr>
        <w:t xml:space="preserve"> (</w:t>
      </w:r>
      <w:r w:rsidRPr="00CC17CC">
        <w:rPr>
          <w:rFonts w:hint="cs"/>
          <w:cs/>
          <w:lang w:bidi="hi-IN"/>
        </w:rPr>
        <w:t>अ</w:t>
      </w:r>
      <w:r w:rsidRPr="00CC17CC">
        <w:rPr>
          <w:cs/>
          <w:lang w:bidi="hi-IN"/>
        </w:rPr>
        <w:t>.</w:t>
      </w:r>
      <w:r w:rsidRPr="00CC17CC">
        <w:rPr>
          <w:rFonts w:hint="cs"/>
          <w:cs/>
          <w:lang w:bidi="hi-IN"/>
        </w:rPr>
        <w:t>स</w:t>
      </w:r>
      <w:r w:rsidRPr="00CC17CC">
        <w:rPr>
          <w:cs/>
          <w:lang w:bidi="hi-IN"/>
        </w:rPr>
        <w:t xml:space="preserve">.) </w:t>
      </w:r>
      <w:r w:rsidRPr="00CC17CC">
        <w:rPr>
          <w:rFonts w:hint="cs"/>
          <w:cs/>
          <w:lang w:bidi="hi-IN"/>
        </w:rPr>
        <w:t>शुऐब</w:t>
      </w:r>
      <w:r w:rsidRPr="00CC17CC">
        <w:rPr>
          <w:cs/>
          <w:lang w:bidi="hi-IN"/>
        </w:rPr>
        <w:t xml:space="preserve"> (</w:t>
      </w:r>
      <w:r w:rsidRPr="00CC17CC">
        <w:rPr>
          <w:rFonts w:hint="cs"/>
          <w:cs/>
          <w:lang w:bidi="hi-IN"/>
        </w:rPr>
        <w:t>अ</w:t>
      </w:r>
      <w:r w:rsidRPr="00CC17CC">
        <w:rPr>
          <w:cs/>
          <w:lang w:bidi="hi-IN"/>
        </w:rPr>
        <w:t>.</w:t>
      </w:r>
      <w:r w:rsidRPr="00CC17CC">
        <w:rPr>
          <w:rFonts w:hint="cs"/>
          <w:cs/>
          <w:lang w:bidi="hi-IN"/>
        </w:rPr>
        <w:t>स</w:t>
      </w:r>
      <w:r w:rsidRPr="00CC17CC">
        <w:rPr>
          <w:cs/>
          <w:lang w:bidi="hi-IN"/>
        </w:rPr>
        <w:t xml:space="preserve">.) </w:t>
      </w:r>
      <w:r w:rsidRPr="00CC17CC">
        <w:rPr>
          <w:rFonts w:hint="cs"/>
          <w:cs/>
          <w:lang w:bidi="hi-IN"/>
        </w:rPr>
        <w:t>मूसा</w:t>
      </w:r>
      <w:r w:rsidRPr="00CC17CC">
        <w:rPr>
          <w:cs/>
          <w:lang w:bidi="hi-IN"/>
        </w:rPr>
        <w:t xml:space="preserve"> (</w:t>
      </w:r>
      <w:r w:rsidRPr="00CC17CC">
        <w:rPr>
          <w:rFonts w:hint="cs"/>
          <w:cs/>
          <w:lang w:bidi="hi-IN"/>
        </w:rPr>
        <w:t>अ</w:t>
      </w:r>
      <w:r w:rsidRPr="00CC17CC">
        <w:rPr>
          <w:cs/>
          <w:lang w:bidi="hi-IN"/>
        </w:rPr>
        <w:t>.</w:t>
      </w:r>
      <w:r w:rsidRPr="00CC17CC">
        <w:rPr>
          <w:rFonts w:hint="cs"/>
          <w:cs/>
          <w:lang w:bidi="hi-IN"/>
        </w:rPr>
        <w:t>स</w:t>
      </w:r>
      <w:r w:rsidRPr="00CC17CC">
        <w:rPr>
          <w:cs/>
          <w:lang w:bidi="hi-IN"/>
        </w:rPr>
        <w:t>.)</w:t>
      </w:r>
      <w:r w:rsidR="00F74AE6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हिज़खि़़ल</w:t>
      </w:r>
      <w:r w:rsidRPr="00CC17CC">
        <w:rPr>
          <w:cs/>
          <w:lang w:bidi="hi-IN"/>
        </w:rPr>
        <w:t xml:space="preserve"> (</w:t>
      </w:r>
      <w:r w:rsidRPr="00CC17CC">
        <w:rPr>
          <w:rFonts w:hint="cs"/>
          <w:cs/>
          <w:lang w:bidi="hi-IN"/>
        </w:rPr>
        <w:t>अ</w:t>
      </w:r>
      <w:r w:rsidRPr="00CC17CC">
        <w:rPr>
          <w:cs/>
          <w:lang w:bidi="hi-IN"/>
        </w:rPr>
        <w:t>.</w:t>
      </w:r>
      <w:r w:rsidRPr="00CC17CC">
        <w:rPr>
          <w:rFonts w:hint="cs"/>
          <w:cs/>
          <w:lang w:bidi="hi-IN"/>
        </w:rPr>
        <w:t>स</w:t>
      </w:r>
      <w:r w:rsidRPr="00CC17CC">
        <w:rPr>
          <w:cs/>
          <w:lang w:bidi="hi-IN"/>
        </w:rPr>
        <w:t xml:space="preserve">.) </w:t>
      </w:r>
      <w:r w:rsidRPr="00CC17CC">
        <w:rPr>
          <w:rFonts w:hint="cs"/>
          <w:cs/>
          <w:lang w:bidi="hi-IN"/>
        </w:rPr>
        <w:t>यूशा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बिन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नून</w:t>
      </w:r>
      <w:r w:rsidRPr="00CC17CC">
        <w:rPr>
          <w:cs/>
          <w:lang w:bidi="hi-IN"/>
        </w:rPr>
        <w:t xml:space="preserve"> (</w:t>
      </w:r>
      <w:r w:rsidRPr="00CC17CC">
        <w:rPr>
          <w:rFonts w:hint="cs"/>
          <w:cs/>
          <w:lang w:bidi="hi-IN"/>
        </w:rPr>
        <w:t>अ</w:t>
      </w:r>
      <w:r w:rsidRPr="00CC17CC">
        <w:rPr>
          <w:cs/>
          <w:lang w:bidi="hi-IN"/>
        </w:rPr>
        <w:t>.</w:t>
      </w:r>
      <w:r w:rsidRPr="00CC17CC">
        <w:rPr>
          <w:rFonts w:hint="cs"/>
          <w:cs/>
          <w:lang w:bidi="hi-IN"/>
        </w:rPr>
        <w:t>स</w:t>
      </w:r>
      <w:r w:rsidRPr="00CC17CC">
        <w:rPr>
          <w:cs/>
          <w:lang w:bidi="hi-IN"/>
        </w:rPr>
        <w:t xml:space="preserve">.) </w:t>
      </w:r>
      <w:r w:rsidRPr="00CC17CC">
        <w:rPr>
          <w:rFonts w:hint="cs"/>
          <w:cs/>
          <w:lang w:bidi="hi-IN"/>
        </w:rPr>
        <w:t>इलयास</w:t>
      </w:r>
      <w:r w:rsidRPr="00CC17CC">
        <w:rPr>
          <w:cs/>
          <w:lang w:bidi="hi-IN"/>
        </w:rPr>
        <w:t xml:space="preserve"> (</w:t>
      </w:r>
      <w:r w:rsidRPr="00CC17CC">
        <w:rPr>
          <w:rFonts w:hint="cs"/>
          <w:cs/>
          <w:lang w:bidi="hi-IN"/>
        </w:rPr>
        <w:t>अ</w:t>
      </w:r>
      <w:r w:rsidRPr="00CC17CC">
        <w:rPr>
          <w:cs/>
          <w:lang w:bidi="hi-IN"/>
        </w:rPr>
        <w:t>.</w:t>
      </w:r>
      <w:r w:rsidRPr="00CC17CC">
        <w:rPr>
          <w:rFonts w:hint="cs"/>
          <w:cs/>
          <w:lang w:bidi="hi-IN"/>
        </w:rPr>
        <w:t>स</w:t>
      </w:r>
      <w:r w:rsidRPr="00CC17CC">
        <w:rPr>
          <w:cs/>
          <w:lang w:bidi="hi-IN"/>
        </w:rPr>
        <w:t xml:space="preserve">.) </w:t>
      </w:r>
      <w:r w:rsidRPr="00CC17CC">
        <w:rPr>
          <w:rFonts w:hint="cs"/>
          <w:cs/>
          <w:lang w:bidi="hi-IN"/>
        </w:rPr>
        <w:t>लुक़मान</w:t>
      </w:r>
      <w:r w:rsidRPr="00CC17CC">
        <w:rPr>
          <w:cs/>
          <w:lang w:bidi="hi-IN"/>
        </w:rPr>
        <w:t xml:space="preserve"> </w:t>
      </w:r>
      <w:r w:rsidRPr="00CC17CC">
        <w:rPr>
          <w:cs/>
          <w:lang w:bidi="hi-IN"/>
        </w:rPr>
        <w:lastRenderedPageBreak/>
        <w:t>(</w:t>
      </w:r>
      <w:r w:rsidRPr="00CC17CC">
        <w:rPr>
          <w:rFonts w:hint="cs"/>
          <w:cs/>
          <w:lang w:bidi="hi-IN"/>
        </w:rPr>
        <w:t>अ</w:t>
      </w:r>
      <w:r w:rsidRPr="00CC17CC">
        <w:rPr>
          <w:cs/>
          <w:lang w:bidi="hi-IN"/>
        </w:rPr>
        <w:t>.</w:t>
      </w:r>
      <w:r w:rsidRPr="00CC17CC">
        <w:rPr>
          <w:rFonts w:hint="cs"/>
          <w:cs/>
          <w:lang w:bidi="hi-IN"/>
        </w:rPr>
        <w:t>स</w:t>
      </w:r>
      <w:r w:rsidRPr="00CC17CC">
        <w:rPr>
          <w:cs/>
          <w:lang w:bidi="hi-IN"/>
        </w:rPr>
        <w:t xml:space="preserve">.) </w:t>
      </w:r>
      <w:r w:rsidRPr="00CC17CC">
        <w:rPr>
          <w:rFonts w:hint="cs"/>
          <w:cs/>
          <w:lang w:bidi="hi-IN"/>
        </w:rPr>
        <w:t>दाऊद</w:t>
      </w:r>
      <w:r w:rsidRPr="00CC17CC">
        <w:rPr>
          <w:cs/>
          <w:lang w:bidi="hi-IN"/>
        </w:rPr>
        <w:t xml:space="preserve"> (</w:t>
      </w:r>
      <w:r w:rsidRPr="00CC17CC">
        <w:rPr>
          <w:rFonts w:hint="cs"/>
          <w:cs/>
          <w:lang w:bidi="hi-IN"/>
        </w:rPr>
        <w:t>अ</w:t>
      </w:r>
      <w:r w:rsidRPr="00CC17CC">
        <w:rPr>
          <w:cs/>
          <w:lang w:bidi="hi-IN"/>
        </w:rPr>
        <w:t>.</w:t>
      </w:r>
      <w:r w:rsidRPr="00CC17CC">
        <w:rPr>
          <w:rFonts w:hint="cs"/>
          <w:cs/>
          <w:lang w:bidi="hi-IN"/>
        </w:rPr>
        <w:t>स</w:t>
      </w:r>
      <w:r w:rsidRPr="00CC17CC">
        <w:rPr>
          <w:cs/>
          <w:lang w:bidi="hi-IN"/>
        </w:rPr>
        <w:t xml:space="preserve">.) </w:t>
      </w:r>
      <w:r w:rsidRPr="00CC17CC">
        <w:rPr>
          <w:rFonts w:hint="cs"/>
          <w:cs/>
          <w:lang w:bidi="hi-IN"/>
        </w:rPr>
        <w:t>सुलेमान</w:t>
      </w:r>
      <w:r w:rsidRPr="00CC17CC">
        <w:rPr>
          <w:cs/>
          <w:lang w:bidi="hi-IN"/>
        </w:rPr>
        <w:t xml:space="preserve"> (</w:t>
      </w:r>
      <w:r w:rsidRPr="00CC17CC">
        <w:rPr>
          <w:rFonts w:hint="cs"/>
          <w:cs/>
          <w:lang w:bidi="hi-IN"/>
        </w:rPr>
        <w:t>अ</w:t>
      </w:r>
      <w:r w:rsidRPr="00CC17CC">
        <w:rPr>
          <w:cs/>
          <w:lang w:bidi="hi-IN"/>
        </w:rPr>
        <w:t>.</w:t>
      </w:r>
      <w:r w:rsidRPr="00CC17CC">
        <w:rPr>
          <w:rFonts w:hint="cs"/>
          <w:cs/>
          <w:lang w:bidi="hi-IN"/>
        </w:rPr>
        <w:t>स</w:t>
      </w:r>
      <w:r w:rsidRPr="00CC17CC">
        <w:rPr>
          <w:cs/>
          <w:lang w:bidi="hi-IN"/>
        </w:rPr>
        <w:t xml:space="preserve">.) </w:t>
      </w:r>
      <w:r w:rsidRPr="00CC17CC">
        <w:rPr>
          <w:rFonts w:hint="cs"/>
          <w:cs/>
          <w:lang w:bidi="hi-IN"/>
        </w:rPr>
        <w:t>शेया</w:t>
      </w:r>
      <w:r w:rsidRPr="00CC17CC">
        <w:rPr>
          <w:cs/>
          <w:lang w:bidi="hi-IN"/>
        </w:rPr>
        <w:t xml:space="preserve"> (</w:t>
      </w:r>
      <w:r w:rsidRPr="00CC17CC">
        <w:rPr>
          <w:rFonts w:hint="cs"/>
          <w:cs/>
          <w:lang w:bidi="hi-IN"/>
        </w:rPr>
        <w:t>अ</w:t>
      </w:r>
      <w:r w:rsidRPr="00CC17CC">
        <w:rPr>
          <w:cs/>
          <w:lang w:bidi="hi-IN"/>
        </w:rPr>
        <w:t>.</w:t>
      </w:r>
      <w:r w:rsidRPr="00CC17CC">
        <w:rPr>
          <w:rFonts w:hint="cs"/>
          <w:cs/>
          <w:lang w:bidi="hi-IN"/>
        </w:rPr>
        <w:t>स</w:t>
      </w:r>
      <w:r w:rsidRPr="00CC17CC">
        <w:rPr>
          <w:cs/>
          <w:lang w:bidi="hi-IN"/>
        </w:rPr>
        <w:t xml:space="preserve">.) </w:t>
      </w:r>
      <w:r w:rsidRPr="00CC17CC">
        <w:rPr>
          <w:rFonts w:hint="cs"/>
          <w:cs/>
          <w:lang w:bidi="hi-IN"/>
        </w:rPr>
        <w:t>हैक़ूक़</w:t>
      </w:r>
      <w:r w:rsidRPr="00CC17CC">
        <w:rPr>
          <w:cs/>
          <w:lang w:bidi="hi-IN"/>
        </w:rPr>
        <w:t xml:space="preserve"> (</w:t>
      </w:r>
      <w:r w:rsidRPr="00CC17CC">
        <w:rPr>
          <w:rFonts w:hint="cs"/>
          <w:cs/>
          <w:lang w:bidi="hi-IN"/>
        </w:rPr>
        <w:t>अ</w:t>
      </w:r>
      <w:r w:rsidRPr="00CC17CC">
        <w:rPr>
          <w:cs/>
          <w:lang w:bidi="hi-IN"/>
        </w:rPr>
        <w:t>.</w:t>
      </w:r>
      <w:r w:rsidRPr="00CC17CC">
        <w:rPr>
          <w:rFonts w:hint="cs"/>
          <w:cs/>
          <w:lang w:bidi="hi-IN"/>
        </w:rPr>
        <w:t>स</w:t>
      </w:r>
      <w:r w:rsidRPr="00CC17CC">
        <w:rPr>
          <w:cs/>
          <w:lang w:bidi="hi-IN"/>
        </w:rPr>
        <w:t xml:space="preserve">.) </w:t>
      </w:r>
      <w:r w:rsidRPr="00CC17CC">
        <w:rPr>
          <w:rFonts w:hint="cs"/>
          <w:cs/>
          <w:lang w:bidi="hi-IN"/>
        </w:rPr>
        <w:t>ज़करिया</w:t>
      </w:r>
      <w:r w:rsidRPr="00CC17CC">
        <w:rPr>
          <w:cs/>
          <w:lang w:bidi="hi-IN"/>
        </w:rPr>
        <w:t xml:space="preserve"> (</w:t>
      </w:r>
      <w:r w:rsidRPr="00CC17CC">
        <w:rPr>
          <w:rFonts w:hint="cs"/>
          <w:cs/>
          <w:lang w:bidi="hi-IN"/>
        </w:rPr>
        <w:t>अ</w:t>
      </w:r>
      <w:r w:rsidRPr="00CC17CC">
        <w:rPr>
          <w:cs/>
          <w:lang w:bidi="hi-IN"/>
        </w:rPr>
        <w:t>.</w:t>
      </w:r>
      <w:r w:rsidRPr="00CC17CC">
        <w:rPr>
          <w:rFonts w:hint="cs"/>
          <w:cs/>
          <w:lang w:bidi="hi-IN"/>
        </w:rPr>
        <w:t>स</w:t>
      </w:r>
      <w:r w:rsidRPr="00CC17CC">
        <w:rPr>
          <w:cs/>
          <w:lang w:bidi="hi-IN"/>
        </w:rPr>
        <w:t xml:space="preserve">.) </w:t>
      </w:r>
      <w:r w:rsidRPr="00CC17CC">
        <w:rPr>
          <w:rFonts w:hint="cs"/>
          <w:cs/>
          <w:lang w:bidi="hi-IN"/>
        </w:rPr>
        <w:t>यहीया</w:t>
      </w:r>
      <w:r w:rsidRPr="00CC17CC">
        <w:rPr>
          <w:cs/>
          <w:lang w:bidi="hi-IN"/>
        </w:rPr>
        <w:t xml:space="preserve"> (</w:t>
      </w:r>
      <w:r w:rsidRPr="00CC17CC">
        <w:rPr>
          <w:rFonts w:hint="cs"/>
          <w:cs/>
          <w:lang w:bidi="hi-IN"/>
        </w:rPr>
        <w:t>अ</w:t>
      </w:r>
      <w:r w:rsidRPr="00CC17CC">
        <w:rPr>
          <w:cs/>
          <w:lang w:bidi="hi-IN"/>
        </w:rPr>
        <w:t>.</w:t>
      </w:r>
      <w:r w:rsidRPr="00CC17CC">
        <w:rPr>
          <w:rFonts w:hint="cs"/>
          <w:cs/>
          <w:lang w:bidi="hi-IN"/>
        </w:rPr>
        <w:t>स</w:t>
      </w:r>
      <w:r w:rsidRPr="00CC17CC">
        <w:rPr>
          <w:cs/>
          <w:lang w:bidi="hi-IN"/>
        </w:rPr>
        <w:t xml:space="preserve">.) </w:t>
      </w:r>
      <w:r w:rsidRPr="00CC17CC">
        <w:rPr>
          <w:rFonts w:hint="cs"/>
          <w:cs/>
          <w:lang w:bidi="hi-IN"/>
        </w:rPr>
        <w:t>अरनिया</w:t>
      </w:r>
      <w:r w:rsidRPr="00CC17CC">
        <w:rPr>
          <w:cs/>
          <w:lang w:bidi="hi-IN"/>
        </w:rPr>
        <w:t xml:space="preserve"> (</w:t>
      </w:r>
      <w:r w:rsidRPr="00CC17CC">
        <w:rPr>
          <w:rFonts w:hint="cs"/>
          <w:cs/>
          <w:lang w:bidi="hi-IN"/>
        </w:rPr>
        <w:t>अ</w:t>
      </w:r>
      <w:r w:rsidRPr="00CC17CC">
        <w:rPr>
          <w:cs/>
          <w:lang w:bidi="hi-IN"/>
        </w:rPr>
        <w:t>.</w:t>
      </w:r>
      <w:r w:rsidRPr="00CC17CC">
        <w:rPr>
          <w:rFonts w:hint="cs"/>
          <w:cs/>
          <w:lang w:bidi="hi-IN"/>
        </w:rPr>
        <w:t>स</w:t>
      </w:r>
      <w:r w:rsidRPr="00CC17CC">
        <w:rPr>
          <w:cs/>
          <w:lang w:bidi="hi-IN"/>
        </w:rPr>
        <w:t xml:space="preserve">.) </w:t>
      </w:r>
      <w:r w:rsidRPr="00CC17CC">
        <w:rPr>
          <w:rFonts w:hint="cs"/>
          <w:cs/>
          <w:lang w:bidi="hi-IN"/>
        </w:rPr>
        <w:t>दानियाल</w:t>
      </w:r>
      <w:r w:rsidRPr="00CC17CC">
        <w:rPr>
          <w:cs/>
          <w:lang w:bidi="hi-IN"/>
        </w:rPr>
        <w:t xml:space="preserve"> (</w:t>
      </w:r>
      <w:r w:rsidRPr="00CC17CC">
        <w:rPr>
          <w:rFonts w:hint="cs"/>
          <w:cs/>
          <w:lang w:bidi="hi-IN"/>
        </w:rPr>
        <w:t>अ</w:t>
      </w:r>
      <w:r w:rsidRPr="00CC17CC">
        <w:rPr>
          <w:cs/>
          <w:lang w:bidi="hi-IN"/>
        </w:rPr>
        <w:t>.</w:t>
      </w:r>
      <w:r w:rsidRPr="00CC17CC">
        <w:rPr>
          <w:rFonts w:hint="cs"/>
          <w:cs/>
          <w:lang w:bidi="hi-IN"/>
        </w:rPr>
        <w:t>स</w:t>
      </w:r>
      <w:r w:rsidRPr="00CC17CC">
        <w:rPr>
          <w:cs/>
          <w:lang w:bidi="hi-IN"/>
        </w:rPr>
        <w:t xml:space="preserve">.) </w:t>
      </w:r>
      <w:r w:rsidRPr="00CC17CC">
        <w:rPr>
          <w:rFonts w:hint="cs"/>
          <w:cs/>
          <w:lang w:bidi="hi-IN"/>
        </w:rPr>
        <w:t>अज़ीर</w:t>
      </w:r>
      <w:r w:rsidRPr="00CC17CC">
        <w:rPr>
          <w:cs/>
          <w:lang w:bidi="hi-IN"/>
        </w:rPr>
        <w:t xml:space="preserve"> (</w:t>
      </w:r>
      <w:r w:rsidRPr="00CC17CC">
        <w:rPr>
          <w:rFonts w:hint="cs"/>
          <w:cs/>
          <w:lang w:bidi="hi-IN"/>
        </w:rPr>
        <w:t>अ</w:t>
      </w:r>
      <w:r w:rsidRPr="00CC17CC">
        <w:rPr>
          <w:cs/>
          <w:lang w:bidi="hi-IN"/>
        </w:rPr>
        <w:t>.</w:t>
      </w:r>
      <w:r w:rsidRPr="00CC17CC">
        <w:rPr>
          <w:rFonts w:hint="cs"/>
          <w:cs/>
          <w:lang w:bidi="hi-IN"/>
        </w:rPr>
        <w:t>स</w:t>
      </w:r>
      <w:r w:rsidRPr="00CC17CC">
        <w:rPr>
          <w:cs/>
          <w:lang w:bidi="hi-IN"/>
        </w:rPr>
        <w:t xml:space="preserve">.) </w:t>
      </w:r>
      <w:r w:rsidRPr="00CC17CC">
        <w:rPr>
          <w:rFonts w:hint="cs"/>
          <w:cs/>
          <w:lang w:bidi="hi-IN"/>
        </w:rPr>
        <w:t>ईसा</w:t>
      </w:r>
      <w:r w:rsidRPr="00CC17CC">
        <w:rPr>
          <w:cs/>
          <w:lang w:bidi="hi-IN"/>
        </w:rPr>
        <w:t xml:space="preserve"> (</w:t>
      </w:r>
      <w:r w:rsidRPr="00CC17CC">
        <w:rPr>
          <w:rFonts w:hint="cs"/>
          <w:cs/>
          <w:lang w:bidi="hi-IN"/>
        </w:rPr>
        <w:t>अ</w:t>
      </w:r>
      <w:r w:rsidRPr="00CC17CC">
        <w:rPr>
          <w:cs/>
          <w:lang w:bidi="hi-IN"/>
        </w:rPr>
        <w:t>.</w:t>
      </w:r>
      <w:r w:rsidRPr="00CC17CC">
        <w:rPr>
          <w:rFonts w:hint="cs"/>
          <w:cs/>
          <w:lang w:bidi="hi-IN"/>
        </w:rPr>
        <w:t>स</w:t>
      </w:r>
      <w:r w:rsidRPr="00CC17CC">
        <w:rPr>
          <w:cs/>
          <w:lang w:bidi="hi-IN"/>
        </w:rPr>
        <w:t xml:space="preserve">.)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खि़ज़र</w:t>
      </w:r>
      <w:r w:rsidRPr="00CC17CC">
        <w:rPr>
          <w:cs/>
          <w:lang w:bidi="hi-IN"/>
        </w:rPr>
        <w:t xml:space="preserve"> (</w:t>
      </w:r>
      <w:r w:rsidRPr="00CC17CC">
        <w:rPr>
          <w:rFonts w:hint="cs"/>
          <w:cs/>
          <w:lang w:bidi="hi-IN"/>
        </w:rPr>
        <w:t>अ</w:t>
      </w:r>
      <w:r w:rsidRPr="00CC17CC">
        <w:rPr>
          <w:cs/>
          <w:lang w:bidi="hi-IN"/>
        </w:rPr>
        <w:t>.</w:t>
      </w:r>
      <w:r w:rsidRPr="00CC17CC">
        <w:rPr>
          <w:rFonts w:hint="cs"/>
          <w:cs/>
          <w:lang w:bidi="hi-IN"/>
        </w:rPr>
        <w:t>स</w:t>
      </w:r>
      <w:r w:rsidRPr="00CC17CC">
        <w:rPr>
          <w:cs/>
          <w:lang w:bidi="hi-IN"/>
        </w:rPr>
        <w:t xml:space="preserve">.) </w:t>
      </w:r>
      <w:r w:rsidRPr="00CC17CC">
        <w:rPr>
          <w:rFonts w:hint="cs"/>
          <w:cs/>
          <w:lang w:bidi="hi-IN"/>
        </w:rPr>
        <w:t>वग़ैरा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मोतबर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मुस्तिनिद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हालात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उनके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दौर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वाक़ियात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पूरी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तफ़सील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साथ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जलवा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गर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हैं।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ख़ास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तारीख़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दीगर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किताबों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तरह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जनाबे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फ़रोग़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काज़मी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किताब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सिर्फ़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पैग़म्बरे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इस्लाम</w:t>
      </w:r>
      <w:r w:rsidRPr="00CC17CC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स.अ.व.व.</w:t>
      </w:r>
      <w:r w:rsidRPr="00CC17CC">
        <w:rPr>
          <w:cs/>
          <w:lang w:bidi="hi-IN"/>
        </w:rPr>
        <w:t>)</w:t>
      </w:r>
      <w:r w:rsidR="00F74AE6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हालात</w:t>
      </w:r>
      <w:r w:rsidR="00F74AE6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वाक़ियात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महदूद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नहीं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बल्कि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तमाम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आइम्मा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ए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अतहार</w:t>
      </w:r>
      <w:r w:rsidRPr="00CC17CC">
        <w:rPr>
          <w:cs/>
          <w:lang w:bidi="hi-IN"/>
        </w:rPr>
        <w:t xml:space="preserve"> (</w:t>
      </w:r>
      <w:r w:rsidRPr="00CC17CC">
        <w:rPr>
          <w:rFonts w:hint="cs"/>
          <w:cs/>
          <w:lang w:bidi="hi-IN"/>
        </w:rPr>
        <w:t>अ</w:t>
      </w:r>
      <w:r w:rsidRPr="00CC17CC">
        <w:rPr>
          <w:cs/>
          <w:lang w:bidi="hi-IN"/>
        </w:rPr>
        <w:t>.</w:t>
      </w:r>
      <w:r w:rsidRPr="00CC17CC">
        <w:rPr>
          <w:rFonts w:hint="cs"/>
          <w:cs/>
          <w:lang w:bidi="hi-IN"/>
        </w:rPr>
        <w:t>स</w:t>
      </w:r>
      <w:r w:rsidRPr="00CC17CC">
        <w:rPr>
          <w:cs/>
          <w:lang w:bidi="hi-IN"/>
        </w:rPr>
        <w:t>.)</w:t>
      </w:r>
      <w:r w:rsidR="00F74AE6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हालात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गुज़र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हज़रत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वलीउल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अस्र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अज्जलल्लाह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फ़राजा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वाक़ियात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तमाम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हुई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तरह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कारेईने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एक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किताब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आदम</w:t>
      </w:r>
      <w:r w:rsidRPr="00CC17CC">
        <w:rPr>
          <w:cs/>
          <w:lang w:bidi="hi-IN"/>
        </w:rPr>
        <w:t xml:space="preserve"> (</w:t>
      </w:r>
      <w:r w:rsidRPr="00CC17CC">
        <w:rPr>
          <w:rFonts w:hint="cs"/>
          <w:cs/>
          <w:lang w:bidi="hi-IN"/>
        </w:rPr>
        <w:t>अ</w:t>
      </w:r>
      <w:r w:rsidRPr="00CC17CC">
        <w:rPr>
          <w:cs/>
          <w:lang w:bidi="hi-IN"/>
        </w:rPr>
        <w:t>.</w:t>
      </w:r>
      <w:r w:rsidRPr="00CC17CC">
        <w:rPr>
          <w:rFonts w:hint="cs"/>
          <w:cs/>
          <w:lang w:bidi="hi-IN"/>
        </w:rPr>
        <w:t>स</w:t>
      </w:r>
      <w:r w:rsidRPr="00CC17CC">
        <w:rPr>
          <w:cs/>
          <w:lang w:bidi="hi-IN"/>
        </w:rPr>
        <w:t xml:space="preserve">.)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इमामे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अस्र</w:t>
      </w:r>
      <w:r w:rsidRPr="00CC17CC">
        <w:rPr>
          <w:cs/>
          <w:lang w:bidi="hi-IN"/>
        </w:rPr>
        <w:t xml:space="preserve"> (</w:t>
      </w:r>
      <w:r w:rsidRPr="00CC17CC">
        <w:rPr>
          <w:rFonts w:hint="cs"/>
          <w:cs/>
          <w:lang w:bidi="hi-IN"/>
        </w:rPr>
        <w:t>अ</w:t>
      </w:r>
      <w:r w:rsidRPr="00CC17CC">
        <w:rPr>
          <w:cs/>
          <w:lang w:bidi="hi-IN"/>
        </w:rPr>
        <w:t>.</w:t>
      </w:r>
      <w:r w:rsidRPr="00CC17CC">
        <w:rPr>
          <w:rFonts w:hint="cs"/>
          <w:cs/>
          <w:lang w:bidi="hi-IN"/>
        </w:rPr>
        <w:t>स</w:t>
      </w:r>
      <w:r w:rsidRPr="00CC17CC">
        <w:rPr>
          <w:cs/>
          <w:lang w:bidi="hi-IN"/>
        </w:rPr>
        <w:t xml:space="preserve">.) </w:t>
      </w:r>
      <w:r w:rsidRPr="00CC17CC">
        <w:rPr>
          <w:rFonts w:hint="cs"/>
          <w:cs/>
          <w:lang w:bidi="hi-IN"/>
        </w:rPr>
        <w:t>तक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तमाम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हालात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मिल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जायेंगे।</w:t>
      </w:r>
    </w:p>
    <w:p w:rsidR="00CC17CC" w:rsidRDefault="00CC17CC" w:rsidP="006A0293">
      <w:pPr>
        <w:pStyle w:val="libNormal"/>
        <w:rPr>
          <w:lang w:bidi="hi-IN"/>
        </w:rPr>
      </w:pPr>
      <w:r w:rsidRPr="00CC17CC">
        <w:rPr>
          <w:rFonts w:hint="cs"/>
          <w:cs/>
          <w:lang w:bidi="hi-IN"/>
        </w:rPr>
        <w:t>दर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हक़ीक़त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मोहक़िक़े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बसीर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जनाब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फ़रोग़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काज़मी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कलमी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कारनामा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मिल्लते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इस्लामिया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लिये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बहुत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ज़रूरी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था।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तफ़सीरे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इस्लाम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उन्वान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किताब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यक़ीनन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क़ौम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अहम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तक़ाज़ों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किसी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पूरा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सकेगी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मोअल्लिफ़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तरफ़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आलमे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इस्लाम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ख़ुसूसन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मिल्लते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जाफ़रिया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लिये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एक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गिरां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क़द्र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तोहफ़ा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साबित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होगी।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मेरी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दुआ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परवरदिगारे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आलम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मौलूफ़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मौसूफ़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मेहनत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क़ुबूल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फ़रमाये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उन्हें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अजरे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अज़ीम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अता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करे।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मेरी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नज़र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जनाबे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फ़रोग़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काज़मी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मुबारकबाद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साथ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मुकम्मल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तौर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हौसला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lastRenderedPageBreak/>
        <w:t>अफ़ज़यी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भी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मुस्तहक़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हैं।</w:t>
      </w:r>
      <w:r w:rsidR="00F74AE6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अल्लाह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ज़़ोरे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क़लम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ज़्यादा।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फ़क़ीर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दरे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आले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मोहम्मद</w:t>
      </w:r>
      <w:r w:rsidRPr="00CC17CC">
        <w:rPr>
          <w:cs/>
          <w:lang w:bidi="hi-IN"/>
        </w:rPr>
        <w:t xml:space="preserve"> (</w:t>
      </w:r>
      <w:r w:rsidRPr="00CC17CC">
        <w:rPr>
          <w:rFonts w:hint="cs"/>
          <w:cs/>
          <w:lang w:bidi="hi-IN"/>
        </w:rPr>
        <w:t>अ</w:t>
      </w:r>
      <w:r w:rsidRPr="00CC17CC">
        <w:rPr>
          <w:cs/>
          <w:lang w:bidi="hi-IN"/>
        </w:rPr>
        <w:t>.</w:t>
      </w:r>
      <w:r w:rsidRPr="00CC17CC">
        <w:rPr>
          <w:rFonts w:hint="cs"/>
          <w:cs/>
          <w:lang w:bidi="hi-IN"/>
        </w:rPr>
        <w:t>स</w:t>
      </w:r>
      <w:r w:rsidRPr="00CC17CC">
        <w:rPr>
          <w:cs/>
          <w:lang w:bidi="hi-IN"/>
        </w:rPr>
        <w:t xml:space="preserve">.) </w:t>
      </w:r>
      <w:r>
        <w:rPr>
          <w:cs/>
          <w:lang w:bidi="hi-IN"/>
        </w:rPr>
        <w:t>(</w:t>
      </w:r>
      <w:r w:rsidRPr="00CC17CC">
        <w:rPr>
          <w:rFonts w:hint="cs"/>
          <w:cs/>
          <w:lang w:bidi="hi-IN"/>
        </w:rPr>
        <w:t>सैय्यद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ज़ाहेद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अहमद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रिज़वी</w:t>
      </w:r>
      <w:r>
        <w:rPr>
          <w:cs/>
          <w:lang w:bidi="hi-IN"/>
        </w:rPr>
        <w:t>)</w:t>
      </w:r>
    </w:p>
    <w:p w:rsidR="00F22187" w:rsidRPr="009E708E" w:rsidRDefault="00F22187" w:rsidP="006A0293">
      <w:pPr>
        <w:pStyle w:val="libNormal"/>
      </w:pPr>
    </w:p>
    <w:p w:rsidR="00CC17CC" w:rsidRPr="009E708E" w:rsidRDefault="00CC17CC" w:rsidP="006A0293">
      <w:pPr>
        <w:pStyle w:val="libNormal"/>
      </w:pPr>
      <w:r w:rsidRPr="00CC17CC">
        <w:rPr>
          <w:rFonts w:hint="cs"/>
          <w:cs/>
          <w:lang w:bidi="hi-IN"/>
        </w:rPr>
        <w:t>बिस्मिल्लाहिर्रहमार्निरहीम</w:t>
      </w:r>
    </w:p>
    <w:p w:rsidR="00CC17CC" w:rsidRPr="009E708E" w:rsidRDefault="00CC17CC" w:rsidP="006A0293">
      <w:pPr>
        <w:pStyle w:val="libNormal"/>
      </w:pPr>
      <w:r w:rsidRPr="00CC17CC">
        <w:rPr>
          <w:rFonts w:hint="cs"/>
          <w:cs/>
          <w:lang w:bidi="hi-IN"/>
        </w:rPr>
        <w:t>अल्हम्दो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लिल्लाहे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रब्बिल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आलमीन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सलातो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वस्सलामो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अला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सय्यदिल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अम्बिया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ए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मुरसलीन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मोहम्मदिंव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आलहित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तय्येबीनत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ताहेरीन</w:t>
      </w:r>
    </w:p>
    <w:p w:rsidR="00F22187" w:rsidRDefault="00F22187" w:rsidP="006A0293">
      <w:pPr>
        <w:pStyle w:val="libNormal"/>
        <w:rPr>
          <w:lang w:bidi="hi-IN"/>
        </w:rPr>
      </w:pPr>
    </w:p>
    <w:p w:rsidR="00CC17CC" w:rsidRPr="00F22187" w:rsidRDefault="00CC17CC" w:rsidP="006A0293">
      <w:pPr>
        <w:pStyle w:val="Heading1"/>
      </w:pPr>
      <w:bookmarkStart w:id="3" w:name="_Toc493235081"/>
      <w:bookmarkStart w:id="4" w:name="_Toc501013931"/>
      <w:r w:rsidRPr="00CC17CC">
        <w:rPr>
          <w:rFonts w:hint="cs"/>
          <w:cs/>
          <w:lang w:bidi="hi-IN"/>
        </w:rPr>
        <w:t>इस्लाम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तौहीद</w:t>
      </w:r>
      <w:bookmarkEnd w:id="3"/>
      <w:bookmarkEnd w:id="4"/>
    </w:p>
    <w:p w:rsidR="00CC17CC" w:rsidRPr="009E708E" w:rsidRDefault="00CC17CC" w:rsidP="006A0293">
      <w:pPr>
        <w:pStyle w:val="libNormal"/>
      </w:pPr>
      <w:r w:rsidRPr="00CC17CC">
        <w:rPr>
          <w:rFonts w:hint="cs"/>
          <w:cs/>
          <w:lang w:bidi="hi-IN"/>
        </w:rPr>
        <w:t>अमीरूल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मोमेनीन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हज़रत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अली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इब्ने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अबी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तालिब</w:t>
      </w:r>
      <w:r w:rsidRPr="00CC17CC">
        <w:rPr>
          <w:cs/>
          <w:lang w:bidi="hi-IN"/>
        </w:rPr>
        <w:t xml:space="preserve"> (</w:t>
      </w:r>
      <w:r w:rsidRPr="00CC17CC">
        <w:rPr>
          <w:rFonts w:hint="cs"/>
          <w:cs/>
          <w:lang w:bidi="hi-IN"/>
        </w:rPr>
        <w:t>अ</w:t>
      </w:r>
      <w:r w:rsidRPr="00CC17CC">
        <w:rPr>
          <w:cs/>
          <w:lang w:bidi="hi-IN"/>
        </w:rPr>
        <w:t>.</w:t>
      </w:r>
      <w:r w:rsidRPr="00CC17CC">
        <w:rPr>
          <w:rFonts w:hint="cs"/>
          <w:cs/>
          <w:lang w:bidi="hi-IN"/>
        </w:rPr>
        <w:t>स</w:t>
      </w:r>
      <w:r w:rsidRPr="00CC17CC">
        <w:rPr>
          <w:cs/>
          <w:lang w:bidi="hi-IN"/>
        </w:rPr>
        <w:t xml:space="preserve">.) </w:t>
      </w:r>
      <w:r w:rsidRPr="00CC17CC">
        <w:rPr>
          <w:rFonts w:hint="cs"/>
          <w:cs/>
          <w:lang w:bidi="hi-IN"/>
        </w:rPr>
        <w:t>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फ़रमाया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तमाम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हम्द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ख़ुदा</w:t>
      </w:r>
      <w:r w:rsidR="00F74AE6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लिये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जिसकी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मदह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बोलने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वालों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रसाई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नहीं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जिसकी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नियामतों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गिनने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वाले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गिन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नहीं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सकते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कोशिश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वाले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हक़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सकते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बलन्द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परवाज़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सकते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अक़लो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फ़हम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गहराईयां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पहुँच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सकती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कमालो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मुअय्यन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नहीं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लिये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तौसीफ़ी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अल्फ़ाज़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इब्तेदा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लिये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वक्त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जिसे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शुमार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लाया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मुद्दत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कहीं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ख़त्म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सके।</w:t>
      </w:r>
      <w:r w:rsidRPr="00CC17CC">
        <w:rPr>
          <w:cs/>
          <w:lang w:bidi="hi-IN"/>
        </w:rPr>
        <w:t xml:space="preserve"> </w:t>
      </w:r>
    </w:p>
    <w:p w:rsidR="00CC17CC" w:rsidRPr="009E708E" w:rsidRDefault="00CC17CC" w:rsidP="006A0293">
      <w:pPr>
        <w:pStyle w:val="libNormal"/>
      </w:pPr>
      <w:r w:rsidRPr="009E708E">
        <w:rPr>
          <w:rFonts w:hint="eastAsia"/>
        </w:rPr>
        <w:t>‘‘</w:t>
      </w:r>
      <w:r w:rsidRPr="009E708E">
        <w:t xml:space="preserve"> </w:t>
      </w:r>
      <w:r w:rsidRPr="00CC17CC">
        <w:rPr>
          <w:rFonts w:hint="cs"/>
          <w:cs/>
          <w:lang w:bidi="hi-IN"/>
        </w:rPr>
        <w:t>दीन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इब्तेदा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मारेफ़त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कमाले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मारेफ़त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तस्दीक़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कमाले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तस्दीक़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तौहीद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कमाले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तौहीद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तनज़ियाओ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एख़लास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कमाले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तनज़ियाओ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एख़लास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सिफ़तों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नफ़ी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जाए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क्यों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lastRenderedPageBreak/>
        <w:t>सिफ़त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शाहिद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अपने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मौसूफ़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ग़ैर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मौसूफ़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शाहिद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सिफ़त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अलावा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चीज़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लिहाज़ा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जिसने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ज़ाते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इलाही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अलावा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सिफ़ात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माने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एक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दूसरा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साथी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मान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लिया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जिसने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दूसरा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साथी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माना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दुई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पैदा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9E708E">
        <w:t xml:space="preserve">, </w:t>
      </w:r>
      <w:r w:rsidRPr="00CC17CC">
        <w:rPr>
          <w:rFonts w:hint="cs"/>
          <w:cs/>
          <w:lang w:bidi="hi-IN"/>
        </w:rPr>
        <w:t>जिसने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दुई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पैदा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जुज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बना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डाला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लिये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अजज़ा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क़ायल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हुआ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ख़बर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रहा</w:t>
      </w:r>
      <w:r w:rsidR="00E21429">
        <w:rPr>
          <w:cs/>
          <w:lang w:bidi="hi-IN"/>
        </w:rPr>
        <w:t>।</w:t>
      </w:r>
      <w:r w:rsidRPr="00CC17CC">
        <w:rPr>
          <w:cs/>
          <w:lang w:bidi="hi-IN"/>
        </w:rPr>
        <w:t xml:space="preserve"> </w:t>
      </w:r>
      <w:r w:rsidRPr="009E708E">
        <w:t>’’</w:t>
      </w:r>
    </w:p>
    <w:p w:rsidR="00CC17CC" w:rsidRPr="009E708E" w:rsidRDefault="00CC17CC" w:rsidP="006A0293">
      <w:pPr>
        <w:pStyle w:val="libNormal"/>
      </w:pPr>
      <w:r w:rsidRPr="00CC17CC">
        <w:rPr>
          <w:rFonts w:hint="cs"/>
          <w:cs/>
          <w:lang w:bidi="hi-IN"/>
        </w:rPr>
        <w:t>इस्लाम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क्या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9E708E">
        <w:t>?</w:t>
      </w:r>
    </w:p>
    <w:p w:rsidR="00CC17CC" w:rsidRPr="009E708E" w:rsidRDefault="00CC17CC" w:rsidP="006A0293">
      <w:pPr>
        <w:pStyle w:val="libNormal"/>
      </w:pPr>
      <w:r w:rsidRPr="009E708E">
        <w:rPr>
          <w:rFonts w:hint="eastAsia"/>
        </w:rPr>
        <w:t>‘‘</w:t>
      </w:r>
      <w:r w:rsidRPr="009E708E">
        <w:t xml:space="preserve"> </w:t>
      </w:r>
      <w:r w:rsidRPr="00CC17CC">
        <w:rPr>
          <w:rFonts w:hint="cs"/>
          <w:cs/>
          <w:lang w:bidi="hi-IN"/>
        </w:rPr>
        <w:t>इस्लाम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एक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ऐसा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दीन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जिसकी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असासा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ओ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बुनियाद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हक़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सदाक़त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क़ायम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उलूम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मारेफ़त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एक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ऐसा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चश्मा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अक़्लों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दानिश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दरियाओं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ज़ौलानियां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अता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करता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ऐसा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चिराग़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जिससे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मोताद्दिद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चिराग़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रौशन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होते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एक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ऐसा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मनारा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ए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नूर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अल्लाह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राह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रौशन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मुनव्वर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करता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उसूलों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अक़ाएद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ऐसा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मजमूआ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हक़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सदाक़त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मुतलाशी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सुकून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इतमिनान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बख़्शता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अल्लाह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इस्लाम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अपनी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ख़ुश्नूदी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ज़रिया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एताअत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इबादत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बलन्द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तरीन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मेयार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क़रार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दिया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इस्लाम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तमाम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मुसलमानों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बिला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तफ़रीक़</w:t>
      </w:r>
      <w:r w:rsidR="00F74AE6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आला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एहकाम</w:t>
      </w:r>
      <w:r w:rsidRPr="009E708E">
        <w:t xml:space="preserve">, </w:t>
      </w:r>
      <w:r w:rsidRPr="00CC17CC">
        <w:rPr>
          <w:rFonts w:hint="cs"/>
          <w:cs/>
          <w:lang w:bidi="hi-IN"/>
        </w:rPr>
        <w:t>बलन्द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उसूलों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मोहकम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दलायल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नाक़ाबिल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नाक़ाबिले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तरदीद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तफव्वुक़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नवाज़ा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मुसलमानों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फ़र्ज़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शानो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अज़मत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क़ायम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रखे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पुरख़ुलूस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दिल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अमल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मोतक़ेदात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इन्साफ़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अहकाम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सही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तौर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तामील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अपनी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ज़िन्दगियों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मुनासिब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मुक़ाम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दे।</w:t>
      </w:r>
      <w:r w:rsidRPr="00CC17CC">
        <w:rPr>
          <w:cs/>
          <w:lang w:bidi="hi-IN"/>
        </w:rPr>
        <w:t xml:space="preserve"> </w:t>
      </w:r>
      <w:r w:rsidRPr="009E708E">
        <w:t>’’</w:t>
      </w:r>
    </w:p>
    <w:p w:rsidR="00CC17CC" w:rsidRPr="009E708E" w:rsidRDefault="00CC17CC" w:rsidP="006A0293">
      <w:pPr>
        <w:pStyle w:val="Heading1"/>
      </w:pPr>
      <w:bookmarkStart w:id="5" w:name="_Toc501013932"/>
      <w:r w:rsidRPr="00CC17CC">
        <w:rPr>
          <w:rFonts w:hint="cs"/>
          <w:cs/>
          <w:lang w:bidi="hi-IN"/>
        </w:rPr>
        <w:lastRenderedPageBreak/>
        <w:t>इस्लाम</w:t>
      </w:r>
      <w:bookmarkEnd w:id="5"/>
    </w:p>
    <w:p w:rsidR="00CC17CC" w:rsidRPr="009E708E" w:rsidRDefault="00CC17CC" w:rsidP="006A0293">
      <w:pPr>
        <w:pStyle w:val="libNormal"/>
      </w:pPr>
      <w:r w:rsidRPr="00CC17CC">
        <w:rPr>
          <w:rFonts w:hint="cs"/>
          <w:cs/>
          <w:lang w:bidi="hi-IN"/>
        </w:rPr>
        <w:t>इस्लाम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इन्सान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एताअत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एबादत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ख़ुदा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शिनासी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दावत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देता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अगर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ज़हने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इन्सान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किसी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माबूद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तसव्वुर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ख़ाली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एताअत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सवाल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होता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एबादत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ओ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रेयाज़त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किसी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आईन</w:t>
      </w:r>
      <w:r w:rsidRPr="00CC17CC">
        <w:rPr>
          <w:cs/>
          <w:lang w:bidi="hi-IN"/>
        </w:rPr>
        <w:t xml:space="preserve"> (</w:t>
      </w:r>
      <w:r w:rsidRPr="00CC17CC">
        <w:rPr>
          <w:rFonts w:hint="cs"/>
          <w:cs/>
          <w:lang w:bidi="hi-IN"/>
        </w:rPr>
        <w:t>शरिअत</w:t>
      </w:r>
      <w:r w:rsidRPr="00CC17CC">
        <w:rPr>
          <w:cs/>
          <w:lang w:bidi="hi-IN"/>
        </w:rPr>
        <w:t xml:space="preserve">)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पाबन्दी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क्यों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मंज़िल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सामने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होगी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मन्ज़िल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तरफ़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बढ़ने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क्या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माअनी</w:t>
      </w:r>
      <w:r w:rsidRPr="009E708E">
        <w:t xml:space="preserve">?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मक़सद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पेशे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नज़र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होगा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लिये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दग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दौ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क्या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मतलब</w:t>
      </w:r>
      <w:r w:rsidRPr="009E708E">
        <w:t xml:space="preserve">? </w:t>
      </w:r>
      <w:r w:rsidRPr="00CC17CC">
        <w:rPr>
          <w:rFonts w:hint="cs"/>
          <w:cs/>
          <w:lang w:bidi="hi-IN"/>
        </w:rPr>
        <w:t>अल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बत्ता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इन्सान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अक़्ल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फ़ितरत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रिश्ता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किसी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माफ़ौक़ुल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फ़ितरत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ताक़त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जोड़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देती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ज़ौके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परसतारी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जज़्बाए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उबूदियत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उसको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किसी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माबूद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तरफ़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झुका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देता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मनमानी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बजाए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अपनी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ज़िन्दगी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मुख़्तलिफ़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क़िस्मों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पाबन्दियों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ज़न्जीरों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जकड़ा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हुआ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महसूस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लगता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="00E21429">
        <w:rPr>
          <w:cs/>
          <w:lang w:bidi="hi-IN"/>
        </w:rPr>
        <w:t>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इन्ही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पाबन्दियों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दीन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जिसका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आग़ाज़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ख़ुदा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मारेफ़त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एतराफ़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भी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मुख़्तलिफ़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मदारिज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हैं।</w:t>
      </w:r>
    </w:p>
    <w:p w:rsidR="00CC17CC" w:rsidRPr="00F22187" w:rsidRDefault="00CC17CC" w:rsidP="006A0293">
      <w:pPr>
        <w:pStyle w:val="Heading2"/>
      </w:pPr>
      <w:bookmarkStart w:id="6" w:name="_Toc493235082"/>
      <w:bookmarkStart w:id="7" w:name="_Toc501013933"/>
      <w:r w:rsidRPr="00CC17CC">
        <w:rPr>
          <w:rFonts w:hint="cs"/>
          <w:cs/>
          <w:lang w:bidi="hi-IN"/>
        </w:rPr>
        <w:t>पहला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दरजा</w:t>
      </w:r>
      <w:bookmarkEnd w:id="6"/>
      <w:bookmarkEnd w:id="7"/>
    </w:p>
    <w:p w:rsidR="00CC17CC" w:rsidRPr="009E708E" w:rsidRDefault="00CC17CC" w:rsidP="006A0293">
      <w:pPr>
        <w:pStyle w:val="libNormal"/>
      </w:pPr>
      <w:r w:rsidRPr="00CC17CC">
        <w:rPr>
          <w:rFonts w:hint="cs"/>
          <w:cs/>
          <w:lang w:bidi="hi-IN"/>
        </w:rPr>
        <w:t>यह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फ़ितरत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विजदानी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एहसास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ज़मीर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रहनुमाइ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एहले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मज़हब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उलेमा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ज़बान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सुनकर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देखी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हस्ती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तसव्वुर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ज़हन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पैदा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जाए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ख़ुदा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कही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जाती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तसव्वुर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हक़ीक़त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फिकरो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नज़र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ज़िम्मेदारी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तहसीली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मारेफ़त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हुक्म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आयद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होने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अक़लन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पेश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ख़ेमा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lastRenderedPageBreak/>
        <w:t>लेकिन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तसाहुल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पसन्द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माहौल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दबाव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असीर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हसतियां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तसव्वुर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पैदा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होने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बावजूद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तलब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ज़हमत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गवारा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नहीं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करती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लिये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तसव्वुर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तस्दीक़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शक्ल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एख़्तेयार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नहीं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करता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मारेफ़त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महरूम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जाती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महरूमी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मवाख़ज़ा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मुस्तेहक़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जाती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लेकिन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शख़्स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तसव्वुर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तहरीक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मुतास्सिर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क़दम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आगे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बढ़ाता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ग़ौरो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फ़िक्र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ज़रूरी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समझता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लिये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दूसरी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मंज़िल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फ़हमो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इदराक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होती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है।</w:t>
      </w:r>
    </w:p>
    <w:p w:rsidR="00CC17CC" w:rsidRPr="00F22187" w:rsidRDefault="00CC17CC" w:rsidP="006A0293">
      <w:pPr>
        <w:pStyle w:val="Heading2"/>
      </w:pPr>
      <w:bookmarkStart w:id="8" w:name="_Toc493235083"/>
      <w:bookmarkStart w:id="9" w:name="_Toc501013934"/>
      <w:r w:rsidRPr="00CC17CC">
        <w:rPr>
          <w:rFonts w:hint="cs"/>
          <w:cs/>
          <w:lang w:bidi="hi-IN"/>
        </w:rPr>
        <w:t>दूसरा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दरजा</w:t>
      </w:r>
      <w:bookmarkEnd w:id="8"/>
      <w:bookmarkEnd w:id="9"/>
    </w:p>
    <w:p w:rsidR="00CC17CC" w:rsidRPr="009E708E" w:rsidRDefault="00CC17CC" w:rsidP="006A0293">
      <w:pPr>
        <w:pStyle w:val="libNormal"/>
      </w:pPr>
      <w:r w:rsidRPr="00CC17CC">
        <w:rPr>
          <w:rFonts w:hint="cs"/>
          <w:cs/>
          <w:lang w:bidi="hi-IN"/>
        </w:rPr>
        <w:t>इदराक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फ़हम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मख़लूक़ात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मसनूआत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कायनात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नैरंगियों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खल्लाक़े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आलम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पता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लगाया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जाय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क्यों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नक्श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नक्काश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वजूद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असर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मोअस्सिर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कारफ़रमाइ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एक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ठोस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बेलचक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दलील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चुनान्चे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इन्सान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अपने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गिर्दों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पेश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जायज़ा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लेता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ऐसी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चीज़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दिखाई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नहीं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देती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किसी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साने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कारफ़रमाइ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बग़ैर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आलामे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वजूद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गई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यहां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नक़्शे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क़दम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बग़ैर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राहरू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इमारत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बग़ैर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मेमार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ख़ड़ी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होते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नहीं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देखता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क्यों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बावर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सकता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नीलगूं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आसमान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पहनाइयों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आफ़ताब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महताब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तजल्लियां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ज़मीन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वसअतों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सबज़ा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गुल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रानाईयां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बग़ैर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किसी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साने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सनअत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तराज़ी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मौजूद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गई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होगी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लेहाज़ा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मौजूदाते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आलम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नज़मो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कायनात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देखने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बाद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इन्सान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नतीजे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पहुँचने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अपने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lastRenderedPageBreak/>
        <w:t>दिल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दिमाग़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नहीं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रोक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सकता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जहाने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रंग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बूका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बनाने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सवारने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वाला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है।</w:t>
      </w:r>
    </w:p>
    <w:p w:rsidR="00CC17CC" w:rsidRPr="00F22187" w:rsidRDefault="00CC17CC" w:rsidP="006A0293">
      <w:pPr>
        <w:pStyle w:val="Heading2"/>
      </w:pPr>
      <w:bookmarkStart w:id="10" w:name="_Toc493235084"/>
      <w:bookmarkStart w:id="11" w:name="_Toc501013935"/>
      <w:r w:rsidRPr="00CC17CC">
        <w:rPr>
          <w:rFonts w:hint="cs"/>
          <w:cs/>
          <w:lang w:bidi="hi-IN"/>
        </w:rPr>
        <w:t>तीसरा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दरजा</w:t>
      </w:r>
      <w:bookmarkEnd w:id="10"/>
      <w:bookmarkEnd w:id="11"/>
    </w:p>
    <w:p w:rsidR="00CC17CC" w:rsidRPr="009E708E" w:rsidRDefault="00CC17CC" w:rsidP="006A0293">
      <w:pPr>
        <w:pStyle w:val="libNormal"/>
      </w:pPr>
      <w:r w:rsidRPr="00CC17CC">
        <w:rPr>
          <w:rFonts w:hint="cs"/>
          <w:cs/>
          <w:lang w:bidi="hi-IN"/>
        </w:rPr>
        <w:t>यह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माबूद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इक़रार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वहदत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एतराफ़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साथ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बग़ैर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ख़ुदा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तस्दीक़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मुकम्मल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नहीं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सकती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क्यों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जिस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ख़ुदा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साथ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भी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ख़ुदा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माने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जायेंगे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एक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नहीं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होगा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ख़ुदा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लिये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एक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होना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ज़रूरी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क्यों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एक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ज़्यादा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होने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सवाल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पैदा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होगा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कायनात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एक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ख़ल्क़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ख़ुदाओं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मिलकर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पैदा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अगर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एक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ख़ल्क़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ख़ुसूसियत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होना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चाहिये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वरना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एक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बवजह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तरजी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होगी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अक़्लन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बातिल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अगर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मुख़्तलिफ़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ख़ुदाओं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मिल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बनाया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हाल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ख़ाली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नहीं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दूसरों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मदद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बग़ैर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अपने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उमूर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अन्जाम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देही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सकता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होगा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शिरकत</w:t>
      </w:r>
      <w:r w:rsidR="00F74AE6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तावुन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बेनियाज़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होगा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पहली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सूरत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मोहताज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दस्त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नगर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होना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दूसरी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सूरत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एक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फेल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लिये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मुस्तक़िल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फ़ाएलों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कारफ़रमा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होना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लाज़िम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आयगा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दोनों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सूरतें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अपने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मुक़ाम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बातिल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चुकी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अगर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फ़रज़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जाए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सारे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ख़ुदाओं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तमाम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मौजूदात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आपस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बांट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बक़दरे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हिस्सा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बक़दरे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जुस्सा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ईजाद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सूरत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तमाम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मम्लूकात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वाजिबुल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वजूद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यक्सा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निस्बत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रहेंगी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बल्कि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अपने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सिर्फ़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बनाने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वाले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निस्बत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होगी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हालांकि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lastRenderedPageBreak/>
        <w:t>हर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वाजिब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मुम्किन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मुम्किन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वाजिब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यकसां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निस्बत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होना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चाहिये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क्यों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तमाम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मुम्किनात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असरपज़ीरी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तमाम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वाजिबुल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वजूद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असर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अन्दाज़ी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एक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माने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गये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एक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माने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बग़ैर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चारा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नहीं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क्यों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मुताअदिद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ख़ालिक़ों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मानने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सूरत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किसी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चीज़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मौजूद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होने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गुंजाइश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बाक़ी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नहीं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रहती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ज़मीन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आसमान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नीज़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कायनात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शै</w:t>
      </w:r>
      <w:r w:rsidR="00F74AE6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तबाही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बरबादी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ज़रूरी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क़रार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पाती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ख़ुदा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वन्दे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आलम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दलील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क़ुरआने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मजीद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लफ़्ज़ों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पेश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:- </w:t>
      </w:r>
      <w:r w:rsidRPr="009E708E">
        <w:t xml:space="preserve">‘‘ </w:t>
      </w:r>
      <w:r w:rsidRPr="00CC17CC">
        <w:rPr>
          <w:rFonts w:hint="cs"/>
          <w:cs/>
          <w:lang w:bidi="hi-IN"/>
        </w:rPr>
        <w:t>लव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काना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फी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हेमा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इलाहातो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इल्लाहे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फ़सादता</w:t>
      </w:r>
      <w:r w:rsidRPr="00CC17CC">
        <w:rPr>
          <w:cs/>
          <w:lang w:bidi="hi-IN"/>
        </w:rPr>
        <w:t xml:space="preserve"> </w:t>
      </w:r>
      <w:r w:rsidRPr="009E708E">
        <w:t xml:space="preserve">’’ </w:t>
      </w:r>
      <w:r w:rsidRPr="00CC17CC">
        <w:rPr>
          <w:rFonts w:hint="cs"/>
          <w:cs/>
          <w:lang w:bidi="hi-IN"/>
        </w:rPr>
        <w:t>अगर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ज़मीनों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आसमान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अल्लाह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अलावा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भी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ख़ुदा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होते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ज़मीनों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आसमान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दानों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तबाह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बरबाद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जाते</w:t>
      </w:r>
      <w:r w:rsidR="00E21429">
        <w:rPr>
          <w:cs/>
          <w:lang w:bidi="hi-IN"/>
        </w:rPr>
        <w:t>।</w:t>
      </w:r>
    </w:p>
    <w:p w:rsidR="00CC17CC" w:rsidRPr="009E708E" w:rsidRDefault="00CC17CC" w:rsidP="006A0293">
      <w:pPr>
        <w:pStyle w:val="Heading2"/>
      </w:pPr>
      <w:bookmarkStart w:id="12" w:name="_Toc501013936"/>
      <w:r w:rsidRPr="00CC17CC">
        <w:rPr>
          <w:rFonts w:hint="cs"/>
          <w:cs/>
          <w:lang w:bidi="hi-IN"/>
        </w:rPr>
        <w:t>चौथा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दरजा</w:t>
      </w:r>
      <w:bookmarkEnd w:id="12"/>
    </w:p>
    <w:p w:rsidR="00CC17CC" w:rsidRPr="009E708E" w:rsidRDefault="00CC17CC" w:rsidP="006A0293">
      <w:pPr>
        <w:pStyle w:val="libNormal"/>
      </w:pPr>
      <w:r w:rsidRPr="00CC17CC">
        <w:rPr>
          <w:rFonts w:hint="cs"/>
          <w:cs/>
          <w:lang w:bidi="hi-IN"/>
        </w:rPr>
        <w:t>यह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ख़ुदा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नुक्साओ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ऐब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पाक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समझा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जाए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जिस्मो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जिस्मानियात</w:t>
      </w:r>
      <w:r w:rsidRPr="009E708E">
        <w:t xml:space="preserve">, </w:t>
      </w:r>
      <w:r w:rsidRPr="00CC17CC">
        <w:rPr>
          <w:rFonts w:hint="cs"/>
          <w:cs/>
          <w:lang w:bidi="hi-IN"/>
        </w:rPr>
        <w:t>शक्ल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सूरत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तमसीलो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तशबीह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मकान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ज़मान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हरकत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सुकून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इज्ज़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जेहेल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मुनज़्ज़ा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माना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जाए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क्यों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बाकमाल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ऐब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किसी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नुक़्स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गुज़र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सकता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दामन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किसी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ऐब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धब्बा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उभर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सकता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उसको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किसी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मिस्ल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मानिन्द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ठहराया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सकता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क्यों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तमाम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चीज़े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वुजूब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बलन्दियों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उतार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मकान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पस्तियां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वाले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चुनान्चे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क़ुदरत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तौहीद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पहलू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पहलू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अपनी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तनज़ीह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ओ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तकदीस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जगह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है।</w:t>
      </w:r>
    </w:p>
    <w:p w:rsidR="00CC17CC" w:rsidRPr="009E708E" w:rsidRDefault="00CC17CC" w:rsidP="006A0293">
      <w:pPr>
        <w:pStyle w:val="libNormal"/>
      </w:pPr>
      <w:r w:rsidRPr="009E708E">
        <w:lastRenderedPageBreak/>
        <w:t>1.</w:t>
      </w:r>
      <w:r w:rsidRPr="009E708E">
        <w:tab/>
      </w:r>
      <w:r w:rsidRPr="00CC17CC">
        <w:rPr>
          <w:rFonts w:hint="cs"/>
          <w:cs/>
          <w:lang w:bidi="hi-IN"/>
        </w:rPr>
        <w:t>क़़ुल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होवल्लाहो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अहद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अल्ला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हुस्समद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यलिद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यूलद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वलम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कुल्लहू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कोफ़ोवन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आहद।</w:t>
      </w:r>
    </w:p>
    <w:p w:rsidR="00CC17CC" w:rsidRPr="009E708E" w:rsidRDefault="00CC17CC" w:rsidP="006A0293">
      <w:pPr>
        <w:pStyle w:val="libNormal"/>
      </w:pPr>
      <w:r w:rsidRPr="00CC17CC">
        <w:rPr>
          <w:rFonts w:hint="cs"/>
          <w:cs/>
          <w:lang w:bidi="hi-IN"/>
        </w:rPr>
        <w:t>कह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अल्लाह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यगाना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9E708E">
        <w:t xml:space="preserve">, </w:t>
      </w:r>
      <w:r w:rsidRPr="00CC17CC">
        <w:rPr>
          <w:rFonts w:hint="cs"/>
          <w:cs/>
          <w:lang w:bidi="hi-IN"/>
        </w:rPr>
        <w:t>उसकी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नियाज़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9E708E">
        <w:t xml:space="preserve">, </w:t>
      </w:r>
      <w:r w:rsidRPr="00CC17CC">
        <w:rPr>
          <w:rFonts w:hint="cs"/>
          <w:cs/>
          <w:lang w:bidi="hi-IN"/>
        </w:rPr>
        <w:t>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औलाद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किसी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औलाद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9E708E">
        <w:t xml:space="preserve">,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पल्ला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है।</w:t>
      </w:r>
    </w:p>
    <w:p w:rsidR="00CC17CC" w:rsidRPr="009E708E" w:rsidRDefault="00CC17CC" w:rsidP="006A0293">
      <w:pPr>
        <w:pStyle w:val="libNormal"/>
      </w:pPr>
      <w:r w:rsidRPr="009E708E">
        <w:t>2.</w:t>
      </w:r>
      <w:r w:rsidRPr="009E708E">
        <w:tab/>
      </w:r>
      <w:r w:rsidRPr="00CC17CC">
        <w:rPr>
          <w:rFonts w:hint="cs"/>
          <w:cs/>
          <w:lang w:bidi="hi-IN"/>
        </w:rPr>
        <w:t>उसको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निगाहें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देख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नहीं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सकती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अलबत्ता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निगाहों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देख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रहा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शै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आगाह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ख़बर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है।</w:t>
      </w:r>
    </w:p>
    <w:p w:rsidR="00CC17CC" w:rsidRPr="009E708E" w:rsidRDefault="00CC17CC" w:rsidP="006A0293">
      <w:pPr>
        <w:pStyle w:val="libNormal"/>
      </w:pPr>
      <w:r w:rsidRPr="009E708E">
        <w:t>3.</w:t>
      </w:r>
      <w:r w:rsidRPr="009E708E">
        <w:tab/>
      </w:r>
      <w:r w:rsidRPr="00CC17CC">
        <w:rPr>
          <w:rFonts w:hint="cs"/>
          <w:cs/>
          <w:lang w:bidi="hi-IN"/>
        </w:rPr>
        <w:t>अल्लाह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लिये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मिसाले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गढ़ो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शक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अस्ल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हक़ीक़त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अल्लाह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जानता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है।</w:t>
      </w:r>
    </w:p>
    <w:p w:rsidR="00CC17CC" w:rsidRPr="009E708E" w:rsidRDefault="00CC17CC" w:rsidP="006A0293">
      <w:pPr>
        <w:pStyle w:val="libNormal"/>
      </w:pPr>
      <w:r w:rsidRPr="009E708E">
        <w:t>4.</w:t>
      </w:r>
      <w:r w:rsidRPr="009E708E">
        <w:tab/>
      </w:r>
      <w:r w:rsidRPr="00CC17CC">
        <w:rPr>
          <w:rFonts w:hint="cs"/>
          <w:cs/>
          <w:lang w:bidi="hi-IN"/>
        </w:rPr>
        <w:t>लैसा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कमिस्लेही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हुआ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समीउल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बसीर।</w:t>
      </w:r>
    </w:p>
    <w:p w:rsidR="00CC17CC" w:rsidRPr="009E708E" w:rsidRDefault="00CC17CC" w:rsidP="006A0293">
      <w:pPr>
        <w:pStyle w:val="libNormal"/>
      </w:pPr>
      <w:r w:rsidRPr="00CC17CC">
        <w:rPr>
          <w:rFonts w:hint="cs"/>
          <w:cs/>
          <w:lang w:bidi="hi-IN"/>
        </w:rPr>
        <w:t>कोई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चीज़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मानिन्द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नहीं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सुनता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भी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देखता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भी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है।</w:t>
      </w:r>
    </w:p>
    <w:p w:rsidR="00CC17CC" w:rsidRPr="009E708E" w:rsidRDefault="00CC17CC" w:rsidP="006A0293">
      <w:pPr>
        <w:pStyle w:val="Heading2"/>
      </w:pPr>
      <w:bookmarkStart w:id="13" w:name="_Toc501013937"/>
      <w:r w:rsidRPr="00CC17CC">
        <w:rPr>
          <w:rFonts w:hint="cs"/>
          <w:cs/>
          <w:lang w:bidi="hi-IN"/>
        </w:rPr>
        <w:t>पांचवा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दरजा</w:t>
      </w:r>
      <w:bookmarkEnd w:id="13"/>
    </w:p>
    <w:p w:rsidR="00CC17CC" w:rsidRPr="009E708E" w:rsidRDefault="00CC17CC" w:rsidP="006A0293">
      <w:pPr>
        <w:pStyle w:val="libNormal"/>
      </w:pPr>
      <w:r w:rsidRPr="00CC17CC">
        <w:rPr>
          <w:rFonts w:hint="cs"/>
          <w:cs/>
          <w:lang w:bidi="hi-IN"/>
        </w:rPr>
        <w:t>वह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जिससे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मारेफ़त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मुकम्मिल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होती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सिफ़ात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अलग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सिमोया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जाए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ज़ाते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अहदियत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दोइ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झलक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पैदा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जाए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तौहीद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अपने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सही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मफ़हूम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एक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तीन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तीन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एक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चक्कर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पड़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जाए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क्यों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जौहर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ओ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अर्ज़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मजमुआ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नहीं</w:t>
      </w:r>
      <w:r w:rsidR="00F74AE6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सनअतें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तरह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क़ायम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जिस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तरह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फूल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ख़ुश्बू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सितारों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चमक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बल्कि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ख़ुद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तमाम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सिफ़तों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चश्मा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अपने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कमालो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इज़हार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लिये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किसी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तवस्सुत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मोहताज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नहीं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अगर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आलिम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कहा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जाता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बिना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lastRenderedPageBreak/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इल्म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आसार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नुमाया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अगर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क़ादिर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कहा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जाता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लिये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कायनात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ज़र्रा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क़ुदरत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कारफ़रमाई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पता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रहा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समी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बसीर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कहा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जाता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वजह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कायनात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शिराज़ा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बन्दी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मख़लूक़ात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चारासाज़ी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देखे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सुने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बग़ैर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नहीं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सकती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मगर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सिफ़तो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नमूद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तरह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नहीं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ठहराई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सकती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जिस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तरह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मुम्किनात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इल्म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आए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आलिम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हाथ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पैरों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तवानाई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आए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क़ादिर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तवाना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क्यों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सिफ़त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अलग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मानने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लाज़मी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नतीजा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दुइ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जहां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दुई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तसव्वुर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हुआ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तौहीद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अक़ीदा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रूख़्सत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हुआ।</w:t>
      </w:r>
    </w:p>
    <w:p w:rsidR="00CC17CC" w:rsidRPr="009E708E" w:rsidRDefault="00CC17CC" w:rsidP="006A0293">
      <w:pPr>
        <w:pStyle w:val="libNormal"/>
      </w:pPr>
      <w:r w:rsidRPr="00CC17CC">
        <w:rPr>
          <w:rFonts w:hint="cs"/>
          <w:cs/>
          <w:lang w:bidi="hi-IN"/>
        </w:rPr>
        <w:t>इस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लिये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अमीरूल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मोमेनीन</w:t>
      </w:r>
      <w:r w:rsidRPr="00CC17CC">
        <w:rPr>
          <w:cs/>
          <w:lang w:bidi="hi-IN"/>
        </w:rPr>
        <w:t xml:space="preserve"> (</w:t>
      </w:r>
      <w:r w:rsidRPr="00CC17CC">
        <w:rPr>
          <w:rFonts w:hint="cs"/>
          <w:cs/>
          <w:lang w:bidi="hi-IN"/>
        </w:rPr>
        <w:t>अ</w:t>
      </w:r>
      <w:r w:rsidRPr="00CC17CC">
        <w:rPr>
          <w:cs/>
          <w:lang w:bidi="hi-IN"/>
        </w:rPr>
        <w:t>.</w:t>
      </w:r>
      <w:r w:rsidRPr="00CC17CC">
        <w:rPr>
          <w:rFonts w:hint="cs"/>
          <w:cs/>
          <w:lang w:bidi="hi-IN"/>
        </w:rPr>
        <w:t>स</w:t>
      </w:r>
      <w:r w:rsidRPr="00CC17CC">
        <w:rPr>
          <w:cs/>
          <w:lang w:bidi="hi-IN"/>
        </w:rPr>
        <w:t xml:space="preserve">.) </w:t>
      </w:r>
      <w:r w:rsidRPr="00CC17CC">
        <w:rPr>
          <w:rFonts w:hint="cs"/>
          <w:cs/>
          <w:lang w:bidi="hi-IN"/>
        </w:rPr>
        <w:t>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ज़ाएद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बरज़ात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सिफ़ात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नफ़ी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फ़रमा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तौहीद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खाल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आशना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फ़रमाया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दामने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वहदत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कसरत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धब्बों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बदनुमा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नहीं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होने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दिया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मुराद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नहीं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लिये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सिफ़त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तजवीज़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नहीं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सकती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लोगों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मसलक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ताइद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सुलबी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तसवुरात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तसवीरात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भयानक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अंधेरो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ठोकर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रहे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हालांकि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कायनात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गोशा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गोशा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सिफ़तों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आसार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छलक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रहा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मख़्लूक़ात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ज़र्रा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ज़र्रा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गवाही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रहा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जानने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वाला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क़ुदरत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वाला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सुनने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देखने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वाला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अपने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दामने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रूबूवियत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पालने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वाला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साया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ए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रहमत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परवान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चढ़ाने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वाला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मक़सद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अलग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चीज़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तजवीज़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नहीं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सकती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सिफ़त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ताबीर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करना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सही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क्यों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lastRenderedPageBreak/>
        <w:t>वही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सिफ़ात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सिफ़ात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वहीं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मतलब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इमाम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जाफ़रे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सादिक़</w:t>
      </w:r>
      <w:r w:rsidRPr="00CC17CC">
        <w:rPr>
          <w:cs/>
          <w:lang w:bidi="hi-IN"/>
        </w:rPr>
        <w:t xml:space="preserve"> (</w:t>
      </w:r>
      <w:r w:rsidRPr="00CC17CC">
        <w:rPr>
          <w:rFonts w:hint="cs"/>
          <w:cs/>
          <w:lang w:bidi="hi-IN"/>
        </w:rPr>
        <w:t>अ</w:t>
      </w:r>
      <w:r w:rsidRPr="00CC17CC">
        <w:rPr>
          <w:cs/>
          <w:lang w:bidi="hi-IN"/>
        </w:rPr>
        <w:t>.</w:t>
      </w:r>
      <w:r w:rsidRPr="00CC17CC">
        <w:rPr>
          <w:rFonts w:hint="cs"/>
          <w:cs/>
          <w:lang w:bidi="hi-IN"/>
        </w:rPr>
        <w:t>स</w:t>
      </w:r>
      <w:r w:rsidRPr="00CC17CC">
        <w:rPr>
          <w:cs/>
          <w:lang w:bidi="hi-IN"/>
        </w:rPr>
        <w:t xml:space="preserve">.)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ज़बान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फ़ैज़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तरजुमान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सुनिये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फिर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मज़ाहिबे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आलम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अक़ीदा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ए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तौहीद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रौशनी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देखिये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परखिये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तौहीद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सही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मफ़हूम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रूशिनास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वाली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शख़्सियत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कौन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थे</w:t>
      </w:r>
      <w:r w:rsidRPr="009E708E">
        <w:t xml:space="preserve">? </w:t>
      </w:r>
      <w:r w:rsidRPr="00CC17CC">
        <w:rPr>
          <w:rFonts w:hint="cs"/>
          <w:cs/>
          <w:lang w:bidi="hi-IN"/>
        </w:rPr>
        <w:t>आप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फ़रमाते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हैं</w:t>
      </w:r>
      <w:r w:rsidRPr="00CC17CC">
        <w:rPr>
          <w:cs/>
          <w:lang w:bidi="hi-IN"/>
        </w:rPr>
        <w:t xml:space="preserve"> :-</w:t>
      </w:r>
    </w:p>
    <w:p w:rsidR="00CC17CC" w:rsidRPr="009E708E" w:rsidRDefault="00CC17CC" w:rsidP="006A0293">
      <w:pPr>
        <w:pStyle w:val="libNormal"/>
      </w:pPr>
      <w:r w:rsidRPr="00CC17CC">
        <w:rPr>
          <w:rFonts w:hint="cs"/>
          <w:cs/>
          <w:lang w:bidi="hi-IN"/>
        </w:rPr>
        <w:t>हमारा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ख़ुदा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ए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बुज़ुर्ग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हमेशा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इल्म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आलिम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रहा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हालांकि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मालूम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अभी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अदम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परदे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था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ऐन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समी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बसीर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रहा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लाहांकि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किसी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आवाज़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गूंज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बलन्द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थी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दिखाई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देने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वाली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चीज़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थी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ऐन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क़ादिर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रहा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हालांकि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क़ुदरत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असरात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क़ुबूल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वाली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शै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थी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फिर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चिज़ों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पैदा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मालूम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वजूद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हुआ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इलम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मालूमात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पूरी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तरह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मुनतबिक़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हुआ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मक़दूर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ताआलुक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क़ुदरत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नुमायां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हुई।</w:t>
      </w:r>
    </w:p>
    <w:p w:rsidR="00CC17CC" w:rsidRPr="009E708E" w:rsidRDefault="00CC17CC" w:rsidP="006A0293">
      <w:pPr>
        <w:pStyle w:val="libNormal"/>
      </w:pPr>
      <w:r w:rsidRPr="00CC17CC">
        <w:rPr>
          <w:rFonts w:hint="cs"/>
          <w:cs/>
          <w:lang w:bidi="hi-IN"/>
        </w:rPr>
        <w:t>यह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अक़ीदा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जिस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आईमा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ए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अहलेबैत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इजमा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मगर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सवादे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आज़म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खि़लाफ़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दूसरा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रास्ता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इख़्तेयार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सिफ़ात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आलहेदगी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तसव्वुर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पैदा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दिया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चुनान्चे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शहरिस्तानी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तहरीर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फ़रमाते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हैं</w:t>
      </w:r>
      <w:r w:rsidRPr="00CC17CC">
        <w:rPr>
          <w:cs/>
          <w:lang w:bidi="hi-IN"/>
        </w:rPr>
        <w:t xml:space="preserve"> :- </w:t>
      </w:r>
      <w:r w:rsidRPr="00CC17CC">
        <w:rPr>
          <w:rFonts w:hint="cs"/>
          <w:cs/>
          <w:lang w:bidi="hi-IN"/>
        </w:rPr>
        <w:t>अबूल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हसन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अश्तरी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कहते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अल्लाह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क़ुदरत</w:t>
      </w:r>
      <w:r w:rsidRPr="009E708E">
        <w:t xml:space="preserve">, </w:t>
      </w:r>
      <w:r w:rsidRPr="00CC17CC">
        <w:rPr>
          <w:rFonts w:hint="cs"/>
          <w:cs/>
          <w:lang w:bidi="hi-IN"/>
        </w:rPr>
        <w:t>हयात</w:t>
      </w:r>
      <w:r w:rsidRPr="009E708E">
        <w:t xml:space="preserve">, </w:t>
      </w:r>
      <w:r w:rsidRPr="00CC17CC">
        <w:rPr>
          <w:rFonts w:hint="cs"/>
          <w:cs/>
          <w:lang w:bidi="hi-IN"/>
        </w:rPr>
        <w:t>इरादा</w:t>
      </w:r>
      <w:r w:rsidRPr="009E708E">
        <w:t xml:space="preserve">, </w:t>
      </w:r>
      <w:r w:rsidRPr="00CC17CC">
        <w:rPr>
          <w:rFonts w:hint="cs"/>
          <w:cs/>
          <w:lang w:bidi="hi-IN"/>
        </w:rPr>
        <w:t>कलाम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समाओ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बसर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ज़रिये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आलिम</w:t>
      </w:r>
      <w:r w:rsidRPr="009E708E">
        <w:t xml:space="preserve">, </w:t>
      </w:r>
      <w:r w:rsidRPr="00CC17CC">
        <w:rPr>
          <w:rFonts w:hint="cs"/>
          <w:cs/>
          <w:lang w:bidi="hi-IN"/>
        </w:rPr>
        <w:t>क़ादिर</w:t>
      </w:r>
      <w:r w:rsidRPr="009E708E">
        <w:t xml:space="preserve">, </w:t>
      </w:r>
      <w:r w:rsidRPr="00CC17CC">
        <w:rPr>
          <w:rFonts w:hint="cs"/>
          <w:cs/>
          <w:lang w:bidi="hi-IN"/>
        </w:rPr>
        <w:t>ज़िन्दा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मुरीद</w:t>
      </w:r>
      <w:r w:rsidRPr="009E708E">
        <w:t xml:space="preserve">, </w:t>
      </w:r>
      <w:r w:rsidRPr="00CC17CC">
        <w:rPr>
          <w:rFonts w:hint="cs"/>
          <w:cs/>
          <w:lang w:bidi="hi-IN"/>
        </w:rPr>
        <w:t>मुताकल्लिम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समी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बसीर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है।</w:t>
      </w:r>
    </w:p>
    <w:p w:rsidR="00CC17CC" w:rsidRPr="009E708E" w:rsidRDefault="00CC17CC" w:rsidP="006A0293">
      <w:pPr>
        <w:pStyle w:val="libNormal"/>
      </w:pPr>
      <w:r w:rsidRPr="00CC17CC">
        <w:rPr>
          <w:rFonts w:hint="cs"/>
          <w:cs/>
          <w:lang w:bidi="hi-IN"/>
        </w:rPr>
        <w:t>अगर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सिफ़तों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तरह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ज़ाएद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बरज़ात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माना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जाएगा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उमूर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ख़ाली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नहीं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सिफ़तें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हमेशा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होगी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बाद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तारी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हुई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होगी</w:t>
      </w:r>
      <w:r w:rsidR="00E21429">
        <w:rPr>
          <w:cs/>
          <w:lang w:bidi="hi-IN"/>
        </w:rPr>
        <w:t>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पहली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lastRenderedPageBreak/>
        <w:t>सूरत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जितनी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सिफ़तें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मानी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जायेंगी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उतने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क़दीम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मानना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पड़ेंगें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क़दामत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शरीक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होगी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दूसरी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सूरत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महले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हवादिस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क़रार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देने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अलावा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लाज़िम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आएगा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सिफ़तों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पैदा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होने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पहले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आलिम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क़ादिर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समी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बसीर।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अक़ीदा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बुनियादी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तौर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इस्लाम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खि़लाफ़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है।</w:t>
      </w:r>
    </w:p>
    <w:p w:rsidR="00CC17CC" w:rsidRPr="009E708E" w:rsidRDefault="00CC17CC" w:rsidP="006A0293">
      <w:pPr>
        <w:pStyle w:val="libNormal"/>
      </w:pPr>
      <w:r w:rsidRPr="00CC17CC">
        <w:rPr>
          <w:rFonts w:hint="cs"/>
          <w:cs/>
          <w:lang w:bidi="hi-IN"/>
        </w:rPr>
        <w:t>अमीरूल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मोमेनीन</w:t>
      </w:r>
      <w:r w:rsidRPr="00CC17CC">
        <w:rPr>
          <w:cs/>
          <w:lang w:bidi="hi-IN"/>
        </w:rPr>
        <w:t xml:space="preserve"> (</w:t>
      </w:r>
      <w:r w:rsidRPr="00CC17CC">
        <w:rPr>
          <w:rFonts w:hint="cs"/>
          <w:cs/>
          <w:lang w:bidi="hi-IN"/>
        </w:rPr>
        <w:t>अ</w:t>
      </w:r>
      <w:r w:rsidRPr="00CC17CC">
        <w:rPr>
          <w:cs/>
          <w:lang w:bidi="hi-IN"/>
        </w:rPr>
        <w:t>.</w:t>
      </w:r>
      <w:r w:rsidRPr="00CC17CC">
        <w:rPr>
          <w:rFonts w:hint="cs"/>
          <w:cs/>
          <w:lang w:bidi="hi-IN"/>
        </w:rPr>
        <w:t>स</w:t>
      </w:r>
      <w:r w:rsidRPr="00CC17CC">
        <w:rPr>
          <w:cs/>
          <w:lang w:bidi="hi-IN"/>
        </w:rPr>
        <w:t xml:space="preserve">.) </w:t>
      </w:r>
      <w:r w:rsidRPr="00CC17CC">
        <w:rPr>
          <w:rFonts w:hint="cs"/>
          <w:cs/>
          <w:lang w:bidi="hi-IN"/>
        </w:rPr>
        <w:t>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एक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दूसरे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ख़ुत्बे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मिल्लतें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मुसलेमा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नसीहत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करते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हुए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इस्लाम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तौहीद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बारे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इरशाद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फ़रमाया</w:t>
      </w:r>
      <w:r w:rsidRPr="00CC17CC">
        <w:rPr>
          <w:cs/>
          <w:lang w:bidi="hi-IN"/>
        </w:rPr>
        <w:t xml:space="preserve"> :-</w:t>
      </w:r>
    </w:p>
    <w:p w:rsidR="00CC17CC" w:rsidRPr="009E708E" w:rsidRDefault="00CC17CC" w:rsidP="006A0293">
      <w:pPr>
        <w:pStyle w:val="libNormal"/>
      </w:pPr>
      <w:r w:rsidRPr="00CC17CC">
        <w:rPr>
          <w:rFonts w:hint="cs"/>
          <w:cs/>
          <w:lang w:bidi="hi-IN"/>
        </w:rPr>
        <w:t>मैं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तुम्हें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अल्लाह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डरने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नसीहत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करता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हूं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जिसने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तुम्हें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पैदा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जिसकी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तरफ़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तुम्हें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पलटना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वही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तुम्हारा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कामरानियों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ज़रिया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तुम्हारी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आरज़ुओं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आख़री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मंज़िल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तुम्हारी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राहे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हक़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वाबस्ता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वही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ख़ौफ़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हिरास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लिये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तुम्हारे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लिये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पनाहगाह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है।</w:t>
      </w:r>
    </w:p>
    <w:p w:rsidR="00CC17CC" w:rsidRPr="009E708E" w:rsidRDefault="00CC17CC" w:rsidP="006A0293">
      <w:pPr>
        <w:pStyle w:val="libNormal"/>
      </w:pPr>
      <w:r w:rsidRPr="00CC17CC">
        <w:rPr>
          <w:rFonts w:hint="cs"/>
          <w:cs/>
          <w:lang w:bidi="hi-IN"/>
        </w:rPr>
        <w:t>दिल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अल्लाह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ख़ौफ़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रखो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क्यां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तुम्हारे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दिलों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रोग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चारा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फ़िक्र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शऊर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तारीकियों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लिये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उजाला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जिसमों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बिमारी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लिये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शिफ़ा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सीनों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तबाहकारियों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लिये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इस्लाह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नफ़्स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कसाफ़तों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लिये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पाकीज़गी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आंखों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तीरगी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लिये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नूर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दहशत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लिये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ढारस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जिहालत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अंधेरों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लिये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रोशनी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सिर्फ़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ज़ाहिरी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तौर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अल्लाह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इताअत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जामा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ओढ़ो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बल्कि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अपना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अन्दरूनी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पहनावा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बनाओ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सिर्फ़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अन्दूरूनी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पहनावा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बल्कि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ऐसा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="00F74AE6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तुम्हारे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बातिन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उतर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जाए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दिल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रच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जाए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अपने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मामलात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lastRenderedPageBreak/>
        <w:t>पर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हुक्मरान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हश्र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वारिद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होने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बाद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मन्ज़िले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मक़सूद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पहुँचने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वसीला</w:t>
      </w:r>
      <w:r w:rsidRPr="009E708E">
        <w:t xml:space="preserve">, </w:t>
      </w:r>
      <w:r w:rsidRPr="00CC17CC">
        <w:rPr>
          <w:rFonts w:hint="cs"/>
          <w:cs/>
          <w:lang w:bidi="hi-IN"/>
        </w:rPr>
        <w:t>ख़ौफ़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दिन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लिये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सिपर</w:t>
      </w:r>
      <w:r w:rsidRPr="009E708E">
        <w:t xml:space="preserve">, </w:t>
      </w:r>
      <w:r w:rsidRPr="00CC17CC">
        <w:rPr>
          <w:rFonts w:hint="cs"/>
          <w:cs/>
          <w:lang w:bidi="hi-IN"/>
        </w:rPr>
        <w:t>क़ब्र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लिये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चिराग़</w:t>
      </w:r>
      <w:r w:rsidRPr="009E708E">
        <w:t xml:space="preserve">, </w:t>
      </w:r>
      <w:r w:rsidRPr="00CC17CC">
        <w:rPr>
          <w:rFonts w:hint="cs"/>
          <w:cs/>
          <w:lang w:bidi="hi-IN"/>
        </w:rPr>
        <w:t>तनहाई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तवील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वहशत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लिये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हमनवा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दमसाज़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मंज़िल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अन्दोहनाकियों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रिहाई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ज़रिया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क़रार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क्यों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ख़ुदा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इताअत</w:t>
      </w:r>
      <w:r w:rsidRPr="009E708E">
        <w:t xml:space="preserve">, </w:t>
      </w:r>
      <w:r w:rsidRPr="00CC17CC">
        <w:rPr>
          <w:rFonts w:hint="cs"/>
          <w:cs/>
          <w:lang w:bidi="hi-IN"/>
        </w:rPr>
        <w:t>मसाअबो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आलाम</w:t>
      </w:r>
      <w:r w:rsidRPr="009E708E">
        <w:t xml:space="preserve">, </w:t>
      </w:r>
      <w:r w:rsidRPr="00CC17CC">
        <w:rPr>
          <w:rFonts w:hint="cs"/>
          <w:cs/>
          <w:lang w:bidi="hi-IN"/>
        </w:rPr>
        <w:t>ख़ौफ़ो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दहशत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भड़कती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हुई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आग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शोलों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बचाती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तक़वा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मज़बूती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पकड़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लेता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मुसीबतें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क़रीब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होते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हुए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भी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दूर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जाती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हैं।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तमाम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उमूर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तल्ख़ी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बदमज़गी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बावजूद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शीरी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जाते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हैं।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तबाही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हलाकत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मौजें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हुजूम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बाद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छट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जाती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दुश्वारियां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सख़तियों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मुबतेला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बाद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आसान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जाती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हैं।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क़हत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नायाबी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बाद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लुत्फ़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झड़ी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लग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जाती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9E708E">
        <w:t xml:space="preserve">, </w:t>
      </w:r>
      <w:r w:rsidRPr="00CC17CC">
        <w:rPr>
          <w:rFonts w:hint="cs"/>
          <w:cs/>
          <w:lang w:bidi="hi-IN"/>
        </w:rPr>
        <w:t>रहमत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बरगशता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होने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बाद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फिर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झुक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पड़ती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है।</w:t>
      </w:r>
    </w:p>
    <w:p w:rsidR="00CC17CC" w:rsidRPr="009E708E" w:rsidRDefault="00CC17CC" w:rsidP="006A0293">
      <w:pPr>
        <w:pStyle w:val="libNormal"/>
      </w:pPr>
      <w:r w:rsidRPr="009E708E">
        <w:rPr>
          <w:rFonts w:hint="eastAsia"/>
        </w:rPr>
        <w:t>‘‘</w:t>
      </w:r>
      <w:r w:rsidRPr="009E708E">
        <w:t xml:space="preserve"> </w:t>
      </w:r>
      <w:r w:rsidRPr="00CC17CC">
        <w:rPr>
          <w:rFonts w:hint="cs"/>
          <w:cs/>
          <w:lang w:bidi="hi-IN"/>
        </w:rPr>
        <w:t>उस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ख़ुदा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डरो</w:t>
      </w:r>
      <w:r w:rsidRPr="009E708E">
        <w:t xml:space="preserve">,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जिसने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पन्दोमोआज़ेमत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तुम्हें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फ़ाएदा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पहुँचाया</w:t>
      </w:r>
      <w:r w:rsidRPr="009E708E">
        <w:t xml:space="preserve">, </w:t>
      </w:r>
      <w:r w:rsidRPr="00CC17CC">
        <w:rPr>
          <w:rFonts w:hint="cs"/>
          <w:cs/>
          <w:lang w:bidi="hi-IN"/>
        </w:rPr>
        <w:t>अपने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पैग़ाम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ज़रियें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वाज़ो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नसीहत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9E708E">
        <w:t xml:space="preserve">, </w:t>
      </w:r>
      <w:r w:rsidRPr="00CC17CC">
        <w:rPr>
          <w:rFonts w:hint="cs"/>
          <w:cs/>
          <w:lang w:bidi="hi-IN"/>
        </w:rPr>
        <w:t>अपनी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नेअमतों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तुम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लुत्फ़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एहसान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बन्दगी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नियाज़मन्दी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लिये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अपने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नफ़्सो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पाक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करो</w:t>
      </w:r>
      <w:r w:rsidRPr="009E708E">
        <w:t xml:space="preserve">, </w:t>
      </w:r>
      <w:r w:rsidRPr="00CC17CC">
        <w:rPr>
          <w:rFonts w:hint="cs"/>
          <w:cs/>
          <w:lang w:bidi="hi-IN"/>
        </w:rPr>
        <w:t>उसकी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फ़रमाबरदारी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पूरा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पूरा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हक़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करो।</w:t>
      </w:r>
      <w:r w:rsidRPr="00CC17CC">
        <w:rPr>
          <w:cs/>
          <w:lang w:bidi="hi-IN"/>
        </w:rPr>
        <w:t xml:space="preserve"> </w:t>
      </w:r>
      <w:r w:rsidRPr="009E708E">
        <w:t>’’</w:t>
      </w:r>
    </w:p>
    <w:p w:rsidR="00CC17CC" w:rsidRPr="009E708E" w:rsidRDefault="00CC17CC" w:rsidP="006A0293">
      <w:pPr>
        <w:pStyle w:val="libNormal"/>
      </w:pPr>
      <w:r w:rsidRPr="009E708E">
        <w:rPr>
          <w:rFonts w:hint="eastAsia"/>
        </w:rPr>
        <w:t>‘‘</w:t>
      </w:r>
      <w:r w:rsidRPr="009E708E">
        <w:t xml:space="preserve"> </w:t>
      </w:r>
      <w:r w:rsidRPr="00CC17CC">
        <w:rPr>
          <w:rFonts w:hint="cs"/>
          <w:cs/>
          <w:lang w:bidi="hi-IN"/>
        </w:rPr>
        <w:t>इस्लाम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दीन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जिसे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अल्लाह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अपने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पहचनवाने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लिये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पसन्द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किया</w:t>
      </w:r>
      <w:r w:rsidRPr="009E708E">
        <w:t xml:space="preserve">, </w:t>
      </w:r>
      <w:r w:rsidRPr="00CC17CC">
        <w:rPr>
          <w:rFonts w:hint="cs"/>
          <w:cs/>
          <w:lang w:bidi="hi-IN"/>
        </w:rPr>
        <w:t>अपनी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नज़रों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सामने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देख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भाल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9E708E">
        <w:t xml:space="preserve">, </w:t>
      </w:r>
      <w:r w:rsidRPr="00CC17CC">
        <w:rPr>
          <w:rFonts w:hint="cs"/>
          <w:cs/>
          <w:lang w:bidi="hi-IN"/>
        </w:rPr>
        <w:t>उसकी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तबलीग़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वास्ते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बेहतरीन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ख़लाएक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अन्जाम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फ़रमाया</w:t>
      </w:r>
      <w:r w:rsidRPr="009E708E">
        <w:t xml:space="preserve">, </w:t>
      </w:r>
      <w:r w:rsidRPr="00CC17CC">
        <w:rPr>
          <w:rFonts w:hint="cs"/>
          <w:cs/>
          <w:lang w:bidi="hi-IN"/>
        </w:rPr>
        <w:t>अपनी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मोहब्बत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सुतून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खड़े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किये</w:t>
      </w:r>
      <w:r w:rsidRPr="009E708E">
        <w:t xml:space="preserve">, </w:t>
      </w:r>
      <w:r w:rsidRPr="00CC17CC">
        <w:rPr>
          <w:rFonts w:hint="cs"/>
          <w:cs/>
          <w:lang w:bidi="hi-IN"/>
        </w:rPr>
        <w:t>उसकी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बरतरी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वजह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तमाम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दीनों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सरनिगू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lastRenderedPageBreak/>
        <w:t>बलन्दी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सामने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मिल्लतों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पस्त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किया।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इज़्ज़त</w:t>
      </w:r>
      <w:r w:rsidRPr="009E708E">
        <w:t xml:space="preserve">, </w:t>
      </w:r>
      <w:r w:rsidRPr="00CC17CC">
        <w:rPr>
          <w:rFonts w:hint="cs"/>
          <w:cs/>
          <w:lang w:bidi="hi-IN"/>
        </w:rPr>
        <w:t>अज़मत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बुज़ुर्गी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ज़रिये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दुश्मनों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ज़लील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नुसरत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ताईद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मुखालेफ़ीन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रूसवा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किया</w:t>
      </w:r>
      <w:r w:rsidRPr="009E708E">
        <w:t xml:space="preserve">, </w:t>
      </w:r>
      <w:r w:rsidRPr="00CC17CC">
        <w:rPr>
          <w:rFonts w:hint="cs"/>
          <w:cs/>
          <w:lang w:bidi="hi-IN"/>
        </w:rPr>
        <w:t>उसके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सुतून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गुमराही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खम्बों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गिरा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दिया।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प्यासों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दरियाओं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सेराब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पानी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उलचने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वालों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ज़रिये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हौज़ों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भर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दिया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फिर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तरह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मज़बूत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बन्धनों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शिकस्तो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रेख़्त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नहीं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हुक़ूक़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कड़ियां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एक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दूसरे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अलग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सकती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क़वानीन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महो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सकते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हैं</w:t>
      </w:r>
      <w:r w:rsidRPr="009E708E">
        <w:t xml:space="preserve">, </w:t>
      </w:r>
      <w:r w:rsidRPr="00CC17CC">
        <w:rPr>
          <w:rFonts w:hint="cs"/>
          <w:cs/>
          <w:lang w:bidi="hi-IN"/>
        </w:rPr>
        <w:t>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सफ़ेद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दामन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स्याही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धब्बा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उभर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सकता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9E708E">
        <w:t xml:space="preserve">, </w:t>
      </w:r>
      <w:r w:rsidRPr="00CC17CC">
        <w:rPr>
          <w:rFonts w:hint="cs"/>
          <w:cs/>
          <w:lang w:bidi="hi-IN"/>
        </w:rPr>
        <w:t>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इस्तेक़ामत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पेंचोख़म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पैदा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सकते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कुशादा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राहों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दुश्वारियां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हैं</w:t>
      </w:r>
      <w:r w:rsidRPr="009E708E">
        <w:t xml:space="preserve">, </w:t>
      </w:r>
      <w:r w:rsidRPr="00CC17CC">
        <w:rPr>
          <w:rFonts w:hint="cs"/>
          <w:cs/>
          <w:lang w:bidi="hi-IN"/>
        </w:rPr>
        <w:t>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चिराग़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गुल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सकते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हैं</w:t>
      </w:r>
      <w:r w:rsidRPr="009E708E">
        <w:t xml:space="preserve">, </w:t>
      </w:r>
      <w:r w:rsidRPr="00CC17CC">
        <w:rPr>
          <w:rFonts w:hint="cs"/>
          <w:cs/>
          <w:lang w:bidi="hi-IN"/>
        </w:rPr>
        <w:t>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ख़ुशगवारियों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तल्खि़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गुज़र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होता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इस्लाम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ऐसे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सुतूनों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हावी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जिसके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पाए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अल्लाह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हक़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सरज़मीन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क़ायम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किये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उनकी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असासा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बुनियाद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इस्तेहक़म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बख़्श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अल्लाह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इस्लाम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अपनी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इन्तेहाइ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रज़ामन्दी</w:t>
      </w:r>
      <w:r w:rsidRPr="009E708E">
        <w:t xml:space="preserve">, </w:t>
      </w:r>
      <w:r w:rsidRPr="00CC17CC">
        <w:rPr>
          <w:rFonts w:hint="cs"/>
          <w:cs/>
          <w:lang w:bidi="hi-IN"/>
        </w:rPr>
        <w:t>बलन्दतरीन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अरकान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अपनी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एताअत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ऊंची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सतह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क़रार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दिया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चुनान्चे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अल्लाह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नज़दीक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सुतून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मुस्तहकम</w:t>
      </w:r>
      <w:r w:rsidRPr="009E708E">
        <w:t xml:space="preserve">, </w:t>
      </w:r>
      <w:r w:rsidRPr="00CC17CC">
        <w:rPr>
          <w:rFonts w:hint="cs"/>
          <w:cs/>
          <w:lang w:bidi="hi-IN"/>
        </w:rPr>
        <w:t>उसकी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इमारत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सरबलन्द</w:t>
      </w:r>
      <w:r w:rsidRPr="009E708E">
        <w:t xml:space="preserve">, </w:t>
      </w:r>
      <w:r w:rsidRPr="00CC17CC">
        <w:rPr>
          <w:rFonts w:hint="cs"/>
          <w:cs/>
          <w:lang w:bidi="hi-IN"/>
        </w:rPr>
        <w:t>उसकी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दलील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रौशन</w:t>
      </w:r>
      <w:r w:rsidRPr="009E708E">
        <w:t xml:space="preserve">, </w:t>
      </w:r>
      <w:r w:rsidRPr="00CC17CC">
        <w:rPr>
          <w:rFonts w:hint="cs"/>
          <w:cs/>
          <w:lang w:bidi="hi-IN"/>
        </w:rPr>
        <w:t>उसकी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ज़ियाए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नूरपाश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सलतनत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ग़ालिब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जिसकी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बीख़कनी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दुश्वार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9E708E">
        <w:t xml:space="preserve">, </w:t>
      </w:r>
      <w:r w:rsidRPr="00CC17CC">
        <w:rPr>
          <w:rFonts w:hint="cs"/>
          <w:cs/>
          <w:lang w:bidi="hi-IN"/>
        </w:rPr>
        <w:t>उसकी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इज़्ज़त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विक़ार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बाक़ी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रखो</w:t>
      </w:r>
      <w:r w:rsidRPr="009E708E">
        <w:t xml:space="preserve">, </w:t>
      </w:r>
      <w:r w:rsidRPr="00CC17CC">
        <w:rPr>
          <w:rFonts w:hint="cs"/>
          <w:cs/>
          <w:lang w:bidi="hi-IN"/>
        </w:rPr>
        <w:t>उसके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एहकाम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पैरवी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करो</w:t>
      </w:r>
      <w:r w:rsidRPr="009E708E">
        <w:t xml:space="preserve">, </w:t>
      </w:r>
      <w:r w:rsidRPr="00CC17CC">
        <w:rPr>
          <w:rFonts w:hint="cs"/>
          <w:cs/>
          <w:lang w:bidi="hi-IN"/>
        </w:rPr>
        <w:t>उसके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हुक़ूक़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हुक्म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जगह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क़ायम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करो।</w:t>
      </w:r>
      <w:r w:rsidRPr="00CC17CC">
        <w:rPr>
          <w:cs/>
          <w:lang w:bidi="hi-IN"/>
        </w:rPr>
        <w:t xml:space="preserve"> </w:t>
      </w:r>
      <w:r w:rsidRPr="009E708E">
        <w:t>’’ (</w:t>
      </w:r>
      <w:r w:rsidRPr="00CC17CC">
        <w:rPr>
          <w:rFonts w:hint="cs"/>
          <w:cs/>
          <w:lang w:bidi="hi-IN"/>
        </w:rPr>
        <w:t>माख़ुज़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अज़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नहजुल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बलाग़ा</w:t>
      </w:r>
      <w:r>
        <w:rPr>
          <w:cs/>
          <w:lang w:bidi="hi-IN"/>
        </w:rPr>
        <w:t>)</w:t>
      </w:r>
    </w:p>
    <w:p w:rsidR="00CC17CC" w:rsidRPr="009E708E" w:rsidRDefault="00CC17CC" w:rsidP="006A0293">
      <w:pPr>
        <w:pStyle w:val="libNormal"/>
      </w:pPr>
      <w:r w:rsidRPr="00CC17CC">
        <w:rPr>
          <w:rFonts w:hint="cs"/>
          <w:cs/>
          <w:lang w:bidi="hi-IN"/>
        </w:rPr>
        <w:lastRenderedPageBreak/>
        <w:t>अमीरूल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मोमेनीन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हज़रत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अली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इब्ने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अबी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तालिब</w:t>
      </w:r>
      <w:r w:rsidRPr="00CC17CC">
        <w:rPr>
          <w:cs/>
          <w:lang w:bidi="hi-IN"/>
        </w:rPr>
        <w:t xml:space="preserve"> (</w:t>
      </w:r>
      <w:r w:rsidRPr="00CC17CC">
        <w:rPr>
          <w:rFonts w:hint="cs"/>
          <w:cs/>
          <w:lang w:bidi="hi-IN"/>
        </w:rPr>
        <w:t>अ</w:t>
      </w:r>
      <w:r w:rsidRPr="00CC17CC">
        <w:rPr>
          <w:cs/>
          <w:lang w:bidi="hi-IN"/>
        </w:rPr>
        <w:t>.</w:t>
      </w:r>
      <w:r w:rsidRPr="00CC17CC">
        <w:rPr>
          <w:rFonts w:hint="cs"/>
          <w:cs/>
          <w:lang w:bidi="hi-IN"/>
        </w:rPr>
        <w:t>स</w:t>
      </w:r>
      <w:r w:rsidRPr="00CC17CC">
        <w:rPr>
          <w:cs/>
          <w:lang w:bidi="hi-IN"/>
        </w:rPr>
        <w:t xml:space="preserve">.)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अक़वाल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नसायह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रौशनी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तौहीद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हक़ीक़ी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तसव्वुर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निगाहे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इन्सानी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उभरता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ख़ुदा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क़दीम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यानि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हमेशा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हमेशा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रहेगा</w:t>
      </w:r>
      <w:r w:rsidR="00E21429">
        <w:rPr>
          <w:cs/>
          <w:lang w:bidi="hi-IN"/>
        </w:rPr>
        <w:t>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ख़ुदा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क़ादिर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यानि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चीज़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क़ुदरत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रखता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ख़ुदा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आलिम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यानि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चीज़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जानने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वाला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ख़ुदा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बसीर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यानि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ज़ाहिर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बातिन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मख़फ़ी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नहीं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हालांकि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आंख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वग़ैरा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नहीं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रखता</w:t>
      </w:r>
      <w:r w:rsidRPr="009E708E">
        <w:t xml:space="preserve">, </w:t>
      </w:r>
      <w:r w:rsidRPr="00CC17CC">
        <w:rPr>
          <w:rFonts w:hint="cs"/>
          <w:cs/>
          <w:lang w:bidi="hi-IN"/>
        </w:rPr>
        <w:t>ख़ुदा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मुताकल्लिम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यानि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जिस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चीज़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चाहे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क़ुव्वते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गोयाई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पैदा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जैसे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दरख़्त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मकें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आवाज़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पैदा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मूसा</w:t>
      </w:r>
      <w:r w:rsidRPr="00CC17CC">
        <w:rPr>
          <w:cs/>
          <w:lang w:bidi="hi-IN"/>
        </w:rPr>
        <w:t xml:space="preserve"> (</w:t>
      </w:r>
      <w:r w:rsidRPr="00CC17CC">
        <w:rPr>
          <w:rFonts w:hint="cs"/>
          <w:cs/>
          <w:lang w:bidi="hi-IN"/>
        </w:rPr>
        <w:t>अ</w:t>
      </w:r>
      <w:r w:rsidRPr="00CC17CC">
        <w:rPr>
          <w:cs/>
          <w:lang w:bidi="hi-IN"/>
        </w:rPr>
        <w:t>.</w:t>
      </w:r>
      <w:r w:rsidRPr="00CC17CC">
        <w:rPr>
          <w:rFonts w:hint="cs"/>
          <w:cs/>
          <w:lang w:bidi="hi-IN"/>
        </w:rPr>
        <w:t>स</w:t>
      </w:r>
      <w:r w:rsidRPr="00CC17CC">
        <w:rPr>
          <w:cs/>
          <w:lang w:bidi="hi-IN"/>
        </w:rPr>
        <w:t xml:space="preserve">.)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बातें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करता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था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पत्थर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संग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रेज़ों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तकल्लुम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पैदा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दिया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रसूल</w:t>
      </w:r>
      <w:r w:rsidRPr="00CC17CC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स.अ.व.व.</w:t>
      </w:r>
      <w:r w:rsidRPr="00CC17CC">
        <w:rPr>
          <w:cs/>
          <w:lang w:bidi="hi-IN"/>
        </w:rPr>
        <w:t xml:space="preserve">)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रिसालत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गवाही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देने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लगे।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ख़ुदा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सादिक़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यानि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कलाम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सच्चा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दुरूस्त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ख़ुदा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लाशरीक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अपनी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किसी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शरीक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नहीं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करता।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ख़ुदा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मुरक्क़़ब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नहीं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यानि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जिस्म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अरज़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जौहर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नहीं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बना।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ख़ुदा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मकान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यानि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मकान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मुक़ाम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नहीं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रखता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बल्कि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अपनी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क़ुदरते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कामिला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जगह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शै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मौजूद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ख़ुदा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हुलूल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नहीं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ख़ुदा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ऐब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बरी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पाक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साफ़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ख़ुदा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देख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नहीं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सकता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दुनियां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उक़बा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ख़़ुदा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बड़ा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आदिल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इंसाफ़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वाला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किसी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उमूर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किसी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मोहताज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नहीं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ख़ुदा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ज़ालिम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जाबिर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नहीं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यानि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अपने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बन्दों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ज़ुल्म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जब्र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नहीं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करता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ख़ुदा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जिस्मो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जिस्मानियत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मुबर्रा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है।</w:t>
      </w:r>
    </w:p>
    <w:p w:rsidR="00CC17CC" w:rsidRPr="009E708E" w:rsidRDefault="00CC17CC" w:rsidP="006A0293">
      <w:pPr>
        <w:pStyle w:val="libNormal"/>
      </w:pPr>
      <w:r w:rsidRPr="00CC17CC">
        <w:rPr>
          <w:rFonts w:hint="cs"/>
          <w:cs/>
          <w:lang w:bidi="hi-IN"/>
        </w:rPr>
        <w:lastRenderedPageBreak/>
        <w:t>क़ुरआन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भी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कहता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ख़ुदा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शक्ल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सूरत</w:t>
      </w:r>
      <w:r w:rsidRPr="009E708E">
        <w:t xml:space="preserve">, </w:t>
      </w:r>
      <w:r w:rsidRPr="00CC17CC">
        <w:rPr>
          <w:rFonts w:hint="cs"/>
          <w:cs/>
          <w:lang w:bidi="hi-IN"/>
        </w:rPr>
        <w:t>जिन्स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जिस्म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तशबीह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हदबन्दी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तसव्वुर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पाक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आखें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देख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नहीं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सकतीं</w:t>
      </w:r>
      <w:r w:rsidRPr="009E708E">
        <w:t>1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चुनान्चे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मूसा</w:t>
      </w:r>
      <w:r w:rsidRPr="00CC17CC">
        <w:rPr>
          <w:cs/>
          <w:lang w:bidi="hi-IN"/>
        </w:rPr>
        <w:t xml:space="preserve"> (</w:t>
      </w:r>
      <w:r w:rsidRPr="00CC17CC">
        <w:rPr>
          <w:rFonts w:hint="cs"/>
          <w:cs/>
          <w:lang w:bidi="hi-IN"/>
        </w:rPr>
        <w:t>अ</w:t>
      </w:r>
      <w:r w:rsidRPr="00CC17CC">
        <w:rPr>
          <w:cs/>
          <w:lang w:bidi="hi-IN"/>
        </w:rPr>
        <w:t>.</w:t>
      </w:r>
      <w:r w:rsidRPr="00CC17CC">
        <w:rPr>
          <w:rFonts w:hint="cs"/>
          <w:cs/>
          <w:lang w:bidi="hi-IN"/>
        </w:rPr>
        <w:t>स</w:t>
      </w:r>
      <w:r w:rsidRPr="00CC17CC">
        <w:rPr>
          <w:cs/>
          <w:lang w:bidi="hi-IN"/>
        </w:rPr>
        <w:t xml:space="preserve">.) </w:t>
      </w:r>
      <w:r w:rsidRPr="00CC17CC">
        <w:rPr>
          <w:rFonts w:hint="cs"/>
          <w:cs/>
          <w:lang w:bidi="hi-IN"/>
        </w:rPr>
        <w:t>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दीदार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ख़्वाहिश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ज़ाहिर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इरशाद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हुआ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तुम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मुझे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देख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नहीं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सकते</w:t>
      </w:r>
      <w:r w:rsidR="00E21429">
        <w:rPr>
          <w:cs/>
          <w:lang w:bidi="hi-IN"/>
        </w:rPr>
        <w:t>।</w:t>
      </w:r>
    </w:p>
    <w:p w:rsidR="00CC17CC" w:rsidRPr="009E708E" w:rsidRDefault="00CC17CC" w:rsidP="006A0293">
      <w:pPr>
        <w:pStyle w:val="libNormal"/>
      </w:pPr>
      <w:r w:rsidRPr="00CC17CC">
        <w:rPr>
          <w:rFonts w:hint="cs"/>
          <w:cs/>
          <w:lang w:bidi="hi-IN"/>
        </w:rPr>
        <w:t>अफ़सोस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अमवी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दौर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इक़तेदार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परस्त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उलेमा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एक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मख़सूस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गिरोह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अली</w:t>
      </w:r>
      <w:r w:rsidRPr="00CC17CC">
        <w:rPr>
          <w:cs/>
          <w:lang w:bidi="hi-IN"/>
        </w:rPr>
        <w:t xml:space="preserve"> (</w:t>
      </w:r>
      <w:r w:rsidRPr="00CC17CC">
        <w:rPr>
          <w:rFonts w:hint="cs"/>
          <w:cs/>
          <w:lang w:bidi="hi-IN"/>
        </w:rPr>
        <w:t>अ</w:t>
      </w:r>
      <w:r w:rsidRPr="00CC17CC">
        <w:rPr>
          <w:cs/>
          <w:lang w:bidi="hi-IN"/>
        </w:rPr>
        <w:t>.</w:t>
      </w:r>
      <w:r w:rsidRPr="00CC17CC">
        <w:rPr>
          <w:rFonts w:hint="cs"/>
          <w:cs/>
          <w:lang w:bidi="hi-IN"/>
        </w:rPr>
        <w:t>स</w:t>
      </w:r>
      <w:r w:rsidRPr="00CC17CC">
        <w:rPr>
          <w:cs/>
          <w:lang w:bidi="hi-IN"/>
        </w:rPr>
        <w:t xml:space="preserve">.)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दुश्मनी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अदावत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वहदानियत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हक़ीक़ी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तसव्वुर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पामाल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दिया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ख़ुदावन्दे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आलम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अपनी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मख़लूक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सामने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जलवा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अफ़रोज़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होगा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लोग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चौद</w:t>
      </w:r>
      <w:r w:rsidR="006A0293">
        <w:rPr>
          <w:rFonts w:hint="cs"/>
          <w:cs/>
          <w:lang w:bidi="hi-IN"/>
        </w:rPr>
        <w:t>ह</w:t>
      </w:r>
      <w:r w:rsidRPr="00CC17CC">
        <w:rPr>
          <w:rFonts w:hint="cs"/>
          <w:cs/>
          <w:lang w:bidi="hi-IN"/>
        </w:rPr>
        <w:t>वी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चांद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तरह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देखेंगे</w:t>
      </w:r>
      <w:r w:rsidRPr="009E708E">
        <w:t>3</w:t>
      </w:r>
      <w:r w:rsidR="00E21429">
        <w:rPr>
          <w:cs/>
          <w:lang w:bidi="hi-IN"/>
        </w:rPr>
        <w:t>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ख़ुदा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शबे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जुमा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आसमान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ज़मीन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उतरता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दुनियां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सैर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करता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9E708E">
        <w:t>4</w:t>
      </w:r>
      <w:r w:rsidR="00E21429">
        <w:rPr>
          <w:cs/>
          <w:lang w:bidi="hi-IN"/>
        </w:rPr>
        <w:t>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ख़ुदा</w:t>
      </w:r>
      <w:r w:rsidRPr="00CC17CC">
        <w:rPr>
          <w:cs/>
          <w:lang w:bidi="hi-IN"/>
        </w:rPr>
        <w:t xml:space="preserve"> </w:t>
      </w:r>
      <w:r>
        <w:rPr>
          <w:cs/>
          <w:lang w:bidi="hi-IN"/>
        </w:rPr>
        <w:t>(</w:t>
      </w:r>
      <w:r w:rsidRPr="00CC17CC">
        <w:rPr>
          <w:rFonts w:hint="cs"/>
          <w:cs/>
          <w:lang w:bidi="hi-IN"/>
        </w:rPr>
        <w:t>हश्र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दिन</w:t>
      </w:r>
      <w:r>
        <w:rPr>
          <w:cs/>
          <w:lang w:bidi="hi-IN"/>
        </w:rPr>
        <w:t>)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जहन्नुम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अपना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पैर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डाल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देगा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भर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जाएगा</w:t>
      </w:r>
      <w:r w:rsidRPr="009E708E">
        <w:t>5</w:t>
      </w:r>
      <w:r w:rsidR="00E21429">
        <w:rPr>
          <w:cs/>
          <w:lang w:bidi="hi-IN"/>
        </w:rPr>
        <w:t>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अपनी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पिन्डली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खोल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देखेगा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ताकि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मोमेनीन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पहचान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लें।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हंसता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ख़ुद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हैरत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पड़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जाता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ख़ुदा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हाथ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पैर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पांच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उंगलियां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पहली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उंगली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आसमानों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पर</w:t>
      </w:r>
      <w:r w:rsidRPr="009E708E">
        <w:t xml:space="preserve">, </w:t>
      </w:r>
      <w:r w:rsidRPr="00CC17CC">
        <w:rPr>
          <w:rFonts w:hint="cs"/>
          <w:cs/>
          <w:lang w:bidi="hi-IN"/>
        </w:rPr>
        <w:t>दूसरी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ज़मीनों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पर</w:t>
      </w:r>
      <w:r w:rsidRPr="009E708E">
        <w:t xml:space="preserve">, </w:t>
      </w:r>
      <w:r w:rsidRPr="00CC17CC">
        <w:rPr>
          <w:rFonts w:hint="cs"/>
          <w:cs/>
          <w:lang w:bidi="hi-IN"/>
        </w:rPr>
        <w:t>तीसरी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दरख़्तों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चौथी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पानी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पर</w:t>
      </w:r>
      <w:r w:rsidRPr="009E708E">
        <w:t>,</w:t>
      </w:r>
      <w:r w:rsidR="00F74AE6" w:rsidRPr="009E708E"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पांचवी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तमाम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मख़्लूक़ात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रखी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हुई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ख़ुदा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अर्श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बैठा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हुआ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जिस्म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चार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चार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उंगल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अर्श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बाहर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निकला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हुआ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क़दर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भारी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भरकम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बोझ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अर्श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चुर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चुर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करता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हज़रत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अबू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बक्र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बिन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कहाफ़ा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क़ौल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ख़ुदा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हुक्म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इंसान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ज़िना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मुरतकिब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होता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मौलवी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शिब्ली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नौमानी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भी</w:t>
      </w:r>
      <w:r w:rsidR="00F74AE6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अपनी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किताब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इल्मे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अहकाम</w:t>
      </w:r>
      <w:r w:rsidR="00F74AE6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तहरीर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फ़रमाया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="00F74AE6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इंसान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अपने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lastRenderedPageBreak/>
        <w:t>अफ़आल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क़ुदरत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नहीं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ख़ुदा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इंसान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नेकी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भी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कराता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बदी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तरगीब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भी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देता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है।</w:t>
      </w:r>
    </w:p>
    <w:p w:rsidR="00CC17CC" w:rsidRPr="009E708E" w:rsidRDefault="00CC17CC" w:rsidP="006A0293">
      <w:pPr>
        <w:pStyle w:val="libNormal"/>
      </w:pPr>
      <w:r w:rsidRPr="00CC17CC">
        <w:rPr>
          <w:rFonts w:hint="cs"/>
          <w:cs/>
          <w:lang w:bidi="hi-IN"/>
        </w:rPr>
        <w:t>यही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इक़वाल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हदीसें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जिन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बिरादराने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अहले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सुन्नत</w:t>
      </w:r>
      <w:r w:rsidR="00F74AE6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ख़ुदा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रोयेत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इस्तेदलाल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करते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अक़वाल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हदीसों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="00F74AE6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हक़ीक़त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उन्हें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सहाबा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दौर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गढ़ा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गया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काबुल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एहबार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यहूदी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था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उमर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बिने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खत्ताब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अहद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मुसलमान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हुआ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यहूदी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मोतेकादात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बाज़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मफ़कूदुल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अक़्ल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रवायतों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मसलन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अबू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हुरैरा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वहब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बिने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मबता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ज़रिये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इस्लाम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दाखि़ल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दिया।</w:t>
      </w:r>
    </w:p>
    <w:p w:rsidR="00CC17CC" w:rsidRPr="009E708E" w:rsidRDefault="00CC17CC" w:rsidP="006A0293">
      <w:pPr>
        <w:pStyle w:val="libNormal"/>
      </w:pPr>
      <w:r w:rsidRPr="00CC17CC">
        <w:rPr>
          <w:rFonts w:hint="cs"/>
          <w:cs/>
          <w:lang w:bidi="hi-IN"/>
        </w:rPr>
        <w:t>बुख़ारी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मुस्लिम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ज़्यादातर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रवायतें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अबू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हुरैरा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मरवी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हदीसे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नबवी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काबुल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अहबार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हदीसों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तमीज़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नहीं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रख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पाते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थे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चुनान्चे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उन्हें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एक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मरतबा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उमर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बिने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ख़त्ताब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महज़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मारा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हदीस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बयान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करते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थे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ज़मीन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आसमान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अल्लाह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रोज़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ख़ल्क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है।</w:t>
      </w:r>
    </w:p>
    <w:p w:rsidR="00CC17CC" w:rsidRPr="009E708E" w:rsidRDefault="00CC17CC" w:rsidP="006A0293">
      <w:pPr>
        <w:pStyle w:val="libNormal"/>
      </w:pPr>
      <w:r w:rsidRPr="00CC17CC">
        <w:rPr>
          <w:rFonts w:hint="cs"/>
          <w:cs/>
          <w:lang w:bidi="hi-IN"/>
        </w:rPr>
        <w:t>यक़ीनन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वहदहू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शरीक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मुताअल्लिक़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मज़हक़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खे़ज़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तसव्वुर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ख़ुदा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वहदानियत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अज़मत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जलालत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मज़ाक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उड़ाने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रादिफ़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ग़लत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बातिल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अक़ीदे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मुसलमानों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गुरेज़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करना</w:t>
      </w:r>
      <w:r w:rsidR="00F74AE6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चाहिये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ताकि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आख़ेरत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शरमिन्दगी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निदामत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सामना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ख़ुदा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ईमान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रखना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चाहिये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मख़लूक़ात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मुशाबेहत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बालातर</w:t>
      </w:r>
      <w:r w:rsidRPr="009E708E">
        <w:t xml:space="preserve">, </w:t>
      </w:r>
      <w:r w:rsidRPr="00CC17CC">
        <w:rPr>
          <w:rFonts w:hint="cs"/>
          <w:cs/>
          <w:lang w:bidi="hi-IN"/>
        </w:rPr>
        <w:t>तौसीफ़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वालों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तौसीफ़ी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कलेमात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lastRenderedPageBreak/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बलन्दतर</w:t>
      </w:r>
      <w:r w:rsidRPr="009E708E">
        <w:t xml:space="preserve">, </w:t>
      </w:r>
      <w:r w:rsidRPr="00CC17CC">
        <w:rPr>
          <w:rFonts w:hint="cs"/>
          <w:cs/>
          <w:lang w:bidi="hi-IN"/>
        </w:rPr>
        <w:t>अपने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अजीब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नजमो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नस्क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बदौलत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देखने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वालों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लिये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सामने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आशकारा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अपने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जलालो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अज़मत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वजह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वहमो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गुमान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फ़िक्रो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आहाम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नज़रो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पोशीदा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आलिम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बग़ैर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किसी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कुछ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मालूम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चीज़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जानने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वाला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बग़ैर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किसी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कुछ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पूछे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उसपे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तारीकियां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मुहीत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होती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दिन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रौशनी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क़स्बे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ज़िया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करता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है।</w:t>
      </w:r>
    </w:p>
    <w:p w:rsidR="00F22187" w:rsidRDefault="00F22187" w:rsidP="006A0293">
      <w:pPr>
        <w:pStyle w:val="libNormal"/>
        <w:rPr>
          <w:lang w:bidi="hi-IN"/>
        </w:rPr>
      </w:pPr>
    </w:p>
    <w:p w:rsidR="00CC17CC" w:rsidRPr="00F22187" w:rsidRDefault="00CC17CC" w:rsidP="006A0293">
      <w:pPr>
        <w:pStyle w:val="Heading1"/>
      </w:pPr>
      <w:bookmarkStart w:id="14" w:name="_Toc493235085"/>
      <w:bookmarkStart w:id="15" w:name="_Toc501013938"/>
      <w:r w:rsidRPr="00CC17CC">
        <w:rPr>
          <w:rFonts w:hint="cs"/>
          <w:cs/>
          <w:lang w:bidi="hi-IN"/>
        </w:rPr>
        <w:t>इब्तेदाए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आफ़रीनश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अहदे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मिसाक़</w:t>
      </w:r>
      <w:bookmarkEnd w:id="14"/>
      <w:bookmarkEnd w:id="15"/>
    </w:p>
    <w:p w:rsidR="00CC17CC" w:rsidRPr="009E708E" w:rsidRDefault="00CC17CC" w:rsidP="006A0293">
      <w:pPr>
        <w:pStyle w:val="libNormal"/>
      </w:pPr>
      <w:r w:rsidRPr="00CC17CC">
        <w:rPr>
          <w:rFonts w:hint="cs"/>
          <w:cs/>
          <w:lang w:bidi="hi-IN"/>
        </w:rPr>
        <w:t>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ज़मीन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ख़ाकी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फ़र्श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था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आसमान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नीलगू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शामियाना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आफ़ताब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ज़िया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बारियां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थी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माहो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अन्जुम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नूर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पाशिया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फ़िज़ाओं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गोशियां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थीं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हवाओं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मस्तियां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पहाड़ों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बलन्दियां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थीं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सब्ज़ाओं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शादाब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घाटियां</w:t>
      </w:r>
      <w:r w:rsidR="00F74AE6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ठहरे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हुए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समन्दर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थे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बहते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हुए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दरिया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तायरों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ख़ुशनवाइयां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थीं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दरिन्दों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बज़्म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आराइयां</w:t>
      </w:r>
      <w:r w:rsidRPr="009E708E">
        <w:t xml:space="preserve">, </w:t>
      </w:r>
      <w:r w:rsidRPr="00CC17CC">
        <w:rPr>
          <w:rFonts w:hint="cs"/>
          <w:cs/>
          <w:lang w:bidi="hi-IN"/>
        </w:rPr>
        <w:t>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दिन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उजाला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था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अन्धेरा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गर्ज़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कुछ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था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फ़क़त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एक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ख़ुदा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थी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बेनियाज़ी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आलम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अपने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अनवारे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समदिया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अपने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कमाल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जमाल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मुशाहेदा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रही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थी।</w:t>
      </w:r>
      <w:r w:rsidRPr="00CC17CC">
        <w:rPr>
          <w:cs/>
          <w:lang w:bidi="hi-IN"/>
        </w:rPr>
        <w:t xml:space="preserve"> </w:t>
      </w:r>
    </w:p>
    <w:p w:rsidR="00CC17CC" w:rsidRPr="009E708E" w:rsidRDefault="00CC17CC" w:rsidP="006A0293">
      <w:pPr>
        <w:pStyle w:val="libNormal"/>
      </w:pPr>
      <w:r w:rsidRPr="00CC17CC">
        <w:rPr>
          <w:rFonts w:hint="cs"/>
          <w:cs/>
          <w:lang w:bidi="hi-IN"/>
        </w:rPr>
        <w:t>फिरएएरादए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क़ुदरत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एक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जौहरे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नूर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पैदा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हुआ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जिसके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हिसार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अनवार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तेरह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मुरक्क़े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चमक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रहे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थे।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इन्हीं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अनवारे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ताहिरा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बदौलत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आदम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हमागीर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ज़ुलमते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वुजूद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सलाहियतो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जगमगा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उठी।</w:t>
      </w:r>
    </w:p>
    <w:p w:rsidR="00CC17CC" w:rsidRPr="009E708E" w:rsidRDefault="00CC17CC" w:rsidP="006A0293">
      <w:pPr>
        <w:pStyle w:val="libNormal"/>
      </w:pPr>
      <w:r w:rsidRPr="00CC17CC">
        <w:rPr>
          <w:rFonts w:hint="cs"/>
          <w:cs/>
          <w:lang w:bidi="hi-IN"/>
        </w:rPr>
        <w:lastRenderedPageBreak/>
        <w:t>अल्लमाए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कुस्तेलानी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कहना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परवरदिगारे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मखलूक़ात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ईजाद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इरादा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नूरे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मौहोम्मदी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अपने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अनवारे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समदियां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खल्क़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फरमाया</w:t>
      </w:r>
      <w:r w:rsidR="00F22187">
        <w:rPr>
          <w:lang w:bidi="hi-IN"/>
        </w:rPr>
        <w:t xml:space="preserve"> </w:t>
      </w:r>
      <w:r w:rsidR="00F22187">
        <w:rPr>
          <w:rFonts w:hint="cs"/>
          <w:cs/>
          <w:lang w:bidi="hi-IN"/>
        </w:rPr>
        <w:t xml:space="preserve">ऐ </w:t>
      </w:r>
      <w:r w:rsidRPr="00CC17CC">
        <w:rPr>
          <w:rFonts w:hint="cs"/>
          <w:cs/>
          <w:lang w:bidi="hi-IN"/>
        </w:rPr>
        <w:t>जाबिर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इब्ने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अन्सारी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रिवायत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मैने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हज़रत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रसुलल्लाह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पूछा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रसुल्लाह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सबसे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पहले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खुदा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चीज़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ख़ल्क़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फरमाया।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हज़रत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जवाब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दिया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सबसे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पहले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ख़ुदा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तेरे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नबी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नूर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अपने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नूर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ख़ल्क़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फ़रमाया।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अल्लामा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मसूदी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मुरव्वजुज़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जंहब</w:t>
      </w:r>
      <w:r w:rsidR="00F74AE6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हज़रत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अली</w:t>
      </w:r>
      <w:r w:rsidRPr="00CC17CC">
        <w:rPr>
          <w:cs/>
          <w:lang w:bidi="hi-IN"/>
        </w:rPr>
        <w:t xml:space="preserve"> </w:t>
      </w:r>
      <w:r w:rsidRPr="009E708E">
        <w:t>;</w:t>
      </w:r>
      <w:r w:rsidRPr="00CC17CC">
        <w:rPr>
          <w:rFonts w:hint="cs"/>
          <w:cs/>
          <w:lang w:bidi="hi-IN"/>
        </w:rPr>
        <w:t>अण्सद्ध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रिवायत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अल्लाह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तक़दीरे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मख़्लूक़ात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आफ़रीनश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खि़लक़त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इरादा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आसमान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ज़मीन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पैदाइश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क़ब्ल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अपने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नूर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एक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शोलाए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नूर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पैदा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हमारे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रसूल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हज़रत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मोहम्मद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मुस्तफ़ा</w:t>
      </w:r>
      <w:r w:rsidRPr="00CC17CC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स.अ.व.व.</w:t>
      </w:r>
      <w:r w:rsidRPr="00CC17CC">
        <w:rPr>
          <w:cs/>
          <w:lang w:bidi="hi-IN"/>
        </w:rPr>
        <w:t xml:space="preserve">)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शक्ल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पैदा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हुआ।</w:t>
      </w:r>
    </w:p>
    <w:p w:rsidR="00CC17CC" w:rsidRPr="009E708E" w:rsidRDefault="00CC17CC" w:rsidP="006A0293">
      <w:pPr>
        <w:pStyle w:val="libNormal"/>
      </w:pPr>
      <w:r w:rsidRPr="00CC17CC">
        <w:rPr>
          <w:rFonts w:hint="cs"/>
          <w:cs/>
          <w:lang w:bidi="hi-IN"/>
        </w:rPr>
        <w:t>यनाबेउल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मोअद्दत</w:t>
      </w:r>
      <w:r w:rsidR="00F74AE6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कोकबदुर्री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वग़ैरा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हज़रत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रसूले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ख़ुदा</w:t>
      </w:r>
      <w:r w:rsidRPr="00CC17CC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स.अ.व.व.</w:t>
      </w:r>
      <w:r w:rsidRPr="00CC17CC">
        <w:rPr>
          <w:cs/>
          <w:lang w:bidi="hi-IN"/>
        </w:rPr>
        <w:t xml:space="preserve">)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मरवी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मेरा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अली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नूर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एक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था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खिलक़ते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आदम</w:t>
      </w:r>
      <w:r w:rsidRPr="00CC17CC">
        <w:rPr>
          <w:cs/>
          <w:lang w:bidi="hi-IN"/>
        </w:rPr>
        <w:t xml:space="preserve"> (</w:t>
      </w:r>
      <w:r w:rsidRPr="00CC17CC">
        <w:rPr>
          <w:rFonts w:hint="cs"/>
          <w:cs/>
          <w:lang w:bidi="hi-IN"/>
        </w:rPr>
        <w:t>अ</w:t>
      </w:r>
      <w:r w:rsidRPr="00CC17CC">
        <w:rPr>
          <w:cs/>
          <w:lang w:bidi="hi-IN"/>
        </w:rPr>
        <w:t>.</w:t>
      </w:r>
      <w:r w:rsidRPr="00CC17CC">
        <w:rPr>
          <w:rFonts w:hint="cs"/>
          <w:cs/>
          <w:lang w:bidi="hi-IN"/>
        </w:rPr>
        <w:t>स</w:t>
      </w:r>
      <w:r w:rsidRPr="00CC17CC">
        <w:rPr>
          <w:cs/>
          <w:lang w:bidi="hi-IN"/>
        </w:rPr>
        <w:t xml:space="preserve">.)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चौदह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हज़ार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साल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क़ब्ल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ख़ुदा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बारगाह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ताअत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तक़दीस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करता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था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यहां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आदम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खि़लक़त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हुई</w:t>
      </w:r>
      <w:r w:rsidR="00F74AE6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ख़ल्लाके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कायनात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नूर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उनके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सुल्ब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रखा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फिर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वही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नूर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एक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नबी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सुल्ब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दूसरे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नबी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सुल्ब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मुन्तक़िल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होता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हुआ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अब्दुल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मुत्तलिब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सुल्ब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बाद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ख़ुदा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नूर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हिस्सों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तक़सीम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दिया</w:t>
      </w:r>
      <w:r w:rsidRPr="009E708E">
        <w:t xml:space="preserve">, </w:t>
      </w:r>
      <w:r w:rsidRPr="00CC17CC">
        <w:rPr>
          <w:rFonts w:hint="cs"/>
          <w:cs/>
          <w:lang w:bidi="hi-IN"/>
        </w:rPr>
        <w:t>इस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तरह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मेरा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हिस्सा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अब्दुल्लाह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सुल्ब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अली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हिस्सा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अबू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तालिब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सुल्ब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ठहरा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अली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मुझसे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मैं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अली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हूँ।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हज़रत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lastRenderedPageBreak/>
        <w:t>अली</w:t>
      </w:r>
      <w:r w:rsidRPr="00CC17CC">
        <w:rPr>
          <w:cs/>
          <w:lang w:bidi="hi-IN"/>
        </w:rPr>
        <w:t xml:space="preserve"> (</w:t>
      </w:r>
      <w:r w:rsidRPr="00CC17CC">
        <w:rPr>
          <w:rFonts w:hint="cs"/>
          <w:cs/>
          <w:lang w:bidi="hi-IN"/>
        </w:rPr>
        <w:t>अ</w:t>
      </w:r>
      <w:r w:rsidRPr="00CC17CC">
        <w:rPr>
          <w:cs/>
          <w:lang w:bidi="hi-IN"/>
        </w:rPr>
        <w:t>.</w:t>
      </w:r>
      <w:r w:rsidRPr="00CC17CC">
        <w:rPr>
          <w:rFonts w:hint="cs"/>
          <w:cs/>
          <w:lang w:bidi="hi-IN"/>
        </w:rPr>
        <w:t>स</w:t>
      </w:r>
      <w:r w:rsidRPr="00CC17CC">
        <w:rPr>
          <w:cs/>
          <w:lang w:bidi="hi-IN"/>
        </w:rPr>
        <w:t xml:space="preserve">.)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भी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यही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रिवायत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ख़ुदा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अहलेबैत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नूर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हज़रत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आदम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चौदह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हज़ार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साल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क़ब्ल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ख़ल्क़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फ़रमाया।</w:t>
      </w:r>
    </w:p>
    <w:p w:rsidR="00CC17CC" w:rsidRPr="009E708E" w:rsidRDefault="00CC17CC" w:rsidP="006A0293">
      <w:pPr>
        <w:pStyle w:val="libNormal"/>
      </w:pPr>
      <w:r w:rsidRPr="00CC17CC">
        <w:rPr>
          <w:rFonts w:hint="cs"/>
          <w:cs/>
          <w:lang w:bidi="hi-IN"/>
        </w:rPr>
        <w:t>बहरहाल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ख़ल्लाक़े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कायनात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पहली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तखलीक़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थी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अपने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नूर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अपने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हबीब</w:t>
      </w:r>
      <w:r w:rsidRPr="00CC17CC">
        <w:rPr>
          <w:cs/>
          <w:lang w:bidi="hi-IN"/>
        </w:rPr>
        <w:t xml:space="preserve"> (</w:t>
      </w:r>
      <w:r w:rsidRPr="00CC17CC">
        <w:rPr>
          <w:rFonts w:hint="cs"/>
          <w:cs/>
          <w:lang w:bidi="hi-IN"/>
        </w:rPr>
        <w:t>स</w:t>
      </w:r>
      <w:r w:rsidRPr="00CC17CC">
        <w:rPr>
          <w:cs/>
          <w:lang w:bidi="hi-IN"/>
        </w:rPr>
        <w:t>.</w:t>
      </w:r>
      <w:r w:rsidRPr="00CC17CC">
        <w:rPr>
          <w:rFonts w:hint="cs"/>
          <w:cs/>
          <w:lang w:bidi="hi-IN"/>
        </w:rPr>
        <w:t>अ</w:t>
      </w:r>
      <w:r w:rsidRPr="00CC17CC">
        <w:rPr>
          <w:cs/>
          <w:lang w:bidi="hi-IN"/>
        </w:rPr>
        <w:t xml:space="preserve">.)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वसी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नूर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ख़ल्क़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फ़रमाया।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उसूले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काफ़ी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ख़ुदा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अपने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नूर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मोहम्मद</w:t>
      </w:r>
      <w:r w:rsidRPr="00CC17CC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स.अ.व.व.</w:t>
      </w:r>
      <w:r w:rsidRPr="00CC17CC">
        <w:rPr>
          <w:cs/>
          <w:lang w:bidi="hi-IN"/>
        </w:rPr>
        <w:t xml:space="preserve">) </w:t>
      </w:r>
      <w:r w:rsidRPr="00CC17CC">
        <w:rPr>
          <w:rFonts w:hint="cs"/>
          <w:cs/>
          <w:lang w:bidi="hi-IN"/>
        </w:rPr>
        <w:t>अली</w:t>
      </w:r>
      <w:r w:rsidRPr="00CC17CC">
        <w:rPr>
          <w:cs/>
          <w:lang w:bidi="hi-IN"/>
        </w:rPr>
        <w:t xml:space="preserve"> (</w:t>
      </w:r>
      <w:r w:rsidRPr="00CC17CC">
        <w:rPr>
          <w:rFonts w:hint="cs"/>
          <w:cs/>
          <w:lang w:bidi="hi-IN"/>
        </w:rPr>
        <w:t>अ</w:t>
      </w:r>
      <w:r w:rsidRPr="00CC17CC">
        <w:rPr>
          <w:cs/>
          <w:lang w:bidi="hi-IN"/>
        </w:rPr>
        <w:t>.</w:t>
      </w:r>
      <w:r w:rsidRPr="00CC17CC">
        <w:rPr>
          <w:rFonts w:hint="cs"/>
          <w:cs/>
          <w:lang w:bidi="hi-IN"/>
        </w:rPr>
        <w:t>स</w:t>
      </w:r>
      <w:r w:rsidRPr="00CC17CC">
        <w:rPr>
          <w:cs/>
          <w:lang w:bidi="hi-IN"/>
        </w:rPr>
        <w:t xml:space="preserve">.)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फ़ातिमा</w:t>
      </w:r>
      <w:r w:rsidRPr="00CC17CC">
        <w:rPr>
          <w:cs/>
          <w:lang w:bidi="hi-IN"/>
        </w:rPr>
        <w:t xml:space="preserve"> (</w:t>
      </w:r>
      <w:r w:rsidRPr="00CC17CC">
        <w:rPr>
          <w:rFonts w:hint="cs"/>
          <w:cs/>
          <w:lang w:bidi="hi-IN"/>
        </w:rPr>
        <w:t>स</w:t>
      </w:r>
      <w:r w:rsidRPr="00CC17CC">
        <w:rPr>
          <w:cs/>
          <w:lang w:bidi="hi-IN"/>
        </w:rPr>
        <w:t>.</w:t>
      </w:r>
      <w:r w:rsidRPr="00CC17CC">
        <w:rPr>
          <w:rFonts w:hint="cs"/>
          <w:cs/>
          <w:lang w:bidi="hi-IN"/>
        </w:rPr>
        <w:t>अ</w:t>
      </w:r>
      <w:r w:rsidRPr="00CC17CC">
        <w:rPr>
          <w:cs/>
          <w:lang w:bidi="hi-IN"/>
        </w:rPr>
        <w:t xml:space="preserve">.)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नूर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पैदा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फिर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लोग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हज़ारों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किरन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ठहरे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रहे</w:t>
      </w:r>
      <w:r w:rsidRPr="009E708E">
        <w:t xml:space="preserve">, </w:t>
      </w:r>
      <w:r w:rsidRPr="00CC17CC">
        <w:rPr>
          <w:rFonts w:hint="cs"/>
          <w:cs/>
          <w:lang w:bidi="hi-IN"/>
        </w:rPr>
        <w:t>उसके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बाद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अल्लाह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दुनियां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तमाम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चीज़ों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ख़ल्क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किया</w:t>
      </w:r>
      <w:r w:rsidRPr="009E708E">
        <w:t xml:space="preserve">, </w:t>
      </w:r>
      <w:r w:rsidRPr="00CC17CC">
        <w:rPr>
          <w:rFonts w:hint="cs"/>
          <w:cs/>
          <w:lang w:bidi="hi-IN"/>
        </w:rPr>
        <w:t>फिर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मख़्लूक़ात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तखलीक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अम्बिया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शाहिद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बनाया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एताअत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फ़रमाबरदारी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इन</w:t>
      </w:r>
      <w:r w:rsidRPr="00CC17CC">
        <w:rPr>
          <w:cs/>
          <w:lang w:bidi="hi-IN"/>
        </w:rPr>
        <w:t xml:space="preserve"> </w:t>
      </w:r>
      <w:r>
        <w:rPr>
          <w:cs/>
          <w:lang w:bidi="hi-IN"/>
        </w:rPr>
        <w:t>(</w:t>
      </w:r>
      <w:r w:rsidRPr="00CC17CC">
        <w:rPr>
          <w:rFonts w:hint="cs"/>
          <w:cs/>
          <w:lang w:bidi="hi-IN"/>
        </w:rPr>
        <w:t>अम्बिया</w:t>
      </w:r>
      <w:r>
        <w:rPr>
          <w:cs/>
          <w:lang w:bidi="hi-IN"/>
        </w:rPr>
        <w:t>)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फ़र्ज़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की।</w:t>
      </w:r>
    </w:p>
    <w:p w:rsidR="00CC17CC" w:rsidRPr="009E708E" w:rsidRDefault="00CC17CC" w:rsidP="006A0293">
      <w:pPr>
        <w:pStyle w:val="libNormal"/>
      </w:pPr>
      <w:r w:rsidRPr="00CC17CC">
        <w:rPr>
          <w:rFonts w:hint="cs"/>
          <w:cs/>
          <w:lang w:bidi="hi-IN"/>
        </w:rPr>
        <w:t>हज़रत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उस्मान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बिने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अफ़ान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हज़रत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उमर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बिने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ख़त्ताब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रिवायत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अल्लाह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तआला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अपने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फ़रिश्तो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हज़रत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अली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इब्ने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अबि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तालिब</w:t>
      </w:r>
      <w:r w:rsidRPr="00CC17CC">
        <w:rPr>
          <w:cs/>
          <w:lang w:bidi="hi-IN"/>
        </w:rPr>
        <w:t xml:space="preserve"> (</w:t>
      </w:r>
      <w:r w:rsidRPr="00CC17CC">
        <w:rPr>
          <w:rFonts w:hint="cs"/>
          <w:cs/>
          <w:lang w:bidi="hi-IN"/>
        </w:rPr>
        <w:t>अ</w:t>
      </w:r>
      <w:r w:rsidRPr="00CC17CC">
        <w:rPr>
          <w:cs/>
          <w:lang w:bidi="hi-IN"/>
        </w:rPr>
        <w:t>.</w:t>
      </w:r>
      <w:r w:rsidRPr="00CC17CC">
        <w:rPr>
          <w:rFonts w:hint="cs"/>
          <w:cs/>
          <w:lang w:bidi="hi-IN"/>
        </w:rPr>
        <w:t>स</w:t>
      </w:r>
      <w:r w:rsidRPr="00CC17CC">
        <w:rPr>
          <w:cs/>
          <w:lang w:bidi="hi-IN"/>
        </w:rPr>
        <w:t xml:space="preserve">.)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नूरे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दहन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पैदा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क़ुरआन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मजीद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इरशाद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मशियते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खुदा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इनका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क़ौल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अमल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ख़ुदा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हुक्म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बग़ैर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नहीं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होता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वही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करते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खु़दा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चाहता</w:t>
      </w:r>
      <w:r w:rsidRPr="00CC17CC">
        <w:rPr>
          <w:cs/>
          <w:lang w:bidi="hi-IN"/>
        </w:rPr>
        <w:t xml:space="preserve"> </w:t>
      </w:r>
      <w:r w:rsidR="00F22187">
        <w:rPr>
          <w:rFonts w:hint="cs"/>
          <w:cs/>
          <w:lang w:bidi="hi-IN"/>
        </w:rPr>
        <w:t>है।</w:t>
      </w:r>
    </w:p>
    <w:p w:rsidR="00CC17CC" w:rsidRPr="009E708E" w:rsidRDefault="00CC17CC" w:rsidP="006A0293">
      <w:pPr>
        <w:pStyle w:val="libNormal"/>
      </w:pPr>
      <w:r w:rsidRPr="00CC17CC">
        <w:rPr>
          <w:rFonts w:hint="cs"/>
          <w:cs/>
          <w:lang w:bidi="hi-IN"/>
        </w:rPr>
        <w:t>इसके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बाद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मशियते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परवरदिगार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क़यामत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पैदा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होने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वाली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मख़लूक़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रूहों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ख़ल्क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फ़रमाया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रूहों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जुमला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अम्बिया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मुरसलीन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अरवाहे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मुक़द्देसा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एक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मरकज़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जमा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उनसे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अपनी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रूबूबियत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lastRenderedPageBreak/>
        <w:t>पैग़म्बरे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आख़ेरूज़्ज़मा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नबूवत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इमान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अहद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लिया।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क़ुरआन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वाक़िया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यूं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मज़कूर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:-</w:t>
      </w:r>
    </w:p>
    <w:p w:rsidR="00CC17CC" w:rsidRPr="009E708E" w:rsidRDefault="00CC17CC" w:rsidP="006A0293">
      <w:pPr>
        <w:pStyle w:val="libNormal"/>
      </w:pPr>
      <w:r w:rsidRPr="00CC17CC">
        <w:rPr>
          <w:rFonts w:hint="cs"/>
          <w:cs/>
          <w:lang w:bidi="hi-IN"/>
        </w:rPr>
        <w:t>तरजुमा</w:t>
      </w:r>
      <w:r w:rsidRPr="00CC17CC">
        <w:rPr>
          <w:cs/>
          <w:lang w:bidi="hi-IN"/>
        </w:rPr>
        <w:t xml:space="preserve"> :- </w:t>
      </w:r>
      <w:r w:rsidRPr="00CC17CC">
        <w:rPr>
          <w:rFonts w:hint="cs"/>
          <w:cs/>
          <w:lang w:bidi="hi-IN"/>
        </w:rPr>
        <w:t>ख़ुदा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पैग़म्बरों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इक़रार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लिया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मैं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तुम्हें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किताब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हिक्मत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दूं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अमल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करना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अगर</w:t>
      </w:r>
      <w:r w:rsidRPr="00CC17CC">
        <w:rPr>
          <w:cs/>
          <w:lang w:bidi="hi-IN"/>
        </w:rPr>
        <w:t xml:space="preserve"> </w:t>
      </w:r>
      <w:r>
        <w:rPr>
          <w:cs/>
          <w:lang w:bidi="hi-IN"/>
        </w:rPr>
        <w:t>(</w:t>
      </w:r>
      <w:r w:rsidRPr="00CC17CC">
        <w:rPr>
          <w:rFonts w:hint="cs"/>
          <w:cs/>
          <w:lang w:bidi="hi-IN"/>
        </w:rPr>
        <w:t>तुम्हारी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ज़िन्दगी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>
        <w:rPr>
          <w:cs/>
          <w:lang w:bidi="hi-IN"/>
        </w:rPr>
        <w:t>)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तुम्हारे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पास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हमारा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रसूल</w:t>
      </w:r>
      <w:r w:rsidRPr="00CC17CC">
        <w:rPr>
          <w:cs/>
          <w:lang w:bidi="hi-IN"/>
        </w:rPr>
        <w:t xml:space="preserve"> </w:t>
      </w:r>
      <w:r>
        <w:rPr>
          <w:cs/>
          <w:lang w:bidi="hi-IN"/>
        </w:rPr>
        <w:t>(</w:t>
      </w:r>
      <w:r w:rsidRPr="00CC17CC">
        <w:rPr>
          <w:rFonts w:hint="cs"/>
          <w:cs/>
          <w:lang w:bidi="hi-IN"/>
        </w:rPr>
        <w:t>मोहम्मद</w:t>
      </w:r>
      <w:r w:rsidRPr="00CC17CC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स.अ.व.व.</w:t>
      </w:r>
      <w:r w:rsidRPr="00CC17CC">
        <w:rPr>
          <w:cs/>
          <w:lang w:bidi="hi-IN"/>
        </w:rPr>
        <w:t>)</w:t>
      </w:r>
      <w:r>
        <w:rPr>
          <w:cs/>
          <w:lang w:bidi="hi-IN"/>
        </w:rPr>
        <w:t>)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आए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तुम्हारी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किताबों</w:t>
      </w:r>
      <w:r w:rsidRPr="00CC17CC">
        <w:rPr>
          <w:cs/>
          <w:lang w:bidi="hi-IN"/>
        </w:rPr>
        <w:t xml:space="preserve"> </w:t>
      </w:r>
      <w:r>
        <w:rPr>
          <w:cs/>
          <w:lang w:bidi="hi-IN"/>
        </w:rPr>
        <w:t>(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नबूवत</w:t>
      </w:r>
      <w:r>
        <w:rPr>
          <w:cs/>
          <w:lang w:bidi="hi-IN"/>
        </w:rPr>
        <w:t>)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तसदीक़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तुम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ईमान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आना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मदद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करना।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फिर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दरयाफ़्त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क्या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तुम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इक़रार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लिया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मेरे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अहद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बोझ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उठा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लिया</w:t>
      </w:r>
      <w:r w:rsidRPr="009E708E">
        <w:t xml:space="preserve">? </w:t>
      </w:r>
      <w:r w:rsidRPr="00CC17CC">
        <w:rPr>
          <w:rFonts w:hint="cs"/>
          <w:cs/>
          <w:lang w:bidi="hi-IN"/>
        </w:rPr>
        <w:t>सब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कहा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हां</w:t>
      </w:r>
      <w:r w:rsidRPr="00CC17CC">
        <w:rPr>
          <w:cs/>
          <w:lang w:bidi="hi-IN"/>
        </w:rPr>
        <w:t xml:space="preserve"> ! </w:t>
      </w:r>
      <w:r w:rsidRPr="00CC17CC">
        <w:rPr>
          <w:rFonts w:hint="cs"/>
          <w:cs/>
          <w:lang w:bidi="hi-IN"/>
        </w:rPr>
        <w:t>हमने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इक़रार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लिया</w:t>
      </w:r>
      <w:r w:rsidRPr="009E708E">
        <w:t xml:space="preserve">, </w:t>
      </w:r>
      <w:r w:rsidRPr="00CC17CC">
        <w:rPr>
          <w:rFonts w:hint="cs"/>
          <w:cs/>
          <w:lang w:bidi="hi-IN"/>
        </w:rPr>
        <w:t>तो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इरशाद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हुआ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तुम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क़ौलो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क़रार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एक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दूसरे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गवाह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जाओ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देखो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मैं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भी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तुम्हारे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साथ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गवाह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हुआ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जाता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हूँ</w:t>
      </w:r>
      <w:r w:rsidR="00E21429">
        <w:rPr>
          <w:cs/>
          <w:lang w:bidi="hi-IN"/>
        </w:rPr>
        <w:t>।</w:t>
      </w:r>
    </w:p>
    <w:p w:rsidR="00CC17CC" w:rsidRPr="009E708E" w:rsidRDefault="00CC17CC" w:rsidP="006A0293">
      <w:pPr>
        <w:pStyle w:val="libNormal"/>
      </w:pPr>
      <w:r w:rsidRPr="00CC17CC">
        <w:rPr>
          <w:rFonts w:hint="cs"/>
          <w:cs/>
          <w:lang w:bidi="hi-IN"/>
        </w:rPr>
        <w:t>मुफ़स्सेरीन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क़ुरआन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आयत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बारे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अलग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अलग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तफ़्सीरें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जिनका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खुलासा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जन्नत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निकलने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9E708E">
        <w:t>300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बरस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बाद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हज़रत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आदम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तौबा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क़ुबूल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हुई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उनकी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पुश्त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तमाम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रूहें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निकाली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गईं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तीन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तरह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वादा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लिया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गया।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पहला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तमाम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इंसानों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कहा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गया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क्या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मैं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तुम्हारा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नहीं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हूँ</w:t>
      </w:r>
      <w:r w:rsidRPr="009E708E">
        <w:t xml:space="preserve">? </w:t>
      </w:r>
      <w:r w:rsidRPr="00CC17CC">
        <w:rPr>
          <w:rFonts w:hint="cs"/>
          <w:cs/>
          <w:lang w:bidi="hi-IN"/>
        </w:rPr>
        <w:t>सब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जवाब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दिया</w:t>
      </w:r>
      <w:r w:rsidRPr="009E708E">
        <w:t xml:space="preserve">, </w:t>
      </w:r>
      <w:r w:rsidRPr="00CC17CC">
        <w:rPr>
          <w:rFonts w:hint="cs"/>
          <w:cs/>
          <w:lang w:bidi="hi-IN"/>
        </w:rPr>
        <w:t>बेशक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हमारा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है।</w:t>
      </w:r>
      <w:r w:rsidR="00F74AE6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दूसरा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वादा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आलिमों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लिया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गया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तुम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अल्लाह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हुक्म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तबलीग़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करना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तीसरा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वादा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नबियों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लिया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गया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जिसका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बयान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ऊपर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लिखी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क़ुरआन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आयत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वादे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इक़रार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तफ़्सीर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ं</w:t>
      </w:r>
      <w:r w:rsidRPr="00CC17CC">
        <w:rPr>
          <w:rFonts w:hint="cs"/>
          <w:cs/>
          <w:lang w:bidi="hi-IN"/>
        </w:rPr>
        <w:t>हैं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ख़ुदा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अम्बिया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फ़रमाया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lastRenderedPageBreak/>
        <w:t>अगर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मैं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तुम्हें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किताब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नबूवत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ताज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तुम्हारे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रख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दूं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मेरे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बन्दे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तुम्हारे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उम्मती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जायें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तुम्हारी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नबूवत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आफ़ताब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पूरी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तरह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चमक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रहा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वक़्त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मेरा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हबीब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तुम्हारे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बीच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जलवा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अफ़रोज़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तुम्हारा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फ़र्ज़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होगा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तुम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इमान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जाओ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क्यों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आते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तुम्हारे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दीन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किताबें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मन्सूख़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जायेंगी।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बोलो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क्या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तुम्हें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मन्ज़ूर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9E708E">
        <w:t>?</w:t>
      </w:r>
      <w:r w:rsidR="00F74AE6" w:rsidRPr="009E708E">
        <w:t xml:space="preserve"> </w:t>
      </w:r>
      <w:r w:rsidRPr="00CC17CC">
        <w:rPr>
          <w:rFonts w:hint="cs"/>
          <w:cs/>
          <w:lang w:bidi="hi-IN"/>
        </w:rPr>
        <w:t>जब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तमाम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नबियों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इक़रार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लिया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हुक्म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हुआ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तुम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एक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दूसरे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गवाह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जाओ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देखो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मैं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भी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तुम्हारे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साथ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गवाह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जाता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हूँ।</w:t>
      </w:r>
    </w:p>
    <w:p w:rsidR="00CC17CC" w:rsidRDefault="00CC17CC" w:rsidP="006A0293">
      <w:pPr>
        <w:pStyle w:val="libNormal"/>
        <w:rPr>
          <w:lang w:bidi="hi-IN"/>
        </w:rPr>
      </w:pPr>
      <w:r w:rsidRPr="00CC17CC">
        <w:rPr>
          <w:rFonts w:hint="cs"/>
          <w:cs/>
          <w:lang w:bidi="hi-IN"/>
        </w:rPr>
        <w:t>यह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ग़ौर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ख़ुदा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अपनी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रूबूबियत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नबी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नुबूवत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इमान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वादा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लेते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वक़्त</w:t>
      </w:r>
      <w:r w:rsidRPr="009E708E">
        <w:t xml:space="preserve">, </w:t>
      </w:r>
      <w:r w:rsidRPr="00CC17CC">
        <w:rPr>
          <w:rFonts w:hint="cs"/>
          <w:cs/>
          <w:lang w:bidi="hi-IN"/>
        </w:rPr>
        <w:t>पैग़म्बरों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अलावा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किसी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एक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दूसरे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गवाह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नहीं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बनाया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ख़ुद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किसी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गवाही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शामिल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हुआ</w:t>
      </w:r>
      <w:r w:rsidRPr="009E708E">
        <w:t xml:space="preserve">, </w:t>
      </w:r>
      <w:r w:rsidRPr="00CC17CC">
        <w:rPr>
          <w:rFonts w:hint="cs"/>
          <w:cs/>
          <w:lang w:bidi="hi-IN"/>
        </w:rPr>
        <w:t>आखि़र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वजह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क्या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थी</w:t>
      </w:r>
      <w:r w:rsidRPr="009E708E">
        <w:t xml:space="preserve">? </w:t>
      </w:r>
      <w:r w:rsidRPr="00CC17CC">
        <w:rPr>
          <w:rFonts w:hint="cs"/>
          <w:cs/>
          <w:lang w:bidi="hi-IN"/>
        </w:rPr>
        <w:t>इसे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खुदा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जाने</w:t>
      </w:r>
      <w:r w:rsidRPr="009E708E">
        <w:t xml:space="preserve">, </w:t>
      </w:r>
      <w:r w:rsidRPr="00CC17CC">
        <w:rPr>
          <w:rFonts w:hint="cs"/>
          <w:cs/>
          <w:lang w:bidi="hi-IN"/>
        </w:rPr>
        <w:t>लेकिन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कहना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ग़लत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होगा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परवरदिगारे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आलम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मुतलक़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इल्म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थी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हज़रत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ज़माना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नबी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पाऐगा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उसके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बावजूद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इक़रार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लिया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जाना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बात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दलील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वादा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अम्बिया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गिरोह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लिये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नबियों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गिरोह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लिये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आखि़री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पैग़म्बर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इमान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अलामत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बन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जाए।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चुनान्चे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नबी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अपने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अहद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क़ायम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रहा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शबे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मेराज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बैतुल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मुक़द्दस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रसूल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अल्लाह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पीछे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नमाज़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पढ़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वायदे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पूरा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सच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दिखाया।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जैसा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अबू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हुरैरा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रिवायत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है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रसूलल्लाह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फ़रमाया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मेराज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की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शब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हज़रत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मूसा</w:t>
      </w:r>
      <w:r w:rsidRPr="00CC17CC">
        <w:rPr>
          <w:cs/>
          <w:lang w:bidi="hi-IN"/>
        </w:rPr>
        <w:t xml:space="preserve"> (</w:t>
      </w:r>
      <w:r w:rsidRPr="00CC17CC">
        <w:rPr>
          <w:rFonts w:hint="cs"/>
          <w:cs/>
          <w:lang w:bidi="hi-IN"/>
        </w:rPr>
        <w:t>अ</w:t>
      </w:r>
      <w:r w:rsidRPr="00CC17CC">
        <w:rPr>
          <w:cs/>
          <w:lang w:bidi="hi-IN"/>
        </w:rPr>
        <w:t>.</w:t>
      </w:r>
      <w:r w:rsidRPr="00CC17CC">
        <w:rPr>
          <w:rFonts w:hint="cs"/>
          <w:cs/>
          <w:lang w:bidi="hi-IN"/>
        </w:rPr>
        <w:t>स</w:t>
      </w:r>
      <w:r w:rsidRPr="00CC17CC">
        <w:rPr>
          <w:cs/>
          <w:lang w:bidi="hi-IN"/>
        </w:rPr>
        <w:t>.)</w:t>
      </w:r>
      <w:r w:rsidRPr="009E708E">
        <w:t xml:space="preserve">, </w:t>
      </w:r>
      <w:r w:rsidRPr="00CC17CC">
        <w:rPr>
          <w:rFonts w:hint="cs"/>
          <w:cs/>
          <w:lang w:bidi="hi-IN"/>
        </w:rPr>
        <w:t>इब्राहीम</w:t>
      </w:r>
      <w:r w:rsidRPr="00CC17CC">
        <w:rPr>
          <w:cs/>
          <w:lang w:bidi="hi-IN"/>
        </w:rPr>
        <w:t xml:space="preserve"> (</w:t>
      </w:r>
      <w:r w:rsidRPr="00CC17CC">
        <w:rPr>
          <w:rFonts w:hint="cs"/>
          <w:cs/>
          <w:lang w:bidi="hi-IN"/>
        </w:rPr>
        <w:t>अ</w:t>
      </w:r>
      <w:r w:rsidRPr="00CC17CC">
        <w:rPr>
          <w:cs/>
          <w:lang w:bidi="hi-IN"/>
        </w:rPr>
        <w:t>.</w:t>
      </w:r>
      <w:r w:rsidRPr="00CC17CC">
        <w:rPr>
          <w:rFonts w:hint="cs"/>
          <w:cs/>
          <w:lang w:bidi="hi-IN"/>
        </w:rPr>
        <w:t>स</w:t>
      </w:r>
      <w:r w:rsidRPr="00CC17CC">
        <w:rPr>
          <w:cs/>
          <w:lang w:bidi="hi-IN"/>
        </w:rPr>
        <w:t>.)</w:t>
      </w:r>
      <w:r w:rsidRPr="009E708E">
        <w:t xml:space="preserve">, </w:t>
      </w:r>
      <w:r w:rsidRPr="00CC17CC">
        <w:rPr>
          <w:rFonts w:hint="cs"/>
          <w:cs/>
          <w:lang w:bidi="hi-IN"/>
        </w:rPr>
        <w:t>ईसा</w:t>
      </w:r>
      <w:r w:rsidRPr="00CC17CC">
        <w:rPr>
          <w:cs/>
          <w:lang w:bidi="hi-IN"/>
        </w:rPr>
        <w:t xml:space="preserve"> </w:t>
      </w:r>
      <w:r w:rsidRPr="00CC17CC">
        <w:rPr>
          <w:cs/>
          <w:lang w:bidi="hi-IN"/>
        </w:rPr>
        <w:lastRenderedPageBreak/>
        <w:t>(</w:t>
      </w:r>
      <w:r w:rsidRPr="00CC17CC">
        <w:rPr>
          <w:rFonts w:hint="cs"/>
          <w:cs/>
          <w:lang w:bidi="hi-IN"/>
        </w:rPr>
        <w:t>अ</w:t>
      </w:r>
      <w:r w:rsidRPr="00CC17CC">
        <w:rPr>
          <w:cs/>
          <w:lang w:bidi="hi-IN"/>
        </w:rPr>
        <w:t>.</w:t>
      </w:r>
      <w:r w:rsidRPr="00CC17CC">
        <w:rPr>
          <w:rFonts w:hint="cs"/>
          <w:cs/>
          <w:lang w:bidi="hi-IN"/>
        </w:rPr>
        <w:t>स</w:t>
      </w:r>
      <w:r w:rsidRPr="00CC17CC">
        <w:rPr>
          <w:cs/>
          <w:lang w:bidi="hi-IN"/>
        </w:rPr>
        <w:t xml:space="preserve">.) </w:t>
      </w:r>
      <w:r w:rsidRPr="00CC17CC">
        <w:rPr>
          <w:rFonts w:hint="cs"/>
          <w:cs/>
          <w:lang w:bidi="hi-IN"/>
        </w:rPr>
        <w:t>के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साथ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तमाम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अम्बिया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बैतुल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मुक़द्दस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में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जमा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हो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गए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यहां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तक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कि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नमाज़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वक़्त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आया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और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मैं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उनका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इमाम</w:t>
      </w:r>
      <w:r w:rsidRPr="00CC17CC">
        <w:rPr>
          <w:cs/>
          <w:lang w:bidi="hi-IN"/>
        </w:rPr>
        <w:t xml:space="preserve"> </w:t>
      </w:r>
      <w:r w:rsidRPr="00CC17CC">
        <w:rPr>
          <w:rFonts w:hint="cs"/>
          <w:cs/>
          <w:lang w:bidi="hi-IN"/>
        </w:rPr>
        <w:t>हुआ।</w:t>
      </w:r>
    </w:p>
    <w:p w:rsidR="00784BCC" w:rsidRDefault="00784BCC" w:rsidP="006A0293">
      <w:pPr>
        <w:pStyle w:val="libNormal"/>
      </w:pP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रुबूबियत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नबूवत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विलायत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बाकिर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परवरदीगार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रुबूबियत</w:t>
      </w:r>
      <w:r>
        <w:t xml:space="preserve">,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रिसालत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विलायत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कलमए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जुर्रियत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खल्क़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नुरुल्लाह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हमी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रुहुल्लाह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कलमतुल्लाह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मखलूक़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सिफात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नुसरत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रहें</w:t>
      </w:r>
      <w:r>
        <w:t xml:space="preserve">,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नुसरत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कोताही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कदम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ख़त्ताब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मलाएका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फरिशतों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अबितालिब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ख़ल्क़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784BCC" w:rsidRDefault="00784BCC" w:rsidP="006A0293">
      <w:pPr>
        <w:pStyle w:val="libNormal"/>
      </w:pPr>
    </w:p>
    <w:p w:rsidR="00784BCC" w:rsidRDefault="00784BCC" w:rsidP="006A0293">
      <w:pPr>
        <w:pStyle w:val="libNormal"/>
      </w:pPr>
      <w:r>
        <w:lastRenderedPageBreak/>
        <w:tab/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अम्बिया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मूरसलीन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आबों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गिल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हस्तियाँ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लदुन्नी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मसनदें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बिछ़ा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जाऊँ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तौरेत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तौरेत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t xml:space="preserve">, </w:t>
      </w:r>
      <w:r>
        <w:rPr>
          <w:rFonts w:hint="cs"/>
          <w:cs/>
          <w:lang w:bidi="hi-IN"/>
        </w:rPr>
        <w:t>इन्जील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इन्जील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ज़बूर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करुगा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t xml:space="preserve">,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पुंछना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पुछ़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जाऊँ</w:t>
      </w:r>
      <w:r>
        <w:t xml:space="preserve">,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t xml:space="preserve">,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ज़ख्खार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इस्रारे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नबूवत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खजाना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ग़ूज़रे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हुँ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आइन्दा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, </w:t>
      </w:r>
      <w:r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किलाबे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उजाले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नाज़िल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अन्धेरे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पहाड़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नाज़िल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मैं।</w:t>
      </w:r>
    </w:p>
    <w:p w:rsidR="00784BCC" w:rsidRDefault="00784BCC" w:rsidP="006A0293">
      <w:pPr>
        <w:pStyle w:val="libNormal"/>
      </w:pPr>
      <w:r>
        <w:tab/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अम्बिया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वहदानियत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ऩबी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मुरसल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नबूवत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विलायत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मन्ज़िल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मन्सबे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नबूवत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इन्तेखाब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हूआ</w:t>
      </w:r>
      <w:r>
        <w:t xml:space="preserve">,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अम्बिया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बूनियाद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रुबूबियत</w:t>
      </w:r>
      <w:r>
        <w:t xml:space="preserve">,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नबूवत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गुंजाईश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मुस्लमानो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 w:rsidR="00E21429">
        <w:rPr>
          <w:cs/>
          <w:lang w:bidi="hi-IN"/>
        </w:rPr>
        <w:t>।</w:t>
      </w:r>
    </w:p>
    <w:p w:rsidR="00784BCC" w:rsidRDefault="00784BCC" w:rsidP="006A0293">
      <w:pPr>
        <w:pStyle w:val="libNormal"/>
      </w:pPr>
      <w:r>
        <w:tab/>
      </w:r>
      <w:r>
        <w:rPr>
          <w:rFonts w:hint="cs"/>
          <w:cs/>
          <w:lang w:bidi="hi-IN"/>
        </w:rPr>
        <w:t>रुहों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माअद्दों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सूरतगरी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वनदेआलम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क़ुदरत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कुशादा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फैजाओं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वसअतों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ख़ल्क़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नीचें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तुफानी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लहरें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झोकें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थपेड़ो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जौसे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झाग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बुखारात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झाग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बुखारात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फज़ाओं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मुन्जमिद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तख़लीक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नीचले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ठहराया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सुतूनों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ज़रुरत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बन्धों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चाँद</w:t>
      </w:r>
      <w:r w:rsidR="006A0293">
        <w:rPr>
          <w:lang w:bidi="hi-IN"/>
        </w:rPr>
        <w:t>,</w:t>
      </w:r>
      <w:r>
        <w:rPr>
          <w:rFonts w:hint="cs"/>
          <w:cs/>
          <w:lang w:bidi="hi-IN"/>
        </w:rPr>
        <w:t>सूरज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सितारो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चमक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दमक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अरासता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मलायक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 w:rsidR="00E21429">
        <w:rPr>
          <w:cs/>
          <w:lang w:bidi="hi-IN"/>
        </w:rPr>
        <w:t>।</w:t>
      </w:r>
    </w:p>
    <w:p w:rsidR="00784BCC" w:rsidRDefault="00784BCC" w:rsidP="006A0293">
      <w:pPr>
        <w:pStyle w:val="libNormal"/>
      </w:pPr>
    </w:p>
    <w:p w:rsidR="00784BCC" w:rsidRDefault="00784BCC" w:rsidP="006A0293">
      <w:pPr>
        <w:pStyle w:val="libNormal"/>
      </w:pPr>
      <w:r>
        <w:rPr>
          <w:cs/>
          <w:lang w:bidi="hi-IN"/>
        </w:rPr>
        <w:lastRenderedPageBreak/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मलायक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माद्दी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कसाफतो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आलाइशों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मलाएक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उठाते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रुकू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सीधे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छ़ोड़ते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काहिली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भूल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चूक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निसयात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बन्देगाने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निगेहबान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मज़बूती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निगाहें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किबरियाई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784BCC" w:rsidRDefault="00784BCC" w:rsidP="006A0293">
      <w:pPr>
        <w:pStyle w:val="libNormal"/>
      </w:pPr>
    </w:p>
    <w:p w:rsidR="00784BCC" w:rsidRDefault="00784BCC" w:rsidP="006A0293">
      <w:pPr>
        <w:pStyle w:val="libNormal"/>
      </w:pPr>
      <w:r>
        <w:tab/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फ़राग़त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इरादाए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क़ुदरत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सतह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झाग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इख्तेयार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चुँकि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थपेड़ो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थपेड़े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मताहरिंक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मुनजमिद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पहाड़ो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मेख़े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पैवस्त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जुम्बिश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सकें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पहाड़ो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चश्में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फूटें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खूश्क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सेराबी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इन्तेज़ाम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चश्मों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ज़खीरे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ख़ुश्क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मक़ामात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E21429">
        <w:rPr>
          <w:cs/>
          <w:lang w:bidi="hi-IN"/>
        </w:rPr>
        <w:t>।</w:t>
      </w:r>
    </w:p>
    <w:p w:rsidR="00784BCC" w:rsidRDefault="00784BCC" w:rsidP="006A0293">
      <w:pPr>
        <w:pStyle w:val="libNormal"/>
      </w:pPr>
    </w:p>
    <w:p w:rsidR="00784BCC" w:rsidRDefault="00784BCC" w:rsidP="006A0293">
      <w:pPr>
        <w:pStyle w:val="libNormal"/>
      </w:pPr>
      <w:r>
        <w:tab/>
      </w:r>
      <w:r>
        <w:rPr>
          <w:rFonts w:hint="cs"/>
          <w:cs/>
          <w:lang w:bidi="hi-IN"/>
        </w:rPr>
        <w:t>चश्मो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आबयारी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आबबारी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कूव्वत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फर्शे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गेती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सब्ज़ा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लहलहाने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t xml:space="preserve">, </w:t>
      </w:r>
      <w:r>
        <w:rPr>
          <w:rFonts w:hint="cs"/>
          <w:cs/>
          <w:lang w:bidi="hi-IN"/>
        </w:rPr>
        <w:t>सरसब्ज़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दरख्त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झुमने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लगें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रंग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दरियाओं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रवानी</w:t>
      </w:r>
      <w:r>
        <w:t xml:space="preserve">, </w:t>
      </w:r>
      <w:r>
        <w:rPr>
          <w:rFonts w:hint="cs"/>
          <w:cs/>
          <w:lang w:bidi="hi-IN"/>
        </w:rPr>
        <w:t>समन्दरों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भयानक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सन्नाटे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बदलनें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कुदरत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हैवानात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ख़ल्क़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यहां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चरीन्दों</w:t>
      </w:r>
      <w:r w:rsidR="006A0293">
        <w:rPr>
          <w:lang w:bidi="hi-IN"/>
        </w:rPr>
        <w:t>,</w:t>
      </w:r>
      <w:r>
        <w:rPr>
          <w:rFonts w:hint="cs"/>
          <w:cs/>
          <w:lang w:bidi="hi-IN"/>
        </w:rPr>
        <w:t>परिन्दो</w:t>
      </w:r>
      <w:r w:rsidR="006A0293">
        <w:rPr>
          <w:lang w:bidi="hi-IN"/>
        </w:rPr>
        <w:t>,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दरिन्दों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जमघटा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t xml:space="preserve">,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मख़लूक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शऊर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डहकते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गरजते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दरिन्दो</w:t>
      </w:r>
      <w:r w:rsidR="006A0293">
        <w:rPr>
          <w:lang w:bidi="hi-IN"/>
        </w:rPr>
        <w:t>,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ख़ौफ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भेड़ियों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अजदहों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महशरिस्तान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वन्दे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तन्जीमकारी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मखलूक़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खल्क़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मख़लूक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नज़्मों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मिजाज़ी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बदौलत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ग़ैज़ो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ग़ज़ब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भड़का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बाहेमी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ख़ूरेंज़ी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जिदल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मस्रुफ़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एहकामात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खिलाफ़वर्जी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घाट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t xml:space="preserve">, </w:t>
      </w:r>
      <w:r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lastRenderedPageBreak/>
        <w:t>उनमें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ग़ूज़ार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रियाज़त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मलाएका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इज़राइल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इबलीस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मशहूर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</w:p>
    <w:p w:rsidR="006A0293" w:rsidRDefault="006A0293">
      <w:pPr>
        <w:spacing w:after="0" w:line="240" w:lineRule="auto"/>
        <w:rPr>
          <w:rFonts w:ascii="Mangal" w:hAnsi="Mangal" w:cs="Mangal"/>
          <w:color w:val="000000"/>
          <w:sz w:val="28"/>
          <w:szCs w:val="28"/>
          <w:cs/>
          <w:lang w:bidi="hi-IN"/>
        </w:rPr>
      </w:pPr>
      <w:r>
        <w:rPr>
          <w:cs/>
          <w:lang w:bidi="hi-IN"/>
        </w:rPr>
        <w:br w:type="page"/>
      </w:r>
    </w:p>
    <w:p w:rsidR="00784BCC" w:rsidRDefault="006A0293" w:rsidP="006A0293">
      <w:pPr>
        <w:pStyle w:val="Heading1"/>
      </w:pPr>
      <w:bookmarkStart w:id="16" w:name="_Toc501013939"/>
      <w:r>
        <w:rPr>
          <w:rFonts w:hint="cs"/>
          <w:cs/>
          <w:lang w:bidi="hi-IN"/>
        </w:rPr>
        <w:lastRenderedPageBreak/>
        <w:t>अबु</w:t>
      </w:r>
      <w:r w:rsidR="00784BCC">
        <w:rPr>
          <w:rFonts w:hint="cs"/>
          <w:cs/>
          <w:lang w:bidi="hi-IN"/>
        </w:rPr>
        <w:t>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बशर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हज़रत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आदम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</w:t>
      </w:r>
      <w:r w:rsidR="00784BCC">
        <w:t>0.</w:t>
      </w:r>
      <w:bookmarkEnd w:id="16"/>
    </w:p>
    <w:p w:rsidR="00784BCC" w:rsidRDefault="00784BCC" w:rsidP="006A0293">
      <w:pPr>
        <w:pStyle w:val="libNormal"/>
      </w:pPr>
    </w:p>
    <w:p w:rsidR="00784BCC" w:rsidRDefault="00784BCC" w:rsidP="006A0293">
      <w:pPr>
        <w:pStyle w:val="libNormal"/>
      </w:pPr>
      <w:r>
        <w:tab/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कौमें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बरबादी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कौलें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मुरसल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सरज़मीन</w:t>
      </w:r>
      <w:r>
        <w:rPr>
          <w:cs/>
          <w:lang w:bidi="hi-IN"/>
        </w:rPr>
        <w:t xml:space="preserve"> </w:t>
      </w:r>
      <w:r>
        <w:t>4000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सुन्सान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वीरान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मलाएका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खलिफ़ा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नायब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फरिशतें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जिन्नात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कुशतों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इवरतनाक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t xml:space="preserve">, </w:t>
      </w:r>
      <w:r>
        <w:rPr>
          <w:rFonts w:hint="cs"/>
          <w:cs/>
          <w:lang w:bidi="hi-IN"/>
        </w:rPr>
        <w:t>माबूद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खलीफा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ख़ुरेंज़ी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हांलाकि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तसबीह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हिक्कमते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फ़रिश्ते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ख़ामोश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</w:p>
    <w:p w:rsidR="00784BCC" w:rsidRDefault="00784BCC" w:rsidP="006A0293">
      <w:pPr>
        <w:pStyle w:val="libNormal"/>
      </w:pPr>
      <w:r>
        <w:tab/>
      </w:r>
      <w:r>
        <w:rPr>
          <w:rFonts w:hint="cs"/>
          <w:cs/>
          <w:lang w:bidi="hi-IN"/>
        </w:rPr>
        <w:t>दुबारा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मिट्टी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मक़सुस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मख़लूक़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 w:rsidR="006A0293">
        <w:rPr>
          <w:lang w:bidi="hi-IN"/>
        </w:rPr>
        <w:t>,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देखों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पुतला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पेशानियां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मलाएका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 w:rsidR="00E21429">
        <w:rPr>
          <w:cs/>
          <w:lang w:bidi="hi-IN"/>
        </w:rPr>
        <w:t>।</w:t>
      </w:r>
    </w:p>
    <w:p w:rsidR="00784BCC" w:rsidRDefault="00784BCC" w:rsidP="006A0293">
      <w:pPr>
        <w:pStyle w:val="libNormal"/>
      </w:pPr>
      <w:r>
        <w:tab/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क़ुदरते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इन्तेज़ाम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शिरीं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शोराज़ार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हमवार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नाहमवार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मिट्टी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भिगोया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ऩिथर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गूँधा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लस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मोड़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आज़ा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मुख्तलिफ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,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सुखाया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सुखाया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ख़न्ख़नाने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मुअय्यन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मुददतें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मुकर्ररा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फूंकी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कवाए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ज़ेहनी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फिकरी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जौलानियों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आज़ा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खिदमत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हाथो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शिलाख्त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सकें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।</w:t>
      </w:r>
    </w:p>
    <w:p w:rsidR="00784BCC" w:rsidRDefault="00784BCC" w:rsidP="006A0293">
      <w:pPr>
        <w:pStyle w:val="libNormal"/>
      </w:pPr>
      <w:r>
        <w:tab/>
      </w:r>
      <w:r>
        <w:rPr>
          <w:rFonts w:hint="cs"/>
          <w:cs/>
          <w:lang w:bidi="hi-IN"/>
        </w:rPr>
        <w:t>मुल्ला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मजलिसी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अलैहिर्रहमा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ताऊस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मुसफे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इदरीस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शम्बें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सुबह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ताआला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मख़लूत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ख़मीर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t xml:space="preserve">, </w:t>
      </w:r>
      <w:r>
        <w:rPr>
          <w:rFonts w:hint="cs"/>
          <w:cs/>
          <w:lang w:bidi="hi-IN"/>
        </w:rPr>
        <w:t>चुनांचें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फरिश्ते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नें</w:t>
      </w:r>
      <w:r>
        <w:rPr>
          <w:cs/>
          <w:lang w:bidi="hi-IN"/>
        </w:rPr>
        <w:t xml:space="preserve"> </w:t>
      </w:r>
      <w:r>
        <w:t>40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मिट्टी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गुँधा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t>40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लसदार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t xml:space="preserve">,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t>40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पुतला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</w:p>
    <w:p w:rsidR="00784BCC" w:rsidRDefault="00784BCC" w:rsidP="006A0293">
      <w:pPr>
        <w:pStyle w:val="libNormal"/>
      </w:pPr>
      <w:r>
        <w:tab/>
      </w:r>
      <w:r>
        <w:rPr>
          <w:rFonts w:hint="cs"/>
          <w:cs/>
          <w:lang w:bidi="hi-IN"/>
        </w:rPr>
        <w:t>मज़कूरा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मुद्दते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तख़लीक़</w:t>
      </w:r>
      <w:r>
        <w:rPr>
          <w:cs/>
          <w:lang w:bidi="hi-IN"/>
        </w:rPr>
        <w:t xml:space="preserve"> </w:t>
      </w:r>
      <w:r>
        <w:t>120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मन्ज़िल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मलाएका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कल्ब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बरोज़े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ख़ल्लाके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जागते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शऊर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फरिश्तों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खालिक़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मुताबिक़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मलायका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पेशानियाँ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इबलिस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मख़लूक़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करुंगा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मिट्टी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मिट्टी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बहरहाल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अफ़ज़ल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इबलिस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इस्तेकबार</w:t>
      </w:r>
      <w:r w:rsidR="006A0293">
        <w:rPr>
          <w:lang w:bidi="hi-IN"/>
        </w:rPr>
        <w:t>,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ग़ुरूर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ग़ज़बे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मलाएका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मरदूदें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t xml:space="preserve">,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t>4000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रियाज़त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इब्लिस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मलाएका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हारी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बरतरी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कयामत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मखलूक़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गूमराह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बलन्दी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मुस्तहक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मख़लूक़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बशरीयत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मन्ज़िले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फ़ायज़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मुम्किन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784BCC" w:rsidRDefault="00784BCC" w:rsidP="006A0293">
      <w:pPr>
        <w:pStyle w:val="libNormal"/>
      </w:pPr>
      <w:r>
        <w:tab/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अदीमुल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मिटटी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ख़ल्क़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चुँकि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सख्त</w:t>
      </w:r>
      <w:r>
        <w:t xml:space="preserve">, </w:t>
      </w:r>
      <w:r>
        <w:rPr>
          <w:rFonts w:hint="cs"/>
          <w:cs/>
          <w:lang w:bidi="hi-IN"/>
        </w:rPr>
        <w:t>शीरी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शोर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हमवार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नाहमवार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मिटटी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मुखतलिफ़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मुख़तलिफ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मिजाज़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सिनफे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निसवां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फर्द</w:t>
      </w:r>
      <w:r>
        <w:t xml:space="preserve">, </w:t>
      </w:r>
      <w:r>
        <w:rPr>
          <w:rFonts w:hint="cs"/>
          <w:cs/>
          <w:lang w:bidi="hi-IN"/>
        </w:rPr>
        <w:t>हवा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मिटटी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पसलियां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हव्वा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 w:rsidR="00E21429">
        <w:rPr>
          <w:cs/>
          <w:lang w:bidi="hi-IN"/>
        </w:rPr>
        <w:t>।</w:t>
      </w:r>
    </w:p>
    <w:p w:rsidR="00784BCC" w:rsidRDefault="00784BCC" w:rsidP="006A0293">
      <w:pPr>
        <w:pStyle w:val="libNormal"/>
      </w:pPr>
      <w:r>
        <w:tab/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सुकूनत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अनवाओ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अक़साम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t xml:space="preserve">,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मखसूस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दरख्त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नज़दीक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जाना।</w:t>
      </w:r>
    </w:p>
    <w:p w:rsidR="00784BCC" w:rsidRDefault="00784BCC" w:rsidP="006A0293">
      <w:pPr>
        <w:pStyle w:val="libNormal"/>
      </w:pPr>
      <w:r>
        <w:tab/>
      </w:r>
      <w:r>
        <w:rPr>
          <w:rFonts w:hint="cs"/>
          <w:cs/>
          <w:lang w:bidi="hi-IN"/>
        </w:rPr>
        <w:t>इबलीस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बदौलत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मरदूदे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बारगाहे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दामनगीर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निकलवाया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हव्वा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कामयाब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ममनुआ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दरख्त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नज़दीक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मुज़ाएका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चुनांचें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इबलिस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कामयाब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 w:rsidR="00E21429">
        <w:rPr>
          <w:cs/>
          <w:lang w:bidi="hi-IN"/>
        </w:rPr>
        <w:t>।</w:t>
      </w:r>
    </w:p>
    <w:p w:rsidR="00784BCC" w:rsidRDefault="00784BCC" w:rsidP="006A0293">
      <w:pPr>
        <w:pStyle w:val="libNormal"/>
      </w:pPr>
      <w:r>
        <w:tab/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ममनुआ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दरख्त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हव्वा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जिस्मों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बलन्दी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बेदख़ली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</w:p>
    <w:p w:rsidR="00784BCC" w:rsidRDefault="00784BCC" w:rsidP="006A0293">
      <w:pPr>
        <w:pStyle w:val="libNormal"/>
      </w:pPr>
      <w:r>
        <w:lastRenderedPageBreak/>
        <w:tab/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हव्वा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कदमों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सरज़मीनें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सरानदीप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हव्वा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हव्वा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सरज़द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तौबा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अस्तग़फार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गिरीयाज़ारी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t xml:space="preserve">,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t>300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पंजतन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जिबराईल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ख़ैमा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मखसुस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जिबराईल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ख़ैमा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हुदुदे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पत्थर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जिबराईल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पत्थरों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मरवा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जबलूस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नजफ़े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अशरफ़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असवद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कोहअहुक़बीस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बतौरे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अमानत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पत्थर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मोअर्रेखीन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फ़रिश्ता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मीसाक़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चुनाँचें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लिहीज़ा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फरिश्ते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असवद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तबदील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मख़सूस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रहें</w:t>
      </w:r>
      <w:r w:rsidR="00E21429">
        <w:rPr>
          <w:cs/>
          <w:lang w:bidi="hi-IN"/>
        </w:rPr>
        <w:t>।</w:t>
      </w:r>
    </w:p>
    <w:p w:rsidR="00784BCC" w:rsidRDefault="00784BCC" w:rsidP="006A0293">
      <w:pPr>
        <w:pStyle w:val="libNormal"/>
      </w:pPr>
    </w:p>
    <w:p w:rsidR="00784BCC" w:rsidRDefault="00784BCC" w:rsidP="006A0293">
      <w:pPr>
        <w:pStyle w:val="libNormal"/>
      </w:pPr>
      <w:r>
        <w:tab/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जिबराईल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हुदूदें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नस्ब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करदीं।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पत्थरों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बुनियाद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दीवारों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जरुरियाते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आरासता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मुतमईन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अफ़जा़इशे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क्योकिं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नवये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बशर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सगे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तजवीज़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दुरूस्त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मुशकिल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फ़रज़न्द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मन्ज़ला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फूली</w:t>
      </w:r>
      <w:r w:rsidR="00E21429">
        <w:rPr>
          <w:cs/>
          <w:lang w:bidi="hi-IN"/>
        </w:rPr>
        <w:t>।</w:t>
      </w:r>
    </w:p>
    <w:p w:rsidR="00784BCC" w:rsidRDefault="00784BCC" w:rsidP="006A0293">
      <w:pPr>
        <w:pStyle w:val="libNormal"/>
      </w:pP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जानशीन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पाए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हाबील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क़ाबील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सिफ़ात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मुखालिफ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यानि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हाबील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ख़सलत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क़ाबील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तीनत।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चश्मे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इल्तेफ़ात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हाबील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क़ाबील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बुग़ज़ो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 w:rsidR="00E21429">
        <w:rPr>
          <w:cs/>
          <w:lang w:bidi="hi-IN"/>
        </w:rPr>
        <w:t>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lastRenderedPageBreak/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हाबील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क़ाबील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नाराज़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ख्वाहीश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क़ुबानियां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t xml:space="preserve">,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क़ुरबानी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 w:rsidR="00E21429">
        <w:rPr>
          <w:cs/>
          <w:lang w:bidi="hi-IN"/>
        </w:rPr>
        <w:t>।</w:t>
      </w:r>
    </w:p>
    <w:p w:rsidR="00784BCC" w:rsidRDefault="00784BCC" w:rsidP="006A0293">
      <w:pPr>
        <w:pStyle w:val="libNormal"/>
      </w:pP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शरफे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क़ुबूलियत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क़ुरबानी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क़ुरबानियों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बारगाहे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हाबील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क़ुरबानी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क़ाबील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कफे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अफसोस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क़ाबील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हाबील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हाबील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बकरीयां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क़ाबील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 w:rsidR="00E21429">
        <w:rPr>
          <w:cs/>
          <w:lang w:bidi="hi-IN"/>
        </w:rPr>
        <w:t>।</w:t>
      </w:r>
    </w:p>
    <w:p w:rsidR="00784BCC" w:rsidRDefault="00784BCC" w:rsidP="006A0293">
      <w:pPr>
        <w:pStyle w:val="libNormal"/>
      </w:pP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इरतेकाबे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क़ाबील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दामनगीर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कव्वे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चोँच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पंजों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गडठा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कव्वे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दफ़न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क़ाबील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माजरा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गडठा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हाबील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मय्यत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दफ़न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 w:rsidR="00E21429">
        <w:rPr>
          <w:cs/>
          <w:lang w:bidi="hi-IN"/>
        </w:rPr>
        <w:t>।</w:t>
      </w:r>
    </w:p>
    <w:p w:rsidR="00784BCC" w:rsidRDefault="00784BCC" w:rsidP="006A0293">
      <w:pPr>
        <w:pStyle w:val="libNormal"/>
      </w:pP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क़ाबील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हाबील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आसुओं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वग़ैरह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सानिहे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अशआर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पढ़ा</w:t>
      </w:r>
      <w:r w:rsidR="00E21429">
        <w:rPr>
          <w:cs/>
          <w:lang w:bidi="hi-IN"/>
        </w:rPr>
        <w:t>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क़ाबील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क़ुरबानी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ठुकरा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हाबील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क़ाबील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परसती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आग़ाज़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E21429">
        <w:rPr>
          <w:cs/>
          <w:lang w:bidi="hi-IN"/>
        </w:rPr>
        <w:t>।</w:t>
      </w:r>
    </w:p>
    <w:p w:rsidR="00784BCC" w:rsidRDefault="00784BCC" w:rsidP="006A0293">
      <w:pPr>
        <w:pStyle w:val="libNormal"/>
      </w:pP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t>230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t>636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रेहलत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ओंलादों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>(</w:t>
      </w:r>
      <w:r>
        <w:rPr>
          <w:rFonts w:hint="cs"/>
          <w:cs/>
          <w:lang w:bidi="hi-IN"/>
        </w:rPr>
        <w:t>पोते</w:t>
      </w:r>
      <w:r>
        <w:t xml:space="preserve">, </w:t>
      </w:r>
      <w:r>
        <w:rPr>
          <w:rFonts w:hint="cs"/>
          <w:cs/>
          <w:lang w:bidi="hi-IN"/>
        </w:rPr>
        <w:t>परपोते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तादाद</w:t>
      </w:r>
      <w:r>
        <w:rPr>
          <w:cs/>
          <w:lang w:bidi="hi-IN"/>
        </w:rPr>
        <w:t xml:space="preserve"> </w:t>
      </w:r>
      <w:r>
        <w:t>40000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लोंगो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छ़ोड़ा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वफात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फरज़्नद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बूला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वली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क़ाबील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अवलादों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पोशीदा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रखें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खलीफ़ा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मुनतखब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एख़तेयार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फरिश्तों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इन्तेखाब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इख्तेयार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अवलादों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सराहत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जानाशीन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इन्तेखाब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शुरा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इस्तेख़लाफ़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मोअर्रिख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अबुलफ़ेदा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t>6216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वारिद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t>636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इन्तेक़ाल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t>630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रेहलत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जिबराईल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मलाएका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कफ़न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t xml:space="preserve">,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जसदे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ताबुत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दफन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हव्वा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इन्तेका़ल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दफन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तुफाने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ताबूत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तुफान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ताबूत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मोक़ददस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दफ़न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पैंतीस</w:t>
      </w:r>
      <w:r w:rsidR="00E21429">
        <w:rPr>
          <w:cs/>
          <w:lang w:bidi="hi-IN"/>
        </w:rPr>
        <w:t xml:space="preserve"> </w:t>
      </w:r>
      <w:r>
        <w:t>35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गज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सत्तर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नव्यैते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सजदा।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मलायका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उल्माए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फ़रीक़ैन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इत्तेफाक़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ताज़ीमी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बैज़ावी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फरिश्तो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फज़िलते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मुतारिफ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दुरुस्त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नुक्ते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हैसियत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क़िबले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t xml:space="preserve">, </w:t>
      </w:r>
      <w:r>
        <w:rPr>
          <w:rFonts w:hint="cs"/>
          <w:cs/>
          <w:lang w:bidi="hi-IN"/>
        </w:rPr>
        <w:t>यानि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ताज़ीमी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भाईयो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 w:rsidR="00E21429">
        <w:rPr>
          <w:cs/>
          <w:lang w:bidi="hi-IN"/>
        </w:rPr>
        <w:t>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तफ़सीरे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सुल्ब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मखलूक़ात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यक़ीनन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अफज़ल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मलायका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t xml:space="preserve">, </w:t>
      </w:r>
      <w:r>
        <w:rPr>
          <w:rFonts w:hint="cs"/>
          <w:cs/>
          <w:lang w:bidi="hi-IN"/>
        </w:rPr>
        <w:t>यानि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ताज़ीमन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इकरामन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अबुदियतत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एताअतन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फरिश्तों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ताज़ीमी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क़िबले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हैसियत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काबे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पेशानियां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झुकाई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मलाएका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पेशानियां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झुकाई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अलहिन्द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मौलाना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खलीफा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मुसल्लम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फरिश्तों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जिन्नातों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सजदए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माबूद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क़िबला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अव्वलन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अहेद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रियाया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सरताबी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गुन्जाइश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रहें</w:t>
      </w:r>
      <w:r w:rsidR="00E21429">
        <w:rPr>
          <w:cs/>
          <w:lang w:bidi="hi-IN"/>
        </w:rPr>
        <w:t>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अजाएबुल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फरिश्तो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मोकम्मल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तामील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बरायतें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पाँच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इबलीस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यानि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मलाएका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इताअते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शुक्रे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वन्दी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t xml:space="preserve">, </w:t>
      </w:r>
      <w:r>
        <w:rPr>
          <w:rFonts w:hint="cs"/>
          <w:cs/>
          <w:lang w:bidi="hi-IN"/>
        </w:rPr>
        <w:t>मलाएका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E21429">
        <w:rPr>
          <w:cs/>
          <w:lang w:bidi="hi-IN"/>
        </w:rPr>
        <w:t>।</w:t>
      </w:r>
    </w:p>
    <w:p w:rsidR="006A0293" w:rsidRDefault="006A0293">
      <w:pPr>
        <w:spacing w:after="0" w:line="240" w:lineRule="auto"/>
        <w:rPr>
          <w:rFonts w:ascii="Mangal" w:hAnsi="Mangal" w:cs="Mangal"/>
          <w:color w:val="000000"/>
          <w:sz w:val="28"/>
          <w:szCs w:val="28"/>
          <w:cs/>
          <w:lang w:bidi="hi-IN"/>
        </w:rPr>
      </w:pPr>
      <w:r>
        <w:rPr>
          <w:cs/>
          <w:lang w:bidi="hi-IN"/>
        </w:rPr>
        <w:br w:type="page"/>
      </w:r>
    </w:p>
    <w:p w:rsidR="00784BCC" w:rsidRDefault="00784BCC" w:rsidP="006A0293">
      <w:pPr>
        <w:pStyle w:val="Heading1"/>
      </w:pPr>
      <w:bookmarkStart w:id="17" w:name="_Toc501013940"/>
      <w:r>
        <w:rPr>
          <w:rFonts w:hint="cs"/>
          <w:cs/>
          <w:lang w:bidi="hi-IN"/>
        </w:rPr>
        <w:lastRenderedPageBreak/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शीश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bookmarkEnd w:id="17"/>
      <w:r>
        <w:t xml:space="preserve"> </w:t>
      </w:r>
    </w:p>
    <w:p w:rsidR="00784BCC" w:rsidRDefault="00784BCC" w:rsidP="006A0293">
      <w:pPr>
        <w:pStyle w:val="libNormal"/>
      </w:pP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विलादत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हव्वा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गुफ़तगू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जू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आब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पहुचां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जिबराईले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फरिश्तो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वारिद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t xml:space="preserve">, </w:t>
      </w:r>
      <w:r>
        <w:rPr>
          <w:rFonts w:hint="cs"/>
          <w:cs/>
          <w:lang w:bidi="hi-IN"/>
        </w:rPr>
        <w:t>उन्होने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t xml:space="preserve">,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जिबरईल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जन्नती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मेवों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कीजिये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बेहिशत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गुल्ल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हव्वा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जाइये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सुल्ब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हव्वा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मुन्तिकि़ल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बुन्याद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पड़ेगी।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tab/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तामील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हव्वा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हामेला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मोद्दते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फरजन्द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विलादत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</w:p>
    <w:p w:rsidR="00784BCC" w:rsidRDefault="00784BCC" w:rsidP="006A0293">
      <w:pPr>
        <w:pStyle w:val="libNormal"/>
      </w:pPr>
      <w:r>
        <w:t xml:space="preserve"> </w:t>
      </w:r>
      <w:r>
        <w:tab/>
      </w:r>
      <w:r>
        <w:rPr>
          <w:rFonts w:hint="cs"/>
          <w:cs/>
          <w:lang w:bidi="hi-IN"/>
        </w:rPr>
        <w:t>तारीखे़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ख़मीस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सुल्ब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मुन्तकि़ल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सुल्ब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विलादत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एहतेमाम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</w:p>
    <w:p w:rsidR="00784BCC" w:rsidRDefault="00784BCC" w:rsidP="006A0293">
      <w:pPr>
        <w:pStyle w:val="libNormal"/>
      </w:pPr>
      <w:r>
        <w:lastRenderedPageBreak/>
        <w:t xml:space="preserve"> </w:t>
      </w:r>
      <w:r>
        <w:tab/>
      </w:r>
      <w:r>
        <w:rPr>
          <w:rFonts w:hint="cs"/>
          <w:cs/>
          <w:lang w:bidi="hi-IN"/>
        </w:rPr>
        <w:t>अजाएबुल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हयातुल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कु़लूब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बुलूग़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पहुचें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जिबराईल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नाज़िल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फलां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फरिश्तों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जाऊगा।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इजतेमा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सब्ब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दरयाफ्त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जिबराईल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मोताल्लिक़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मीसाक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मोइयना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t xml:space="preserve">, </w:t>
      </w:r>
      <w:r>
        <w:rPr>
          <w:rFonts w:hint="cs"/>
          <w:cs/>
          <w:lang w:bidi="hi-IN"/>
        </w:rPr>
        <w:t>हजरत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जिबरईल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हजारो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फरिशतो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मीसाक़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हिदायें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tab/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मोतावल्लिद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t>230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अवलादे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गिरोह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तक़सीम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क़ाबील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पैरव</w:t>
      </w:r>
      <w:r>
        <w:t xml:space="preserve">,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tab/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अवलादे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इन्तेहाइ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मोहतरम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बुजुर्ग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मुशाबेह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खू़बसूरत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t>50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सहीफे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नाजिल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t>612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इन्तेक़ाल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इन्तेक़ाल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अनूश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मोकर्रर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अनूश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क़ीनान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क़ीनान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महलाईल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महलाईल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अख़नूख़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जानाशीन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इदरीस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कहलाए।</w:t>
      </w:r>
    </w:p>
    <w:p w:rsidR="00784BCC" w:rsidRDefault="00784BCC" w:rsidP="006A0293">
      <w:pPr>
        <w:pStyle w:val="libNormal"/>
      </w:pPr>
    </w:p>
    <w:p w:rsidR="00784BCC" w:rsidRDefault="00784BCC" w:rsidP="006A0293">
      <w:pPr>
        <w:pStyle w:val="Heading1"/>
      </w:pPr>
      <w:bookmarkStart w:id="18" w:name="_Toc501013941"/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इदरीस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bookmarkEnd w:id="18"/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इदरीस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लोंगों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रुबूबियत</w:t>
      </w:r>
      <w:r>
        <w:t xml:space="preserve">, </w:t>
      </w:r>
      <w:r>
        <w:rPr>
          <w:rFonts w:hint="cs"/>
          <w:cs/>
          <w:lang w:bidi="hi-IN"/>
        </w:rPr>
        <w:t>मआरेफत</w:t>
      </w:r>
      <w:r>
        <w:t xml:space="preserve">, </w:t>
      </w:r>
      <w:r>
        <w:rPr>
          <w:rFonts w:hint="cs"/>
          <w:cs/>
          <w:lang w:bidi="hi-IN"/>
        </w:rPr>
        <w:t>इबादत</w:t>
      </w:r>
      <w:r>
        <w:t xml:space="preserve">, </w:t>
      </w:r>
      <w:r>
        <w:rPr>
          <w:rFonts w:hint="cs"/>
          <w:cs/>
          <w:lang w:bidi="hi-IN"/>
        </w:rPr>
        <w:t>इताअत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ज़ाबताए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सातवीं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मोतावल्लिद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t xml:space="preserve">, </w:t>
      </w:r>
      <w:r>
        <w:rPr>
          <w:rFonts w:hint="cs"/>
          <w:cs/>
          <w:lang w:bidi="hi-IN"/>
        </w:rPr>
        <w:t>अंग्रेज़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मोहक़्कि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वक़्फ़ा</w:t>
      </w:r>
      <w:r>
        <w:rPr>
          <w:cs/>
          <w:lang w:bidi="hi-IN"/>
        </w:rPr>
        <w:t xml:space="preserve"> </w:t>
      </w:r>
      <w:r>
        <w:t>622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शहीम</w:t>
      </w:r>
      <w:r>
        <w:t xml:space="preserve">, </w:t>
      </w:r>
      <w:r>
        <w:rPr>
          <w:rFonts w:hint="cs"/>
          <w:cs/>
          <w:lang w:bidi="hi-IN"/>
        </w:rPr>
        <w:t>फरबे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t xml:space="preserve">, </w:t>
      </w:r>
      <w:r>
        <w:rPr>
          <w:rFonts w:hint="cs"/>
          <w:cs/>
          <w:lang w:bidi="hi-IN"/>
        </w:rPr>
        <w:t>नर्म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आहिस्ता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आरिस्ता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वाहिद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हनफी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देवबन्दी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चीज़ो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मुम्ताज़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मुन्फरिद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मुरसल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t>30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सहीफे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नाज़िल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इल्में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नुजूम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क़ल्म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इबतेदा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कपड़ा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जंगी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अस्लहे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जेहाद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काफ़िरों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गिरफ्तारी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तरिक़ा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lastRenderedPageBreak/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पहन्ना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उठाया</w:t>
      </w:r>
    </w:p>
    <w:p w:rsidR="00784BCC" w:rsidRDefault="00784BCC" w:rsidP="006A0293">
      <w:pPr>
        <w:pStyle w:val="libNormal"/>
      </w:pPr>
      <w:r>
        <w:tab/>
      </w:r>
      <w:r>
        <w:rPr>
          <w:rFonts w:hint="cs"/>
          <w:cs/>
          <w:lang w:bidi="hi-IN"/>
        </w:rPr>
        <w:t>कुछ़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मोअर्रिख़ों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तक़रीबन</w:t>
      </w:r>
      <w:r>
        <w:rPr>
          <w:cs/>
          <w:lang w:bidi="hi-IN"/>
        </w:rPr>
        <w:t xml:space="preserve"> </w:t>
      </w:r>
      <w:r>
        <w:t>100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मजलिसी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अलैहिर्रहमा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ख़याती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कशफुल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ग़म्मा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t>72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क़ुदरत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तबलीग़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बुर्जो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आफताब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मुन्तक़ाली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बुर्जो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तजवीज़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नुजूम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इसतेलाहें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का़यम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अम्बिया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बताई</w:t>
      </w:r>
      <w:r w:rsidR="00E21429">
        <w:rPr>
          <w:cs/>
          <w:lang w:bidi="hi-IN"/>
        </w:rPr>
        <w:t>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t>365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तबलीग़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उमुरे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साहबज़ादे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मुतवशलख़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जानशीन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बनाया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मुतवशलख़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फ़रज़न्द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लमकया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लामख़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जानशीन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मोकर्रर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वसीयते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बुज़ूर्गों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लमकया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लामिख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t>800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वफात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तुफाने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t>620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लमक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साहबज़ादे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 w:rsidR="00E21429">
        <w:rPr>
          <w:cs/>
          <w:lang w:bidi="hi-IN"/>
        </w:rPr>
        <w:t>।</w:t>
      </w:r>
    </w:p>
    <w:p w:rsidR="00784BCC" w:rsidRDefault="00784BCC" w:rsidP="006A0293">
      <w:pPr>
        <w:pStyle w:val="libNormal"/>
      </w:pPr>
    </w:p>
    <w:p w:rsidR="00784BCC" w:rsidRDefault="00784BCC" w:rsidP="006A0293">
      <w:pPr>
        <w:pStyle w:val="Heading1"/>
      </w:pPr>
      <w:bookmarkStart w:id="19" w:name="_Toc501013942"/>
      <w:r>
        <w:rPr>
          <w:rFonts w:hint="cs"/>
          <w:cs/>
          <w:lang w:bidi="hi-IN"/>
        </w:rPr>
        <w:lastRenderedPageBreak/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bookmarkEnd w:id="19"/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गुमराह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सरकशी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t>650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नौहा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किया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मुखतलीफ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आला</w:t>
      </w:r>
      <w:r>
        <w:t xml:space="preserve">,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मलक</w:t>
      </w:r>
      <w:r>
        <w:t xml:space="preserve">,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शकूर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ग़फ़्फ़ार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गुदाज़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चेहरा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कदरे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लम्बा</w:t>
      </w:r>
      <w:r>
        <w:t xml:space="preserve">, </w:t>
      </w:r>
      <w:r>
        <w:rPr>
          <w:rFonts w:hint="cs"/>
          <w:cs/>
          <w:lang w:bidi="hi-IN"/>
        </w:rPr>
        <w:t>आँखें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दाढ़ी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t>2500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मोअर्रेखीन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इखतेलाफ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मनसबे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नबूअत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फायज़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t>850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t>840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t>860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t>400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t>250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</w:t>
      </w:r>
      <w:r>
        <w:rPr>
          <w:cs/>
          <w:lang w:bidi="hi-IN"/>
        </w:rPr>
        <w:t xml:space="preserve"> </w:t>
      </w:r>
      <w:r>
        <w:t>50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शाखसाना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मोअर्रेखीन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मोत्ताफिक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t>650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तबलीग़ी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ख़िदमत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अन्ज़ाम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क़ाबील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अवलादों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मबउस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इब्तेदा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गुमराह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सरकश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आतिश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परस्त</w:t>
      </w:r>
      <w:r>
        <w:t xml:space="preserve">, </w:t>
      </w:r>
      <w:r>
        <w:rPr>
          <w:rFonts w:hint="cs"/>
          <w:cs/>
          <w:lang w:bidi="hi-IN"/>
        </w:rPr>
        <w:t>ज़िनाकार</w:t>
      </w:r>
      <w:r>
        <w:t xml:space="preserve">, </w:t>
      </w:r>
      <w:r>
        <w:rPr>
          <w:rFonts w:hint="cs"/>
          <w:cs/>
          <w:lang w:bidi="hi-IN"/>
        </w:rPr>
        <w:t>जराएम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नाफरमान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तबलीग़ी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कोशिशों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मोतक़दीन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तादाद</w:t>
      </w:r>
      <w:r>
        <w:rPr>
          <w:cs/>
          <w:lang w:bidi="hi-IN"/>
        </w:rPr>
        <w:t xml:space="preserve"> </w:t>
      </w:r>
      <w:r>
        <w:t>80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सकी।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नाज़िल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नुबूवत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ग़ुज़ार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मुत्तकी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परहेज़गार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मोवारिद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रसानियों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परेशान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अलाहेदजी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इखतेयार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सिम्त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फ़ुरात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किनारे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मस्रुफ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मजलिसी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ख़िदमत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जिबरईल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ग़ोशो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नशीन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भटकी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t xml:space="preserve">,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पहचानती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जिबरईल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नरमी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करों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तवानाई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रखता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जिबरईल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तवनाई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 w:rsidR="00E21429">
        <w:rPr>
          <w:cs/>
          <w:lang w:bidi="hi-IN"/>
        </w:rPr>
        <w:t>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जिहाद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करोगे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यक़ीनन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करुगाँ।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जिबरईल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फरिश्ता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हुँ</w:t>
      </w:r>
      <w:r>
        <w:t xml:space="preserve">,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तवनाई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नबूवत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फायज़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तबलीग़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छ़ोड़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फरीज़ाए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नबूवत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सफेद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ताक़तों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समेट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तबलीग़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t xml:space="preserve">, </w:t>
      </w:r>
      <w:r>
        <w:rPr>
          <w:rFonts w:hint="cs"/>
          <w:cs/>
          <w:lang w:bidi="hi-IN"/>
        </w:rPr>
        <w:t>अतिश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परस्ति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मशग़ूल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भड़क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नाराए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तौहीद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ग़ुमराह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शैतानी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हक़ीकी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मुन्हरिफ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t xml:space="preserve">, </w:t>
      </w:r>
      <w:r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परसति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जहन्नुम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जहन्नुम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वहदहू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लाशरीक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t xml:space="preserve">,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बदबख़तो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सुनी</w:t>
      </w:r>
      <w:r>
        <w:t xml:space="preserve">, </w:t>
      </w:r>
      <w:r>
        <w:rPr>
          <w:rFonts w:hint="cs"/>
          <w:cs/>
          <w:lang w:bidi="hi-IN"/>
        </w:rPr>
        <w:t>हालांकि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आतिश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दिलेराना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गुफ़तग़ु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परसतों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खौफ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हिरास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सरासीमगी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अमुरा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दोशीज़ा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आयी</w:t>
      </w:r>
      <w:r>
        <w:t xml:space="preserve">,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कौम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पुरी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बस्ती</w:t>
      </w:r>
      <w:r w:rsidR="006A0293">
        <w:rPr>
          <w:lang w:bidi="hi-IN"/>
        </w:rPr>
        <w:t>,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नवाह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तहेलका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 w:rsidR="00E21429"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अमुरा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ख़ौफ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ख्वाह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रफता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रफता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अमुरा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दरवाज़ा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चमक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इस्तेजाबाना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लहज़े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भुख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प्यास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एजाज़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t xml:space="preserve">,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तनोमन्द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तन्दुरुसत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t xml:space="preserve">,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अमुरा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ज़ोजियत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विलादत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आयी।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बहर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मोजिज़ा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क़ाबील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अवलादों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इब्तेदा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t xml:space="preserve">, </w:t>
      </w:r>
      <w:r>
        <w:rPr>
          <w:rFonts w:hint="cs"/>
          <w:cs/>
          <w:lang w:bidi="hi-IN"/>
        </w:rPr>
        <w:t>मुस्तजाद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इख्तेलाफ़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हरकतों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बुराईयों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मायल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t xml:space="preserve">, </w:t>
      </w:r>
      <w:r>
        <w:rPr>
          <w:rFonts w:hint="cs"/>
          <w:cs/>
          <w:lang w:bidi="hi-IN"/>
        </w:rPr>
        <w:t>आतिश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परस्ती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बुत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परस्ती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ज़िनाकारी</w:t>
      </w:r>
      <w:r>
        <w:t xml:space="preserve">, </w:t>
      </w:r>
      <w:r>
        <w:rPr>
          <w:rFonts w:hint="cs"/>
          <w:cs/>
          <w:lang w:bidi="hi-IN"/>
        </w:rPr>
        <w:t>आबरु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रेज़ी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शराब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अमली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मोकद्दर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मोईन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मोअशरा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बुराईयों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आमालियों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समन्दर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t>650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सरगरदां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परेशान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गुनाहों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मासियत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ज़रुरत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बढ़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ख़ातिर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खवाह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बद्दुआ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नाज़िल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नाबूद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जिबरईल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फ़राहम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रहों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ख्वाहिश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फ़िलहाल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अक़ीमा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महफ़ूज़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ख्वाहिश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t xml:space="preserve">,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अक़ीमा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मोताबिक़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मुत्तला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हु्क्म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 w:rsidR="00E21429">
        <w:rPr>
          <w:cs/>
          <w:lang w:bidi="hi-IN"/>
        </w:rPr>
        <w:t xml:space="preserve">। </w:t>
      </w:r>
    </w:p>
    <w:p w:rsidR="00784BCC" w:rsidRDefault="00784BCC" w:rsidP="006A0293">
      <w:pPr>
        <w:pStyle w:val="libNormal"/>
      </w:pPr>
    </w:p>
    <w:p w:rsidR="00784BCC" w:rsidRDefault="00784BCC" w:rsidP="006A0293">
      <w:pPr>
        <w:pStyle w:val="Heading2"/>
      </w:pPr>
      <w:bookmarkStart w:id="20" w:name="_Toc501013943"/>
      <w:r>
        <w:rPr>
          <w:rFonts w:hint="cs"/>
          <w:cs/>
          <w:lang w:bidi="hi-IN"/>
        </w:rPr>
        <w:t>कश्ती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तैयारी</w:t>
      </w:r>
      <w:bookmarkEnd w:id="20"/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रवायतों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जिबरईल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दरख्तों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पौधे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लगाया</w:t>
      </w:r>
      <w:r>
        <w:t xml:space="preserve">,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आबयारी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t>40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दरख्त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दोहराया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दरख्तों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बीज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चालीस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काटते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दरख्तों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चौबीस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तख्तें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कराओ</w:t>
      </w:r>
      <w:r w:rsidR="00E21429">
        <w:rPr>
          <w:cs/>
          <w:lang w:bidi="hi-IN"/>
        </w:rPr>
        <w:t>।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रब्बानी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तक़रीबन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निस्फ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जाफिशानी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तखतों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मोकम्मल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तख़तों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अम्बियाओं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जिबरईल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अम्बियाओं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ग्रामी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लगें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तख्तों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परेशान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दुबारा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माजरा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फिक्रमन्द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अम्बियाओं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आग़ाज़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हबीब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खत्म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करों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चुनांचें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रौशनी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इबतेदा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अम्बिया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तख्तों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आग़ाज़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तख्ते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तख्तों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जिबरईल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पुछ़ा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तख्तों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जिबरईल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अम्बिया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 w:rsidR="006A0293">
        <w:t>,</w:t>
      </w:r>
      <w:r>
        <w:t xml:space="preserve"> </w:t>
      </w:r>
      <w:r>
        <w:rPr>
          <w:rFonts w:hint="cs"/>
          <w:cs/>
          <w:lang w:bidi="hi-IN"/>
        </w:rPr>
        <w:t>फातिमा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 w:rsidR="006A0293">
        <w:t>,</w:t>
      </w:r>
      <w:r>
        <w:t xml:space="preserve"> </w:t>
      </w:r>
      <w:r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 w:rsidR="006A0293">
        <w:t>,</w:t>
      </w:r>
      <w: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अस्माए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मुबारक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t xml:space="preserve">,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तकमील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नामुम्किन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क्योकि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अस्माए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मुबारक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हबीब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आफ़ते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महफ़ुज़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बख्शी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एहतराम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तख्तों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तख्ते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मुक़म्मल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मजलिसी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तख्तों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तराशकारी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आदमीयों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ज़रुरत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 w:rsidR="006A0293">
        <w:rPr>
          <w:lang w:bidi="hi-IN"/>
        </w:rPr>
        <w:t>,</w:t>
      </w:r>
      <w:r>
        <w:rPr>
          <w:rFonts w:hint="cs"/>
          <w:cs/>
          <w:lang w:bidi="hi-IN"/>
        </w:rPr>
        <w:t>चुनांचे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t xml:space="preserve">,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लकड़ी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बूरादा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चाँदी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तबदील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देगा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लालच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निगरानी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जिबरईल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हिदायत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तैय्यार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जज़ाएरी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बहवलए</w:t>
      </w:r>
      <w:r>
        <w:rPr>
          <w:cs/>
          <w:lang w:bidi="hi-IN"/>
        </w:rPr>
        <w:t xml:space="preserve"> </w:t>
      </w:r>
      <w:r w:rsidR="009508F5">
        <w:rPr>
          <w:rFonts w:hint="cs"/>
          <w:cs/>
          <w:lang w:bidi="hi-IN"/>
        </w:rPr>
        <w:t>किता</w:t>
      </w:r>
      <w:r>
        <w:rPr>
          <w:rFonts w:hint="cs"/>
          <w:cs/>
          <w:lang w:bidi="hi-IN"/>
        </w:rPr>
        <w:t>बुल</w:t>
      </w:r>
      <w:r w:rsidR="009508F5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खेराज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फरमायाः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तैय्यारी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मसरुफ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जिबरईल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तादात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उनतीस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जिबरईल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हिदायत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मोताबिक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तख्तों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पेवस्त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पाँच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नूरानी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शुआएं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फूटने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लगी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माजरा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जिबरईल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पंजतन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वाबस्ता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कीलें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 w:rsidR="006A0293">
        <w:t>,</w:t>
      </w:r>
      <w: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 w:rsidR="006A0293">
        <w:t>,</w:t>
      </w:r>
      <w:r>
        <w:t xml:space="preserve"> </w:t>
      </w:r>
      <w:r>
        <w:rPr>
          <w:rFonts w:hint="cs"/>
          <w:cs/>
          <w:lang w:bidi="hi-IN"/>
        </w:rPr>
        <w:t>फातेमा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 w:rsidR="006A0293">
        <w:t>,</w:t>
      </w:r>
      <w:r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 w:rsidR="006A0293">
        <w:t>,</w:t>
      </w:r>
      <w: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 xml:space="preserve">0,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मन्सूब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दाहिनी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दुसरी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तसरी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चौथी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पाँचवी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दाहिनी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ठोंक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तख्ते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उन्होने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घबरा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जिबरईल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माजरा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जिबरईल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का़तिलाने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मोअर्ररेखीन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तैय्यारी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t>250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लम्बाई</w:t>
      </w:r>
      <w:r>
        <w:t xml:space="preserve">, </w:t>
      </w:r>
      <w:r>
        <w:rPr>
          <w:rFonts w:hint="cs"/>
          <w:cs/>
          <w:lang w:bidi="hi-IN"/>
        </w:rPr>
        <w:t>चौड़ाई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ऊचाँई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मोहक़्क़ेक़ीन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इख्तेलाफ़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य़ाक़ूब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लम्बाई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पचास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चौड़ाई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मजलिसी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लम्बाई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चौड़ाई</w:t>
      </w:r>
      <w:r>
        <w:rPr>
          <w:cs/>
          <w:lang w:bidi="hi-IN"/>
        </w:rPr>
        <w:t xml:space="preserve"> </w:t>
      </w:r>
      <w:r>
        <w:t>250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ऊचांई</w:t>
      </w:r>
      <w:r>
        <w:rPr>
          <w:cs/>
          <w:lang w:bidi="hi-IN"/>
        </w:rPr>
        <w:t xml:space="preserve"> </w:t>
      </w:r>
      <w:r>
        <w:t>33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t>1200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लम्बाई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t>40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चौड़ाई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दुरुस्त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जाफ़रे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>1200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t xml:space="preserve">, </w:t>
      </w:r>
      <w:r>
        <w:rPr>
          <w:rFonts w:hint="cs"/>
          <w:cs/>
          <w:lang w:bidi="hi-IN"/>
        </w:rPr>
        <w:t>चौड़ाई</w:t>
      </w:r>
      <w:r>
        <w:rPr>
          <w:cs/>
          <w:lang w:bidi="hi-IN"/>
        </w:rPr>
        <w:t xml:space="preserve"> </w:t>
      </w:r>
      <w:r>
        <w:t>800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ऊचांई</w:t>
      </w:r>
      <w:r w:rsidR="00E21429">
        <w:rPr>
          <w:cs/>
          <w:lang w:bidi="hi-IN"/>
        </w:rPr>
        <w:t xml:space="preserve"> </w:t>
      </w:r>
      <w:r>
        <w:t>80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lastRenderedPageBreak/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हुाएरीन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ख्वाहिश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तुफाने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मुट्ठी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तूफ़ाने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दरयाफत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t xml:space="preserve">,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लम्बाई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पुछ़ी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>1200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लम्बी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महफ़ूज़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सकें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t xml:space="preserve"> </w:t>
      </w:r>
      <w:r w:rsidR="00E21429">
        <w:t>(</w:t>
      </w:r>
      <w:r>
        <w:rPr>
          <w:rFonts w:hint="cs"/>
          <w:cs/>
          <w:lang w:bidi="hi-IN"/>
        </w:rPr>
        <w:t>अजाएबुल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क़सस</w:t>
      </w:r>
      <w:r>
        <w:rPr>
          <w:cs/>
          <w:lang w:bidi="hi-IN"/>
        </w:rPr>
        <w:t>)</w:t>
      </w:r>
    </w:p>
    <w:p w:rsidR="00784BCC" w:rsidRDefault="00784BCC" w:rsidP="006A0293">
      <w:pPr>
        <w:pStyle w:val="libNormal"/>
      </w:pPr>
      <w:r>
        <w:t xml:space="preserve"> </w:t>
      </w:r>
    </w:p>
    <w:p w:rsidR="00784BCC" w:rsidRDefault="00784BCC" w:rsidP="009508F5">
      <w:pPr>
        <w:pStyle w:val="Heading2"/>
      </w:pPr>
      <w:bookmarkStart w:id="21" w:name="_Toc501013944"/>
      <w:r>
        <w:rPr>
          <w:rFonts w:hint="cs"/>
          <w:cs/>
          <w:lang w:bidi="hi-IN"/>
        </w:rPr>
        <w:t>तूफ़ान</w:t>
      </w:r>
      <w:bookmarkEnd w:id="21"/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उलेमा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मोअर्रेखीन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तूफ़ान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खुलासा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तन्दूर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रोटियां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हव्वा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मिलकीयत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 w:rsidR="00E21429"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चंद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तूफ़ान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तज़किरा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अचानक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तन्दूर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ज़ोरदार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धमाका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उबल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पड़ा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नाज़िल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 w:rsidR="00E21429"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रोटियां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छ़ोड़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दरयाफ्त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दौड़ते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तन्दूर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अयाल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महफ़ूज़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करले</w:t>
      </w:r>
      <w:r w:rsidR="006A0293">
        <w:rPr>
          <w:lang w:bidi="hi-IN"/>
        </w:rPr>
        <w:t>,</w:t>
      </w:r>
      <w:r w:rsidR="009508F5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तन्दूर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दहाना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पत्थर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ढ़क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फ़ौरन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बाईमानको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लोंगों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मख़लूकात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लेलो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उजलत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जानवरों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परिन्दों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करु</w:t>
      </w:r>
      <w:r>
        <w:t xml:space="preserve">, </w:t>
      </w:r>
      <w:r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पहुचं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मख़लूक़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झोकें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नीचले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दरिन्दों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t xml:space="preserve">, </w:t>
      </w:r>
      <w:r>
        <w:rPr>
          <w:rFonts w:hint="cs"/>
          <w:cs/>
          <w:lang w:bidi="hi-IN"/>
        </w:rPr>
        <w:t>परिन्दों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दीगर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चौपायों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खुर्रद्दनी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आशया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दीगर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ज़रुरयात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मुखतसर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ठहराया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जानवरों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चीटी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चुंकि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कश्ती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जानवरों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परिन्दों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इसमाईल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ज़ावारी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मोहिब्बें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एहलेबैत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क़ुरानी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सराहत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मोअर्रेख़ीन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मोहद्दसीन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तन्दूर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उबलना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ज़ुर्रियत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वक्त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बउजलत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</w:t>
      </w:r>
      <w:r>
        <w:t xml:space="preserve">, </w:t>
      </w:r>
      <w:r>
        <w:rPr>
          <w:rFonts w:hint="cs"/>
          <w:cs/>
          <w:lang w:bidi="hi-IN"/>
        </w:rPr>
        <w:t>हाम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याफिस</w:t>
      </w:r>
      <w:r>
        <w:t>,</w:t>
      </w:r>
      <w:r>
        <w:rPr>
          <w:rFonts w:hint="cs"/>
          <w:cs/>
          <w:lang w:bidi="hi-IN"/>
        </w:rPr>
        <w:t>नीज़</w:t>
      </w:r>
      <w:r>
        <w:t xml:space="preserve">,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t xml:space="preserve">,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केनान</w:t>
      </w:r>
      <w:r>
        <w:t xml:space="preserve">,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नाफ़रमान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सरकश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दामेला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उज़जिम्मा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t xml:space="preserve">, </w:t>
      </w:r>
      <w:r>
        <w:rPr>
          <w:rFonts w:hint="cs"/>
          <w:cs/>
          <w:lang w:bidi="hi-IN"/>
        </w:rPr>
        <w:t>उन्होने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नाफ़रमानी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सरताबी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मुबारक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पहाड़ो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चोटियां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केनानी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जाफ़रे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किनान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पहाड़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भरोसा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चोटियां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केनान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वन्दे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पहाड़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ज़र्रो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तबदील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नै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 w:rsidR="00E21429"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जफ़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जफ़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नैजफ़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रफता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रफता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मुर्तुज़ा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lastRenderedPageBreak/>
        <w:t>हजरत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दफन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t xml:space="preserve">,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तूफान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ताबूत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और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ताबूत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सतह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तूफान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खत्म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ऩजफ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दफन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अमीरुल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मोमेनीन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बादस्तेखुद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तय्यार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तख्ती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आखि़रुज़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चुनाचें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हस्नैन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मोमेनीन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दफ़न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मुख्तार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इत्मेनान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तन्दूर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दहाना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तन्दूर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ग़रक़ाब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कायनात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ठाटें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समन्दरो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आफताब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रौशनी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भयानक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अन्धेरा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अन्धेरे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फिक्रमन्द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परेशान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जिबराईल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खिदमत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चमक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उजाला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तूफान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सतह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तुन्दो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झोकों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कुव्वते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रफ्तार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सिम्त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चक्कर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खेलती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खानोए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सात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जिधर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उधर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हुई।</w:t>
      </w: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ख़ानए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तूफानें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सतह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t xml:space="preserve">,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 w:rsidR="009508F5">
        <w:rPr>
          <w:rFonts w:hint="cs"/>
          <w:cs/>
          <w:lang w:bidi="hi-IN"/>
        </w:rPr>
        <w:t>बैतुलअती</w:t>
      </w:r>
      <w:r>
        <w:rPr>
          <w:rFonts w:hint="cs"/>
          <w:cs/>
          <w:lang w:bidi="hi-IN"/>
        </w:rPr>
        <w:t>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कश्ती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कूव्वत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दवां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थपड़े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गुनाहों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मख़लुक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इनसानी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उभरा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लीजिए</w:t>
      </w:r>
      <w:r>
        <w:t xml:space="preserve">, </w:t>
      </w:r>
      <w:r>
        <w:rPr>
          <w:rFonts w:hint="cs"/>
          <w:cs/>
          <w:lang w:bidi="hi-IN"/>
        </w:rPr>
        <w:t>शफक़ते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ग़ालिब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पकड़े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तेरा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बचाएगा</w:t>
      </w:r>
      <w:r>
        <w:t xml:space="preserve">,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ग़ुज़ार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अवलाद</w:t>
      </w:r>
      <w:r>
        <w:t xml:space="preserve">, </w:t>
      </w:r>
      <w:r>
        <w:rPr>
          <w:rFonts w:hint="cs"/>
          <w:cs/>
          <w:lang w:bidi="hi-IN"/>
        </w:rPr>
        <w:t>अहल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खारिज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ड़ुब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अलबत्ता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मशीअत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हायल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</w:t>
      </w:r>
      <w:r w:rsidR="009508F5">
        <w:rPr>
          <w:rFonts w:hint="cs"/>
          <w:cs/>
          <w:lang w:bidi="hi-IN"/>
        </w:rPr>
        <w:t>ू</w:t>
      </w:r>
      <w:r>
        <w:rPr>
          <w:rFonts w:hint="cs"/>
          <w:cs/>
          <w:lang w:bidi="hi-IN"/>
        </w:rPr>
        <w:t>बते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मोअर्ररेख़ीन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करबला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पहूंची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गिरबाद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भंवर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लगी</w:t>
      </w:r>
      <w:r>
        <w:t xml:space="preserve">, </w:t>
      </w:r>
      <w:r>
        <w:rPr>
          <w:rFonts w:hint="cs"/>
          <w:cs/>
          <w:lang w:bidi="hi-IN"/>
        </w:rPr>
        <w:t>अन्देशा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कैफियत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घबरा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माजरा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जाएगें</w:t>
      </w:r>
      <w:r>
        <w:t xml:space="preserve">, </w:t>
      </w:r>
      <w:r>
        <w:rPr>
          <w:rFonts w:hint="cs"/>
          <w:cs/>
          <w:lang w:bidi="hi-IN"/>
        </w:rPr>
        <w:t>निदा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मांगो</w:t>
      </w:r>
      <w:r>
        <w:t xml:space="preserve">,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मागीं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ठहराव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मुरत्तब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माबूद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हिचकोले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ड़ुब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करबला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ग़ूजरी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मुतज़लज़िल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मुतलातिम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खानएं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ज़ुर्रियते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मोक़य्यद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जाएगी</w:t>
      </w:r>
      <w:r w:rsidR="00E21429">
        <w:rPr>
          <w:cs/>
          <w:lang w:bidi="hi-IN"/>
        </w:rPr>
        <w:t>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lastRenderedPageBreak/>
        <w:t>अल्लामा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मजलिसी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टकराया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हैबतनाक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सुकून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बनाया</w:t>
      </w:r>
      <w:r w:rsidR="00E21429">
        <w:rPr>
          <w:cs/>
          <w:lang w:bidi="hi-IN"/>
        </w:rPr>
        <w:t>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वाक़्यात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तसल्सुल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हक़ीक़ी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निगेहबान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 w:rsidR="006A0293">
        <w:t>,</w:t>
      </w:r>
      <w:r>
        <w:t xml:space="preserve"> </w:t>
      </w:r>
      <w:r>
        <w:rPr>
          <w:rFonts w:hint="cs"/>
          <w:cs/>
          <w:lang w:bidi="hi-IN"/>
        </w:rPr>
        <w:t>फातमा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 xml:space="preserve">0, </w:t>
      </w:r>
      <w:r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 w:rsidR="006A0293">
        <w:t>,</w:t>
      </w:r>
      <w: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नुकूसे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क़ुदसिया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ख़मसा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रौशन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चिराग़ो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बुझा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कश्ती</w:t>
      </w:r>
      <w:r>
        <w:rPr>
          <w:cs/>
          <w:lang w:bidi="hi-IN"/>
        </w:rPr>
        <w:t xml:space="preserve"> </w:t>
      </w:r>
      <w:r>
        <w:t>10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रजबूल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मोरज्जब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ठहरी।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अहलैबेत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करबला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गिरदाब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मुबतिला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कश्तीये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अहलैबेत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करबला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तुफाने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सितम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शायद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अहलैबेत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कश्तिये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मानिनद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निजात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चालीस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शबाना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उबलता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ग़रकाब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खत्म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तूफान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इख्तेताम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पीजा</w:t>
      </w:r>
      <w:r>
        <w:t xml:space="preserve">, </w:t>
      </w:r>
      <w:r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t xml:space="preserve">, </w:t>
      </w:r>
      <w:r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घटना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अहिस्ता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अहिस्ता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बुलन्दी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सजदाए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तूफान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मखलूकात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खत्म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बेशतर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मोअर्रेख़ीन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जदीद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माहैरीन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क़दीमा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मोहक़्क़ेक़ीन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दलीलों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रोशनी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मशहूर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तसव्वुराती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परसतान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कोहकाफ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कहलाता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तफसील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मोतादिद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कुतुबे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मज़कूर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तक़रीबन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कद्रे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ख़ुश्क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मोअर्रेख़ीन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चरिन्द</w:t>
      </w:r>
      <w:r>
        <w:t xml:space="preserve">, </w:t>
      </w:r>
      <w:r>
        <w:rPr>
          <w:rFonts w:hint="cs"/>
          <w:cs/>
          <w:lang w:bidi="hi-IN"/>
        </w:rPr>
        <w:t>परिन्दों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तादाद</w:t>
      </w:r>
      <w:r>
        <w:rPr>
          <w:cs/>
          <w:lang w:bidi="hi-IN"/>
        </w:rPr>
        <w:t xml:space="preserve"> </w:t>
      </w:r>
      <w:r>
        <w:t>80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कुलव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मुशतमिल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तहक़ीक़ी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कूल</w:t>
      </w:r>
      <w:r>
        <w:rPr>
          <w:cs/>
          <w:lang w:bidi="hi-IN"/>
        </w:rPr>
        <w:t xml:space="preserve"> </w:t>
      </w:r>
      <w:r>
        <w:t>72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नुफूस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मुशतमिल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मुनासेबत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करबला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शहीदों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जलालुद्दीन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सिवती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भरपूर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तक़वियत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मौसूफ़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कश्तीये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</w:p>
    <w:p w:rsidR="00784BCC" w:rsidRDefault="00784BCC" w:rsidP="006A0293">
      <w:pPr>
        <w:pStyle w:val="libNormal"/>
      </w:pPr>
    </w:p>
    <w:p w:rsidR="00784BCC" w:rsidRDefault="00784BCC" w:rsidP="009508F5">
      <w:pPr>
        <w:pStyle w:val="Heading2"/>
      </w:pPr>
      <w:bookmarkStart w:id="22" w:name="_Toc501013945"/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गुफ्तगू</w:t>
      </w:r>
      <w:bookmarkEnd w:id="22"/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मोतबर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इतमेनान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इब्लीस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ख़िदमत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हाज़िर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आखिर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नज़दीक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इबलिस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काफिरों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झोंक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सीधे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जहन्नुम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हक़ीक़त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ख़ौफ़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तबलीग़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उऩके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बहकाने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निजात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मवाके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क़ुरबत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छुटकारा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इबलिस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संजीदगी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गुस्से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, </w:t>
      </w:r>
      <w:r>
        <w:rPr>
          <w:rFonts w:hint="cs"/>
          <w:cs/>
          <w:lang w:bidi="hi-IN"/>
        </w:rPr>
        <w:t>दुसरा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तन्हाई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इनतेहाई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इबलिस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लिजिए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अव्वल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ग़ुरुर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गुरुर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="009508F5">
        <w:rPr>
          <w:rFonts w:hint="cs"/>
          <w:cs/>
          <w:lang w:bidi="hi-IN"/>
        </w:rPr>
        <w:t>मल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="009508F5">
        <w:rPr>
          <w:rFonts w:hint="cs"/>
          <w:cs/>
          <w:lang w:bidi="hi-IN"/>
        </w:rPr>
        <w:t>मतऊ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t xml:space="preserve">,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हिर्स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हिर्स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बदौलत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इबलीस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निगाहों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ओझल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</w:p>
    <w:p w:rsidR="00784BCC" w:rsidRDefault="00784BCC" w:rsidP="006A0293">
      <w:pPr>
        <w:pStyle w:val="libNormal"/>
      </w:pPr>
      <w:r>
        <w:t xml:space="preserve"> </w:t>
      </w:r>
    </w:p>
    <w:p w:rsidR="00784BCC" w:rsidRDefault="00784BCC" w:rsidP="009508F5">
      <w:pPr>
        <w:pStyle w:val="Heading2"/>
      </w:pPr>
      <w:bookmarkStart w:id="23" w:name="_Toc501013946"/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रहलत</w:t>
      </w:r>
      <w:bookmarkEnd w:id="23"/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मुअर्रेख़ीन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रेहलत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t xml:space="preserve">,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धूप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मलाकुल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ख़न्दापेशानी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इस्तेक़बाल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धूप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जाऊँ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चुनांचे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बताइये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मुद्दते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मायने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फ़रमाया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धूप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रुखसत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मोअन्निफ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खज़ाई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तहक़ीकी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कंजूल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निसाब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रेहलत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कब्र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मसरुफ़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ख़िदमत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कब्र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मोअन्निफ़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अशखास</w:t>
      </w:r>
      <w:r>
        <w:t xml:space="preserve">, </w:t>
      </w:r>
      <w:r>
        <w:rPr>
          <w:rFonts w:hint="cs"/>
          <w:cs/>
          <w:lang w:bidi="hi-IN"/>
        </w:rPr>
        <w:t>जिबराईल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अलैहिस्सलाम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मिकाईल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इसराफ़ील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इज़राईल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रवायतो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दफ़न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तूफान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ताबूत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दफ़न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दफ़न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 w:rsidR="00E21429">
        <w:rPr>
          <w:cs/>
          <w:lang w:bidi="hi-IN"/>
        </w:rPr>
        <w:t>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मजलिसी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अलैहिर्रहमा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मोतबर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फ़रज़न्दों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सिम्त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लगाना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मिट्टी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हटाना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दफ़न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मिट्टी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हटायी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सरबानी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तेहरीर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कब्र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मुस्तेफा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अबुतालिब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तूफाने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मुस्तानद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नज़्फ़े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दफ़न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मुबारक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. 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इमामे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जाफ़रे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t>0 850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मबऊस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t>, 650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तबलीग़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t>, 200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तूफान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t>500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बक़िया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t>2500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जाफ़रे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बज़रियाए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मुत्तला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जाबिर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इक़्तेदार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आएगें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तशद्दुद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फ़रज़न्द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सबरो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मुत्तला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</w:p>
    <w:p w:rsidR="00784BCC" w:rsidRDefault="00784BCC" w:rsidP="006A0293">
      <w:pPr>
        <w:pStyle w:val="libNormal"/>
      </w:pPr>
    </w:p>
    <w:p w:rsidR="00784BCC" w:rsidRDefault="00784BCC" w:rsidP="009508F5">
      <w:pPr>
        <w:pStyle w:val="Heading2"/>
      </w:pPr>
      <w:bookmarkStart w:id="24" w:name="_Toc501013947"/>
      <w:r>
        <w:rPr>
          <w:rFonts w:hint="cs"/>
          <w:cs/>
          <w:lang w:bidi="hi-IN"/>
        </w:rPr>
        <w:t>तहक़ीकात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इन्कशाफ़ात</w:t>
      </w:r>
      <w:bookmarkEnd w:id="24"/>
    </w:p>
    <w:p w:rsidR="00784BCC" w:rsidRDefault="00E21429" w:rsidP="009508F5">
      <w:pPr>
        <w:pStyle w:val="libNormal"/>
      </w:pPr>
      <w:r>
        <w:t xml:space="preserve"> </w:t>
      </w:r>
      <w:r w:rsidR="00784BCC">
        <w:rPr>
          <w:rFonts w:hint="cs"/>
          <w:cs/>
          <w:lang w:bidi="hi-IN"/>
        </w:rPr>
        <w:t>पाकिस्तानी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मोहक्किफ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हकीम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सैय्यद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महमूद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गिलानी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अपने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तहक़ीक़ी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मक़ाले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तहरीर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फरमाते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t>1651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ईसवी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जुलाई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रुसी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महरीन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आसार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क़दीमा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एक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टोली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बादी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ए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क़ाफ़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देखभाल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रही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थीं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ग़ालेबन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किसी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नई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तलाश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मसरुफ़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थी।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एक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मुक़ाम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उसे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लकड़ी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कुछ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बोसिदा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टुकड़े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नज़र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आये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ग्रुप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आफिसर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उस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जगह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कुरेदना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शुरु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मालूम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हुआ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बहुत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लकड़ीया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संगलाख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ज़मीन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दबी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हुई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हैं।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माहरीन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चन्द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सतही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अलामत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अन्दाजडा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लकड़ीया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कोई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ग़ैर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मामूली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पोशीदा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राज़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अपनें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अन्दर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रखती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उन्होने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उस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मक़ाम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खुदाई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निहायत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तवज्जो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कराई</w:t>
      </w:r>
      <w:r w:rsidR="00784BCC">
        <w:t xml:space="preserve">, </w:t>
      </w:r>
      <w:r w:rsidR="00784BCC">
        <w:rPr>
          <w:rFonts w:hint="cs"/>
          <w:cs/>
          <w:lang w:bidi="hi-IN"/>
        </w:rPr>
        <w:t>बहुत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लकड़ीया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दीगर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अशिया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बरामद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हुई</w:t>
      </w:r>
      <w:r w:rsidR="00784BCC">
        <w:t xml:space="preserve">, </w:t>
      </w:r>
      <w:r w:rsidR="00784BCC">
        <w:rPr>
          <w:rFonts w:hint="cs"/>
          <w:cs/>
          <w:lang w:bidi="hi-IN"/>
        </w:rPr>
        <w:t>लकड़ी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एक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मुस्तातील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तावीज़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नुमा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तख्ती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भी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बोसीदगी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कुहन्गी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इख्तेयार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चुकी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लेकिन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चौदाह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इन्च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तूल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इन्च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अर्ज़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रखनें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वाली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तख़्ती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इक़तादी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तग़ैसात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महफ़ुज़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है।</w:t>
      </w:r>
      <w:r w:rsidR="00784BCC">
        <w:rPr>
          <w:cs/>
          <w:lang w:bidi="hi-IN"/>
        </w:rPr>
        <w:t xml:space="preserve"> </w:t>
      </w:r>
      <w:r w:rsidR="00784BCC">
        <w:t>1652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ईसवी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आख़िर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माहेरीन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अपनी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तहक़ीकात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लिबासे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तकमील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पहनाकर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इन्केशाफ़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मज़कुरा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लकड़ी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हज़रत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नूह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</w:t>
      </w:r>
      <w:r w:rsidR="00784BCC">
        <w:t>0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उस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मारुफ़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कश्ती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lastRenderedPageBreak/>
        <w:t>ताल्लुक़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रखती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कोह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क़ाफ़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एक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चोटी</w:t>
      </w:r>
      <w:r w:rsidR="00784BCC">
        <w:rPr>
          <w:cs/>
          <w:lang w:bidi="hi-IN"/>
        </w:rPr>
        <w:t xml:space="preserve"> (</w:t>
      </w:r>
      <w:r w:rsidR="00784BCC">
        <w:rPr>
          <w:rFonts w:hint="cs"/>
          <w:cs/>
          <w:lang w:bidi="hi-IN"/>
        </w:rPr>
        <w:t>जूदी</w:t>
      </w:r>
      <w:r w:rsidR="00784BCC">
        <w:rPr>
          <w:cs/>
          <w:lang w:bidi="hi-IN"/>
        </w:rPr>
        <w:t xml:space="preserve">) </w:t>
      </w:r>
      <w:r w:rsidR="00784BCC">
        <w:rPr>
          <w:rFonts w:hint="cs"/>
          <w:cs/>
          <w:lang w:bidi="hi-IN"/>
        </w:rPr>
        <w:t>पर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आकर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ठहरी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जिस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किसी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कदीम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ज़बान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चन्द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हुरुफ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कन्दा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उसी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लगी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थी।</w:t>
      </w:r>
      <w:r w:rsidR="00784BCC"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तहक़ीक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लकड़ीयां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कश्तीए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पुरअस्रार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तख्ती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हुरुफ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हक़ीक़त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रुस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सोतियत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एहतेमाम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रिसंर्चिग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डिपार्टमेन्ट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मज़कूरा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तहकीक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माहेरीने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क़दीमा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बोर्ड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t>27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फरवरी</w:t>
      </w:r>
      <w:r>
        <w:rPr>
          <w:cs/>
          <w:lang w:bidi="hi-IN"/>
        </w:rPr>
        <w:t xml:space="preserve"> </w:t>
      </w:r>
      <w:r>
        <w:t>1653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बोर्ड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अराकीन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मुन्दरजाज़ील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थें।</w:t>
      </w:r>
    </w:p>
    <w:p w:rsidR="00784BCC" w:rsidRDefault="00784BCC" w:rsidP="006A0293">
      <w:pPr>
        <w:pStyle w:val="libNormal"/>
      </w:pPr>
      <w:r>
        <w:t>1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प्रोफेसर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शोबाए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लिसानियात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युनिवर्सिटी</w:t>
      </w:r>
      <w:r>
        <w:rPr>
          <w:cs/>
          <w:lang w:bidi="hi-IN"/>
        </w:rPr>
        <w:t xml:space="preserve"> (</w:t>
      </w:r>
      <w:r>
        <w:t xml:space="preserve">2) </w:t>
      </w:r>
      <w:r>
        <w:rPr>
          <w:rFonts w:hint="cs"/>
          <w:cs/>
          <w:lang w:bidi="hi-IN"/>
        </w:rPr>
        <w:t>ईफहाने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खीनू</w:t>
      </w:r>
      <w:r>
        <w:t xml:space="preserve">, </w:t>
      </w:r>
      <w:r>
        <w:rPr>
          <w:rFonts w:hint="cs"/>
          <w:cs/>
          <w:lang w:bidi="hi-IN"/>
        </w:rPr>
        <w:t>माहिरे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क़दीमा</w:t>
      </w:r>
      <w:r>
        <w:t xml:space="preserve">, </w:t>
      </w:r>
      <w:r>
        <w:rPr>
          <w:rFonts w:hint="cs"/>
          <w:cs/>
          <w:lang w:bidi="hi-IN"/>
        </w:rPr>
        <w:t>लूलूहान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कालेज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चाइना</w:t>
      </w:r>
      <w:r>
        <w:rPr>
          <w:cs/>
          <w:lang w:bidi="hi-IN"/>
        </w:rPr>
        <w:t xml:space="preserve"> (</w:t>
      </w:r>
      <w:r>
        <w:t xml:space="preserve">3) </w:t>
      </w:r>
      <w:r>
        <w:rPr>
          <w:rFonts w:hint="cs"/>
          <w:cs/>
          <w:lang w:bidi="hi-IN"/>
        </w:rPr>
        <w:t>मीशाइन</w:t>
      </w:r>
      <w:r>
        <w:t xml:space="preserve">, </w:t>
      </w:r>
      <w:r>
        <w:rPr>
          <w:rFonts w:hint="cs"/>
          <w:cs/>
          <w:lang w:bidi="hi-IN"/>
        </w:rPr>
        <w:t>लव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फ़ाजिग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आफीसर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क़दीमा</w:t>
      </w:r>
      <w:r>
        <w:t xml:space="preserve">, (4) </w:t>
      </w:r>
      <w:r>
        <w:rPr>
          <w:rFonts w:hint="cs"/>
          <w:cs/>
          <w:lang w:bidi="hi-IN"/>
        </w:rPr>
        <w:t>तानमोल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गौरफ</w:t>
      </w:r>
      <w:r>
        <w:t xml:space="preserve">, </w:t>
      </w:r>
      <w:r>
        <w:rPr>
          <w:rFonts w:hint="cs"/>
          <w:cs/>
          <w:lang w:bidi="hi-IN"/>
        </w:rPr>
        <w:t>उसतादे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लिसानियात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कैफरद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कालेज</w:t>
      </w:r>
      <w:r>
        <w:rPr>
          <w:cs/>
          <w:lang w:bidi="hi-IN"/>
        </w:rPr>
        <w:t xml:space="preserve"> (</w:t>
      </w:r>
      <w:r>
        <w:t xml:space="preserve">5) </w:t>
      </w:r>
      <w:r>
        <w:rPr>
          <w:rFonts w:hint="cs"/>
          <w:cs/>
          <w:lang w:bidi="hi-IN"/>
        </w:rPr>
        <w:t>डीराकीन</w:t>
      </w:r>
      <w:r>
        <w:t xml:space="preserve">, </w:t>
      </w:r>
      <w:r>
        <w:rPr>
          <w:rFonts w:hint="cs"/>
          <w:cs/>
          <w:lang w:bidi="hi-IN"/>
        </w:rPr>
        <w:t>माहिर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क़दीमा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लाएनन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इन्सिटयूट</w:t>
      </w:r>
      <w:r>
        <w:rPr>
          <w:cs/>
          <w:lang w:bidi="hi-IN"/>
        </w:rPr>
        <w:t xml:space="preserve"> (</w:t>
      </w:r>
      <w:r>
        <w:t xml:space="preserve">6) </w:t>
      </w:r>
      <w:r>
        <w:rPr>
          <w:rFonts w:hint="cs"/>
          <w:cs/>
          <w:lang w:bidi="hi-IN"/>
        </w:rPr>
        <w:t>एम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कोलार्ड</w:t>
      </w:r>
      <w:r>
        <w:t xml:space="preserve">, </w:t>
      </w:r>
      <w:r>
        <w:rPr>
          <w:rFonts w:hint="cs"/>
          <w:cs/>
          <w:lang w:bidi="hi-IN"/>
        </w:rPr>
        <w:t>नाज़िम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जिटकोमन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रिसर्च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एसोसिएशन</w:t>
      </w:r>
      <w:r>
        <w:rPr>
          <w:cs/>
          <w:lang w:bidi="hi-IN"/>
        </w:rPr>
        <w:t xml:space="preserve"> (</w:t>
      </w:r>
      <w:r>
        <w:t xml:space="preserve">7) </w:t>
      </w:r>
      <w:r>
        <w:rPr>
          <w:rFonts w:hint="cs"/>
          <w:cs/>
          <w:lang w:bidi="hi-IN"/>
        </w:rPr>
        <w:t>मेजर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कोलोफ</w:t>
      </w:r>
      <w:r>
        <w:t xml:space="preserve">, </w:t>
      </w:r>
      <w:r>
        <w:rPr>
          <w:rFonts w:hint="cs"/>
          <w:cs/>
          <w:lang w:bidi="hi-IN"/>
        </w:rPr>
        <w:t>निगरा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दफतर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तहक़ीक़ात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मोताल्लिका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एसटालिन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कालेज।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इन</w:t>
      </w:r>
      <w:r>
        <w:t xml:space="preserve">, </w:t>
      </w:r>
      <w:r>
        <w:rPr>
          <w:rFonts w:hint="cs"/>
          <w:cs/>
          <w:lang w:bidi="hi-IN"/>
        </w:rPr>
        <w:t>सातों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माहेरीन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तहक़ीक़ात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सर्फ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पुरइसरार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तख्ती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मोताल्लिक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इनकेशाफ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t xml:space="preserve">,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तख्ती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तबर्रुक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तक़द्दुस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आफियत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अज़दियाद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तख्ती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हूरुफ़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माहेरीन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मग़जमारी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दिमागी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काविशो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बमुशकिल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तर्जुमा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मिस्टर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माहिरे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क़दीमा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बरतानिया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मानचिस्टर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इंग्लैड़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तर्जुमे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अंग्रेज़ी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मुन्तकिल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उर्दू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तर्जुमा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="00E21429">
        <w:rPr>
          <w:cs/>
          <w:lang w:bidi="hi-IN"/>
        </w:rPr>
        <w:t>(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मक़द्दस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नुफूस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तुफैल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पकड़</w:t>
      </w:r>
      <w:r>
        <w:t xml:space="preserve">,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 w:rsidR="006A0293">
        <w:t>,</w:t>
      </w:r>
      <w:r>
        <w:t xml:space="preserve"> </w:t>
      </w:r>
      <w:r>
        <w:rPr>
          <w:rFonts w:hint="cs"/>
          <w:cs/>
          <w:lang w:bidi="hi-IN"/>
        </w:rPr>
        <w:t>फातेमा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वाजिबुल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एहतेराम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बदौलत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मुस्तक़ीम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>)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गैलानी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मौसूफ़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मन्ज़रे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मोलाहदा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ज़नादेका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कुफ्फारों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मुन्केरीन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आँखें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शदीद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मुब्तेला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लकड़िया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खुर्दा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बोसीदा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नुफ़ूसे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खमसा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अस्माए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तख्ती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मुकम्मिल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महफ़ूज़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तग़य्यूरात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गज़न्द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तख्ती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रुस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मरकज़े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तहक़ीकात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मासको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हिफ़ाज़त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784BCC" w:rsidRDefault="00784BCC" w:rsidP="006A0293">
      <w:pPr>
        <w:pStyle w:val="libNormal"/>
      </w:pPr>
    </w:p>
    <w:p w:rsidR="00784BCC" w:rsidRDefault="00784BCC" w:rsidP="009508F5">
      <w:pPr>
        <w:pStyle w:val="Heading1"/>
      </w:pPr>
      <w:bookmarkStart w:id="25" w:name="_Toc501013948"/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bookmarkEnd w:id="25"/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 w:rsidR="009508F5">
        <w:rPr>
          <w:rFonts w:hint="cs"/>
          <w:cs/>
          <w:lang w:bidi="hi-IN"/>
        </w:rPr>
        <w:t>हज़</w:t>
      </w:r>
      <w:r>
        <w:rPr>
          <w:rFonts w:hint="cs"/>
          <w:cs/>
          <w:lang w:bidi="hi-IN"/>
        </w:rPr>
        <w:t>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सातवीं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मुतावल्लिद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शजराए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रियाह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जादब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शालिख़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मुम्किन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शालिख़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खसलत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मुशाबेह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नूरानी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चेहरा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खूबसूरत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ख़दोखाल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सिड़ौल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क़दोक़ामत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t xml:space="preserve">, </w:t>
      </w:r>
      <w:r>
        <w:rPr>
          <w:rFonts w:hint="cs"/>
          <w:cs/>
          <w:lang w:bidi="hi-IN"/>
        </w:rPr>
        <w:t>दाढ़ी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मुल्के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किजडरे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इलाक़ाए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एहकडाफ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बकसरत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हिदा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हैसियत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भेजा।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जसीम</w:t>
      </w:r>
      <w:r>
        <w:t xml:space="preserve">, </w:t>
      </w:r>
      <w:r>
        <w:rPr>
          <w:rFonts w:hint="cs"/>
          <w:cs/>
          <w:lang w:bidi="hi-IN"/>
        </w:rPr>
        <w:t>ताकतवर</w:t>
      </w:r>
      <w:r>
        <w:t xml:space="preserve">, </w:t>
      </w:r>
      <w:r>
        <w:rPr>
          <w:rFonts w:hint="cs"/>
          <w:cs/>
          <w:lang w:bidi="hi-IN"/>
        </w:rPr>
        <w:t>सरकश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मग़रुर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बदतीनत</w:t>
      </w:r>
      <w:r>
        <w:t xml:space="preserve">, </w:t>
      </w:r>
      <w:r>
        <w:rPr>
          <w:rFonts w:hint="cs"/>
          <w:cs/>
          <w:lang w:bidi="hi-IN"/>
        </w:rPr>
        <w:t>बदकिरदार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माफरमान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बुनियादी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चालीस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चालीस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पचास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पचास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चौड़े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पहाड़ो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चट्टानों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पेशा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ज़िराअत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बाग़बानी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बाग़ात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खुबसूरत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सरसब्ज़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खजूर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मेवें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बकसरत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शाहाना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पत्थरों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मन्ज़िला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मन्ज़िला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चालीसवीं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मन्ज़िल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उनहे</w:t>
      </w:r>
      <w:r>
        <w:t xml:space="preserve">,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गुमराह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बरगशता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मबूस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मन्सबी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ज़िम्मेदारीयों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तबलीग़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इब्तेदा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t xml:space="preserve">, </w:t>
      </w:r>
      <w:r>
        <w:rPr>
          <w:rFonts w:hint="cs"/>
          <w:cs/>
          <w:lang w:bidi="hi-IN"/>
        </w:rPr>
        <w:t>उन्होने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पलट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कामरानियों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आरजुओं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मन्ज़िल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जियाज़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इजाफा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परस्तिश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फ़ायदा</w:t>
      </w:r>
      <w:r>
        <w:t xml:space="preserve">,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खिलाफे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परस्तों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अक़ीदो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ज़र्ब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ख़िजिल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उड़ाया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lastRenderedPageBreak/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</w:t>
      </w:r>
      <w:r w:rsidR="009508F5">
        <w:rPr>
          <w:rFonts w:hint="cs"/>
          <w:cs/>
          <w:lang w:bidi="hi-IN"/>
        </w:rPr>
        <w:t>ू</w:t>
      </w:r>
      <w:r>
        <w:rPr>
          <w:rFonts w:hint="cs"/>
          <w:cs/>
          <w:lang w:bidi="hi-IN"/>
        </w:rPr>
        <w:t>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इकठ्ठा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मन्सबे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नबूवत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फायज़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झपट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बेदर्दी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घोटा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मुसल्सल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बेहोशी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बदबख्तों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रंजीदा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तबलीग़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रोब</w:t>
      </w:r>
      <w:r>
        <w:t xml:space="preserve">,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दबदबा</w:t>
      </w:r>
      <w:r w:rsidR="006A0293">
        <w:rPr>
          <w:lang w:bidi="hi-IN"/>
        </w:rPr>
        <w:t>,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क़ुव्वत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आइन्दा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आँख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उठाकर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सकतें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एतमाद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भरोसा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बेखौफ़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काफ़िरों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तु्म्हे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लेगें</w:t>
      </w:r>
      <w:r>
        <w:t xml:space="preserve">, </w:t>
      </w:r>
      <w:r>
        <w:rPr>
          <w:rFonts w:hint="cs"/>
          <w:cs/>
          <w:lang w:bidi="hi-IN"/>
        </w:rPr>
        <w:t>वरना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तबलीग़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जाओं।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साब़िक़ा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गुनाहों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सीधे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जब्बार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गुफ़त्गू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एतमिनान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दबदबा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मुलहदीन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माजरा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t xml:space="preserve">, </w:t>
      </w:r>
      <w:r>
        <w:rPr>
          <w:rFonts w:hint="cs"/>
          <w:cs/>
          <w:lang w:bidi="hi-IN"/>
        </w:rPr>
        <w:t>चुनांचे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मरकज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नज़ाकत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दहशत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पड़े।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मोतबर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रावियों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मोअर्रेखीन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बहरहाल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तबलीग़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इधर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उधर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रददे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सरकशी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नाफ़रमानी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चंन्द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कु़बूल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हांलांकि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मन्जिल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दलीलों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जादुगर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रहें।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t>760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तबलीग़ी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कोशिशों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हुज्जत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ऊंचा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परवरदीगार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नाज़िल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lastRenderedPageBreak/>
        <w:t>चुनांचे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चीटियों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मुसल्लत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हमकिनार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सुकूनत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आफत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नागहानी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आँखे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वदस्तूर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मसलक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मुबतेला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ऐश</w:t>
      </w:r>
      <w:r>
        <w:t xml:space="preserve">, </w:t>
      </w:r>
      <w:r>
        <w:rPr>
          <w:rFonts w:hint="cs"/>
          <w:cs/>
          <w:lang w:bidi="hi-IN"/>
        </w:rPr>
        <w:t>कोशिशयों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दामोदार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दहाने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भुखों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वफ़द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वफ़द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खिदमत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हाज़िर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गुफ्तगू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मुतास्सिर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वहदानियत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नबूवत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कीजिए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निजात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निजात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फरंमाया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गुमराह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चुनांचे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वफ़द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ख़ुश्क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सुखी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खेती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लहलहाने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बाग़ात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सरसब्ज़ो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फरामोश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जज़बा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तबदीली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वहदहू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लाशरीक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मुक़बिलमें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नाफरमानियां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जुरअतें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जसारतें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हिम्मतें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मशीयते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मुकम्मल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इब्तेदा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वन्दे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रेत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दीवारें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महसुर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इकतेयार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मजलिसी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रेत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टीलों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हटाते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टीलों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टीले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दरख्तों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जड़ो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उखाड़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फेका</w:t>
      </w:r>
      <w:r>
        <w:t xml:space="preserve">, </w:t>
      </w:r>
      <w:r>
        <w:rPr>
          <w:rFonts w:hint="cs"/>
          <w:cs/>
          <w:lang w:bidi="hi-IN"/>
        </w:rPr>
        <w:t>पहाड़ो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पत्थर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शिद्दत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पत्थरों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गेंद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उछाल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मोअर्रेखीन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शक़्ल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मुसल्लत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हफता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नेस्तोनाबुद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बाग़ात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मकानात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खा़क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पत्थरों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रेत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तब्दील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पटकती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जिस्मों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हड्डियां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रेज़ा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रेज़ा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मजलिसी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अहक़ाफ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मकानात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हड्डियों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ढांचे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रेज़ो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नबातात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जडातुल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पहाड़ो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सुतून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एहकाफ़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ख़ित्ता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रेगिस्तानी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अहक़ाफ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रेत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शम्बा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नाज़िल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मुसतमिर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मोतसिम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एलाक़े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बर्तानिया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कुंआ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खुदवाया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t>300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खुदवाई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बावजुद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मुतावक्किल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कुऐं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="009508F5">
        <w:rPr>
          <w:rFonts w:hint="cs"/>
          <w:cs/>
          <w:lang w:bidi="hi-IN"/>
        </w:rPr>
        <w:t>अस्स</w:t>
      </w:r>
      <w:r>
        <w:rPr>
          <w:rFonts w:hint="cs"/>
          <w:cs/>
          <w:lang w:bidi="hi-IN"/>
        </w:rPr>
        <w:t>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करायी।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चुनांचे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पत्थर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चट्टान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हवाएं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झोंका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जितने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कुऐं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घाट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मुतवक्किल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उइनसे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दरियाफत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हवाएं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तकज़ीब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नाफरमानी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मुसल्लत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महफूज़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रवायतो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हु्क्म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हेसार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खैंचा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वहदानियत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पाँच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किस्में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पनाह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t>760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तब्लीग़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वफात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मजमुई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मुफस्सेरिन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मोअर्रेखीन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इखतेलाफ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दफन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इसमाइल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मदफुन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अज्ज़रबत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दफन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</w:p>
    <w:p w:rsidR="00784BCC" w:rsidRDefault="00784BCC" w:rsidP="009508F5">
      <w:pPr>
        <w:pStyle w:val="Heading2"/>
      </w:pPr>
      <w:bookmarkStart w:id="26" w:name="_Toc501013949"/>
      <w:r>
        <w:rPr>
          <w:rFonts w:hint="cs"/>
          <w:cs/>
          <w:lang w:bidi="hi-IN"/>
        </w:rPr>
        <w:t>इरमें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ज़ातुल</w:t>
      </w:r>
      <w:r>
        <w:rPr>
          <w:cs/>
          <w:lang w:bidi="hi-IN"/>
        </w:rPr>
        <w:t xml:space="preserve"> - </w:t>
      </w:r>
      <w:r>
        <w:rPr>
          <w:rFonts w:hint="cs"/>
          <w:cs/>
          <w:lang w:bidi="hi-IN"/>
        </w:rPr>
        <w:t>एमाद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हक़ीक़त</w:t>
      </w:r>
      <w:bookmarkEnd w:id="26"/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शेख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बाबुबिया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उँट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सहराओं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बयाबानो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अचानक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खुबसुरती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फसील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जवाहेरात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मुज़ैयन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फसील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कस्रो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परचम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लहरा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 w:rsidR="00E21429">
        <w:rPr>
          <w:cs/>
          <w:lang w:bidi="hi-IN"/>
        </w:rPr>
        <w:t>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अब्दुल्ला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क़लाबा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फ़सील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पज़ीर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जुस्तु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माजरा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खामोशी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नियाम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फ़सील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किनारे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किनारे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थोड़ी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दरवाज़े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इन्तेहायी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खुश्बुदार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सुर्ख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याकूत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मुरस्सकिया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इस्तेजाब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दरवाज़ा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खोलकर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तअज्जुब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मुब्तेला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इमारतें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याकूत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सुतूनों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नुक़रा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मखारीद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याकूत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ज़मर्रुद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इमारतका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फर्श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मुश्कओ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मतानफ़िस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वीरानी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खौफ़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अतराफ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खुबसुरत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बाग़ात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दिखायी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फूलों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दूध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शफ्फाफ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मोतियों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ज़ाफरान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खामोशी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जिधर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उधर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</w:p>
    <w:p w:rsidR="00784BCC" w:rsidRDefault="00E21429" w:rsidP="006A0293">
      <w:pPr>
        <w:pStyle w:val="libNormal"/>
      </w:pPr>
      <w:r>
        <w:t xml:space="preserve"> 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माजरा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 w:rsidR="00E21429">
        <w:rPr>
          <w:rFonts w:hint="cs"/>
          <w:cs/>
          <w:lang w:bidi="hi-IN"/>
        </w:rPr>
        <w:t>हैरत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रफता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रफता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पहुंची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हाकिमे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क़ासिद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क़लाबा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आंखो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साबेका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का़ब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चाँदी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जवाहरात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इमारतें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याकूत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ज़र्मरुद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सुतूनों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शफ़फ़ाफ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शद्दाद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बनाया</w:t>
      </w:r>
      <w:r>
        <w:rPr>
          <w:cs/>
          <w:lang w:bidi="hi-IN"/>
        </w:rPr>
        <w:t xml:space="preserve"> </w:t>
      </w:r>
      <w:r w:rsidR="00705810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तज़केरा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युख़लोको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मिसलोहा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मुफस्सल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आद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शदीद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शद्दाद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रेहलत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शद्दाद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सल्तनते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 w:rsidR="00E21429">
        <w:rPr>
          <w:cs/>
          <w:lang w:bidi="hi-IN"/>
        </w:rPr>
        <w:t>।</w:t>
      </w:r>
    </w:p>
    <w:p w:rsidR="00784BCC" w:rsidRDefault="00784BCC" w:rsidP="006A0293">
      <w:pPr>
        <w:pStyle w:val="libNormal"/>
      </w:pP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शद्दाद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मुतालेआ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बहिश्त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बेहिश्त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मुका़बले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वैसी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बेहिश्त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मद्दगार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जवाहेरात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शद्दाद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कब्ज़े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शद्दाद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जवाहेरात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फ़राहमी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सलातीने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ममलेकत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सोना</w:t>
      </w:r>
      <w:r>
        <w:t xml:space="preserve">, </w:t>
      </w:r>
      <w:r>
        <w:rPr>
          <w:rFonts w:hint="cs"/>
          <w:cs/>
          <w:lang w:bidi="hi-IN"/>
        </w:rPr>
        <w:t>चांदी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जवाहेरात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जन्नते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शद्दाद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हुयी।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शद्दाद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बेहिश्ते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शद्दाद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ममलेकत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मोआयना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बेहिश्त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पहुंचा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हक्क़े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तआला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हमराहियों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नाज़िल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शद्दाद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बेहिश्त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मजलिसी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शद्दाद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</w:p>
    <w:p w:rsidR="00784BCC" w:rsidRDefault="00784BCC" w:rsidP="006A0293">
      <w:pPr>
        <w:pStyle w:val="libNormal"/>
      </w:pPr>
    </w:p>
    <w:p w:rsidR="00784BCC" w:rsidRDefault="00784BCC" w:rsidP="009508F5">
      <w:pPr>
        <w:pStyle w:val="Heading1"/>
      </w:pPr>
      <w:bookmarkStart w:id="27" w:name="_Toc501013950"/>
      <w:r>
        <w:rPr>
          <w:rFonts w:hint="cs"/>
          <w:cs/>
          <w:lang w:bidi="hi-IN"/>
        </w:rPr>
        <w:t>हालाते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bookmarkEnd w:id="27"/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आसिफ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रासिख़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दसवीं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मुतवल्लिद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बनवाया।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मुख़तलिफ़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मोअर्रेख़ीन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मजमुयी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लम्बा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चेहरा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बेज़ावी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कुशादा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आंखें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हमेशां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बरहेना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बचपन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मुत्तकी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परहेज़गार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सोलह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सन्सबे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नबूवत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फाएज़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तबलीग़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मसरुफ़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सिलसिला</w:t>
      </w:r>
      <w:r>
        <w:rPr>
          <w:cs/>
          <w:lang w:bidi="hi-IN"/>
        </w:rPr>
        <w:t xml:space="preserve"> </w:t>
      </w:r>
      <w:r>
        <w:t>120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मबऊस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वादियेक़रा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मीटर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हल्क़ए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मस्कन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t>70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तस्लीम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मुद्दतों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बुतपरस्ती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याफ्ता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लाशरीक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माबूद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जाहिलाना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अफ़आल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आजिज़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मुनाज़ेरा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किनारा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दुरूस्त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मुनासिब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चुनांचे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सरबरआवुरदा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धुला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बुलवाया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हुलूल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परस्तों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गुमराही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झूठी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तसल्ली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हुलूल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ग़र्ज़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परस्तों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पुकारों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खामोश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मुख़ातिब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गूंगे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, </w:t>
      </w:r>
      <w:r>
        <w:rPr>
          <w:rFonts w:hint="cs"/>
          <w:cs/>
          <w:lang w:bidi="hi-IN"/>
        </w:rPr>
        <w:t>बहरे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, </w:t>
      </w:r>
      <w:r>
        <w:rPr>
          <w:rFonts w:hint="cs"/>
          <w:cs/>
          <w:lang w:bidi="hi-IN"/>
        </w:rPr>
        <w:t>बेजान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ख्वाहिशों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इन्शाअल्लाह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दूंगा।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ख़ामोश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इकट्ठा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फर्श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बिछाया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लोटने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लोटते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लोटते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फरियाद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रूसवा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दिखाने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रहेंगे।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छिपे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ज़ोरदार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क़हक़हा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खुदाओँ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फौरन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बुलवाया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ख़वाहिश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साबेक़ा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मुख़ातिब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सिवाये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खामोशी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फलमाया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हुज्जत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ख्वाहिश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ख्वाहिश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बुजुर्ग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मोअतबर</w:t>
      </w:r>
      <w:r>
        <w:rPr>
          <w:cs/>
          <w:lang w:bidi="hi-IN"/>
        </w:rPr>
        <w:t xml:space="preserve"> </w:t>
      </w:r>
      <w:r>
        <w:t>70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मुन्तखब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मसलक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ग़्रज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t>70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पहाड़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पहाड़ी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सुर्ख़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उटनी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लम्बाई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</w:p>
    <w:p w:rsidR="00784BCC" w:rsidRDefault="00E21429" w:rsidP="006A0293">
      <w:pPr>
        <w:pStyle w:val="libNormal"/>
      </w:pPr>
      <w:r>
        <w:rPr>
          <w:cs/>
          <w:lang w:bidi="hi-IN"/>
        </w:rPr>
        <w:lastRenderedPageBreak/>
        <w:t xml:space="preserve"> </w:t>
      </w:r>
      <w:r w:rsidR="00784BCC">
        <w:rPr>
          <w:rFonts w:hint="cs"/>
          <w:cs/>
          <w:lang w:bidi="hi-IN"/>
        </w:rPr>
        <w:t>हज़रते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सालेह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फरमाया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मेरे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लिए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मुश्किल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दुशवार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सकता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लेकिन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मेरे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परवरदिगार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लिए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बहुत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आसान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फिर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आपने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दुआ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लिए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हाथ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बलन्द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किये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पहाड़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तरफ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इशारा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अभी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दुआ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तमाम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हुई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पहाड़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एक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ज़लज़ला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तारी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हुआ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मुहीब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आवाज़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साथ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उसमें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शिगाफ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पैदा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हुआ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जिससे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ऊटनी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बाहर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निकला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देखते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देखते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एक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चीख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साथ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बाहर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गयी।क़ुतरत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करिशमा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देखकर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लोग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हैरान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गये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हज़रत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सालेह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कहने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लगे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तुम्हारे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परदिगार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बेशक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हमारी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बात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मान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ली।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महारी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ख्वाहिश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पूरी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हुई।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कहो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ऊटनी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शिकम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बच्चा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पैदा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भी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दिखाये।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हज़रते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सालेह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फिर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दुआ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उसी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वक्त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शिकम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बच्चा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पैदा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हुआ।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ख्वाहिश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मुतमइन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सच्चा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मुसतहक़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ऊटनी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तरग़ीब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t>70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इख़तेलाफ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t>64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करिश्मये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कुदरत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सेहरओ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जादू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ताबीर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सिर्फ</w:t>
      </w:r>
      <w:r>
        <w:rPr>
          <w:cs/>
          <w:lang w:bidi="hi-IN"/>
        </w:rPr>
        <w:t xml:space="preserve"> </w:t>
      </w:r>
      <w:r>
        <w:t>6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शुब्हे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मुब्तेला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इखतेलाफ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जादू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छ़ोड़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784BCC" w:rsidRDefault="00784BCC" w:rsidP="006A0293">
      <w:pPr>
        <w:pStyle w:val="libNormal"/>
      </w:pPr>
    </w:p>
    <w:p w:rsidR="00784BCC" w:rsidRDefault="00784BCC" w:rsidP="009508F5">
      <w:pPr>
        <w:pStyle w:val="Heading2"/>
      </w:pPr>
      <w:bookmarkStart w:id="28" w:name="_Toc501013951"/>
      <w:r>
        <w:rPr>
          <w:rFonts w:hint="cs"/>
          <w:cs/>
          <w:lang w:bidi="hi-IN"/>
        </w:rPr>
        <w:t>नाकेय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अज़ाब</w:t>
      </w:r>
      <w:bookmarkEnd w:id="28"/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पियेगा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मोअर्ख़ीन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सरकशों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मशवेरा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ऊंटनी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जानवरों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मोअर्रेख़ीन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क़ेताम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आशिक़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वलदुज़्ज़ेना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ऊटनी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लोटने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तक़सीम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ऊंटनी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पहाड़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फरियादो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ग़ैज़ै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जुम्बिश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आया।</w:t>
      </w: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ज़ालिमों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मुब्तेला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सुबह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चेहरे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सुर्ख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सियाह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घाट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जायेगा।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फैसले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सरक़शी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तवज्जहू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उड़ाया।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सुबह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चेहरे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जादू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ध्यान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चाहिए।</w:t>
      </w: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सुबह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चेहरे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सुर्ख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तशवीश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मुबतेला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फरेब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मुब्तेला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चेहरे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सियाह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सरकश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ख़्वाह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तवज्जो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देंगे।</w:t>
      </w: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हुज्जत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ताख़ीर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जपब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निस्फ़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गूंजी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भयानक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प्रर्दे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टुकड़े</w:t>
      </w:r>
      <w:r>
        <w:rPr>
          <w:cs/>
          <w:lang w:bidi="hi-IN"/>
        </w:rPr>
        <w:t>-</w:t>
      </w:r>
      <w:r>
        <w:t>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सुबह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सरकश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लाशों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ढेर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तब्दील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होजाज़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हरमैन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बिजली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ज़ल्ज़ले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नाजिल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</w:p>
    <w:p w:rsidR="00784BCC" w:rsidRDefault="00784BCC" w:rsidP="006A0293">
      <w:pPr>
        <w:pStyle w:val="libNormal"/>
      </w:pPr>
      <w:r>
        <w:rPr>
          <w:cs/>
          <w:lang w:bidi="hi-IN"/>
        </w:rPr>
        <w:lastRenderedPageBreak/>
        <w:t xml:space="preserve"> </w:t>
      </w:r>
      <w:r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मजलिसी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हयातुल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कुलूब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क़ेताम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मासूक़ा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784BCC" w:rsidRDefault="00784BCC" w:rsidP="006A0293">
      <w:pPr>
        <w:pStyle w:val="libNormal"/>
      </w:pPr>
    </w:p>
    <w:p w:rsidR="00784BCC" w:rsidRDefault="00784BCC" w:rsidP="009508F5">
      <w:pPr>
        <w:pStyle w:val="Heading1"/>
      </w:pPr>
      <w:bookmarkStart w:id="29" w:name="_Toc501013952"/>
      <w:r>
        <w:rPr>
          <w:rFonts w:hint="cs"/>
          <w:cs/>
          <w:lang w:bidi="hi-IN"/>
        </w:rPr>
        <w:t>असहाबे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वाक़ेया</w:t>
      </w:r>
      <w:bookmarkEnd w:id="29"/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मोअर्रेख़ीन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रस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कुआं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कुऐं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फासले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किनारे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अस्हाबे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कहलाती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खुन्ख़्वार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सरकश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जाहिल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अनपी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तब्लीग़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इब्तेदाई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हिदायत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नुमाइन्दे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नुमाइन्दे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बा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दीगरे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चौथा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नुमाइन्दा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महफूज़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हिदायत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खूंखार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सरिश्त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हिदायत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C116A2">
        <w:rPr>
          <w:cs/>
          <w:lang w:bidi="hi-IN"/>
        </w:rPr>
        <w:t>र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इताअत</w:t>
      </w:r>
      <w:r w:rsidR="00C116A2">
        <w:rPr>
          <w:cs/>
          <w:lang w:bidi="hi-IN"/>
        </w:rPr>
        <w:t>र</w:t>
      </w:r>
      <w:r>
        <w:rPr>
          <w:rFonts w:hint="cs"/>
          <w:cs/>
          <w:lang w:bidi="hi-IN"/>
        </w:rPr>
        <w:t>फरमाबरदारी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आयेंगे।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परवलीये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आऊंगा।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नुमाइंदै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वहामं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किनारे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लगे।</w:t>
      </w: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थोड़ी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मछली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नमूदार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मछलियों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मुरादें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मांगने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मछली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मछली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बहुकमे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मछलियों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 w:rsidR="00C116A2">
        <w:rPr>
          <w:cs/>
          <w:lang w:bidi="hi-IN"/>
        </w:rPr>
        <w:t xml:space="preserve"> और </w:t>
      </w:r>
      <w:r>
        <w:rPr>
          <w:rFonts w:hint="cs"/>
          <w:cs/>
          <w:lang w:bidi="hi-IN"/>
        </w:rPr>
        <w:t>तरिटया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ग़्रर्क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आंखों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बावजूद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तकज़ीब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 w:rsidR="00C116A2">
        <w:rPr>
          <w:cs/>
          <w:lang w:bidi="hi-IN"/>
        </w:rPr>
        <w:t xml:space="preserve"> और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जादूगर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ठहराया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इलीहरी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तुन्त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तूफान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असहाबे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मवेशियों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समैत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ग़र्क़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 w:rsidR="00C116A2">
        <w:rPr>
          <w:cs/>
          <w:lang w:bidi="hi-IN"/>
        </w:rPr>
        <w:t xml:space="preserve"> और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वजूदसे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गेती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नुमाइन्दे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कुएं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 w:rsidR="00C116A2">
        <w:rPr>
          <w:cs/>
          <w:lang w:bidi="hi-IN"/>
        </w:rPr>
        <w:t xml:space="preserve"> और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खज़ाना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तूफ़ान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तक़सीम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 w:rsidR="00C116A2">
        <w:rPr>
          <w:cs/>
          <w:lang w:bidi="hi-IN"/>
        </w:rPr>
        <w:t xml:space="preserve"> और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="009508F5">
        <w:rPr>
          <w:rFonts w:hint="cs"/>
          <w:cs/>
          <w:lang w:bidi="hi-IN"/>
        </w:rPr>
        <w:t>खि</w:t>
      </w:r>
      <w:r>
        <w:rPr>
          <w:rFonts w:hint="cs"/>
          <w:cs/>
          <w:lang w:bidi="hi-IN"/>
        </w:rPr>
        <w:t>दमत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="009508F5">
        <w:rPr>
          <w:rFonts w:hint="cs"/>
          <w:cs/>
          <w:lang w:bidi="hi-IN"/>
        </w:rPr>
        <w:t>वा</w:t>
      </w:r>
      <w:r>
        <w:rPr>
          <w:rFonts w:hint="cs"/>
          <w:cs/>
          <w:lang w:bidi="hi-IN"/>
        </w:rPr>
        <w:t>पिस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</w:p>
    <w:p w:rsidR="00784BCC" w:rsidRDefault="00E21429" w:rsidP="006A0293">
      <w:pPr>
        <w:pStyle w:val="libNormal"/>
      </w:pPr>
      <w:r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तबरी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कहना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दोनों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अज़ाबों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बाद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हज़रते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सालेह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मकान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छोड़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पिलस्तीन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तरफ़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उन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लोगों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साथ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हिजरत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ईमान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चुके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थे।</w:t>
      </w:r>
      <w:r w:rsidR="00784BCC">
        <w:rPr>
          <w:cs/>
          <w:lang w:bidi="hi-IN"/>
        </w:rPr>
        <w:t xml:space="preserve"> </w:t>
      </w:r>
    </w:p>
    <w:p w:rsidR="009508F5" w:rsidRDefault="009508F5" w:rsidP="006A0293">
      <w:pPr>
        <w:pStyle w:val="libNormal"/>
        <w:rPr>
          <w:lang w:bidi="hi-IN"/>
        </w:rPr>
      </w:pPr>
    </w:p>
    <w:p w:rsidR="00784BCC" w:rsidRDefault="00784BCC" w:rsidP="009508F5">
      <w:pPr>
        <w:pStyle w:val="Heading2"/>
      </w:pPr>
      <w:bookmarkStart w:id="30" w:name="_Toc501013953"/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मदफ़न</w:t>
      </w:r>
      <w:bookmarkEnd w:id="30"/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मोअररेखीन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इन्तेक़ाल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मक्का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मोअज़्ज़मा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दफ़न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अइम्मए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मोअतबर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वाज़ेह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अशरफ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इराक़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मदफून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मोमेनीन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फरमांया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दफन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इख़तेलाफ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t>58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ने</w:t>
      </w:r>
      <w:r>
        <w:rPr>
          <w:cs/>
          <w:lang w:bidi="hi-IN"/>
        </w:rPr>
        <w:t xml:space="preserve"> </w:t>
      </w:r>
      <w:r>
        <w:t>85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t>180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t>200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t>250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नज़दीक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तहक़ीक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दुरुस्त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नाक़ेय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वाक़ेयात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मुताबेक़त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नाक़ेय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वाक़ेयाते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अंगेज़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मुताबेक़त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784BCC" w:rsidRDefault="00784BCC" w:rsidP="006A0293">
      <w:pPr>
        <w:pStyle w:val="libNormal"/>
      </w:pPr>
      <w:r>
        <w:t>1.</w:t>
      </w:r>
      <w:r>
        <w:tab/>
      </w:r>
      <w:r>
        <w:rPr>
          <w:rFonts w:hint="cs"/>
          <w:cs/>
          <w:lang w:bidi="hi-IN"/>
        </w:rPr>
        <w:t>नाक़ेह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निशानी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मोमेनीन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t>2.</w:t>
      </w:r>
      <w:r>
        <w:tab/>
      </w:r>
      <w:r>
        <w:rPr>
          <w:rFonts w:hint="cs"/>
          <w:cs/>
          <w:lang w:bidi="hi-IN"/>
        </w:rPr>
        <w:t>नाक़ेह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पहाड़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पत्थरो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पहाड़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नमूदार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पत्थरो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784BCC" w:rsidRDefault="00784BCC" w:rsidP="006A0293">
      <w:pPr>
        <w:pStyle w:val="libNormal"/>
      </w:pPr>
      <w:r>
        <w:t>3.</w:t>
      </w:r>
      <w:r>
        <w:tab/>
      </w:r>
      <w:r>
        <w:rPr>
          <w:rFonts w:hint="cs"/>
          <w:cs/>
          <w:lang w:bidi="hi-IN"/>
        </w:rPr>
        <w:t>नाक़ेह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हजऱत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चश्मए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784BCC" w:rsidRDefault="00784BCC" w:rsidP="006A0293">
      <w:pPr>
        <w:pStyle w:val="libNormal"/>
      </w:pPr>
      <w:r>
        <w:t>4.</w:t>
      </w:r>
      <w:r>
        <w:tab/>
      </w:r>
      <w:r>
        <w:rPr>
          <w:rFonts w:hint="cs"/>
          <w:cs/>
          <w:lang w:bidi="hi-IN"/>
        </w:rPr>
        <w:t>नाक़ेह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</w:p>
    <w:p w:rsidR="00784BCC" w:rsidRDefault="00784BCC" w:rsidP="006A0293">
      <w:pPr>
        <w:pStyle w:val="libNormal"/>
      </w:pPr>
      <w:r>
        <w:t>5.</w:t>
      </w:r>
      <w:r>
        <w:tab/>
      </w:r>
      <w:r>
        <w:rPr>
          <w:rFonts w:hint="cs"/>
          <w:cs/>
          <w:lang w:bidi="hi-IN"/>
        </w:rPr>
        <w:t>नाक़ेह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वलदुज़्ज़ेना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क़ातिल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मुल्जिम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ज़ेनाज़ादा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t>6.</w:t>
      </w:r>
      <w:r>
        <w:tab/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करंजा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मुल्जिम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पस्ता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करंजा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784BCC" w:rsidRDefault="00784BCC" w:rsidP="006A0293">
      <w:pPr>
        <w:pStyle w:val="libNormal"/>
      </w:pPr>
      <w:r>
        <w:lastRenderedPageBreak/>
        <w:t>7.</w:t>
      </w:r>
      <w:r>
        <w:tab/>
      </w:r>
      <w:r>
        <w:rPr>
          <w:rFonts w:hint="cs"/>
          <w:cs/>
          <w:lang w:bidi="hi-IN"/>
        </w:rPr>
        <w:t>नाक़ेह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क़ित्ताम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क़ित्ताम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आशिक़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</w:p>
    <w:p w:rsidR="00784BCC" w:rsidRDefault="00784BCC" w:rsidP="006A0293">
      <w:pPr>
        <w:pStyle w:val="libNormal"/>
      </w:pPr>
      <w:r>
        <w:t>8.</w:t>
      </w:r>
      <w:r>
        <w:tab/>
      </w:r>
      <w:r>
        <w:rPr>
          <w:rFonts w:hint="cs"/>
          <w:cs/>
          <w:lang w:bidi="hi-IN"/>
        </w:rPr>
        <w:t>नाक़ेह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नाज़िल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वारिसे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ज़हूर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</w:p>
    <w:p w:rsidR="00784BCC" w:rsidRDefault="00784BCC" w:rsidP="006A0293">
      <w:pPr>
        <w:pStyle w:val="libNormal"/>
      </w:pPr>
      <w:r>
        <w:t>9.</w:t>
      </w:r>
      <w:r>
        <w:tab/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784BCC" w:rsidRDefault="00784BCC" w:rsidP="006A0293">
      <w:pPr>
        <w:pStyle w:val="libNormal"/>
      </w:pPr>
      <w:r>
        <w:t>10.</w:t>
      </w:r>
      <w:r>
        <w:tab/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बरोज़े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हश्र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नाक़ए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होंगे।</w:t>
      </w:r>
    </w:p>
    <w:p w:rsidR="00784BCC" w:rsidRDefault="00784BCC" w:rsidP="006A0293">
      <w:pPr>
        <w:pStyle w:val="libNormal"/>
      </w:pPr>
      <w:r>
        <w:t>11.</w:t>
      </w:r>
      <w:r>
        <w:tab/>
      </w:r>
      <w:r>
        <w:rPr>
          <w:rFonts w:hint="cs"/>
          <w:cs/>
          <w:lang w:bidi="hi-IN"/>
        </w:rPr>
        <w:t>रसूलअल्लाह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बदबख़्तरीन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ऊटनी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कोचें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काटने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दरियाफ़त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आखिरी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बदबख़त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>?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शख्स़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लगायेगा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दाढ़ी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ख़ेज़ाब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करेगा।</w:t>
      </w:r>
    </w:p>
    <w:p w:rsidR="00784BCC" w:rsidRDefault="00784BCC" w:rsidP="009508F5">
      <w:pPr>
        <w:pStyle w:val="Heading2"/>
      </w:pPr>
      <w:bookmarkStart w:id="31" w:name="_Toc501013954"/>
      <w:r>
        <w:rPr>
          <w:rFonts w:hint="cs"/>
          <w:cs/>
          <w:lang w:bidi="hi-IN"/>
        </w:rPr>
        <w:t>सात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चीज़ें</w:t>
      </w:r>
      <w:bookmarkEnd w:id="31"/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मखलूक़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>-</w:t>
      </w:r>
    </w:p>
    <w:p w:rsidR="00784BCC" w:rsidRDefault="00784BCC" w:rsidP="006A0293">
      <w:pPr>
        <w:pStyle w:val="libNormal"/>
      </w:pPr>
      <w:r>
        <w:t>1.</w:t>
      </w:r>
      <w:r>
        <w:tab/>
      </w:r>
      <w:r>
        <w:rPr>
          <w:rFonts w:hint="cs"/>
          <w:cs/>
          <w:lang w:bidi="hi-IN"/>
        </w:rPr>
        <w:t>आदम़</w:t>
      </w:r>
    </w:p>
    <w:p w:rsidR="00784BCC" w:rsidRDefault="00784BCC" w:rsidP="006A0293">
      <w:pPr>
        <w:pStyle w:val="libNormal"/>
      </w:pPr>
      <w:r>
        <w:lastRenderedPageBreak/>
        <w:t>2.</w:t>
      </w:r>
      <w:r>
        <w:tab/>
      </w:r>
      <w:r>
        <w:rPr>
          <w:rFonts w:hint="cs"/>
          <w:cs/>
          <w:lang w:bidi="hi-IN"/>
        </w:rPr>
        <w:t>हव्वुआ</w:t>
      </w:r>
    </w:p>
    <w:p w:rsidR="00784BCC" w:rsidRDefault="00784BCC" w:rsidP="006A0293">
      <w:pPr>
        <w:pStyle w:val="libNormal"/>
      </w:pPr>
      <w:r>
        <w:t>3.</w:t>
      </w:r>
      <w:r>
        <w:tab/>
      </w:r>
      <w:r>
        <w:rPr>
          <w:rFonts w:hint="cs"/>
          <w:cs/>
          <w:lang w:bidi="hi-IN"/>
        </w:rPr>
        <w:t>नाक़ए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सालेह</w:t>
      </w:r>
    </w:p>
    <w:p w:rsidR="00784BCC" w:rsidRDefault="00784BCC" w:rsidP="006A0293">
      <w:pPr>
        <w:pStyle w:val="libNormal"/>
      </w:pPr>
      <w:r>
        <w:t>4.</w:t>
      </w:r>
      <w:r>
        <w:tab/>
      </w:r>
      <w:r>
        <w:rPr>
          <w:rFonts w:hint="cs"/>
          <w:cs/>
          <w:lang w:bidi="hi-IN"/>
        </w:rPr>
        <w:t>गोस्फंदे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t>5.</w:t>
      </w:r>
      <w:r>
        <w:tab/>
      </w:r>
      <w:r>
        <w:rPr>
          <w:rFonts w:hint="cs"/>
          <w:cs/>
          <w:lang w:bidi="hi-IN"/>
        </w:rPr>
        <w:t>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बेहिश्त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t>6.</w:t>
      </w:r>
      <w:r>
        <w:tab/>
      </w:r>
      <w:r>
        <w:rPr>
          <w:rFonts w:hint="cs"/>
          <w:cs/>
          <w:lang w:bidi="hi-IN"/>
        </w:rPr>
        <w:t>शैतान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t>7.</w:t>
      </w:r>
      <w:r>
        <w:tab/>
      </w:r>
      <w:r>
        <w:rPr>
          <w:rFonts w:hint="cs"/>
          <w:cs/>
          <w:lang w:bidi="hi-IN"/>
        </w:rPr>
        <w:t>किलाग़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हाबील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क़ाबील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कौआ।</w:t>
      </w:r>
    </w:p>
    <w:p w:rsidR="00784BCC" w:rsidRDefault="00784BCC" w:rsidP="006A0293">
      <w:pPr>
        <w:pStyle w:val="libNormal"/>
      </w:pPr>
    </w:p>
    <w:p w:rsidR="009508F5" w:rsidRDefault="009508F5">
      <w:pPr>
        <w:spacing w:after="0" w:line="240" w:lineRule="auto"/>
        <w:rPr>
          <w:rFonts w:ascii="Mangal" w:hAnsi="Mangal" w:cs="Mangal"/>
          <w:color w:val="000000"/>
          <w:sz w:val="28"/>
          <w:szCs w:val="28"/>
          <w:cs/>
          <w:lang w:bidi="hi-IN"/>
        </w:rPr>
      </w:pPr>
      <w:r>
        <w:rPr>
          <w:cs/>
          <w:lang w:bidi="hi-IN"/>
        </w:rPr>
        <w:br w:type="page"/>
      </w:r>
    </w:p>
    <w:p w:rsidR="00784BCC" w:rsidRDefault="00784BCC" w:rsidP="009508F5">
      <w:pPr>
        <w:pStyle w:val="Heading1"/>
      </w:pPr>
      <w:bookmarkStart w:id="32" w:name="_Toc501013955"/>
      <w:r>
        <w:rPr>
          <w:rFonts w:hint="cs"/>
          <w:cs/>
          <w:lang w:bidi="hi-IN"/>
        </w:rPr>
        <w:lastRenderedPageBreak/>
        <w:t>हालाते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bookmarkEnd w:id="32"/>
      <w:r>
        <w:t xml:space="preserve"> 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नसब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नाहूर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सारूग़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अरग़वा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फ़ालिग़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शलिख़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क़िनान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अरफशद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विलादत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t>2040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बादनमरूद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क़ेनआन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इराक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नवाह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कोसारिया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गांव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मुतावल्लद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विलादत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मोअर्रेख़ीन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तहक़ीक़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दुरूस्त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विलादत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वाक़ेया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साज़यो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आज़र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नमरूद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ज्योतिषि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मंसूब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फाएज़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मुस्तक़बिल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पेशिनगोइयां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नमरूद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बिसात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बनेगा।</w:t>
      </w:r>
    </w:p>
    <w:p w:rsidR="00784BCC" w:rsidRDefault="00E21429" w:rsidP="006A0293">
      <w:pPr>
        <w:pStyle w:val="libNormal"/>
      </w:pPr>
      <w:r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नमरूद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चूंकि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आज़र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बात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यक़ीन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भरोसा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करता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इसलिए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अपनी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हुकूमत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तरफ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मनादी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आज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तारीख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कोई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मर्द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अपनी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साथ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मुक़ारेबत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नहीं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करेगा।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हामिला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उसका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हमल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फौरी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तौर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गिरा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दिया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जाये।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बच्चा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पैदा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उसी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क़त्ल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दिया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जाये।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नमरूदी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फरमान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सख़्ती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अमल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हुआ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हज़ारो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मर्द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रतों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मुक़ारेबत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lastRenderedPageBreak/>
        <w:t>जुर्म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कैद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लिया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नवज़इदा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मासूम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बच्चा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मौत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घाट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उतार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दिया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गया।</w:t>
      </w:r>
    </w:p>
    <w:p w:rsidR="00784BCC" w:rsidRDefault="00E21429" w:rsidP="006A0293">
      <w:pPr>
        <w:pStyle w:val="libNormal"/>
      </w:pPr>
      <w:r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ज़माने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मादरे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इब्राहीम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हामेला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थीं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मगर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खुदा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कुदरत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इनका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हमल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ज़ाहिर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हुआ।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यहां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हज़रते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इब्राहीम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</w:t>
      </w:r>
      <w:r w:rsidR="00784BCC">
        <w:t>0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विलादत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वक्त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करीब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आप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वज़ये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हमल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आसार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मुरत्तब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हुए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दर्दे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जेह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मुब्तेला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हुईं।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आप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घर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बाहर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निकल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पहाड़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एक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ग़ार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पनाह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वहीं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हज़रते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इब्राहीम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</w:t>
      </w:r>
      <w:r w:rsidR="00784BCC">
        <w:t>0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पैदा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हुए।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विलादत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बात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ख़ौफ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बच्चा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कहीं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क़त्ल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दिया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जाये।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दूसरे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दिन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हज़रत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इब्राहिम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</w:t>
      </w:r>
      <w:r w:rsidR="00784BCC">
        <w:t>0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वालिदा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इन्हें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खुदा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हवाले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किया</w:t>
      </w:r>
      <w:r w:rsidR="00C116A2">
        <w:rPr>
          <w:cs/>
          <w:lang w:bidi="hi-IN"/>
        </w:rPr>
        <w:t xml:space="preserve"> और </w:t>
      </w:r>
      <w:r w:rsidR="00784BCC">
        <w:rPr>
          <w:rFonts w:hint="cs"/>
          <w:cs/>
          <w:lang w:bidi="hi-IN"/>
        </w:rPr>
        <w:t>ग़ार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दहाना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एक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पत्थर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बन्द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घर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वापस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गयी।</w:t>
      </w:r>
      <w:r w:rsidR="00784BCC"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इम्तेहानी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मंज़िल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तन्हायी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आग़ोशे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तरवियत</w:t>
      </w:r>
      <w:r w:rsidR="00C116A2">
        <w:rPr>
          <w:cs/>
          <w:lang w:bidi="hi-IN"/>
        </w:rPr>
        <w:t xml:space="preserve"> और </w:t>
      </w:r>
      <w:r>
        <w:rPr>
          <w:rFonts w:hint="cs"/>
          <w:cs/>
          <w:lang w:bidi="hi-IN"/>
        </w:rPr>
        <w:t>दूध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नबूवत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कुदरत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इन्तेज़ामें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दाहिने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अंगूठे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चश्मा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कूवते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ममता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- </w:t>
      </w:r>
      <w:r>
        <w:t>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तशरीफ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वग़ैरा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गुफतगू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मादरे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मुधे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ऩमरूद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रफता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रफता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t>13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मुद्दत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पलमाया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मादरे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मुधे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चलिये।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ऐबेटा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आजटर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खयालात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लूं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चलूं।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नमरूद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कहीं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वाल्दए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रुख़सत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गयीं</w:t>
      </w:r>
      <w:r w:rsidR="00C116A2">
        <w:rPr>
          <w:cs/>
          <w:lang w:bidi="hi-IN"/>
        </w:rPr>
        <w:t xml:space="preserve"> और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थोड़ी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अंगेज़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 w:rsidR="00C116A2">
        <w:rPr>
          <w:cs/>
          <w:lang w:bidi="hi-IN"/>
        </w:rPr>
        <w:t xml:space="preserve"> और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मादरे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नमरूद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ख़ौफ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फलां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पोशीदा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 w:rsidR="00C116A2">
        <w:rPr>
          <w:cs/>
          <w:lang w:bidi="hi-IN"/>
        </w:rPr>
        <w:t xml:space="preserve"> और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नमरूद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छोड़ेगा।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फिलहाल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रखोगे।</w:t>
      </w:r>
    </w:p>
    <w:p w:rsidR="00784BCC" w:rsidRDefault="00784BCC" w:rsidP="006A0293">
      <w:pPr>
        <w:pStyle w:val="libNormal"/>
      </w:pPr>
      <w:r>
        <w:rPr>
          <w:cs/>
          <w:lang w:bidi="hi-IN"/>
        </w:rPr>
        <w:lastRenderedPageBreak/>
        <w:t xml:space="preserve"> </w:t>
      </w:r>
      <w:r>
        <w:rPr>
          <w:rFonts w:hint="cs"/>
          <w:cs/>
          <w:lang w:bidi="hi-IN"/>
        </w:rPr>
        <w:t>रवायतों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अक्सर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खयाल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नमरूद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चेहरा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मजलिसी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अलैहिर्रहमा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हयातुल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कूलूब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इन्तेहायी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ख़ूबसूरत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ख़ूबसूरती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मुशाबेह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ख़ूबसूरती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</w:p>
    <w:p w:rsidR="00784BCC" w:rsidRDefault="00784BCC" w:rsidP="006A0293">
      <w:pPr>
        <w:pStyle w:val="libNormal"/>
      </w:pPr>
      <w:r>
        <w:rPr>
          <w:rFonts w:ascii="Times New Roman" w:hAnsi="Times New Roman" w:cs="Times New Roman"/>
        </w:rPr>
        <w:t> </w:t>
      </w:r>
    </w:p>
    <w:p w:rsidR="00784BCC" w:rsidRDefault="00784BCC" w:rsidP="009508F5">
      <w:pPr>
        <w:pStyle w:val="Heading2"/>
      </w:pPr>
      <w:bookmarkStart w:id="33" w:name="_Toc501013956"/>
      <w:r>
        <w:rPr>
          <w:rFonts w:hint="cs"/>
          <w:cs/>
          <w:lang w:bidi="hi-IN"/>
        </w:rPr>
        <w:t>आज़र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हक़ीक़त</w:t>
      </w:r>
      <w:bookmarkEnd w:id="33"/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मोअर्रेख़नी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दरअस्ल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चाचा।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उलमाए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तफ़ासीर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सियर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बहसें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हक़ीक़त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तहरीर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दस्तूर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भतीजे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कहलाता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लेअबी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तहक़ीक़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</w:t>
      </w:r>
      <w:r w:rsidR="009508F5">
        <w:rPr>
          <w:rFonts w:hint="cs"/>
          <w:cs/>
          <w:lang w:bidi="hi-IN"/>
        </w:rPr>
        <w:t>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लफज़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याकूब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फरज़न्दो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t xml:space="preserve">,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इस्माइल</w:t>
      </w:r>
      <w:r>
        <w:t xml:space="preserve">,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याकूब़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माबूद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याकूब़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फरज़न्दो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इस्माई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याकूब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इस्माइल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एहतेमाल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बुतपरस्त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बुजुर्ग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तज़केरा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क्यूंकि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नमरुद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वाबस्ता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बावजूद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सनमसाज़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बुततराश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बेटोंको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फ़रोख़त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फरोख़त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गर्दनों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बांधी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घसीटते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भाइयों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बेचने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फायदा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नुक़सान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प्यास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बरताव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शशदर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तौहीन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पाबन्दी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दी।</w:t>
      </w:r>
    </w:p>
    <w:p w:rsidR="00784BCC" w:rsidRDefault="00784BCC" w:rsidP="006A0293">
      <w:pPr>
        <w:pStyle w:val="libNormal"/>
      </w:pPr>
    </w:p>
    <w:p w:rsidR="00784BCC" w:rsidRDefault="00784BCC" w:rsidP="006A0293">
      <w:pPr>
        <w:pStyle w:val="libNormal"/>
      </w:pPr>
      <w:r>
        <w:t xml:space="preserve"> </w:t>
      </w:r>
    </w:p>
    <w:p w:rsidR="00784BCC" w:rsidRDefault="00784BCC" w:rsidP="009508F5">
      <w:pPr>
        <w:pStyle w:val="Heading1"/>
      </w:pPr>
      <w:bookmarkStart w:id="34" w:name="_Toc501013957"/>
      <w:r>
        <w:rPr>
          <w:rFonts w:hint="cs"/>
          <w:cs/>
          <w:lang w:bidi="hi-IN"/>
        </w:rPr>
        <w:t>तारीख़े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आग़ाज़</w:t>
      </w:r>
      <w:bookmarkEnd w:id="34"/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मजमुआ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हमेशां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अम्बियाए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मुरसलीन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तब्लीग़ी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कोशिशें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इद्रीस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तब्लीग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 w:rsidR="00E21429"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</w:p>
    <w:p w:rsidR="00784BCC" w:rsidRDefault="00784BCC" w:rsidP="006A0293">
      <w:pPr>
        <w:pStyle w:val="libNormal"/>
      </w:pP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lastRenderedPageBreak/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जितने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अम्बियाए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मुरसलीन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मबऊस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इसनलाम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मुबल्लिग़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लेगाज़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अम्बिया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सरगुज़ार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मौसूम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लफज़े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आग़ाज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पौरों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इवीसवाकुम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उसमुस्लेमीनी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मिनक़ब्ले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लक़ब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मौसूम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फ़रज़ंद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इस्मीइल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नश्ल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नस्ले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इस्माइल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जायेंगे।</w:t>
      </w: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बुजुर्गो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नज़दीक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नस्ले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इस्हाक़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ख्वाह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उसूली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मुन्सलिक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शरियतें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मखसूस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नस्रानी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मैसूम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शरीयते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इस्राइल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मुख़तस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इस्माइल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इस्माइल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क़ानून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एतेबार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कहलाता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 w:rsidR="00C116A2">
        <w:rPr>
          <w:cs/>
          <w:lang w:bidi="hi-IN"/>
        </w:rPr>
        <w:t xml:space="preserve"> और </w:t>
      </w:r>
      <w:r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यहूदियत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नसरानियत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वाज़ेह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मुशरिकों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नवाज़ी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मूछों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नाखूनों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तरशवाया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मिसव़ाक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t xml:space="preserve">, </w:t>
      </w:r>
      <w:r>
        <w:rPr>
          <w:rFonts w:hint="cs"/>
          <w:cs/>
          <w:lang w:bidi="hi-IN"/>
        </w:rPr>
        <w:t>बालों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कंघी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संवारा</w:t>
      </w:r>
      <w:r>
        <w:t xml:space="preserve">,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</w:t>
      </w:r>
      <w:r>
        <w:t xml:space="preserve">, </w:t>
      </w:r>
      <w:r>
        <w:rPr>
          <w:rFonts w:hint="cs"/>
          <w:cs/>
          <w:lang w:bidi="hi-IN"/>
        </w:rPr>
        <w:t>नवाज़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कग्म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मुअय्यन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इस्तिनजे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राएज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मोअर्रेख़ीन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तीशे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इत्तेफ़ाक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क्यूंकि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फाएज़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मनासिब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</w:p>
    <w:p w:rsidR="00784BCC" w:rsidRDefault="00784BCC" w:rsidP="006A0293">
      <w:pPr>
        <w:pStyle w:val="libNormal"/>
      </w:pPr>
    </w:p>
    <w:p w:rsidR="00784BCC" w:rsidRDefault="00784BCC" w:rsidP="009508F5">
      <w:pPr>
        <w:pStyle w:val="Heading2"/>
      </w:pPr>
      <w:bookmarkStart w:id="35" w:name="_Toc501013958"/>
      <w:r>
        <w:rPr>
          <w:rFonts w:hint="cs"/>
          <w:cs/>
          <w:lang w:bidi="hi-IN"/>
        </w:rPr>
        <w:lastRenderedPageBreak/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तबलीग़ी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कारनामे</w:t>
      </w:r>
      <w:bookmarkEnd w:id="35"/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मुशरेकीन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शिर्क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राएज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</w:p>
    <w:p w:rsidR="00784BCC" w:rsidRDefault="00784BCC" w:rsidP="006A0293">
      <w:pPr>
        <w:pStyle w:val="libNormal"/>
      </w:pPr>
      <w:r>
        <w:t>1.</w:t>
      </w:r>
      <w:r>
        <w:tab/>
      </w:r>
      <w:r>
        <w:rPr>
          <w:rFonts w:hint="cs"/>
          <w:cs/>
          <w:lang w:bidi="hi-IN"/>
        </w:rPr>
        <w:t>चांद</w:t>
      </w:r>
      <w:r>
        <w:t xml:space="preserve">, </w:t>
      </w:r>
      <w:r>
        <w:rPr>
          <w:rFonts w:hint="cs"/>
          <w:cs/>
          <w:lang w:bidi="hi-IN"/>
        </w:rPr>
        <w:t>सितारों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परस्तिश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t>2.</w:t>
      </w:r>
      <w:r>
        <w:tab/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परस्ती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t>3.</w:t>
      </w:r>
      <w:r>
        <w:tab/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परस्ती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एहतेजाज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हकीमाना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अंदाज़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तस्लीम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सितारा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ग़ुरूब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चमकते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फरमैया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कुरुब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हक़ीक़ी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हिदायत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गुमराहों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गुरुब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हरगिज़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मुशरेकीन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हूं।</w:t>
      </w:r>
    </w:p>
    <w:p w:rsidR="00784BCC" w:rsidRDefault="00784BCC" w:rsidP="006A0293">
      <w:pPr>
        <w:pStyle w:val="libNormal"/>
      </w:pPr>
      <w:r>
        <w:rPr>
          <w:cs/>
          <w:lang w:bidi="hi-IN"/>
        </w:rPr>
        <w:lastRenderedPageBreak/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इस्तेक़हाम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क्यूंकि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मुशरेकीन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चांद</w:t>
      </w:r>
      <w:r>
        <w:t xml:space="preserve">,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सितारों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कांयल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="009508F5">
        <w:rPr>
          <w:rFonts w:hint="cs"/>
          <w:cs/>
          <w:lang w:bidi="hi-IN"/>
        </w:rPr>
        <w:t>काहि</w:t>
      </w:r>
      <w:r>
        <w:rPr>
          <w:rFonts w:hint="cs"/>
          <w:cs/>
          <w:lang w:bidi="hi-IN"/>
        </w:rPr>
        <w:t>न</w:t>
      </w:r>
      <w:r w:rsidR="009508F5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माकूल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मन्जूर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हुदूस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इमकान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क्यूंकि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तगय्यूर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जरूरत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तगय्यूर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वगैरह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महदूद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नमरूद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वग़ैरह।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माज़अल्लाह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मुशरिक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मुशरेकीन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नज़रियात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शिर्क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राएज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परस्तिश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वाज़ेह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शिर्क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मुर्तकिब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गिरोह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मुशरेकीन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  <w:r w:rsidR="00C116A2">
        <w:rPr>
          <w:cs/>
          <w:lang w:bidi="hi-IN"/>
        </w:rPr>
        <w:t xml:space="preserve"> और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शिर्क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जेहाद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क्यूंकि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चचा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लफज़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बुतपरस्ती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अलमबरदार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लहजे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फायदा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रहा।</w:t>
      </w:r>
      <w:r w:rsidR="00C116A2">
        <w:rPr>
          <w:cs/>
          <w:lang w:bidi="hi-IN"/>
        </w:rPr>
        <w:t xml:space="preserve"> और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समझानवे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बुझाने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लहजा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अंदाज़े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गुफतुगू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तलखी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हुई।</w:t>
      </w:r>
    </w:p>
    <w:p w:rsidR="00784BCC" w:rsidRDefault="00784BCC" w:rsidP="009508F5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 w:rsidR="009508F5">
        <w:rPr>
          <w:rFonts w:hint="cs"/>
          <w:cs/>
          <w:lang w:bidi="hi-IN"/>
        </w:rPr>
        <w:t>खु</w:t>
      </w:r>
      <w:r>
        <w:rPr>
          <w:rFonts w:hint="cs"/>
          <w:cs/>
          <w:lang w:bidi="hi-IN"/>
        </w:rPr>
        <w:t>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 w:rsidR="009508F5">
        <w:rPr>
          <w:rFonts w:hint="cs"/>
          <w:cs/>
          <w:lang w:bidi="hi-IN"/>
        </w:rPr>
        <w:t>औ</w:t>
      </w:r>
      <w:r>
        <w:rPr>
          <w:rFonts w:hint="cs"/>
          <w:cs/>
          <w:lang w:bidi="hi-IN"/>
        </w:rPr>
        <w:t>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गुमराही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गुफतुगू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चोट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मन्सूबा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जेहन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मुरत्तब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 w:rsidR="00C116A2">
        <w:rPr>
          <w:cs/>
          <w:lang w:bidi="hi-IN"/>
        </w:rPr>
        <w:t xml:space="preserve"> और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तकमील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मुशरेकीन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ईदगाह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मुशरेकाना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उज्र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थोड़ा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मरकज़ी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</w:p>
    <w:p w:rsidR="00784BCC" w:rsidRDefault="00E21429" w:rsidP="006A0293">
      <w:pPr>
        <w:pStyle w:val="libNormal"/>
      </w:pPr>
      <w:r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चुनान्चे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आप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एक</w:t>
      </w:r>
      <w:r w:rsidR="00784BCC">
        <w:rPr>
          <w:cs/>
          <w:lang w:bidi="hi-IN"/>
        </w:rPr>
        <w:t>-</w:t>
      </w:r>
      <w:r w:rsidR="00784BCC">
        <w:rPr>
          <w:rFonts w:hint="cs"/>
          <w:cs/>
          <w:lang w:bidi="hi-IN"/>
        </w:rPr>
        <w:t>एक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बुत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सामने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जाते</w:t>
      </w:r>
      <w:r w:rsidR="00C116A2">
        <w:rPr>
          <w:cs/>
          <w:lang w:bidi="hi-IN"/>
        </w:rPr>
        <w:t xml:space="preserve"> और </w:t>
      </w:r>
      <w:r w:rsidR="00784BCC">
        <w:rPr>
          <w:rFonts w:hint="cs"/>
          <w:cs/>
          <w:lang w:bidi="hi-IN"/>
        </w:rPr>
        <w:t>इससे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कहते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खाना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खाओं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मुझसे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बाते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करो।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कोई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जवाब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देता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उसका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पांव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तीशे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काट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देते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थे।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रफता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रफता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आप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तमाम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बुतों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यही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हाल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दिया</w:t>
      </w:r>
      <w:r w:rsidR="00C116A2">
        <w:rPr>
          <w:cs/>
          <w:lang w:bidi="hi-IN"/>
        </w:rPr>
        <w:t xml:space="preserve"> और </w:t>
      </w:r>
      <w:r w:rsidR="00784BCC">
        <w:rPr>
          <w:rFonts w:hint="cs"/>
          <w:cs/>
          <w:lang w:bidi="hi-IN"/>
        </w:rPr>
        <w:t>जो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सबप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बड़ा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बुत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उसेक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गले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तीशा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लटका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अपने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घर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वापस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चले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आये।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lastRenderedPageBreak/>
        <w:t>जब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ईदगाह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रस्म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अदायगीके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बाद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लोग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अपने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अपने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घर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लौटो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बुतों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शिकस्ता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हालत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देखी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पूरी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क़ौम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कोहराम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बरपा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गया।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कुछ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लोगों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कहा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इब्राहीम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नाम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एक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नौजवान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रहता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हमारे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बुतों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बुरा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भला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कहता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हरकत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सकती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है।</w:t>
      </w: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ग़र्ज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पकड़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नमरुद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माजरा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भतीजा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नमरुद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धोखा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पोशीदा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दरअस्ल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नमरुद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लूंगी।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नमरुद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बुलवाया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छुपाया।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गर्दनज़दनी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784BCC" w:rsidRDefault="00E21429" w:rsidP="006A0293">
      <w:pPr>
        <w:pStyle w:val="libNormal"/>
      </w:pPr>
      <w:r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मादरे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इब्राहीम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फरमाया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ऐ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नमरुद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मैंने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बच्चे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इसलिए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छुपाया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लोगों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मासूम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बच्चे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कत्ल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होने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बच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जायें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जैसा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तुझे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बताया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तेरी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हुकूमत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एक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ऐसा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बच्चा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पैदा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होगा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तेरी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तबाही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बरबादी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बाएस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होगा।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अगर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यही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बच्चा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हलाक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दिया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जायेगा।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बाक़ी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बच्चे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बच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जायेंगे।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अगर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नहीं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मेरा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बच्चा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बच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जायेगा।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दलील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नमरुद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कारगर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हुई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मादरे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इब्राहीम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मज़ीद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बाज़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पुरसी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बजाये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फिर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जनाबे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lastRenderedPageBreak/>
        <w:t>इब्राहीम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मुखातिब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हुआ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इनसे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दरियाफत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क्या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तूने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हमारे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ख़ुद</w:t>
      </w:r>
      <w:r w:rsidR="00005A4A">
        <w:rPr>
          <w:rFonts w:hint="cs"/>
          <w:cs/>
          <w:lang w:bidi="hi-IN"/>
        </w:rPr>
        <w:t>ा</w:t>
      </w:r>
      <w:r w:rsidR="00784BCC">
        <w:rPr>
          <w:rFonts w:hint="cs"/>
          <w:cs/>
          <w:lang w:bidi="hi-IN"/>
        </w:rPr>
        <w:t>ओं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साथ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सुलूक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पारा</w:t>
      </w:r>
      <w:r w:rsidR="00784BCC">
        <w:rPr>
          <w:cs/>
          <w:lang w:bidi="hi-IN"/>
        </w:rPr>
        <w:t>-</w:t>
      </w:r>
      <w:r w:rsidR="00784BCC">
        <w:rPr>
          <w:rFonts w:hint="cs"/>
          <w:cs/>
          <w:lang w:bidi="hi-IN"/>
        </w:rPr>
        <w:t>पारा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गये।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जनाबे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इब्राहीम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फरमाया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मैं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ऐसा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क्यों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लगा।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मेरा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खयाल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बड़े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बुत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जिसकी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गर्दन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तीशा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लटका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हुआ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पाया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अगर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बोलता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खुद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पूछ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लो।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नमरुद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जवाब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महबूत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क्योकि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लतीफ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पैराया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मैं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खुदाओं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आजज़ी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बेबसी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इज़हार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था।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जनाबे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इब्राहीम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कहा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इन्सान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परस्ती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ज़ैल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नमरुद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अपने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खुदा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कहलवाता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था।</w:t>
      </w:r>
      <w:r w:rsidR="00784BCC">
        <w:rPr>
          <w:cs/>
          <w:lang w:bidi="hi-IN"/>
        </w:rPr>
        <w:t xml:space="preserve"> </w:t>
      </w:r>
    </w:p>
    <w:p w:rsidR="00784BCC" w:rsidRDefault="00E21429" w:rsidP="006A0293">
      <w:pPr>
        <w:pStyle w:val="libNormal"/>
      </w:pPr>
      <w:r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चुनान्चे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हज़रते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इब्राहीम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गुरुर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भी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तोड़ा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आपसे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सवाल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तुम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अपना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परवरदिगार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समझते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हो।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जवाब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दिया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मेरा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परवरदिगार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जिलाता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भी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मारता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भी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नमरुद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कहा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मैं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भी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मारता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जिलाता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हूं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तरंह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किसी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बेगुनाह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जान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एक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ऐसे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शख़्स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जान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बख़्श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जिसके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लिए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मौत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सज़ा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हुक्म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चुका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था।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हज़रते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इब्राहीम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कहा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मेरा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परवरदिगार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सूरज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मशरिक़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निकालता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तुम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अगर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खुदाई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दावा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मग़रिब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निकाल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दो।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काफ़िर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इब्राहीम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बात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सुनकर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दंग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खामोशी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अलावा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कोई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जवाब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पड़ा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मगर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नतीजे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उसका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ग़ैज़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ग़ज़ब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जनाबे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इब्राहीम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खिलाफ़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बहुत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बढ़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उसने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लोगों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मशविरे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बाद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तय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जनाबे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इब्राहीम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जिन्दा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आग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जला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दिया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जाये।</w:t>
      </w:r>
    </w:p>
    <w:p w:rsidR="00784BCC" w:rsidRDefault="00E21429" w:rsidP="006A0293">
      <w:pPr>
        <w:pStyle w:val="libNormal"/>
      </w:pPr>
      <w:r>
        <w:rPr>
          <w:cs/>
          <w:lang w:bidi="hi-IN"/>
        </w:rPr>
        <w:lastRenderedPageBreak/>
        <w:t xml:space="preserve"> </w:t>
      </w:r>
      <w:r w:rsidR="00784BCC">
        <w:rPr>
          <w:rFonts w:hint="cs"/>
          <w:cs/>
          <w:lang w:bidi="hi-IN"/>
        </w:rPr>
        <w:t>हज़रते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इब्राहीम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क़ैद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लिये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गये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उन्हें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आग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जलाने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इन्तेज़ाम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जाने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लगा।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पूरी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क़ौम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मिलकर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एक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माह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लकड़ियां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जमा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फिर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उसमें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आग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देकर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मुशतइल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यहां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शोले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बलंद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होकर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आसमान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बातें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लगे।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रवायतों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आग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कैफियत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बतायी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गयी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उसके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एतेराफ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तीन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मील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परिंदे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परवाज़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नही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सकते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थे।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नमरुद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अपने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लिए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एक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बहुत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ऊंचा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मुक़ाम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तामीर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करवाया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ताकि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वहां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बैठकर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हज़रते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इब्राहीम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तमाशा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देख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सके।</w:t>
      </w:r>
    </w:p>
    <w:p w:rsidR="00784BCC" w:rsidRDefault="00E21429" w:rsidP="006A0293">
      <w:pPr>
        <w:pStyle w:val="libNormal"/>
      </w:pPr>
      <w:r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मसला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हज़रते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इब्राहीम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भड़कती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हुई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आग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डालने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था।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लिहाजा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उसके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लिए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मिनजनीक़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तैयार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जनाबे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इब्राहीम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ज़ंजीरों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जकड़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मिनजनीक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बैठाया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फिर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आग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फेंक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दिया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गया।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लिखा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जिस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वक़्त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हज़रते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इब्राहीम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आग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तरफ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चले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आसमान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करवटें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लेने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लगा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ज़मीन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सीने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एक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आवाज़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बलंद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हुई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ऐ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परवरदिगार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तेरी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दुनिया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हज़रते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इब्राहीम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अलावा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तेरी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इबादत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वाला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फिलहाल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दूसरा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कोई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नहीं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क्या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राजी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इन्हें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आग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जला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दिया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जाये।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लेकिन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हिकमते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इलाही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ख़ामोश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रही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कुदरते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कामला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किसी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भी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मंज़िल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कुदरते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इलाही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मज़ाहिम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जाती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ज़ालिमों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जुल्म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आख़िरी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सामने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आती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साबिर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सब्र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पता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चलता।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फिर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ज़ालिमो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कहने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मौक़ा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फराहम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lastRenderedPageBreak/>
        <w:t>हो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जाता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हज़रते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इब्राहीम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जलाने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मक़सूद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फक़त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धमका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रहे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</w:p>
    <w:p w:rsidR="00784BCC" w:rsidRDefault="00784BCC" w:rsidP="00005A4A">
      <w:pPr>
        <w:pStyle w:val="libNormal"/>
      </w:pP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 w:rsidR="00005A4A">
        <w:rPr>
          <w:rFonts w:hint="cs"/>
          <w:cs/>
          <w:lang w:bidi="hi-IN"/>
        </w:rPr>
        <w:t>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मिनजनीक़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इखतेयार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मंज़िल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यानि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जूल्म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मलाएका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बेचैन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बारगाहे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खामोश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मद्द्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करूंगा।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जिबरईल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सब्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जाऊं।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जाओ।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भड़कती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मुत्तसिल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जिबरईल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हाज़िर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हाजत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 w:rsidR="00C116A2">
        <w:rPr>
          <w:cs/>
          <w:lang w:bidi="hi-IN"/>
        </w:rPr>
        <w:t xml:space="preserve"> और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हाजत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जरूरत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यानारोकूनी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बरदंव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rFonts w:ascii="Times New Roman" w:hAnsi="Times New Roman" w:cs="Times New Roman"/>
        </w:rPr>
        <w:t>ö</w:t>
      </w:r>
      <w:r w:rsidR="00E21429"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सलामती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बुरूदत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अख़तियार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फितरत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बजनवे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एतेदाल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भड़कते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गुलज़ार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दहकते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अंगारे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करिशमें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कुदरत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नमरूद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बेअख़तियार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मुशाहिदये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कुद</w:t>
      </w:r>
      <w:r>
        <w:t>0</w:t>
      </w:r>
      <w:r>
        <w:rPr>
          <w:rFonts w:hint="cs"/>
          <w:cs/>
          <w:lang w:bidi="hi-IN"/>
        </w:rPr>
        <w:t>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बदबखतों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कुर्फ्रो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एनाद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मुख़तसर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नमरूद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छिपकर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तक़य्या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नमरूद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दिखऱाने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खामोशी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इखतेयार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एलानिया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तबलीग़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नाज़िल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हुज्जत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t>16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तबरी</w:t>
      </w:r>
      <w:r>
        <w:rPr>
          <w:cs/>
          <w:lang w:bidi="hi-IN"/>
        </w:rPr>
        <w:t>)</w:t>
      </w:r>
      <w:r>
        <w:rPr>
          <w:rFonts w:hint="cs"/>
          <w:cs/>
          <w:lang w:bidi="hi-IN"/>
        </w:rPr>
        <w:t>।</w:t>
      </w:r>
    </w:p>
    <w:p w:rsidR="00784BCC" w:rsidRDefault="00784BCC" w:rsidP="006A0293">
      <w:pPr>
        <w:pStyle w:val="libNormal"/>
      </w:pPr>
    </w:p>
    <w:p w:rsidR="00784BCC" w:rsidRDefault="00784BCC" w:rsidP="00005A4A">
      <w:pPr>
        <w:pStyle w:val="Heading1"/>
      </w:pPr>
      <w:bookmarkStart w:id="36" w:name="_Toc501013959"/>
      <w:r>
        <w:rPr>
          <w:rFonts w:hint="cs"/>
          <w:cs/>
          <w:lang w:bidi="hi-IN"/>
        </w:rPr>
        <w:t>नमरूद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अंजाम</w:t>
      </w:r>
      <w:bookmarkEnd w:id="36"/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नमरूद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नीकामी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खामोश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मौक़िफ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तबलीग़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बदबख़त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जुनून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गिरफतार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cs/>
          <w:lang w:bidi="hi-IN"/>
        </w:rPr>
        <w:lastRenderedPageBreak/>
        <w:t>(</w:t>
      </w:r>
      <w:r>
        <w:rPr>
          <w:rFonts w:hint="cs"/>
          <w:cs/>
          <w:lang w:bidi="hi-IN"/>
        </w:rPr>
        <w:t>कुरआने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पारा</w:t>
      </w:r>
      <w:r>
        <w:rPr>
          <w:cs/>
          <w:lang w:bidi="hi-IN"/>
        </w:rPr>
        <w:t xml:space="preserve"> </w:t>
      </w:r>
      <w:r>
        <w:t>17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t xml:space="preserve">5)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इंतेक़ाम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बारगाहे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नमरूद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ख़वाहिशमंद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नमरूद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नमरूद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इकट्ठा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मुकम्मल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नैज़ों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लैस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आये।</w:t>
      </w:r>
    </w:p>
    <w:p w:rsidR="00784BCC" w:rsidRDefault="00E21429" w:rsidP="006A0293">
      <w:pPr>
        <w:pStyle w:val="libNormal"/>
      </w:pPr>
      <w:r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इज़रते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इब्राहीम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कहा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घबराता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क्यों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हलाकत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मेरा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परवरदिगार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लशकर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जरूर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आयेगा।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नागहा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मग़रिब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सिम्त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एक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घटा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उठी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तेज़ी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नमरूद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लशकर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मुहीत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हुई।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लोगों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देखा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पता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चला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एक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काली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घटा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सियाह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रंग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मच्छरों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एक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अजीम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फोज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अज़ाब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शक्ल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नाज़िल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हुई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नमरूद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सिपाही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घबराहट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बौखलाहट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इधर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उधर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भागने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लगे।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मगर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उन्हें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मफ़र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कहा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एक</w:t>
      </w:r>
      <w:r w:rsidR="00784BCC">
        <w:rPr>
          <w:cs/>
          <w:lang w:bidi="hi-IN"/>
        </w:rPr>
        <w:t xml:space="preserve"> </w:t>
      </w:r>
      <w:r w:rsidR="00784BCC">
        <w:t xml:space="preserve">– </w:t>
      </w:r>
      <w:r w:rsidR="00784BCC">
        <w:rPr>
          <w:rFonts w:hint="cs"/>
          <w:cs/>
          <w:lang w:bidi="hi-IN"/>
        </w:rPr>
        <w:t>एक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सिपाही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लाखों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तादाद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मच्छर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लिपट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गये</w:t>
      </w:r>
      <w:r w:rsidR="00C116A2">
        <w:rPr>
          <w:cs/>
          <w:lang w:bidi="hi-IN"/>
        </w:rPr>
        <w:t xml:space="preserve"> और </w:t>
      </w:r>
      <w:r w:rsidR="00784BCC">
        <w:rPr>
          <w:rFonts w:hint="cs"/>
          <w:cs/>
          <w:lang w:bidi="hi-IN"/>
        </w:rPr>
        <w:t>उनका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खून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चुस</w:t>
      </w:r>
      <w:r w:rsidR="00784BCC">
        <w:rPr>
          <w:cs/>
          <w:lang w:bidi="hi-IN"/>
        </w:rPr>
        <w:t xml:space="preserve"> </w:t>
      </w:r>
      <w:r w:rsidR="00784BCC">
        <w:t xml:space="preserve">– </w:t>
      </w:r>
      <w:r w:rsidR="00784BCC">
        <w:rPr>
          <w:rFonts w:hint="cs"/>
          <w:cs/>
          <w:lang w:bidi="hi-IN"/>
        </w:rPr>
        <w:t>चूस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कैफरे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किरदार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पहंचा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दिया।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एक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मच्छर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बाद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खुदा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नमरूद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मुसल्लत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था।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उसकी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नाक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रास्ते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दिमाग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घुस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चुनान्चे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काटता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नमरूद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चीख़ने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लगता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lastRenderedPageBreak/>
        <w:t>था।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उसे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एसी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सख़्त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अज़ीयत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होती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जूताकारी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नहीं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होती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उसको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चैन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नहीं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आता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था।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सिलसिला</w:t>
      </w:r>
      <w:r w:rsidR="00784BCC">
        <w:rPr>
          <w:cs/>
          <w:lang w:bidi="hi-IN"/>
        </w:rPr>
        <w:t xml:space="preserve"> </w:t>
      </w:r>
      <w:r w:rsidR="00784BCC">
        <w:t>40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साल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जारी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रहा।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रोज़आना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जूते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खाते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खाते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अखिरकार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उसी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अजाब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गया।</w:t>
      </w:r>
    </w:p>
    <w:p w:rsidR="00784BCC" w:rsidRDefault="00784BCC" w:rsidP="00005A4A">
      <w:pPr>
        <w:pStyle w:val="Heading2"/>
      </w:pPr>
      <w:bookmarkStart w:id="37" w:name="_Toc501013960"/>
      <w:r>
        <w:rPr>
          <w:rFonts w:hint="cs"/>
          <w:cs/>
          <w:lang w:bidi="hi-IN"/>
        </w:rPr>
        <w:t>जिलावतनी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हिजरत</w:t>
      </w:r>
      <w:bookmarkEnd w:id="37"/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मुक़बले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नमरूद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बराफरोख़ता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जिलावतन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जिलावतनी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जदनाबे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बक़ौले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तबरी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मोअर्रेखीन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साहबजटादी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संदूक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बनवाया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सरमाया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पूंजी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असबाब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ऊंटों</w:t>
      </w:r>
      <w:r>
        <w:t xml:space="preserve">, </w:t>
      </w:r>
      <w:r>
        <w:rPr>
          <w:rFonts w:hint="cs"/>
          <w:cs/>
          <w:lang w:bidi="hi-IN"/>
        </w:rPr>
        <w:t>भेड़ों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भतीजे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मुहाजिर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क़ाफ़िया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ज़लज़ला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ज़लज़ले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महफूज़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ज़लज़ला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बुजुर्ग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खैरियत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गुजरी।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निकले</w:t>
      </w:r>
      <w:r w:rsidR="00C116A2">
        <w:rPr>
          <w:cs/>
          <w:lang w:bidi="hi-IN"/>
        </w:rPr>
        <w:t xml:space="preserve"> और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मुलाक़ात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इख़तेयार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खिदमत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जलज़ालें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निजात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फिलहाल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ठहरने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करूंगा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आइंदा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जलज़लो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महफूज़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कयाम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तूलीसनामी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फिरऔन</w:t>
      </w:r>
      <w:r>
        <w:rPr>
          <w:cs/>
          <w:lang w:bidi="hi-IN"/>
        </w:rPr>
        <w:t xml:space="preserve"> </w:t>
      </w:r>
      <w:r w:rsidR="00005A4A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इन्तेहायी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नफसपरस्त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इन्तेहायी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हाशिये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बरादरों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इन्तेहायी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ख़ातून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हक़ीक़तआमेज़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तकंय्या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दुरूस्त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चचाज़ाद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तूलीश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हुस्नो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शैतानी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नफ़स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बेइखतेयार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कुदरते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मफ़लूज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लुंजा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</w:p>
    <w:p w:rsidR="00784BCC" w:rsidRDefault="00E21429" w:rsidP="006A0293">
      <w:pPr>
        <w:pStyle w:val="libNormal"/>
      </w:pPr>
      <w:r>
        <w:rPr>
          <w:cs/>
          <w:lang w:bidi="hi-IN"/>
        </w:rPr>
        <w:lastRenderedPageBreak/>
        <w:t xml:space="preserve"> </w:t>
      </w:r>
      <w:r w:rsidR="00784BCC">
        <w:rPr>
          <w:rFonts w:hint="cs"/>
          <w:cs/>
          <w:lang w:bidi="hi-IN"/>
        </w:rPr>
        <w:t>यह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करिशमा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देखकर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तूलीश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सारा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भूत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चश्मेज़दन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उतर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गया।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अपनी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बेहूदा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हरकत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नादिम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हुआ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आख़िरकार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उसने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तौबा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जनाबे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इब्राहीम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दुआ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फरमायी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उसका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हाथ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ठीक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गया।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वाक्ये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बाद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उसको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जनाबे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सारा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अज़मत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एहसास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हुआ।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उसने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आप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बड़ी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क़द्र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बहन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मरतबा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दिया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साथ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ख़िदमत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लिए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एक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कनीज़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बतौर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तोहफ़ा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पेश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जिसका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नाम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हाजरा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था।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नीज़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काफी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नज़राना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वग़ैरह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देकर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इन्हें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अपने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यहां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रुख़सत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किया।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लोग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वहां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शाम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तरफ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रवाना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हुए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चंद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मुक़ामात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रद्दोबदल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बाद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हज़रते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इब्राहीम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जनाबे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सारा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साथ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फिलिस्तीन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मुक़ीम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हुए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हज़रते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लूत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उरदुन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नवाही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इलाकों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बग़रज़े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तबलीग़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भेज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दिया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इस्लाम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इब्तेदायी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नुकूश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मसाएब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आलाम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गुरबत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जिला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वतनी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अपना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सरमायए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इफतेखार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बनाये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हुए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थे।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इसलिए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पैग़म्बरे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इस्लाम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फरमाया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इस्लाम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आग़ाज़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गुरबत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जिलावतनी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है।</w:t>
      </w:r>
    </w:p>
    <w:p w:rsidR="00784BCC" w:rsidRDefault="00E21429" w:rsidP="006A0293">
      <w:pPr>
        <w:pStyle w:val="libNormal"/>
      </w:pPr>
      <w:r>
        <w:t xml:space="preserve"> </w:t>
      </w:r>
    </w:p>
    <w:p w:rsidR="00784BCC" w:rsidRDefault="00E21429" w:rsidP="00005A4A">
      <w:pPr>
        <w:pStyle w:val="Heading1"/>
      </w:pPr>
      <w:r>
        <w:rPr>
          <w:cs/>
          <w:lang w:bidi="hi-IN"/>
        </w:rPr>
        <w:t xml:space="preserve"> </w:t>
      </w:r>
      <w:bookmarkStart w:id="38" w:name="_Toc501013961"/>
      <w:r w:rsidR="00784BCC">
        <w:rPr>
          <w:rFonts w:hint="cs"/>
          <w:cs/>
          <w:lang w:bidi="hi-IN"/>
        </w:rPr>
        <w:t>हज़रते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इस्माईल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विलादत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हिजरत</w:t>
      </w:r>
      <w:bookmarkEnd w:id="38"/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हाजरा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मख़सूस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इस्माइल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विलादत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आरजुए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मायूस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कनीज़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हाजरा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अक़दकर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करदे।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जानाशीन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</w:p>
    <w:p w:rsidR="00784BCC" w:rsidRDefault="00E21429" w:rsidP="006A0293">
      <w:pPr>
        <w:pStyle w:val="libNormal"/>
      </w:pPr>
      <w:r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हज़रते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इब्राहीम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जनाबे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सारा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तजवीज़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अमल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हुए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जनाबे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हाजरा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अक़द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फरमाया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इज़जवादी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ताअल्लुक़ात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क़ायम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किये।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जिसके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नतीजे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हज़रते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इस्माइल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मुताविल्लद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हुए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वक्त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हज़रते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इब्राहीम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उम्र</w:t>
      </w:r>
      <w:r w:rsidR="00784BCC">
        <w:rPr>
          <w:cs/>
          <w:lang w:bidi="hi-IN"/>
        </w:rPr>
        <w:t xml:space="preserve"> </w:t>
      </w:r>
      <w:r w:rsidR="00784BCC">
        <w:t>86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साल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चुकी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थी।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हज़रते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इस्माइल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विलादत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बाद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अद्ल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दायरे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हज़रते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इब्राहीम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मज़ीद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ख़ुसूसी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तवज्जे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हज़रत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हाजरा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तरफ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मबजूल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जाना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हज़रते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हाजरा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तरफ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जनाबे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सारा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दिल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रश्क़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हसद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पैदा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जाना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एक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फितरती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अमल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जिसका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इज़हार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शक्ल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हुआ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जनाबे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सारा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मुसतकिल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मख़जून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मग़मूम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रहने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लगीं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इन्हें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एहसास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परेशान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लगा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ख़ुदा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हाजरा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बदन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इब्राहीम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बेटा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अता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मेरी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गोद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खाली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रखा।</w:t>
      </w:r>
    </w:p>
    <w:p w:rsidR="00784BCC" w:rsidRDefault="00E21429" w:rsidP="006A0293">
      <w:pPr>
        <w:pStyle w:val="libNormal"/>
      </w:pPr>
      <w:r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एक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दिन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हज़रते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इब्राहीम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जनाबे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सारा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हुज़न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मलामत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सबब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दरियाफ़त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आपने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फरमाया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कुछ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नहीं।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मैं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चहाती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हूं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आप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हज़रते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हाजरा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हज़रते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इस्माईल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मुझसे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अलाहदा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कहीं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दूर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जाकर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इनके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क़याम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इंतेज़ाम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करदें।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हजरते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इब्रहीम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जनाबे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सारा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मोहब्बत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इताअत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फरमा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बरदियों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कुरबानियों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वजह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इन्हें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बहुत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चाहते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क्योंकि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lastRenderedPageBreak/>
        <w:t>वह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एक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बेहद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इताअत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गुज़ार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फरमा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बरदार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बीवी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थीं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अलावा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आप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इनके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एहसानात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भी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बहुत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ज़्यादा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थे।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शादी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बाद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इन्होने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अपनी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तमाम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दौलत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ज़ायदाद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हज़रते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इब्राहीम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हिबा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थी।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मगर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तमाम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बातों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बावजुद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मिजाज़े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इब्राहीम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मुक्कदस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परेशानी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मागवारी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शिकन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उभर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आयी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चेहरे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कबीदा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खातिरी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आसार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मुरत्तब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गए।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मगर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मशीयते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इलाही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परदे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अज़ीम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उम्मत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लिये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एक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अज़ीम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मरकज़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तशकील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तामील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मुरक्क़ा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देख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रही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थी।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इसीलिए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ख़्वाहिश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इब्रहिम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चारएकार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तामील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फौरी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तौरफ्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शीरख़्वार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इस्माइल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माबूद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भरोसा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फिलस्तीन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सरज़मीने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रहनुमाए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मुतलक़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ख़्वाहिश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रहनुमाई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बेआबोगेयाह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मंज़िल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जहां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दरख़त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चश्मा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ग़िजा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फराहमी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सूरत।</w:t>
      </w:r>
    </w:p>
    <w:p w:rsidR="00784BCC" w:rsidRDefault="00784BCC" w:rsidP="006A0293">
      <w:pPr>
        <w:pStyle w:val="libNormal"/>
      </w:pPr>
      <w:r>
        <w:rPr>
          <w:cs/>
          <w:lang w:bidi="hi-IN"/>
        </w:rPr>
        <w:lastRenderedPageBreak/>
        <w:t xml:space="preserve"> </w:t>
      </w:r>
      <w:r>
        <w:rPr>
          <w:rFonts w:hint="cs"/>
          <w:cs/>
          <w:lang w:bidi="hi-IN"/>
        </w:rPr>
        <w:t>मुख़तसर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भरोसा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मासूम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फरज़ंद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इस्माइल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जुर्रियत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हिफाजत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पलट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गीरी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जाफ़रे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फिलस्तीन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मोअज़्जा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वंदे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सिमट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आनेवाहिद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मककए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मोअज़्ज़मा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मश्क़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हाजरा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प्यास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चक्कर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मनासिब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हमेशां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784BCC" w:rsidRDefault="00E21429" w:rsidP="006A0293">
      <w:pPr>
        <w:pStyle w:val="libNormal"/>
      </w:pPr>
      <w:r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सातवें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चक्कर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बाद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जनाबे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हाजरा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गयीं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पानी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मिला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मायूस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होकर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अपने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फरजंद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इस्माइल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पास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वापस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आयीं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कुदरते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इलाही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हैरत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अंगेज़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करिशमा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देख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बच्चे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पैरों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तले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साफ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शफ़फ़ाफ़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शीरीं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पानी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एक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चश्मा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उबल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रहा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यही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चश्मा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बाद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आबे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ज़मज़म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कहलाया।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ख़ुश्क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ज़मीन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पानी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बरामद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होना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चारों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तरफ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तायरों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झुरमुट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lastRenderedPageBreak/>
        <w:t>अपनी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अपनी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प्यास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बुझाने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लिए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वहां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जमा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इन्हीं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तायरों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रइनुमाई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इन्सानों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गुज़र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भी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वहां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हुआ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रफता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रफता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जमीने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मक्का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आबाद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होने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लगी।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हक़ीक़त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यही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दुनिया</w:t>
      </w:r>
      <w:r w:rsidR="00784BCC">
        <w:rPr>
          <w:cs/>
          <w:lang w:bidi="hi-IN"/>
        </w:rPr>
        <w:t xml:space="preserve"> - </w:t>
      </w:r>
      <w:r w:rsidR="00784BCC">
        <w:rPr>
          <w:rFonts w:hint="cs"/>
          <w:cs/>
          <w:lang w:bidi="hi-IN"/>
        </w:rPr>
        <w:t>ए</w:t>
      </w:r>
      <w:r w:rsidR="00784BCC">
        <w:rPr>
          <w:cs/>
          <w:lang w:bidi="hi-IN"/>
        </w:rPr>
        <w:t xml:space="preserve"> - </w:t>
      </w:r>
      <w:r w:rsidR="00784BCC">
        <w:rPr>
          <w:rFonts w:hint="cs"/>
          <w:cs/>
          <w:lang w:bidi="hi-IN"/>
        </w:rPr>
        <w:t>इस्लाम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मरकज़े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अक़ीदत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संगे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संगे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बुनियाद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जिसकी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तारीख़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भूख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प्यास</w:t>
      </w:r>
      <w:r w:rsidR="00784BCC">
        <w:t xml:space="preserve">, </w:t>
      </w:r>
      <w:r w:rsidR="00784BCC">
        <w:rPr>
          <w:rFonts w:hint="cs"/>
          <w:cs/>
          <w:lang w:bidi="hi-IN"/>
        </w:rPr>
        <w:t>बेसरो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सामानी</w:t>
      </w:r>
      <w:r w:rsidR="00784BCC">
        <w:t>,</w:t>
      </w:r>
      <w:r>
        <w:t xml:space="preserve"> </w:t>
      </w:r>
      <w:r w:rsidR="00784BCC">
        <w:rPr>
          <w:rFonts w:hint="cs"/>
          <w:cs/>
          <w:lang w:bidi="hi-IN"/>
        </w:rPr>
        <w:t>संगे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बूनियाद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था।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जिसकी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तारीख़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भूख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प्यास</w:t>
      </w:r>
      <w:r w:rsidR="006A0293">
        <w:rPr>
          <w:lang w:bidi="hi-IN"/>
        </w:rPr>
        <w:t>,</w:t>
      </w:r>
      <w:r w:rsidR="00784BCC">
        <w:t xml:space="preserve"> </w:t>
      </w:r>
      <w:r w:rsidR="00784BCC">
        <w:rPr>
          <w:rFonts w:hint="cs"/>
          <w:cs/>
          <w:lang w:bidi="hi-IN"/>
        </w:rPr>
        <w:t>बेसरो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सामानी</w:t>
      </w:r>
      <w:r w:rsidR="006A0293">
        <w:rPr>
          <w:lang w:bidi="hi-IN"/>
        </w:rPr>
        <w:t>,</w:t>
      </w:r>
      <w:r w:rsidR="00784BCC">
        <w:rPr>
          <w:rFonts w:hint="cs"/>
          <w:cs/>
          <w:lang w:bidi="hi-IN"/>
        </w:rPr>
        <w:t>संगे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बुनियाद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था</w:t>
      </w:r>
      <w:r>
        <w:rPr>
          <w:cs/>
          <w:lang w:bidi="hi-IN"/>
        </w:rPr>
        <w:t>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जिसकी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तारीख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भूख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प्यास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गूरबत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चीजें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नुमाया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तौर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नज़र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आती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हैं।</w:t>
      </w:r>
    </w:p>
    <w:p w:rsidR="00005A4A" w:rsidRDefault="00005A4A" w:rsidP="006A0293">
      <w:pPr>
        <w:pStyle w:val="libNormal"/>
        <w:rPr>
          <w:lang w:bidi="hi-IN"/>
        </w:rPr>
      </w:pPr>
    </w:p>
    <w:p w:rsidR="00784BCC" w:rsidRDefault="00784BCC" w:rsidP="00005A4A">
      <w:pPr>
        <w:pStyle w:val="Heading1"/>
      </w:pPr>
      <w:bookmarkStart w:id="39" w:name="_Toc501013962"/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इसहाक़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विलादत</w:t>
      </w:r>
      <w:bookmarkEnd w:id="39"/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t>60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जिबरईल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खुशखबरी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खुदावन्दे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फरज़न्द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जिबरईल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बूढ़ी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सलाहियतें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फरज़ंद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जिबरील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कादिरे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मुतलक़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यक़ीनन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जिब्रईल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दहानी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मसलहते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एज़दी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करवट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मुद्दत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खत्म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इस्हाक़</w:t>
      </w:r>
      <w:r>
        <w:rPr>
          <w:cs/>
          <w:lang w:bidi="hi-IN"/>
        </w:rPr>
        <w:t xml:space="preserve"> </w:t>
      </w:r>
      <w:r>
        <w:t>10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</w:t>
      </w:r>
      <w:r>
        <w:rPr>
          <w:cs/>
          <w:lang w:bidi="hi-IN"/>
        </w:rPr>
        <w:t xml:space="preserve"> </w:t>
      </w:r>
      <w:r>
        <w:t>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तशरीफ़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जाफरे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दुखतराने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अम्बिया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मुस्तसना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उकूबत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इस्हाक़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मुशाबेह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इम्तेयाज़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मुश्किल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दाढ़ी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सफेद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फर्क़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</w:p>
    <w:p w:rsidR="00784BCC" w:rsidRDefault="00784BCC" w:rsidP="00005A4A">
      <w:pPr>
        <w:pStyle w:val="Heading1"/>
      </w:pPr>
      <w:bookmarkStart w:id="40" w:name="_Toc501013963"/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 w:rsidR="00005A4A">
        <w:rPr>
          <w:rFonts w:hint="cs"/>
          <w:cs/>
          <w:lang w:bidi="hi-IN"/>
        </w:rPr>
        <w:t>इस्माई</w:t>
      </w:r>
      <w:r>
        <w:rPr>
          <w:rFonts w:hint="cs"/>
          <w:cs/>
          <w:lang w:bidi="hi-IN"/>
        </w:rPr>
        <w:t>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कुरबानी</w:t>
      </w:r>
      <w:bookmarkEnd w:id="40"/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कुरबानियों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इसमाइल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कुरबानी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कुरबानी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खुसूसियत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ज़िबह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मौसम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इल्हाम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उठाया।दूसरी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तरद्दुद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कश्माकश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बैनहू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तामील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इस्माइल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ज़िब्ह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बाबाजान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कीजिये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इन्शाअल्लाह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साबेरीन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पायेंगे।</w:t>
      </w:r>
    </w:p>
    <w:p w:rsidR="00784BCC" w:rsidRDefault="00784BCC" w:rsidP="006A0293">
      <w:pPr>
        <w:pStyle w:val="libNormal"/>
      </w:pPr>
      <w:r>
        <w:rPr>
          <w:cs/>
          <w:lang w:bidi="hi-IN"/>
        </w:rPr>
        <w:lastRenderedPageBreak/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फरजोद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हाजरा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छुरी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देदो।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हाजरा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मतलूबा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फराहम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मख़सूस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बिछाई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="0036576F">
        <w:rPr>
          <w:rFonts w:hint="cs"/>
          <w:cs/>
          <w:lang w:bidi="hi-IN"/>
        </w:rPr>
        <w:t>इस्माई</w:t>
      </w:r>
      <w:r>
        <w:rPr>
          <w:rFonts w:hint="cs"/>
          <w:cs/>
          <w:lang w:bidi="hi-IN"/>
        </w:rPr>
        <w:t>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ख़्वाहिश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बांध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आंखों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पट्टी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बांध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ज़िबह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 w:rsidR="0036576F">
        <w:rPr>
          <w:rFonts w:hint="cs"/>
          <w:cs/>
          <w:lang w:bidi="hi-IN"/>
        </w:rPr>
        <w:t>औ</w:t>
      </w:r>
      <w:r>
        <w:rPr>
          <w:rFonts w:hint="cs"/>
          <w:cs/>
          <w:lang w:bidi="hi-IN"/>
        </w:rPr>
        <w:t>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तड़पने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इस्माइल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पुश्ते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छुरी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कूपत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जिबरईन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छुरी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पलट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कुदरत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इस्माइल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मुरक़क़ा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="0036576F">
        <w:rPr>
          <w:rFonts w:hint="cs"/>
          <w:cs/>
          <w:lang w:bidi="hi-IN"/>
        </w:rPr>
        <w:t>औ</w:t>
      </w:r>
      <w:r>
        <w:rPr>
          <w:rFonts w:hint="cs"/>
          <w:cs/>
          <w:lang w:bidi="hi-IN"/>
        </w:rPr>
        <w:t>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ताबीर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कुरबानी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मस्तूर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तामील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इस्माइल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मक़सूद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छुरी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इस्माइल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दुमबा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आंखों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पट्टी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हटायी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इस्माइल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सजदए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दुम्बा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दिखाया।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जज़ाए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कुरआने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आयत</w:t>
      </w:r>
      <w:r>
        <w:rPr>
          <w:cs/>
          <w:lang w:bidi="hi-IN"/>
        </w:rPr>
        <w:t xml:space="preserve"> </w:t>
      </w:r>
      <w:r>
        <w:t xml:space="preserve">108)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कुरबानी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फिदया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इस्माइल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मुज़मर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दरजात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रहेंगे।</w:t>
      </w: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हाजरा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कुरबानी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इस्माइल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छुरी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ग़मग़ीन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दुम्बा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इस्माइल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 w:rsidR="00C116A2">
        <w:rPr>
          <w:cs/>
          <w:lang w:bidi="hi-IN"/>
        </w:rPr>
        <w:t xml:space="preserve"> और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रेहलत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गयीं।</w:t>
      </w:r>
    </w:p>
    <w:p w:rsidR="00784BCC" w:rsidRDefault="00E21429" w:rsidP="006A0293">
      <w:pPr>
        <w:pStyle w:val="libNormal"/>
      </w:pPr>
      <w:r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अहले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किताब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यहूदी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नसारा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म्र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दावेदार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हज़रते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इब्राहीम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अपने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ख़्वाब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बिना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कुरबानी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अल्लाह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बारगाह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पेश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हज़रते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इस्माइल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बल्कि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हज़रते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इस्हाक़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थी।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मगर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कुरआन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बाईबिल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सायाक़ओ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सबाक़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बात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वज़ाहत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होती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हज़रते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इस्माइल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थे।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दराएत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भी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ताइद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इसले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अगर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वाक़ेया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जनाबे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इस्हाक़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मुताल्लिक़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होता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उसकी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यादगार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बनी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इस्राइल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नज़र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आती।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क्योंकि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हज़रते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इस्हाक़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बनी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इस्रइल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मूरिसे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आला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थे।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मगर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इनकी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मज़हबी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रवायात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किसी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क़िस्म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कोई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यादगार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वाक़ये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मुताल्लिक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नहीं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मिलती।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बरख़िलाफ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lastRenderedPageBreak/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औलादे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इस्माइल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वाक़ये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अज़ीम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यादगार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क़ायम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आज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ईदुलअज़हा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मनासिके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हज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मौक़े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कुरबानी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शक्ल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मनायी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जाती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है।</w:t>
      </w:r>
      <w:r w:rsidR="00784BCC">
        <w:rPr>
          <w:cs/>
          <w:lang w:bidi="hi-IN"/>
        </w:rPr>
        <w:t xml:space="preserve"> </w:t>
      </w:r>
    </w:p>
    <w:p w:rsidR="00784BCC" w:rsidRDefault="00E21429" w:rsidP="006A0293">
      <w:pPr>
        <w:pStyle w:val="libNormal"/>
      </w:pPr>
      <w:r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उमर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इब्ने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अब्दुल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अज़ीज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अपने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दौर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यहूदी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आलिम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दरियाफ़त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हरज़ते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इब्राहीम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हज़रते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इस्माइल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क़ुरबानी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पेश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हज़रते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इस्हाक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उसने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कहा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अहले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किताब</w:t>
      </w:r>
      <w:r w:rsidR="00784BCC">
        <w:rPr>
          <w:cs/>
          <w:lang w:bidi="hi-IN"/>
        </w:rPr>
        <w:t xml:space="preserve"> (</w:t>
      </w:r>
      <w:r w:rsidR="00784BCC">
        <w:rPr>
          <w:rFonts w:hint="cs"/>
          <w:cs/>
          <w:lang w:bidi="hi-IN"/>
        </w:rPr>
        <w:t>यहूदो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नसास</w:t>
      </w:r>
      <w:r w:rsidR="00784BCC">
        <w:rPr>
          <w:cs/>
          <w:lang w:bidi="hi-IN"/>
        </w:rPr>
        <w:t xml:space="preserve">)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उलमा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बात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यकीन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ज़बहीउल्लाह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हज़रते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इस्माइल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मगर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रश्क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हसद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बिना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लोग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चाहते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फ़ज़ीलत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इनके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लिये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साबित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तुम्हारे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लिये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साबित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हो</w:t>
      </w:r>
      <w:r w:rsidR="00784BCC">
        <w:rPr>
          <w:cs/>
          <w:lang w:bidi="hi-IN"/>
        </w:rPr>
        <w:t xml:space="preserve"> (</w:t>
      </w:r>
      <w:r w:rsidR="00784BCC">
        <w:rPr>
          <w:rFonts w:hint="cs"/>
          <w:cs/>
          <w:lang w:bidi="hi-IN"/>
        </w:rPr>
        <w:t>हयातुल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कुलूब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जिल्द</w:t>
      </w:r>
      <w:r w:rsidR="00784BCC">
        <w:rPr>
          <w:cs/>
          <w:lang w:bidi="hi-IN"/>
        </w:rPr>
        <w:t xml:space="preserve"> </w:t>
      </w:r>
      <w:r w:rsidR="00784BCC">
        <w:t>1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सफा</w:t>
      </w:r>
      <w:r w:rsidR="00784BCC">
        <w:rPr>
          <w:cs/>
          <w:lang w:bidi="hi-IN"/>
        </w:rPr>
        <w:t xml:space="preserve"> </w:t>
      </w:r>
      <w:r w:rsidR="00784BCC">
        <w:t>280)</w:t>
      </w:r>
    </w:p>
    <w:p w:rsidR="00784BCC" w:rsidRDefault="00784BCC" w:rsidP="006A0293">
      <w:pPr>
        <w:pStyle w:val="libNormal"/>
      </w:pP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खानए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तामीर</w:t>
      </w:r>
    </w:p>
    <w:p w:rsidR="00784BCC" w:rsidRDefault="00E21429" w:rsidP="006A0293">
      <w:pPr>
        <w:pStyle w:val="libNormal"/>
      </w:pPr>
      <w:r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हज़रते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इस्माइल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सिने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बुलूग़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मन्जिलों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क़दम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रखा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परवदिगार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हज़रते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इब्राहीम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हुक्म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दिया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तुम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इस्माइल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मिल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ख़ानए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काबा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तामीर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करो।</w:t>
      </w:r>
    </w:p>
    <w:p w:rsidR="00784BCC" w:rsidRDefault="00E21429" w:rsidP="006A0293">
      <w:pPr>
        <w:pStyle w:val="libNormal"/>
      </w:pPr>
      <w:r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ख़ानाए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काबा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तामीर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दरहक़ीक़त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मुसलमानों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दीने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इस्लाम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एक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मुक़द्दर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मरकज़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तामीर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तमाम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आलमीन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लिए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सरमायए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निजात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नीज़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बनस्से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कुरआन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अल्लाह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घर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ग़र्ज़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दोनों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बाप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बेटे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तामीर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मसरुफ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हुए।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हज़रते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इब्राहीम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मेमारी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रहे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हज़रते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तामी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मसरुफ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हुए।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हज़रते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इस्माइल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मज़दूर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अंजाम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रहे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थे।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हालांकि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क़बीलए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जुरहम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लोग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lastRenderedPageBreak/>
        <w:t>मक्के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कसरत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आबाद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चुके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मज़दूरों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कमी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मगर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शायद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खालिक़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यही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मन्जूर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उसका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घर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हज़रते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इब्राहीम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हज़रते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इस्माइल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मुताबिक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हाथों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यही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मौक़ा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हज़रते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इब्राहीम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इस्माइल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मदद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ख़ानए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काबा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दीवारें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ऊंची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जाते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अपने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ज़ुर्रियत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लिए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इस्माइलपर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बरक़रार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रहने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दुआ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जाते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जिसका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ज़िक्र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इब्तेदा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चुका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है।जब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खानए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काबा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तामीर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मुकम्मल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गयी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जनाबे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इब्राहीम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हुक्म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हुआ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तुम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हज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ऐलान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करदो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चुनान्चे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आपने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ऐलान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फ़रमाया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लोगों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हज्जे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बैतुल्लाह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दावत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दी।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दावत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कुछ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ऐसी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तासीर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तमाम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अरब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ख़वाह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मोमिन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काफ़िर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मुताअस्सिर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हुए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बग़ैर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यहां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हुजूरे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खत्मी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मरतबत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</w:t>
      </w:r>
      <w:r w:rsidR="00784BCC">
        <w:t>0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मबऊस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रेसालत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हुए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उसी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वक़्त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अरब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मआशेरा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नमाज़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रोज़ा</w:t>
      </w:r>
      <w:r w:rsidR="00784BCC">
        <w:t xml:space="preserve">, </w:t>
      </w:r>
      <w:r w:rsidR="00784BCC">
        <w:rPr>
          <w:rFonts w:hint="cs"/>
          <w:cs/>
          <w:lang w:bidi="hi-IN"/>
        </w:rPr>
        <w:t>ज़कात</w:t>
      </w:r>
      <w:r w:rsidR="00784BCC">
        <w:t>,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दीगर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दीनी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फराएजी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अदायगी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बेगाना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था।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मगर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हज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रस्म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उस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वक्त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कायम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थी।</w:t>
      </w:r>
    </w:p>
    <w:p w:rsidR="00784BCC" w:rsidRDefault="00784BCC" w:rsidP="006A0293">
      <w:pPr>
        <w:pStyle w:val="libNormal"/>
      </w:pPr>
    </w:p>
    <w:p w:rsidR="00784BCC" w:rsidRDefault="00784BCC" w:rsidP="0036576F">
      <w:pPr>
        <w:pStyle w:val="Heading2"/>
      </w:pPr>
      <w:bookmarkStart w:id="41" w:name="_Toc501013964"/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रेहलत</w:t>
      </w:r>
      <w:bookmarkEnd w:id="41"/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उलुलअज़म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लक़ब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ख़लीलुल्लाह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रसूलउल्लाह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>
        <w:t>175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रेहलत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="0036576F">
        <w:rPr>
          <w:rFonts w:hint="cs"/>
          <w:cs/>
          <w:lang w:bidi="hi-IN"/>
        </w:rPr>
        <w:t>औ</w:t>
      </w:r>
      <w:r>
        <w:rPr>
          <w:rFonts w:hint="cs"/>
          <w:cs/>
          <w:lang w:bidi="hi-IN"/>
        </w:rPr>
        <w:t>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कुदसे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दफन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</w:p>
    <w:p w:rsidR="00784BCC" w:rsidRDefault="00784BCC" w:rsidP="006A0293">
      <w:pPr>
        <w:pStyle w:val="libNormal"/>
      </w:pPr>
      <w:r>
        <w:rPr>
          <w:rFonts w:ascii="Times New Roman" w:hAnsi="Times New Roman" w:cs="Times New Roman"/>
        </w:rPr>
        <w:lastRenderedPageBreak/>
        <w:t> </w:t>
      </w:r>
    </w:p>
    <w:p w:rsidR="00784BCC" w:rsidRDefault="00784BCC" w:rsidP="0036576F">
      <w:pPr>
        <w:pStyle w:val="Heading1"/>
      </w:pPr>
      <w:bookmarkStart w:id="42" w:name="_Toc501013965"/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इस्माइल</w:t>
      </w:r>
      <w:r>
        <w:rPr>
          <w:cs/>
          <w:lang w:bidi="hi-IN"/>
        </w:rPr>
        <w:t xml:space="preserve"> </w:t>
      </w:r>
      <w:r w:rsidR="0036576F">
        <w:rPr>
          <w:rFonts w:hint="cs"/>
          <w:cs/>
          <w:lang w:bidi="hi-IN"/>
        </w:rPr>
        <w:t>औ</w:t>
      </w:r>
      <w:r>
        <w:rPr>
          <w:rFonts w:hint="cs"/>
          <w:cs/>
          <w:lang w:bidi="hi-IN"/>
        </w:rPr>
        <w:t>र</w:t>
      </w:r>
      <w:r>
        <w:rPr>
          <w:cs/>
          <w:lang w:bidi="hi-IN"/>
        </w:rPr>
        <w:t xml:space="preserve"> </w:t>
      </w:r>
      <w:r w:rsidR="0036576F">
        <w:rPr>
          <w:rFonts w:hint="cs"/>
          <w:cs/>
          <w:lang w:bidi="hi-IN"/>
        </w:rPr>
        <w:t>इस्हाक़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मुख़तसर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तअर्रुफ</w:t>
      </w:r>
      <w:bookmarkEnd w:id="42"/>
    </w:p>
    <w:p w:rsidR="00784BCC" w:rsidRDefault="00784BCC" w:rsidP="0036576F">
      <w:pPr>
        <w:pStyle w:val="Heading1"/>
      </w:pPr>
      <w:bookmarkStart w:id="43" w:name="_Toc501013966"/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इस्माइल</w:t>
      </w:r>
      <w:bookmarkEnd w:id="43"/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हज़रत</w:t>
      </w:r>
      <w:r w:rsidR="0036576F">
        <w:rPr>
          <w:rFonts w:hint="cs"/>
          <w:cs/>
          <w:lang w:bidi="hi-IN"/>
        </w:rPr>
        <w:t>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इस्माइल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मुतावल्लिद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वालिदे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बुजुर्गवाल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गामज़न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तब्लीग़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तब्लीग़ी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दायरए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हेजाज़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यमन</w:t>
      </w:r>
      <w:r w:rsidR="00C116A2">
        <w:rPr>
          <w:cs/>
          <w:lang w:bidi="hi-IN"/>
        </w:rPr>
        <w:t xml:space="preserve"> और </w:t>
      </w:r>
      <w:r>
        <w:rPr>
          <w:rFonts w:hint="cs"/>
          <w:cs/>
          <w:lang w:bidi="hi-IN"/>
        </w:rPr>
        <w:t>बैरूत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फेला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क़बीलए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दोशीज़ा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ओहदे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फाएज़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सुकूनत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बहालते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</w:t>
      </w:r>
      <w:r>
        <w:t xml:space="preserve">, </w:t>
      </w:r>
      <w:r>
        <w:rPr>
          <w:rFonts w:hint="cs"/>
          <w:cs/>
          <w:lang w:bidi="hi-IN"/>
        </w:rPr>
        <w:t>अरबों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तक़सीम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योरा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कहलाया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क़बाएले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जदलीस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जुरहुम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कुफ्र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अज़ाबै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क़बाएले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वाएदा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नेस्त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नाबूद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क़बीला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मुताअर्रबा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कहलाया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आरेबा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अज़दवाजी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रिशतों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मुन्सलिक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नशोनुमां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ज़मज़म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नमूदार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क़बीलए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सरज़मीने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जुरहमें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सानीया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784BCC" w:rsidRDefault="00784BCC" w:rsidP="0036576F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="0036576F">
        <w:rPr>
          <w:rFonts w:hint="cs"/>
          <w:cs/>
          <w:lang w:bidi="hi-IN"/>
        </w:rPr>
        <w:t>इस्माई</w:t>
      </w:r>
      <w:r>
        <w:rPr>
          <w:rFonts w:hint="cs"/>
          <w:cs/>
          <w:lang w:bidi="hi-IN"/>
        </w:rPr>
        <w:t>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क़बीले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नशोनुमा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इब्तेदा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क़बीले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मादरी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तीसरें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मुश्तमिल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अरबे</w:t>
      </w:r>
      <w:r>
        <w:rPr>
          <w:cs/>
          <w:lang w:bidi="hi-IN"/>
        </w:rPr>
        <w:t xml:space="preserve"> </w:t>
      </w:r>
      <w:r w:rsidR="0036576F">
        <w:rPr>
          <w:rFonts w:hint="cs"/>
          <w:cs/>
          <w:lang w:bidi="hi-IN"/>
        </w:rPr>
        <w:t>मुस्तअ</w:t>
      </w:r>
      <w:r>
        <w:rPr>
          <w:rFonts w:hint="cs"/>
          <w:cs/>
          <w:lang w:bidi="hi-IN"/>
        </w:rPr>
        <w:t>र्रबा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कहलाया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मुस्तक़बिल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वेक़ार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मुस्तहर्रबा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वाबस्ता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आरेबा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मुस्तहर्रबहा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नस्लें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मुम्किन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सहरायी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अलबत्ता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इज़्ज़त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इफतेख़ार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इस्माइल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लवादा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इब्राहीम्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नस्ले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इस्माइल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दूंगा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दूंगा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वायदे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तौरैत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बाब</w:t>
      </w:r>
      <w:r>
        <w:rPr>
          <w:cs/>
          <w:lang w:bidi="hi-IN"/>
        </w:rPr>
        <w:t xml:space="preserve"> </w:t>
      </w:r>
      <w:r>
        <w:t>17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इस्माइल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बोटों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पूली</w:t>
      </w:r>
      <w:r w:rsidR="00C116A2">
        <w:rPr>
          <w:cs/>
          <w:lang w:bidi="hi-IN"/>
        </w:rPr>
        <w:t xml:space="preserve"> और </w:t>
      </w:r>
      <w:r>
        <w:rPr>
          <w:rFonts w:hint="cs"/>
          <w:cs/>
          <w:lang w:bidi="hi-IN"/>
        </w:rPr>
        <w:t>हिजाज़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मूरिसे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इस्माइल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ख़ानए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ज़मज़म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मोअज्ज़मा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ख़ानए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तामीर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मनासीके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t>10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ज़िल्हिज्जा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रस्में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कुरबानी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वग़ैरह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वालिदे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बुजुर्गवार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t>133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इन्तेक़ाल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फरमाया।</w:t>
      </w:r>
    </w:p>
    <w:p w:rsidR="00784BCC" w:rsidRDefault="00784BCC" w:rsidP="006A0293">
      <w:pPr>
        <w:pStyle w:val="libNormal"/>
      </w:pPr>
      <w:r>
        <w:rPr>
          <w:rFonts w:ascii="Times New Roman" w:hAnsi="Times New Roman" w:cs="Times New Roman"/>
        </w:rPr>
        <w:t> </w:t>
      </w:r>
    </w:p>
    <w:p w:rsidR="00784BCC" w:rsidRDefault="00784BCC" w:rsidP="0036576F">
      <w:pPr>
        <w:pStyle w:val="Heading1"/>
      </w:pPr>
      <w:bookmarkStart w:id="44" w:name="_Toc501013967"/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इस्हाक़</w:t>
      </w:r>
      <w:bookmarkEnd w:id="44"/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इस्हाक़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t>70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मुताअल्लिक़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अलबत्ता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तौरैत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वाक़ेयात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मज़कूर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ऐतेबार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नाक़बिले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जानशीन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इस्माइल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रेहलत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जानशीन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वाज़ेह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इस्हाक़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ताअल्लुक़ात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नेहायत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खुशगवार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सुकूनत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बावजूद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इस्हाक़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इब्राबीम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रफक़ा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नाहेरा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याकूब</w:t>
      </w:r>
      <w:r>
        <w:t xml:space="preserve">, </w:t>
      </w:r>
      <w:r>
        <w:rPr>
          <w:rFonts w:hint="cs"/>
          <w:cs/>
          <w:lang w:bidi="hi-IN"/>
        </w:rPr>
        <w:t>इस्रिल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याकूब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इस्रिल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कहलायीं।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सुर्ख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असग़र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कहलायीं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जितने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भाइयों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इस्हाक़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रेहलत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कब्र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दफ़न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गए।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</w:p>
    <w:p w:rsidR="0036576F" w:rsidRDefault="0036576F">
      <w:pPr>
        <w:spacing w:after="0" w:line="240" w:lineRule="auto"/>
        <w:rPr>
          <w:rFonts w:ascii="Mangal" w:hAnsi="Mangal" w:cs="Mangal"/>
          <w:color w:val="000000"/>
          <w:sz w:val="28"/>
          <w:szCs w:val="28"/>
          <w:cs/>
          <w:lang w:bidi="hi-IN"/>
        </w:rPr>
      </w:pPr>
      <w:r>
        <w:rPr>
          <w:cs/>
          <w:lang w:bidi="hi-IN"/>
        </w:rPr>
        <w:br w:type="page"/>
      </w:r>
    </w:p>
    <w:p w:rsidR="00784BCC" w:rsidRDefault="00784BCC" w:rsidP="0036576F">
      <w:pPr>
        <w:pStyle w:val="Heading1"/>
      </w:pPr>
      <w:bookmarkStart w:id="45" w:name="_Toc501013968"/>
      <w:r>
        <w:rPr>
          <w:rFonts w:hint="cs"/>
          <w:cs/>
          <w:lang w:bidi="hi-IN"/>
        </w:rPr>
        <w:lastRenderedPageBreak/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bookmarkEnd w:id="45"/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लूत</w:t>
      </w:r>
      <w:r>
        <w:t xml:space="preserve">,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हक़ीक़ी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भतीजे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फिलिस्तीन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रदुन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तब्लीग़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बदआमाल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सरकश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सावेक़ा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नफ़सानी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ख़्वाहिशात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तनमील।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लवायता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इग़लामबाज़ी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नफस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तस्कीन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चिपटी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सैदूम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लुदना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नाम्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मशहुर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हिदायत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दक़ीक़ा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तालीमात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हिदायात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पारसायी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C116A2">
        <w:rPr>
          <w:cs/>
          <w:lang w:bidi="hi-IN"/>
        </w:rPr>
        <w:t xml:space="preserve"> और </w:t>
      </w:r>
      <w:r>
        <w:rPr>
          <w:rFonts w:hint="cs"/>
          <w:cs/>
          <w:lang w:bidi="hi-IN"/>
        </w:rPr>
        <w:t>बदफेलियों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शिरकत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करते।</w:t>
      </w:r>
      <w:r>
        <w:rPr>
          <w:cs/>
          <w:lang w:bidi="hi-IN"/>
        </w:rPr>
        <w:t xml:space="preserve"> </w:t>
      </w:r>
    </w:p>
    <w:p w:rsidR="00784BCC" w:rsidRDefault="00784BCC" w:rsidP="0036576F">
      <w:pPr>
        <w:pStyle w:val="Heading2"/>
      </w:pPr>
      <w:bookmarkStart w:id="46" w:name="_Toc501013969"/>
      <w:r>
        <w:rPr>
          <w:rFonts w:hint="cs"/>
          <w:cs/>
          <w:lang w:bidi="hi-IN"/>
        </w:rPr>
        <w:t>क़ौमे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लवाता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एग़लाम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इब्तेदा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bookmarkEnd w:id="46"/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मजलिसी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</w:t>
      </w:r>
      <w:r>
        <w:t>0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हयातुल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क़ुलूब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अव्वल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नक़्ल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खुला</w:t>
      </w:r>
      <w:r>
        <w:t>4</w:t>
      </w:r>
      <w:r>
        <w:rPr>
          <w:rFonts w:hint="cs"/>
          <w:cs/>
          <w:lang w:bidi="hi-IN"/>
        </w:rPr>
        <w:t>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शर्मनाक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इरतेकाब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शराफ़त</w:t>
      </w:r>
      <w:r w:rsidR="00C116A2">
        <w:rPr>
          <w:cs/>
          <w:lang w:bidi="hi-IN"/>
        </w:rPr>
        <w:t xml:space="preserve"> और </w:t>
      </w:r>
      <w:r>
        <w:rPr>
          <w:rFonts w:hint="cs"/>
          <w:cs/>
          <w:lang w:bidi="hi-IN"/>
        </w:rPr>
        <w:t>नेकियों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खूबियों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थे।शैतान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गुमराह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नई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नई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तरकीबें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तनहायी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फायदा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खूबसूरत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मस्तूरात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चिपटी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लुत्फ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अन्दोज़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ज़राअतों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मुतावज्जे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 w:rsidR="00C116A2">
        <w:rPr>
          <w:cs/>
          <w:lang w:bidi="hi-IN"/>
        </w:rPr>
        <w:t xml:space="preserve"> और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नुक़सान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खेतों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इमलाक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करता।</w:t>
      </w:r>
      <w:r>
        <w:rPr>
          <w:cs/>
          <w:lang w:bidi="hi-IN"/>
        </w:rPr>
        <w:t xml:space="preserve"> </w:t>
      </w:r>
    </w:p>
    <w:p w:rsidR="00784BCC" w:rsidRDefault="00E21429" w:rsidP="006A0293">
      <w:pPr>
        <w:pStyle w:val="libNormal"/>
      </w:pPr>
      <w:r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यहां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लोग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आजिज़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परेशान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गये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उन्होने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आपस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मशविरा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शख़्स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हमारे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बाग़ों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खेतों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नुक़सान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पहुंचाता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उसकी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ताक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रहना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चाहिए।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चुनान्चे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लोग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ताक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लग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गये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आख़िरकार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एक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दिन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एक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इन्तेहायी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हसीन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जमील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ख़ुबसूरत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लड़के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गिरफ़्तार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उससे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पूछा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क्या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वही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हमारे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खेतों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बाग़ों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तबाह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करता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उसने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इक़रार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सबों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राय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अम्र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मुत्तफ़िक़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हुई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क़त्ल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दिया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जाये।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चूंकि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शाम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ढल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चुकी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रात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अपनी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जवानी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तरफ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बढ़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रही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थी।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lastRenderedPageBreak/>
        <w:t>लिहाज़ा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क़त्ल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मामला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दूसरे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दिन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रखा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उस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लड़के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एक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शख़्स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निगरानी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सुपुदर्गी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रात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भर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लिए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दिया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गया।</w:t>
      </w:r>
    </w:p>
    <w:p w:rsidR="00784BCC" w:rsidRDefault="00E21429" w:rsidP="006A0293">
      <w:pPr>
        <w:pStyle w:val="libNormal"/>
      </w:pPr>
      <w:r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शख़्स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उसको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अपने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घर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जिस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कमरे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खुद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सोता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उसी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लड़के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इऩ्तेजाम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भी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दिया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ताकि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नजरों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ओझल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होने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पाये।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रात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काफी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गुज़र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चुकी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तमाम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घर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लोग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गये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लड़के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फ़रियाद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शुरु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कहा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मेरा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बाप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शब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मुझकों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अपने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पेट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सुलाता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इसलिए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मुझे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नींद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नहीं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रही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उस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शख़्स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कहा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बात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मेरे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पेट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लड़का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उसके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पेट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लेट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रफता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रफता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कुछ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ऐसी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हरकतें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उसने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शख़्स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अपने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साथ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बदफेली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आमादा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पूरी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रात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दोनों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लवाएता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लुत्फ़अन्दोज़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होते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रहे।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लड़का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दरहक़ीक़त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शैतान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सुबह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होने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पहले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गायब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गया।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सुबह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हुई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शख़्स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अपनी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क़ौम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लोगो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मिला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उसने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रात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माजरा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लवाता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लज्जत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कैफ़ियत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इन्हें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आगाह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जिसे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उन्होंने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बेहद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पसन्द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दिन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फेले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क़बीहा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इनके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शरस्त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दाख़िल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गया।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अल्लामा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मजलिसी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रवायत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बात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वाज़ेह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भी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होती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इन्सान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गुमराही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नफ़सानी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ख़्वाहिशात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भूत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सवार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होता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शैतान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भी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नही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छोड़ता।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बहर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हाल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रफता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रफ़ता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नौबत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यहां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आगयी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मुसाफ़िर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इनके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शहर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तरफ़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गुज़र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जाता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उसे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ज़ेर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देते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अपनी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बचाने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कामयाब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होता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था।</w:t>
      </w:r>
    </w:p>
    <w:p w:rsidR="00784BCC" w:rsidRDefault="00E21429" w:rsidP="006A0293">
      <w:pPr>
        <w:pStyle w:val="libNormal"/>
      </w:pPr>
      <w:r>
        <w:rPr>
          <w:cs/>
          <w:lang w:bidi="hi-IN"/>
        </w:rPr>
        <w:lastRenderedPageBreak/>
        <w:t xml:space="preserve"> </w:t>
      </w:r>
      <w:r w:rsidR="00784BCC">
        <w:rPr>
          <w:rFonts w:hint="cs"/>
          <w:cs/>
          <w:lang w:bidi="hi-IN"/>
        </w:rPr>
        <w:t>लवाता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अलावा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क़ौम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लोगों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आदतें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नुमायां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(</w:t>
      </w:r>
      <w:r w:rsidR="00784BCC">
        <w:t xml:space="preserve">1) </w:t>
      </w:r>
      <w:r w:rsidR="00784BCC">
        <w:rPr>
          <w:rFonts w:hint="cs"/>
          <w:cs/>
          <w:lang w:bidi="hi-IN"/>
        </w:rPr>
        <w:t>यह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लोग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जरुरत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ज्यादा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मन्हूस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बख़ली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थे।</w:t>
      </w:r>
      <w:r w:rsidR="00784BCC">
        <w:rPr>
          <w:cs/>
          <w:lang w:bidi="hi-IN"/>
        </w:rPr>
        <w:t xml:space="preserve"> (</w:t>
      </w:r>
      <w:r w:rsidR="00784BCC">
        <w:t xml:space="preserve">2) </w:t>
      </w:r>
      <w:r w:rsidR="00784BCC">
        <w:rPr>
          <w:rFonts w:hint="cs"/>
          <w:cs/>
          <w:lang w:bidi="hi-IN"/>
        </w:rPr>
        <w:t>गुरूर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बिना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कद्र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लम्बा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लिबास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पहनते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चलते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वक़्त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ज़मीन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ख़त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खैंचता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था।</w:t>
      </w:r>
      <w:r w:rsidR="00784BCC">
        <w:rPr>
          <w:cs/>
          <w:lang w:bidi="hi-IN"/>
        </w:rPr>
        <w:t xml:space="preserve"> (</w:t>
      </w:r>
      <w:r w:rsidR="00784BCC">
        <w:t xml:space="preserve">3) </w:t>
      </w:r>
      <w:r w:rsidR="00784BCC">
        <w:rPr>
          <w:rFonts w:hint="cs"/>
          <w:cs/>
          <w:lang w:bidi="hi-IN"/>
        </w:rPr>
        <w:t>अज़राहे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तकब्बुर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अपने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पैरहन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क़बा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बटन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खुले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रखते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थे।</w:t>
      </w:r>
      <w:r w:rsidR="00784BCC">
        <w:rPr>
          <w:cs/>
          <w:lang w:bidi="hi-IN"/>
        </w:rPr>
        <w:t>(</w:t>
      </w:r>
      <w:r w:rsidR="00784BCC">
        <w:t xml:space="preserve">4) </w:t>
      </w:r>
      <w:r w:rsidR="00784BCC">
        <w:rPr>
          <w:rFonts w:hint="cs"/>
          <w:cs/>
          <w:lang w:bidi="hi-IN"/>
        </w:rPr>
        <w:t>महफ़िलों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एक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दूसरे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मुंह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रियाह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सादिर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थे।</w:t>
      </w:r>
      <w:r w:rsidR="00784BCC">
        <w:rPr>
          <w:cs/>
          <w:lang w:bidi="hi-IN"/>
        </w:rPr>
        <w:t xml:space="preserve"> (</w:t>
      </w:r>
      <w:r w:rsidR="00784BCC">
        <w:t xml:space="preserve">5) </w:t>
      </w:r>
      <w:r w:rsidR="00784BCC">
        <w:rPr>
          <w:rFonts w:hint="cs"/>
          <w:cs/>
          <w:lang w:bidi="hi-IN"/>
        </w:rPr>
        <w:t>लोगों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सामने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एलानिया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एग़लामबाज़ी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थे।</w:t>
      </w:r>
      <w:r w:rsidR="00784BCC">
        <w:rPr>
          <w:cs/>
          <w:lang w:bidi="hi-IN"/>
        </w:rPr>
        <w:t xml:space="preserve"> (</w:t>
      </w:r>
      <w:r w:rsidR="00784BCC">
        <w:t xml:space="preserve">6) </w:t>
      </w:r>
      <w:r w:rsidR="00784BCC">
        <w:rPr>
          <w:rFonts w:hint="cs"/>
          <w:cs/>
          <w:lang w:bidi="hi-IN"/>
        </w:rPr>
        <w:t>ग़ुस्ले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जनाबत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नही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थे।</w:t>
      </w:r>
      <w:r w:rsidR="00784BCC">
        <w:rPr>
          <w:cs/>
          <w:lang w:bidi="hi-IN"/>
        </w:rPr>
        <w:t xml:space="preserve"> (</w:t>
      </w:r>
      <w:r w:rsidR="00784BCC">
        <w:t xml:space="preserve">7) </w:t>
      </w:r>
      <w:r w:rsidR="00784BCC">
        <w:rPr>
          <w:rFonts w:hint="cs"/>
          <w:cs/>
          <w:lang w:bidi="hi-IN"/>
        </w:rPr>
        <w:t>पैशाब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पानी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नही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लेते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थे।</w:t>
      </w:r>
      <w:r w:rsidR="00784BCC">
        <w:rPr>
          <w:cs/>
          <w:lang w:bidi="hi-IN"/>
        </w:rPr>
        <w:t xml:space="preserve"> (</w:t>
      </w:r>
      <w:r w:rsidR="00784BCC">
        <w:t xml:space="preserve">8) </w:t>
      </w:r>
      <w:r w:rsidR="00784BCC">
        <w:rPr>
          <w:rFonts w:hint="cs"/>
          <w:cs/>
          <w:lang w:bidi="hi-IN"/>
        </w:rPr>
        <w:t>पैखाने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बाद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आबदसत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नही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लेते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थे।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वग़ैरह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जनाबे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लूत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मुसलसल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तीस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बरस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क़ौम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राहे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रास्त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लाने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अनथक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कोशिशें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लेकिन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आप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तब्लीग़ी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कोशिशों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कोई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असर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हुआ।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बिलाआखिर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मायुस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बहालते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इल्तेजा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फरिश्तो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सरबराह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जिबरईल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फरिश्ते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खूबसूरत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खेतों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बाग़ों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मुसाफिर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मन्ज़ूर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आगाह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इन्तेहायी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सरकश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मायुब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बदफेली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बनाऊँ।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फरिश्तो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ग़र्ज़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ज़ोजा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खतरा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कंही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ज़ौजा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गुज़शिता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नाफ़रमानियों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दुंगा।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मुतमईन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नवाज़ी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मुताव्वजे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ज़ौजा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मुहासेरीन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मुतालेबा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पाकीज़ा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ज़लील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लड़किया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रुस्वा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शिद्दत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बेबसी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फरियाद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ज़ालिमो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जिबरईल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जिबरईल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जिबरईल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फरिश्ते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जिबरईल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नुज़ूले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सुबह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मुअय्यन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कीजिये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दरवाज़ा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जिबरईल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जुम्बिश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अन्धे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अन्धा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क्यूकिं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नाजायज़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ख्वाहिश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बीनायी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इब्तेदा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lastRenderedPageBreak/>
        <w:t>अल्लामा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मजलिसी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हयातुल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कुलूब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तराजड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काहिन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हजडरते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मुहासेरा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रहेंगे।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नुजूल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दुबारा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निस्फ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जिबरईल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जाइये।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जाऊं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मुहासेरा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जिबरईल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मुहासेरीन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सुतून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सुतूने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जाइये।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देखे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मुखतसर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जिबरईल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थोड़ी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दरअसल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नागहा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पत्थर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ढेर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lastRenderedPageBreak/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खुदावंदी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मुअय्यन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जिबरईल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फरिश्तों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कीमद्द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कद्र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लवायता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जानवरों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चिल्ला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जिबरईल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पलटा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वुजूद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पत्थरों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वाक़ेयात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ऊपरी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पत्थरों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(</w:t>
      </w:r>
      <w:r>
        <w:t xml:space="preserve">1) </w:t>
      </w:r>
      <w:r>
        <w:rPr>
          <w:rFonts w:hint="cs"/>
          <w:cs/>
          <w:lang w:bidi="hi-IN"/>
        </w:rPr>
        <w:t>क़ुरानें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बारहवां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t xml:space="preserve">0 7 (2) </w:t>
      </w:r>
      <w:r>
        <w:rPr>
          <w:rFonts w:hint="cs"/>
          <w:cs/>
          <w:lang w:bidi="hi-IN"/>
        </w:rPr>
        <w:t>तारीखें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सफह</w:t>
      </w:r>
      <w:r>
        <w:rPr>
          <w:cs/>
          <w:lang w:bidi="hi-IN"/>
        </w:rPr>
        <w:t xml:space="preserve"> </w:t>
      </w:r>
      <w:r>
        <w:t>187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t>3422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784BCC" w:rsidRDefault="00784BCC" w:rsidP="006A0293">
      <w:pPr>
        <w:pStyle w:val="libNormal"/>
      </w:pPr>
    </w:p>
    <w:p w:rsidR="00784BCC" w:rsidRDefault="00784BCC" w:rsidP="0036576F">
      <w:pPr>
        <w:pStyle w:val="Heading1"/>
      </w:pPr>
      <w:bookmarkStart w:id="47" w:name="_Toc501013970"/>
      <w:r>
        <w:rPr>
          <w:rFonts w:hint="cs"/>
          <w:cs/>
          <w:lang w:bidi="hi-IN"/>
        </w:rPr>
        <w:t>जुलक़रनैन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वाक़ेया</w:t>
      </w:r>
      <w:bookmarkEnd w:id="47"/>
    </w:p>
    <w:p w:rsidR="00784BCC" w:rsidRDefault="00784BCC" w:rsidP="006A0293">
      <w:pPr>
        <w:pStyle w:val="libNormal"/>
      </w:pP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तारीख़ी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सराहतों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शहंशाह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अयास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ज़हाक़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लक़ब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जुलक़रनैन</w:t>
      </w:r>
      <w:r w:rsidR="00C116A2">
        <w:rPr>
          <w:cs/>
          <w:lang w:bidi="hi-IN"/>
        </w:rPr>
        <w:t xml:space="preserve"> और </w:t>
      </w:r>
      <w:r>
        <w:rPr>
          <w:rFonts w:hint="cs"/>
          <w:cs/>
          <w:lang w:bidi="hi-IN"/>
        </w:rPr>
        <w:t>सिकंदर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उलमा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इख़तेलाफ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बेशतर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मुक़र्रेबए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सकता।</w:t>
      </w: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ख़सलत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बचपन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रौशन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मुनव्वर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इबतदा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तबलीग़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अपनाया</w:t>
      </w:r>
      <w:r w:rsidR="00C116A2">
        <w:rPr>
          <w:cs/>
          <w:lang w:bidi="hi-IN"/>
        </w:rPr>
        <w:t xml:space="preserve"> और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ख़दापरस्ती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हिदयत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शरपसन्दों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दाहिनी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जांबहक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पाँच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मशीयते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बाएँ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ज़र्ब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मिर्दा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ज़ख्म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खुर्दा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बादशाही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मुवरेख़ीन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दोबारा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जुलकरनैन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कुरान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मजीद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सराहत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अशख़ास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जिनमें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नमरूद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बख़्तेनसर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सुलेमान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सिकन्दर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जुलक़रनैन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मशहूर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</w:p>
    <w:p w:rsidR="00784BCC" w:rsidRDefault="00E21429" w:rsidP="006A0293">
      <w:pPr>
        <w:pStyle w:val="libNormal"/>
      </w:pPr>
      <w:r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ख़ुदा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सिकन्दर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जुलक़रनैन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शिकोह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दबदबा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एक़तेदार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मालिक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बना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दिया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इज़्ज़त</w:t>
      </w:r>
      <w:r w:rsidR="00784BCC">
        <w:t xml:space="preserve">, </w:t>
      </w:r>
      <w:r w:rsidR="00784BCC">
        <w:rPr>
          <w:rFonts w:hint="cs"/>
          <w:cs/>
          <w:lang w:bidi="hi-IN"/>
        </w:rPr>
        <w:t>कूवत</w:t>
      </w:r>
      <w:r w:rsidR="00784BCC">
        <w:t xml:space="preserve">, </w:t>
      </w:r>
      <w:r w:rsidR="00784BCC">
        <w:rPr>
          <w:rFonts w:hint="cs"/>
          <w:cs/>
          <w:lang w:bidi="hi-IN"/>
        </w:rPr>
        <w:t>हैबत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हुकूमत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आता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उन्होंने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दुनिया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सफर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अपनी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सलतनत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वसअतों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जाय़जा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लेने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इरादा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चुनान्चे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रुप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निकले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चलते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आफताब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गुरुब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होने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जगह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पहुंचे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वहां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उन्होने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देखा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कायनात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रोशनी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देने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वाला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नूर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बरसाने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वाला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सूरज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सियाह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रंग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कीचड़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एक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चश्में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डूब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रहा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चश्मे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करीब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एक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क़ौम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भी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आबाद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अभी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करिश्मा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देख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रहे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परवरदिगार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इरशाद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हुआ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ऐ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जुलक़रनैन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तुम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क़ौम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सजा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दोगे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इनके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हुस्ने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सुलूक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करोगे।</w:t>
      </w:r>
    </w:p>
    <w:p w:rsidR="00784BCC" w:rsidRDefault="00E21429" w:rsidP="006A0293">
      <w:pPr>
        <w:pStyle w:val="libNormal"/>
      </w:pPr>
      <w:r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जुलक़रनैन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कहा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पालने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वाले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सरकशों</w:t>
      </w:r>
      <w:r w:rsidR="00784BCC">
        <w:t xml:space="preserve">, </w:t>
      </w:r>
      <w:r w:rsidR="00784BCC">
        <w:rPr>
          <w:rFonts w:hint="cs"/>
          <w:cs/>
          <w:lang w:bidi="hi-IN"/>
        </w:rPr>
        <w:t>मुशरिकों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ज़ालिमों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सज़ा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देंगे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क्योंकि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तेरी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तरफ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भी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बरोज़े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क़यामत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अज़ाब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सुलूक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करेंगे।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चूंकि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क़यामत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जज़ाते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ख़ैर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मुसतहक़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होगा।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क़ौम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लोगों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बारे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मुवर्रेख़ीन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मुफ़स्सेरीन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कहना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नास्तिक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काफ़िर</w:t>
      </w:r>
      <w:r w:rsidR="00784BCC">
        <w:t xml:space="preserve">, </w:t>
      </w:r>
      <w:r w:rsidR="00784BCC">
        <w:rPr>
          <w:rFonts w:hint="cs"/>
          <w:cs/>
          <w:lang w:bidi="hi-IN"/>
        </w:rPr>
        <w:t>क़दावर</w:t>
      </w:r>
      <w:r w:rsidR="00784BCC">
        <w:t xml:space="preserve">, </w:t>
      </w:r>
      <w:r w:rsidR="00784BCC">
        <w:rPr>
          <w:rFonts w:hint="cs"/>
          <w:cs/>
          <w:lang w:bidi="hi-IN"/>
        </w:rPr>
        <w:t>सुर्ख़बालों</w:t>
      </w:r>
      <w:r w:rsidR="00784BCC">
        <w:t xml:space="preserve">, </w:t>
      </w:r>
      <w:r w:rsidR="00784BCC">
        <w:rPr>
          <w:rFonts w:hint="cs"/>
          <w:cs/>
          <w:lang w:bidi="hi-IN"/>
        </w:rPr>
        <w:t>करंजी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आंखो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वाले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थे।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इनका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लिबास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हैवानों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खाल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ग़िज़ा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जानवरो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गोशत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था।</w:t>
      </w:r>
    </w:p>
    <w:p w:rsidR="00784BCC" w:rsidRDefault="00E21429" w:rsidP="006A0293">
      <w:pPr>
        <w:pStyle w:val="libNormal"/>
      </w:pPr>
      <w:r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अजीबो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ग़रीब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मुक़ाम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मुशाहेदा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बाद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जुलक़रनैन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एक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दूसरे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सिम्त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रुख़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चलते</w:t>
      </w:r>
      <w:r w:rsidR="00784BCC">
        <w:rPr>
          <w:cs/>
          <w:lang w:bidi="hi-IN"/>
        </w:rPr>
        <w:t>-</w:t>
      </w:r>
      <w:r w:rsidR="00784BCC">
        <w:rPr>
          <w:rFonts w:hint="cs"/>
          <w:cs/>
          <w:lang w:bidi="hi-IN"/>
        </w:rPr>
        <w:t>चलते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उस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मुक़ाम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पहुंचे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जिस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जगह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lastRenderedPageBreak/>
        <w:t>आफ़ताब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निकलता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वहां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भी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इन्होने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एक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ऐसी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आबादी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देखी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जिनके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सरों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आफ़ताब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तुलू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रहा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छुपाने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लिओ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कोई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साया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नहीं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क़ौम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बारे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मुफ़स्सेरीन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मुअर्रेख़ीन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कहना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लोग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वहशी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इन्हें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घर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बनाने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सलीका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नहीं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था।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धूप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बचने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कोई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ज़रिया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था।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अलबत्ता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तेज़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बारिश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होती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पहाड़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ग़ारो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पनाह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लेते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थे।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घास</w:t>
      </w:r>
      <w:r w:rsidR="00784BCC">
        <w:rPr>
          <w:cs/>
          <w:lang w:bidi="hi-IN"/>
        </w:rPr>
        <w:t>-</w:t>
      </w:r>
      <w:r w:rsidR="00784BCC">
        <w:rPr>
          <w:rFonts w:hint="cs"/>
          <w:cs/>
          <w:lang w:bidi="hi-IN"/>
        </w:rPr>
        <w:t>फूस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इनकी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ग़िज़ा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लोग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जानवरो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तरह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ज़िन्दगी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बसर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थे।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ज़ुलक़रनैन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यहां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एक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तीसरा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रास्ता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इख़्तेयार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चलते</w:t>
      </w:r>
      <w:r w:rsidR="00784BCC">
        <w:rPr>
          <w:cs/>
          <w:lang w:bidi="hi-IN"/>
        </w:rPr>
        <w:t>-</w:t>
      </w:r>
      <w:r w:rsidR="00784BCC">
        <w:rPr>
          <w:rFonts w:hint="cs"/>
          <w:cs/>
          <w:lang w:bidi="hi-IN"/>
        </w:rPr>
        <w:t>चलते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एक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पहाड़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किनारों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दरमियान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गुज़रे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वहां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देखा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वहां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भई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एक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क़ौम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आबाद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जिसकी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ज़बान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अजीबो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ग़रीब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मगर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चूंकि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इन्हें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खुदा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मुख़तलिफ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ज़बानों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भी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क़ुदरत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अता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थी।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इसलिए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उन्होंने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क़ौम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लोगों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बाचतीच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भी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इनका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हाल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भी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पूछा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लोगों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बात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शिकायत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घाटी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पार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याजूज</w:t>
      </w:r>
      <w:r w:rsidR="00784BCC">
        <w:rPr>
          <w:cs/>
          <w:lang w:bidi="hi-IN"/>
        </w:rPr>
        <w:t>-</w:t>
      </w:r>
      <w:r w:rsidR="00784BCC">
        <w:rPr>
          <w:rFonts w:hint="cs"/>
          <w:cs/>
          <w:lang w:bidi="hi-IN"/>
        </w:rPr>
        <w:t>माजूज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क़ौम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आबाद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फ़साद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बरपा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करती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लोगों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खुरूज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हमारी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ज़राअतों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बाग़ों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तबाह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बरबाद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हमारे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सैकड़ों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आदमियों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खा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जाते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अगर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आप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कहें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लोग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आप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पास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ग़र्ज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चन्दा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जमा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करेंकि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आप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हमारे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उस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क़ौम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दरमियान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कोई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मुसतहकम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दीवार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तामीरकर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दें।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ताकि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बवक़्ते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खुरूज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हमारी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तरफ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सकें।</w:t>
      </w:r>
    </w:p>
    <w:p w:rsidR="00784BCC" w:rsidRDefault="00E21429" w:rsidP="006A0293">
      <w:pPr>
        <w:pStyle w:val="libNormal"/>
      </w:pPr>
      <w:r>
        <w:rPr>
          <w:cs/>
          <w:lang w:bidi="hi-IN"/>
        </w:rPr>
        <w:lastRenderedPageBreak/>
        <w:t xml:space="preserve"> </w:t>
      </w:r>
      <w:r w:rsidR="00784BCC">
        <w:rPr>
          <w:rFonts w:hint="cs"/>
          <w:cs/>
          <w:lang w:bidi="hi-IN"/>
        </w:rPr>
        <w:t>ज़ुलक़रनैन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कहा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मेरे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परवरदिगार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मुझे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खर्च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कुदरत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तुम्हारे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चन्दे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कहीं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बेहतर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मुझे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तुम्हारा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माल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नहीं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चाहिए।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शर्त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अगर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तुम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लोग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मेरी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मदद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मेरी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हितायत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अमल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मैं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तुम्हारे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क़ौम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दरमियान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एक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आहनी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दीवार</w:t>
      </w:r>
      <w:r w:rsidR="00784BCC">
        <w:rPr>
          <w:cs/>
          <w:lang w:bidi="hi-IN"/>
        </w:rPr>
        <w:t xml:space="preserve"> (</w:t>
      </w:r>
      <w:r w:rsidR="00784BCC">
        <w:rPr>
          <w:rFonts w:hint="cs"/>
          <w:cs/>
          <w:lang w:bidi="hi-IN"/>
        </w:rPr>
        <w:t>लोहे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) </w:t>
      </w:r>
      <w:r w:rsidR="00784BCC">
        <w:rPr>
          <w:rFonts w:hint="cs"/>
          <w:cs/>
          <w:lang w:bidi="hi-IN"/>
        </w:rPr>
        <w:t>तामीर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इनकी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तबाहकारियों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हमेशा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लिए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तुम्हें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महफूज़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दूं।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ग़र्ज़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लोग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जुलक़रनैन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हिदायतों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अमल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लिए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तैयार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कमरब़स्ता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गये।</w:t>
      </w:r>
    </w:p>
    <w:p w:rsidR="0036576F" w:rsidRDefault="0036576F" w:rsidP="006A0293">
      <w:pPr>
        <w:pStyle w:val="libNormal"/>
        <w:rPr>
          <w:lang w:bidi="hi-IN"/>
        </w:rPr>
      </w:pPr>
    </w:p>
    <w:p w:rsidR="00784BCC" w:rsidRDefault="00784BCC" w:rsidP="0036576F">
      <w:pPr>
        <w:pStyle w:val="Heading1"/>
      </w:pPr>
      <w:bookmarkStart w:id="48" w:name="_Toc501013971"/>
      <w:r>
        <w:rPr>
          <w:rFonts w:hint="cs"/>
          <w:cs/>
          <w:lang w:bidi="hi-IN"/>
        </w:rPr>
        <w:t>याजूज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माजूज</w:t>
      </w:r>
      <w:bookmarkEnd w:id="48"/>
    </w:p>
    <w:p w:rsidR="00784BCC" w:rsidRDefault="00E21429" w:rsidP="006A0293">
      <w:pPr>
        <w:pStyle w:val="libNormal"/>
      </w:pPr>
      <w:r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एक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बहुत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बड़ी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क़ौम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जानिबे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शिमाल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ज़मीन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आख़िरी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हिस्से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पहाड़ों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दरमियान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आबाद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हैं।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याजूज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माजूज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क़ौम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यूरिसे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आला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थे।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बाज़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रवायतों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पता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चलता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याजूज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माजूज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हज़रते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याफ़िस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बिन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नूह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औलाद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गिरोह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इनके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जिस्मानी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साख़्त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किस्में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हैं।</w:t>
      </w:r>
    </w:p>
    <w:p w:rsidR="00784BCC" w:rsidRDefault="00E21429" w:rsidP="006A0293">
      <w:pPr>
        <w:pStyle w:val="libNormal"/>
      </w:pPr>
      <w:r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पहली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इनमें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कुछ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ऐसे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लम्बे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तडंगे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इनका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क़द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ताड़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दरख़त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बराबर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दूसरी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क़िस्म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लोगो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लम्बायी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चौड़ाई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दोनो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बराबर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है।और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तीसरे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क़िस्म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लोग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जिनके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बहुत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बड़े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चुनान्चे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अपने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एक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बिछौने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दूसरे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ओढ़ने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लेते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हैं।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इनकी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तादाद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अहद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ज़ुलकरनैन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चार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लाख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थी।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याजूज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माजूज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क़ौम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औरतें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भी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मर्द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भी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इनमें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कोई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मर्द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वक्त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नही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मरता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एक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हज़ार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औलादें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करे।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lastRenderedPageBreak/>
        <w:t>यह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बरहैना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रहते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हैं।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चलते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फिरते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जानवरों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तरह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जुफती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खाते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हैवानों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सतह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ज़िन्दगी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बसर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इन्के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जिसमों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रिछ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तरह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बाल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होते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जिनसे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ऐसी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बदबू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निकलती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जिसे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कोई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बर्दाशत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नही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सकता।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इनकी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आवाज़े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इतनी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क़रखत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बलन्द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मीलों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फासले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सुनी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सकती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असल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ग़िज़ा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इनकी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मछली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चुनांचे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मछलियां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ग़िज़ा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भुख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घास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दरखतों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पत्तियां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आदमी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जानवर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जिधर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784BCC" w:rsidRDefault="00784BCC" w:rsidP="0036576F">
      <w:pPr>
        <w:pStyle w:val="Heading2"/>
      </w:pPr>
      <w:bookmarkStart w:id="49" w:name="_Toc501013972"/>
      <w:r>
        <w:rPr>
          <w:rFonts w:hint="cs"/>
          <w:cs/>
          <w:lang w:bidi="hi-IN"/>
        </w:rPr>
        <w:t>दीवार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तामीर</w:t>
      </w:r>
      <w:bookmarkEnd w:id="49"/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ज़ुलक़रनैन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पहाड़ी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ताम्बे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ताम्बा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इकरट्ठा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इधर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ज़ुलक़रनैन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हिक्मते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पिघलाने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सुफूफ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ख़ासियत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तांम्बे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पिघल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मुख़तसर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पहाड़ी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लोहा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ताम्बा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 w:rsidR="00C116A2">
        <w:rPr>
          <w:cs/>
          <w:lang w:bidi="hi-IN"/>
        </w:rPr>
        <w:t xml:space="preserve"> और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सफुफ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रहीं।</w:t>
      </w: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मुद्दत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मुकम्मल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 w:rsidR="00C116A2">
        <w:rPr>
          <w:cs/>
          <w:lang w:bidi="hi-IN"/>
        </w:rPr>
        <w:t xml:space="preserve"> और </w:t>
      </w:r>
      <w:r>
        <w:rPr>
          <w:rFonts w:hint="cs"/>
          <w:cs/>
          <w:lang w:bidi="hi-IN"/>
        </w:rPr>
        <w:t>दीवार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तामीर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तरतीब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लम्बी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ज़लक़रनैन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लकड़िया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लकड़िया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मसरूफ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दरख़तों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ढेर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लकड़ियों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जुलक़रनैन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धौकते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धौकते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धौकते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सुर्ख़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अंगारा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ज़ुलक़रनैम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धातु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पिघलाने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सफ़ूफ़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तांबा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पिघला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पिघला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मुसतहकम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याजूज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माजूज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नक़ब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तकमील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ज़ुलक़रनैम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सजदए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शुक्मर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नीशानी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मेहरबानी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हुज्जतुल्लाह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वन्दे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मुनहदिम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वायदा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सच्चा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अटल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cs/>
          <w:lang w:bidi="hi-IN"/>
        </w:rPr>
        <w:lastRenderedPageBreak/>
        <w:t xml:space="preserve"> </w:t>
      </w:r>
      <w:r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मजलिसी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ज़ुलक़रनैन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परिशता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रक़ाईल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</w:p>
    <w:p w:rsidR="00784BCC" w:rsidRDefault="00784BCC" w:rsidP="0036576F">
      <w:pPr>
        <w:pStyle w:val="Heading2"/>
      </w:pPr>
      <w:bookmarkStart w:id="50" w:name="_Toc501013973"/>
      <w:r>
        <w:rPr>
          <w:rFonts w:hint="cs"/>
          <w:cs/>
          <w:lang w:bidi="hi-IN"/>
        </w:rPr>
        <w:t>समन्दर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सैर</w:t>
      </w:r>
      <w:bookmarkEnd w:id="50"/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हयातुल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क़ुलूब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जुलक़रनैन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जाफरे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गोशे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ज़ुलक़रनैन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मुसल्लम</w:t>
      </w:r>
      <w:r w:rsidR="00C116A2">
        <w:rPr>
          <w:cs/>
          <w:lang w:bidi="hi-IN"/>
        </w:rPr>
        <w:t xml:space="preserve"> और </w:t>
      </w:r>
      <w:r>
        <w:rPr>
          <w:rFonts w:hint="cs"/>
          <w:cs/>
          <w:lang w:bidi="hi-IN"/>
        </w:rPr>
        <w:t>मुस्तहकम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समुन्दर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गहराइयों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इश्तेयाक़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शीशे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सन्दूक़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बनवाया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मुशाहेदा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संदूक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 w:rsidR="0036576F">
        <w:rPr>
          <w:rFonts w:hint="cs"/>
          <w:cs/>
          <w:lang w:bidi="hi-IN"/>
        </w:rPr>
        <w:t>औ</w:t>
      </w:r>
      <w:r>
        <w:rPr>
          <w:rFonts w:hint="cs"/>
          <w:cs/>
          <w:lang w:bidi="hi-IN"/>
        </w:rPr>
        <w:t>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वगैरा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इन्तिज़ाम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हमराहियों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समुंदर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किनारे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पहुंचे</w:t>
      </w:r>
      <w:r>
        <w:rPr>
          <w:cs/>
          <w:lang w:bidi="hi-IN"/>
        </w:rPr>
        <w:t xml:space="preserve"> </w:t>
      </w:r>
      <w:r w:rsidR="0036576F">
        <w:rPr>
          <w:rFonts w:hint="cs"/>
          <w:cs/>
          <w:lang w:bidi="hi-IN"/>
        </w:rPr>
        <w:t>औ</w:t>
      </w:r>
      <w:r>
        <w:rPr>
          <w:rFonts w:hint="cs"/>
          <w:cs/>
          <w:lang w:bidi="hi-IN"/>
        </w:rPr>
        <w:t>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समुन्दर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दरमीयान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पहंची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सन्दूक़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बांधी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सन्दूक़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समुंदर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दो।</w:t>
      </w:r>
      <w:r>
        <w:rPr>
          <w:cs/>
          <w:lang w:bidi="hi-IN"/>
        </w:rPr>
        <w:t xml:space="preserve"> </w:t>
      </w:r>
      <w:r w:rsidR="0036576F">
        <w:rPr>
          <w:rFonts w:hint="cs"/>
          <w:cs/>
          <w:lang w:bidi="hi-IN"/>
        </w:rPr>
        <w:t>औ</w:t>
      </w:r>
      <w:r>
        <w:rPr>
          <w:rFonts w:hint="cs"/>
          <w:cs/>
          <w:lang w:bidi="hi-IN"/>
        </w:rPr>
        <w:t>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दो।</w:t>
      </w:r>
      <w:r w:rsidR="0036576F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खैंच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ज़ुलक़रनैन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समुंदर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गहराइयों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 w:rsidR="0036576F">
        <w:rPr>
          <w:rFonts w:hint="cs"/>
          <w:cs/>
          <w:lang w:bidi="hi-IN"/>
        </w:rPr>
        <w:t>औ</w:t>
      </w:r>
      <w:r>
        <w:rPr>
          <w:rFonts w:hint="cs"/>
          <w:cs/>
          <w:lang w:bidi="hi-IN"/>
        </w:rPr>
        <w:t>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समन्दरी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अजायबात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मख़्लूक़ात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सन्दूक़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मारा</w:t>
      </w:r>
      <w:r w:rsidR="00C116A2">
        <w:rPr>
          <w:cs/>
          <w:lang w:bidi="hi-IN"/>
        </w:rPr>
        <w:t xml:space="preserve"> और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मुतावज्जे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ज़ुलक़रनैन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समन्दर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जाऊं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तूफ़ान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="0036576F">
        <w:rPr>
          <w:rFonts w:hint="cs"/>
          <w:cs/>
          <w:lang w:bidi="hi-IN"/>
        </w:rPr>
        <w:t>औ</w:t>
      </w:r>
      <w:r>
        <w:rPr>
          <w:rFonts w:hint="cs"/>
          <w:cs/>
          <w:lang w:bidi="hi-IN"/>
        </w:rPr>
        <w:t>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गहरइयों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ज़ुलक़रनैन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पलटे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सिद्दे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सिकन्दरी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कहलायी।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784BCC" w:rsidRDefault="00784BCC" w:rsidP="006A0293">
      <w:pPr>
        <w:pStyle w:val="libNormal"/>
      </w:pPr>
    </w:p>
    <w:p w:rsidR="00784BCC" w:rsidRDefault="00784BCC" w:rsidP="0036576F">
      <w:pPr>
        <w:pStyle w:val="Heading1"/>
      </w:pPr>
      <w:bookmarkStart w:id="51" w:name="_Toc501013974"/>
      <w:r>
        <w:rPr>
          <w:rFonts w:hint="cs"/>
          <w:cs/>
          <w:lang w:bidi="hi-IN"/>
        </w:rPr>
        <w:t>नमाज़ी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मुलाक़ात</w:t>
      </w:r>
      <w:bookmarkEnd w:id="51"/>
    </w:p>
    <w:p w:rsidR="00784BCC" w:rsidRDefault="00784BCC" w:rsidP="0036576F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ज़ुलकरनैन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समुंदर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लुत्फ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अन्दोज़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पलट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मसरूफ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तवज्जो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फारिग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 w:rsidR="0036576F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 w:rsidR="00043424"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तवज्जे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मुनाजात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मसरूफ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बादशाही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बादशाही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ग़ालिब</w:t>
      </w:r>
      <w:r>
        <w:t xml:space="preserve">,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ख़ौफ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मुतावज्जे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नाराज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ज़ुलक़रनैन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36576F"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ममलेकत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करूँ।</w:t>
      </w: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अव्वल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नेअमत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पज़ीर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 xml:space="preserve">,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 xml:space="preserve">, </w:t>
      </w:r>
      <w:r>
        <w:rPr>
          <w:rFonts w:hint="cs"/>
          <w:cs/>
          <w:lang w:bidi="hi-IN"/>
        </w:rPr>
        <w:t>तीसरे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बख़शों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बुढ़ापा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चोथी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श्रत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ज़ीन्दगी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ज़ुलक़रनैन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मख़लूक़ात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क़ादिर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कुदरत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ज़ुलक़रनैन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क़बज़ए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कुदरत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ज़ुलक़रनैन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गुफतुगू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</w:p>
    <w:p w:rsidR="00784BCC" w:rsidRDefault="00784BCC" w:rsidP="006A0293">
      <w:pPr>
        <w:pStyle w:val="libNormal"/>
      </w:pPr>
    </w:p>
    <w:p w:rsidR="00784BCC" w:rsidRDefault="00784BCC" w:rsidP="0036576F">
      <w:pPr>
        <w:pStyle w:val="Heading1"/>
      </w:pPr>
      <w:bookmarkStart w:id="52" w:name="_Toc501013975"/>
      <w:r>
        <w:rPr>
          <w:rFonts w:hint="cs"/>
          <w:cs/>
          <w:lang w:bidi="hi-IN"/>
        </w:rPr>
        <w:t>ज़ुलक़रनैन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सवालात</w:t>
      </w:r>
      <w:bookmarkEnd w:id="52"/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मजलिसी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हयातुल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कुलूब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जुलक़रनैन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जुलक़रनैन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फरमाइये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किलक़त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काय़म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अज़तक़लीक़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दवां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मुत्तेला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फ़रमाइये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कीजिए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जुलक़रनैन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किलक़त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दवां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आफ़ताब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जुहूर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जिंन्दगी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बेसक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नेअमतों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नवाज़िशों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</w:p>
    <w:p w:rsidR="00784BCC" w:rsidRDefault="00784BCC" w:rsidP="0036576F">
      <w:pPr>
        <w:pStyle w:val="Heading2"/>
      </w:pPr>
      <w:bookmarkStart w:id="53" w:name="_Toc501013976"/>
      <w:r>
        <w:rPr>
          <w:rFonts w:hint="cs"/>
          <w:cs/>
          <w:lang w:bidi="hi-IN"/>
        </w:rPr>
        <w:t>मुर्दों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खोपड़ियां</w:t>
      </w:r>
      <w:bookmarkEnd w:id="53"/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मजलिसी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रक़मतराज़हैं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जुलक़रनैन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खौपड़ियां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पुलट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जुलक़रनैन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दरियाफ़त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खोपड़ियोंम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ग़रीब।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ज़ुलक़रनैन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तन्बीह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</w:p>
    <w:p w:rsidR="00784BCC" w:rsidRDefault="00784BCC" w:rsidP="006A0293">
      <w:pPr>
        <w:pStyle w:val="libNormal"/>
      </w:pPr>
    </w:p>
    <w:p w:rsidR="00784BCC" w:rsidRDefault="00784BCC" w:rsidP="0036576F">
      <w:pPr>
        <w:pStyle w:val="Heading1"/>
      </w:pPr>
      <w:bookmarkStart w:id="54" w:name="_Toc501013977"/>
      <w:r>
        <w:rPr>
          <w:rFonts w:hint="cs"/>
          <w:cs/>
          <w:lang w:bidi="hi-IN"/>
        </w:rPr>
        <w:t>आबे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तलाश</w:t>
      </w:r>
      <w:bookmarkEnd w:id="54"/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क़ौमे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याजूज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माजूज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आहिनी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तामीर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रक़ाएल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फरिशते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मासूर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ज़ुलक़रनैन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 w:rsidR="0036576F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फरिशता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जुलक़रनैन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मुख़लिफ़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मौजूआत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गुफतुगू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ज़ुलक़रनैन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रक़ाएल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मुम्किन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रक़ाएल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चश्मा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आती।जब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करे।जुलक़रनैन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चश्मा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रक़ाएल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जुल्मात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चश्मा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नामुम्किन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रक़ाएल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ज़ुलक़रनैन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जुल्मात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चश्मे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फ़ोक़हा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औसिया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दरियाफ़त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सभीं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लाइल्मी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बज़्म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तशरीफ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जुल्मात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चश्मा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मशरिक़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सहीफे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निशानदेही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ज़ुलकरनैन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हौसलों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</w:p>
    <w:p w:rsidR="00784BCC" w:rsidRDefault="00E21429" w:rsidP="006A0293">
      <w:pPr>
        <w:pStyle w:val="libNormal"/>
      </w:pPr>
      <w:r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चुनान्चे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उन्होंने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तमाम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उलमा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फोक़हा</w:t>
      </w:r>
      <w:r w:rsidR="00784BCC">
        <w:t xml:space="preserve">, </w:t>
      </w:r>
      <w:r w:rsidR="00784BCC">
        <w:rPr>
          <w:rFonts w:hint="cs"/>
          <w:cs/>
          <w:lang w:bidi="hi-IN"/>
        </w:rPr>
        <w:t>होकमा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अपने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हमराह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लिया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काफ़ी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साज़ो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सामा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नीज़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लशकर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साथ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जनाबे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खिज़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रहनुमायी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आबे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हयात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तलाश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निकल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खड़े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हुए।और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बारह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साल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मुसलसल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सफर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सउबतें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बरदाश्त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बाद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बिला</w:t>
      </w:r>
      <w:r w:rsidR="0036576F">
        <w:rPr>
          <w:rFonts w:hint="cs"/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आख़िर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उस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बहरे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जुल्मा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पहुंच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गये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जिसका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जिक्र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रक़ाइल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था।</w:t>
      </w:r>
      <w:r w:rsidR="0036576F">
        <w:rPr>
          <w:rFonts w:hint="cs"/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जुलक़रनैन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अपने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लशकर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जुल्मात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किनारे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ठहराया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उसमें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छह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हज़ार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अहले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दानिश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अहले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कमाल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मुनतख़ब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उनसे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फ़रमाया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मै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ज़ोलमात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दाख़िल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होकर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तय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करना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चहाता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हूं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तुम्हारी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क्या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राय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अकसरीयत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मुखालेफत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कहा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इरादा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तर्क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दीजिए</w:t>
      </w:r>
      <w:r>
        <w:rPr>
          <w:cs/>
          <w:lang w:bidi="hi-IN"/>
        </w:rPr>
        <w:t>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ज़ुलकरैन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कहा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मै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इरादा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चुका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हूँ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अपनी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जगह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अटल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ख्वाह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मै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ज़िन्दा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रहू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हलाक़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जाउं।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उलमा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होकमा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भी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समझाया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lastRenderedPageBreak/>
        <w:t>मगर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ज़ुलकरनैन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किसी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बात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मानने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तैयार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हुए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लौगो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कहा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आप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इख्तेयार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मगर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सफर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आप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माफी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ख्वास्तगार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हैं।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जुलक़रनैन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ख़िज्र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जोलमात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फरमायेगें।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खिज्र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जुलकरनैन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फ़राहम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जांबाज़ों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मुद्दत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पलट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आउं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लशकरियों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इखतेयार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घोडियों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क़ाफेला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जोलमाल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मंज़िल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खिज्र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पीछें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ज़ुलकरनैन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लशकर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खिज्र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ज़ुलक़रनैन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मंजिल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मजलिसी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जुलकरनैन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चश्मा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मिनजुमला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t>356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चश्में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आलूदा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मछलियां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ज़ोलमात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t>360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मछलियां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खिज्र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हंगाम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t>356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आदमियों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मछली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तक़सीम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चश्में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हिदायत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मछली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चश्में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गोता</w:t>
      </w:r>
      <w:r>
        <w:rPr>
          <w:cs/>
          <w:lang w:bidi="hi-IN"/>
        </w:rPr>
        <w:t xml:space="preserve"> </w:t>
      </w:r>
      <w:r w:rsidR="0036576F">
        <w:rPr>
          <w:rFonts w:hint="cs"/>
          <w:cs/>
          <w:lang w:bidi="hi-IN"/>
        </w:rPr>
        <w:t>दे</w:t>
      </w:r>
      <w:r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मछली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चश्मा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दीजिये।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खिज्र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पहुचें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>
        <w:t>360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चश्में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जुलक़रनैन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हिदायत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मछली</w:t>
      </w:r>
      <w:r>
        <w:rPr>
          <w:cs/>
          <w:lang w:bidi="hi-IN"/>
        </w:rPr>
        <w:t xml:space="preserve"> </w:t>
      </w:r>
      <w:r>
        <w:t>356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तक़सीम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मछली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चश्मों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चश्में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इत्तेफाक़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चश्में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खिज्र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चश्मा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आलूदा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मछली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लगी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कपड़े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धोये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ज़ुलकरनैन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माजरा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खडुशकडबरी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ज़ुलकरनैन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चश्में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चश्में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जुलमात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रोशनी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समन्दर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आफताब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रोशनी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अनवारे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तजल्ली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ताबीर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मुनासिब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सुर्ख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संगरेज़े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मरवारीद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ज़ुलकरनैन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आलीशान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चमक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दमक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खामोशी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दास्तान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</w:t>
      </w:r>
      <w:r w:rsidR="0036576F">
        <w:rPr>
          <w:rFonts w:hint="cs"/>
          <w:cs/>
          <w:lang w:bidi="hi-IN"/>
        </w:rPr>
        <w:t>ो</w:t>
      </w:r>
      <w:r>
        <w:rPr>
          <w:rFonts w:hint="cs"/>
          <w:cs/>
          <w:lang w:bidi="hi-IN"/>
        </w:rPr>
        <w:t>हरा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जुलकरनैन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खिज्र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निगरानी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ठहराया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वीरानी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बेधड़क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इन्तेहायी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खूबसूरत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मुशाबेह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सफेद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महफुस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ज़ुलकरनैन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आहट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चौंका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ज़ुलक़रनैन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कुशादा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पत्थर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टुकड़ा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ज़ुलकरनैन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फेंका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पत्थरों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अजीबो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मिलेगा।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ज़ुलकरनैन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पतथर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टुकडा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पलटे।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पत्थर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दिखाया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पत्थर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हकीकत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पत्थर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ठहरता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पत्थर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तराज़ू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ऱखें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खिज्र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करिश्मा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ज़ुलकरनैन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पत्थर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ठहरता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खिज्र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पत्थर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पत्थर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तराजू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पल्ले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खिज्र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मुठ्ठी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पत्थर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पत्थर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तराजू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ठहरा।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हांलाकि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पत्थर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ठहरता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ज़ुलकरनैन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खिज़्र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खिज़्र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ज़ुलकरनैन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पत्थर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फरिश्ता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पत्थर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मामुली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टुकड़ों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बदशाही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इज़ाफा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हिरसों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खत्म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ज़ुलकरनैन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रिक़्कत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ख़िज्र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पत्थर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इबादते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गुज़ारुगां।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ज़ुलकरनैन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लशकरी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जुलमात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पलटे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चश्मा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जुलक़रनैन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खिज़्र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क़िस्मत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रखा।</w:t>
      </w:r>
    </w:p>
    <w:p w:rsidR="00784BCC" w:rsidRDefault="00784BCC" w:rsidP="006A0293">
      <w:pPr>
        <w:pStyle w:val="libNormal"/>
      </w:pP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मजलिसी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जुस्तजू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ज़ुलक़रनैन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दुमतहुल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जिनदल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सुकूनत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इखतेयार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t>500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इन्तेक़ाल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फरमाया।</w:t>
      </w:r>
    </w:p>
    <w:p w:rsidR="00784BCC" w:rsidRDefault="00784BCC" w:rsidP="006A0293">
      <w:pPr>
        <w:pStyle w:val="libNormal"/>
      </w:pPr>
    </w:p>
    <w:p w:rsidR="0036576F" w:rsidRDefault="0036576F">
      <w:pPr>
        <w:spacing w:after="0" w:line="240" w:lineRule="auto"/>
        <w:rPr>
          <w:rFonts w:ascii="SolaimanLipi" w:eastAsia="Times New Roman" w:hAnsi="SolaimanLipi" w:cs="Mangal"/>
          <w:b/>
          <w:bCs/>
          <w:color w:val="1F497D"/>
          <w:sz w:val="36"/>
          <w:szCs w:val="36"/>
          <w:cs/>
          <w:lang w:bidi="hi-IN"/>
        </w:rPr>
      </w:pPr>
      <w:r>
        <w:rPr>
          <w:cs/>
          <w:lang w:bidi="hi-IN"/>
        </w:rPr>
        <w:br w:type="page"/>
      </w:r>
    </w:p>
    <w:p w:rsidR="00784BCC" w:rsidRDefault="00784BCC" w:rsidP="0036576F">
      <w:pPr>
        <w:pStyle w:val="Heading1"/>
      </w:pPr>
      <w:bookmarkStart w:id="55" w:name="_Toc501013978"/>
      <w:r>
        <w:rPr>
          <w:rFonts w:hint="cs"/>
          <w:cs/>
          <w:lang w:bidi="hi-IN"/>
        </w:rPr>
        <w:lastRenderedPageBreak/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याक़ूब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यूसूफ़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bookmarkEnd w:id="55"/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इसहाक़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याक़ूब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जुडवां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विलादत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इसहाक़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वफ़ात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याक़ूब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खलीफ़ा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जानशीन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</w:p>
    <w:p w:rsidR="00784BCC" w:rsidRDefault="00784BCC" w:rsidP="006A0293">
      <w:pPr>
        <w:pStyle w:val="libNormal"/>
      </w:pP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याक़ूब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विलादत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t>1837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कब्ल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शोराइल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यहूदा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शमउन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ज़बालून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यशजर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नाबिर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रायल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बनयामीन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मुतावल्लिद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रायील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कमसिनी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इन्तेक़ाल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याकूब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कनीज़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तफ़तानी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चौथा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कनीज़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याकूब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मजमुई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शोहरए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आफ़ाक़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आंखों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तस्वीर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</w:p>
    <w:p w:rsidR="00784BCC" w:rsidRDefault="00784BCC" w:rsidP="0036576F">
      <w:pPr>
        <w:pStyle w:val="Heading1"/>
      </w:pPr>
      <w:bookmarkStart w:id="56" w:name="_Toc501013979"/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ख़्वाब</w:t>
      </w:r>
      <w:bookmarkEnd w:id="56"/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तजल्ली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कायनात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रौशन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मुनव्वर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पहाड़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बलन्दी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भरे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दरख़तों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क़तारें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मछलियां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तस्बीहे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मशग़ूल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नूरानी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पोशाक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पहनायी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रमूज़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रोशन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ख़ज़ानों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कुंजियां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सुपुर्द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ग्यारह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सितारों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मुफ्सेरीन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याक़ूब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ग्यारह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सितारों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ग्यारह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भाई।</w:t>
      </w:r>
    </w:p>
    <w:p w:rsidR="00784BCC" w:rsidRDefault="00784BCC" w:rsidP="006A0293">
      <w:pPr>
        <w:pStyle w:val="libNormal"/>
      </w:pP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याक़ूब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याक़ूब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भाइयों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अय्यारी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तदबीरें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इख़तेयार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ताबीर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मनसबे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जलीला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फ़ाएज़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बरगुज़ीदा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ख़्वाबों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ताबीरों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इस्हाक़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नेअमतें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नेअमतें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यक़ीनन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784BCC" w:rsidRDefault="00784BCC" w:rsidP="006A0293">
      <w:pPr>
        <w:pStyle w:val="libNormal"/>
      </w:pP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बेटों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याक़ूब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यूसुफ़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गुफ़तुगू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सुबह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भाइयों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मशहूर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</w:p>
    <w:p w:rsidR="00784BCC" w:rsidRDefault="00784BCC" w:rsidP="006A0293">
      <w:pPr>
        <w:pStyle w:val="libNormal"/>
      </w:pPr>
    </w:p>
    <w:p w:rsidR="00784BCC" w:rsidRDefault="00784BCC" w:rsidP="0036576F">
      <w:pPr>
        <w:pStyle w:val="Heading2"/>
      </w:pPr>
      <w:bookmarkStart w:id="57" w:name="_Toc501013980"/>
      <w:r>
        <w:rPr>
          <w:rFonts w:hint="cs"/>
          <w:cs/>
          <w:lang w:bidi="hi-IN"/>
        </w:rPr>
        <w:t>बरादराने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रश्क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सबब</w:t>
      </w:r>
      <w:bookmarkEnd w:id="57"/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याकूब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आंखों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ओझल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वालहाना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बरादराने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यूसुफ़के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याकूब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अकसरों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बेशतर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सरासर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नाइंसाफी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मोहब्बतें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शफ़क़ते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याकूब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समन्दर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ठाठें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तवज्जों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मशविरा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फ़ैसला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मोहब्बतें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हमदर्दियां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वाबस्ता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मबज़ूल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सकें।</w:t>
      </w:r>
    </w:p>
    <w:p w:rsidR="00784BCC" w:rsidRDefault="00784BCC" w:rsidP="006A0293">
      <w:pPr>
        <w:pStyle w:val="libNormal"/>
      </w:pPr>
    </w:p>
    <w:p w:rsidR="00784BCC" w:rsidRDefault="00784BCC" w:rsidP="0036576F">
      <w:pPr>
        <w:pStyle w:val="Heading2"/>
      </w:pPr>
      <w:bookmarkStart w:id="58" w:name="_Toc501013981"/>
      <w:r>
        <w:rPr>
          <w:rFonts w:hint="cs"/>
          <w:cs/>
          <w:lang w:bidi="hi-IN"/>
        </w:rPr>
        <w:t>फ़रेब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कारियां</w:t>
      </w:r>
      <w:bookmarkEnd w:id="58"/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याक़ूब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खिदमत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हाजिर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दीवारी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ख़वाहिश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खेलनें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कूदनें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भेजिये।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चरायेगा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खेले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भरोसा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कीजिए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भाल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रखेंगे।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याक़ूब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जाओगे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यक़ीनन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हरगिज़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गाफिल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यक़ीनन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निकम्मों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ग़र्ज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यूसूफ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बरादराने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इस्रार।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फरेबकारियों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कामयाब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याक़ूब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कर्बनाक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ख़ामोशी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इजाज़त</w:t>
      </w:r>
      <w:r>
        <w:t>,</w:t>
      </w:r>
      <w:r>
        <w:rPr>
          <w:rFonts w:hint="cs"/>
          <w:cs/>
          <w:lang w:bidi="hi-IN"/>
        </w:rPr>
        <w:t>खामोशी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पकड़ा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फरियाद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मुख़लेफत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रंगने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फायदा।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मुनासिब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कुएं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राहगीर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इधर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गुनाह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जायेगा।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तजवीज़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पीटा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इन्तेहायी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बेदर्दी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बेरहमी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कुएं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फेंक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फासले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बर्बादी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क़ुदरते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मक़सूद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मोजिज़ा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कुएं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ज़ीन्दगी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मकश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कैफ़ियत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यासो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निगेहबानी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पासबानी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अन्क़रीब़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फाएज़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फेले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मुतानब्बेह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करोगे।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क़रआने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सुरए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t>15)</w:t>
      </w:r>
    </w:p>
    <w:p w:rsidR="00784BCC" w:rsidRDefault="00784BCC" w:rsidP="006A0293">
      <w:pPr>
        <w:pStyle w:val="libNormal"/>
      </w:pPr>
    </w:p>
    <w:p w:rsidR="00784BCC" w:rsidRDefault="00784BCC" w:rsidP="0036576F">
      <w:pPr>
        <w:pStyle w:val="Heading2"/>
      </w:pPr>
      <w:bookmarkStart w:id="59" w:name="_Toc501013982"/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कुएं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फ़रोख़त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bookmarkEnd w:id="59"/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मोजिज़ा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क़ाफिला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कुएं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ठहरा।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कुएं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डोल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डोल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मज़बूती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पकड़ा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डोल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डोल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खैंचा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इन्तेहायी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ख़ुबसूरत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क़ाफिले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आया।</w:t>
      </w:r>
    </w:p>
    <w:p w:rsidR="00784BCC" w:rsidRDefault="00784BCC" w:rsidP="006A0293">
      <w:pPr>
        <w:pStyle w:val="libNormal"/>
      </w:pPr>
    </w:p>
    <w:p w:rsidR="00784BCC" w:rsidRDefault="00E21429" w:rsidP="006A0293">
      <w:pPr>
        <w:pStyle w:val="libNormal"/>
      </w:pPr>
      <w:r>
        <w:rPr>
          <w:cs/>
          <w:lang w:bidi="hi-IN"/>
        </w:rPr>
        <w:lastRenderedPageBreak/>
        <w:t xml:space="preserve"> </w:t>
      </w:r>
      <w:r w:rsidR="00784BCC">
        <w:rPr>
          <w:rFonts w:hint="cs"/>
          <w:cs/>
          <w:lang w:bidi="hi-IN"/>
        </w:rPr>
        <w:t>बरादराने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यूसुफ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उनकी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तबाही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बरबादी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तमाशा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देखने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लिये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कुछ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फ़ासले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मौजूद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देखकर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यूसुफ़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कुएं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बाहर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निकल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आये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हैं।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क़ाफिले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वालों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तरफ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दौड़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पड़े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उनसे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कहा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हमारा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गुलाम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पता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था।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अगर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तुम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लोग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चाहो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हमसे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ख़रीद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वरना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हमारे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हवाले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दो।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जनाबे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यूसुफ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भी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मसहलते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ईज़्दी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बिना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अपनी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ज़बान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मौक़े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बन्द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रखी।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यहां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उनके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भाइयों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एक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शख़्स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मालिक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बिन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ज़अर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बीस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दिरहम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उन्हें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ख़रीद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लिया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क़ाफ़िला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आगे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बढ़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गया।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हज़रते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यूसुफ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भाइयों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फ़िक्र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लाहक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हुई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हज़रते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याकूब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क्या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जवाब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दिया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जाए।</w:t>
      </w:r>
    </w:p>
    <w:p w:rsidR="00784BCC" w:rsidRDefault="00784BCC" w:rsidP="006A0293">
      <w:pPr>
        <w:pStyle w:val="libNormal"/>
      </w:pPr>
    </w:p>
    <w:p w:rsidR="00784BCC" w:rsidRDefault="00E21429" w:rsidP="006A0293">
      <w:pPr>
        <w:pStyle w:val="libNormal"/>
      </w:pPr>
      <w:r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चुनान्चे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बाहम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मशविरा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उन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लोगों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एक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भेड़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बच्चा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ज़बह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यूसुफ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पैरहन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लोगों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इन्हें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कुएं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डालने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पहले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उतार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लिया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था।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भेड़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खून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रात</w:t>
      </w:r>
      <w:r w:rsidR="00784BCC">
        <w:rPr>
          <w:cs/>
          <w:lang w:bidi="hi-IN"/>
        </w:rPr>
        <w:t>-</w:t>
      </w:r>
      <w:r w:rsidR="00784BCC">
        <w:rPr>
          <w:rFonts w:hint="cs"/>
          <w:cs/>
          <w:lang w:bidi="hi-IN"/>
        </w:rPr>
        <w:t>रात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तारीकी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मोहीत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होने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लगी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घर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तरफ़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रवाना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हुए।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करीब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पहुंच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उन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लोगों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बड़ी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सफाकी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साथ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रोना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पीटना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शुरू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पछड़े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खाते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हुए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घर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दाख़िल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हुए।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जनाबे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याक़ूब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रोने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सबब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पूछा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कहने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लगे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जिस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अम्र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आपने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अंदेशा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ज़ाहिर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वही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हुआ।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लोग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यूसुफ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सामान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साथ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छोड़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खेलने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मसरूफ़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गये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भेड़िया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उन्हे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खा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गया।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उनका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ख़ून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आलूदा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पैरहन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है।</w:t>
      </w:r>
    </w:p>
    <w:p w:rsidR="00784BCC" w:rsidRDefault="00784BCC" w:rsidP="006A0293">
      <w:pPr>
        <w:pStyle w:val="libNormal"/>
      </w:pPr>
    </w:p>
    <w:p w:rsidR="00784BCC" w:rsidRDefault="00E21429" w:rsidP="006A0293">
      <w:pPr>
        <w:pStyle w:val="libNormal"/>
      </w:pPr>
      <w:r>
        <w:rPr>
          <w:cs/>
          <w:lang w:bidi="hi-IN"/>
        </w:rPr>
        <w:lastRenderedPageBreak/>
        <w:t xml:space="preserve"> </w:t>
      </w:r>
      <w:r w:rsidR="00784BCC">
        <w:rPr>
          <w:rFonts w:hint="cs"/>
          <w:cs/>
          <w:lang w:bidi="hi-IN"/>
        </w:rPr>
        <w:t>हालांकि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मालूम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अगर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लोग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अपनी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बात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सच्चे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भी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भी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आपको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यक़ीन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नही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आयेगा।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हज़रते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याकूब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हज़रते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यूसुफ़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पैराहन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देखा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कहा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तुम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लोगों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महज़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अपने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बचाव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लिये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कहानी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मुरत्तब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अगर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भेड़िया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खाता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पैरहन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फटा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ज़रुर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होता।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ख़ैर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तुम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लोग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रहे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उसका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फैसला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खुदा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करेगा।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मेरे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लिये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सब्रो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शुक्र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अलावा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कोई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दूसरा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रास्ता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नहीं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क्योकि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यूसुफ़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तुम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लोगों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मुझे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महरुम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दिया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आप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ज़ारो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क़तार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रोने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लगे।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मोअर्रेख़ीन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कहना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आपने</w:t>
      </w:r>
      <w:r w:rsidR="00784BCC">
        <w:rPr>
          <w:cs/>
          <w:lang w:bidi="hi-IN"/>
        </w:rPr>
        <w:t xml:space="preserve"> </w:t>
      </w:r>
      <w:r w:rsidR="00784BCC">
        <w:t>21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साल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फ़िराक़े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यूसुफ़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शबो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रोज़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तरह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गिरिया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आंखों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बीनायी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रुख़सत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गयी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थी।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क़ुरआने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मजीद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आप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आंखें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सफ़ेद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गयी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थी।</w:t>
      </w:r>
    </w:p>
    <w:p w:rsidR="00784BCC" w:rsidRDefault="00784BCC" w:rsidP="006A0293">
      <w:pPr>
        <w:pStyle w:val="libNormal"/>
      </w:pPr>
    </w:p>
    <w:p w:rsidR="00784BCC" w:rsidRDefault="00784BCC" w:rsidP="0036576F">
      <w:pPr>
        <w:pStyle w:val="Heading2"/>
      </w:pPr>
      <w:bookmarkStart w:id="60" w:name="_Toc501013983"/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जुलैख़ा</w:t>
      </w:r>
      <w:bookmarkEnd w:id="60"/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क़ाफिले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ख़रीदा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तिजारती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क़ाफिले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वतन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मुशाहेदा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मालिनक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ज़अर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एवज़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ख़रीद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ख़रीदारी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अनवारे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याक़ूब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इस्हाक़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हूं।</w:t>
      </w:r>
    </w:p>
    <w:p w:rsidR="00784BCC" w:rsidRDefault="00784BCC" w:rsidP="006A0293">
      <w:pPr>
        <w:pStyle w:val="libNormal"/>
      </w:pP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जुलैख़ा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फ़ौरन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ख़िदमत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रखों।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बरकतें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मुम्किन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नेअमत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मुख़तसर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ऐशो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तरबियत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मोहब्बतें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शफ़क़क़तों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मेयारी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सतह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चढ़ती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मलाहत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भरपूर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शबाब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हुस्नों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चौदवीं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दमकता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चेहरा।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नुकूश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दिलकश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खंदो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जुलैख़ा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फ़रेफ्ता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नफ़सानी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ख़्वाहिशात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ज्वालामुखी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भड़कने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मुतावज्जे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तसकीने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नफस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फराहम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</w:p>
    <w:p w:rsidR="00784BCC" w:rsidRDefault="00784BCC" w:rsidP="006A0293">
      <w:pPr>
        <w:pStyle w:val="libNormal"/>
      </w:pPr>
    </w:p>
    <w:p w:rsidR="00784BCC" w:rsidRDefault="00784BCC" w:rsidP="006A0293">
      <w:pPr>
        <w:pStyle w:val="libNormal"/>
      </w:pPr>
      <w:r>
        <w:rPr>
          <w:cs/>
          <w:lang w:bidi="hi-IN"/>
        </w:rPr>
        <w:lastRenderedPageBreak/>
        <w:t xml:space="preserve"> </w:t>
      </w:r>
      <w:r>
        <w:rPr>
          <w:rFonts w:hint="cs"/>
          <w:cs/>
          <w:lang w:bidi="hi-IN"/>
        </w:rPr>
        <w:t>आख़िरकर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बरहैना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फेले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मोहसिन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ज़ौजा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करूं।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गुनाहे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जुलैख़ा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नफस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पकड़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खैचा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झटका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छुड़ाकर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दरवाज़े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झपट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पकड़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खैंचा।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तफ़री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दरवाज़ा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खोलकर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हापतें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कांपते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दरवाज़े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टोह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784BCC" w:rsidRDefault="00784BCC" w:rsidP="006A0293">
      <w:pPr>
        <w:pStyle w:val="libNormal"/>
      </w:pP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बरहैना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जुलैख़ा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दर्दनाक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मुब्तेला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बरहैना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खूंख़वार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ख्वाहिश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कुसूर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हरगिज़र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हक़ीक़त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शीरख़वार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ग़हवारे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जुलेख़ा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ख़ालाजाद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मामूज़ाद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बहुक्में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ख़तावार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जुलैख़ा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खतावार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हैरतज़दा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ख़ौफ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जुलैख़ा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फंरेब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बेख़ता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माफी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फेले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अस्तख़फ़ार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पोशीदा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इज्जतों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तशहीर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बदनामी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रूसवायी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चर्चे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जुलैख़ा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नौजवान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फेले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आशिक़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फ़रेफ़्ता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t xml:space="preserve"> </w:t>
      </w:r>
    </w:p>
    <w:p w:rsidR="00784BCC" w:rsidRDefault="00784BCC" w:rsidP="0036576F">
      <w:pPr>
        <w:pStyle w:val="Heading2"/>
      </w:pPr>
      <w:bookmarkStart w:id="61" w:name="_Toc501013984"/>
      <w:r>
        <w:rPr>
          <w:rFonts w:hint="cs"/>
          <w:cs/>
          <w:lang w:bidi="hi-IN"/>
        </w:rPr>
        <w:t>नीबू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छुरी</w:t>
      </w:r>
      <w:bookmarkEnd w:id="61"/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जुलैख़ा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फेले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हिक़ारत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तज़किरे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रूसवायी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बदनामी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मौहज्जब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चालीस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ख़ुबसूरत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मुन्तख़ब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हुस्नों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जुलैख़ा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छुरी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जुलैख़ा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जाओ।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</w:p>
    <w:p w:rsidR="00784BCC" w:rsidRDefault="00E21429" w:rsidP="006A0293">
      <w:pPr>
        <w:pStyle w:val="libNormal"/>
      </w:pPr>
      <w:r>
        <w:rPr>
          <w:cs/>
          <w:lang w:bidi="hi-IN"/>
        </w:rPr>
        <w:lastRenderedPageBreak/>
        <w:t xml:space="preserve"> </w:t>
      </w:r>
      <w:r w:rsidR="00784BCC">
        <w:rPr>
          <w:rFonts w:hint="cs"/>
          <w:cs/>
          <w:lang w:bidi="hi-IN"/>
        </w:rPr>
        <w:t>चुनान्चे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युसुफ़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इनके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दरमियान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गुज़रने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लगे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औरतों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उनके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हुस्नो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जमाल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देख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इतनी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बेखुद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मदहोश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गयीं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सभी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नीबू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बदले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अपने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हाथों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काट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लिया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कहने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लगीं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एक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फरिशता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रवायतो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पता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चलता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उनमें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नौ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औरतें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बेहोश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गयीं।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बाद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ज़ुलैख़ा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औरतों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मुख़ातिब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कहा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वही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शख़्स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जिसके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बारे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तुम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मुझ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लानत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मलामत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करती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थीं।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बेशक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मैंने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फेले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ख्वाहिश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अगर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मेरी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बात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अमल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नहीं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करेगा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यक़ीनन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क़ैद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भी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होगा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जलील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भो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होगा।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जुलैख़ा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बातें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सुनकर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यूसुफ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अपने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परवरदिगार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दुआ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कहा</w:t>
      </w:r>
      <w:r w:rsidR="00784BCC">
        <w:rPr>
          <w:cs/>
          <w:lang w:bidi="hi-IN"/>
        </w:rPr>
        <w:t xml:space="preserve"> -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पालने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वाले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जिस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बात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लिये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औरतें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मुझसे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ख़्वाहिशमंद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उसकी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बनिस्बत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क़ैदख़ाना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मुझे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ज्यादा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पसन्द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सूरए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यूसुफ़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आयात</w:t>
      </w:r>
      <w:r w:rsidR="00784BCC">
        <w:rPr>
          <w:cs/>
          <w:lang w:bidi="hi-IN"/>
        </w:rPr>
        <w:t xml:space="preserve"> </w:t>
      </w:r>
      <w:r w:rsidR="00784BCC">
        <w:t>33</w:t>
      </w:r>
    </w:p>
    <w:p w:rsidR="00784BCC" w:rsidRDefault="00784BCC" w:rsidP="006A0293">
      <w:pPr>
        <w:pStyle w:val="libNormal"/>
      </w:pPr>
    </w:p>
    <w:p w:rsidR="00784BCC" w:rsidRDefault="00784BCC" w:rsidP="0036576F">
      <w:pPr>
        <w:pStyle w:val="Heading2"/>
      </w:pPr>
      <w:r>
        <w:rPr>
          <w:cs/>
          <w:lang w:bidi="hi-IN"/>
        </w:rPr>
        <w:t xml:space="preserve"> </w:t>
      </w:r>
      <w:bookmarkStart w:id="62" w:name="_Toc501013985"/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क़ैदख़ाना</w:t>
      </w:r>
      <w:bookmarkEnd w:id="62"/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मुस्तेजाब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सोंचा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बदनामी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धुलवाने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मसलहतन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क़ैदख़ाने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जुलैख़ा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मह़फूज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क़ैदख़ाने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क़ैदी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यूनान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बवर्ची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मजीला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</w:p>
    <w:p w:rsidR="00784BCC" w:rsidRDefault="00784BCC" w:rsidP="006A0293">
      <w:pPr>
        <w:pStyle w:val="libNormal"/>
      </w:pPr>
    </w:p>
    <w:p w:rsidR="00784BCC" w:rsidRDefault="00E21429" w:rsidP="006A0293">
      <w:pPr>
        <w:pStyle w:val="libNormal"/>
      </w:pPr>
      <w:r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एक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दिन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दोनों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हज़रते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यूसुफ़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पूछा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आप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क्या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सिफ़त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कमाल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रखते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फरमाया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ख़्वाबों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ताबीरें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जानता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हूं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सुनकर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इनमें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एक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कहा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मैंने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ख़्वाब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देखा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अंगूरों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शराब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बना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रहा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हूं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आप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फ़रमाया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ताबीर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तुम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बहुत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जल्द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क़ैद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ख़ाने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रिहा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होगे।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बादशाह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साक़ी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बनोगे।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दूसरे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कहा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मेरा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ख़्वाब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मैं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रोटियों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एक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गट्ठर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उठाये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हुए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हूं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चीलें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कौए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मंडला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रहे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आप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फ़रमाया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तुम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क़त्ल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किये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जाओगे।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तुम्हारे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भेजा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चील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कौऐ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खायेंगे।</w:t>
      </w:r>
    </w:p>
    <w:p w:rsidR="00784BCC" w:rsidRDefault="00784BCC" w:rsidP="006A0293">
      <w:pPr>
        <w:pStyle w:val="libNormal"/>
      </w:pPr>
    </w:p>
    <w:p w:rsidR="00784BCC" w:rsidRDefault="00E21429" w:rsidP="006A0293">
      <w:pPr>
        <w:pStyle w:val="libNormal"/>
      </w:pPr>
      <w:r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चुनान्चे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पहला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शख़्स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रिहा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होकर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बादशाह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साक़ी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बना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दूसरी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शख़्स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क़त्ल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ऐसी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जगह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डाल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दिया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जहां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उसके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भेजा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चील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कौऐ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खा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गये।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पहले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शख़्स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रिहायी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परवाना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था।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वक़्त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जनाबे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यूसुफ़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उससे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कहा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तुम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बादशाह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साक़ी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जाना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मेरा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भी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तज़केरा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उससे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करना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मेरे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बारे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भी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कुछ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ख़याल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करे।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मगर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भूल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गया।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यहां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क़ैदख़ाने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यूसुफ़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सात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साल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गुज़र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गये।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बादशाह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एक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दिन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ख़्वाब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देखा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सात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मोटी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ताज़ी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गायें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सात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दुबली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पतली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गायों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खा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रही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हैं।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गंदुम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सात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हरी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भरी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बालियों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सात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सूखी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हुई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बालियां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लिपटी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हुई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बेदार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हुआ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उसे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ताबीर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मालूम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फ़िक्र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लाहक़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हूई।</w:t>
      </w:r>
      <w:r w:rsidR="00784BCC"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</w:p>
    <w:p w:rsidR="00784BCC" w:rsidRDefault="00E21429" w:rsidP="006A0293">
      <w:pPr>
        <w:pStyle w:val="libNormal"/>
      </w:pPr>
      <w:r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चुनान्चे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उसने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हुकूमत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तमाम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वज़ीरों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दानिसवरों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जमा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उनसे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ख़्बाव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बयान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किया।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ताबीर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चाही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मगर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ताबीर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बताने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क़ासिर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रहे।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बाज़ों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टाल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दिया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एक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ख़्वाबे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परेशां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कोई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ताबीर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नहीं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मौक़े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साक़ी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भी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मौजूद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था।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अचानक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उसे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अपना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क़ैदख़ाने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वाला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ख़्वाब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याद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आया।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उसने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कहा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अगर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हुज़ूर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मुझे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क़ैदख़ाने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जाने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इजाज़त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मैं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ख़्वाब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ताबीर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सकता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हूं।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चूंकि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वहां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ऐसा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बरगुज़ीदा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शख़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क़ैद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ख़्वाबों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ताबीरों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मुकम्मल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इल्म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रखता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बादशाह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इजाज़त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उस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क़ैदख़ाने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पहले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उसने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जनाबे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यूसुफ़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अपनी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भूल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माज़रेत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फिर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बादशाह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ख़्वाब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बयान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किया।</w:t>
      </w:r>
      <w:r w:rsidR="00784BCC"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ताबीर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ज़रुरत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युंही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महफुज़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ग़ल्ले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कीडे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वगैरह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शदीद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मुब्तेला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महफ़ुज़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बचायेगा।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खुशहाली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बाग़ात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हरियाली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जाएगी।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ताबीर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मुताअस्सिर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क़ैदखाने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आओ।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खिदमत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चलूंगा।</w:t>
      </w:r>
    </w:p>
    <w:p w:rsidR="00784BCC" w:rsidRDefault="00784BCC" w:rsidP="006A0293">
      <w:pPr>
        <w:pStyle w:val="libNormal"/>
      </w:pP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ज़ुलैखा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पुछें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तस्लीम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बुलवाया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युसुफ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फरेब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खामोश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ज़ुलैखा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बैखोफ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एतेराफ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हक़ीक़त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बेखता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सच्चायी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रिहायी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इज्ज़तो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एहतेराम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सोचता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अक़लमन्दी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दानिशमन्दी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मुकर्रब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वायदा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तामील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पेशकश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मंज़ूर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784BCC" w:rsidRDefault="00784BCC" w:rsidP="006A0293">
      <w:pPr>
        <w:pStyle w:val="libNormal"/>
      </w:pPr>
    </w:p>
    <w:p w:rsidR="00784BCC" w:rsidRDefault="00784BCC" w:rsidP="00DD3241">
      <w:pPr>
        <w:pStyle w:val="Heading2"/>
      </w:pPr>
      <w:bookmarkStart w:id="63" w:name="_Toc501013986"/>
      <w:r>
        <w:rPr>
          <w:rFonts w:hint="cs"/>
          <w:cs/>
          <w:lang w:bidi="hi-IN"/>
        </w:rPr>
        <w:t>हुकुमते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मन्सब</w:t>
      </w:r>
      <w:bookmarkEnd w:id="63"/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मेहरबान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ख़िदमत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ज़रुरत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दिजिए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क्योकि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मुल्की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खज़ानो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हिसाबो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उसलूबी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खूबसूरती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फौरन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मुल्की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खज़ाने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जुम्ला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इखतेयारात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सौंप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हुकुमत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ख़ज़ानों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फायज़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ओहदा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सम्भालते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मस्रुफ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हूकुमत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आमदनी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खर्च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तवज्जो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ज़ाबेता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मुअय्यन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फ़ालतु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अख़राजात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अज़ानो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टैक्सों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ज़जीयों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उसूली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निज़ाम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मन्सूबा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मुरत्तब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वक्फे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छलकने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ख़ज़ानों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इत्मीनान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बख्श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ज़ेराअत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शोबा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माशीयात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मुतावज्जे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कोशिशों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तदबीरों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इज़ाफा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ज़खीरा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तामीर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गोदाम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इन्तिज़ाम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ख़रीदारी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फालतू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फ़रोख्त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ख़ोशों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बालियों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हूकुमत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फरोख्त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784BCC" w:rsidRDefault="00784BCC" w:rsidP="006A0293">
      <w:pPr>
        <w:pStyle w:val="libNormal"/>
      </w:pP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मुसलसल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इस्टाक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ज़खीरा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आग़ाज़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बहरानी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कैफियत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शुदा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मुनाफे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आवामं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फरोख्त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शूरु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</w:p>
    <w:p w:rsidR="00784BCC" w:rsidRDefault="00784BCC" w:rsidP="006A0293">
      <w:pPr>
        <w:pStyle w:val="libNormal"/>
      </w:pP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ज़रुरत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तिजारत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मुखतलिफ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एवज़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यूसुफ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एवज़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फराहम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ज़ेवरात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वग़ैरह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जानवरों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चौपाओं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चौथे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कनीज़ो</w:t>
      </w:r>
      <w:r>
        <w:t xml:space="preserve">, </w:t>
      </w:r>
      <w:r>
        <w:rPr>
          <w:rFonts w:hint="cs"/>
          <w:cs/>
          <w:lang w:bidi="hi-IN"/>
        </w:rPr>
        <w:t>पाँचवे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असासुलबैत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छटे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बाग़ो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वगैरह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एवज़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सातवे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</w:p>
    <w:p w:rsidR="00784BCC" w:rsidRDefault="00784BCC" w:rsidP="006A0293">
      <w:pPr>
        <w:pStyle w:val="libNormal"/>
      </w:pP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ग़र्ज़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ज़ाविये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धब्बा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</w:p>
    <w:p w:rsidR="00784BCC" w:rsidRDefault="00784BCC" w:rsidP="006A0293">
      <w:pPr>
        <w:pStyle w:val="libNormal"/>
      </w:pPr>
    </w:p>
    <w:p w:rsidR="00784BCC" w:rsidRDefault="00784BCC" w:rsidP="00D60E69">
      <w:pPr>
        <w:pStyle w:val="Heading2"/>
      </w:pPr>
      <w:bookmarkStart w:id="64" w:name="_Toc501013987"/>
      <w:r>
        <w:rPr>
          <w:rFonts w:hint="cs"/>
          <w:cs/>
          <w:lang w:bidi="hi-IN"/>
        </w:rPr>
        <w:t>भा</w:t>
      </w:r>
      <w:r w:rsidR="00D60E69">
        <w:rPr>
          <w:rFonts w:hint="cs"/>
          <w:cs/>
          <w:lang w:bidi="hi-IN"/>
        </w:rPr>
        <w:t>ई</w:t>
      </w:r>
      <w:r>
        <w:rPr>
          <w:rFonts w:hint="cs"/>
          <w:cs/>
          <w:lang w:bidi="hi-IN"/>
        </w:rPr>
        <w:t>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मुलाक़ात</w:t>
      </w:r>
      <w:bookmarkEnd w:id="64"/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ज़बरदस्त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मुताअस्सिर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याकूब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नाबीना</w:t>
      </w:r>
      <w:r>
        <w:t xml:space="preserve">, </w:t>
      </w:r>
      <w:r>
        <w:rPr>
          <w:rFonts w:hint="cs"/>
          <w:cs/>
          <w:lang w:bidi="hi-IN"/>
        </w:rPr>
        <w:t>कमजोर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जईफ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फरज़न्दो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ग़ल्ले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खरीदारी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पहोंचे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पहचान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पहचानने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याकूब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फरज़न्द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इसहाक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ख़हीउल्लाह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वालिदे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बुज़र्गवार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इन्तेहायी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ज़ईफ़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कमज़ोर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बीनायी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दरियाफ़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हां</w:t>
      </w:r>
      <w:r>
        <w:t xml:space="preserve">,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सौतेला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आइंदा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तुन्हारे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</w:p>
    <w:p w:rsidR="00784BCC" w:rsidRDefault="00784BCC" w:rsidP="006A0293">
      <w:pPr>
        <w:pStyle w:val="libNormal"/>
      </w:pPr>
      <w:r>
        <w:t xml:space="preserve"> </w:t>
      </w: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क़ीमत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इज़्ज़त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रूख़स्त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ग़ल्ले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ख़शियों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याक़ूब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वाक़ेया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यूसुफ़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एख़लाख़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सूलूक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तज़केरा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आइंदा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ग़ल्ले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बनयामीन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करें।</w:t>
      </w:r>
    </w:p>
    <w:p w:rsidR="00784BCC" w:rsidRDefault="00784BCC" w:rsidP="006A0293">
      <w:pPr>
        <w:pStyle w:val="libNormal"/>
      </w:pP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मायूसी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मिलेगा।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याक़ूब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बनयामीन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भेजूंगा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हाज़िरो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नाज़िर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उठाओगे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लाओगे।</w:t>
      </w:r>
    </w:p>
    <w:p w:rsidR="00784BCC" w:rsidRDefault="00784BCC" w:rsidP="006A0293">
      <w:pPr>
        <w:pStyle w:val="libNormal"/>
      </w:pPr>
      <w:r>
        <w:t xml:space="preserve"> </w:t>
      </w: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धोखा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क़स्में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खायीं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ख़्वाह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बनयामीन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इन्शाअल्लाह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आयेंगी।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बहालते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याकूब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फ़रज़न्दों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पैमाना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बनयामीन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दरवाजे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फ़रज़न्दाने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याकूब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बुनयामीन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दरवाज़े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ख़िदमत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हाज़ीर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बनयामीन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ठिकाना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बनयामीन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तर्जे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ख़ामोशी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जरूर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अलहदा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हक़ीक़ी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बचपन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भेड़ियों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अन्धे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फ़लिस्तीन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बुल्कुल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बनियामीन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अंगेज़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गुफ़तुगू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रंजों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गहराइयों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डूबने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आंखों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आंसू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टपकने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सब्रो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गुफ़तुगू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तन्हायी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ग़र्ज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बनयामीन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अलहदा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लिपट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गुमशुदा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लूंगा।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उठाऊं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परेशान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क़ानून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माकूल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बनयामीन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रूख़सत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तदबीर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इख़तेयार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बनयामीन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ग़ल्ले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तेलायी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प्याला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रुखसत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ग़ल्ले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बुलवायां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प्य</w:t>
      </w:r>
      <w:r w:rsidR="00D60E69">
        <w:rPr>
          <w:rFonts w:hint="cs"/>
          <w:cs/>
          <w:lang w:bidi="hi-IN"/>
        </w:rPr>
        <w:t>ा</w:t>
      </w:r>
      <w:r>
        <w:rPr>
          <w:rFonts w:hint="cs"/>
          <w:cs/>
          <w:lang w:bidi="hi-IN"/>
        </w:rPr>
        <w:t>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</w:t>
      </w:r>
      <w:r w:rsidR="00D60E69">
        <w:rPr>
          <w:rFonts w:hint="cs"/>
          <w:cs/>
          <w:lang w:bidi="hi-IN"/>
        </w:rPr>
        <w:t>िन</w:t>
      </w:r>
      <w:r>
        <w:rPr>
          <w:rFonts w:hint="cs"/>
          <w:cs/>
          <w:lang w:bidi="hi-IN"/>
        </w:rPr>
        <w:t>यामीन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लिया।</w:t>
      </w:r>
    </w:p>
    <w:p w:rsidR="00784BCC" w:rsidRDefault="00784BCC" w:rsidP="006A0293">
      <w:pPr>
        <w:pStyle w:val="libNormal"/>
      </w:pPr>
    </w:p>
    <w:p w:rsidR="00784BCC" w:rsidRDefault="00784BCC" w:rsidP="006A0293">
      <w:pPr>
        <w:pStyle w:val="libNormal"/>
      </w:pPr>
      <w:r>
        <w:rPr>
          <w:cs/>
          <w:lang w:bidi="hi-IN"/>
        </w:rPr>
        <w:lastRenderedPageBreak/>
        <w:t xml:space="preserve"> </w:t>
      </w:r>
      <w:r>
        <w:rPr>
          <w:rFonts w:hint="cs"/>
          <w:cs/>
          <w:lang w:bidi="hi-IN"/>
        </w:rPr>
        <w:t>हालांकि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एहतेजाज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बनयामीन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उसूली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हैसियत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दीजिये।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इन्तेहायी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ज़ईफ़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कमज़ोर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नाबीना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आंखें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सफ़ेद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बनयामीन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जुदाई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बर्दाश्त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सकेंगे।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वायदा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बनयामीन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लायेंगे।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एवज़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ग़र्ज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बुनयामीन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यहूदा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बनयामीन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हरग़िज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जाऊंगा।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जाऔ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करूंगा।</w:t>
      </w:r>
    </w:p>
    <w:p w:rsidR="00784BCC" w:rsidRDefault="00784BCC" w:rsidP="006A0293">
      <w:pPr>
        <w:pStyle w:val="libNormal"/>
      </w:pP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याकूब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वाक़ेया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बलाआख़िर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याक़ूब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मजमून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खानवादये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नबूवत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हमेशां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रंजोआलाम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मुब्तेला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इम्तेहान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इधर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मुसीबतों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मुसीबत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लख़ते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सुबह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तफ़रीह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पीटते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आलूदा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भेड़िये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सियाह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फ़िराक़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बीनायी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चोरी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गिरफ़तार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बबूवत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चोरी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ग़र्ज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मुसीबतों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इज़ाफा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याकूब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मकतूब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तन्हायी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हक़ीक़त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वाज़ेह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बनयामीन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हक़ीक़ी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बेशख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फज़लो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इल्ज़ाम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गुनाहों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t xml:space="preserve"> </w:t>
      </w:r>
    </w:p>
    <w:p w:rsidR="00784BCC" w:rsidRDefault="00784BCC" w:rsidP="00D60E69">
      <w:pPr>
        <w:pStyle w:val="Heading2"/>
      </w:pPr>
      <w:bookmarkStart w:id="65" w:name="_Toc501013988"/>
      <w:r>
        <w:rPr>
          <w:rFonts w:hint="cs"/>
          <w:cs/>
          <w:lang w:bidi="hi-IN"/>
        </w:rPr>
        <w:t>बीनायी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हिजरत</w:t>
      </w:r>
      <w:bookmarkEnd w:id="65"/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जाओ।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आंखों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इन्शाअल्लाह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बीनायी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नमरूद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रूख़सत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याकूब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बांधा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ख़सूसियत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ब्रादराने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याक़ूब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आंखों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आंखें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रोशन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मुनव्वर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याकूब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ख़ुशखबरी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साबेक़ाना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एतेराफ़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ख़ानवादा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फिलिस्तीन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वालदैन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इस्तेक़बाल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इज़्जत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एहतेराम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वालदैन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तख्त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बिठाया।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</w:p>
    <w:p w:rsidR="00784BCC" w:rsidRDefault="00784BCC" w:rsidP="00D60E69">
      <w:pPr>
        <w:pStyle w:val="Heading2"/>
      </w:pPr>
      <w:bookmarkStart w:id="66" w:name="_Toc501013989"/>
      <w:r>
        <w:rPr>
          <w:rFonts w:hint="cs"/>
          <w:cs/>
          <w:lang w:bidi="hi-IN"/>
        </w:rPr>
        <w:t>ज़ुलैखा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निक़ाह</w:t>
      </w:r>
      <w:bookmarkEnd w:id="66"/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ख़ज़ानो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सरबराह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 w:rsidR="00D60E69">
        <w:rPr>
          <w:rFonts w:hint="cs"/>
          <w:cs/>
          <w:lang w:bidi="hi-IN"/>
        </w:rPr>
        <w:t xml:space="preserve"> </w:t>
      </w:r>
      <w:r>
        <w:t>33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t>40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हुस्नें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ततबीर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फहमो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फरासत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सलतनत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जुम्ला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सुपूर्द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हैसियत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ताज़दार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ज़ुलैखा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ततफीर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इन्तेक़ाल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ज़ुलैखा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मोहताज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मांगने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हयामाने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पड़ती।</w:t>
      </w:r>
    </w:p>
    <w:p w:rsidR="00784BCC" w:rsidRDefault="00784BCC" w:rsidP="006A0293">
      <w:pPr>
        <w:pStyle w:val="libNormal"/>
      </w:pP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उधर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ग़ुज़रने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बेसाखता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अलफाज़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पाको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पाकिज़ा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बादशाहों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नाफरमानी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गुलामों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फरमाबरदारी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बादशाहत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दी।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ज़ुलैखा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टकरायी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बूला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ज़ुलैखा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हाजत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युसुफ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बुढियां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हाजत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जुलैखा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नारवा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t xml:space="preserve">?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गुनाहों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t>?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जुलैखा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हां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यकीनन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हक़ीक़त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मब्नी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यूसुफ़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t>?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ज़ुलैखा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कहां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अव्वल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खुबसूरत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फितरी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इश्क़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lastRenderedPageBreak/>
        <w:t>यूसुफ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आखरुज़्ज़मा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हुस्नों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ज़ुलैखा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बरगुज़ीदा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ख़वाहीश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हुं।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चुनांचे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वन्दे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जुलैखा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पलटा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इज़ाफा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जुलैखा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मुंशा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अफराहम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मुतावल्लिद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अफराहम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अय्युब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ज़ौजा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</w:p>
    <w:p w:rsidR="00784BCC" w:rsidRDefault="00784BCC" w:rsidP="006A0293">
      <w:pPr>
        <w:pStyle w:val="libNormal"/>
      </w:pPr>
    </w:p>
    <w:p w:rsidR="00784BCC" w:rsidRDefault="00784BCC" w:rsidP="00D60E69">
      <w:pPr>
        <w:pStyle w:val="Heading2"/>
      </w:pPr>
      <w:bookmarkStart w:id="67" w:name="_Toc501013990"/>
      <w:r>
        <w:rPr>
          <w:rFonts w:hint="cs"/>
          <w:cs/>
          <w:lang w:bidi="hi-IN"/>
        </w:rPr>
        <w:t>वफात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मदफन</w:t>
      </w:r>
      <w:bookmarkEnd w:id="67"/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मज़मुयी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t>110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t>18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t>80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याकूब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मजमुई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t>147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इन्तेक़ाल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दफन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हुए।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t>23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इन्तेक़ाल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दफन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</w:p>
    <w:p w:rsidR="00784BCC" w:rsidRDefault="00784BCC" w:rsidP="006A0293">
      <w:pPr>
        <w:pStyle w:val="libNormal"/>
      </w:pPr>
    </w:p>
    <w:p w:rsidR="00D60E69" w:rsidRDefault="00D60E69">
      <w:pPr>
        <w:spacing w:after="0" w:line="240" w:lineRule="auto"/>
        <w:rPr>
          <w:rFonts w:ascii="Mangal" w:hAnsi="Mangal" w:cs="Mangal"/>
          <w:color w:val="000000"/>
          <w:sz w:val="28"/>
          <w:szCs w:val="28"/>
          <w:cs/>
          <w:lang w:bidi="hi-IN"/>
        </w:rPr>
      </w:pPr>
      <w:r>
        <w:rPr>
          <w:cs/>
          <w:lang w:bidi="hi-IN"/>
        </w:rPr>
        <w:br w:type="page"/>
      </w:r>
    </w:p>
    <w:p w:rsidR="00784BCC" w:rsidRDefault="00784BCC" w:rsidP="00D60E69">
      <w:pPr>
        <w:pStyle w:val="Heading1"/>
      </w:pPr>
      <w:bookmarkStart w:id="68" w:name="_Toc501013991"/>
      <w:r>
        <w:rPr>
          <w:rFonts w:hint="cs"/>
          <w:cs/>
          <w:lang w:bidi="hi-IN"/>
        </w:rPr>
        <w:lastRenderedPageBreak/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अय्यूब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bookmarkEnd w:id="68"/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मखसूस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अजीबो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इम्तेहान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खुशहाली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मुब्तेला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आज़माइश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अय्यूब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इस्हाक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शूमार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इम्तेहान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खातिर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ऐशओं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मसाएब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सखतियों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किनार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वालिदा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साहबज़ादी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शफक़्क़त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बचपन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ज़ौजा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जुलैखा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मोअर्रेखीन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ज़ौजा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ज़ेबा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याकूब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दुख़तर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नज़दीक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784BCC" w:rsidRDefault="00784BCC" w:rsidP="006A0293">
      <w:pPr>
        <w:pStyle w:val="libNormal"/>
      </w:pP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अय्यूब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ख़ल्लाके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तशक्कुर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मुख़तलिफ़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क़िस्मों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नेअमतों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मोअर्रख़ीन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तादाद</w:t>
      </w:r>
      <w:r>
        <w:rPr>
          <w:cs/>
          <w:lang w:bidi="hi-IN"/>
        </w:rPr>
        <w:t xml:space="preserve"> </w:t>
      </w:r>
      <w:r>
        <w:t>25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नवाज़ी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तुर्रेइम्तियाज़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शेआर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रियाज़त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हमेशां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इख़तेयार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मशक़्क़त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t>80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इन्तेहायी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कुनून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इतमिनान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असूदा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इन्तेहान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t xml:space="preserve">,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गयीं</w:t>
      </w:r>
      <w:r>
        <w:t xml:space="preserve">, </w:t>
      </w:r>
      <w:r>
        <w:rPr>
          <w:rFonts w:hint="cs"/>
          <w:cs/>
          <w:lang w:bidi="hi-IN"/>
        </w:rPr>
        <w:t>दोलत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t xml:space="preserve">, </w:t>
      </w:r>
      <w:r>
        <w:rPr>
          <w:rFonts w:hint="cs"/>
          <w:cs/>
          <w:lang w:bidi="hi-IN"/>
        </w:rPr>
        <w:t>जानवर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t xml:space="preserve">, </w:t>
      </w:r>
      <w:r>
        <w:rPr>
          <w:rFonts w:hint="cs"/>
          <w:cs/>
          <w:lang w:bidi="hi-IN"/>
        </w:rPr>
        <w:t>खेतियां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t xml:space="preserve">, </w:t>
      </w:r>
      <w:r>
        <w:rPr>
          <w:rFonts w:hint="cs"/>
          <w:cs/>
          <w:lang w:bidi="hi-IN"/>
        </w:rPr>
        <w:t>फाक़ों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तरंह</w:t>
      </w:r>
      <w:r>
        <w:rPr>
          <w:cs/>
          <w:lang w:bidi="hi-IN"/>
        </w:rPr>
        <w:t xml:space="preserve"> </w:t>
      </w:r>
      <w:r>
        <w:t>– 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बीमारियों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मंज़िल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अय्यूब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मुसीबतों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नामुरादजी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शबो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देखभाल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तीमारदारी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फराएज़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मसरूफ़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</w:p>
    <w:p w:rsidR="00784BCC" w:rsidRDefault="00784BCC" w:rsidP="006A0293">
      <w:pPr>
        <w:pStyle w:val="libNormal"/>
      </w:pP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ख़िदमत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मज़दूरी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अय्यूब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फराहम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ख़ानदान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मशक़्क़त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अय्यूब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शदीद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784BCC" w:rsidRDefault="00784BCC" w:rsidP="006A0293">
      <w:pPr>
        <w:pStyle w:val="libNormal"/>
      </w:pPr>
      <w:r>
        <w:t xml:space="preserve"> </w:t>
      </w: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नेअमतें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इज़्ज़त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बख़्शी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सरफराज़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इम्तेहान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फहमी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ज़ौजए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अय्यूब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वस्वसा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शक़ूक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शुबाहात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दरवाज़ों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वाक़ेया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अय्यूब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बरगशता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इम्तेहान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आश़िरकार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तवज्जों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पादाश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क़मजियां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मारूंगा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इम्तेहान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गुफतुगू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बरगशता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784BCC" w:rsidRDefault="00784BCC" w:rsidP="006A0293">
      <w:pPr>
        <w:pStyle w:val="libNormal"/>
      </w:pPr>
    </w:p>
    <w:p w:rsidR="00784BCC" w:rsidRDefault="00784BCC" w:rsidP="00D60E69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वरग़लाने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बहकाने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अय्यूब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पोशीदा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गुनाह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तुलानी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पैमानए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छलक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जब़्तो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तहम्मुल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बारगाहे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गुनाहों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तोहमत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शैतान</w:t>
      </w:r>
      <w:r>
        <w:rPr>
          <w:cs/>
          <w:lang w:bidi="hi-IN"/>
        </w:rPr>
        <w:t xml:space="preserve"> </w:t>
      </w:r>
      <w:r w:rsidR="00D60E69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="00D60E69">
        <w:rPr>
          <w:rFonts w:hint="cs"/>
          <w:cs/>
          <w:lang w:bidi="hi-IN"/>
        </w:rPr>
        <w:t>तरह 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अज़ीयते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मसायबो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निजात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दे।</w:t>
      </w:r>
    </w:p>
    <w:p w:rsidR="00784BCC" w:rsidRDefault="00784BCC" w:rsidP="006A0293">
      <w:pPr>
        <w:pStyle w:val="libNormal"/>
      </w:pP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अय्यूब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शीरीं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चश्मा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तकलीफे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सेहतमंद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नेअमत</w:t>
      </w:r>
      <w:r>
        <w:t xml:space="preserve">, </w:t>
      </w:r>
      <w:r>
        <w:rPr>
          <w:rFonts w:hint="cs"/>
          <w:cs/>
          <w:lang w:bidi="hi-IN"/>
        </w:rPr>
        <w:t>दौलत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दोबारा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अय्यूब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क़चियां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क़मचियों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मुट्ठा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मोअर्रेख़ीन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अय्यूब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वाक़ेयात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कीड़ों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बने।</w:t>
      </w: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मोअर्रेख़ीन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अय्यूब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t>63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इन्तेक़ाल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क़ब्ल</w:t>
      </w:r>
      <w:r>
        <w:rPr>
          <w:cs/>
          <w:lang w:bidi="hi-IN"/>
        </w:rPr>
        <w:t xml:space="preserve"> </w:t>
      </w:r>
      <w:r>
        <w:t>62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जानशीन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फरमाया।</w:t>
      </w:r>
    </w:p>
    <w:p w:rsidR="00784BCC" w:rsidRDefault="00784BCC" w:rsidP="006A0293">
      <w:pPr>
        <w:pStyle w:val="libNormal"/>
      </w:pPr>
    </w:p>
    <w:p w:rsidR="00784BCC" w:rsidRDefault="00784BCC" w:rsidP="00C62845">
      <w:pPr>
        <w:pStyle w:val="Heading1"/>
      </w:pPr>
      <w:r>
        <w:rPr>
          <w:cs/>
          <w:lang w:bidi="hi-IN"/>
        </w:rPr>
        <w:lastRenderedPageBreak/>
        <w:t xml:space="preserve"> </w:t>
      </w:r>
      <w:bookmarkStart w:id="69" w:name="_Toc501013992"/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जुलकफल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bookmarkEnd w:id="69"/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अय्यूब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बशर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लक़ब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जुलकफ़ल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अय्यूब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मन्सबे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फायज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बहैसियते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तौहीद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अज़इब्तेदा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सुकूनत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पज़ीर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t>75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इन्तेक़ाल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फरज़ंद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784BCC" w:rsidRDefault="00784BCC" w:rsidP="006A0293">
      <w:pPr>
        <w:pStyle w:val="libNormal"/>
      </w:pPr>
    </w:p>
    <w:p w:rsidR="00784BCC" w:rsidRDefault="00784BCC" w:rsidP="006A0293">
      <w:pPr>
        <w:pStyle w:val="libNormal"/>
      </w:pPr>
    </w:p>
    <w:p w:rsidR="00784BCC" w:rsidRDefault="00784BCC" w:rsidP="00C62845">
      <w:pPr>
        <w:pStyle w:val="Heading1"/>
      </w:pPr>
      <w:bookmarkStart w:id="70" w:name="_Toc501013993"/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शुऐब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bookmarkEnd w:id="70"/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फरज़ंद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मिनकाएल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साहबज़ादे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मोअर्रेख़ीन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सुकूनित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पज़ीर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परज़न्दे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मौसूफ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t>40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हिदायत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मुताल्लिक़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मिनजुम्ला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मुब्तेला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अव्वल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रहज़नी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चोरी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मुसाफ़िर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बस्तदी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सरिशत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मुखरिक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</w:p>
    <w:p w:rsidR="00784BCC" w:rsidRDefault="00784BCC" w:rsidP="006A0293">
      <w:pPr>
        <w:pStyle w:val="libNormal"/>
      </w:pPr>
      <w:r>
        <w:t xml:space="preserve"> </w:t>
      </w: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पैमाना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ईजाद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शिर्क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चोरी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रहज़नी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मुख़लेफ़त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तरगीब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परशतिश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ख़रीदें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फरोख़त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दख़लन्दाजी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संगसार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देंगे।</w:t>
      </w:r>
    </w:p>
    <w:p w:rsidR="00784BCC" w:rsidRDefault="00784BCC" w:rsidP="006A0293">
      <w:pPr>
        <w:pStyle w:val="libNormal"/>
      </w:pPr>
    </w:p>
    <w:p w:rsidR="00784BCC" w:rsidRDefault="00E21429" w:rsidP="006A0293">
      <w:pPr>
        <w:pStyle w:val="libNormal"/>
      </w:pPr>
      <w:r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ग़र्ज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अहले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मदीन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अपनी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गुज़र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गये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जनाब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शुऐब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तमाम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इस्ली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कोशिशें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नाकाम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गयीं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खुदा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उन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अजाब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नाज़िल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फैसला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इन्हे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क़द्र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शदीद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गर्मी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मुब्तेला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सरदाबों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भी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उन्हें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चैन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मयस्सर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सका।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बाद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एक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खुश्क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सर्द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अब्र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टुकड़ा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नमूदार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हुआ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जिसके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नीचे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राहत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तलवाश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तमाम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लोग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जमा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गये।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एक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lastRenderedPageBreak/>
        <w:t>सदा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बुलन्द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हुई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जिससे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ज़मीन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लरज़ने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लगी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उस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अब्र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टुकड़े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ऐसी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आग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बरसी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हलाक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गये।</w:t>
      </w:r>
    </w:p>
    <w:p w:rsidR="00784BCC" w:rsidRDefault="00784BCC" w:rsidP="006A0293">
      <w:pPr>
        <w:pStyle w:val="libNormal"/>
      </w:pP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शुऐब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मोहब्बते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शबो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मुसलसल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दफा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बीनामी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वन्देआलम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बख्शा।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मोजिज़ात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पहाड़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चढ़ने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पहाड़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चोटी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मोजिज़ात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इन्केशफ़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विलादत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वफ़ात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ख़ामोश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784BCC" w:rsidRDefault="00784BCC" w:rsidP="006A0293">
      <w:pPr>
        <w:pStyle w:val="libNormal"/>
      </w:pPr>
    </w:p>
    <w:p w:rsidR="00784BCC" w:rsidRDefault="00784BCC" w:rsidP="00C62845">
      <w:pPr>
        <w:pStyle w:val="Heading1"/>
      </w:pPr>
      <w:bookmarkStart w:id="71" w:name="_Toc501013994"/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bookmarkEnd w:id="71"/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याकूब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पन्द्रह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t>75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t>400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सरज़मीन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मुतावल्लद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लम्बा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आंखें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दाढ़ी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गंदुमी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मुरक्कब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 w:rsidR="00C116A2">
        <w:rPr>
          <w:cs/>
          <w:lang w:bidi="hi-IN"/>
        </w:rPr>
        <w:t xml:space="preserve"> और </w:t>
      </w:r>
      <w:r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दरख़त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तसमिया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सन्दूक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दरियाये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क़स्रे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फिरऔन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किनारे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दरख़त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ठहरा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दरख़त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निस्बत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इख़तेलाफ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मोहक़्क़ेक़ीन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फाहिया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नजीबा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अबाहेसा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एयारख़ा</w:t>
      </w:r>
      <w:r>
        <w:t>,</w:t>
      </w:r>
      <w:r w:rsidR="00C62845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बुज़ाइद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ख़ाएस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वग़ैरह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हक़ीक़तन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इख़्तेलाफ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इस्राइली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ख़ातून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इस्राइल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इख़तेदार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वेक़ार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क़बतियों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ताजदार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मसअद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फ़िरऔन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मशहूर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cs/>
          <w:lang w:bidi="hi-IN"/>
        </w:rPr>
        <w:lastRenderedPageBreak/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इस्राइल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जाबिर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इस्राइली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चितलेटा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मेंख़ें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ठुकवा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हक़ीक़ी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मरियम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ख़ानवाद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- </w:t>
      </w:r>
      <w:r>
        <w:rPr>
          <w:rFonts w:hint="cs"/>
          <w:cs/>
          <w:lang w:bidi="hi-IN"/>
        </w:rPr>
        <w:t>याक़ूब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कालिब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यूक़ना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ब्याही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वालदैन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फ़िरऔन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मुक़द्दस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आतिशी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क़िबतियों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इस्राइल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नुक़सान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पहुंचाया।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ताबीर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नुजूमियों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काहिनों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इस्राइल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फिरऔनियत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तख़ता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पलट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सलतनत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फिरऔन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इस्राइल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हरीफ़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दाइयां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इस्राइल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हामेला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जांया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जल्लादों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दें।</w:t>
      </w:r>
    </w:p>
    <w:p w:rsidR="00784BCC" w:rsidRDefault="00784BCC" w:rsidP="006A0293">
      <w:pPr>
        <w:pStyle w:val="libNormal"/>
      </w:pPr>
    </w:p>
    <w:p w:rsidR="00784BCC" w:rsidRDefault="00784BCC" w:rsidP="006A0293">
      <w:pPr>
        <w:pStyle w:val="libNormal"/>
      </w:pPr>
      <w:r>
        <w:rPr>
          <w:cs/>
          <w:lang w:bidi="hi-IN"/>
        </w:rPr>
        <w:lastRenderedPageBreak/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</w:t>
      </w:r>
      <w:r w:rsidR="00C62845">
        <w:rPr>
          <w:rFonts w:hint="cs"/>
          <w:cs/>
          <w:lang w:bidi="hi-IN"/>
        </w:rPr>
        <w:t>ा</w:t>
      </w:r>
      <w:r>
        <w:rPr>
          <w:rFonts w:hint="cs"/>
          <w:cs/>
          <w:lang w:bidi="hi-IN"/>
        </w:rPr>
        <w:t>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लातादाद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मासूम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शोरिश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फिरऔन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विलादत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मादरे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दामनगीर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परेशान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मुज़तरिब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वंदेआलम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बज़रियए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मुत्तला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ख़ोफ़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सन्दूक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मुहाफ़िज़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बनायेंगे।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कुरआने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अलक़सस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t xml:space="preserve">7)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मादरे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तरद्दुद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सन्दूक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महैया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</w:p>
    <w:p w:rsidR="00784BCC" w:rsidRDefault="00784BCC" w:rsidP="006A0293">
      <w:pPr>
        <w:pStyle w:val="libNormal"/>
      </w:pP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हिज़क़ील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फिरऔन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नज्जारी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बालिशका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संदूक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बनवाया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हिज़क़ील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फिरऔन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गोयायी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जरियें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फ़िरऔन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दुकान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बहुक्में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अज़बाम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आंखों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बीनायी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रूखस्त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घबराये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गोयायी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बीनायी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मिली।</w:t>
      </w:r>
    </w:p>
    <w:p w:rsidR="00784BCC" w:rsidRDefault="00784BCC" w:rsidP="006A0293">
      <w:pPr>
        <w:pStyle w:val="libNormal"/>
      </w:pP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फिरऔन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कहलाये।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सनदूक़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जिबरइले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मादरे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ख़िदमत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हाज़िर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बहरहाल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मादरे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पत्थर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सन्दूक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सब्रो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सूकुन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तड़पती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ममता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सूबह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फिरऔन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कनीज़ों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दरियाये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कनारे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सन्दूक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सतह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लतीफ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झोंके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आहिस्ता</w:t>
      </w:r>
      <w:r>
        <w:rPr>
          <w:cs/>
          <w:lang w:bidi="hi-IN"/>
        </w:rPr>
        <w:t xml:space="preserve"> - </w:t>
      </w:r>
      <w:r>
        <w:t>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कनारे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बैचैनी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इन्तिज़ार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रफता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रफता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सन्दूक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दरख़त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ठहरा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784BCC" w:rsidRDefault="00784BCC" w:rsidP="006A0293">
      <w:pPr>
        <w:pStyle w:val="libNormal"/>
      </w:pPr>
    </w:p>
    <w:p w:rsidR="00784BCC" w:rsidRDefault="00784BCC" w:rsidP="006A0293">
      <w:pPr>
        <w:pStyle w:val="libNormal"/>
      </w:pPr>
      <w:r>
        <w:rPr>
          <w:cs/>
          <w:lang w:bidi="hi-IN"/>
        </w:rPr>
        <w:lastRenderedPageBreak/>
        <w:t xml:space="preserve"> </w:t>
      </w:r>
      <w:r>
        <w:rPr>
          <w:rFonts w:hint="cs"/>
          <w:cs/>
          <w:lang w:bidi="hi-IN"/>
        </w:rPr>
        <w:t>आसिया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कनीजों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="00C62845">
        <w:rPr>
          <w:rFonts w:hint="cs"/>
          <w:cs/>
          <w:lang w:bidi="hi-IN"/>
        </w:rPr>
        <w:t>सं</w:t>
      </w:r>
      <w:r>
        <w:rPr>
          <w:rFonts w:hint="cs"/>
          <w:cs/>
          <w:lang w:bidi="hi-IN"/>
        </w:rPr>
        <w:t>दूक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सन्दूक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इन्तेहायी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खूबसूरत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दाहिने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अंगूठा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कुदरत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तुफान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करवटें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नेअमते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बेइख़तेयार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फिरऔन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वाक़ेया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नेअमतें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नेअमत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फिरऔन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मुत्तफ़िक़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मशीयते</w:t>
      </w:r>
      <w:r w:rsidR="00C62845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ऐज़दी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बरबादी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ख़ुशामद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दरामद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रज़ामंद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लिया।</w:t>
      </w:r>
    </w:p>
    <w:p w:rsidR="00784BCC" w:rsidRDefault="00784BCC" w:rsidP="006A0293">
      <w:pPr>
        <w:pStyle w:val="libNormal"/>
      </w:pPr>
    </w:p>
    <w:p w:rsidR="00784BCC" w:rsidRDefault="00784BCC" w:rsidP="00C62845">
      <w:pPr>
        <w:pStyle w:val="Heading2"/>
      </w:pPr>
      <w:bookmarkStart w:id="72" w:name="_Toc501013995"/>
      <w:r>
        <w:rPr>
          <w:rFonts w:hint="cs"/>
          <w:cs/>
          <w:lang w:bidi="hi-IN"/>
        </w:rPr>
        <w:t>दाईयों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तलाश</w:t>
      </w:r>
      <w:bookmarkEnd w:id="72"/>
    </w:p>
    <w:p w:rsidR="00784BCC" w:rsidRDefault="00C62845" w:rsidP="00C62845">
      <w:pPr>
        <w:pStyle w:val="libNormal"/>
      </w:pPr>
      <w:r>
        <w:rPr>
          <w:rFonts w:hint="cs"/>
          <w:cs/>
          <w:lang w:bidi="hi-IN"/>
        </w:rPr>
        <w:t>फिरऔ</w:t>
      </w:r>
      <w:r w:rsidR="00784BCC">
        <w:rPr>
          <w:rFonts w:hint="cs"/>
          <w:cs/>
          <w:lang w:bidi="hi-IN"/>
        </w:rPr>
        <w:t>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राज़ी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होना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खबर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दूर</w:t>
      </w:r>
      <w:r w:rsidR="00784BCC">
        <w:rPr>
          <w:cs/>
          <w:lang w:bidi="hi-IN"/>
        </w:rPr>
        <w:t>-</w:t>
      </w:r>
      <w:r>
        <w:rPr>
          <w:rFonts w:hint="cs"/>
          <w:cs/>
          <w:lang w:bidi="hi-IN"/>
        </w:rPr>
        <w:t>दूर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फैल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गयी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आसिया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दरियाये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नील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एक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खूबसूरत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बच्चा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मिला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जिसे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फ़िरऔन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अपनी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फरज़ंदी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लिया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दूध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पिलाने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वाली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एक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दाया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तलाश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ख़बर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lastRenderedPageBreak/>
        <w:t>सुनकर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बहुत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औरतें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आयीं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लायीं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गयीं।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मगर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जनाबे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मूसा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किसी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043424">
        <w:rPr>
          <w:rFonts w:hint="cs"/>
          <w:cs/>
          <w:lang w:bidi="hi-IN"/>
        </w:rPr>
        <w:t>तरफ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रुख़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भी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किया।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बात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मादरे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मूसा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मालूम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हुई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उन्होंने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समझ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लिया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उनका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बच्चा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फिरऔन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महल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पहुंच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है।</w:t>
      </w:r>
      <w:r w:rsidR="00784BCC"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वाक़ेया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मुत्तेला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फ़िरऔन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कऱीब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पिलाने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पेशावर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किबती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फ़िरऔन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पिलाने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मसरूफ़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थोड़ी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फिरऔन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ख़्वाहरे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ख़ातून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बताऊं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ख़ानदान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रूजू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क़बीले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ताअल्लूक़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इस्राईल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आसिया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इस्राइली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ज़रुरत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फिरऔन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इस्राइल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</w:t>
      </w:r>
      <w:r w:rsidR="00C62845">
        <w:rPr>
          <w:rFonts w:hint="cs"/>
          <w:cs/>
          <w:lang w:bidi="hi-IN"/>
        </w:rPr>
        <w:t>ू</w:t>
      </w:r>
      <w:r>
        <w:rPr>
          <w:rFonts w:hint="cs"/>
          <w:cs/>
          <w:lang w:bidi="hi-IN"/>
        </w:rPr>
        <w:t>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पिलाये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कनीज़ों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फ़िरऔन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दबाव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ग़र्ज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कनीज़ों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फ़िरऔन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मादरे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मुख़तसर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तअर्ररूफ़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फ़िरऔन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इस्राईल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बरबादी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ज़िम्मेदार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क़िबती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इस्राइलियत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ताबीर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नशोनुमां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तरबियत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निगरानी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ख़ुदबख़ुद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ख़ौफ़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का।</w:t>
      </w:r>
    </w:p>
    <w:p w:rsidR="00784BCC" w:rsidRDefault="00784BCC" w:rsidP="006A0293">
      <w:pPr>
        <w:pStyle w:val="libNormal"/>
      </w:pP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मुख़तसर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थोड़ी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बहसो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मुबाहेसे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फिरऔन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मादरे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हुमक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लिया।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फिरऔन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आसियाओ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फिरऔन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मसर्रत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तहनियतओ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मुबारकबाद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फूलों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फ़रऔन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मादरे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पिलाने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मुलाज़िम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तनख़्वाह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बाज़ाब्ता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लगीं।</w:t>
      </w:r>
      <w:r>
        <w:rPr>
          <w:cs/>
          <w:lang w:bidi="hi-IN"/>
        </w:rPr>
        <w:t xml:space="preserve"> </w:t>
      </w:r>
    </w:p>
    <w:p w:rsidR="00784BCC" w:rsidRDefault="00784BCC" w:rsidP="00C62845">
      <w:pPr>
        <w:pStyle w:val="Heading2"/>
      </w:pPr>
      <w:bookmarkStart w:id="73" w:name="_Toc501013996"/>
      <w:r>
        <w:rPr>
          <w:rFonts w:hint="cs"/>
          <w:cs/>
          <w:lang w:bidi="hi-IN"/>
        </w:rPr>
        <w:t>फिरऔन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दाढ़ी</w:t>
      </w:r>
      <w:bookmarkEnd w:id="73"/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डेढ़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फ़िरऔन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अचानक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दाढ़ी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पकड़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ज़ोरदार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झटका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मुट्ठी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उख़ड़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बदबख़त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तक़रीबन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चौथाई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दाढ़ी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फ़िरऔन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ताज़ीरी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कारनामा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फ़िरऔनियत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चक्कर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संजीदगी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सोचने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नजूमियों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पेशिंगोइयां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ग़ैज़ो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ग़ज़ब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फितरत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चिज़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फौरन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मुटठी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दाढ़ी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फिरऔन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तिफलाना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आज़माइश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करूंगा।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हक़ीक़त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वाज़ेह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नोअय्यत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दहकते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अंगारे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जवाहीर।</w:t>
      </w:r>
    </w:p>
    <w:p w:rsidR="00784BCC" w:rsidRDefault="00784BCC" w:rsidP="006A0293">
      <w:pPr>
        <w:pStyle w:val="libNormal"/>
      </w:pPr>
      <w:r>
        <w:t xml:space="preserve"> </w:t>
      </w: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आज़माइश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इम्तेहानी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ज़ीन्दगी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फ़िरऔन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जल्लाद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तिफलाना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यक़नन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अक़्ले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मिनजानिबिल्लाह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पैगम्बरों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जौहर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चमक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दमक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अन्गारों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इन्तेख़ाब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 w:rsidR="00C62845"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आहिस्ता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आहिस्ता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दहेक्ता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अंगारा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फ़िरऔन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क़तिलाना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</w:p>
    <w:p w:rsidR="00C62845" w:rsidRDefault="00C62845" w:rsidP="006A0293">
      <w:pPr>
        <w:pStyle w:val="libNormal"/>
        <w:rPr>
          <w:lang w:bidi="hi-IN"/>
        </w:rPr>
      </w:pPr>
    </w:p>
    <w:p w:rsidR="00784BCC" w:rsidRDefault="00784BCC" w:rsidP="00C62845">
      <w:pPr>
        <w:pStyle w:val="Heading1"/>
      </w:pPr>
      <w:bookmarkStart w:id="74" w:name="_Toc501013997"/>
      <w:r>
        <w:rPr>
          <w:rFonts w:hint="cs"/>
          <w:cs/>
          <w:lang w:bidi="hi-IN"/>
        </w:rPr>
        <w:t>तब्लीग़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इब्तेदा</w:t>
      </w:r>
      <w:bookmarkEnd w:id="74"/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तारीख़ों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छानबीन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वाज़ेह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तब्लीग़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आग़ाज़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सोलह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वालदैन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फिरऔन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पाबन्दी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खान्दान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तौहीद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रफ़ता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रफ़ता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पहंचा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इस्राईल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मुक़तदिर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हसतियां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मुसतफीज़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फ़िरऔन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इब्तेदा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मुख़लिफ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मुख़ालेफत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दरेपरदा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फ़िरऔन</w:t>
      </w:r>
      <w:r>
        <w:t xml:space="preserve">, </w:t>
      </w:r>
      <w:r>
        <w:rPr>
          <w:rFonts w:hint="cs"/>
          <w:cs/>
          <w:lang w:bidi="hi-IN"/>
        </w:rPr>
        <w:t>हिज़क़ील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हमख़याल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फिरऔन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ख़ौफ़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जिन्दगियां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ख़यालात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फ़िरऔन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बेखबर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ख़ुशआमदी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मुख़ालिफ़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784BCC" w:rsidRDefault="00784BCC" w:rsidP="006A0293">
      <w:pPr>
        <w:pStyle w:val="libNormal"/>
      </w:pPr>
    </w:p>
    <w:p w:rsidR="00784BCC" w:rsidRDefault="00784BCC" w:rsidP="006A0293">
      <w:pPr>
        <w:pStyle w:val="libNormal"/>
      </w:pPr>
      <w:r>
        <w:rPr>
          <w:cs/>
          <w:lang w:bidi="hi-IN"/>
        </w:rPr>
        <w:lastRenderedPageBreak/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फ़िरऔन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मुताल्लिक़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रखते।</w:t>
      </w:r>
    </w:p>
    <w:p w:rsidR="00784BCC" w:rsidRDefault="00784BCC" w:rsidP="006A0293">
      <w:pPr>
        <w:pStyle w:val="libNormal"/>
      </w:pP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बेबस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मरहूने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बुनियाद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दरहक़ीक़त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ख़ल्क़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दिखायी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बेबस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हशम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एख़तेदार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इज्ज़त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दौलतो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बख़सी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सरकशी</w:t>
      </w:r>
      <w:r>
        <w:t xml:space="preserve">,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तकब्बुर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गुरूर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गुनाहों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कीजिये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कहलवाना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दीजिये।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गुफ़तुगू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फिरऔन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बखुरदा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ख़ामोश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डालूंगा।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फरियाद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ख़ामोशी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784BCC" w:rsidRDefault="00784BCC" w:rsidP="006A0293">
      <w:pPr>
        <w:pStyle w:val="libNormal"/>
      </w:pPr>
      <w:r>
        <w:t xml:space="preserve"> </w:t>
      </w: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फिरऔन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टकराने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सलामती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फिलहाल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मुनासिब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खच्चर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पड़े।</w:t>
      </w:r>
    </w:p>
    <w:p w:rsidR="00784BCC" w:rsidRDefault="00784BCC" w:rsidP="006A0293">
      <w:pPr>
        <w:pStyle w:val="libNormal"/>
      </w:pPr>
      <w:r>
        <w:rPr>
          <w:rFonts w:ascii="Times New Roman" w:hAnsi="Times New Roman" w:cs="Times New Roman"/>
        </w:rPr>
        <w:t> </w:t>
      </w:r>
    </w:p>
    <w:p w:rsidR="00784BCC" w:rsidRDefault="00784BCC" w:rsidP="00C62845">
      <w:pPr>
        <w:pStyle w:val="Heading2"/>
      </w:pPr>
      <w:bookmarkStart w:id="75" w:name="_Toc501013998"/>
      <w:r>
        <w:rPr>
          <w:rFonts w:hint="cs"/>
          <w:cs/>
          <w:lang w:bidi="hi-IN"/>
        </w:rPr>
        <w:t>क़िब्ती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bookmarkEnd w:id="75"/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इत्तेफाक़न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झग़ड़ा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इस्राईली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कायनात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क़िब्ती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फ़िरऔन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ठहर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 w:rsidR="00E21429">
        <w:rPr>
          <w:cs/>
          <w:lang w:bidi="hi-IN"/>
        </w:rPr>
        <w:t xml:space="preserve">। </w:t>
      </w:r>
      <w:r>
        <w:rPr>
          <w:rFonts w:hint="cs"/>
          <w:cs/>
          <w:lang w:bidi="hi-IN"/>
        </w:rPr>
        <w:t>क़िब्ती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इस्राइली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हरीफ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इस्राईली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हिमायत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क़िब्ती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घूंसा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चक्कर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</w:p>
    <w:p w:rsidR="00784BCC" w:rsidRDefault="00784BCC" w:rsidP="006A0293">
      <w:pPr>
        <w:pStyle w:val="libNormal"/>
      </w:pPr>
      <w:r>
        <w:t xml:space="preserve"> </w:t>
      </w: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इस्राईली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क़िब्ती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झगड़ा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छुड़ाने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क़िब्ती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सरकश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गुफगुतू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हिज़क़ील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क़िब्ती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फिरऔन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मशविरे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गुमाशते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सरगर्म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कद्र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भागों।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</w:p>
    <w:p w:rsidR="00784BCC" w:rsidRDefault="00784BCC" w:rsidP="00C62845">
      <w:pPr>
        <w:pStyle w:val="Heading2"/>
      </w:pPr>
      <w:bookmarkStart w:id="76" w:name="_Toc501013999"/>
      <w:r>
        <w:rPr>
          <w:rFonts w:hint="cs"/>
          <w:cs/>
          <w:lang w:bidi="hi-IN"/>
        </w:rPr>
        <w:lastRenderedPageBreak/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मद्दीन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दाख़िला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bookmarkEnd w:id="76"/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हिज़कील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फराहम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मद्दीन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फिरऔन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सउबतों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मुसलसल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फांक़े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दरख़तों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मरकूम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खत्म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हड्डिया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पत्तियों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सब्ज़ी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आठवें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मद्दीन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कुएं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784BCC" w:rsidRDefault="00784BCC" w:rsidP="006A0293">
      <w:pPr>
        <w:pStyle w:val="libNormal"/>
      </w:pPr>
    </w:p>
    <w:p w:rsidR="00784BCC" w:rsidRDefault="00784BCC" w:rsidP="00C62845">
      <w:pPr>
        <w:pStyle w:val="libNormal"/>
      </w:pP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दरखत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कुएं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भीड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चरवाहों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जानवरों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चेहरों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आशकार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मोहज़्ज़ब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तअल्लुक़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हमर्ददी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चरवाहे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जानवरों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बकरीयों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पिलायेंगे।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मुश्किल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cr/>
      </w:r>
      <w:r>
        <w:rPr>
          <w:rFonts w:hint="cs"/>
          <w:cs/>
          <w:lang w:bidi="hi-IN"/>
        </w:rPr>
        <w:lastRenderedPageBreak/>
        <w:t>चुनांचे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कुंए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ग़ल्बा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जानिबे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नेअमत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मुनासिब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हाजत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हुँ।</w:t>
      </w:r>
      <w:r w:rsidR="00C62845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पलट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चलिए।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पिलाने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उजरत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करे।मूसा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शुएब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ताअल्लूक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तशरीफ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ग़ुफ्तगू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शुएब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ज़ालिमों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पिलाने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एवज़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एवज़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आखेरत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बेचता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दयानत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शुएब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साहबज़ादी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मुलाज़िम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पुख्ता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784BCC" w:rsidRDefault="00784BCC" w:rsidP="006A0293">
      <w:pPr>
        <w:pStyle w:val="libNormal"/>
      </w:pP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lastRenderedPageBreak/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तजवीज़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शुएब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ख़ामोश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सोंचते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मुखातिब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मुलाज़ेमत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शयाने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एवज़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देखभाल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मुद्दत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एखतियार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इन्शाअल्लाह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नेकोकारों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पाओगे।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मन्ज़ुर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नोअय्यत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माबैन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मुआहेदे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ज्यादती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मोआहदे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बुनियाद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शुएब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लगे।</w:t>
      </w:r>
    </w:p>
    <w:p w:rsidR="00784BCC" w:rsidRDefault="00784BCC" w:rsidP="006A0293">
      <w:pPr>
        <w:pStyle w:val="libNormal"/>
      </w:pPr>
    </w:p>
    <w:p w:rsidR="00784BCC" w:rsidRDefault="00784BCC" w:rsidP="00C62845">
      <w:pPr>
        <w:pStyle w:val="Heading2"/>
      </w:pPr>
      <w:bookmarkStart w:id="77" w:name="_Toc501014000"/>
      <w:r>
        <w:rPr>
          <w:rFonts w:hint="cs"/>
          <w:cs/>
          <w:lang w:bidi="hi-IN"/>
        </w:rPr>
        <w:t>असाऐ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bookmarkEnd w:id="77"/>
    </w:p>
    <w:p w:rsidR="00784BCC" w:rsidRDefault="00784BCC" w:rsidP="00C62845">
      <w:pPr>
        <w:pStyle w:val="libNormal"/>
      </w:pP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शुएब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खुसूसियत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सब्जो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अंधेरे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रोशनी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हमलाआवर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ख़ौफ़नाक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अजदहा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ज़र्ब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पहाड़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टुकड़े</w:t>
      </w:r>
      <w:r>
        <w:rPr>
          <w:cs/>
          <w:lang w:bidi="hi-IN"/>
        </w:rPr>
        <w:t xml:space="preserve"> -</w:t>
      </w:r>
      <w:r w:rsidR="00C62845">
        <w:rPr>
          <w:rFonts w:hint="cs"/>
          <w:cs/>
          <w:lang w:bidi="hi-IN"/>
        </w:rPr>
        <w:t>टुकड़े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दरियाओँ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ख़ुश्क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गाड़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मेवेदार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दरख़त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इख़तेयार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शुएब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बकरियां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चराने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</w:t>
      </w:r>
      <w:r w:rsidR="00C62845">
        <w:rPr>
          <w:rFonts w:hint="cs"/>
          <w:cs/>
          <w:lang w:bidi="hi-IN"/>
        </w:rPr>
        <w:t>पु</w:t>
      </w:r>
      <w:r>
        <w:rPr>
          <w:rFonts w:hint="cs"/>
          <w:cs/>
          <w:lang w:bidi="hi-IN"/>
        </w:rPr>
        <w:t>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लाठी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दीजिए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दरिन्दों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जानवरों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दफा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शुएब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फुंला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लाओ।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बाबजान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मरज़िये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</w:t>
      </w:r>
      <w:r w:rsidR="00C62845">
        <w:rPr>
          <w:rFonts w:hint="cs"/>
          <w:cs/>
          <w:lang w:bidi="hi-IN"/>
        </w:rPr>
        <w:t>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मुसतहक़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784BCC" w:rsidRDefault="00784BCC" w:rsidP="006A0293">
      <w:pPr>
        <w:pStyle w:val="libNormal"/>
      </w:pPr>
    </w:p>
    <w:p w:rsidR="00784BCC" w:rsidRDefault="00784BCC" w:rsidP="00C62845">
      <w:pPr>
        <w:pStyle w:val="Heading2"/>
      </w:pPr>
      <w:bookmarkStart w:id="78" w:name="_Toc501014001"/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मराजेअत</w:t>
      </w:r>
      <w:bookmarkEnd w:id="78"/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मद्दीन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मुहेदा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मद्दत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शुएब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ख़्वाहिस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शुएब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इन्तिज़ाम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मुख़तलिफ़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साज़ों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कनीज़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बकरियां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नक़द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रूख़सत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मद्दीन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मुक़द्दस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अचानक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हामेला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अंधेरी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थोड़ी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फ़ासले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रौशन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भड़क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784BCC" w:rsidRDefault="00784BCC" w:rsidP="006A0293">
      <w:pPr>
        <w:pStyle w:val="libNormal"/>
      </w:pP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थोड़ी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आऊं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कनीज़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ताकीदें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जिधर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पैमाई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जद्दो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जेहद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सरसब्ज़ो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शदाब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दरख़त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भड़कते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दरख़त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खिसकने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करिशमा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ख़ौफ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मुकम्मल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दहशत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दरख़त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होलनाक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अजदहा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लम्बाई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दरख़ते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खुरमै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ख़ौफ़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थरथराने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मज़बूत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अजदहे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मुक़द्दस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तक़द्दुस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एहतेराम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नालैने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दाहिना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गरेबान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गरेबान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मुनव्वर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शुआएं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थोड़ी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शुआएं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हतेली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सफेदी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रोसनी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</w:p>
    <w:p w:rsidR="00784BCC" w:rsidRDefault="00784BCC" w:rsidP="006A0293">
      <w:pPr>
        <w:pStyle w:val="libNormal"/>
      </w:pP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कहलाया।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दरख़त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फिलहाल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मोजिज़ै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बेख़ौफ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फ़िरऔन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तबलीग़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फसीतर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मद्दगार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तबलीग़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बटाऐ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नबूवत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तसदीक़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सलतनत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खूबसूरत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नवाज़ाएदा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तसल्ली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फिरऔन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तब्लीग़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जाऊं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मुनासिब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सुकून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गीरी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रहूंगा।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साजगार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लूंगा।</w:t>
      </w:r>
    </w:p>
    <w:p w:rsidR="00784BCC" w:rsidRDefault="00784BCC" w:rsidP="006A0293">
      <w:pPr>
        <w:pStyle w:val="libNormal"/>
      </w:pP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सफूंरा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इत्तेफ़ाक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कनीज़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साज़ो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मद्दीन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मद्दीन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फिरऔन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दरियाएं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ग़्रक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</w:p>
    <w:p w:rsidR="00784BCC" w:rsidRDefault="00784BCC" w:rsidP="00C62845">
      <w:pPr>
        <w:pStyle w:val="Heading2"/>
      </w:pPr>
      <w:bookmarkStart w:id="79" w:name="_Toc501014002"/>
      <w:r>
        <w:rPr>
          <w:rFonts w:hint="cs"/>
          <w:cs/>
          <w:lang w:bidi="hi-IN"/>
        </w:rPr>
        <w:t>कलीमउल्लाह</w:t>
      </w:r>
      <w:bookmarkEnd w:id="79"/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लक़ब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कलीमउल्लाह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यहुदियों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क़ब्तियों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तौरेत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नाज़ील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यहूदियों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मज़हबी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नबूवत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मुन्किर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784BCC" w:rsidRDefault="00784BCC" w:rsidP="006A0293">
      <w:pPr>
        <w:pStyle w:val="libNormal"/>
      </w:pPr>
    </w:p>
    <w:p w:rsidR="00784BCC" w:rsidRDefault="00784BCC" w:rsidP="00C62845">
      <w:pPr>
        <w:pStyle w:val="Heading1"/>
      </w:pPr>
      <w:bookmarkStart w:id="80" w:name="_Toc501014003"/>
      <w:r>
        <w:rPr>
          <w:rFonts w:hint="cs"/>
          <w:cs/>
          <w:lang w:bidi="hi-IN"/>
        </w:rPr>
        <w:lastRenderedPageBreak/>
        <w:t>हामान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क़ारून</w:t>
      </w:r>
      <w:bookmarkEnd w:id="80"/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फ़िरऔन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मोतमिद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शोहरए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आफाक़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फिरऔन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पहाड़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ऊंचाई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तामीर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मजदूरों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t>50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मेअमारों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फ़िरऔन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छतसे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नज़दीक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पहंचा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नादिम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पुकारना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ललकारना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फेंका।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क़ुदरत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आलूदा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उछलने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कुदने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ज़लज़ले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झटके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गिरनै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</w:p>
    <w:p w:rsidR="00784BCC" w:rsidRDefault="00784BCC" w:rsidP="006A0293">
      <w:pPr>
        <w:pStyle w:val="libNormal"/>
      </w:pPr>
      <w:r>
        <w:rPr>
          <w:rFonts w:ascii="Times New Roman" w:hAnsi="Times New Roman" w:cs="Times New Roman"/>
        </w:rPr>
        <w:t> </w:t>
      </w:r>
    </w:p>
    <w:p w:rsidR="00784BCC" w:rsidRDefault="00784BCC" w:rsidP="00C62845">
      <w:pPr>
        <w:pStyle w:val="Heading1"/>
      </w:pPr>
      <w:bookmarkStart w:id="81" w:name="_Toc501014004"/>
      <w:r>
        <w:rPr>
          <w:rFonts w:hint="cs"/>
          <w:cs/>
          <w:lang w:bidi="hi-IN"/>
        </w:rPr>
        <w:lastRenderedPageBreak/>
        <w:t>क़ारून</w:t>
      </w:r>
      <w:bookmarkEnd w:id="81"/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चचाज़ाद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ख़ालाज़ाद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कीमिया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खज़ानों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कुंजियां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घोड़ों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खच्चरों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जवाहेरात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सुर्ख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सफैंद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घोड़े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दाहीनी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ज़ेवरात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पुरतकल्लुफ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ख़ूबसूरत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कनीज़ें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बायीं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मग़रूर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बख़ील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बरबादी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क़िब्तियों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सिपुर्द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कुरबानी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ज़ीबह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</w:p>
    <w:p w:rsidR="00784BCC" w:rsidRDefault="00784BCC" w:rsidP="006A0293">
      <w:pPr>
        <w:pStyle w:val="libNormal"/>
      </w:pP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क़ारून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गुस्ताख़ाना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उड़ाया।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ज़कात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दूंगा।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हत्ता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  <w:r w:rsidR="00C116A2">
        <w:rPr>
          <w:cs/>
          <w:lang w:bidi="hi-IN"/>
        </w:rPr>
        <w:t xml:space="preserve"> और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फक़ीर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अशरफ़ियां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मजमए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तोहमत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गवाहा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ख़ौफ़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सच्चा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वाकेया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क़ारून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सरबेमोहर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थैलियां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दिखायीं।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मजमए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बद्दुआ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इख़्तेयार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क़ारून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मनासिब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क़ारूम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घरोबार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ख़जानों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घुटनों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समेत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हस्ती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</w:p>
    <w:p w:rsidR="00784BCC" w:rsidRDefault="00784BCC" w:rsidP="00C62845">
      <w:pPr>
        <w:pStyle w:val="Heading2"/>
      </w:pPr>
      <w:bookmarkStart w:id="82" w:name="_Toc501014005"/>
      <w:r>
        <w:rPr>
          <w:rFonts w:hint="cs"/>
          <w:cs/>
          <w:lang w:bidi="hi-IN"/>
        </w:rPr>
        <w:t>दरबारी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आराई</w:t>
      </w:r>
      <w:bookmarkEnd w:id="82"/>
    </w:p>
    <w:p w:rsidR="00784BCC" w:rsidRDefault="00784BCC" w:rsidP="006A0293">
      <w:pPr>
        <w:pStyle w:val="libNormal"/>
      </w:pPr>
    </w:p>
    <w:p w:rsidR="00784BCC" w:rsidRDefault="00784BCC" w:rsidP="006A0293">
      <w:pPr>
        <w:pStyle w:val="libNormal"/>
      </w:pPr>
      <w:r>
        <w:rPr>
          <w:cs/>
          <w:lang w:bidi="hi-IN"/>
        </w:rPr>
        <w:lastRenderedPageBreak/>
        <w:t xml:space="preserve"> </w:t>
      </w:r>
      <w:r>
        <w:rPr>
          <w:rFonts w:hint="cs"/>
          <w:cs/>
          <w:lang w:bidi="hi-IN"/>
        </w:rPr>
        <w:t>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निसले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वालदैन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वाक़ेयात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मद्दीन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शुएब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मुलाक़ात</w:t>
      </w:r>
      <w:r w:rsidR="00C116A2">
        <w:rPr>
          <w:cs/>
          <w:lang w:bidi="hi-IN"/>
        </w:rPr>
        <w:t xml:space="preserve"> और </w:t>
      </w:r>
      <w:r>
        <w:rPr>
          <w:rFonts w:hint="cs"/>
          <w:cs/>
          <w:lang w:bidi="hi-IN"/>
        </w:rPr>
        <w:t>नीज़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तफसील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फ़िरऔन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हिदायत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फ़िरऔन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हिफ़ाज़त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खुसूसी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इन्तज़ामात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तक़सीम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इब्तेदायी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बैरूनी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इब्तेदायी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बैरूनी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दहकते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गुर्राते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खूंख्वार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भेडियों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तूलानी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आमाजगाह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मज़बूत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कटहरो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हंगामी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दरिंदों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सके।</w:t>
      </w: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फ़िरऔन</w:t>
      </w:r>
      <w:r w:rsidR="00C116A2">
        <w:rPr>
          <w:cs/>
          <w:lang w:bidi="hi-IN"/>
        </w:rPr>
        <w:t xml:space="preserve"> और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मुहाफ़िज़ों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ऊंची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नशिस्तगाह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फिरऔन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मुख़बिरों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दरवाज़ा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भेड़यों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दरिदे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ग़र्ज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बैरूनी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गेट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बावजूद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फ़िरऔन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सिपाहिय़ों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बैख़ौफ़ो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दरिंदों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हमलाआवर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कदमों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पीछे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पीछे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हिलाते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फ़िरऔन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दरवाज़े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खोला।</w:t>
      </w:r>
      <w:r>
        <w:rPr>
          <w:cs/>
          <w:lang w:bidi="hi-IN"/>
        </w:rPr>
        <w:t xml:space="preserve"> </w:t>
      </w:r>
    </w:p>
    <w:p w:rsidR="00784BCC" w:rsidRDefault="00E21429" w:rsidP="004605A7">
      <w:pPr>
        <w:pStyle w:val="libNormal"/>
      </w:pPr>
      <w:r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यहां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आप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सातवां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दरवाज़ा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खोला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फ़िरऔन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हमान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अपने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दीगर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साथियों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साथ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आपके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सामने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खड़ा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था।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हाल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देखा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मेरे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दरिंदों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मूसा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साथ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मेरी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तरफ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खूंखार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नज़रों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गूर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रहे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डर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मारे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भागने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लगा।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जनाबे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मीसा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फ़रमाया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</w:t>
      </w:r>
      <w:r w:rsidR="00784BCC">
        <w:t>6</w:t>
      </w:r>
      <w:r w:rsidR="00784BCC">
        <w:rPr>
          <w:rFonts w:hint="cs"/>
          <w:cs/>
          <w:lang w:bidi="hi-IN"/>
        </w:rPr>
        <w:t>गता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क्यों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मेरी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मरज़ी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बग़ैर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तेरे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दरिंदे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तुझसे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कोई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ताअरूर्ज़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नहीं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करेंगे।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फ़िरऔन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कहा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मैं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जीते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अपनै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पोस्टमार्टम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नहीं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कराना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चाहता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लिहाज़ा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तुम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पहले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दरिन्दों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यहां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दफ़ा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फिर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मेरे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क़रीब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आओ।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मीसा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नै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अपने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इन्हें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इशारा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दरिंदे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चले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गये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फ़िरऔन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पूछा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ऐ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मैका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तुम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यहां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क्यों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आये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lastRenderedPageBreak/>
        <w:t>हो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तुम्हारा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मक़सद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क्या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आपने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फरमाया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खुदा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मुझे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नबूवत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फाएज़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तुम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लोगों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हिदायत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मामूर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है।</w:t>
      </w:r>
      <w:r w:rsidR="00784BCC"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फिरऔन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सिवाए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बरबादी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फिरऔन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नुजूमियों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पेशिंगोई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बदहवस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तिरछे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लहजे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नरमी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t xml:space="preserve">,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तरबियत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कुफ़राने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नेअमत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करो।</w:t>
      </w:r>
    </w:p>
    <w:p w:rsidR="00784BCC" w:rsidRDefault="00784BCC" w:rsidP="004605A7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फिरऔनियत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रफा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लाऊं।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फिरऔन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निशावियां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सुबूत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हैबतनाक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अजदहा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मुंमह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झाग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करिशमा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फिरऔन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="004605A7">
        <w:rPr>
          <w:rFonts w:hint="cs"/>
          <w:cs/>
          <w:lang w:bidi="hi-IN"/>
        </w:rPr>
        <w:t>औ</w:t>
      </w:r>
      <w:r>
        <w:rPr>
          <w:rFonts w:hint="cs"/>
          <w:cs/>
          <w:lang w:bidi="hi-IN"/>
        </w:rPr>
        <w:t>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खौफ़ज़दा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 w:rsidR="00C116A2">
        <w:rPr>
          <w:cs/>
          <w:lang w:bidi="hi-IN"/>
        </w:rPr>
        <w:t xml:space="preserve"> और </w:t>
      </w:r>
      <w:r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हटाओ।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गरेबान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यदैबैज़ा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तजल्ली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आंखें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चकाचौंध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मरऊब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संजीदगी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जादू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="004605A7"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फिरऔन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नज़दीक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जादू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जादूगरों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सरबराही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मशहीर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मुमताज़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जादूगरों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इन्तेख़ाल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मुकाबले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मोअय्यन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उमंढ़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फिरऔन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दरबरा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तमाशाईयों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दिकाने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जादूगरों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फ़िरऔन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ग़ालिब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मिलेगा।</w:t>
      </w: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फिरऔन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लूंगा।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ग़ालिब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लूंगा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फ़िरऔन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झंड़ी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जादूगरों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इब्तेदा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करोगें।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जादू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इब्तेदा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करूंगा।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इब्तेदा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जादूगरें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रस्सियां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लाठियां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फ़ेकी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सांप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इनकी</w:t>
      </w:r>
      <w:r>
        <w:rPr>
          <w:cs/>
          <w:lang w:bidi="hi-IN"/>
        </w:rPr>
        <w:t xml:space="preserve"> </w:t>
      </w:r>
      <w:r w:rsidR="00043424"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असा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जादूगर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 w:rsidR="00043424"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गुमराह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बदज़न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घबराओ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ग़ालिब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करूंगा।</w:t>
      </w: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अजदहे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इख़तेयार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जादूगरों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रस्सिया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लाठियों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जादूगरों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भगदड़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तमाशायी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कुचल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गयेछ।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पाखान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मोजिज़नुमी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मारकाआराई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तक़रीबन</w:t>
      </w:r>
      <w:r>
        <w:rPr>
          <w:cs/>
          <w:lang w:bidi="hi-IN"/>
        </w:rPr>
        <w:t xml:space="preserve"> </w:t>
      </w:r>
      <w:r>
        <w:t>60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फ़िरऔन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गिरफतारियां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सज़ायें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दूभर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फ़िरयाद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इम्दाद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फिरऔन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इब्तेदा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अचानक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सैलाब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तुग़यानी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लपेट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लिया।</w:t>
      </w: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फिरऔनियों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किबतियों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मकानात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ढेर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गयीं।</w:t>
      </w:r>
      <w:r w:rsidR="00C116A2">
        <w:rPr>
          <w:cs/>
          <w:lang w:bidi="hi-IN"/>
        </w:rPr>
        <w:t xml:space="preserve"> और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मैदानों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="00043424"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क़ुदरते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इस्राइल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मुख़तसर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चालीस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फिरऔन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फिऱऔनियत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तशद्दुद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टिड्डियों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मुसल्लत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गयीं।</w:t>
      </w:r>
    </w:p>
    <w:p w:rsidR="00784BCC" w:rsidRDefault="00784BCC" w:rsidP="004605A7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दरख़्तों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 w:rsidR="00C116A2">
        <w:rPr>
          <w:cs/>
          <w:lang w:bidi="hi-IN"/>
        </w:rPr>
        <w:t xml:space="preserve"> और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टिड्डियों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दरवाजों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खिडकियों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बोला।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लकड़ियों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ख़ात्मा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मख़लूक़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किबतियों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कपड़ों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लिबासों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बरहेना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="004605A7">
        <w:rPr>
          <w:rFonts w:hint="cs"/>
          <w:cs/>
          <w:lang w:bidi="hi-IN"/>
        </w:rPr>
        <w:t>दिया</w:t>
      </w:r>
      <w:r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</w:t>
      </w:r>
      <w:r w:rsidR="00C116A2">
        <w:rPr>
          <w:rFonts w:hint="cs"/>
          <w:cs/>
          <w:lang w:bidi="hi-IN"/>
        </w:rPr>
        <w:t>फि</w:t>
      </w:r>
      <w:r>
        <w:rPr>
          <w:rFonts w:hint="cs"/>
          <w:cs/>
          <w:lang w:bidi="hi-IN"/>
        </w:rPr>
        <w:t>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जिस्मों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लिपट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गयीं</w:t>
      </w:r>
      <w:r w:rsidR="00C116A2">
        <w:rPr>
          <w:cs/>
          <w:lang w:bidi="hi-IN"/>
        </w:rPr>
        <w:t xml:space="preserve"> और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वग़ैरह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य़ह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फ़िरऔन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समाजित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निजात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दिलादो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इस्राइल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लायेंगे।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="004605A7">
        <w:rPr>
          <w:rFonts w:hint="cs"/>
          <w:cs/>
          <w:lang w:bidi="hi-IN"/>
        </w:rPr>
        <w:t>औ</w:t>
      </w:r>
      <w:r>
        <w:rPr>
          <w:rFonts w:hint="cs"/>
          <w:cs/>
          <w:lang w:bidi="hi-IN"/>
        </w:rPr>
        <w:t>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कुदरते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कामेला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टिड्डिययों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फ़िरऔनियों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मतलबप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फ़िरऔन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दवम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</w:t>
      </w:r>
      <w:r w:rsidR="004605A7">
        <w:rPr>
          <w:rFonts w:hint="cs"/>
          <w:cs/>
          <w:lang w:bidi="hi-IN"/>
        </w:rPr>
        <w:t>ु</w:t>
      </w:r>
      <w:r>
        <w:rPr>
          <w:rFonts w:hint="cs"/>
          <w:cs/>
          <w:lang w:bidi="hi-IN"/>
        </w:rPr>
        <w:t>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="004605A7">
        <w:rPr>
          <w:rFonts w:hint="cs"/>
          <w:cs/>
          <w:lang w:bidi="hi-IN"/>
        </w:rPr>
        <w:t>समुं</w:t>
      </w:r>
      <w:r>
        <w:rPr>
          <w:rFonts w:hint="cs"/>
          <w:cs/>
          <w:lang w:bidi="hi-IN"/>
        </w:rPr>
        <w:t>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उमंड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निहायत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सुरअत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उड़ती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</w:t>
      </w:r>
      <w:r w:rsidR="004605A7">
        <w:rPr>
          <w:rFonts w:hint="cs"/>
          <w:cs/>
          <w:lang w:bidi="hi-IN"/>
        </w:rPr>
        <w:t>औ</w:t>
      </w:r>
      <w:r>
        <w:rPr>
          <w:rFonts w:hint="cs"/>
          <w:cs/>
          <w:lang w:bidi="hi-IN"/>
        </w:rPr>
        <w:t>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क़िबती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हमलाआवर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>-</w:t>
      </w:r>
      <w:r>
        <w:t>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गंजा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="004605A7">
        <w:rPr>
          <w:rFonts w:hint="cs"/>
          <w:cs/>
          <w:lang w:bidi="hi-IN"/>
        </w:rPr>
        <w:t>औ</w:t>
      </w:r>
      <w:r>
        <w:rPr>
          <w:rFonts w:hint="cs"/>
          <w:cs/>
          <w:lang w:bidi="hi-IN"/>
        </w:rPr>
        <w:t>र</w:t>
      </w:r>
      <w:r>
        <w:rPr>
          <w:cs/>
          <w:lang w:bidi="hi-IN"/>
        </w:rPr>
        <w:t xml:space="preserve"> </w:t>
      </w:r>
      <w:r w:rsidR="004605A7">
        <w:rPr>
          <w:rFonts w:hint="cs"/>
          <w:cs/>
          <w:lang w:bidi="hi-IN"/>
        </w:rPr>
        <w:t>भ</w:t>
      </w:r>
      <w:r>
        <w:rPr>
          <w:rFonts w:hint="cs"/>
          <w:cs/>
          <w:lang w:bidi="hi-IN"/>
        </w:rPr>
        <w:t>वें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पलकें</w:t>
      </w:r>
      <w:r>
        <w:rPr>
          <w:cs/>
          <w:lang w:bidi="hi-IN"/>
        </w:rPr>
        <w:t xml:space="preserve"> </w:t>
      </w:r>
      <w:r w:rsidR="004605A7">
        <w:rPr>
          <w:rFonts w:hint="cs"/>
          <w:cs/>
          <w:lang w:bidi="hi-IN"/>
        </w:rPr>
        <w:t>साफ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 w:rsidR="004605A7">
        <w:rPr>
          <w:rFonts w:hint="cs"/>
          <w:cs/>
          <w:lang w:bidi="hi-IN"/>
        </w:rPr>
        <w:t>व</w:t>
      </w:r>
      <w:r>
        <w:rPr>
          <w:rFonts w:hint="cs"/>
          <w:cs/>
          <w:lang w:bidi="hi-IN"/>
        </w:rPr>
        <w:t>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बेशुमार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</w:t>
      </w:r>
      <w:r w:rsidR="004605A7">
        <w:rPr>
          <w:rFonts w:hint="cs"/>
          <w:cs/>
          <w:lang w:bidi="hi-IN"/>
        </w:rPr>
        <w:t>ुऐ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प्याला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जूओं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अनोखे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दहाने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पिरऔन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जरूर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लायेंगे</w:t>
      </w:r>
      <w:r>
        <w:rPr>
          <w:cs/>
          <w:lang w:bidi="hi-IN"/>
        </w:rPr>
        <w:t xml:space="preserve"> </w:t>
      </w:r>
      <w:r w:rsidR="004605A7"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कैदियों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="004605A7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देगे।</w:t>
      </w: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छुटकारा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फिरऔन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छुटकारा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वायते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फिरऔन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कुदाई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बदनसीब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खेतियां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गयीं</w:t>
      </w:r>
      <w:r>
        <w:t xml:space="preserve">, </w:t>
      </w:r>
      <w:r>
        <w:rPr>
          <w:rFonts w:hint="cs"/>
          <w:cs/>
          <w:lang w:bidi="hi-IN"/>
        </w:rPr>
        <w:t>बाग़ात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संगरेज़ों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तब्दील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ताऊन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वगैरा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मुब्तेला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गयीं।</w:t>
      </w:r>
      <w:r w:rsidR="00C116A2">
        <w:rPr>
          <w:cs/>
          <w:lang w:bidi="hi-IN"/>
        </w:rPr>
        <w:t xml:space="preserve"> और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फिरऔन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मुनहरिफ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हमनवां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सके।</w:t>
      </w:r>
    </w:p>
    <w:p w:rsidR="00784BCC" w:rsidRDefault="00784BCC" w:rsidP="006A0293">
      <w:pPr>
        <w:pStyle w:val="libNormal"/>
      </w:pPr>
      <w:r>
        <w:rPr>
          <w:cs/>
          <w:lang w:bidi="hi-IN"/>
        </w:rPr>
        <w:lastRenderedPageBreak/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="004605A7">
        <w:rPr>
          <w:rFonts w:hint="cs"/>
          <w:cs/>
          <w:lang w:bidi="hi-IN"/>
        </w:rPr>
        <w:t>हि</w:t>
      </w:r>
      <w:r>
        <w:rPr>
          <w:rFonts w:hint="cs"/>
          <w:cs/>
          <w:lang w:bidi="hi-IN"/>
        </w:rPr>
        <w:t>ज़क़ील</w:t>
      </w:r>
      <w:r w:rsidR="004605A7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फिरऔन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तक़य्ये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खैरबाद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="004605A7">
        <w:rPr>
          <w:rFonts w:hint="cs"/>
          <w:cs/>
          <w:lang w:bidi="hi-IN"/>
        </w:rPr>
        <w:t>औ</w:t>
      </w:r>
      <w:r>
        <w:rPr>
          <w:rFonts w:hint="cs"/>
          <w:cs/>
          <w:lang w:bidi="hi-IN"/>
        </w:rPr>
        <w:t>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फिरऔन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="004605A7">
        <w:rPr>
          <w:rFonts w:hint="cs"/>
          <w:cs/>
          <w:lang w:bidi="hi-IN"/>
        </w:rPr>
        <w:t>उ</w:t>
      </w:r>
      <w:r>
        <w:rPr>
          <w:rFonts w:hint="cs"/>
          <w:cs/>
          <w:lang w:bidi="hi-IN"/>
        </w:rPr>
        <w:t>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तन्दूर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ज़ौजा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मज़हिमा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लानै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बरहैना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मेख़ें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ठुकवा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बहुक्में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इस्राइल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छोड़कर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</w:p>
    <w:p w:rsidR="00784BCC" w:rsidRDefault="00784BCC" w:rsidP="004605A7">
      <w:pPr>
        <w:pStyle w:val="Heading2"/>
      </w:pPr>
      <w:bookmarkStart w:id="83" w:name="_Toc501014006"/>
      <w:r>
        <w:rPr>
          <w:rFonts w:hint="cs"/>
          <w:cs/>
          <w:lang w:bidi="hi-IN"/>
        </w:rPr>
        <w:t>फिरऔन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ग़रक़ाबी</w:t>
      </w:r>
      <w:bookmarkEnd w:id="83"/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मुसलसल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फ़िरऔन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परोशान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बनीइस्राइल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इस्राइल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जाओं।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दिरयाये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किनारे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पहुंचे।</w:t>
      </w: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फ़िरऔन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इस्राइल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लाख</w:t>
      </w:r>
      <w:r w:rsidR="00C116A2">
        <w:rPr>
          <w:cs/>
          <w:lang w:bidi="hi-IN"/>
        </w:rPr>
        <w:t xml:space="preserve"> और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मुताबिक़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लखकर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घाट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फ़िरौन</w:t>
      </w:r>
      <w:r w:rsidR="00C116A2">
        <w:rPr>
          <w:cs/>
          <w:lang w:bidi="hi-IN"/>
        </w:rPr>
        <w:t xml:space="preserve"> और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इस्राइल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ख़ौफ़ज़दा</w:t>
      </w:r>
      <w:r w:rsidR="00C116A2">
        <w:rPr>
          <w:cs/>
          <w:lang w:bidi="hi-IN"/>
        </w:rPr>
        <w:t xml:space="preserve"> और </w:t>
      </w:r>
      <w:r>
        <w:rPr>
          <w:rFonts w:hint="cs"/>
          <w:cs/>
          <w:lang w:bidi="hi-IN"/>
        </w:rPr>
        <w:t>परेशान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फ़िरऔन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अंदेशा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यानि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="004605A7">
        <w:rPr>
          <w:rFonts w:hint="cs"/>
          <w:cs/>
          <w:lang w:bidi="hi-IN"/>
        </w:rPr>
        <w:t>औ</w:t>
      </w:r>
      <w:r>
        <w:rPr>
          <w:rFonts w:hint="cs"/>
          <w:cs/>
          <w:lang w:bidi="hi-IN"/>
        </w:rPr>
        <w:t>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बदज़न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घबराओ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जरूर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जायेंगे।</w:t>
      </w: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दरियाये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बनीइस्राइल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फिरऔन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लशकरियों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करिशमा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इस्राइल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 w:rsidR="00C116A2">
        <w:rPr>
          <w:cs/>
          <w:lang w:bidi="hi-IN"/>
        </w:rPr>
        <w:t xml:space="preserve"> और </w:t>
      </w:r>
      <w:r>
        <w:rPr>
          <w:rFonts w:hint="cs"/>
          <w:cs/>
          <w:lang w:bidi="hi-IN"/>
        </w:rPr>
        <w:t>फिरऔन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सतह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फ़िरऔन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ग़र्क़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</w:p>
    <w:p w:rsidR="00784BCC" w:rsidRDefault="00784BCC" w:rsidP="006A0293">
      <w:pPr>
        <w:pStyle w:val="libNormal"/>
      </w:pPr>
      <w:r>
        <w:rPr>
          <w:cs/>
          <w:lang w:bidi="hi-IN"/>
        </w:rPr>
        <w:lastRenderedPageBreak/>
        <w:t xml:space="preserve"> </w:t>
      </w:r>
      <w:r>
        <w:rPr>
          <w:rFonts w:hint="cs"/>
          <w:cs/>
          <w:lang w:bidi="hi-IN"/>
        </w:rPr>
        <w:t>कुरआन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फ़िरऔन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इस्राइल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कुरआने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सुरए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यूनुस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आयात</w:t>
      </w:r>
      <w:r>
        <w:rPr>
          <w:cs/>
          <w:lang w:bidi="hi-IN"/>
        </w:rPr>
        <w:t xml:space="preserve"> </w:t>
      </w:r>
      <w:r>
        <w:t>60-62)</w:t>
      </w:r>
      <w:r>
        <w:rPr>
          <w:rFonts w:hint="cs"/>
          <w:cs/>
          <w:lang w:bidi="hi-IN"/>
        </w:rPr>
        <w:t>।</w:t>
      </w: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फिरऔन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मुताअद्दि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उमर्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नाफरमानियां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सरकशी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आखिरी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डू</w:t>
      </w:r>
      <w:r w:rsidR="00043424">
        <w:rPr>
          <w:rFonts w:hint="cs"/>
          <w:cs/>
          <w:lang w:bidi="hi-IN"/>
        </w:rPr>
        <w:t>ब</w:t>
      </w:r>
      <w:r>
        <w:rPr>
          <w:rFonts w:hint="cs"/>
          <w:cs/>
          <w:lang w:bidi="hi-IN"/>
        </w:rPr>
        <w:t>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हिचकियां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इरशादे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- </w:t>
      </w: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रियायत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अलबत्ता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नशीन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बचायेंगें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नमूना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सके।</w:t>
      </w: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मज़कूरा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वाज़ेह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नाफ़रमानियों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रसानियों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मुरतकिब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रहे।</w:t>
      </w:r>
      <w:r w:rsidR="00C116A2">
        <w:rPr>
          <w:cs/>
          <w:lang w:bidi="hi-IN"/>
        </w:rPr>
        <w:t xml:space="preserve"> और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मजबूरन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मुज़ाहेरा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फ़रमाबरदार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फेहरिस्त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बहालते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बरबिनाये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मसलहत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हमेशां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आये।</w:t>
      </w:r>
    </w:p>
    <w:p w:rsidR="00784BCC" w:rsidRDefault="00784BCC" w:rsidP="006A0293">
      <w:pPr>
        <w:pStyle w:val="libNormal"/>
      </w:pPr>
      <w:r>
        <w:rPr>
          <w:cs/>
          <w:lang w:bidi="hi-IN"/>
        </w:rPr>
        <w:lastRenderedPageBreak/>
        <w:t xml:space="preserve"> </w:t>
      </w:r>
      <w:r>
        <w:rPr>
          <w:rFonts w:hint="cs"/>
          <w:cs/>
          <w:lang w:bidi="hi-IN"/>
        </w:rPr>
        <w:t>बहरहाल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फ़िरऔन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डूबा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लाशें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उभर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फ़िरऔन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मग़रिबी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किनारे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फ़िरऔन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चस्मा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हम्मामे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फ़िरऔन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t>1907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माहेरीने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क़दीमा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फिरऔन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मम्मी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दस्तेयाब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काहेरा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अजाएब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हक़ानियत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</w:p>
    <w:p w:rsidR="00784BCC" w:rsidRDefault="00784BCC" w:rsidP="004605A7">
      <w:pPr>
        <w:pStyle w:val="Heading2"/>
      </w:pPr>
      <w:bookmarkStart w:id="84" w:name="_Toc501014007"/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इस्राइल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सलवा</w:t>
      </w:r>
      <w:bookmarkEnd w:id="84"/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दरियाये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नीलं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बनीइस्राइल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जिनकी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तादाद</w:t>
      </w:r>
      <w:r>
        <w:rPr>
          <w:cs/>
          <w:lang w:bidi="hi-IN"/>
        </w:rPr>
        <w:t xml:space="preserve"> </w:t>
      </w:r>
      <w:r>
        <w:t>6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गेयाह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केयाम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पज़ीर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कायनात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टुकड़ा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धूप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तुरन्जबीन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बइजाज़े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भुने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तीतर</w:t>
      </w:r>
      <w:r w:rsidR="00C116A2">
        <w:rPr>
          <w:cs/>
          <w:lang w:bidi="hi-IN"/>
        </w:rPr>
        <w:t xml:space="preserve"> और </w:t>
      </w:r>
      <w:r>
        <w:rPr>
          <w:rFonts w:hint="cs"/>
          <w:cs/>
          <w:lang w:bidi="hi-IN"/>
        </w:rPr>
        <w:t>बटेरा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ज़रिये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ग़िज़ा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पत्थर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शीरी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चश्में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</w:t>
      </w:r>
      <w:r>
        <w:rPr>
          <w:cs/>
          <w:lang w:bidi="hi-IN"/>
        </w:rPr>
        <w:t xml:space="preserve"> </w:t>
      </w:r>
      <w:r w:rsidR="00043424">
        <w:rPr>
          <w:rFonts w:hint="cs"/>
          <w:cs/>
          <w:lang w:bidi="hi-IN"/>
        </w:rPr>
        <w:t>ग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इस्राइलियों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ग़िज़ा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सब्ज़ी</w:t>
      </w:r>
      <w:r>
        <w:t>,</w:t>
      </w:r>
      <w:r>
        <w:rPr>
          <w:rFonts w:hint="cs"/>
          <w:cs/>
          <w:lang w:bidi="hi-IN"/>
        </w:rPr>
        <w:t>सब्ज़ी</w:t>
      </w:r>
      <w:r>
        <w:t>,</w:t>
      </w:r>
      <w:r>
        <w:rPr>
          <w:rFonts w:hint="cs"/>
          <w:cs/>
          <w:lang w:bidi="hi-IN"/>
        </w:rPr>
        <w:t>सब्ज़ी</w:t>
      </w:r>
      <w:r>
        <w:t>,</w:t>
      </w:r>
      <w:r>
        <w:rPr>
          <w:rFonts w:hint="cs"/>
          <w:cs/>
          <w:lang w:bidi="hi-IN"/>
        </w:rPr>
        <w:t>सब्जी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लहसुन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प्याज़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कक़ड़ी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नेअमतों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ठुकरा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ख़्वाहिश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फिलिश्तीन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अमालेक़ा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ल़डो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मतलूबा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अमालेक़ा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जंगजूं</w:t>
      </w:r>
      <w:r>
        <w:t>,</w:t>
      </w:r>
      <w:r>
        <w:rPr>
          <w:rFonts w:hint="cs"/>
          <w:cs/>
          <w:lang w:bidi="hi-IN"/>
        </w:rPr>
        <w:t>जंगजूं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खूंखार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जाबिर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784BCC" w:rsidRDefault="00E21429" w:rsidP="006A0293">
      <w:pPr>
        <w:pStyle w:val="libNormal"/>
      </w:pPr>
      <w:r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जनाबे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मूसा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इन्हें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समझाया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बुझाया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हमवार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बड़ी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कोशिश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मगर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इन्होंने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कहा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तुम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ख़ुद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लड़ो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यहीं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रहेंगे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तुम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क़ौम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फतह</w:t>
      </w:r>
      <w:r w:rsidR="00C116A2">
        <w:rPr>
          <w:cs/>
          <w:lang w:bidi="hi-IN"/>
        </w:rPr>
        <w:t xml:space="preserve"> और </w:t>
      </w:r>
      <w:r w:rsidR="00784BCC">
        <w:rPr>
          <w:rFonts w:hint="cs"/>
          <w:cs/>
          <w:lang w:bidi="hi-IN"/>
        </w:rPr>
        <w:t>क़ाबू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हासिल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लोगे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जायेंगे।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यूशा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बिन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नून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कालिब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बिन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यूहेन्ना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भी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जनाबे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मूसा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राह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थे।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लोगों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बहुत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कुछ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समझाया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तरहं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तसल्लियां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दीं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मगर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नमक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हराम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क़ौम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कहकर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साफ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इन्कार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दिया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हरगिज़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हरगिज़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शहर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दाख़िल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नहीं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होगे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बनी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अमालेक़ा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अफ़राद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वहां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मौजूद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हैं।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आख़िरकार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इनकी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सरकशी</w:t>
      </w:r>
      <w:r w:rsidR="00C116A2">
        <w:rPr>
          <w:cs/>
          <w:lang w:bidi="hi-IN"/>
        </w:rPr>
        <w:t xml:space="preserve"> </w:t>
      </w:r>
      <w:r w:rsidR="00C116A2">
        <w:rPr>
          <w:cs/>
          <w:lang w:bidi="hi-IN"/>
        </w:rPr>
        <w:lastRenderedPageBreak/>
        <w:t xml:space="preserve">और </w:t>
      </w:r>
      <w:r w:rsidR="00784BCC">
        <w:rPr>
          <w:rFonts w:hint="cs"/>
          <w:cs/>
          <w:lang w:bidi="hi-IN"/>
        </w:rPr>
        <w:t>हट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धरमी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तंग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जनाबे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मूसा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खूदा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बारगाह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दुआ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परवरदिगार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सरकशों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अलहदा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दे।</w:t>
      </w: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t xml:space="preserve">,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कालिब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युहेन्ना</w:t>
      </w:r>
      <w:r w:rsidR="00C116A2">
        <w:rPr>
          <w:cs/>
          <w:lang w:bidi="hi-IN"/>
        </w:rPr>
        <w:t xml:space="preserve"> और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इस्राइलियोंम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हमनवां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फ़िलिस्तीन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इस्राइलियों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नाज़ल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इकट्ठा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 w:rsidR="00C116A2">
        <w:rPr>
          <w:cs/>
          <w:lang w:bidi="hi-IN"/>
        </w:rPr>
        <w:t xml:space="preserve"> और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सरकशी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माफी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रज़ामंद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दो।</w:t>
      </w: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चालीस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बियाबान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सरगर्दा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रहेंगे</w:t>
      </w:r>
      <w:r w:rsidR="00C116A2">
        <w:rPr>
          <w:cs/>
          <w:lang w:bidi="hi-IN"/>
        </w:rPr>
        <w:t xml:space="preserve"> और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सकेंगे।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रोज़आना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बांधकर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पैमायी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सुबह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चालीस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बूढ़े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बूढ़े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</w:p>
    <w:p w:rsidR="00784BCC" w:rsidRDefault="00784BCC" w:rsidP="006A0293">
      <w:pPr>
        <w:pStyle w:val="libNormal"/>
      </w:pPr>
    </w:p>
    <w:p w:rsidR="00784BCC" w:rsidRDefault="00784BCC" w:rsidP="004605A7">
      <w:pPr>
        <w:pStyle w:val="Heading2"/>
      </w:pPr>
      <w:bookmarkStart w:id="85" w:name="_Toc501014008"/>
      <w:r>
        <w:rPr>
          <w:rFonts w:hint="cs"/>
          <w:cs/>
          <w:lang w:bidi="hi-IN"/>
        </w:rPr>
        <w:lastRenderedPageBreak/>
        <w:t>बाबे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हत्ता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हक़ीक़त</w:t>
      </w:r>
      <w:bookmarkEnd w:id="85"/>
    </w:p>
    <w:p w:rsidR="00784BCC" w:rsidRDefault="00E21429" w:rsidP="006A0293">
      <w:pPr>
        <w:pStyle w:val="libNormal"/>
      </w:pPr>
      <w:r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चालीस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साल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बाद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हुक्में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इलाही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बिना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हज़रते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मूसा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अपने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भाई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यूसा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बिन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नून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इन्हीं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जंगल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शहर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लाने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लिए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रवाना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चूंकि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जंगल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रहते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रहते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लोग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बहुत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ज़्यादा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परेशान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चुके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थे।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इसले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फ़ौरन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तैयार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गये।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हारून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यूशा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हमराह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शहर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तरफ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चल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पड़े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रास्ते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इन्हें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आरीहा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नामी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एक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फ़सील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बन्द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आबादी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गुजरना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जिसकी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मग़रिबी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दरवाज़ा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बाबे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हत्ता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यानी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बख़शिश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दरवाज़ा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कहलाता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है।</w:t>
      </w:r>
      <w:r w:rsidR="00784BCC"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इस्राईल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हिदायत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एहतेराम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दरवाज़े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हत्ता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हत्ता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बढ़ायें।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गुनाहों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बख़श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उडाया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हत्ता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हत्ता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बजायटे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तमसख़ुराना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हन्ता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हन्ता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गन्दूम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गन्दुम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गेहूं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रोटियां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इसतेहज़ा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मुसल्लत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चौबीस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इस्राइलियों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घाट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</w:p>
    <w:p w:rsidR="00784BCC" w:rsidRDefault="00784BCC" w:rsidP="006A0293">
      <w:pPr>
        <w:pStyle w:val="libNormal"/>
      </w:pPr>
      <w:r>
        <w:rPr>
          <w:cs/>
          <w:lang w:bidi="hi-IN"/>
        </w:rPr>
        <w:lastRenderedPageBreak/>
        <w:t xml:space="preserve"> </w:t>
      </w:r>
      <w:r>
        <w:rPr>
          <w:rFonts w:hint="cs"/>
          <w:cs/>
          <w:lang w:bidi="hi-IN"/>
        </w:rPr>
        <w:t>अमीर</w:t>
      </w:r>
      <w:r w:rsidR="004605A7">
        <w:rPr>
          <w:rFonts w:hint="cs"/>
          <w:cs/>
          <w:lang w:bidi="hi-IN"/>
        </w:rPr>
        <w:t>ू</w:t>
      </w:r>
      <w:r>
        <w:rPr>
          <w:rFonts w:hint="cs"/>
          <w:cs/>
          <w:lang w:bidi="hi-IN"/>
        </w:rPr>
        <w:t>ल</w:t>
      </w:r>
      <w:r w:rsidR="004605A7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मोमेनी</w:t>
      </w:r>
      <w:r w:rsidR="004605A7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सफीनए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हित्ता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हत्ता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इस्राइल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गुनाहों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बखशिश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दरवाज़ा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बख़शिश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निजात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784BCC" w:rsidRDefault="00784BCC" w:rsidP="006A0293">
      <w:pPr>
        <w:pStyle w:val="libNormal"/>
      </w:pPr>
    </w:p>
    <w:p w:rsidR="00784BCC" w:rsidRDefault="00784BCC" w:rsidP="004605A7">
      <w:pPr>
        <w:pStyle w:val="Heading2"/>
      </w:pPr>
      <w:bookmarkStart w:id="86" w:name="_Toc501014009"/>
      <w:r>
        <w:rPr>
          <w:rFonts w:hint="cs"/>
          <w:cs/>
          <w:lang w:bidi="hi-IN"/>
        </w:rPr>
        <w:t>औज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औक़</w:t>
      </w:r>
      <w:bookmarkEnd w:id="86"/>
    </w:p>
    <w:p w:rsidR="00784BCC" w:rsidRDefault="00784BCC" w:rsidP="006A0293">
      <w:pPr>
        <w:pStyle w:val="libNormal"/>
      </w:pP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अजूबा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 w:rsidR="00C116A2">
        <w:rPr>
          <w:cs/>
          <w:lang w:bidi="hi-IN"/>
        </w:rPr>
        <w:t xml:space="preserve"> और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लम्बा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उन्गलियां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तीस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तीस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समन्दर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मछलियांम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पकड़ता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तूफाने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पहाड़ों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बलंदियों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उंचा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पिंडली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पहंचा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अमालेक़ा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इस्राइल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क़बीलों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क़बीले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मुकरई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क़बीला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अमालेक़ा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मुशतलिफ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सिमतों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मुठभेड़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cs/>
          <w:lang w:bidi="hi-IN"/>
        </w:rPr>
        <w:lastRenderedPageBreak/>
        <w:t xml:space="preserve"> </w:t>
      </w:r>
      <w:r>
        <w:rPr>
          <w:rFonts w:hint="cs"/>
          <w:cs/>
          <w:lang w:bidi="hi-IN"/>
        </w:rPr>
        <w:t>चुनांनचे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तजस्सुस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क़बीले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क़बीले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बांध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औक़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ख़ौफ़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खायें।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पलट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माजरा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तरग़ीब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लखकर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पहाड़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करदें।मनगर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कुदरते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कामेलला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छेद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बावजूद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कैफ़ियत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बढ़े</w:t>
      </w:r>
      <w:r w:rsidR="00C116A2">
        <w:rPr>
          <w:cs/>
          <w:lang w:bidi="hi-IN"/>
        </w:rPr>
        <w:t xml:space="preserve"> और </w:t>
      </w:r>
      <w:r>
        <w:rPr>
          <w:rFonts w:hint="cs"/>
          <w:cs/>
          <w:lang w:bidi="hi-IN"/>
        </w:rPr>
        <w:t>तेजी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उछल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</w:t>
      </w:r>
      <w:r w:rsidR="00043424">
        <w:rPr>
          <w:rFonts w:hint="cs"/>
          <w:cs/>
          <w:lang w:bidi="hi-IN"/>
        </w:rPr>
        <w:t>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इस्राइल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टुकड़े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हड्डी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दरियाये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वअल्लाहो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>)</w:t>
      </w:r>
      <w:r>
        <w:rPr>
          <w:rFonts w:hint="cs"/>
          <w:cs/>
          <w:lang w:bidi="hi-IN"/>
        </w:rPr>
        <w:t>।</w:t>
      </w:r>
    </w:p>
    <w:p w:rsidR="00784BCC" w:rsidRDefault="00784BCC" w:rsidP="006A0293">
      <w:pPr>
        <w:pStyle w:val="libNormal"/>
      </w:pPr>
    </w:p>
    <w:p w:rsidR="00784BCC" w:rsidRDefault="00784BCC" w:rsidP="004605A7">
      <w:pPr>
        <w:pStyle w:val="Heading1"/>
      </w:pPr>
      <w:bookmarkStart w:id="87" w:name="_Toc501014010"/>
      <w:r>
        <w:rPr>
          <w:rFonts w:hint="cs"/>
          <w:cs/>
          <w:lang w:bidi="hi-IN"/>
        </w:rPr>
        <w:t>तौरेत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नुजूल</w:t>
      </w:r>
      <w:bookmarkEnd w:id="87"/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t>80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क़ौम्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इख़तेयार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हिदायत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नायब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तशरीफ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मरज़िये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मोईना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मुद्दत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चालीस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इस्राइल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 w:rsidR="00C116A2">
        <w:rPr>
          <w:cs/>
          <w:lang w:bidi="hi-IN"/>
        </w:rPr>
        <w:t xml:space="preserve"> और </w:t>
      </w:r>
      <w:r>
        <w:rPr>
          <w:rFonts w:hint="cs"/>
          <w:cs/>
          <w:lang w:bidi="hi-IN"/>
        </w:rPr>
        <w:t>सामरी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बहकाने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बछड़े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मुजस्सेमा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परस्तिश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पलट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रंजीदा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नाराज़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तजवीज़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 w:rsidR="00043424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इस्राइल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इन्होंनै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कफन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बरहैना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सरोकं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धमके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सियाह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बेगानों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सके।</w:t>
      </w:r>
      <w:r>
        <w:rPr>
          <w:cs/>
          <w:lang w:bidi="hi-IN"/>
        </w:rPr>
        <w:t xml:space="preserve"> </w:t>
      </w:r>
      <w:r w:rsidR="004605A7">
        <w:rPr>
          <w:rFonts w:hint="cs"/>
          <w:cs/>
          <w:lang w:bidi="hi-IN"/>
        </w:rPr>
        <w:t>औ</w:t>
      </w:r>
      <w:r>
        <w:rPr>
          <w:rFonts w:hint="cs"/>
          <w:cs/>
          <w:lang w:bidi="hi-IN"/>
        </w:rPr>
        <w:t>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दोपहर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क़त्लेआम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इस्राइली</w:t>
      </w:r>
      <w:r>
        <w:rPr>
          <w:cs/>
          <w:lang w:bidi="hi-IN"/>
        </w:rPr>
        <w:t xml:space="preserve"> </w:t>
      </w:r>
      <w:r w:rsidR="004605A7"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तौरैत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ज़ख़ामत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घबराये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तामील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इनकी</w:t>
      </w:r>
      <w:r>
        <w:t>45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तम्बी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कोहेतूर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निस्फ़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मोअल्लक़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कुचल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जाओगे।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जबरन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क़हरन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तौरैत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तस्लीम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</w:p>
    <w:p w:rsidR="004605A7" w:rsidRDefault="004605A7" w:rsidP="006A0293">
      <w:pPr>
        <w:pStyle w:val="libNormal"/>
        <w:rPr>
          <w:lang w:bidi="hi-IN"/>
        </w:rPr>
      </w:pPr>
    </w:p>
    <w:p w:rsidR="00784BCC" w:rsidRDefault="00784BCC" w:rsidP="004605A7">
      <w:pPr>
        <w:pStyle w:val="Heading2"/>
      </w:pPr>
      <w:bookmarkStart w:id="88" w:name="_Toc501014011"/>
      <w:r>
        <w:rPr>
          <w:rFonts w:hint="cs"/>
          <w:cs/>
          <w:lang w:bidi="hi-IN"/>
        </w:rPr>
        <w:t>गाये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क़िस्सा</w:t>
      </w:r>
      <w:bookmarkEnd w:id="88"/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</w:t>
      </w:r>
      <w:r w:rsidR="004605A7">
        <w:rPr>
          <w:rFonts w:hint="cs"/>
          <w:cs/>
          <w:lang w:bidi="hi-IN"/>
        </w:rPr>
        <w:t>े</w:t>
      </w:r>
      <w:r>
        <w:rPr>
          <w:cs/>
          <w:lang w:bidi="hi-IN"/>
        </w:rPr>
        <w:t xml:space="preserve"> </w:t>
      </w:r>
      <w:r w:rsidR="004605A7">
        <w:rPr>
          <w:rFonts w:hint="cs"/>
          <w:cs/>
          <w:lang w:bidi="hi-IN"/>
        </w:rPr>
        <w:t>ज़</w:t>
      </w:r>
      <w:r>
        <w:rPr>
          <w:rFonts w:hint="cs"/>
          <w:cs/>
          <w:lang w:bidi="hi-IN"/>
        </w:rPr>
        <w:t>माने</w:t>
      </w:r>
      <w:r w:rsidR="004605A7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खूबसूरत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आफ़ील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आफ़ील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चचाज़ाद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आफ़ील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मन्जूर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गयी।रश्द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मोहल्लै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दरवाज़े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 w:rsidR="004605A7">
        <w:rPr>
          <w:rFonts w:hint="cs"/>
          <w:cs/>
          <w:lang w:bidi="hi-IN"/>
        </w:rPr>
        <w:t>औ</w:t>
      </w:r>
      <w:r>
        <w:rPr>
          <w:rFonts w:hint="cs"/>
          <w:cs/>
          <w:lang w:bidi="hi-IN"/>
        </w:rPr>
        <w:t>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सुबह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क़ेसास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इस्राइल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हंगामा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 w:rsidR="00C116A2">
        <w:rPr>
          <w:cs/>
          <w:lang w:bidi="hi-IN"/>
        </w:rPr>
        <w:t xml:space="preserve"> और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क़बीला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 w:rsidR="00043424">
        <w:rPr>
          <w:rFonts w:hint="cs"/>
          <w:cs/>
          <w:lang w:bidi="hi-IN"/>
        </w:rPr>
        <w:t>क़बी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ज़िम्मेदार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मुजरिम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लगा।</w:t>
      </w:r>
    </w:p>
    <w:p w:rsidR="00784BCC" w:rsidRDefault="00784BCC" w:rsidP="004605A7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</w:t>
      </w:r>
      <w:r w:rsidR="004605A7">
        <w:rPr>
          <w:rFonts w:hint="cs"/>
          <w:cs/>
          <w:lang w:bidi="hi-IN"/>
        </w:rPr>
        <w:t>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टुकड़ा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मक़तूल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क़ातिल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बतायेगा।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इस्राइल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हुज्जितिया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ख़रीदारी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हेमाक़तो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शरारतों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</w:t>
      </w:r>
      <w:r w:rsidR="00043424">
        <w:rPr>
          <w:rFonts w:hint="cs"/>
          <w:cs/>
          <w:lang w:bidi="hi-IN"/>
        </w:rPr>
        <w:t>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 w:rsidR="00043424">
        <w:rPr>
          <w:rFonts w:hint="cs"/>
          <w:cs/>
          <w:lang w:bidi="hi-IN"/>
        </w:rPr>
        <w:t>मौ</w:t>
      </w:r>
      <w:r>
        <w:rPr>
          <w:rFonts w:hint="cs"/>
          <w:cs/>
          <w:lang w:bidi="hi-IN"/>
        </w:rPr>
        <w:t>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दुरुद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वालदैन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क़ीमत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दिलवायी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इस्राइल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मुफ़लिस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मोहताज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 w:rsidR="00043424">
        <w:rPr>
          <w:rFonts w:hint="cs"/>
          <w:cs/>
          <w:lang w:bidi="hi-IN"/>
        </w:rPr>
        <w:t>इतना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ग़र्ज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</w:t>
      </w:r>
      <w:r w:rsidR="004605A7">
        <w:rPr>
          <w:rFonts w:hint="cs"/>
          <w:cs/>
          <w:lang w:bidi="hi-IN"/>
        </w:rPr>
        <w:t>ी</w:t>
      </w:r>
      <w:r>
        <w:rPr>
          <w:cs/>
          <w:lang w:bidi="hi-IN"/>
        </w:rPr>
        <w:t xml:space="preserve"> </w:t>
      </w:r>
      <w:r w:rsidR="004605A7">
        <w:rPr>
          <w:rFonts w:hint="cs"/>
          <w:cs/>
          <w:lang w:bidi="hi-IN"/>
        </w:rPr>
        <w:t>औ</w:t>
      </w:r>
      <w:r>
        <w:rPr>
          <w:rFonts w:hint="cs"/>
          <w:cs/>
          <w:lang w:bidi="hi-IN"/>
        </w:rPr>
        <w:t>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टुकड़ा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मक़तूल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मय्यत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चचाज़ाद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क़ातिल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तूलै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ज़बीहा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राएज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</w:p>
    <w:p w:rsidR="00784BCC" w:rsidRDefault="00784BCC" w:rsidP="006A0293">
      <w:pPr>
        <w:pStyle w:val="libNormal"/>
      </w:pPr>
    </w:p>
    <w:p w:rsidR="00784BCC" w:rsidRDefault="00784BCC" w:rsidP="004605A7">
      <w:pPr>
        <w:pStyle w:val="Heading1"/>
      </w:pPr>
      <w:bookmarkStart w:id="89" w:name="_Toc501014012"/>
      <w:r>
        <w:rPr>
          <w:rFonts w:hint="cs"/>
          <w:cs/>
          <w:lang w:bidi="hi-IN"/>
        </w:rPr>
        <w:lastRenderedPageBreak/>
        <w:t>बैतुलमुक़द्दस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बुनियाद</w:t>
      </w:r>
      <w:bookmarkEnd w:id="89"/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फूतुहात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मंजिलों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मुकद्दस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वारिद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दीवारी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बुनियाद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मुकद्दस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मशहूर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तौरैतद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ताबूतै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तबरर्रुकात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इन्तेज़ाम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जिम्मे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शब्बर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शब्बीर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मुतावल्ली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हारुन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नाएब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जानशीन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मंज़ीलत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हारुन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फर्ख़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</w:p>
    <w:p w:rsidR="00784BCC" w:rsidRDefault="00784BCC" w:rsidP="006A0293">
      <w:pPr>
        <w:pStyle w:val="libNormal"/>
      </w:pPr>
      <w:r>
        <w:t xml:space="preserve"> </w:t>
      </w:r>
    </w:p>
    <w:p w:rsidR="00784BCC" w:rsidRDefault="00784BCC" w:rsidP="00D350BF">
      <w:pPr>
        <w:pStyle w:val="Heading1"/>
      </w:pPr>
      <w:bookmarkStart w:id="90" w:name="_Toc501014013"/>
      <w:r>
        <w:rPr>
          <w:rFonts w:hint="cs"/>
          <w:cs/>
          <w:lang w:bidi="hi-IN"/>
        </w:rPr>
        <w:t>यहूदियों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मुशरेकाना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जाहिलाना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सरिश्त</w:t>
      </w:r>
      <w:bookmarkEnd w:id="90"/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यहूद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="00D350BF">
        <w:rPr>
          <w:rFonts w:hint="cs"/>
          <w:cs/>
          <w:lang w:bidi="hi-IN"/>
        </w:rPr>
        <w:t>औ</w:t>
      </w:r>
      <w:r>
        <w:rPr>
          <w:rFonts w:hint="cs"/>
          <w:cs/>
          <w:lang w:bidi="hi-IN"/>
        </w:rPr>
        <w:t>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तौरैत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 w:rsidR="00D350BF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कहलाये।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याकूब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सराहतों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अमर्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आशकर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इस्रीइल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यहूदियों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मिसलसल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इनायतें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रहनुमायी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="00043424"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रहा।</w:t>
      </w:r>
      <w:r>
        <w:rPr>
          <w:cs/>
          <w:lang w:bidi="hi-IN"/>
        </w:rPr>
        <w:t xml:space="preserve"> </w:t>
      </w:r>
    </w:p>
    <w:p w:rsidR="00784BCC" w:rsidRDefault="00E21429" w:rsidP="00D350BF">
      <w:pPr>
        <w:pStyle w:val="libNormal"/>
      </w:pPr>
      <w:r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ख़ुदा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इन्हें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अपनी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नेअमतों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ख़ूब</w:t>
      </w:r>
      <w:r w:rsidR="00784BCC">
        <w:rPr>
          <w:cs/>
          <w:lang w:bidi="hi-IN"/>
        </w:rPr>
        <w:t xml:space="preserve"> </w:t>
      </w:r>
      <w:r w:rsidR="00043424">
        <w:rPr>
          <w:rFonts w:hint="cs"/>
          <w:cs/>
          <w:lang w:bidi="hi-IN"/>
        </w:rPr>
        <w:t>ख़ूब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नवाजा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बड़ी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बड़ी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हुकूमतें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भी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अता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कीं।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मगर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बदबख़त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क़ौम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कभी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मुत्तहिद</w:t>
      </w:r>
      <w:r w:rsidR="00784BCC">
        <w:rPr>
          <w:cs/>
          <w:lang w:bidi="hi-IN"/>
        </w:rPr>
        <w:t xml:space="preserve"> </w:t>
      </w:r>
      <w:r w:rsidR="00043424">
        <w:rPr>
          <w:rFonts w:hint="cs"/>
          <w:cs/>
          <w:lang w:bidi="hi-IN"/>
        </w:rPr>
        <w:t>र</w:t>
      </w:r>
      <w:r w:rsidR="00784BCC">
        <w:rPr>
          <w:rFonts w:hint="cs"/>
          <w:cs/>
          <w:lang w:bidi="hi-IN"/>
        </w:rPr>
        <w:t>ही</w:t>
      </w:r>
      <w:r w:rsidR="00C116A2">
        <w:rPr>
          <w:cs/>
          <w:lang w:bidi="hi-IN"/>
        </w:rPr>
        <w:t xml:space="preserve"> और </w:t>
      </w:r>
      <w:r w:rsidR="00784BCC">
        <w:rPr>
          <w:rFonts w:hint="cs"/>
          <w:cs/>
          <w:lang w:bidi="hi-IN"/>
        </w:rPr>
        <w:t>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दिल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खुदाए</w:t>
      </w:r>
      <w:r w:rsidR="00D350BF">
        <w:rPr>
          <w:rFonts w:hint="cs"/>
          <w:cs/>
          <w:lang w:bidi="hi-IN"/>
        </w:rPr>
        <w:t xml:space="preserve"> वहदहु </w:t>
      </w:r>
      <w:r w:rsidR="00784BCC">
        <w:rPr>
          <w:rFonts w:hint="cs"/>
          <w:cs/>
          <w:lang w:bidi="hi-IN"/>
        </w:rPr>
        <w:t>लाशरीक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वहदानिय</w:t>
      </w:r>
      <w:r w:rsidR="00D350BF">
        <w:rPr>
          <w:rFonts w:hint="cs"/>
          <w:cs/>
          <w:lang w:bidi="hi-IN"/>
        </w:rPr>
        <w:t>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इक़रार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कभी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क़ारून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गुमराह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सामरी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कभी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शैतान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बहकाया।</w:t>
      </w:r>
      <w:r w:rsidR="00784BCC">
        <w:rPr>
          <w:cs/>
          <w:lang w:bidi="hi-IN"/>
        </w:rPr>
        <w:t xml:space="preserve"> </w:t>
      </w:r>
    </w:p>
    <w:p w:rsidR="00784BCC" w:rsidRDefault="00E21429" w:rsidP="006A0293">
      <w:pPr>
        <w:pStyle w:val="libNormal"/>
      </w:pPr>
      <w:r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क़ौम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ख़ुदा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एहसानात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एहसानात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बदले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इनका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मुखरेकाना</w:t>
      </w:r>
      <w:r w:rsidR="00784BCC">
        <w:rPr>
          <w:cs/>
          <w:lang w:bidi="hi-IN"/>
        </w:rPr>
        <w:t xml:space="preserve"> </w:t>
      </w:r>
      <w:r w:rsidR="00D350BF">
        <w:rPr>
          <w:rFonts w:hint="cs"/>
          <w:cs/>
          <w:lang w:bidi="hi-IN"/>
        </w:rPr>
        <w:t>औ</w:t>
      </w:r>
      <w:r w:rsidR="00784BCC">
        <w:rPr>
          <w:rFonts w:hint="cs"/>
          <w:cs/>
          <w:lang w:bidi="hi-IN"/>
        </w:rPr>
        <w:t>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जाहेलाना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रवैया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वक़्त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वाज़ेह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सकेगा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इनके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वाक़ेयात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</w:t>
      </w:r>
      <w:r w:rsidR="00D350BF">
        <w:rPr>
          <w:rFonts w:hint="cs"/>
          <w:cs/>
          <w:lang w:bidi="hi-IN"/>
        </w:rPr>
        <w:t>ु</w:t>
      </w:r>
      <w:r w:rsidR="00784BCC">
        <w:rPr>
          <w:rFonts w:hint="cs"/>
          <w:cs/>
          <w:lang w:bidi="hi-IN"/>
        </w:rPr>
        <w:t>ताला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जिससे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कुरआने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मजीद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बहुत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बड़ा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हिस्साभरा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पड़ा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एक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हक़ीक़त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क़ौम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अपनी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मुशरेकाना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सरगरमियों</w:t>
      </w:r>
      <w:r w:rsidR="00C116A2">
        <w:rPr>
          <w:cs/>
          <w:lang w:bidi="hi-IN"/>
        </w:rPr>
        <w:t xml:space="preserve"> और </w:t>
      </w:r>
      <w:r w:rsidR="00784BCC">
        <w:rPr>
          <w:rFonts w:hint="cs"/>
          <w:cs/>
          <w:lang w:bidi="hi-IN"/>
        </w:rPr>
        <w:t>बदआमालियों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वजह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बार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बार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ख़ुदा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एतापब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अजड़ाब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सबब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बनती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रहीं।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मगर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इनकी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सरिश्त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कोई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तब्दीली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वाक़े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हुई।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जिसका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अन्जाम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हुआ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परवरदिगार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इन्हें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क़यामत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लिये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ज़िल्लत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रूसवायी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किनार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दिया।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जैसा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कुरआन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t>–</w:t>
      </w:r>
    </w:p>
    <w:p w:rsidR="00784BCC" w:rsidRDefault="00784BCC" w:rsidP="00A5671E">
      <w:pPr>
        <w:pStyle w:val="libNormal"/>
      </w:pP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हाकिमों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तकलीफें</w:t>
      </w:r>
      <w:r w:rsidR="009007E2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रुसवा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कुरए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एराफ़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आयात</w:t>
      </w:r>
      <w:r>
        <w:rPr>
          <w:cs/>
          <w:lang w:bidi="hi-IN"/>
        </w:rPr>
        <w:t>)</w:t>
      </w:r>
      <w:r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="00043424"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वाहिद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बख़ते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ईसाईयों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सुसवा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रहेगी।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जर्मनी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</w:t>
      </w:r>
      <w:r w:rsidR="00A5671E">
        <w:rPr>
          <w:rFonts w:hint="cs"/>
          <w:cs/>
          <w:lang w:bidi="hi-IN"/>
        </w:rPr>
        <w:t>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नाज़ियों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ग़ज़ब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="00A5671E">
        <w:rPr>
          <w:rFonts w:hint="cs"/>
          <w:cs/>
          <w:lang w:bidi="hi-IN"/>
        </w:rPr>
        <w:t>शि</w:t>
      </w:r>
      <w:r>
        <w:rPr>
          <w:rFonts w:hint="cs"/>
          <w:cs/>
          <w:lang w:bidi="hi-IN"/>
        </w:rPr>
        <w:t>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A5671E">
        <w:rPr>
          <w:rFonts w:hint="cs"/>
          <w:cs/>
          <w:lang w:bidi="hi-IN"/>
        </w:rPr>
        <w:t xml:space="preserve">। </w:t>
      </w:r>
      <w:r>
        <w:rPr>
          <w:rFonts w:hint="cs"/>
          <w:cs/>
          <w:lang w:bidi="hi-IN"/>
        </w:rPr>
        <w:t>जिन्होंन</w:t>
      </w:r>
      <w:r w:rsidR="00A5671E">
        <w:rPr>
          <w:rFonts w:hint="cs"/>
          <w:cs/>
          <w:lang w:bidi="hi-IN"/>
        </w:rPr>
        <w:t>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</w:t>
      </w:r>
      <w:r w:rsidR="00A5671E">
        <w:rPr>
          <w:rFonts w:hint="cs"/>
          <w:cs/>
          <w:lang w:bidi="hi-IN"/>
        </w:rPr>
        <w:t>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क़त्लेआम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 w:rsidR="00C116A2">
        <w:rPr>
          <w:cs/>
          <w:lang w:bidi="hi-IN"/>
        </w:rPr>
        <w:t xml:space="preserve"> और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</w:t>
      </w:r>
      <w:r w:rsidR="00A5671E">
        <w:rPr>
          <w:rFonts w:hint="cs"/>
          <w:cs/>
          <w:lang w:bidi="hi-IN"/>
        </w:rPr>
        <w:t>ा</w:t>
      </w:r>
      <w:r>
        <w:rPr>
          <w:rFonts w:hint="cs"/>
          <w:cs/>
          <w:lang w:bidi="hi-IN"/>
        </w:rPr>
        <w:t>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="00A5671E">
        <w:rPr>
          <w:rFonts w:hint="cs"/>
          <w:cs/>
          <w:lang w:bidi="hi-IN"/>
        </w:rPr>
        <w:t>मुन्तशि</w:t>
      </w:r>
      <w:r>
        <w:rPr>
          <w:rFonts w:hint="cs"/>
          <w:cs/>
          <w:lang w:bidi="hi-IN"/>
        </w:rPr>
        <w:t>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 w:rsidR="00A5671E">
        <w:rPr>
          <w:rFonts w:hint="cs"/>
          <w:cs/>
          <w:lang w:bidi="hi-IN"/>
        </w:rPr>
        <w:t>बरतानि</w:t>
      </w:r>
      <w:r>
        <w:rPr>
          <w:rFonts w:hint="cs"/>
          <w:cs/>
          <w:lang w:bidi="hi-IN"/>
        </w:rPr>
        <w:t>या</w:t>
      </w:r>
      <w:r w:rsidR="00C116A2">
        <w:rPr>
          <w:cs/>
          <w:lang w:bidi="hi-IN"/>
        </w:rPr>
        <w:t xml:space="preserve"> और </w:t>
      </w:r>
      <w:r>
        <w:rPr>
          <w:rFonts w:hint="cs"/>
          <w:cs/>
          <w:lang w:bidi="hi-IN"/>
        </w:rPr>
        <w:t>अमरीका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रियासत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नाक़िस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मुसल्लत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क़हरो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ग़ज़ब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निशाना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="00A5671E"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परदाजियों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महाज़आराईयों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शैतानियत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गामज़न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एहसानात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एहसानात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मुशरेकाना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जाहेलाना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रवैया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वाज़ेह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वाक़येता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मुतालेआ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किकुरआने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हक़ीक़त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मुशरेकाना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सरगरमियों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बदआमालियों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बनतीरहीं।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सरिश्त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तब्दीली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जिल्लत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रूसवायी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किनार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>-</w:t>
      </w:r>
    </w:p>
    <w:p w:rsidR="00784BCC" w:rsidRDefault="00784BCC" w:rsidP="009007E2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हाकिमों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तकल</w:t>
      </w:r>
      <w:r w:rsidR="009007E2">
        <w:rPr>
          <w:rFonts w:hint="cs"/>
          <w:cs/>
          <w:lang w:bidi="hi-IN"/>
        </w:rPr>
        <w:t>ी</w:t>
      </w:r>
      <w:r>
        <w:rPr>
          <w:rFonts w:hint="cs"/>
          <w:cs/>
          <w:lang w:bidi="hi-IN"/>
        </w:rPr>
        <w:t>फें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रुसवा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कूरए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एराफ़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आयात</w:t>
      </w:r>
      <w:r>
        <w:rPr>
          <w:cs/>
          <w:lang w:bidi="hi-IN"/>
        </w:rPr>
        <w:t>)</w:t>
      </w:r>
      <w:r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वाहिद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 w:rsidR="00A5671E">
        <w:rPr>
          <w:cs/>
          <w:lang w:bidi="hi-IN"/>
        </w:rPr>
        <w:t xml:space="preserve"> लिऐ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 w:rsidR="00A5671E">
        <w:rPr>
          <w:cs/>
          <w:lang w:bidi="hi-IN"/>
        </w:rPr>
        <w:t xml:space="preserve"> लिऐ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 w:rsidR="009007E2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बख़ते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बरबाद</w:t>
      </w:r>
      <w:r>
        <w:t xml:space="preserve">, </w:t>
      </w:r>
      <w:r>
        <w:rPr>
          <w:rFonts w:hint="cs"/>
          <w:cs/>
          <w:lang w:bidi="hi-IN"/>
        </w:rPr>
        <w:t>मुल्क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ईसाईयों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रुसवा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रुसवा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रहेगी।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जर्मनी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नाज़ियों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ग़ज़ब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क़त्तलेआम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मुन्तशिर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बरतानिया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अमरीका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रियासत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नाक़िस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मुसल्लत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ख़दायी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क़हरो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ग़ज़ब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निशाना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परदाज़ियों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महाज़</w:t>
      </w:r>
      <w:r w:rsidR="00D414AD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आराईयों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शैतानियत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गामज़न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784BCC" w:rsidRDefault="00784BCC" w:rsidP="006A0293">
      <w:pPr>
        <w:pStyle w:val="libNormal"/>
      </w:pPr>
    </w:p>
    <w:p w:rsidR="00784BCC" w:rsidRDefault="00784BCC" w:rsidP="00D414AD">
      <w:pPr>
        <w:pStyle w:val="Heading1"/>
      </w:pPr>
      <w:r>
        <w:rPr>
          <w:cs/>
          <w:lang w:bidi="hi-IN"/>
        </w:rPr>
        <w:t xml:space="preserve"> </w:t>
      </w:r>
      <w:bookmarkStart w:id="91" w:name="_Toc501014014"/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रेहलत</w:t>
      </w:r>
      <w:bookmarkEnd w:id="91"/>
    </w:p>
    <w:p w:rsidR="00784BCC" w:rsidRDefault="00784BCC" w:rsidP="006A0293">
      <w:pPr>
        <w:pStyle w:val="libNormal"/>
      </w:pP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मजलिसी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रेहलत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कोहेतूर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आलीशान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क़सर्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दरवाज़ें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खुशमुमां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दरख़त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था</w:t>
      </w:r>
      <w:r w:rsidR="00C116A2">
        <w:rPr>
          <w:cs/>
          <w:lang w:bidi="hi-IN"/>
        </w:rPr>
        <w:t xml:space="preserve"> और </w:t>
      </w:r>
      <w:r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पोशाक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लीजिए।</w:t>
      </w: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तख़्त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बेशक़ीमत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मसनद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खूशबू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मोअत्तर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तख़त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जाइये।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दरख़त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t xml:space="preserve">,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तख़्त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हारुन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वन्दे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लिया।</w:t>
      </w:r>
    </w:p>
    <w:p w:rsidR="00784BCC" w:rsidRDefault="00784BCC" w:rsidP="006A0293">
      <w:pPr>
        <w:pStyle w:val="libNormal"/>
      </w:pPr>
      <w:r>
        <w:t xml:space="preserve"> </w:t>
      </w:r>
    </w:p>
    <w:p w:rsidR="00784BCC" w:rsidRDefault="00784BCC" w:rsidP="00D414AD">
      <w:pPr>
        <w:pStyle w:val="Heading2"/>
      </w:pPr>
      <w:r>
        <w:rPr>
          <w:cs/>
          <w:lang w:bidi="hi-IN"/>
        </w:rPr>
        <w:t xml:space="preserve"> </w:t>
      </w:r>
      <w:bookmarkStart w:id="92" w:name="_Toc501014015"/>
      <w:r>
        <w:rPr>
          <w:rFonts w:hint="cs"/>
          <w:cs/>
          <w:lang w:bidi="hi-IN"/>
        </w:rPr>
        <w:t>वफ़ाते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bookmarkEnd w:id="92"/>
    </w:p>
    <w:p w:rsidR="00784BCC" w:rsidRDefault="00784BCC" w:rsidP="00D414AD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मजलिसी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="00D414AD">
        <w:rPr>
          <w:rFonts w:hint="cs"/>
          <w:cs/>
          <w:lang w:bidi="hi-IN"/>
        </w:rPr>
        <w:t>इनसे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हाज़िर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कानों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आंखों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आंखों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</w:t>
      </w:r>
      <w:r w:rsidR="00D414AD">
        <w:rPr>
          <w:rFonts w:hint="cs"/>
          <w:cs/>
          <w:lang w:bidi="hi-IN"/>
        </w:rPr>
        <w:t>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जाओ।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ख्वाहिस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जाना।</w:t>
      </w:r>
    </w:p>
    <w:p w:rsidR="00784BCC" w:rsidRDefault="00784BCC" w:rsidP="006A0293">
      <w:pPr>
        <w:pStyle w:val="libNormal"/>
      </w:pP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जानसीन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छिप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कब्र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="00D414AD">
        <w:rPr>
          <w:rFonts w:hint="cs"/>
          <w:cs/>
          <w:lang w:bidi="hi-IN"/>
        </w:rPr>
        <w:t>औ</w:t>
      </w:r>
      <w:r>
        <w:rPr>
          <w:rFonts w:hint="cs"/>
          <w:cs/>
          <w:lang w:bidi="hi-IN"/>
        </w:rPr>
        <w:t>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लेटन</w:t>
      </w:r>
      <w:r w:rsidR="00D414AD">
        <w:rPr>
          <w:rFonts w:hint="cs"/>
          <w:cs/>
          <w:lang w:bidi="hi-IN"/>
        </w:rPr>
        <w:t>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खुदावन्दे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</w:t>
      </w:r>
      <w:r w:rsidR="00D414AD">
        <w:rPr>
          <w:rFonts w:hint="cs"/>
          <w:cs/>
          <w:lang w:bidi="hi-IN"/>
        </w:rPr>
        <w:t>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 w:rsidR="00D414AD">
        <w:rPr>
          <w:rFonts w:hint="cs"/>
          <w:cs/>
          <w:lang w:bidi="hi-IN"/>
        </w:rPr>
        <w:t>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हिजाबाद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तरजात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 w:rsidR="00A5671E">
        <w:rPr>
          <w:cs/>
          <w:lang w:bidi="hi-IN"/>
        </w:rPr>
        <w:t xml:space="preserve"> लिऐ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बेहिश्त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</w:t>
      </w:r>
      <w:r w:rsidR="00D414AD">
        <w:rPr>
          <w:rFonts w:hint="cs"/>
          <w:cs/>
          <w:lang w:bidi="hi-IN"/>
        </w:rPr>
        <w:t>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बुलाले।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</w:p>
    <w:p w:rsidR="00784BCC" w:rsidRDefault="00784BCC" w:rsidP="00D414AD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</w:t>
      </w:r>
      <w:r w:rsidR="00D414AD">
        <w:rPr>
          <w:rFonts w:hint="cs"/>
          <w:cs/>
          <w:lang w:bidi="hi-IN"/>
        </w:rPr>
        <w:t>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दपन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दरहक़ीक़त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फ़रिशता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</w:t>
      </w:r>
      <w:r w:rsidR="00D414AD">
        <w:rPr>
          <w:rFonts w:hint="cs"/>
          <w:cs/>
          <w:lang w:bidi="hi-IN"/>
        </w:rPr>
        <w:t>ो</w:t>
      </w:r>
      <w:r>
        <w:rPr>
          <w:cs/>
          <w:lang w:bidi="hi-IN"/>
        </w:rPr>
        <w:t xml:space="preserve"> </w:t>
      </w:r>
      <w:r w:rsidR="00D414AD">
        <w:rPr>
          <w:rFonts w:hint="cs"/>
          <w:cs/>
          <w:lang w:bidi="hi-IN"/>
        </w:rPr>
        <w:t>खु</w:t>
      </w:r>
      <w:r>
        <w:rPr>
          <w:rFonts w:hint="cs"/>
          <w:cs/>
          <w:lang w:bidi="hi-IN"/>
        </w:rPr>
        <w:t>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वफ़ात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t>130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 w:rsidR="00D414AD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</w:p>
    <w:p w:rsidR="00D414AD" w:rsidRDefault="00D414AD">
      <w:pPr>
        <w:spacing w:after="0" w:line="240" w:lineRule="auto"/>
        <w:rPr>
          <w:rFonts w:ascii="Mangal" w:hAnsi="Mangal" w:cs="Mangal"/>
          <w:color w:val="000000"/>
          <w:sz w:val="28"/>
          <w:szCs w:val="28"/>
          <w:cs/>
          <w:lang w:bidi="hi-IN"/>
        </w:rPr>
      </w:pPr>
      <w:r>
        <w:rPr>
          <w:cs/>
          <w:lang w:bidi="hi-IN"/>
        </w:rPr>
        <w:lastRenderedPageBreak/>
        <w:br w:type="page"/>
      </w:r>
    </w:p>
    <w:p w:rsidR="00784BCC" w:rsidRDefault="00784BCC" w:rsidP="00D414AD">
      <w:pPr>
        <w:pStyle w:val="Heading1"/>
      </w:pPr>
      <w:bookmarkStart w:id="93" w:name="_Toc501014016"/>
      <w:r>
        <w:rPr>
          <w:rFonts w:hint="cs"/>
          <w:cs/>
          <w:lang w:bidi="hi-IN"/>
        </w:rPr>
        <w:lastRenderedPageBreak/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bookmarkEnd w:id="93"/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भांजे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यूसूफ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याकूब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="00D414AD"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वफ़ात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मूसाकगे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जानशीन</w:t>
      </w:r>
      <w:r w:rsidR="00D414AD">
        <w:rPr>
          <w:rFonts w:hint="cs"/>
          <w:cs/>
          <w:lang w:bidi="hi-IN"/>
        </w:rPr>
        <w:t>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मन्सबे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नबूवत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फ़ाएज़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</w:p>
    <w:p w:rsidR="00784BCC" w:rsidRDefault="00784BCC" w:rsidP="00D414AD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तब्लीग़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मुशरेकीन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मुनाफ़ेक़ीन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लड़ाईया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लड़ाईयों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t>70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तफसीलऔर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एललो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असबाब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ख़ामोश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निशानदेही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माबैन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ममासेलत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784BCC" w:rsidRDefault="00E21429" w:rsidP="006A0293">
      <w:pPr>
        <w:pStyle w:val="libNormal"/>
      </w:pPr>
      <w:r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जिस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तरंह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हज़रत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रसूले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खुदा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</w:t>
      </w:r>
      <w:r w:rsidR="00784BCC">
        <w:t>0</w:t>
      </w:r>
      <w:r w:rsidR="00784BCC">
        <w:rPr>
          <w:rFonts w:hint="cs"/>
          <w:cs/>
          <w:lang w:bidi="hi-IN"/>
        </w:rPr>
        <w:t>अ</w:t>
      </w:r>
      <w:r w:rsidR="00784BCC">
        <w:t>0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अपने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जिस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तरह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हज़रते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मूसा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तशबीह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तरंह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हज़रत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मूसा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ज़ौजा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सफूरा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ज़ौजे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रसूल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हज़रते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आयशा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भी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पूरी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मुशाबेहत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ज़ाहिर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हुई।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यूशा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जंग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हज़रते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आयशा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रसूल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खुदा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वसी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जानशीन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हज़रत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अली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इब्ने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अबी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तालिब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</w:t>
      </w:r>
      <w:r w:rsidR="00784BCC">
        <w:t>0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लड़ाई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सफूरा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भी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ऊंट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बैठ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लड़ने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आयी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आयशा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भी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ऊंट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सवार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होकर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जमल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तशरीफ़</w:t>
      </w:r>
      <w:r w:rsidR="00A5671E">
        <w:rPr>
          <w:cs/>
          <w:lang w:bidi="hi-IN"/>
        </w:rPr>
        <w:t xml:space="preserve"> लिऐ </w:t>
      </w:r>
      <w:r w:rsidR="00784BCC">
        <w:rPr>
          <w:rFonts w:hint="cs"/>
          <w:cs/>
          <w:lang w:bidi="hi-IN"/>
        </w:rPr>
        <w:t>गयीं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थीं।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सफूरा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मुक़ाबले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यूशा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बिन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नून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कामयाब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हुए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आयशा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मुक़ाबले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अमीरलमोमेनीन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फ़तह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हासिल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हुई।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बांझ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थीं</w:t>
      </w:r>
      <w:r w:rsidR="00C116A2">
        <w:rPr>
          <w:cs/>
          <w:lang w:bidi="hi-IN"/>
        </w:rPr>
        <w:t xml:space="preserve"> </w:t>
      </w:r>
      <w:r w:rsidR="00C116A2">
        <w:rPr>
          <w:cs/>
          <w:lang w:bidi="hi-IN"/>
        </w:rPr>
        <w:lastRenderedPageBreak/>
        <w:t xml:space="preserve">और </w:t>
      </w:r>
      <w:r w:rsidR="00784BCC">
        <w:rPr>
          <w:rFonts w:hint="cs"/>
          <w:cs/>
          <w:lang w:bidi="hi-IN"/>
        </w:rPr>
        <w:t>सफूरा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यहां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हज़रते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मूसा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एक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औलाद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चुकी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थी।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इससे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यह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बाद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भी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वाज़ेह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जाती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है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बाज़्म्बियाए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मुरसलीन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बीवियं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सिराते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मुस्तक़ीम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खुद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भटक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गयीं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और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उन्होंने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दूसरों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गूमराह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किया।</w:t>
      </w: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सालक़ब्ल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इन्तेक़ाल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वफ़ात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तबररूकात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ताबूते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हारुन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साहबज़ादों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तबरी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सफा</w:t>
      </w:r>
      <w:r>
        <w:rPr>
          <w:cs/>
          <w:lang w:bidi="hi-IN"/>
        </w:rPr>
        <w:t xml:space="preserve"> </w:t>
      </w:r>
      <w:r>
        <w:t>227)</w:t>
      </w:r>
      <w:r>
        <w:rPr>
          <w:rFonts w:hint="cs"/>
          <w:cs/>
          <w:lang w:bidi="hi-IN"/>
        </w:rPr>
        <w:t>।</w:t>
      </w:r>
    </w:p>
    <w:p w:rsidR="00784BCC" w:rsidRDefault="00784BCC" w:rsidP="006A0293">
      <w:pPr>
        <w:pStyle w:val="libNormal"/>
      </w:pPr>
    </w:p>
    <w:p w:rsidR="00784BCC" w:rsidRDefault="00784BCC" w:rsidP="00D414AD">
      <w:pPr>
        <w:pStyle w:val="Heading1"/>
      </w:pPr>
      <w:bookmarkStart w:id="94" w:name="_Toc501014017"/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हिज़क़ील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bookmarkEnd w:id="94"/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इस्राइल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यूफना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हिज़क़ीलव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तब्लीग़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काफ़िरों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मुशरिकों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सरकशी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इख़तेयार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बसूरते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ताउव्वन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मुसल्लत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मुसलसल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t xml:space="preserve">, </w:t>
      </w:r>
      <w:r>
        <w:rPr>
          <w:rFonts w:hint="cs"/>
          <w:cs/>
          <w:lang w:bidi="hi-IN"/>
        </w:rPr>
        <w:t>रही।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शिद्दत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इख़तेयार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यक़ीनन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जायेंगे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कबारगी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t>70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गाट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लाशें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पोस्त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 w:rsidR="00C116A2">
        <w:rPr>
          <w:cs/>
          <w:lang w:bidi="hi-IN"/>
        </w:rPr>
        <w:t xml:space="preserve"> और </w:t>
      </w:r>
      <w:r>
        <w:rPr>
          <w:rFonts w:hint="cs"/>
          <w:cs/>
          <w:lang w:bidi="hi-IN"/>
        </w:rPr>
        <w:t>सिर्फ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हड्डियों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ढ़ाचे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मुद्दत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हिज़क़ील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ढ़ांचों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नवैयत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बारगाहे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एज़दी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ज़ीन्दगियों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हिज़क़ील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बक़दरे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असमाये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पन्जेतन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करो।</w:t>
      </w:r>
      <w:r w:rsidR="00C116A2">
        <w:rPr>
          <w:cs/>
          <w:lang w:bidi="hi-IN"/>
        </w:rPr>
        <w:t xml:space="preserve"> और </w:t>
      </w:r>
      <w:r>
        <w:rPr>
          <w:rFonts w:hint="cs"/>
          <w:cs/>
          <w:lang w:bidi="hi-IN"/>
        </w:rPr>
        <w:t>पिर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चुल्लूमें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ढ़ाचों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छिड़क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दुबारा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ग़्रर्ज़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छिड़कते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झाड़ते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नौरोज़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गुलाब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छिड़कना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अफ़सोस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तब्दील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नौरोज़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आफ़ताब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बुर्ज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फ़ज़ीलत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ठहरी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तोड़ा।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ग़दीर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वेलायत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खलीफ़ा</w:t>
      </w:r>
      <w:r w:rsidR="00C116A2">
        <w:rPr>
          <w:cs/>
          <w:lang w:bidi="hi-IN"/>
        </w:rPr>
        <w:t xml:space="preserve"> और </w:t>
      </w:r>
      <w:r>
        <w:rPr>
          <w:rFonts w:hint="cs"/>
          <w:cs/>
          <w:lang w:bidi="hi-IN"/>
        </w:rPr>
        <w:t>जानशीन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बनाया।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मजलिसी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rFonts w:hint="cs"/>
          <w:cs/>
          <w:lang w:bidi="hi-IN"/>
        </w:rPr>
        <w:t>र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ख़नीस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नक़ल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नौरोज़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 w:rsidR="00A5671E">
        <w:rPr>
          <w:cs/>
          <w:lang w:bidi="hi-IN"/>
        </w:rPr>
        <w:t xml:space="preserve"> लिऐ </w:t>
      </w:r>
      <w:r>
        <w:rPr>
          <w:rFonts w:hint="cs"/>
          <w:cs/>
          <w:lang w:bidi="hi-IN"/>
        </w:rPr>
        <w:t>हड़रते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जाफ़रे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नौरोज़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पहन्ना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लगाना</w:t>
      </w:r>
      <w:r>
        <w:t xml:space="preserve">, </w:t>
      </w:r>
      <w:r>
        <w:rPr>
          <w:rFonts w:hint="cs"/>
          <w:cs/>
          <w:lang w:bidi="hi-IN"/>
        </w:rPr>
        <w:t>आपस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मुबारकबाद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दुरूद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गुलाब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छिड़कना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हबै।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हिज़क़ील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नाफरमान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हिदायत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रेशादवानियां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लनाक़बिले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बर्दाश्त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परेशान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इन्तेक़ाल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फ़रमाया।</w:t>
      </w:r>
    </w:p>
    <w:p w:rsidR="00784BCC" w:rsidRDefault="00784BCC" w:rsidP="006A0293">
      <w:pPr>
        <w:pStyle w:val="libNormal"/>
      </w:pPr>
    </w:p>
    <w:p w:rsidR="00784BCC" w:rsidRDefault="00784BCC" w:rsidP="00D414AD">
      <w:pPr>
        <w:pStyle w:val="Heading1"/>
      </w:pPr>
      <w:bookmarkStart w:id="95" w:name="_Toc501014018"/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इल्यास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bookmarkEnd w:id="95"/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हिज़कील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साहबज़ादे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इस्माइल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जानशीन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तब्लीग़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न्जाम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कारनामा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इस्माइल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इल्यास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मीशा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फख़ाख़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हारून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इलाक़ए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बालाबक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इस्रिलियों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मबऊस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शरारतों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बदआमालियां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तजवुज़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साबेक़ा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बाइमान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असबील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सुनने</w:t>
      </w:r>
      <w:r>
        <w:rPr>
          <w:cs/>
          <w:lang w:bidi="hi-IN"/>
        </w:rPr>
        <w:t xml:space="preserve"> </w:t>
      </w:r>
      <w:r w:rsidR="00D414AD">
        <w:rPr>
          <w:rFonts w:hint="cs"/>
          <w:cs/>
          <w:lang w:bidi="hi-IN"/>
        </w:rPr>
        <w:t>औ</w:t>
      </w:r>
      <w:r>
        <w:rPr>
          <w:rFonts w:hint="cs"/>
          <w:cs/>
          <w:lang w:bidi="hi-IN"/>
        </w:rPr>
        <w:t>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बहकाने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फ़हमाइश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अज़बील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आबिदों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सब्ज़ो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अज़बील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मीलिक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परक़ाबिज़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मुतासर्रिफ़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नारवा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परवरदागर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खूनवे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लूंगा।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अज़बील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लाशों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दफ़न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 w:rsidR="00D414AD">
        <w:rPr>
          <w:rFonts w:hint="cs"/>
          <w:cs/>
          <w:lang w:bidi="hi-IN"/>
        </w:rPr>
        <w:t>एहतेजाजन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इल्यास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इल्यास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 w:rsidR="00A5671E">
        <w:rPr>
          <w:cs/>
          <w:lang w:bidi="hi-IN"/>
        </w:rPr>
        <w:t xml:space="preserve"> लिऐ </w:t>
      </w:r>
      <w:r>
        <w:rPr>
          <w:rFonts w:hint="cs"/>
          <w:cs/>
          <w:lang w:bidi="hi-IN"/>
        </w:rPr>
        <w:t>दरपैआज़ार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गिरफ़तारी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मुतावज्जे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इल्यास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</w:p>
    <w:p w:rsidR="00784BCC" w:rsidRDefault="00D414AD" w:rsidP="006A0293">
      <w:pPr>
        <w:pStyle w:val="libNormal"/>
      </w:pPr>
      <w:r>
        <w:rPr>
          <w:rFonts w:hint="cs"/>
          <w:cs/>
          <w:lang w:bidi="hi-IN"/>
        </w:rPr>
        <w:lastRenderedPageBreak/>
        <w:t>औ</w:t>
      </w:r>
      <w:r w:rsidR="00784BCC">
        <w:rPr>
          <w:rFonts w:hint="cs"/>
          <w:cs/>
          <w:lang w:bidi="hi-IN"/>
        </w:rPr>
        <w:t>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एक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पहाड़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जाकर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खुदा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इबादत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में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मशगूल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गये।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बादशाह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जब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कुछ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लोगों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साम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बुतों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पास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अपने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बेटे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दुआऐ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सेहत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लिए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रवाना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किया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तो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उन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लोगों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ने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इन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लोगों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से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आप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की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मुलाक़ात</w:t>
      </w:r>
      <w:r w:rsidR="00784BCC">
        <w:rPr>
          <w:cs/>
          <w:lang w:bidi="hi-IN"/>
        </w:rPr>
        <w:t xml:space="preserve"> </w:t>
      </w:r>
      <w:r w:rsidR="00784BCC">
        <w:rPr>
          <w:rFonts w:hint="cs"/>
          <w:cs/>
          <w:lang w:bidi="hi-IN"/>
        </w:rPr>
        <w:t>हुई।</w:t>
      </w:r>
      <w:r w:rsidR="00784BCC"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परशतिश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दस्तबरदार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बदबख़्त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आदमियोंसे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ठिकाना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सिपाहियों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गिरफ़तारी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बद्दुआ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इल्यास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पलट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इधर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काशिकार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मुद्दत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इल्यास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पलट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बुझाया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बरअक्स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लयसी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नायब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ग़ायब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लिया।</w:t>
      </w: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मुसतनद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ख़िज्र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पोशीदा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अहकामें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सिपुर्द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ख़िज्र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दरियाओँ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समुंदरों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इल्यास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सहराओं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पहाड़ों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मुतीईन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मुलाक़ात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गैबत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मुसल्लत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अज़बील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दबील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डलवा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दरिंदे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</w:p>
    <w:p w:rsidR="00784BCC" w:rsidRDefault="00784BCC" w:rsidP="00D414AD">
      <w:pPr>
        <w:pStyle w:val="Heading1"/>
      </w:pPr>
      <w:bookmarkStart w:id="96" w:name="_Toc501014019"/>
      <w:r>
        <w:rPr>
          <w:rFonts w:hint="cs"/>
          <w:cs/>
          <w:lang w:bidi="hi-IN"/>
        </w:rPr>
        <w:t>तालूत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जालूत</w:t>
      </w:r>
      <w:bookmarkEnd w:id="96"/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इस्राइल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जदल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फतोहात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केनान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इकतेदार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मिजाज़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शरारतों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साबेका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इन्तेहायी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जाबिर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मुसल्लत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जालूत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इस्राइलियों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जा़लिमाना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जाबिराना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अक़दाम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दूभर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गयीं।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आखिरकार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जालूत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जब्रो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इस्तेबदाद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परेशान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रुजू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ग़ज़्जा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असक़लान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मबउस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इस्राइल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शमूवील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जालूत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मजा़लिम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शिकायतें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निजात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मुनासिब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हाकिम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मातेहती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जालूत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शमूवील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बारंगाहे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ऐजंदी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मुद्दआ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रौग़ने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ज़ैतून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ज़र्फ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जिब्रअील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शमूवील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खि़दमत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शख़्स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रौग़न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शख़्स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इन्तेख़ाब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अजीबो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मसलेहते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बहरहाल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रौगन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हुक्मरानी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तमन्नाओं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रौग़न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lastRenderedPageBreak/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इस्राइल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आखि़र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सक्कायी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रौगन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शमूवील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इस्राइल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साबेका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फितरत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इन्तेखाब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मितमइन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ऐतराज़ात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अंगुश्त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नुमाईयां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t xml:space="preserve">,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खजाना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तुजको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एहतेशाम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एतेरेजाल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शमूवील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तमद्दुन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कायदे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सल्तनत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जाहिरी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तुजक्को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एहतेशाम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हिकमत</w:t>
      </w:r>
      <w:r>
        <w:t xml:space="preserve">, </w:t>
      </w:r>
      <w:r>
        <w:rPr>
          <w:rFonts w:hint="cs"/>
          <w:cs/>
          <w:lang w:bidi="hi-IN"/>
        </w:rPr>
        <w:t>फहम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फरासत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खजानो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जरुरत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लेहाज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वन्दे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खलीफा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तकरसरी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ग़ल्बा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भेड़िया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गर्ज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मुश्किलो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हुज्जतियो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जालूत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तादाद</w:t>
      </w:r>
      <w:r>
        <w:rPr>
          <w:cs/>
          <w:lang w:bidi="hi-IN"/>
        </w:rPr>
        <w:t xml:space="preserve"> </w:t>
      </w:r>
      <w:r>
        <w:t>70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मौसम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धूप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शिद्दत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प्यास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ग़ल्बा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किल्लत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प्यास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क्यो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घबराओ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मिलेगी।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प्यास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बुझा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देगी।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चुल्लू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जिम्मेदार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होऊगा।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t xml:space="preserve">, </w:t>
      </w:r>
      <w:r>
        <w:rPr>
          <w:rFonts w:hint="cs"/>
          <w:cs/>
          <w:lang w:bidi="hi-IN"/>
        </w:rPr>
        <w:t>होंठ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सियाह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प्यास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बुझती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चुल्लू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सुकून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थकन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प्यास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हजरते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शमूवील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नाजिल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तन्दुरुस्त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जालूत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धमका</w:t>
      </w:r>
      <w:r w:rsidR="00E21429">
        <w:rPr>
          <w:cs/>
          <w:lang w:bidi="hi-IN"/>
        </w:rPr>
        <w:t>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माराकाए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कारजार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शमूवील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जालूत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याकूब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दाउद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ठहरी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तेरह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आदमियो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जिस्मानी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एतेबार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बावजूद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सेफात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शमूवील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</w:p>
    <w:p w:rsidR="00784BCC" w:rsidRDefault="00784BCC" w:rsidP="007B5468">
      <w:pPr>
        <w:pStyle w:val="libNormal"/>
      </w:pPr>
      <w:r>
        <w:rPr>
          <w:rFonts w:hint="cs"/>
          <w:cs/>
          <w:lang w:bidi="hi-IN"/>
        </w:rPr>
        <w:t>लड़ा</w:t>
      </w:r>
      <w:r w:rsidR="007B5468">
        <w:rPr>
          <w:rFonts w:hint="cs"/>
          <w:cs/>
          <w:lang w:bidi="hi-IN"/>
        </w:rPr>
        <w:t>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छिड़ने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जालूत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निस्फ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सल्तनत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दुंगा।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ब्याह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दुंगा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ग़र्ज़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जालूत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दाउद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नैज़ा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पत्थर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पत्थर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गोफन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मिनजनीक़</w:t>
      </w:r>
      <w:r>
        <w:rPr>
          <w:cs/>
          <w:lang w:bidi="hi-IN"/>
        </w:rPr>
        <w:t>)</w:t>
      </w:r>
      <w:r w:rsidR="007B5468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जालूत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फेंका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कासए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तोड़ता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पुश्ते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जालूत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ढेर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फौज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उखड़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नुमायां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फतेह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मताबिक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दाउद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ब्याह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वारिस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जानशीन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दाउद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हाकिम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सलतनत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जाबजां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784BCC" w:rsidRDefault="00784BCC" w:rsidP="006A0293">
      <w:pPr>
        <w:pStyle w:val="libNormal"/>
      </w:pPr>
    </w:p>
    <w:p w:rsidR="00784BCC" w:rsidRDefault="00784BCC" w:rsidP="007B5468">
      <w:pPr>
        <w:pStyle w:val="Heading1"/>
      </w:pPr>
      <w:bookmarkStart w:id="97" w:name="_Toc501014020"/>
      <w:r>
        <w:rPr>
          <w:rFonts w:hint="cs"/>
          <w:cs/>
          <w:lang w:bidi="hi-IN"/>
        </w:rPr>
        <w:lastRenderedPageBreak/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दाउद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bookmarkEnd w:id="97"/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दाउद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याकूब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दाउद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ओबेद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सल्मुन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बख़शुन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अमीनादिब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हसनरुन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फारिज़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याक़ूब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इस्हाक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हे।</w:t>
      </w:r>
    </w:p>
    <w:p w:rsidR="00784BCC" w:rsidRDefault="00784BCC" w:rsidP="006A0293">
      <w:pPr>
        <w:pStyle w:val="libNormal"/>
      </w:pP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t>1085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सरफराज़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यक़ीनन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दाउद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बुजूर्गी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पहाड़ों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तसबीह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परिंदों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ताबेह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बनाया।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सुरए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t>10)</w:t>
      </w:r>
    </w:p>
    <w:p w:rsidR="00784BCC" w:rsidRDefault="00784BCC" w:rsidP="006A0293">
      <w:pPr>
        <w:pStyle w:val="libNormal"/>
      </w:pP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नाज़िल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नबूवत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हिक्मत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खुशइलहानी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नवाज़ा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कैफियत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गुदाज़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मसरुफे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मुनाजात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चरिन्द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दरखतो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पहाड़ो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तिलावत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उलमाए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शजर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सहरा</w:t>
      </w:r>
      <w:r w:rsidR="006A0293">
        <w:rPr>
          <w:lang w:bidi="hi-IN"/>
        </w:rPr>
        <w:t>,</w:t>
      </w:r>
      <w:r>
        <w:rPr>
          <w:rFonts w:hint="cs"/>
          <w:cs/>
          <w:lang w:bidi="hi-IN"/>
        </w:rPr>
        <w:t>जिन्न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बेखुदी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झुमने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जानदारों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बेहोशी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बरोज़े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एजाज़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अमीरलमोमेनीन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हज़रेत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रसुले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वन्दे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जिबरईल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जमाल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दाउद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बेहिश्त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बनायेगा।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ताज़दार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हेसियत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दाउद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तरीक़ए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रियाया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दरियाफत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फरिश्ते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मुलाकात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हस्बेदस्तूर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रवैया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बरताव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रियाया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अहलोअयाल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एख़राजात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बैतुलमाल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गैरे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मुनासिब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lastRenderedPageBreak/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गुफ्तगू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दाउद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आइंदा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बैतुलमाल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डालेंगे।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फैसले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वन्दे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जिब्रइल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ज़िरासाज़ी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एज़ाज़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बखशा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ज़िरासाजी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फ़रोखत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एखराजात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मौर्अरेखीन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मुस्सेरीन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ईजाद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मुल्के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जज़ीरए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आरमीना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फ़तुहात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जाबिर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कब्ज़ा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वताती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जबरन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इख़तेयार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एहकामें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जेहाद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गीरी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आखरुज़्ज़मा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वफात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t>40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बादशाहत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t>70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रेहलत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साहबज़ादे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सुलेमान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खलीफा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सराहतों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ममलेकत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नबूवत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वारिस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पाए।</w:t>
      </w:r>
    </w:p>
    <w:p w:rsidR="00784BCC" w:rsidRDefault="00784BCC" w:rsidP="006A0293">
      <w:pPr>
        <w:pStyle w:val="libNormal"/>
      </w:pP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कुरआने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विरासत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चौदह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मीरास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</w:t>
      </w:r>
      <w:r w:rsidR="007B5468">
        <w:rPr>
          <w:rFonts w:hint="cs"/>
          <w:cs/>
          <w:lang w:bidi="hi-IN"/>
        </w:rPr>
        <w:t xml:space="preserve">े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वारिस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गिरोहे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अम्बिया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वारिस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वारिस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दाउद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फरज़न्द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वारिस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सुलेमान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दाउद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वारिस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गिरोहे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अम्बिया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वारिस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वारिस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वारिस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फात्मा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ज़हरा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अम्बिया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वारिस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मीरास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दावायही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सरकारे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तस्दीक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मुददई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दुरूसत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 w:rsidR="00E21429"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</w:p>
    <w:p w:rsidR="007B5468" w:rsidRDefault="007B5468">
      <w:pPr>
        <w:spacing w:after="0" w:line="240" w:lineRule="auto"/>
        <w:rPr>
          <w:rFonts w:ascii="SolaimanLipi" w:eastAsia="Times New Roman" w:hAnsi="SolaimanLipi" w:cs="Mangal"/>
          <w:b/>
          <w:bCs/>
          <w:color w:val="1F497D"/>
          <w:sz w:val="36"/>
          <w:szCs w:val="36"/>
          <w:cs/>
          <w:lang w:bidi="hi-IN"/>
        </w:rPr>
      </w:pPr>
      <w:r>
        <w:rPr>
          <w:cs/>
          <w:lang w:bidi="hi-IN"/>
        </w:rPr>
        <w:br w:type="page"/>
      </w:r>
    </w:p>
    <w:p w:rsidR="00784BCC" w:rsidRDefault="00784BCC" w:rsidP="007B5468">
      <w:pPr>
        <w:pStyle w:val="Heading1"/>
      </w:pPr>
      <w:bookmarkStart w:id="98" w:name="_Toc501014021"/>
      <w:r>
        <w:rPr>
          <w:rFonts w:hint="cs"/>
          <w:cs/>
          <w:lang w:bidi="hi-IN"/>
        </w:rPr>
        <w:lastRenderedPageBreak/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सुलेमान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bookmarkEnd w:id="98"/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t>1033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सुलेमान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दाउद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t>19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विरासत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दाउद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रेहलत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क़रीब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निज़ाई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जिब्रइल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ज़रिेए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मोहरबंद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मकतूब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सराहत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वारिस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जानशीन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अराकीने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अमायदीने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बारी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बारी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सुलेमान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आखि़रकार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दाउद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वारिस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जानशील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पाये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विरासत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क़ाबिज़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मुतासर्रिफ़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वुसअत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बख़श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निले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कुरआने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t>35)</w:t>
      </w:r>
      <w:r w:rsidR="00E21429">
        <w:rPr>
          <w:cs/>
          <w:lang w:bidi="hi-IN"/>
        </w:rPr>
        <w:t>।</w:t>
      </w:r>
    </w:p>
    <w:p w:rsidR="00784BCC" w:rsidRDefault="00784BCC" w:rsidP="006A0293">
      <w:pPr>
        <w:pStyle w:val="libNormal"/>
      </w:pPr>
      <w:r>
        <w:tab/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बुनियाद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वन्दे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</w:t>
      </w:r>
      <w:r>
        <w:t xml:space="preserve">, </w:t>
      </w:r>
      <w:r>
        <w:rPr>
          <w:rFonts w:hint="cs"/>
          <w:cs/>
          <w:lang w:bidi="hi-IN"/>
        </w:rPr>
        <w:t>जमादात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नबातात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हैवानात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इख़्तेयार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सलतीने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मिलती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lastRenderedPageBreak/>
        <w:tab/>
      </w:r>
      <w:r>
        <w:rPr>
          <w:rFonts w:hint="cs"/>
          <w:cs/>
          <w:lang w:bidi="hi-IN"/>
        </w:rPr>
        <w:t>इन्सानों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जिन्नातों</w:t>
      </w:r>
      <w:r>
        <w:t xml:space="preserve">, </w:t>
      </w:r>
      <w:r>
        <w:rPr>
          <w:rFonts w:hint="cs"/>
          <w:cs/>
          <w:lang w:bidi="hi-IN"/>
        </w:rPr>
        <w:t>देवज़ादो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दरिंदों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परुदों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चरिंदों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मुश्तमिल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मुरब्बामील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रक़बे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तरतीह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पचास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मुरब्बे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पचास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मुरब्बा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जिन्नातों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देवज़ादों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रचास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मुरब्बे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दरिन्दों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मस्कन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पचास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मुरब्बे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रक़बे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रक़बे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चरीनादों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परीन्दों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जगघटा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tab/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लम्बी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डेढ़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चौड़ी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अजीमुश्शान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बिसात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लकड़ियों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शीशों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सोने</w:t>
      </w:r>
      <w:r>
        <w:t xml:space="preserve">, </w:t>
      </w:r>
      <w:r>
        <w:rPr>
          <w:rFonts w:hint="cs"/>
          <w:cs/>
          <w:lang w:bidi="hi-IN"/>
        </w:rPr>
        <w:t>चांदी</w:t>
      </w:r>
      <w:r>
        <w:t xml:space="preserve">, </w:t>
      </w:r>
      <w:r>
        <w:rPr>
          <w:rFonts w:hint="cs"/>
          <w:cs/>
          <w:lang w:bidi="hi-IN"/>
        </w:rPr>
        <w:t>हीरे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जवारेरात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तख़्त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याकूत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कुर्सियाँ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वुज़रा</w:t>
      </w:r>
      <w:r>
        <w:t xml:space="preserve">, </w:t>
      </w:r>
      <w:r>
        <w:rPr>
          <w:rFonts w:hint="cs"/>
          <w:cs/>
          <w:lang w:bidi="hi-IN"/>
        </w:rPr>
        <w:t>मख़सूसीन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मुसाहेबीन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अफ़रोज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जिन्नतों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देवज़ादो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क़तारें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बिसात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परिंदे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बिसात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ख़्वाहिश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बिसात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बिसाते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सुलेमानी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E21429">
        <w:rPr>
          <w:cs/>
          <w:lang w:bidi="hi-IN"/>
        </w:rPr>
        <w:t>।</w:t>
      </w:r>
    </w:p>
    <w:p w:rsidR="00784BCC" w:rsidRDefault="00784BCC" w:rsidP="006A0293">
      <w:pPr>
        <w:pStyle w:val="libNormal"/>
      </w:pPr>
      <w:r>
        <w:tab/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तादात</w:t>
      </w:r>
      <w:r>
        <w:rPr>
          <w:cs/>
          <w:lang w:bidi="hi-IN"/>
        </w:rPr>
        <w:t xml:space="preserve"> </w:t>
      </w:r>
      <w:r>
        <w:t>300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t>72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मुरब्बा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रक़बे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आलीशान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ताम़ीर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ईंटे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फर्श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याकूत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जमर्रुरद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</w:p>
    <w:p w:rsidR="00784BCC" w:rsidRDefault="00784BCC" w:rsidP="007B5468">
      <w:pPr>
        <w:pStyle w:val="Heading1"/>
      </w:pPr>
      <w:bookmarkStart w:id="99" w:name="_Toc501014022"/>
      <w:r>
        <w:rPr>
          <w:rFonts w:hint="cs"/>
          <w:cs/>
          <w:lang w:bidi="hi-IN"/>
        </w:rPr>
        <w:t>आराइश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जेहबाइश</w:t>
      </w:r>
      <w:bookmarkEnd w:id="99"/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कुरआने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तख़्ते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सुलेमानी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ज़ेबाइश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जिन्नात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मूरतें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तफसीर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वाज़ेह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फरिशतों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मुरक्के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रूजू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तवज्जो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सुलेमान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फरिश्तों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तस्वीर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रूजू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रौज़ए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तस़्वीर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ताजिये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ऐतेराज़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बिदअत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बेजां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तस्वीर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ताजिये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ग़र्ज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मज़लूमे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करबला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तज़केरा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ग़िरया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वगैरह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ताअस्सी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ताअस्सी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</w:p>
    <w:p w:rsidR="007B5468" w:rsidRDefault="007B5468" w:rsidP="006A0293">
      <w:pPr>
        <w:pStyle w:val="libNormal"/>
        <w:rPr>
          <w:lang w:bidi="hi-IN"/>
        </w:rPr>
      </w:pPr>
    </w:p>
    <w:p w:rsidR="00784BCC" w:rsidRDefault="00784BCC" w:rsidP="007B5468">
      <w:pPr>
        <w:pStyle w:val="Heading2"/>
      </w:pPr>
      <w:bookmarkStart w:id="100" w:name="_Toc501014023"/>
      <w:r>
        <w:rPr>
          <w:rFonts w:hint="cs"/>
          <w:cs/>
          <w:lang w:bidi="hi-IN"/>
        </w:rPr>
        <w:lastRenderedPageBreak/>
        <w:t>मखलूक़ात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दावत</w:t>
      </w:r>
      <w:bookmarkEnd w:id="100"/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सुलेमान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मग़रिब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मशरिक़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तसल्लुत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इकतेदार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मख़लूकात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नाज़िल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सुलेमान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मख़लूक़ात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रिज़क़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पहुचाता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सुलेमान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वालेतूने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मुधे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मख़लूक़ात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सकूंगा।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ग़ुज़ारिश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मरहमत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फरमादे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समुंदर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किनारे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एहतेमाम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लाखों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जिन्नातों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इत्मेनान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ज़रुरत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खुरदनी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मखलूक़ात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पहुंचाई।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अछभी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मरकज़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मख़लूक़ात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समुंद्र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मछली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सुलेमान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मख़लूक़ात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कीजिये।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सुलेमान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इन्तिज़ार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जायेगा।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भूखी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कूवते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बरदाश्त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सुलेमान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मख़लूक़ात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मछली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सुनेमान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सजदए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पालन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रिज़क़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मख़लूक़ात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सुलेमान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भूखीं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  <w:r w:rsidR="00E21429"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</w:p>
    <w:p w:rsidR="00784BCC" w:rsidRDefault="00784BCC" w:rsidP="007B5468">
      <w:pPr>
        <w:pStyle w:val="Heading2"/>
      </w:pPr>
      <w:bookmarkStart w:id="101" w:name="_Toc501014024"/>
      <w:r>
        <w:rPr>
          <w:rFonts w:hint="cs"/>
          <w:cs/>
          <w:lang w:bidi="hi-IN"/>
        </w:rPr>
        <w:t>चींटी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मुलाकात</w:t>
      </w:r>
      <w:bookmarkEnd w:id="101"/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सुलेमान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अचानक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चीटियों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अमाजगाह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आहिस्ता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आहिस्ता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उतारने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="00E21429">
        <w:rPr>
          <w:cs/>
          <w:lang w:bidi="hi-IN"/>
        </w:rPr>
        <w:t>(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चीटियों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चीटीयों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ठिकानों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सुलेमान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जाओ।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सुलेमान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सुलेमान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पहुचाई।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चीटियों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हथेली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नज़दीक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सुलेमान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समझती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रियाया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हिफाज़त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नुकसान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महफुज़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सुलेमान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रियाया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शफक्कत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शफ़क्कत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सुलेमान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हूकुमत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 w:rsidR="00E21429">
        <w:rPr>
          <w:cs/>
          <w:lang w:bidi="hi-IN"/>
        </w:rPr>
        <w:t>।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हुँ।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सुलेमान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आँखो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खामोश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गए।</w:t>
      </w:r>
      <w:r>
        <w:rPr>
          <w:cs/>
          <w:lang w:bidi="hi-IN"/>
        </w:rPr>
        <w:t xml:space="preserve"> </w:t>
      </w:r>
    </w:p>
    <w:p w:rsidR="00784BCC" w:rsidRDefault="00784BCC" w:rsidP="007B5468">
      <w:pPr>
        <w:pStyle w:val="Heading2"/>
      </w:pPr>
      <w:bookmarkStart w:id="102" w:name="_Toc501014025"/>
      <w:r>
        <w:rPr>
          <w:rFonts w:hint="cs"/>
          <w:cs/>
          <w:lang w:bidi="hi-IN"/>
        </w:rPr>
        <w:t>मलक़ए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बिलक़ीस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शराजील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वाक़ेया</w:t>
      </w:r>
      <w:bookmarkEnd w:id="102"/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सुलेमान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तशरीफ़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परिन्दे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हस्बे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दस्तूर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धूप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हूदहूद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हूदहूद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दुँगा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थोड़ी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ग़ज़री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हुदहूद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कांपता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खिदमत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हुज़ूर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ग़ालेबन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मुल्के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पहाड़ियों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मलका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बिल्कीस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शराजील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दारुस्सलतनल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बादशाहत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साज़ो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मुहैया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सोने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चाँदी</w:t>
      </w:r>
      <w:r w:rsidR="006A0293">
        <w:rPr>
          <w:lang w:bidi="hi-IN"/>
        </w:rPr>
        <w:t>,</w:t>
      </w:r>
      <w:r>
        <w:rPr>
          <w:rFonts w:hint="cs"/>
          <w:cs/>
          <w:lang w:bidi="hi-IN"/>
        </w:rPr>
        <w:t>हीरे</w:t>
      </w:r>
      <w:r w:rsidR="006A0293">
        <w:rPr>
          <w:lang w:bidi="hi-IN"/>
        </w:rPr>
        <w:t>,</w:t>
      </w:r>
      <w:r>
        <w:rPr>
          <w:rFonts w:hint="cs"/>
          <w:cs/>
          <w:lang w:bidi="hi-IN"/>
        </w:rPr>
        <w:t>जवाहेरात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तख्त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लम्बा</w:t>
      </w:r>
      <w:r>
        <w:t xml:space="preserve">, </w:t>
      </w:r>
      <w:r>
        <w:rPr>
          <w:rFonts w:hint="cs"/>
          <w:cs/>
          <w:lang w:bidi="hi-IN"/>
        </w:rPr>
        <w:t>तीस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चौड़ा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तीस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ऊँचा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कीमती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आवेज़ा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याकुतो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ज़मर्रुदो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पुखराजो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पैरास्ता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ठहरती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रियाया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सज़दा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सुलेमान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नोए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हिदायत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मअमुर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ग़ैरउल्लाह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परशतिश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नागवारी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नमुदार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बिल्कीस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पहूचा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हुदहुद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बिल्किस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मखसुस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महवें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इस्तेराहत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रौशन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सुलेमान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मुताअज्जि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परेशान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लाइल्मी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ग़र्ज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ग़ैरुल्लाह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परशतिश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मसरुफ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हैसियत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इख़तेयार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हिदायत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कुर्फ़ो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ज़लालत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सलतनत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नेस्तोनाबूद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दुँगा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लज़्जा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तशवीश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तरद्दुद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मुब्तेला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फौरी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वज़ीराने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ममलेकत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अराकीने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फौज़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वाक़्ये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तफसील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सुलेमान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मकतुब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>.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शुजाअत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आइन्दा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इख्तेयार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>..</w:t>
      </w:r>
      <w:r>
        <w:rPr>
          <w:rFonts w:hint="cs"/>
          <w:cs/>
          <w:lang w:bidi="hi-IN"/>
        </w:rPr>
        <w:t>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बिलकिस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बाइज़्ज़त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ज़लीलो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रुसवा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टकराव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सुलेमान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इम्तेहान्न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कीमती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तोहफा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वाक़्यी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लेगें।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तोहफे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ज़नाना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मलबूस</w:t>
      </w:r>
      <w:r>
        <w:rPr>
          <w:cs/>
          <w:lang w:bidi="hi-IN"/>
        </w:rPr>
        <w:t xml:space="preserve"> </w:t>
      </w:r>
      <w:r>
        <w:t>500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मलबूस</w:t>
      </w:r>
      <w:r>
        <w:rPr>
          <w:cs/>
          <w:lang w:bidi="hi-IN"/>
        </w:rPr>
        <w:t xml:space="preserve"> </w:t>
      </w:r>
      <w:r>
        <w:t>500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कनीज़े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जडाऊ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आरास्ता</w:t>
      </w:r>
      <w:r>
        <w:rPr>
          <w:cs/>
          <w:lang w:bidi="hi-IN"/>
        </w:rPr>
        <w:t xml:space="preserve"> </w:t>
      </w:r>
      <w:r>
        <w:t>1000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घोड़े</w:t>
      </w:r>
      <w:r w:rsidR="00E21429">
        <w:rPr>
          <w:cs/>
          <w:lang w:bidi="hi-IN"/>
        </w:rPr>
        <w:t xml:space="preserve"> </w:t>
      </w:r>
      <w:r>
        <w:t>1000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चाँदी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जड़ाउ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ताज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मुश्को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नासिफ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नासुफता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मोतियो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डिब्बा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मुन्ज़र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मुन्ज़र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हिदायत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सुलेमान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शिनाख्त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गुलामों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कनीज़ो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कनीज़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मामुली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मोतियों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मख्लुक़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सुराख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तकमील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सुलेमान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गीरी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चाँदी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ईंटे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बीझा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याकूत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जड़ाऊ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फर्श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तख्त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नुकरा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कुर्सिया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बिछायी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बिठाये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जिन्नातो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दरिंदो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सफबस्ता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परिन्दो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इस्तेक़बाल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तहाएफ़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नादिम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सुलेमान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मुन्ज़र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गुफ्तगु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तरग़ीब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गुलामों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कनीज़ो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पहचाना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बिलकीस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नासोफता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मोतियों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सुराख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मराहिल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तोहफे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हाजत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जाऔ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784BCC" w:rsidRDefault="00784BCC" w:rsidP="007B5468">
      <w:pPr>
        <w:pStyle w:val="Heading2"/>
      </w:pPr>
      <w:bookmarkStart w:id="103" w:name="_Toc501014026"/>
      <w:r>
        <w:rPr>
          <w:rFonts w:hint="cs"/>
          <w:cs/>
          <w:lang w:bidi="hi-IN"/>
        </w:rPr>
        <w:t>कस्रे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सुलेमान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बिलकीस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वरुद</w:t>
      </w:r>
      <w:bookmarkEnd w:id="103"/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बिलकीस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सतादा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मन्जर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सुलेमान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हशम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ताक़त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अज़मतों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मुताअस्सिर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सुलेमान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आफियत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दुबारा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क़ासिद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लश्करीयों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क़ासिद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पहूंच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सुलेमान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बिलकीस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मुत्तेला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लिहाज़ा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शायाने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इस्तेकबाल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तैयारीयां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ख्वाहिश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बिलकीस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तख्त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फरोकश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दरबारियों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मलिकाए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पहुचने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तख्त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बर्खास्त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आसिफ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मंगवा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तख्त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सुलेमान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तख्त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तबदीली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मलिकए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मिलकियत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पहचानती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ग़र्ज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सुलेमान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तख्त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हैदरत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सुलेमान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तख्त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मारेफत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पोशिदा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सुलेमान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मुस्कुरा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बिलकीस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खुसुसी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मन्ज़ेलत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सरफ़राज़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</w:p>
    <w:p w:rsidR="00784BCC" w:rsidRDefault="00784BCC" w:rsidP="007B5468">
      <w:pPr>
        <w:pStyle w:val="Heading2"/>
      </w:pPr>
      <w:bookmarkStart w:id="104" w:name="_Toc501014027"/>
      <w:r>
        <w:rPr>
          <w:rFonts w:hint="cs"/>
          <w:cs/>
          <w:lang w:bidi="hi-IN"/>
        </w:rPr>
        <w:t>घोड़ो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क़ुरबानियां</w:t>
      </w:r>
      <w:bookmarkEnd w:id="104"/>
    </w:p>
    <w:p w:rsidR="00784BCC" w:rsidRDefault="00784BCC" w:rsidP="006A0293">
      <w:pPr>
        <w:pStyle w:val="libNormal"/>
      </w:pPr>
      <w:r>
        <w:tab/>
      </w:r>
      <w:r>
        <w:rPr>
          <w:rFonts w:hint="cs"/>
          <w:cs/>
          <w:lang w:bidi="hi-IN"/>
        </w:rPr>
        <w:t>कुरआन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पारा</w:t>
      </w:r>
      <w:r>
        <w:rPr>
          <w:cs/>
          <w:lang w:bidi="hi-IN"/>
        </w:rPr>
        <w:t xml:space="preserve"> </w:t>
      </w:r>
      <w:r>
        <w:t>23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आयात</w:t>
      </w:r>
      <w:r>
        <w:rPr>
          <w:cs/>
          <w:lang w:bidi="hi-IN"/>
        </w:rPr>
        <w:t xml:space="preserve"> </w:t>
      </w:r>
      <w:r>
        <w:t>31-34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मज़कूर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तफसीर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मौलाना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किब्ला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सुलेमान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अज़ीमुश्शान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दमिश्क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नसाबीन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कुफ़फ़ार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चढ़ाई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जेहाद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घोड़े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तोहफतन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मुनहमिक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वज़ाएफ़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आफताब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ग़ुरुब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मुस्तहबी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वजाएफ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कफ्फारे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घोड़ो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कुरबानी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फ़ोकरा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मसाकीन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तकसीम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मुत्तालिक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मुफस्सरीन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मखां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इलज़ाम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करती।</w:t>
      </w:r>
      <w:r>
        <w:rPr>
          <w:cs/>
          <w:lang w:bidi="hi-IN"/>
        </w:rPr>
        <w:t xml:space="preserve"> </w:t>
      </w:r>
    </w:p>
    <w:p w:rsidR="007B5468" w:rsidRDefault="007B5468" w:rsidP="006A0293">
      <w:pPr>
        <w:pStyle w:val="libNormal"/>
        <w:rPr>
          <w:lang w:bidi="hi-IN"/>
        </w:rPr>
      </w:pPr>
    </w:p>
    <w:p w:rsidR="00784BCC" w:rsidRDefault="00784BCC" w:rsidP="007B5468">
      <w:pPr>
        <w:pStyle w:val="Heading1"/>
      </w:pPr>
      <w:bookmarkStart w:id="105" w:name="_Toc501014028"/>
      <w:r>
        <w:rPr>
          <w:rFonts w:hint="cs"/>
          <w:cs/>
          <w:lang w:bidi="hi-IN"/>
        </w:rPr>
        <w:t>बैतुलमुक़द्दस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तामीर</w:t>
      </w:r>
      <w:bookmarkEnd w:id="105"/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बैतुलमुक़द्स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इब्तेदा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सुलेमान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दाउद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तामीर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सुलेमान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तामीर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क़ीमती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पत्थरों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तरशवा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सरेनवं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तामीर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करवाई।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याकूत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ज़मुर्ररुत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तखतियों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दीवारे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बनीं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सूतून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फीरोज़े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मेहराबो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कीमती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आवेज़ा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जवाहेरात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जडाउ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कद्र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चमक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रौशनी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ज़रुरत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याक़ूत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ज़मर्ररुत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फ़ीरोज़ा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फर्श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सुलेमानी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सहकारथी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t>454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बख्ते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साज़ो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784BCC" w:rsidRDefault="00784BCC" w:rsidP="007B5468">
      <w:pPr>
        <w:pStyle w:val="Heading2"/>
      </w:pPr>
      <w:bookmarkStart w:id="106" w:name="_Toc501014029"/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सुलेमान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वफात</w:t>
      </w:r>
      <w:bookmarkEnd w:id="106"/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सुलेमान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t>16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दाउद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वारिस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जानशीन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>
        <w:t>40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वफात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t>56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पाई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मुद्दत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मुहक्केकीन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इख्तेलाफ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t>712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मज़कूर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वाकेयात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मुद्दत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हरगिस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इन्तेक़ाल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हिकायतें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मुख्तलीफ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नज़दीक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दुरुस्त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समुंद्र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शीशे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कुब्बा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बनवाया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कद्र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बूलन्द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अकसरों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बेंशकर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मुआयना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खुबसूरत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नौजवान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क़ूब्बे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मलकूल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मोहल्त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जाउं।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लूं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ग़ुज़रने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फौज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बेचेनी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दीमक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टुटा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</w:p>
    <w:p w:rsidR="007B5468" w:rsidRDefault="007B5468" w:rsidP="006A0293">
      <w:pPr>
        <w:pStyle w:val="libNormal"/>
        <w:rPr>
          <w:lang w:bidi="hi-IN"/>
        </w:rPr>
      </w:pPr>
    </w:p>
    <w:p w:rsidR="00784BCC" w:rsidRDefault="00784BCC" w:rsidP="007B5468">
      <w:pPr>
        <w:pStyle w:val="Heading2"/>
      </w:pPr>
      <w:bookmarkStart w:id="107" w:name="_Toc501014030"/>
      <w:r>
        <w:rPr>
          <w:rFonts w:hint="cs"/>
          <w:cs/>
          <w:lang w:bidi="hi-IN"/>
        </w:rPr>
        <w:t>मुख्तल</w:t>
      </w:r>
      <w:r w:rsidR="007B5468">
        <w:rPr>
          <w:rFonts w:hint="cs"/>
          <w:cs/>
          <w:lang w:bidi="hi-IN"/>
        </w:rPr>
        <w:t>ि</w:t>
      </w:r>
      <w:r>
        <w:rPr>
          <w:rFonts w:hint="cs"/>
          <w:cs/>
          <w:lang w:bidi="hi-IN"/>
        </w:rPr>
        <w:t>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अम्बिया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औसिया</w:t>
      </w:r>
      <w:bookmarkEnd w:id="107"/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सुलेमान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वफात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दरिन्दे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चरिन्दे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परिन्दे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देवज़ादे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जिन्नात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वगैरा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सुलेमानी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दायरा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इखतेयार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सिमट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महदुद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दबदबए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इख्तेदार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हशम।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बहरहाल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वारिस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सुलेमान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उऩ्होने</w:t>
      </w:r>
      <w:r>
        <w:rPr>
          <w:cs/>
          <w:lang w:bidi="hi-IN"/>
        </w:rPr>
        <w:t xml:space="preserve"> </w:t>
      </w:r>
      <w:r>
        <w:t>17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मस्नदे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एख्तेदार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तब्लीग़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आफिया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इक़तेदार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उन्होऩे</w:t>
      </w:r>
      <w:r>
        <w:rPr>
          <w:cs/>
          <w:lang w:bidi="hi-IN"/>
        </w:rPr>
        <w:t xml:space="preserve"> </w:t>
      </w:r>
      <w:r>
        <w:t>63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फ़रज़न्द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आफिया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तख्ते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मुतामुक्किन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अरसए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तब्लीग़ी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lastRenderedPageBreak/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तरतीब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दीगरे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सैकड़ो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सुलेमान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मसलक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पलटने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हिदायत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मअमूर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तारिख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हीकूक़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वाक्यात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इस्राइल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ह़ज़रते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अरमिया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हारुन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आरमिया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कोशिशों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तब्लीग़ी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शिद्दत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सरकशी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इज़ाफा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एलानिया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आरमिया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वारनिंग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आओगे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जाबिर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मुसल्लत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ज़नाज़ादा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ग़िज़ा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मरहुने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ख़ल्लाक़े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अरमिया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ख़्वाहिश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ख़ुसुसी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अलामतें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निशानियां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इस्राईल</w:t>
      </w:r>
      <w:r w:rsidR="00E21429">
        <w:rPr>
          <w:cs/>
          <w:lang w:bidi="hi-IN"/>
        </w:rPr>
        <w:t>)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खुरुज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t xml:space="preserve"> </w:t>
      </w:r>
    </w:p>
    <w:p w:rsidR="00784BCC" w:rsidRDefault="00784BCC" w:rsidP="007B5468">
      <w:pPr>
        <w:pStyle w:val="Heading1"/>
      </w:pPr>
      <w:bookmarkStart w:id="108" w:name="_Toc501014031"/>
      <w:r>
        <w:rPr>
          <w:rFonts w:hint="cs"/>
          <w:cs/>
          <w:lang w:bidi="hi-IN"/>
        </w:rPr>
        <w:t>बखते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वाक़ेयात</w:t>
      </w:r>
      <w:bookmarkEnd w:id="108"/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मुताज़क्केरा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आरमिया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आलामतों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निशानियों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रोशनी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बख़ते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जुस्तजु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मुख़तलिफ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गाँव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मुख्तलिफ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बीमारियों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मुब्तेला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मज़बिले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घूरे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कुत्तिया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कुत्तिया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रोटीयों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टुकड़े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भिगोये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आरमिया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बख्ती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मुधे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मज़बले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ड़ाल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कुत्तिया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परवरिश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>.</w:t>
      </w:r>
      <w:r w:rsidR="00E21429">
        <w:rPr>
          <w:cs/>
          <w:lang w:bidi="hi-IN"/>
        </w:rPr>
        <w:t>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इतना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अरमिया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पुछने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हाजत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अलामतें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निशानियां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इस्राईल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मुसल्लत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तवज्जो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मबजूल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गांव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खुर्दोनोश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ध्यान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न्दुरुस्थ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तरबियत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तवज्जो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तकरीबन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ग्यारह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तअर्रुफ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इस्राईल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अरमिया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मुताअल्लिक़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अन्क़रीब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मुसल्लत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मोहसिन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जाऊँ।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हुँ।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ख्वाहिश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इसने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lastRenderedPageBreak/>
        <w:t>बख्ते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इस्राईल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दास्ताने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नफ़रतैं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उभारना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मशीयते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मुनज़्ज़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चढाई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मुक्कमल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तसल्लुत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बादशाहत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मुस्तहकम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खातिरे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ख्वाह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इज़ाफा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इस्राइल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दारुस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सलतनत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मुक़द्दस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अरमिया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तहरीरकर्दा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फौरन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पहचान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तकरीमों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ताज़ीम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तहफ़फुज़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माकूल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इन्तेज़ाम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इस्राइल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रेले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ड़ाल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मुक़द्दस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सुर्ख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मजलिसी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साआलबी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बेशुमार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क़त्लेआम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गिरफ़तार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तादाद</w:t>
      </w:r>
      <w:r>
        <w:rPr>
          <w:cs/>
          <w:lang w:bidi="hi-IN"/>
        </w:rPr>
        <w:t xml:space="preserve"> </w:t>
      </w:r>
      <w:r>
        <w:t>70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कैदियों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दानियाल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मुक़द्दस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तबलीग़ी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t xml:space="preserve">, </w:t>
      </w:r>
      <w:r>
        <w:rPr>
          <w:rFonts w:hint="cs"/>
          <w:cs/>
          <w:lang w:bidi="hi-IN"/>
        </w:rPr>
        <w:t>दीगर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शबाहिद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तिहाई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मुक़द्दस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क़ीमती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बिल्कुल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>.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अरमिया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मुक़द्स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बरबादी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कैफियत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अरमिया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रन्जीदा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दुबारा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देखोगे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अरमिया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जिब्रील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निगाहों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पोशीदा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अस्सरे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मुक़द्दस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कोशिशें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सर्फ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t>72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मुक़द्दस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वक्फा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मशीयते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वन्दी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हजडरते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शछहर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रौनक़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सजदए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अरमिया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काफी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मुफस्सेरीन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मन्सूब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तहक़ीक़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 w:rsidR="00E21429">
        <w:rPr>
          <w:cs/>
          <w:lang w:bidi="hi-IN"/>
        </w:rPr>
        <w:t xml:space="preserve"> </w:t>
      </w:r>
    </w:p>
    <w:p w:rsidR="00784BCC" w:rsidRDefault="00E21429" w:rsidP="006A0293">
      <w:pPr>
        <w:pStyle w:val="libNormal"/>
      </w:pPr>
      <w:r>
        <w:t xml:space="preserve"> </w:t>
      </w:r>
    </w:p>
    <w:p w:rsidR="00784BCC" w:rsidRDefault="00E21429" w:rsidP="006A0293">
      <w:pPr>
        <w:pStyle w:val="libNormal"/>
      </w:pPr>
      <w:r>
        <w:t xml:space="preserve"> </w:t>
      </w:r>
    </w:p>
    <w:p w:rsidR="00784BCC" w:rsidRDefault="00784BCC" w:rsidP="00491C9B">
      <w:pPr>
        <w:pStyle w:val="Heading1"/>
      </w:pPr>
      <w:bookmarkStart w:id="109" w:name="_Toc501014032"/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दानियाल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bookmarkEnd w:id="109"/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दानियाल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याकूब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अरमिया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हमअस्र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जाफ़रे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वालदैन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यतीम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इस्राइल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बूढ़ी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इस्राइल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खेरद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फहमो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इदराक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पैगम्बरी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सरफराज़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बख्ते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मुकददस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वतन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बाबूल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अन्धे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कुएं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खुंखार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शेरनी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मसकन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मसलहते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शेरनी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गज़न्द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पहुचाया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खिलाफे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फितरत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दानियाल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कुंए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निजात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ज़िम्न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बख्ते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फरिश्तों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कुएं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</w:t>
      </w:r>
      <w:r w:rsidR="00491C9B">
        <w:rPr>
          <w:rFonts w:hint="cs"/>
          <w:cs/>
          <w:lang w:bidi="hi-IN"/>
        </w:rPr>
        <w:t>े</w:t>
      </w:r>
      <w:r>
        <w:rPr>
          <w:rFonts w:hint="cs"/>
          <w:cs/>
          <w:lang w:bidi="hi-IN"/>
        </w:rPr>
        <w:t>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दानियाल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जूसत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ग़ूज़री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सुबह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शेरनी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पहुचाया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इज़्ज़त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एहतेराम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कुएं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निकलवाया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खुसुसी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हिरासत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दानियाल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राब्ता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कुएं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कैदखाना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कुशादा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फौज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ग़ूज़र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मसरुफे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रहे।</w:t>
      </w:r>
    </w:p>
    <w:p w:rsidR="00784BCC" w:rsidRDefault="00784BCC" w:rsidP="006A0293">
      <w:pPr>
        <w:pStyle w:val="libNormal"/>
      </w:pP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बख्ते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परेशान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खौफज़दा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सुबह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ग़ौरव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ख़ौज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मुनज्जिमों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काहीनों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ख़ौफनाक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ताबीर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ताबीर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है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दुंगा।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मशहूर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दानियाल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सूनाया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काहिनो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नज़ूमियो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अलबत्ता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रुजू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ताबीर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बखते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फौरन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दानियाल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बताइये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ताबीर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ज़ानू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ताबें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पिंडलिया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मिट्टी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नागहा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पत्थर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पैवस्त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पत्थर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रफता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रफ़ता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कायनात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</w:p>
    <w:p w:rsidR="00784BCC" w:rsidRDefault="00784BCC" w:rsidP="006A0293">
      <w:pPr>
        <w:pStyle w:val="libNormal"/>
      </w:pP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lastRenderedPageBreak/>
        <w:t>बखते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बताइये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ताबीर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t xml:space="preserve">, </w:t>
      </w:r>
      <w:r>
        <w:rPr>
          <w:rFonts w:hint="cs"/>
          <w:cs/>
          <w:lang w:bidi="hi-IN"/>
        </w:rPr>
        <w:t>तेरी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बादशाही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नुक़रयी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ताम्बे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पत्थर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आखिरी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नाज़िल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खत्म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मबउस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फैलेगा।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पत्थर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कायनात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कायनात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मुताअस्सिर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दानियाल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शर्मिन्दा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उजाड़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जाउ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अराकीने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हिदायत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दानियाल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मशवेरा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करें।</w:t>
      </w:r>
    </w:p>
    <w:p w:rsidR="00784BCC" w:rsidRDefault="00784BCC" w:rsidP="006A0293">
      <w:pPr>
        <w:pStyle w:val="libNormal"/>
      </w:pP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दानियाल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मन्सबे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फ़ायज़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बख्ते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महरुया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फलशताश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तख्त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नशीं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सत्तरह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 w:rsidR="00491C9B"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दानियाल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दफन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फतेह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हाकिम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दारुल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मुक़फ्फल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तवीलुल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मय्यत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महफूज़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मय्यत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तफसील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दरियाफत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मय्यत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मताअल्लिक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खिलाफत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मोअमेनीन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अबूतालिब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रुजु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गाया।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दानियाल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बख़ते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ह़ज़रते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दानियाल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दानियाल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मशविरा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मय्यत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दफन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मय्यत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दफन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बदस्तूर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मोहर्रेखीन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दानियाल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दफन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784BCC" w:rsidRDefault="00784BCC" w:rsidP="006A0293">
      <w:pPr>
        <w:pStyle w:val="libNormal"/>
      </w:pPr>
    </w:p>
    <w:p w:rsidR="00784BCC" w:rsidRDefault="00784BCC" w:rsidP="00D856C6">
      <w:pPr>
        <w:pStyle w:val="Heading1"/>
      </w:pPr>
      <w:bookmarkStart w:id="110" w:name="_Toc501014033"/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bookmarkEnd w:id="110"/>
    </w:p>
    <w:p w:rsidR="00784BCC" w:rsidRDefault="00784BCC" w:rsidP="00BC2C72">
      <w:pPr>
        <w:pStyle w:val="libNormal"/>
      </w:pP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हारुन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उरज़ा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जुड़वां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शरहिया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साहेबे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</w:t>
      </w:r>
      <w:r w:rsidR="00BC2C72">
        <w:rPr>
          <w:rFonts w:hint="cs"/>
          <w:cs/>
          <w:lang w:bidi="hi-IN"/>
        </w:rPr>
        <w:t>ोज़तुस्</w:t>
      </w:r>
      <w:r>
        <w:rPr>
          <w:rFonts w:hint="cs"/>
          <w:cs/>
          <w:lang w:bidi="hi-IN"/>
        </w:rPr>
        <w:t>तुस्सफा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बचपन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तशरीफ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</w:p>
    <w:p w:rsidR="00784BCC" w:rsidRDefault="00784BCC" w:rsidP="006A0293">
      <w:pPr>
        <w:pStyle w:val="libNormal"/>
      </w:pP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कैद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छुटने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तब्लीग़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मसरुफ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t>50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इत्तेफाक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गदहे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उजड़ी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मुब्तेला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लातादाद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ढ़ाचे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बिखरे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सानेहे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मुद्दत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दीवारें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मुनहदिम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खन्डरात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तबदील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अरसए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इत्तेजाब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ग़ुज़रा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</w:p>
    <w:p w:rsidR="00784BCC" w:rsidRDefault="00784BCC" w:rsidP="006A0293">
      <w:pPr>
        <w:pStyle w:val="libNormal"/>
      </w:pP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आखिरकार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मशीयते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एज़दी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मजलिसी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वाक्ये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पचास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तज़केरा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784BCC" w:rsidRDefault="00784BCC" w:rsidP="006A0293">
      <w:pPr>
        <w:pStyle w:val="libNormal"/>
      </w:pPr>
    </w:p>
    <w:p w:rsidR="00784BCC" w:rsidRDefault="00784BCC" w:rsidP="00BC2C72">
      <w:pPr>
        <w:pStyle w:val="Heading1"/>
      </w:pPr>
      <w:bookmarkStart w:id="111" w:name="_Toc501014034"/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bookmarkEnd w:id="111"/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इस्राइल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तबलीग़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मअमूर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मशहूर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दरियाये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दज़ला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अचानक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मछली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चालीस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मछली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मसरुफे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मछली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उगल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निकाला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जुननून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साहेबे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t>147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वफात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पायी।</w:t>
      </w:r>
    </w:p>
    <w:p w:rsidR="00784BCC" w:rsidRDefault="00784BCC" w:rsidP="006A0293">
      <w:pPr>
        <w:pStyle w:val="libNormal"/>
      </w:pPr>
    </w:p>
    <w:p w:rsidR="00784BCC" w:rsidRDefault="00784BCC" w:rsidP="00BC2C72">
      <w:pPr>
        <w:pStyle w:val="Heading1"/>
      </w:pPr>
      <w:bookmarkStart w:id="112" w:name="_Toc501014035"/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ज़करिया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bookmarkEnd w:id="112"/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सुलेमान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युहन्नाबिन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विलादत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किलाबे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खामोश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ज़ौजा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मादरे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हकीकी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इखतेलाफ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मोअर्रेखीन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इसाअ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हनाना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कुल्सुम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नज़दीक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आखिउज़जिक्र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मुस्तनद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784BCC" w:rsidRDefault="00784BCC" w:rsidP="006A0293">
      <w:pPr>
        <w:pStyle w:val="libNormal"/>
      </w:pP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सुलेमान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मुकददस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मुन्तज़िम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मुतावल्ली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t>98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नेअमते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तशवीश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वारिस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मुतवल्ली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बारगाहे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वन्दे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तज़केरा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अलफ़ाज़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784BCC" w:rsidRDefault="00784BCC" w:rsidP="006A0293">
      <w:pPr>
        <w:pStyle w:val="libNormal"/>
      </w:pP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ज़करिया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धीमी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पुकारा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बुढापे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हडडियां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कमज़ोर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सफेद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वारिसों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फिक्रमंद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बांझ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कुदरते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कामेला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फइज़ब्त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याक़ूब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मीरास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वारिस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</w:p>
    <w:p w:rsidR="00784BCC" w:rsidRDefault="00784BCC" w:rsidP="006A0293">
      <w:pPr>
        <w:pStyle w:val="libNormal"/>
      </w:pP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फरज़न्द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वेलदत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खुशखबरी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ज़करिया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बांझ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बूढ़ा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हुँ।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विलादत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मादरे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बुलूग़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पहूचीं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मसलहते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वाज़ह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जाहिलों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ज़करिया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नाजायज़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तअल्लुकात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इल्ज़ाम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घेरकर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चाहा।</w:t>
      </w:r>
    </w:p>
    <w:p w:rsidR="00784BCC" w:rsidRDefault="00784BCC" w:rsidP="006A0293">
      <w:pPr>
        <w:pStyle w:val="libNormal"/>
      </w:pP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खौफ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दरखत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बहुकमे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शिगाफता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असली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क़ज़ाये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मुखालेफीन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दरखत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पौशीदा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दरखत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</w:p>
    <w:p w:rsidR="00784BCC" w:rsidRDefault="00784BCC" w:rsidP="006A0293">
      <w:pPr>
        <w:pStyle w:val="libNormal"/>
      </w:pPr>
    </w:p>
    <w:p w:rsidR="00784BCC" w:rsidRDefault="00784BCC" w:rsidP="00BC2C72">
      <w:pPr>
        <w:pStyle w:val="Heading1"/>
      </w:pPr>
      <w:bookmarkStart w:id="113" w:name="_Toc501014036"/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ज़करिया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bookmarkEnd w:id="113"/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मरियम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कल्ब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तौरेत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हिफ़ज़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मन्सबे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नबूवत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फ़ाएज़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इस्राइल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बाक़ायदा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तबलीग़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मुतावज्जा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ज़ोहद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परहेज़गारी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तुर्ररए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इमतेयाज़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खौफे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हंसते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ख़ुश्क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टाट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कपड़े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तौरेत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तज़केरा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ज़करिया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रुखसारों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ज़करिया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जहन्नुम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तज़केरा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पीटते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lastRenderedPageBreak/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वालदेन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मिट्टी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आंसुओ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कीचड़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वालिदा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आलूदा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चेहरे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इज़राइल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वालदैन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आँखे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आयी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वाक्ये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पाकीज़गी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परहेज़गारी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कूरआने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>-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नबूअत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रहमदिली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पाकीज़गी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परहेज़गार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वालदैन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सआदत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वाकेया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हरदुस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इस्राइली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क़ैसुस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खुबसुरत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हैरदोआबा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क़ैसुस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हरदुस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भतीजी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हरदूस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तसर्रुफ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भतीजी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रुजू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नुत्फे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पाती।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नुत्फे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दरियाफत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शैतानी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ख्वाहिश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हिमायत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नुत्फें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मुदाखेलत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सरासर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lastRenderedPageBreak/>
        <w:t>बादशाह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नफ़सानी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ख्वाहिश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तकमील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जाहिलाना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मशविरे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आखिरकार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तारिखी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शवाहिद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नशे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तौहीन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आमेज़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शाइस्ता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रवैया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इख्तेयार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बदबख्त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भतीजी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मुतासर्रिफ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नाहक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पत्थरों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चालीस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आफताब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तैतुस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हरदुस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t>70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</w:p>
    <w:p w:rsidR="00784BCC" w:rsidRDefault="00784BCC" w:rsidP="006A0293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इमामे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हाकिम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वग़ैरा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ज़करिया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एवज़</w:t>
      </w:r>
      <w:r>
        <w:rPr>
          <w:cs/>
          <w:lang w:bidi="hi-IN"/>
        </w:rPr>
        <w:t xml:space="preserve"> </w:t>
      </w:r>
      <w:r>
        <w:t>70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आदमियो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फ़रज़न्द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एवज़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चालीस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कराउँगा।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क़ेसास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तैतुस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क़ैसरे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चढायी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बैतुलमुक़ददस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क़त्लेआम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बैशुमार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</w:p>
    <w:p w:rsidR="00BC2C72" w:rsidRDefault="00BC2C72" w:rsidP="006A0293">
      <w:pPr>
        <w:pStyle w:val="libNormal"/>
      </w:pPr>
    </w:p>
    <w:p w:rsidR="00784BCC" w:rsidRDefault="00784BCC" w:rsidP="00BC2C72">
      <w:pPr>
        <w:pStyle w:val="Heading1"/>
      </w:pPr>
      <w:bookmarkStart w:id="114" w:name="_Toc501014037"/>
      <w:r>
        <w:rPr>
          <w:rFonts w:hint="cs"/>
          <w:cs/>
          <w:lang w:bidi="hi-IN"/>
        </w:rPr>
        <w:t>वाकेयात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हमआंहगी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यकसानियत</w:t>
      </w:r>
      <w:bookmarkEnd w:id="114"/>
    </w:p>
    <w:p w:rsidR="00784BCC" w:rsidRDefault="00784BCC" w:rsidP="006A0293">
      <w:pPr>
        <w:pStyle w:val="libNormal"/>
      </w:pPr>
      <w:r>
        <w:tab/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वाकेयात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मुन्दरजा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हमआंहगी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यकसानियत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784BCC" w:rsidRDefault="00784BCC" w:rsidP="006A0293">
      <w:pPr>
        <w:pStyle w:val="libNormal"/>
      </w:pPr>
      <w:r>
        <w:t>1.</w:t>
      </w:r>
      <w:r>
        <w:tab/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मुददत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मुतावल्लिद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t>2.</w:t>
      </w:r>
      <w:r>
        <w:tab/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</w:p>
    <w:p w:rsidR="00784BCC" w:rsidRDefault="00784BCC" w:rsidP="006A0293">
      <w:pPr>
        <w:pStyle w:val="libNormal"/>
      </w:pPr>
      <w:r>
        <w:t>3.</w:t>
      </w:r>
      <w:r>
        <w:tab/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हरदूस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यज़ीद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</w:p>
    <w:p w:rsidR="00784BCC" w:rsidRDefault="00784BCC" w:rsidP="006A0293">
      <w:pPr>
        <w:pStyle w:val="libNormal"/>
      </w:pPr>
      <w:r>
        <w:t>4.</w:t>
      </w:r>
      <w:r>
        <w:tab/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क़ातिल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हरदूस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यज़ीद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784BCC" w:rsidRDefault="00784BCC" w:rsidP="006A0293">
      <w:pPr>
        <w:pStyle w:val="libNormal"/>
      </w:pPr>
      <w:r>
        <w:lastRenderedPageBreak/>
        <w:t>5.</w:t>
      </w:r>
      <w:r>
        <w:tab/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हरदूस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बेअदबी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गुस्ताखी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यज़ीद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बेअदबी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गुस्ताखी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मुरतकिब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</w:p>
    <w:p w:rsidR="00784BCC" w:rsidRDefault="00784BCC" w:rsidP="006A0293">
      <w:pPr>
        <w:pStyle w:val="libNormal"/>
      </w:pPr>
      <w:r>
        <w:t>6.</w:t>
      </w:r>
      <w:r>
        <w:tab/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कलामें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t>7.</w:t>
      </w:r>
      <w:r>
        <w:tab/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पत्थरों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मज़लूमें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करबता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पत्थरों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</w:p>
    <w:p w:rsidR="00784BCC" w:rsidRDefault="00784BCC" w:rsidP="006A0293">
      <w:pPr>
        <w:pStyle w:val="libNormal"/>
      </w:pPr>
      <w:r>
        <w:t>8.</w:t>
      </w:r>
      <w:r>
        <w:tab/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आफताब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अंधेरे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ग़ालेबन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करबला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</w:p>
    <w:p w:rsidR="00784BCC" w:rsidRDefault="00784BCC" w:rsidP="006A0293">
      <w:pPr>
        <w:pStyle w:val="libNormal"/>
      </w:pPr>
    </w:p>
    <w:p w:rsidR="00784BCC" w:rsidRDefault="00784BCC" w:rsidP="00BC2C72">
      <w:pPr>
        <w:pStyle w:val="Heading1"/>
      </w:pPr>
      <w:bookmarkStart w:id="115" w:name="_Toc501014038"/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मरियम</w:t>
      </w:r>
      <w:bookmarkEnd w:id="115"/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मरियम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कुदरते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कामेला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हामेला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t>11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t>13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t>15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t>20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मुददत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इख्तेलाफ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मोहक़्क़ेक़ीन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मुफ़स्सेरीन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t>6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t>8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t>9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</w:t>
      </w:r>
      <w:r>
        <w:rPr>
          <w:cs/>
          <w:lang w:bidi="hi-IN"/>
        </w:rPr>
        <w:t xml:space="preserve"> </w:t>
      </w:r>
      <w:r>
        <w:t>9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घण्टेँ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बत्ने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मरियम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तकरारे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विलादते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मज़कूर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खुलासा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मरियम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मशरिकी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तशरीफ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खलवत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इख्तेयार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जिबरईल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वारिद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मरियम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घबरायीं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पनाह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मांगती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हुँ।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जिबरईल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घबराओ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फरिशता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पाकीज़ा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विलादत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बशारत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मरियम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जिबरईल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कूदरत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निशानी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बनाऊं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यक़ीनी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lastRenderedPageBreak/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मरियम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हामेला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विलायत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तकलीफ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महसुंस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मुबतेला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बैतुलमुकददस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तशरीफ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गैबी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मुतानब्बे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मरियम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विलादत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फौरन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हुदूस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जाइये।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खौफ़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मायूसी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पाँव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शिद्त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ठिकाना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ढूंढने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महफूज़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माकूल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मुलाक़ात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जुलाहे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उड़ाया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बद्दुआ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ताजिरों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मुलाक़ात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खजूर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दरख्त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दुआऐं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दरख़त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शाखें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फ़ूटी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ख़ोशे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ग़िज़ा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पायी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शीरीं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चश्मा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मुफ़स्सेरीन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नासेरा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विलादत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मरियम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फ़रज़न्द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देखेगी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सोंचेगी।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नागहा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मरियम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इज़्ज़तो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निगेहबान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मुहाफिज़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नेअमत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एवज़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तशक्कुर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तीसरे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मरियम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फ़रज़न्द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इस्राईल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लानतो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मरियम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हारुन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इस्राइल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कटवा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चुंकि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नौज़ाएदा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मरियम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इस्राइल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सरकश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ज़िक़ात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करुँ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बरताव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करुँ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बख्त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जाबिर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सलामती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मरुंगा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जाऊंगा।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गुफ्तगू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मरियम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बेगुनाह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बतने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बरोज़े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मुस्तक़िर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पच्चीस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ज़ीक़ाद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बरोज़े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मंगल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विलादत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इस्राइल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तशरीफ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तज़केरा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सराहत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</w:p>
    <w:p w:rsidR="00784BCC" w:rsidRDefault="00784BCC" w:rsidP="00BC2C72">
      <w:pPr>
        <w:pStyle w:val="Heading1"/>
      </w:pPr>
      <w:bookmarkStart w:id="116" w:name="_Toc501014039"/>
      <w:r>
        <w:rPr>
          <w:rFonts w:hint="cs"/>
          <w:cs/>
          <w:lang w:bidi="hi-IN"/>
        </w:rPr>
        <w:lastRenderedPageBreak/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मरियम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हिजरत</w:t>
      </w:r>
      <w:bookmarkEnd w:id="116"/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विलादत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रुनुमा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वाकेयात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खबरें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बहरुस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मरियम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रिश्ते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निजार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बहरुस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ठहरने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सम्भल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फराहमी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कपड़े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इब्तेदाई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तालीम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मरियम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बाईमाल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मोअल्लिम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सिपुर्द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मोअल्लिम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बिस्मिल्ला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रहमानिर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बिस्मिल्ला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रहमानिर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रहीम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अलाहदा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अलाहदा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हुरूफ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सुनकर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मोअल्लिम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हुज्जती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बताइये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बिस्मिल्लाह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रहमानिर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मोअल्लिम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सख्त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इम्तेहान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बताऊँ।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मरियम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फ़रज़न्द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</w:p>
    <w:p w:rsidR="00784BCC" w:rsidRDefault="00784BCC" w:rsidP="00BC2C72">
      <w:pPr>
        <w:pStyle w:val="Heading1"/>
      </w:pPr>
      <w:bookmarkStart w:id="117" w:name="_Toc501014040"/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मोअज़िज़े</w:t>
      </w:r>
      <w:bookmarkEnd w:id="117"/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मोअज़िजे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मुर्दो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बीमारों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शिफा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पत्थरों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जवाहेरात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तबदील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t xml:space="preserve">,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चलना</w:t>
      </w:r>
      <w:r>
        <w:t xml:space="preserve">, </w:t>
      </w:r>
      <w:r>
        <w:rPr>
          <w:rFonts w:hint="cs"/>
          <w:cs/>
          <w:lang w:bidi="hi-IN"/>
        </w:rPr>
        <w:t>ग़ैब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बताना</w:t>
      </w:r>
      <w:r>
        <w:t xml:space="preserve">, </w:t>
      </w:r>
      <w:r>
        <w:rPr>
          <w:rFonts w:hint="cs"/>
          <w:cs/>
          <w:lang w:bidi="hi-IN"/>
        </w:rPr>
        <w:t>मिट्टी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परिन्दे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वग़ैरह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मोअजिज़ात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हस्बे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ज़रुरत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मामूली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मामूली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मोअजिज़े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ज़हुर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पज़ीर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मसलन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मशहूर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कमसिन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मादरे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कपड़ा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रंगने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मज़दूरी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रैज़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कपड़े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कपड़े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रंगीन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धागा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बन्धा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धागे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मुताबीक़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कपड़ो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चढ़ाओ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कपड़े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मठके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ड़ाल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कपडे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मठके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मठके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चौपट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रंगो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रंगने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मटके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झोक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ग्राहकों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दुंगा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मुस्कुराते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कद्र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मटके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कपड़े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मटके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अंगैज़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माजरे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शशदर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बन्धे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धागों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</w:p>
    <w:p w:rsidR="00784BCC" w:rsidRDefault="00784BCC" w:rsidP="00BC2C72">
      <w:pPr>
        <w:pStyle w:val="Heading1"/>
      </w:pPr>
      <w:bookmarkStart w:id="118" w:name="_Toc501014041"/>
      <w:r>
        <w:rPr>
          <w:rFonts w:hint="cs"/>
          <w:cs/>
          <w:lang w:bidi="hi-IN"/>
        </w:rPr>
        <w:t>सदक़े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अहमियत</w:t>
      </w:r>
      <w:bookmarkEnd w:id="118"/>
      <w:r w:rsidR="00E21429"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रंज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लहर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बखैरियत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तकज़ीब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हमराह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दुल्हे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तशरीफ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दुल्हन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फक़ीर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बिस्तर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हटाया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खतरनाक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साँप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साँप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सदक़े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चुँकि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 w:rsidR="00E21429"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</w:p>
    <w:p w:rsidR="00784BCC" w:rsidRDefault="00784BCC" w:rsidP="00BC2C72">
      <w:pPr>
        <w:pStyle w:val="Heading1"/>
      </w:pPr>
      <w:bookmarkStart w:id="119" w:name="_Toc501014042"/>
      <w:r>
        <w:rPr>
          <w:rFonts w:hint="cs"/>
          <w:cs/>
          <w:lang w:bidi="hi-IN"/>
        </w:rPr>
        <w:t>नुज़ूले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माएदा</w:t>
      </w:r>
      <w:bookmarkEnd w:id="119"/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बदौलत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नुज़ूले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माएदा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इजमालन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तफ़सील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मुफ़स्सेरीन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ख्वाहिश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नुजूले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माएदा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भुनी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मछली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मुख्तलीफ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सब्ज़िया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पांच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रौंगनी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रोटियां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नमक</w:t>
      </w:r>
      <w:r w:rsidR="006A0293">
        <w:rPr>
          <w:lang w:bidi="hi-IN"/>
        </w:rPr>
        <w:t>,</w:t>
      </w:r>
      <w:r>
        <w:rPr>
          <w:rFonts w:hint="cs"/>
          <w:cs/>
          <w:lang w:bidi="hi-IN"/>
        </w:rPr>
        <w:t>लहसुन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ख्वाहिश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मछली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बिस्मिल्लाह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हूक्में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दुबारा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मोजिज़े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फ़ायदे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शिफा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परेशान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t xml:space="preserve">, </w:t>
      </w:r>
      <w:r>
        <w:rPr>
          <w:rFonts w:hint="cs"/>
          <w:cs/>
          <w:lang w:bidi="hi-IN"/>
        </w:rPr>
        <w:t>नादार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बावजूद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.</w:t>
      </w:r>
      <w:r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मायदे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नुज़ूल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</w:t>
      </w:r>
      <w:r w:rsidR="00E21429">
        <w:rPr>
          <w:cs/>
          <w:lang w:bidi="hi-IN"/>
        </w:rPr>
        <w:t xml:space="preserve"> </w:t>
      </w:r>
      <w:r>
        <w:t>40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मुस्तफीज़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चुंकी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तब्का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हूकमत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ग़ुरबा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मखसूस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नारारज़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तकज़ीब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यहूदियों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जादूगर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ख्वाने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नेअमत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उड़ाने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इस्राइलियों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वन्दे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कद्र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नाग़वार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ग़ुज़री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सरकशीरी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मुब्तेला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सुबह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बन्दर</w:t>
      </w:r>
      <w:r w:rsidR="006A0293">
        <w:rPr>
          <w:lang w:bidi="hi-IN"/>
        </w:rPr>
        <w:t>,</w:t>
      </w:r>
      <w:r>
        <w:rPr>
          <w:rFonts w:hint="cs"/>
          <w:cs/>
          <w:lang w:bidi="hi-IN"/>
        </w:rPr>
        <w:t>सुअर</w:t>
      </w:r>
      <w:r w:rsidR="006A0293">
        <w:rPr>
          <w:lang w:bidi="hi-IN"/>
        </w:rPr>
        <w:t>,</w:t>
      </w:r>
      <w:r>
        <w:rPr>
          <w:rFonts w:hint="cs"/>
          <w:cs/>
          <w:lang w:bidi="hi-IN"/>
        </w:rPr>
        <w:t>रीछ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>.</w:t>
      </w:r>
      <w:r w:rsidR="00E21429">
        <w:rPr>
          <w:cs/>
          <w:lang w:bidi="hi-IN"/>
        </w:rPr>
        <w:t>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lastRenderedPageBreak/>
        <w:t>तफसीर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अस्करी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मन्कूल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नुजूले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माएदा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नाकदरी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हैवानों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</w:p>
    <w:p w:rsidR="00784BCC" w:rsidRDefault="00784BCC" w:rsidP="00BC2C72">
      <w:pPr>
        <w:pStyle w:val="Heading1"/>
      </w:pPr>
      <w:bookmarkStart w:id="120" w:name="_Toc501014043"/>
      <w:r>
        <w:rPr>
          <w:rFonts w:hint="cs"/>
          <w:cs/>
          <w:lang w:bidi="hi-IN"/>
        </w:rPr>
        <w:t>तब्लीग़ी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सरगरमियां</w:t>
      </w:r>
      <w:bookmarkEnd w:id="120"/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बचपन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तब्लाग़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मसरुफ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एतेराफ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जवानिब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नायेबीन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मोअज़िज़ात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इस्तेअमाल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तब्लीगी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दुशवारी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अन्ताकिया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सिददीक़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नाएबीन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जहां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रियाया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बुतपरस्ती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अन्ताकिया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नज़दीक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मुलाकात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बूढ़े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बकरियां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नायब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तब्लग़ी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मरियम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मोअज़िज़े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बीमारों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शिफा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अंधो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बूढ़े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मुददत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शिफा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t xml:space="preserve">?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चलो।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चुन्नाचे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सिददीक़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कूदरते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मसीही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इख्तेयार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बूढ़े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हबीब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>.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यासीन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शिफा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शोहरत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सिददीकी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बीमारों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शिफा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अन्धों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आँखे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इख्तेयार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मुन्हरिफ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रफ्ता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रफ्ता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शलाखिन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मुबल्लेग़ीन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गिरफ्तार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फ़राहम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सिददकी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अन्ताकिया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नायब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हिदायत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तक़य्ये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ख़ुफिया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तब्लीग़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नायबीन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छुड़ाने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सलूम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अन्ताकिया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मरीज़ो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अंधों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शौहरत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मसीही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मस्लक़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का।</w:t>
      </w:r>
    </w:p>
    <w:p w:rsidR="00784BCC" w:rsidRDefault="00784BCC" w:rsidP="00BC2C72">
      <w:pPr>
        <w:pStyle w:val="libNormal"/>
      </w:pP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बादशा</w:t>
      </w:r>
      <w:r w:rsidR="00BC2C72">
        <w:rPr>
          <w:rFonts w:hint="cs"/>
          <w:cs/>
          <w:lang w:bidi="hi-IN"/>
        </w:rPr>
        <w:t>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मरिज़ो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अंधों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आँखे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बचशम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बीमारो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मुकरिबे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सुलूम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खुफिया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सिद्दीक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बुतखाने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बूतखाने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मुबल्लेगीन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गुफतुगू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तअल्लुक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lastRenderedPageBreak/>
        <w:t>मुख़तसर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दरियाफ़त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बुतखाने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मरीजों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अंधो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परस्तिश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राबेता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मुनासिब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मुबाहेसा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चले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अच्छाईयों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बुराईयों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तजवीज़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सिद्दीक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दरबारियों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मकसद़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फ़रिस्तादा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तब्लीग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बुतपरस्तों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मोजिजे़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lastRenderedPageBreak/>
        <w:t>सुलूम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मोज़िज़े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</w:t>
      </w:r>
      <w:r w:rsidR="00BC2C72">
        <w:rPr>
          <w:rFonts w:hint="cs"/>
          <w:cs/>
          <w:lang w:bidi="hi-IN"/>
        </w:rPr>
        <w:t>ी</w:t>
      </w:r>
      <w:r>
        <w:rPr>
          <w:rFonts w:hint="cs"/>
          <w:cs/>
          <w:lang w:bidi="hi-IN"/>
        </w:rPr>
        <w:t>मारो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अंधों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आंखें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अपाहिजों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कोढ़ियों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शिफा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फुलां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दफन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गर्दनें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जायेंगी</w:t>
      </w:r>
      <w:r w:rsidR="00E21429">
        <w:rPr>
          <w:cs/>
          <w:lang w:bidi="hi-IN"/>
        </w:rPr>
        <w:t>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ग़र्ज़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मुहायदा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सिद्दीक़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कब्र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कब्र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कब्र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चेहरे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झाड़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lastRenderedPageBreak/>
        <w:t>बस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कब्र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ग़ायब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रोंगटे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पहचानते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यक़ीनन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पहचान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लूंगा।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मुबल्लेग़ीन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क़ैदियों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सिददक़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रियाया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सिददीक़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784BCC" w:rsidRDefault="00784BCC" w:rsidP="00BC2C72">
      <w:pPr>
        <w:pStyle w:val="libNormal"/>
      </w:pPr>
      <w:r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नारवा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नादिम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मसीही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इख्तेयार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रियाया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</w:t>
      </w:r>
      <w:r w:rsidR="00BC2C72">
        <w:rPr>
          <w:rFonts w:hint="cs"/>
          <w:cs/>
          <w:lang w:bidi="hi-IN"/>
        </w:rPr>
        <w:t>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यहूदियों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तक़जीब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हबीबे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नज्जार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बिगड़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यहूदियों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हिदायत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याफ़ता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मांगते।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हबीब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नाज़िल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मुबल्लेग़ीन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सुलूम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सिददीक़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अन्ताकिया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वाक़ेयात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किये।</w:t>
      </w:r>
    </w:p>
    <w:p w:rsidR="00784BCC" w:rsidRDefault="00784BCC" w:rsidP="00BC2C72">
      <w:pPr>
        <w:pStyle w:val="Heading2"/>
      </w:pPr>
      <w:bookmarkStart w:id="121" w:name="_Toc501014044"/>
      <w:r>
        <w:rPr>
          <w:rFonts w:hint="cs"/>
          <w:cs/>
          <w:lang w:bidi="hi-IN"/>
        </w:rPr>
        <w:lastRenderedPageBreak/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हव्वारीन</w:t>
      </w:r>
      <w:bookmarkEnd w:id="121"/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इख्तेलाफ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खुसूसी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अलबत्ता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मोअर्रेखीन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इख्तेलाफ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मोअर्रेखीन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अकसरियत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मुत्तफिक़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784BCC" w:rsidRDefault="00784BCC" w:rsidP="006A0293">
      <w:pPr>
        <w:pStyle w:val="libNormal"/>
      </w:pPr>
      <w:r>
        <w:t>1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याकूब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ज़बदी</w:t>
      </w:r>
    </w:p>
    <w:p w:rsidR="00784BCC" w:rsidRDefault="00784BCC" w:rsidP="006A0293">
      <w:pPr>
        <w:pStyle w:val="libNormal"/>
      </w:pPr>
      <w:r>
        <w:t>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शमउन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क़ेनाली</w:t>
      </w:r>
    </w:p>
    <w:p w:rsidR="00784BCC" w:rsidRDefault="00784BCC" w:rsidP="006A0293">
      <w:pPr>
        <w:pStyle w:val="libNormal"/>
      </w:pPr>
      <w:r>
        <w:t>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अनोराउस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t>4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शमुन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हमून</w:t>
      </w:r>
    </w:p>
    <w:p w:rsidR="00784BCC" w:rsidRDefault="00784BCC" w:rsidP="006A0293">
      <w:pPr>
        <w:pStyle w:val="libNormal"/>
      </w:pPr>
      <w:r>
        <w:t>5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याक़ूब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हलफी</w:t>
      </w:r>
    </w:p>
    <w:p w:rsidR="00784BCC" w:rsidRDefault="00784BCC" w:rsidP="006A0293">
      <w:pPr>
        <w:pStyle w:val="libNormal"/>
      </w:pPr>
      <w:r>
        <w:t>6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पुलूस</w:t>
      </w:r>
    </w:p>
    <w:p w:rsidR="00784BCC" w:rsidRDefault="00784BCC" w:rsidP="006A0293">
      <w:pPr>
        <w:pStyle w:val="libNormal"/>
      </w:pPr>
      <w:r>
        <w:t>7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हरतोलूमाउस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t>8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युहन्ना</w:t>
      </w:r>
    </w:p>
    <w:p w:rsidR="00784BCC" w:rsidRDefault="00784BCC" w:rsidP="006A0293">
      <w:pPr>
        <w:pStyle w:val="libNormal"/>
      </w:pPr>
      <w:r>
        <w:t>9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यहूदा</w:t>
      </w:r>
    </w:p>
    <w:p w:rsidR="00784BCC" w:rsidRDefault="00784BCC" w:rsidP="006A0293">
      <w:pPr>
        <w:pStyle w:val="libNormal"/>
      </w:pPr>
      <w:r>
        <w:t>10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मता</w:t>
      </w:r>
    </w:p>
    <w:p w:rsidR="00784BCC" w:rsidRDefault="00784BCC" w:rsidP="006A0293">
      <w:pPr>
        <w:pStyle w:val="libNormal"/>
      </w:pPr>
      <w:r>
        <w:t>11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मारकूस</w:t>
      </w:r>
    </w:p>
    <w:p w:rsidR="00784BCC" w:rsidRDefault="00784BCC" w:rsidP="006A0293">
      <w:pPr>
        <w:pStyle w:val="libNormal"/>
      </w:pPr>
      <w:r>
        <w:t>12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लुक़ा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सालबी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ऐतमादो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भरोसा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मौलाना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हाशिये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कहलायेय़।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खालिस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सफेदी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धोबी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कपड़ो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निखार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सफ़ेद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इऩ्हे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ग़ुस्ले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इस्तेबाग़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नस्रानियों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मरियम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सिखाने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नुफूस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गुनाहों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आमोजिश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दुसरों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ज़बर्दस्त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वायज़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खुसुसन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लूका।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इन्जील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मन्सुब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इस्राइल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नक़ीब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आईम्मा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मौलाना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मुख्तलिफ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मुअर्रेखीन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कहलाने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फहमी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धोबी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अंग्रेज़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तसव्वर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तहक़ीक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लुग़वी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lastRenderedPageBreak/>
        <w:t>लिहाज़ा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कहलाये।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अस्हाबे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मवाएज़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नसीहतों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ज़रीये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गुनाहो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चुँकि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धोखा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खाया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धोबी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रंगरेज़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हामुन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खलीफा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जानशीन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अतराफे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तब्लीग़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हिदायत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मुल्को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इस्राइली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फ़ितरत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सरिश्त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शैतनत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मन्सूबा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मुखतलिफ़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गिरफ्तार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मुकय्यद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करिश्मा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जिब्रील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रौशन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सुबह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तड़के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फांसी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यहूदा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कुदरत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यहूदा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तब्दील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माजरा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दबोच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चीख़ता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चिल्लाता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यहूदा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आखिर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चढ़ा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इऩ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बदबख़तों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बरसाये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यहूदा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शक्लों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वाक्या</w:t>
      </w:r>
      <w:r>
        <w:rPr>
          <w:cs/>
          <w:lang w:bidi="hi-IN"/>
        </w:rPr>
        <w:t xml:space="preserve"> </w:t>
      </w:r>
      <w:r>
        <w:t>21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रमज़ानुल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मुबारक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शुबहे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बेहूदा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ख्यालात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तशफफी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यहूदियों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मुतमइन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मिट्टी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ब़गैर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तअज्जुब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lastRenderedPageBreak/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शमून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ज़िम्मेदारीयों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बहैसियते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तब्लीग़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सरकारे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कायनात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शमून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ज़करिया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शमउन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सलमा</w:t>
      </w:r>
      <w:r>
        <w:t xml:space="preserve">, </w:t>
      </w:r>
      <w:r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बरज़ा</w:t>
      </w:r>
      <w:r>
        <w:t xml:space="preserve">, </w:t>
      </w:r>
      <w:r>
        <w:rPr>
          <w:rFonts w:hint="cs"/>
          <w:cs/>
          <w:lang w:bidi="hi-IN"/>
        </w:rPr>
        <w:t>दुस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</w:t>
      </w:r>
      <w:r>
        <w:t xml:space="preserve">, </w:t>
      </w:r>
      <w:r>
        <w:rPr>
          <w:rFonts w:hint="cs"/>
          <w:cs/>
          <w:lang w:bidi="hi-IN"/>
        </w:rPr>
        <w:t>असीद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होफ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होफ।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बजीरा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फ़ारसी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बित्तरतीब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दीगरे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तालीमातो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तब्लीग़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आख़्रुज़मा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बशरत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फ़ारसी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बुज़ुर्ग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मुशर्रफ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फ़ायज़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इऩ्ही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मेंहदी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आखिरउज़्ज़मा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जूहुर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फरमायेगें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चहारूम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तशरीफ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लायेंगे।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तस्दीक़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पढ़ेगे।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lastRenderedPageBreak/>
        <w:t>इमामे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फ़ख़रुद्दीन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तफसील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मेंहदी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जुहूर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अर्शे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चहररुम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तशरीफ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लायेगें।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हैसियत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मौलाना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हाशिये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कहलायेय़।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खालिस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सफेदी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धोबी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कपड़ो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निखार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सफ़ेद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इऩ्हे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ग़ुस्ले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इस्तेबाग़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नस्रानियों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मरियम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सिखाने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नुफूस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गुनाहों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आमोजिश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दुसरों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ज़बर्दस्त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वायज़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खुसुसन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लूका।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इन्जील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मन्सुब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इस्राइल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नक़ीब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आईम्मा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मौलाना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मुख्तलिफ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मुअर्रेखीन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कहलाने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फहमी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धोबी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अंग्रेज़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तसव्वर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तहक़ीक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लुग़वी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लिहाज़ा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कहलाये।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अस्हाबे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मवाएज़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नसीहतों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ज़रीये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गुनाहो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चुँकि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धोखा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खाया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धोबी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रंगरेज़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</w:p>
    <w:p w:rsidR="00784BCC" w:rsidRDefault="00784BCC" w:rsidP="00BC2C72">
      <w:pPr>
        <w:pStyle w:val="Heading2"/>
      </w:pPr>
      <w:bookmarkStart w:id="122" w:name="_Toc501014045"/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bookmarkEnd w:id="122"/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हामुन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खलीफा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जानशीन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अतराफे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तब्लीग़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हिदायत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मुल्को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इस्राइली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फ़ितरत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सरिश्त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शैतनत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मन्सूबा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मुखतलिफ़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गिरफ्तार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मुकय्यद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करिश्मा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जिब्रील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रौशन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सुबह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तड़के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फांसी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यहूदा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कुदरत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यहूदा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तब्दील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माजरा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दबोच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चीख़ता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चिल्लाता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यहूदा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आखिर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चढ़ा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इऩ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बदबख़तों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बरसाये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यहूदा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शक्लों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वाक्या</w:t>
      </w:r>
      <w:r>
        <w:rPr>
          <w:cs/>
          <w:lang w:bidi="hi-IN"/>
        </w:rPr>
        <w:t xml:space="preserve"> </w:t>
      </w:r>
      <w:r>
        <w:t>21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रमज़ानुल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मुबारक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शुबहे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बेहूदा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ख्यालात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तशफफी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यहूदियों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मुतमइन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मिट्टी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ब़गैर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तअज्जुब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784BCC" w:rsidRDefault="00784BCC" w:rsidP="006A0293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शमून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ज़िम्मेदारीयों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बहैसियते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तब्लीग़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सरकारे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कायनात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शमून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ज़करिया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शमउन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सलमा</w:t>
      </w:r>
      <w:r>
        <w:t xml:space="preserve">, </w:t>
      </w:r>
      <w:r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बरज़ा</w:t>
      </w:r>
      <w:r>
        <w:t xml:space="preserve">, </w:t>
      </w:r>
      <w:r>
        <w:rPr>
          <w:rFonts w:hint="cs"/>
          <w:cs/>
          <w:lang w:bidi="hi-IN"/>
        </w:rPr>
        <w:t>दुस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</w:t>
      </w:r>
      <w:r>
        <w:t xml:space="preserve">, </w:t>
      </w:r>
      <w:r>
        <w:rPr>
          <w:rFonts w:hint="cs"/>
          <w:cs/>
          <w:lang w:bidi="hi-IN"/>
        </w:rPr>
        <w:t>असीद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होफ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होफ।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बजीरा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फ़ारसी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बित्तरतीब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दीगरे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तालीमातो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तब्लीग़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आख़्रुज़मा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बशरत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फ़ारसी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बुज़ुर्ग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मुशर्रफ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फ़ायज़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इऩ्ही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lastRenderedPageBreak/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मेंहदी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आखिरउज़्ज़मा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जूहुर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फरमायेगें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चहारूम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तशरीफ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लायेंगे।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तस्दीक़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पढ़ेगे।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इमामे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फ़ख़रुद्दीन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तफसील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मेंहदी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जुहूर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अर्शे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चहररुम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तशरीफ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लायेगें।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हैसियत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</w:p>
    <w:p w:rsidR="00784BCC" w:rsidRDefault="00784BCC" w:rsidP="00BC2C72">
      <w:pPr>
        <w:pStyle w:val="Heading1"/>
      </w:pPr>
      <w:r>
        <w:tab/>
      </w:r>
      <w:bookmarkStart w:id="123" w:name="_Toc501014046"/>
      <w:r>
        <w:rPr>
          <w:rFonts w:hint="cs"/>
          <w:cs/>
          <w:lang w:bidi="hi-IN"/>
        </w:rPr>
        <w:t>हिन्दुस्तान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ताअलुक़</w:t>
      </w:r>
      <w:bookmarkEnd w:id="123"/>
      <w:r>
        <w:rPr>
          <w:cs/>
          <w:lang w:bidi="hi-IN"/>
        </w:rPr>
        <w:tab/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रिश्ते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जिस्मानी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रुहानी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ज़हूर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इन्फेरादी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रिश्तों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गिरोहों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रिश्तों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हैवानी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नबाताती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जमादाती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रिश्तें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काभई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तफ़सीली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साइंटिफिक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फिलहाल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विलादत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हिन्तुस्तान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रिश्ते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t>1000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हिन्दुस्तान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तिजारती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तअल्लुक़ात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बम्बई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सुपारा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गांव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सुलेमानी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 w:rsidR="00E21429">
        <w:rPr>
          <w:cs/>
          <w:lang w:bidi="hi-IN"/>
        </w:rPr>
        <w:t xml:space="preserve"> </w:t>
      </w:r>
      <w:r>
        <w:rPr>
          <w:cs/>
          <w:lang w:bidi="hi-IN"/>
        </w:rPr>
        <w:t>(</w:t>
      </w:r>
      <w:r>
        <w:rPr>
          <w:rFonts w:hint="cs"/>
          <w:cs/>
          <w:lang w:bidi="hi-IN"/>
        </w:rPr>
        <w:t>जिनका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ज़माना</w:t>
      </w:r>
      <w:r>
        <w:rPr>
          <w:cs/>
          <w:lang w:bidi="hi-IN"/>
        </w:rPr>
        <w:t xml:space="preserve"> </w:t>
      </w:r>
      <w:r>
        <w:t>650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क़ाफ़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फिलिस्तीन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तिजारत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हिन्दुस्तानी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छींट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वग़ैरह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खानदाने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आन्ध्रा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प्रदेश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क़ुतुबाते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अशोक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क़ुतुबात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फराहम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आब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हिन्दुस्तान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युधिश्टिर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राएज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हिन्तोस्तान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बाशिन्दे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इसतखरी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हुदूदे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सिन्ध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कुफ़्फ़ार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बौद्ध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हिन्दुस्तान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सबाबजामासबाबचा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बलाज़री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फ़ुतुहुल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बलादान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ख़ुलदून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सबाबचा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हिन्दुस्तान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कदीम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हुमरा</w:t>
      </w:r>
      <w:r>
        <w:t xml:space="preserve">, </w:t>
      </w:r>
      <w:r>
        <w:rPr>
          <w:rFonts w:hint="cs"/>
          <w:cs/>
          <w:lang w:bidi="hi-IN"/>
        </w:rPr>
        <w:t>हमर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अहमिर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अहामेरा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लक़ब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मज़हबी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रवाबित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ख़ुसुसन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अम्बिया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बेअसत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मुताअदिद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अहदे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हाज़िर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तसव्वुर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अम्बिया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ताल्लुक़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जज़ीरा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नुमाए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अरब</w:t>
      </w:r>
      <w:r>
        <w:t xml:space="preserve">, </w:t>
      </w:r>
      <w:r>
        <w:rPr>
          <w:rFonts w:hint="cs"/>
          <w:cs/>
          <w:lang w:bidi="hi-IN"/>
        </w:rPr>
        <w:t>मिस्र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ईराक</w:t>
      </w:r>
      <w:r>
        <w:t xml:space="preserve">,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मबउस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मोहक़्क़ीन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मुख़तसर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BC2C72" w:rsidRDefault="00BC2C72" w:rsidP="006A0293">
      <w:pPr>
        <w:pStyle w:val="libNormal"/>
        <w:rPr>
          <w:lang w:bidi="hi-IN"/>
        </w:rPr>
      </w:pPr>
    </w:p>
    <w:p w:rsidR="00784BCC" w:rsidRDefault="00784BCC" w:rsidP="00BC2C72">
      <w:pPr>
        <w:pStyle w:val="Heading1"/>
      </w:pPr>
      <w:bookmarkStart w:id="124" w:name="_Toc501014047"/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हिन्दुस्तान</w:t>
      </w:r>
      <w:bookmarkEnd w:id="124"/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दिलचस्प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श्रीलंका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कोहेसरान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मज़ाहिब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बौद्ध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गौतम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हिन्दू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अजीबो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बिल्कुल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बेबुनियाद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क़ड़ीयां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हिन्दुस्तान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तअल्लुक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पिदरी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तफ़सीरों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वाक़ेयात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मुताअदिद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हिन्दुस्तान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श्रीलंका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पहाड़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जज़ीर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हातम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हिन्दुस्तान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दखिना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दखिना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दकखिन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जुनूबी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हिन्दुस्तान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मशहूर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तफ़सीर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मुलाहेज़ा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फ़रमायें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वाज़ेह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</w:t>
      </w:r>
      <w:r>
        <w:t xml:space="preserve">, </w:t>
      </w:r>
      <w:r>
        <w:rPr>
          <w:rFonts w:hint="cs"/>
          <w:cs/>
          <w:lang w:bidi="hi-IN"/>
        </w:rPr>
        <w:t>इंजील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तौरेत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मुफ़स्सेरीन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रौशनी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खित्ते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मुन्दरजा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श्रीलंका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इशारात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बेअसत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हालांकि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ज़ईफ़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खित्ते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मिलती।</w:t>
      </w:r>
      <w:r>
        <w:rPr>
          <w:cs/>
          <w:lang w:bidi="hi-IN"/>
        </w:rPr>
        <w:t xml:space="preserve"> </w:t>
      </w:r>
    </w:p>
    <w:p w:rsidR="00784BCC" w:rsidRDefault="00784BCC" w:rsidP="00BC2C72">
      <w:pPr>
        <w:pStyle w:val="Heading2"/>
      </w:pPr>
      <w:bookmarkStart w:id="125" w:name="_Toc501014048"/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हिन्दुस्तान</w:t>
      </w:r>
      <w:bookmarkEnd w:id="125"/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कुरआन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तूफाने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ठहरी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करदिस्तान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बाइबिल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अरारात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चोटी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मोफ़स्सेरीन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रुकने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तब्लीग़ी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मराकिज़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तूफाने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तौरेत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इकट्ठा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फैले।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वन्दे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साथियों</w:t>
      </w:r>
      <w:r w:rsidR="00E21429">
        <w:rPr>
          <w:cs/>
          <w:lang w:bidi="hi-IN"/>
        </w:rPr>
        <w:t>)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फैलाया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तौरेत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पैदाइश</w:t>
      </w:r>
      <w:r>
        <w:rPr>
          <w:cs/>
          <w:lang w:bidi="hi-IN"/>
        </w:rPr>
        <w:t xml:space="preserve"> </w:t>
      </w:r>
      <w:r>
        <w:t>11,9</w:t>
      </w:r>
      <w:r>
        <w:rPr>
          <w:rFonts w:hint="cs"/>
          <w:cs/>
          <w:lang w:bidi="hi-IN"/>
        </w:rPr>
        <w:t>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क़ुरआन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उबलना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तूफान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इब्तेदा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तरज़ूमा</w:t>
      </w:r>
      <w:r>
        <w:rPr>
          <w:cs/>
          <w:lang w:bidi="hi-IN"/>
        </w:rPr>
        <w:t>)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तन्दुर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उबलना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कश्ती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जोड़ो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चढा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सुरए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हूद</w:t>
      </w:r>
      <w:r>
        <w:rPr>
          <w:cs/>
          <w:lang w:bidi="hi-IN"/>
        </w:rPr>
        <w:t xml:space="preserve"> </w:t>
      </w:r>
      <w:r>
        <w:t>40)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लफज़े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तन्दूर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लफज़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फ़ारसी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पकायी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बैश्तर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मुफ़स्सेरीन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लफ़्ज़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सतह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सतह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उबलना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लफ़ज़े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अलिफ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मखसुस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सिलसिले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उलमाए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तशरीह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अलिफ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तन्दूर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बइद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तन्दुर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तन्दूर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पत्थर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हव्वा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रोंटिया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पकाती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उऩसे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तन्दूर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उबल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लफ़्जें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तन्दूर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इकठ्ठा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शोक़कानी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आठवां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="00E21429">
        <w:rPr>
          <w:cs/>
          <w:lang w:bidi="hi-IN"/>
        </w:rPr>
        <w:t>(</w:t>
      </w:r>
      <w:r>
        <w:rPr>
          <w:rFonts w:hint="cs"/>
          <w:cs/>
          <w:lang w:bidi="hi-IN"/>
        </w:rPr>
        <w:t>तफसीरे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फतहुल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ग़दीर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सफ़ा</w:t>
      </w:r>
      <w:r>
        <w:rPr>
          <w:cs/>
          <w:lang w:bidi="hi-IN"/>
        </w:rPr>
        <w:t xml:space="preserve"> </w:t>
      </w:r>
      <w:r>
        <w:t>474</w:t>
      </w:r>
      <w:r w:rsidR="00E21429">
        <w:t>)</w:t>
      </w:r>
      <w:r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चस्पी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रेलवे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टाईम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टेबल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केरेला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नक़्शे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केरला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मुल्लापुरम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समुन्दर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हिन्दुस्तान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मग़रीबी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बहराए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रोशनी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सैलाब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ततबीक़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समन्दर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सतहे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उबलना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शूरू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</w:t>
      </w:r>
      <w:r w:rsidR="00BC2C72">
        <w:rPr>
          <w:rFonts w:hint="cs"/>
          <w:cs/>
          <w:lang w:bidi="hi-IN"/>
        </w:rPr>
        <w:t>ु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कहलाया।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तूफान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क़ल्ब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हिन्दुस्तान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तहक़ीक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क़ानूनदा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खोखरा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इनकेशाफ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इस्तेराहत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बुनियाद</w:t>
      </w:r>
      <w:r>
        <w:rPr>
          <w:cs/>
          <w:lang w:bidi="hi-IN"/>
        </w:rPr>
        <w:t xml:space="preserve"> </w:t>
      </w:r>
      <w:r>
        <w:t>240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लम्बा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t>25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नवाह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मरजए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ख़लाएक़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गांव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तक़रीबन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फरलांग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जुनूब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झाड़ियों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छायादार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तरख्तों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घिरी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कब्र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कबीत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मदफन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खोखरे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उलमाए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बुजुर्गान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ताइद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बड़ीला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सरहदी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गांव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जानिबे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मशरिक़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क़स्बए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टाएंड़ा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नज़दीक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झम्ब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दरियाए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तक़सीम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क़ल्ब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हिन्दू</w:t>
      </w:r>
      <w:r>
        <w:t xml:space="preserve">,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मेहरिस्त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पुकारते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t xml:space="preserve">, </w:t>
      </w:r>
      <w:r>
        <w:rPr>
          <w:rFonts w:hint="cs"/>
          <w:cs/>
          <w:lang w:bidi="hi-IN"/>
        </w:rPr>
        <w:t>मनुमेह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संस्कृत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लफ़्ज़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इबरानी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लफ्ज़े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अख़ज़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संस्क़त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पंख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पखेरु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समेट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तूफाने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आर्याओं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मज़हबी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किलाबों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बरसगीर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आइनए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बाशिन्दे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हामियों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कश्मीर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नवाह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इमारतें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तामीर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करायी।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इमतेदादे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कब्र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निशानात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बढ़ेला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नवाह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मिट्टी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तौंदे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टीले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आलीशान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बस्तियां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होंगी।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याक़ूते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हमूवी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बुकीर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यखतिन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सिंध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मशहूर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तूफाने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क़ल्ब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तअल्लुक़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हिन्दुस्तान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</w:p>
    <w:p w:rsidR="00784BCC" w:rsidRDefault="00784BCC" w:rsidP="00BC2C72">
      <w:pPr>
        <w:pStyle w:val="Heading2"/>
      </w:pPr>
      <w:bookmarkStart w:id="126" w:name="_Toc501014049"/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अम्बिया</w:t>
      </w:r>
      <w:bookmarkEnd w:id="126"/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किगहम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क़दीमा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रिपोर्ट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अयोध्या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पर्वतों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मज़हबी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मशरिक़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मग़रिब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चौसठ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चौड़ाई</w:t>
      </w:r>
      <w:r>
        <w:rPr>
          <w:cs/>
          <w:lang w:bidi="hi-IN"/>
        </w:rPr>
        <w:t xml:space="preserve"> </w:t>
      </w:r>
      <w:r>
        <w:t>47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शीश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अय्यूब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मनसूब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एम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खोखरा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रामपुर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अखबार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इंण्डिया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ऊर्दु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अप्रैल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</w:t>
      </w:r>
      <w:r>
        <w:rPr>
          <w:cs/>
          <w:lang w:bidi="hi-IN"/>
        </w:rPr>
        <w:t xml:space="preserve"> </w:t>
      </w:r>
      <w:r>
        <w:t>1988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सफा</w:t>
      </w:r>
      <w:r>
        <w:rPr>
          <w:cs/>
          <w:lang w:bidi="hi-IN"/>
        </w:rPr>
        <w:t xml:space="preserve"> </w:t>
      </w:r>
      <w:r>
        <w:t>15)</w:t>
      </w:r>
      <w:r>
        <w:rPr>
          <w:rFonts w:hint="cs"/>
          <w:cs/>
          <w:lang w:bidi="hi-IN"/>
        </w:rPr>
        <w:t>एम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खोखरा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फ़रज़न्दे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मरक़द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कबीरों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निशानदेही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बक़ौल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चौगानी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तानूग़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किनआनी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युसुफ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आइनये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महमूद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कशफुल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मुताअदिद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निशानदेही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अम्बियाए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इस्राइल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फ़ज़्ल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एतेबार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ख़ित्तए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यूनान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रुहानियत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निस्बत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मदफ़न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लम्बाई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शीश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बुजुर्ग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दफन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पसीर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हमसेयालान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तुरबत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बखते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समेत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असीरी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सत्रह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हिन्दुस्तान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जददे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अमजद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हारुन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क़स्बा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टाण्ड़ा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इस्राइली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नक़ीब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दिरियाये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किनारे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क़ैनूस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फ़नानूस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अफ़रासीम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शनयाउस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मसहूर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दाउद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फ़रज़न्द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कब्र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मौज़ए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रंगड़ा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तक़ददुस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एहतेराम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मोअजेज़ात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="00E21429">
        <w:rPr>
          <w:cs/>
          <w:lang w:bidi="hi-IN"/>
        </w:rPr>
        <w:t>(</w:t>
      </w:r>
      <w:r>
        <w:rPr>
          <w:rFonts w:hint="cs"/>
          <w:cs/>
          <w:lang w:bidi="hi-IN"/>
        </w:rPr>
        <w:t>रोज़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रामपुर</w:t>
      </w:r>
      <w:r>
        <w:rPr>
          <w:cs/>
          <w:lang w:bidi="hi-IN"/>
        </w:rPr>
        <w:t xml:space="preserve"> </w:t>
      </w:r>
      <w:r>
        <w:t>13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मार्च</w:t>
      </w:r>
      <w:r>
        <w:rPr>
          <w:cs/>
          <w:lang w:bidi="hi-IN"/>
        </w:rPr>
        <w:t xml:space="preserve"> </w:t>
      </w:r>
      <w:r>
        <w:t xml:space="preserve">1988)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हिन्दुस्तान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हिन्दुस्तान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="00E21429">
        <w:rPr>
          <w:cs/>
          <w:lang w:bidi="hi-IN"/>
        </w:rPr>
        <w:t>(</w:t>
      </w:r>
      <w:r>
        <w:rPr>
          <w:rFonts w:hint="cs"/>
          <w:cs/>
          <w:lang w:bidi="hi-IN"/>
        </w:rPr>
        <w:t>वव्वाबो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आवमो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बिस्सवाब</w:t>
      </w:r>
      <w:r>
        <w:rPr>
          <w:cs/>
          <w:lang w:bidi="hi-IN"/>
        </w:rPr>
        <w:t>)</w:t>
      </w:r>
    </w:p>
    <w:p w:rsidR="00784BCC" w:rsidRDefault="00784BCC" w:rsidP="00BC2C72">
      <w:pPr>
        <w:pStyle w:val="Heading2"/>
      </w:pPr>
      <w:bookmarkStart w:id="127" w:name="_Toc501014050"/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हिन्दुस्तान</w:t>
      </w:r>
      <w:bookmarkEnd w:id="127"/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हिन्दुस्तान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कश्मीर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लद्दाख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मशहूर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अंग्रेज़ी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मोहक़्क़ेकीन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फिलहाल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हिन्दी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मशहूर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रिसाले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कादिम्बनी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मार्च</w:t>
      </w:r>
      <w:r>
        <w:rPr>
          <w:cs/>
          <w:lang w:bidi="hi-IN"/>
        </w:rPr>
        <w:t xml:space="preserve"> </w:t>
      </w:r>
      <w:r>
        <w:t>1976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छपे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आचार्य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रजनीश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एखतेबासात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नक़ल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हिन्दी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हिन्दुस्तान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सुबूत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कश्मीर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बुद्ध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कश्मीर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कहानियां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मशहूर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मुराक़ेबे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यरुशलम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t>30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फ्रांसीसी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मुसन्निफ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सांप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काएशर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नकोलस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फीरोविच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t>1888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हिन्दुस्तान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लद्दाख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मशहूर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हन्मेस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मुताअदिद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बुद्ध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ग्रथों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पढ़ा।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इसने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ग्रंथो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तालीमात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लद्दाख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वग़ैरह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लद्दाख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मशरिक़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मुताअल्लिक़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लद्दाख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ऊँचे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पहाड़ों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बर्फीले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कश्मीर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देखभाल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हिन्दी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रिसाले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कादमब्नी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सतम्बर</w:t>
      </w:r>
      <w:r>
        <w:rPr>
          <w:cs/>
          <w:lang w:bidi="hi-IN"/>
        </w:rPr>
        <w:t xml:space="preserve"> </w:t>
      </w:r>
      <w:r>
        <w:t>1978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शान्ति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कुंज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हरिद्धार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मज़मून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तिब्बती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छापा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एक़तेबासात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मुलाहेज़ा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फरमाये।</w:t>
      </w:r>
      <w:r>
        <w:rPr>
          <w:cs/>
          <w:lang w:bidi="hi-IN"/>
        </w:rPr>
        <w:t xml:space="preserve"> </w:t>
      </w:r>
    </w:p>
    <w:p w:rsidR="00784BCC" w:rsidRDefault="00784BCC" w:rsidP="00BC2C72">
      <w:pPr>
        <w:pStyle w:val="libNormal"/>
      </w:pP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गुज़ारे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आलिमों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रिसर्च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रिसर्च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स्कालरों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मुसलसल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चालीस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रिसर्च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नताएज</w:t>
      </w:r>
      <w:r>
        <w:rPr>
          <w:cs/>
          <w:lang w:bidi="hi-IN"/>
        </w:rPr>
        <w:t xml:space="preserve"> </w:t>
      </w:r>
      <w:r>
        <w:t>1898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 w:rsidR="00BC2C72">
        <w:rPr>
          <w:rFonts w:hint="cs"/>
          <w:cs/>
          <w:lang w:bidi="hi-IN"/>
        </w:rPr>
        <w:t>ना</w:t>
      </w:r>
      <w:r>
        <w:rPr>
          <w:rFonts w:hint="cs"/>
          <w:cs/>
          <w:lang w:bidi="hi-IN"/>
        </w:rPr>
        <w:t>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नकोलिस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नुरविच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तहक़ीकाती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तिब्बत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तिब्बत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बौद्ध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क़दीमी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ग्रंथ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नूरविच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बौद्ध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बुद्ध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लामा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इज़्ज़त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क़दीमी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ग्रंथ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नूरविच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क़दीमी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ग्रंथ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तस्वीर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उतारने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कामयाबी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ग्रंथ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चौदह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चवालिस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श्लोक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ह़ज़रते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ज्ञान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हिन्दुस्तान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दिनों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यरुशलम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क़ाफिले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तिजारत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क़ाफिले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सिन्ध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हिन्तुस्तान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वारिद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वैश्य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शूद्र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जंगनाथपुरी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पुजारियों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शूद्रों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नाराज़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पुजारियों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नाराज़गी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गृह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नेपाल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तिब्बत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पहुंचे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सोलह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लौट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lastRenderedPageBreak/>
        <w:t>भविष्य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प्रसंग</w:t>
      </w:r>
      <w:r>
        <w:rPr>
          <w:cs/>
          <w:lang w:bidi="hi-IN"/>
        </w:rPr>
        <w:t xml:space="preserve"> </w:t>
      </w:r>
      <w:r>
        <w:t>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अध्याय</w:t>
      </w:r>
      <w:r>
        <w:rPr>
          <w:cs/>
          <w:lang w:bidi="hi-IN"/>
        </w:rPr>
        <w:t xml:space="preserve"> </w:t>
      </w:r>
      <w:r>
        <w:t>22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t>21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</w:t>
      </w:r>
      <w:r>
        <w:rPr>
          <w:cs/>
          <w:lang w:bidi="hi-IN"/>
        </w:rPr>
        <w:t xml:space="preserve"> </w:t>
      </w:r>
      <w:r>
        <w:t>23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श्लोक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हिमालय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शकादीश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मुलाक़ात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शिकादीश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हिमालय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होन्टर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सफेद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पहाड़ो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घुमते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शिकादीश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तअर्रुफ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कुआरी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गैरे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मुल्क़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हुँ।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मज़कूरा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वाक़ेयात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एतेबार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ज़ईफ़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ज़ईफ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हिन्दुस्तान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गहरा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मुसलसल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तअल्लुक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784BCC" w:rsidRDefault="00E21429" w:rsidP="00BC2C72">
      <w:pPr>
        <w:pStyle w:val="libNormal"/>
      </w:pPr>
      <w:r>
        <w:t xml:space="preserve">  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मशहूरों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मारुफ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अम्बियाए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ज़रुरी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विज़ाहत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अबुलफिदा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हयातुल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कुलूब</w:t>
      </w:r>
      <w:r>
        <w:t xml:space="preserve">, </w:t>
      </w:r>
      <w:r>
        <w:rPr>
          <w:rFonts w:hint="cs"/>
          <w:cs/>
          <w:lang w:bidi="hi-IN"/>
        </w:rPr>
        <w:t>तारीखे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तिबरी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वग़ैरा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माखुज़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अम्बिया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इत्मिनान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बख्श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तहक़ीक़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महिक्कि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मरहला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अलबत्ता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हिन्दूओं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वेदों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श्लोकों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रौशनी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बुनियाद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वाकिआत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तारीख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तदवीनी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अव्वलीन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मुहक़्कीन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मुवर्रखीन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मुखतलीफ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क़राएन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अम्बिया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तजदीद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कोशिशें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सर्फ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कामयाबी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अम्बियाए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मुताअल्लिक़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आइम्मा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मज़कूर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मुहक्केक़ीन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मुफस्सेरीन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माबैन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एकतेलाफ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रावियों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एतबार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एतमाद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वाकेयात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शुबहा</w:t>
      </w:r>
      <w:r>
        <w:t xml:space="preserve">, </w:t>
      </w:r>
      <w:r>
        <w:rPr>
          <w:rFonts w:hint="cs"/>
          <w:cs/>
          <w:lang w:bidi="hi-IN"/>
        </w:rPr>
        <w:t>एतराज़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तनाकुस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अंदाज़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विलादत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तअय्युन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कुरान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अम्बियाए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इजमाली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तज़किरे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विलादत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वफात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मदफन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ताअय्युन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मकारिम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इख्लाक़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सिफाते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हयाते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खिदमाते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जलीला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इग़राज़े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वाकिआत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मज़कूर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वाकिआत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784BCC" w:rsidRDefault="00784BCC" w:rsidP="00BC2C72">
      <w:pPr>
        <w:pStyle w:val="libNormal"/>
      </w:pP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क़ाबिले</w:t>
      </w:r>
      <w:r>
        <w:rPr>
          <w:cs/>
          <w:lang w:bidi="hi-IN"/>
        </w:rPr>
        <w:t xml:space="preserve"> </w:t>
      </w:r>
      <w:r w:rsidR="00BC2C72">
        <w:rPr>
          <w:rFonts w:hint="cs"/>
          <w:cs/>
          <w:lang w:bidi="hi-IN"/>
        </w:rPr>
        <w:t>तवज्जो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अम्बियाए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वाकिआत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रावियो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मुवर्रिख़ों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मुतअल्लिक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मज़हका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मज़रुह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मसलन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तिबरी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rPr>
          <w:cs/>
          <w:lang w:bidi="hi-IN"/>
        </w:rPr>
        <w:t>-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t xml:space="preserve">, </w:t>
      </w:r>
      <w:r>
        <w:rPr>
          <w:rFonts w:hint="cs"/>
          <w:cs/>
          <w:lang w:bidi="hi-IN"/>
        </w:rPr>
        <w:t>आकिरत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हफ़तो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हफ्ता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मजमूआ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मुशतमिल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तिबरी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तहक़ीक़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अज़रुए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 w:rsidR="006A0293">
        <w:rPr>
          <w:lang w:bidi="hi-IN"/>
        </w:rPr>
        <w:t>,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आखिरत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हफ्तों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हफ्ता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मीआद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पाँच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तकरीबन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पाँच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तक़रीबन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पाँच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तिबरी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अव्वल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सफा</w:t>
      </w:r>
      <w:r>
        <w:rPr>
          <w:cs/>
          <w:lang w:bidi="hi-IN"/>
        </w:rPr>
        <w:t xml:space="preserve"> </w:t>
      </w:r>
      <w:r>
        <w:t>5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</w:t>
      </w:r>
      <w:r>
        <w:rPr>
          <w:cs/>
          <w:lang w:bidi="hi-IN"/>
        </w:rPr>
        <w:t xml:space="preserve"> </w:t>
      </w:r>
      <w:r>
        <w:t>6)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तिबरी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तहक़ीक़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आफताब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रौशन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मुनव्वर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मुददत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पाँच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अकाबिरीन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चौदह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इन्ही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रावियों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तज़वीज़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तिबरी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बताईये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ख़ल्क़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कंहा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सियाह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तिबरी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सफा</w:t>
      </w:r>
      <w:r>
        <w:rPr>
          <w:cs/>
          <w:lang w:bidi="hi-IN"/>
        </w:rPr>
        <w:t xml:space="preserve"> </w:t>
      </w:r>
      <w:r>
        <w:t>16)</w:t>
      </w:r>
    </w:p>
    <w:p w:rsidR="00784BCC" w:rsidRDefault="00784BCC" w:rsidP="006A0293">
      <w:pPr>
        <w:pStyle w:val="libNormal"/>
      </w:pPr>
      <w:r>
        <w:t xml:space="preserve"> 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तिबरी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रक़मतराज़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</w:t>
      </w:r>
      <w:r>
        <w:t xml:space="preserve">,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हैकल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उठाये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जूती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तिबरी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1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सफा</w:t>
      </w:r>
      <w:r>
        <w:rPr>
          <w:cs/>
          <w:lang w:bidi="hi-IN"/>
        </w:rPr>
        <w:t xml:space="preserve"> </w:t>
      </w:r>
      <w:r>
        <w:t>16)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मोअर्रेखीन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मोहक़्क़ीन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बेसरों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मज़हका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बुखारी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फेहरिस्त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मज़मूम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यक़ीऩन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पाकीज़ा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तसव्वर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तहक़ीरों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ज़रबें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मुआशेरा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ख़ामोशी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बर्दाश्त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मौजूदा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तरक़्क़ी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पजीर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तक़रीबन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याफता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नज़रियात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साइंस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जदीद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तहक़ीक़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वाबस्ता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आहंग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खुराफाती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भरोसा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तहक़ीकात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इन्केशापात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बिल्कुल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मस्लन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तिबरी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 w:rsidR="00E21429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मुददत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इल्मेतब्कातुल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माहेरीन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तहक़ीकात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>20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खुश्की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पैवस्त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समुन्द्र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मशरूरो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मुमताज़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सांइस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रोनाल्ड़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शेलर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तहक़ीक़ी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मक़ाले</w:t>
      </w:r>
      <w:r>
        <w:rPr>
          <w:cs/>
          <w:lang w:bidi="hi-IN"/>
        </w:rPr>
        <w:t xml:space="preserve"> </w:t>
      </w:r>
      <w:r w:rsidR="00E21429">
        <w:rPr>
          <w:cs/>
          <w:lang w:bidi="hi-IN"/>
        </w:rPr>
        <w:t>(</w:t>
      </w:r>
      <w:r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समुन्द्र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रिकार्ड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सिकुड़ते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तूफानी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समन्दर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मुताहर्रिक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यक़ीनन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मोअम्मे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ग़ायब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तफसीलात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सांइसदां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मुत्तफिक़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उमुमी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सांइस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अकसरियत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हैसियत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इत्तेफाक़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सांइटिफिक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सच्चाई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तस्लीम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="00E21429">
        <w:rPr>
          <w:cs/>
          <w:lang w:bidi="hi-IN"/>
        </w:rPr>
        <w:t>(</w:t>
      </w:r>
      <w:r>
        <w:rPr>
          <w:rFonts w:hint="cs"/>
          <w:cs/>
          <w:lang w:bidi="hi-IN"/>
        </w:rPr>
        <w:t>मज़मुआ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रीडर्स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ड़ाइजेस्ट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जुलाई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</w:t>
      </w:r>
      <w:r>
        <w:rPr>
          <w:cs/>
          <w:lang w:bidi="hi-IN"/>
        </w:rPr>
        <w:t xml:space="preserve"> </w:t>
      </w:r>
      <w:r>
        <w:t>1971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</w:t>
      </w:r>
      <w:r>
        <w:t>0)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रोनाल्ड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शेलर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ज़बर्रदस्त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मर्कज़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मुखतलिफ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सिम्तो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रफतार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सेमी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t>15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सेमी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तबक़ातुल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ज़बरदस्त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रफतार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मसलन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साईंस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उकयानूस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चौड़ाई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t xml:space="preserve"> </w:t>
      </w:r>
      <w:r>
        <w:rPr>
          <w:rFonts w:hint="cs"/>
          <w:cs/>
          <w:lang w:bidi="hi-IN"/>
        </w:rPr>
        <w:t>योरप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शिमाली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अमरीका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ढाई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सेमी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समुन्दर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सांईस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ख़ुश्की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बर्रेआज़म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जुडे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ज़बर्दस्त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मशरिक़ो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मग़रिब</w:t>
      </w:r>
      <w:r>
        <w:t xml:space="preserve">, </w:t>
      </w:r>
      <w:r>
        <w:rPr>
          <w:rFonts w:hint="cs"/>
          <w:cs/>
          <w:lang w:bidi="hi-IN"/>
        </w:rPr>
        <w:t>दरार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अफ्रीका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जुनूबी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अमरीका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t xml:space="preserve">, </w:t>
      </w:r>
      <w:r>
        <w:rPr>
          <w:rFonts w:hint="cs"/>
          <w:cs/>
          <w:lang w:bidi="hi-IN"/>
        </w:rPr>
        <w:t>अंटार्टिका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आस्ट्रेलिया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अलाहिदा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हिन्दुस्तान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ढाई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सेमी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खिसकना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इख़तेयार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तिबरी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रावियों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जिस्मानी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तसव्वुर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मुददत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मुअय्यन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रोनाल्ड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शेलर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सांइसी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तहक़ीक़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सांईसदानों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ज़बर्दस्त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मर्कज़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मोअमेनीन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सिदाक़त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चौबीस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क़ल्ब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ख़ल्क़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तहक़ीक़ी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ज़ेहन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ग़ौरो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अख़ज़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अव्वलीन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मोअर्रेखीन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हक़ीक़त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तारीख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गुज़िशता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सफहात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मरकूम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तक़रीबन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मोअतबर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तहक़ीक़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ज़ाविये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मसलन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फ़रज़न्दों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t xml:space="preserve">,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तुफान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आना</w:t>
      </w:r>
      <w:r>
        <w:t xml:space="preserve">,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ड़ाला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t xml:space="preserve">,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इस्माइल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वग़ैरह।</w:t>
      </w:r>
      <w:r>
        <w:rPr>
          <w:cs/>
          <w:lang w:bidi="hi-IN"/>
        </w:rPr>
        <w:t xml:space="preserve"> 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अम्बिया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मुरसलीन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वाज़ेह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खलीफा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जानशीन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छोडा</w:t>
      </w:r>
      <w:r w:rsidR="00E21429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छोड़ते।</w:t>
      </w:r>
    </w:p>
    <w:p w:rsidR="00784BCC" w:rsidRDefault="00784BCC" w:rsidP="006A0293">
      <w:pPr>
        <w:pStyle w:val="libNormal"/>
      </w:pP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वाज़ेह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अम्बियाये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हिदायत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t xml:space="preserve">, </w:t>
      </w:r>
      <w:r>
        <w:rPr>
          <w:rFonts w:hint="cs"/>
          <w:cs/>
          <w:lang w:bidi="hi-IN"/>
        </w:rPr>
        <w:t>मुल्क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गीरी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बादशाहत</w:t>
      </w:r>
      <w:r w:rsidR="006A0293">
        <w:rPr>
          <w:lang w:bidi="hi-IN"/>
        </w:rPr>
        <w:t>,</w:t>
      </w:r>
      <w: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कशी</w:t>
      </w:r>
      <w:r>
        <w:t xml:space="preserve">, </w:t>
      </w:r>
      <w:r>
        <w:rPr>
          <w:rFonts w:hint="cs"/>
          <w:cs/>
          <w:lang w:bidi="hi-IN"/>
        </w:rPr>
        <w:t>खुंरेज़ी</w:t>
      </w:r>
      <w:r>
        <w:t xml:space="preserve">, </w:t>
      </w:r>
      <w:r>
        <w:rPr>
          <w:rFonts w:hint="cs"/>
          <w:cs/>
          <w:lang w:bidi="hi-IN"/>
        </w:rPr>
        <w:t>तलवार</w:t>
      </w:r>
      <w:r>
        <w:t xml:space="preserve">,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पढ़वाने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ज़बर्दस्ती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बंदे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</w:p>
    <w:p w:rsidR="00BC2C72" w:rsidRDefault="00784BCC" w:rsidP="00BC2C72">
      <w:pPr>
        <w:pStyle w:val="libNormal"/>
        <w:rPr>
          <w:cs/>
          <w:lang w:bidi="hi-IN"/>
        </w:rPr>
      </w:pP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आश्ती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t xml:space="preserve">, </w:t>
      </w:r>
      <w:r>
        <w:rPr>
          <w:rFonts w:hint="cs"/>
          <w:cs/>
          <w:lang w:bidi="hi-IN"/>
        </w:rPr>
        <w:t>तमददुनों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मोआशेरत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आखेरत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तलबगार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खोलफा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औसिया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मुकम्मल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नमूना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जानशीन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ज़बर्दस्ती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मस्नदे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खिलाफत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क़ाबिज़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</w:p>
    <w:p w:rsidR="00BC2C72" w:rsidRDefault="00A94C46">
      <w:pPr>
        <w:spacing w:after="0" w:line="240" w:lineRule="auto"/>
        <w:rPr>
          <w:rFonts w:ascii="Mangal" w:hAnsi="Mangal" w:cs="Mangal"/>
          <w:color w:val="000000"/>
          <w:sz w:val="28"/>
          <w:szCs w:val="28"/>
          <w:cs/>
          <w:lang w:bidi="hi-IN"/>
        </w:rPr>
      </w:pPr>
      <w:r>
        <w:rPr>
          <w:rFonts w:hint="cs"/>
          <w:cs/>
          <w:lang w:bidi="hi-IN"/>
        </w:rPr>
        <w:t>14.12.2017</w:t>
      </w:r>
      <w:r w:rsidR="00BC2C72">
        <w:rPr>
          <w:cs/>
          <w:lang w:bidi="hi-IN"/>
        </w:rPr>
        <w:br w:type="page"/>
      </w:r>
    </w:p>
    <w:sdt>
      <w:sdtPr>
        <w:rPr>
          <w:rFonts w:ascii="Calibri" w:eastAsia="Calibri" w:hAnsi="Calibri" w:cs="Arial"/>
          <w:b w:val="0"/>
          <w:bCs w:val="0"/>
          <w:color w:val="auto"/>
          <w:sz w:val="32"/>
          <w:szCs w:val="32"/>
        </w:rPr>
        <w:id w:val="727411297"/>
        <w:docPartObj>
          <w:docPartGallery w:val="Table of Contents"/>
          <w:docPartUnique/>
        </w:docPartObj>
      </w:sdtPr>
      <w:sdtContent>
        <w:p w:rsidR="009E7613" w:rsidRDefault="009E7613">
          <w:pPr>
            <w:pStyle w:val="TOCHeading"/>
            <w:rPr>
              <w:lang w:bidi="hi-IN"/>
            </w:rPr>
          </w:pPr>
          <w:r>
            <w:rPr>
              <w:rFonts w:hint="cs"/>
              <w:cs/>
              <w:lang w:bidi="hi-IN"/>
            </w:rPr>
            <w:t>फेहरिस्त</w:t>
          </w:r>
        </w:p>
        <w:p w:rsidR="009E7613" w:rsidRDefault="000D5AE5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r w:rsidRPr="000D5AE5">
            <w:fldChar w:fldCharType="begin"/>
          </w:r>
          <w:r w:rsidR="009E7613">
            <w:instrText xml:space="preserve"> TOC \o "1-3" \h \z \u </w:instrText>
          </w:r>
          <w:r w:rsidRPr="000D5AE5">
            <w:fldChar w:fldCharType="separate"/>
          </w:r>
          <w:hyperlink w:anchor="_Toc501013930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अर्ज़े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नाशिर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_Toc501013930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1013931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इस्लाम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तौहीद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_Toc501013931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1013932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इस्लाम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_Toc501013932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01013933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पहला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दरजा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_Toc501013933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01013934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दूसरा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दरजा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_Toc501013934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01013935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तीसरा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दरजा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_Toc501013935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01013936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चौथा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दरजा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_Toc501013936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01013937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पांचवा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दरजा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_Toc501013937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1013938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इब्तेदाए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आफ़रीनश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अहदे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मिसाक़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_Toc501013938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1013939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अबुल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बशर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हज़रत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आदम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="009E7613" w:rsidRPr="00342185">
              <w:rPr>
                <w:rStyle w:val="Hyperlink"/>
                <w:noProof/>
              </w:rPr>
              <w:t>0.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_Toc501013939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43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1013940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हज़रत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शीश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="009E7613" w:rsidRPr="00342185">
              <w:rPr>
                <w:rStyle w:val="Hyperlink"/>
                <w:noProof/>
              </w:rPr>
              <w:t>0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_Toc501013940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54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1013941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हज़रत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इदरीस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="009E7613" w:rsidRPr="00342185">
              <w:rPr>
                <w:rStyle w:val="Hyperlink"/>
                <w:noProof/>
              </w:rPr>
              <w:t>0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_Toc501013941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56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1013942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हज़रत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नूह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="009E7613" w:rsidRPr="00342185">
              <w:rPr>
                <w:rStyle w:val="Hyperlink"/>
                <w:noProof/>
              </w:rPr>
              <w:t>0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_Toc501013942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58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01013943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कश्ती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तैयारी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_Toc501013943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62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01013944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तूफ़ान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_Toc501013944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66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01013945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हज़रत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नूह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="009E7613" w:rsidRPr="00342185">
              <w:rPr>
                <w:rStyle w:val="Hyperlink"/>
                <w:noProof/>
              </w:rPr>
              <w:t>0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से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शैतान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गुफ्तगू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_Toc501013945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74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01013946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हज़रत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नूह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="009E7613" w:rsidRPr="00342185">
              <w:rPr>
                <w:rStyle w:val="Hyperlink"/>
                <w:noProof/>
              </w:rPr>
              <w:t>0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रहलत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_Toc501013946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75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01013947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तहक़ीकात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इन्कशाफ़ात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_Toc501013947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78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1013948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हज़रत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हूद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="009E7613" w:rsidRPr="00342185">
              <w:rPr>
                <w:rStyle w:val="Hyperlink"/>
                <w:noProof/>
              </w:rPr>
              <w:t>0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_Toc501013948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81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01013949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इरमें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ज़ातुल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-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एमाद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हक़ीक़त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_Toc501013949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89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1013950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हालाते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हज़रते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सालेह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="009E7613" w:rsidRPr="00342185">
              <w:rPr>
                <w:rStyle w:val="Hyperlink"/>
                <w:noProof/>
              </w:rPr>
              <w:t>0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_Toc501013950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93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01013951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नाकेय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सालेह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अन्जाम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अज़ाब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_Toc501013951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98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1013952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असहाबे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रस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वाक़ेया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_Toc501013952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101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01013953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हज़रते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सालेह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मदफ़न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_Toc501013953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103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01013954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सात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चीज़ें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_Toc501013954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105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1013955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हालाते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हज़रते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इब्राहीम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="009E7613" w:rsidRPr="00342185">
              <w:rPr>
                <w:rStyle w:val="Hyperlink"/>
                <w:noProof/>
              </w:rPr>
              <w:t>0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_Toc501013955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107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01013956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आज़र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हक़ीक़त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_Toc501013956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110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1013957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तारीख़े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इस्लाम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आग़ाज़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_Toc501013957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112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01013958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हज़रते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इब्राहीम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तबलीग़ी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कारनामे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_Toc501013958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115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1013959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नमरूद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इबरत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नाक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अंजाम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_Toc501013959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122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01013960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जिलावतनी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हिजरत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_Toc501013960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124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1013961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हज़रते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इस्माईल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कि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विलादत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हिजरत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_Toc501013961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126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1013962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हज़रते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इसहाक़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विलादत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_Toc501013962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130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1013963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हज़रते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इस्माईल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कुरबानी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_Toc501013963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131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01013964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हज़रते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इब्राहीम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रेहलत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_Toc501013964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135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1013965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हज़रते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इस्माइल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इस्हाक़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मुख़तसर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तअर्रुफ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_Toc501013965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136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1013966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हज़रते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इस्माइल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_Toc501013966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136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1013967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हज़रते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इस्हाक़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_Toc501013967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138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1013968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हज़रते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लूत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="009E7613" w:rsidRPr="00342185">
              <w:rPr>
                <w:rStyle w:val="Hyperlink"/>
                <w:noProof/>
              </w:rPr>
              <w:t>0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_Toc501013968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140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01013969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क़ौमे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लूत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लवाता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एग़लाम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)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इब्तेदा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कब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कैसे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हुई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_Toc501013969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140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1013970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जुलक़रनैन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वाक़ेया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_Toc501013970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147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1013971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याजूज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माजूज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_Toc501013971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151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01013972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दीवार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तामीर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_Toc501013972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152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01013973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समन्दर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सैर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_Toc501013973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154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1013974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नमाज़ी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से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मुलाक़ात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_Toc501013974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155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1013975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ज़ुलक़रनैन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से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चन्द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सवालात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_Toc501013975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156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01013976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मुर्दों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खोपड़ियां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_Toc501013976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157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1013977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आबे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हयात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तलाश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_Toc501013977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158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1013978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हज़रते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याक़ूब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यूसूफ़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="009E7613" w:rsidRPr="00342185">
              <w:rPr>
                <w:rStyle w:val="Hyperlink"/>
                <w:noProof/>
              </w:rPr>
              <w:t>0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_Toc501013978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165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1013979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हज़रते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यूसुफ़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ख़्वाब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_Toc501013979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166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01013980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बरादराने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यूसुफ़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रश्क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हसद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सबब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_Toc501013980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167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01013981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फ़रेब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कारियां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_Toc501013981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168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01013982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हज़रते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यूसुफ़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कुएं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से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बाहर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निकलना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फ़रोख़त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होना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_Toc501013982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170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01013983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हज़रते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यूसुफ़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अज़ीज़े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मिस्र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जुलैख़ा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_Toc501013983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172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01013984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नीबू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छुरी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_Toc501013984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176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01013985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हज़रते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यूसुफ़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क़ैदख़ाना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_Toc501013985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177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01013986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हुकुमते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मिस्र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हज़रते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यूसुफ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मन्सब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_Toc501013986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181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01013987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भाईयों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से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मुलाक़ात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_Toc501013987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183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01013988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बीनायी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वापसी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हिजरत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_Toc501013988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190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01013989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ज़ुलैखा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से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हज़रते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यूसुफ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निक़ाह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_Toc501013989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191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01013990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वफात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मदफन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_Toc501013990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193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1013991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हज़रते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अय्यूब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="009E7613" w:rsidRPr="00342185">
              <w:rPr>
                <w:rStyle w:val="Hyperlink"/>
                <w:noProof/>
              </w:rPr>
              <w:t>0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_Toc501013991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195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1013992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हज़रते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जुलकफल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="009E7613" w:rsidRPr="00342185">
              <w:rPr>
                <w:rStyle w:val="Hyperlink"/>
                <w:noProof/>
              </w:rPr>
              <w:t>0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_Toc501013992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199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1013993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हज़रते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शुऐब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="009E7613" w:rsidRPr="00342185">
              <w:rPr>
                <w:rStyle w:val="Hyperlink"/>
                <w:noProof/>
              </w:rPr>
              <w:t>0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_Toc501013993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199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1013994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हज़रते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मूसा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बिन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इमरान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="009E7613" w:rsidRPr="00342185">
              <w:rPr>
                <w:rStyle w:val="Hyperlink"/>
                <w:noProof/>
              </w:rPr>
              <w:t>0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_Toc501013994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201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01013995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दाईयों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तलाश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_Toc501013995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206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01013996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फिरऔन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दाढ़ी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_Toc501013996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209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1013997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तब्लीग़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इब्तेदा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_Toc501013997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211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01013998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क़िब्ती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मौत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_Toc501013998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213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01013999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मूसा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मद्दीन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दाख़िला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शादी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_Toc501013999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215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01014000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असाऐ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मूसा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_Toc501014000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217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01014001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हज़रते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मूसा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मराजेअत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_Toc501014001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218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01014002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कलीमउल्लाह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_Toc501014002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222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1014003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हामान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क़ारून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_Toc501014003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223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1014004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क़ारून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_Toc501014004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224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01014005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दरबारी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मारके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आराई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_Toc501014005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225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01014006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फिरऔन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ग़रक़ाबी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_Toc501014006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233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01014007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बनी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इस्राइल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मन्नो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सलवा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_Toc501014007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236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01014008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बाबे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हत्ता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हक़ीक़त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_Toc501014008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239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01014009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औज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बिन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औक़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_Toc501014009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240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1014010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तौरेत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नुजूल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_Toc501014010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242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01014011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गाये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क़िस्सा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_Toc501014011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243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1014012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बैतुलमुक़द्दस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बुनियाद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_Toc501014012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244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1014013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यहूदियों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मुशरेकाना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जाहिलाना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सरिश्त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_Toc501014013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245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1014014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जनाबे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हारून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रेहलत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_Toc501014014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248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01014015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वफ़ाते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मूसा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="009E7613" w:rsidRPr="00342185">
              <w:rPr>
                <w:rStyle w:val="Hyperlink"/>
                <w:noProof/>
              </w:rPr>
              <w:t>0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_Toc501014015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249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1014016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हज़रते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यूश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बिन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नून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="009E7613" w:rsidRPr="00342185">
              <w:rPr>
                <w:rStyle w:val="Hyperlink"/>
                <w:noProof/>
              </w:rPr>
              <w:t>0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_Toc501014016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251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1014017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हज़रते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हिज़क़ील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बिन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बोरी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="009E7613" w:rsidRPr="00342185">
              <w:rPr>
                <w:rStyle w:val="Hyperlink"/>
                <w:noProof/>
              </w:rPr>
              <w:t>0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_Toc501014017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252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1014018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हज़रते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इल्यास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="009E7613" w:rsidRPr="00342185">
              <w:rPr>
                <w:rStyle w:val="Hyperlink"/>
                <w:noProof/>
              </w:rPr>
              <w:t>0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_Toc501014018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254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1014019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तालूत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जालूत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_Toc501014019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257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1014020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हज़रते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दाउद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="009E7613" w:rsidRPr="00342185">
              <w:rPr>
                <w:rStyle w:val="Hyperlink"/>
                <w:noProof/>
              </w:rPr>
              <w:t>0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_Toc501014020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262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1014021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हज़रते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सुलेमान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="009E7613" w:rsidRPr="00342185">
              <w:rPr>
                <w:rStyle w:val="Hyperlink"/>
                <w:noProof/>
              </w:rPr>
              <w:t>0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_Toc501014021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267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1014022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आराइश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जेहबाइश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_Toc501014022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269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01014023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मखलूक़ात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दावत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_Toc501014023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270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01014024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चींटी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से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मुलाकात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_Toc501014024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271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01014025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मलक़ए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बिलक़ीस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बिन्ते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शराजील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वाक़ेया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_Toc501014025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272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01014026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कस्रे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सुलेमान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मे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बिलकीस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वरुद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_Toc501014026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276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01014027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घोड़ो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क़ुरबानियां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_Toc501014027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277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1014028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बैतुलमुक़द्दस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तामीर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_Toc501014028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278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01014029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हज़रते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सुलेमान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वफात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_Toc501014029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279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01014030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मुख्तलिफ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अम्बिया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औसिया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_Toc501014030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280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1014031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बखते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नस्र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वाक़ेयात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_Toc501014031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282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1014032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हज़रते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दानियाल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="009E7613" w:rsidRPr="00342185">
              <w:rPr>
                <w:rStyle w:val="Hyperlink"/>
                <w:noProof/>
              </w:rPr>
              <w:t>0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_Toc501014032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286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1014033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हज़रते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अज़ीज़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="009E7613" w:rsidRPr="00342185">
              <w:rPr>
                <w:rStyle w:val="Hyperlink"/>
                <w:noProof/>
              </w:rPr>
              <w:t>0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_Toc501014033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291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1014034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हज़रते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यूसुफ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बिन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मता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="009E7613" w:rsidRPr="00342185">
              <w:rPr>
                <w:rStyle w:val="Hyperlink"/>
                <w:noProof/>
              </w:rPr>
              <w:t>0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_Toc501014034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292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1014035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हज़रते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ज़करिया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="009E7613" w:rsidRPr="00342185">
              <w:rPr>
                <w:rStyle w:val="Hyperlink"/>
                <w:noProof/>
              </w:rPr>
              <w:t>0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_Toc501014035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293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1014036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हज़रते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यहिया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बिन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ज़करिया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="009E7613" w:rsidRPr="00342185">
              <w:rPr>
                <w:rStyle w:val="Hyperlink"/>
                <w:noProof/>
              </w:rPr>
              <w:t>0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_Toc501014036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295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1014037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वाकेयात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हमआंहगी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यकसानियत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_Toc501014037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299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1014038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हज़रते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ईसा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इब्ने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मरियम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_Toc501014038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300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1014039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हज़रते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मरियम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हिजरत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_Toc501014039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305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1014040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हज़रते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ईसा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मोअज़िज़े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_Toc501014040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306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1014041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सदक़े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अहमियत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_Toc501014041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307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1014042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नुज़ूले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माएदा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_Toc501014042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308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1014043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तब्लीग़ी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सरगरमियां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_Toc501014043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310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01014044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हज़रते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ईसा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हव्वारीन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_Toc501014044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316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01014045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हज़रते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ईसा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="009E7613" w:rsidRPr="00342185">
              <w:rPr>
                <w:rStyle w:val="Hyperlink"/>
                <w:noProof/>
              </w:rPr>
              <w:t>0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आसमान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पर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उठाया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जाना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_Toc501014045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322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1014046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हिन्दुस्तान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से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पैग़म्बरों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ताअलुक़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_Toc501014046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325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1014047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हज़रते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आदम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="009E7613" w:rsidRPr="00342185">
              <w:rPr>
                <w:rStyle w:val="Hyperlink"/>
                <w:noProof/>
              </w:rPr>
              <w:t>0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हिन्दुस्तान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_Toc501014047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327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01014048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हज़रते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नूह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="009E7613" w:rsidRPr="00342185">
              <w:rPr>
                <w:rStyle w:val="Hyperlink"/>
                <w:noProof/>
              </w:rPr>
              <w:t>0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हिन्दुस्तान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_Toc501014048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328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01014049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हज़रते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मूसा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दीगर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अम्बिया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_Toc501014049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332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01014050" w:history="1"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हज़रते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ईसा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="009E7613" w:rsidRPr="00342185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9E7613" w:rsidRPr="00342185">
              <w:rPr>
                <w:rStyle w:val="Hyperlink"/>
                <w:rFonts w:cs="Mangal" w:hint="cs"/>
                <w:noProof/>
                <w:cs/>
                <w:lang w:bidi="hi-IN"/>
              </w:rPr>
              <w:t>हिन्दुस्तान</w:t>
            </w:r>
            <w:r w:rsidR="009E76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7613">
              <w:rPr>
                <w:noProof/>
                <w:webHidden/>
              </w:rPr>
              <w:instrText xml:space="preserve"> PAGEREF _Toc501014050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7613">
              <w:rPr>
                <w:noProof/>
                <w:webHidden/>
              </w:rPr>
              <w:t>334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613" w:rsidRDefault="000D5AE5">
          <w:r>
            <w:fldChar w:fldCharType="end"/>
          </w:r>
        </w:p>
      </w:sdtContent>
    </w:sdt>
    <w:p w:rsidR="00784BCC" w:rsidRDefault="00784BCC" w:rsidP="00BC2C72">
      <w:pPr>
        <w:pStyle w:val="libNormal"/>
      </w:pPr>
    </w:p>
    <w:sectPr w:rsidR="00784BCC" w:rsidSect="00235071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6217" w:rsidRDefault="00296217" w:rsidP="008B7801">
      <w:pPr>
        <w:spacing w:after="0" w:line="240" w:lineRule="auto"/>
      </w:pPr>
      <w:r>
        <w:separator/>
      </w:r>
    </w:p>
  </w:endnote>
  <w:endnote w:type="continuationSeparator" w:id="0">
    <w:p w:rsidR="00296217" w:rsidRDefault="00296217" w:rsidP="008B7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olaimanLipi">
    <w:altName w:val="Corbel"/>
    <w:charset w:val="00"/>
    <w:family w:val="script"/>
    <w:pitch w:val="fixed"/>
    <w:sig w:usb0="00000001" w:usb1="00002000" w:usb2="00000000" w:usb3="00000000" w:csb0="00000093" w:csb1="00000000"/>
  </w:font>
  <w:font w:name="Mangal">
    <w:panose1 w:val="02040503050203030202"/>
    <w:charset w:val="01"/>
    <w:family w:val="auto"/>
    <w:pitch w:val="variable"/>
    <w:sig w:usb0="00008000" w:usb1="00000000" w:usb2="00000000" w:usb3="00000000" w:csb0="00000000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utonnyMJ">
    <w:altName w:val="Times New Roman"/>
    <w:charset w:val="00"/>
    <w:family w:val="auto"/>
    <w:pitch w:val="variable"/>
    <w:sig w:usb0="00000000" w:usb1="00000048" w:usb2="00000000" w:usb3="00000000" w:csb0="0000003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6A2" w:rsidRDefault="00C116A2" w:rsidP="00DD52E9">
    <w:pPr>
      <w:pStyle w:val="Footer"/>
      <w:jc w:val="center"/>
    </w:pPr>
    <w:r w:rsidRPr="00AA7385">
      <w:rPr>
        <w:rFonts w:ascii="SutonnyMJ" w:hAnsi="SutonnyMJ" w:cs="SutonnyMJ"/>
      </w:rPr>
      <w:fldChar w:fldCharType="begin"/>
    </w:r>
    <w:r w:rsidRPr="00AA7385">
      <w:rPr>
        <w:rFonts w:ascii="SutonnyMJ" w:hAnsi="SutonnyMJ" w:cs="SutonnyMJ"/>
      </w:rPr>
      <w:instrText xml:space="preserve"> PAGE   \* MERGEFORMAT </w:instrText>
    </w:r>
    <w:r w:rsidRPr="00AA7385">
      <w:rPr>
        <w:rFonts w:ascii="SutonnyMJ" w:hAnsi="SutonnyMJ" w:cs="SutonnyMJ"/>
      </w:rPr>
      <w:fldChar w:fldCharType="separate"/>
    </w:r>
    <w:r w:rsidR="00A5671E">
      <w:rPr>
        <w:rFonts w:ascii="SutonnyMJ" w:hAnsi="SutonnyMJ" w:cs="SutonnyMJ"/>
        <w:noProof/>
      </w:rPr>
      <w:t>278</w:t>
    </w:r>
    <w:r w:rsidRPr="00AA7385">
      <w:rPr>
        <w:rFonts w:ascii="SutonnyMJ" w:hAnsi="SutonnyMJ" w:cs="SutonnyMJ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6217" w:rsidRDefault="00296217" w:rsidP="008B7801">
      <w:pPr>
        <w:spacing w:after="0" w:line="240" w:lineRule="auto"/>
      </w:pPr>
      <w:r>
        <w:separator/>
      </w:r>
    </w:p>
  </w:footnote>
  <w:footnote w:type="continuationSeparator" w:id="0">
    <w:p w:rsidR="00296217" w:rsidRDefault="00296217" w:rsidP="008B78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027B3C"/>
    <w:multiLevelType w:val="hybridMultilevel"/>
    <w:tmpl w:val="E4FE64C4"/>
    <w:lvl w:ilvl="0" w:tplc="DA767CD8">
      <w:start w:val="1"/>
      <w:numFmt w:val="decimal"/>
      <w:lvlText w:val="%1."/>
      <w:lvlJc w:val="left"/>
      <w:pPr>
        <w:ind w:left="949" w:hanging="6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1">
    <w:nsid w:val="6DA34A37"/>
    <w:multiLevelType w:val="hybridMultilevel"/>
    <w:tmpl w:val="B406F6DA"/>
    <w:lvl w:ilvl="0" w:tplc="7A50CF00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hideSpellingErrors/>
  <w:hideGrammaticalErrors/>
  <w:attachedTemplate r:id="rId1"/>
  <w:stylePaneFormatFilter w:val="17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F74AE6"/>
    <w:rsid w:val="00005A4A"/>
    <w:rsid w:val="00007817"/>
    <w:rsid w:val="00017F8E"/>
    <w:rsid w:val="00041E80"/>
    <w:rsid w:val="00043424"/>
    <w:rsid w:val="00043999"/>
    <w:rsid w:val="000451DA"/>
    <w:rsid w:val="0007490F"/>
    <w:rsid w:val="000821E1"/>
    <w:rsid w:val="000A16E2"/>
    <w:rsid w:val="000A787D"/>
    <w:rsid w:val="000D0FC8"/>
    <w:rsid w:val="000D3139"/>
    <w:rsid w:val="000D5AE5"/>
    <w:rsid w:val="000D641E"/>
    <w:rsid w:val="000E0732"/>
    <w:rsid w:val="000E6001"/>
    <w:rsid w:val="00105A3E"/>
    <w:rsid w:val="00112743"/>
    <w:rsid w:val="00137658"/>
    <w:rsid w:val="001652D2"/>
    <w:rsid w:val="00166B2A"/>
    <w:rsid w:val="0016774F"/>
    <w:rsid w:val="001829DB"/>
    <w:rsid w:val="001A0CC2"/>
    <w:rsid w:val="001A3437"/>
    <w:rsid w:val="001A50C3"/>
    <w:rsid w:val="001B1D7F"/>
    <w:rsid w:val="001C49F5"/>
    <w:rsid w:val="001F146E"/>
    <w:rsid w:val="001F5D63"/>
    <w:rsid w:val="0020120B"/>
    <w:rsid w:val="00202634"/>
    <w:rsid w:val="00207CEC"/>
    <w:rsid w:val="0021625C"/>
    <w:rsid w:val="002172FF"/>
    <w:rsid w:val="00235071"/>
    <w:rsid w:val="002657C0"/>
    <w:rsid w:val="00266853"/>
    <w:rsid w:val="00275890"/>
    <w:rsid w:val="00277517"/>
    <w:rsid w:val="00280632"/>
    <w:rsid w:val="0028094A"/>
    <w:rsid w:val="0028663A"/>
    <w:rsid w:val="00292BC3"/>
    <w:rsid w:val="00296130"/>
    <w:rsid w:val="00296217"/>
    <w:rsid w:val="002A5FAC"/>
    <w:rsid w:val="002B6ACF"/>
    <w:rsid w:val="002B709B"/>
    <w:rsid w:val="002C1B77"/>
    <w:rsid w:val="002D15B8"/>
    <w:rsid w:val="002D2BC1"/>
    <w:rsid w:val="002D7521"/>
    <w:rsid w:val="002E4766"/>
    <w:rsid w:val="00304CCF"/>
    <w:rsid w:val="003137DA"/>
    <w:rsid w:val="003277AE"/>
    <w:rsid w:val="00327E10"/>
    <w:rsid w:val="00331D48"/>
    <w:rsid w:val="0033697A"/>
    <w:rsid w:val="0036576F"/>
    <w:rsid w:val="00376475"/>
    <w:rsid w:val="00385BC7"/>
    <w:rsid w:val="003A1605"/>
    <w:rsid w:val="003A380C"/>
    <w:rsid w:val="003C183A"/>
    <w:rsid w:val="003E4BC2"/>
    <w:rsid w:val="003E6793"/>
    <w:rsid w:val="00406D51"/>
    <w:rsid w:val="004605A7"/>
    <w:rsid w:val="00466FB5"/>
    <w:rsid w:val="0048150F"/>
    <w:rsid w:val="00491C9B"/>
    <w:rsid w:val="00495B54"/>
    <w:rsid w:val="004A56BA"/>
    <w:rsid w:val="004C57A4"/>
    <w:rsid w:val="004D6143"/>
    <w:rsid w:val="004D783B"/>
    <w:rsid w:val="004E1F6D"/>
    <w:rsid w:val="004E6557"/>
    <w:rsid w:val="004E710D"/>
    <w:rsid w:val="004F23D3"/>
    <w:rsid w:val="00506800"/>
    <w:rsid w:val="0053165C"/>
    <w:rsid w:val="005337F7"/>
    <w:rsid w:val="00544132"/>
    <w:rsid w:val="00553605"/>
    <w:rsid w:val="0056112A"/>
    <w:rsid w:val="00580F04"/>
    <w:rsid w:val="00581C01"/>
    <w:rsid w:val="00584195"/>
    <w:rsid w:val="005862E0"/>
    <w:rsid w:val="00593844"/>
    <w:rsid w:val="0059796A"/>
    <w:rsid w:val="005B0FBC"/>
    <w:rsid w:val="005B2471"/>
    <w:rsid w:val="005B568F"/>
    <w:rsid w:val="005B7D24"/>
    <w:rsid w:val="005D2D86"/>
    <w:rsid w:val="005D3333"/>
    <w:rsid w:val="005E1043"/>
    <w:rsid w:val="00602CD9"/>
    <w:rsid w:val="0061174D"/>
    <w:rsid w:val="00641F16"/>
    <w:rsid w:val="00650534"/>
    <w:rsid w:val="00663BEC"/>
    <w:rsid w:val="006746F0"/>
    <w:rsid w:val="006877F6"/>
    <w:rsid w:val="00690232"/>
    <w:rsid w:val="00690B60"/>
    <w:rsid w:val="006A0293"/>
    <w:rsid w:val="006A5305"/>
    <w:rsid w:val="006B240B"/>
    <w:rsid w:val="006C230E"/>
    <w:rsid w:val="006D197A"/>
    <w:rsid w:val="006F73E6"/>
    <w:rsid w:val="0070563E"/>
    <w:rsid w:val="00705810"/>
    <w:rsid w:val="00707890"/>
    <w:rsid w:val="0071325E"/>
    <w:rsid w:val="00714388"/>
    <w:rsid w:val="007243F7"/>
    <w:rsid w:val="00733E6E"/>
    <w:rsid w:val="0075520E"/>
    <w:rsid w:val="0076100E"/>
    <w:rsid w:val="007719FE"/>
    <w:rsid w:val="00776659"/>
    <w:rsid w:val="00780F9A"/>
    <w:rsid w:val="00784BCC"/>
    <w:rsid w:val="007A740B"/>
    <w:rsid w:val="007B5468"/>
    <w:rsid w:val="007B649B"/>
    <w:rsid w:val="007C711A"/>
    <w:rsid w:val="007D0C93"/>
    <w:rsid w:val="007E3A6A"/>
    <w:rsid w:val="008058A5"/>
    <w:rsid w:val="00840C16"/>
    <w:rsid w:val="008521C9"/>
    <w:rsid w:val="00870944"/>
    <w:rsid w:val="008715EA"/>
    <w:rsid w:val="00875EBE"/>
    <w:rsid w:val="00884972"/>
    <w:rsid w:val="008A5A1E"/>
    <w:rsid w:val="008B7801"/>
    <w:rsid w:val="008C77D1"/>
    <w:rsid w:val="008D4279"/>
    <w:rsid w:val="008D4310"/>
    <w:rsid w:val="008D6263"/>
    <w:rsid w:val="008E5C68"/>
    <w:rsid w:val="008E7A39"/>
    <w:rsid w:val="008F0D7B"/>
    <w:rsid w:val="008F3D9F"/>
    <w:rsid w:val="009007E2"/>
    <w:rsid w:val="009117EC"/>
    <w:rsid w:val="00932A77"/>
    <w:rsid w:val="00934323"/>
    <w:rsid w:val="0094613E"/>
    <w:rsid w:val="0094696C"/>
    <w:rsid w:val="009508F5"/>
    <w:rsid w:val="00961F33"/>
    <w:rsid w:val="00976CDC"/>
    <w:rsid w:val="00991F81"/>
    <w:rsid w:val="00992F23"/>
    <w:rsid w:val="009D4796"/>
    <w:rsid w:val="009E708E"/>
    <w:rsid w:val="009E7613"/>
    <w:rsid w:val="00A069B8"/>
    <w:rsid w:val="00A07514"/>
    <w:rsid w:val="00A07CA6"/>
    <w:rsid w:val="00A110CB"/>
    <w:rsid w:val="00A2744B"/>
    <w:rsid w:val="00A32F52"/>
    <w:rsid w:val="00A357FF"/>
    <w:rsid w:val="00A455D0"/>
    <w:rsid w:val="00A45C2D"/>
    <w:rsid w:val="00A555DC"/>
    <w:rsid w:val="00A560EA"/>
    <w:rsid w:val="00A5671E"/>
    <w:rsid w:val="00A62D76"/>
    <w:rsid w:val="00A73C64"/>
    <w:rsid w:val="00A77675"/>
    <w:rsid w:val="00A77932"/>
    <w:rsid w:val="00A82D3E"/>
    <w:rsid w:val="00A82FC6"/>
    <w:rsid w:val="00A94C46"/>
    <w:rsid w:val="00A9511C"/>
    <w:rsid w:val="00AA7385"/>
    <w:rsid w:val="00AB18E8"/>
    <w:rsid w:val="00AB6543"/>
    <w:rsid w:val="00B12C60"/>
    <w:rsid w:val="00B22407"/>
    <w:rsid w:val="00B3251F"/>
    <w:rsid w:val="00B34C00"/>
    <w:rsid w:val="00B72F9C"/>
    <w:rsid w:val="00B823BE"/>
    <w:rsid w:val="00BA3A6E"/>
    <w:rsid w:val="00BC2C72"/>
    <w:rsid w:val="00BC4A6D"/>
    <w:rsid w:val="00BD2034"/>
    <w:rsid w:val="00BE1409"/>
    <w:rsid w:val="00BE360D"/>
    <w:rsid w:val="00C116A2"/>
    <w:rsid w:val="00C2470C"/>
    <w:rsid w:val="00C24800"/>
    <w:rsid w:val="00C25C33"/>
    <w:rsid w:val="00C303C9"/>
    <w:rsid w:val="00C332AE"/>
    <w:rsid w:val="00C40859"/>
    <w:rsid w:val="00C436E2"/>
    <w:rsid w:val="00C43F9B"/>
    <w:rsid w:val="00C53098"/>
    <w:rsid w:val="00C539D3"/>
    <w:rsid w:val="00C56204"/>
    <w:rsid w:val="00C60BAA"/>
    <w:rsid w:val="00C62845"/>
    <w:rsid w:val="00C747C4"/>
    <w:rsid w:val="00C81D77"/>
    <w:rsid w:val="00C871B7"/>
    <w:rsid w:val="00C966ED"/>
    <w:rsid w:val="00CA0F1B"/>
    <w:rsid w:val="00CB1DE2"/>
    <w:rsid w:val="00CB2CAE"/>
    <w:rsid w:val="00CC17CC"/>
    <w:rsid w:val="00CC48FE"/>
    <w:rsid w:val="00CD6645"/>
    <w:rsid w:val="00CE088A"/>
    <w:rsid w:val="00CE09E4"/>
    <w:rsid w:val="00CE5C16"/>
    <w:rsid w:val="00CF7EA6"/>
    <w:rsid w:val="00D02065"/>
    <w:rsid w:val="00D27FD3"/>
    <w:rsid w:val="00D350BF"/>
    <w:rsid w:val="00D414AD"/>
    <w:rsid w:val="00D44DB1"/>
    <w:rsid w:val="00D450D2"/>
    <w:rsid w:val="00D457C0"/>
    <w:rsid w:val="00D60E69"/>
    <w:rsid w:val="00D7533E"/>
    <w:rsid w:val="00D822B6"/>
    <w:rsid w:val="00D856C6"/>
    <w:rsid w:val="00D94704"/>
    <w:rsid w:val="00D970EB"/>
    <w:rsid w:val="00DA0646"/>
    <w:rsid w:val="00DA5618"/>
    <w:rsid w:val="00DB0CD5"/>
    <w:rsid w:val="00DB38D1"/>
    <w:rsid w:val="00DD3241"/>
    <w:rsid w:val="00DD52E9"/>
    <w:rsid w:val="00DD7EF1"/>
    <w:rsid w:val="00DE13E6"/>
    <w:rsid w:val="00DE7D70"/>
    <w:rsid w:val="00DF0DAD"/>
    <w:rsid w:val="00DF1559"/>
    <w:rsid w:val="00E21429"/>
    <w:rsid w:val="00E21BCB"/>
    <w:rsid w:val="00E2613F"/>
    <w:rsid w:val="00E30987"/>
    <w:rsid w:val="00E32589"/>
    <w:rsid w:val="00E33510"/>
    <w:rsid w:val="00E35DBB"/>
    <w:rsid w:val="00E400A5"/>
    <w:rsid w:val="00E51F4C"/>
    <w:rsid w:val="00E52113"/>
    <w:rsid w:val="00E61F44"/>
    <w:rsid w:val="00E82A24"/>
    <w:rsid w:val="00E84EB1"/>
    <w:rsid w:val="00E9343A"/>
    <w:rsid w:val="00EA4409"/>
    <w:rsid w:val="00EA6470"/>
    <w:rsid w:val="00EB08B0"/>
    <w:rsid w:val="00EB136D"/>
    <w:rsid w:val="00EB1BF3"/>
    <w:rsid w:val="00EC3F1D"/>
    <w:rsid w:val="00EC4B61"/>
    <w:rsid w:val="00EC59F9"/>
    <w:rsid w:val="00ED0C42"/>
    <w:rsid w:val="00F0394E"/>
    <w:rsid w:val="00F11A1C"/>
    <w:rsid w:val="00F20557"/>
    <w:rsid w:val="00F22187"/>
    <w:rsid w:val="00F2413E"/>
    <w:rsid w:val="00F25523"/>
    <w:rsid w:val="00F25B39"/>
    <w:rsid w:val="00F46E01"/>
    <w:rsid w:val="00F525D6"/>
    <w:rsid w:val="00F5263F"/>
    <w:rsid w:val="00F538E3"/>
    <w:rsid w:val="00F578A8"/>
    <w:rsid w:val="00F74171"/>
    <w:rsid w:val="00F74AE6"/>
    <w:rsid w:val="00F82475"/>
    <w:rsid w:val="00F860D8"/>
    <w:rsid w:val="00F91E16"/>
    <w:rsid w:val="00FA2BBB"/>
    <w:rsid w:val="00FB3623"/>
    <w:rsid w:val="00FD2E0A"/>
    <w:rsid w:val="00FF09FD"/>
    <w:rsid w:val="00FF4EDF"/>
    <w:rsid w:val="00FF6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unhideWhenUsed="0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240B"/>
    <w:pPr>
      <w:spacing w:after="200" w:line="276" w:lineRule="auto"/>
    </w:pPr>
    <w:rPr>
      <w:sz w:val="32"/>
      <w:szCs w:val="32"/>
    </w:rPr>
  </w:style>
  <w:style w:type="paragraph" w:styleId="Heading1">
    <w:name w:val="heading 1"/>
    <w:basedOn w:val="libNormal"/>
    <w:link w:val="Heading1Char"/>
    <w:uiPriority w:val="9"/>
    <w:qFormat/>
    <w:rsid w:val="003137DA"/>
    <w:pPr>
      <w:keepNext/>
      <w:keepLines/>
      <w:spacing w:before="120"/>
      <w:outlineLvl w:val="0"/>
    </w:pPr>
    <w:rPr>
      <w:rFonts w:ascii="SolaimanLipi" w:eastAsia="Times New Roman" w:hAnsi="SolaimanLipi"/>
      <w:b/>
      <w:bCs/>
      <w:color w:val="1F497D"/>
      <w:sz w:val="36"/>
      <w:szCs w:val="36"/>
    </w:rPr>
  </w:style>
  <w:style w:type="paragraph" w:styleId="Heading2">
    <w:name w:val="heading 2"/>
    <w:basedOn w:val="libNormal"/>
    <w:link w:val="Heading2Char"/>
    <w:uiPriority w:val="9"/>
    <w:qFormat/>
    <w:rsid w:val="00CE088A"/>
    <w:pPr>
      <w:keepNext/>
      <w:keepLines/>
      <w:spacing w:before="120"/>
      <w:outlineLvl w:val="1"/>
    </w:pPr>
    <w:rPr>
      <w:rFonts w:ascii="SolaimanLipi" w:eastAsia="Times New Roman" w:hAnsi="SolaimanLipi"/>
      <w:b/>
      <w:bCs/>
      <w:color w:val="1F497D"/>
      <w:sz w:val="32"/>
      <w:szCs w:val="32"/>
    </w:rPr>
  </w:style>
  <w:style w:type="paragraph" w:styleId="Heading3">
    <w:name w:val="heading 3"/>
    <w:basedOn w:val="libNormal"/>
    <w:link w:val="Heading3Char"/>
    <w:uiPriority w:val="9"/>
    <w:qFormat/>
    <w:rsid w:val="00E32589"/>
    <w:pPr>
      <w:keepNext/>
      <w:keepLines/>
      <w:spacing w:before="120"/>
      <w:outlineLvl w:val="2"/>
    </w:pPr>
    <w:rPr>
      <w:rFonts w:ascii="Times New Roman" w:eastAsia="Times New Roman" w:hAnsi="Times New Roman"/>
      <w:color w:val="1F497D"/>
      <w:szCs w:val="32"/>
    </w:rPr>
  </w:style>
  <w:style w:type="paragraph" w:styleId="Heading4">
    <w:name w:val="heading 4"/>
    <w:basedOn w:val="libNormal"/>
    <w:link w:val="Heading4Char"/>
    <w:uiPriority w:val="9"/>
    <w:qFormat/>
    <w:rsid w:val="00714388"/>
    <w:pPr>
      <w:outlineLvl w:val="3"/>
    </w:pPr>
    <w:rPr>
      <w:lang w:bidi="hi-IN"/>
    </w:rPr>
  </w:style>
  <w:style w:type="paragraph" w:styleId="Heading5">
    <w:name w:val="heading 5"/>
    <w:basedOn w:val="libNormal"/>
    <w:link w:val="Heading5Char"/>
    <w:uiPriority w:val="9"/>
    <w:qFormat/>
    <w:rsid w:val="00E32589"/>
    <w:pPr>
      <w:keepNext/>
      <w:keepLines/>
      <w:spacing w:before="240" w:after="60"/>
      <w:outlineLvl w:val="4"/>
    </w:pPr>
    <w:rPr>
      <w:rFonts w:ascii="Times New Roman" w:eastAsia="Times New Roman" w:hAnsi="Times New Roman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007817"/>
    <w:pPr>
      <w:spacing w:line="360" w:lineRule="auto"/>
      <w:ind w:firstLine="289"/>
      <w:jc w:val="both"/>
    </w:pPr>
    <w:rPr>
      <w:rFonts w:ascii="Mangal" w:hAnsi="Mangal" w:cs="Mangal"/>
      <w:color w:val="000000"/>
      <w:sz w:val="28"/>
      <w:szCs w:val="28"/>
    </w:rPr>
  </w:style>
  <w:style w:type="character" w:customStyle="1" w:styleId="libNormalChar">
    <w:name w:val="libNormal Char"/>
    <w:link w:val="libNormal"/>
    <w:rsid w:val="00007817"/>
    <w:rPr>
      <w:rFonts w:ascii="Mangal" w:hAnsi="Mangal" w:cs="Mangal"/>
      <w:color w:val="000000"/>
      <w:sz w:val="28"/>
      <w:szCs w:val="28"/>
    </w:rPr>
  </w:style>
  <w:style w:type="character" w:customStyle="1" w:styleId="Heading1Char">
    <w:name w:val="Heading 1 Char"/>
    <w:link w:val="Heading1"/>
    <w:uiPriority w:val="9"/>
    <w:rsid w:val="003137DA"/>
    <w:rPr>
      <w:rFonts w:ascii="SolaimanLipi" w:eastAsia="Times New Roman" w:hAnsi="SolaimanLipi" w:cs="SolaimanLipi"/>
      <w:b/>
      <w:bCs/>
      <w:color w:val="1F497D"/>
      <w:sz w:val="36"/>
      <w:szCs w:val="36"/>
    </w:rPr>
  </w:style>
  <w:style w:type="character" w:customStyle="1" w:styleId="Heading2Char">
    <w:name w:val="Heading 2 Char"/>
    <w:link w:val="Heading2"/>
    <w:uiPriority w:val="9"/>
    <w:rsid w:val="00CE088A"/>
    <w:rPr>
      <w:rFonts w:ascii="SolaimanLipi" w:eastAsia="Times New Roman" w:hAnsi="SolaimanLipi" w:cs="SolaimanLipi"/>
      <w:b/>
      <w:bCs/>
      <w:color w:val="1F497D"/>
      <w:sz w:val="32"/>
      <w:szCs w:val="32"/>
    </w:rPr>
  </w:style>
  <w:style w:type="character" w:customStyle="1" w:styleId="Heading3Char">
    <w:name w:val="Heading 3 Char"/>
    <w:link w:val="Heading3"/>
    <w:uiPriority w:val="9"/>
    <w:rsid w:val="00E32589"/>
    <w:rPr>
      <w:rFonts w:ascii="Times New Roman" w:eastAsia="Times New Roman" w:hAnsi="Times New Roman" w:cs="SolaimanLipi"/>
      <w:color w:val="1F497D"/>
      <w:sz w:val="28"/>
      <w:szCs w:val="32"/>
    </w:rPr>
  </w:style>
  <w:style w:type="character" w:customStyle="1" w:styleId="Heading4Char">
    <w:name w:val="Heading 4 Char"/>
    <w:link w:val="Heading4"/>
    <w:uiPriority w:val="9"/>
    <w:rsid w:val="00714388"/>
    <w:rPr>
      <w:rFonts w:ascii="Mangal" w:hAnsi="Mangal" w:cs="Mangal"/>
      <w:color w:val="000000"/>
      <w:sz w:val="28"/>
      <w:szCs w:val="28"/>
      <w:lang w:bidi="hi-IN"/>
    </w:rPr>
  </w:style>
  <w:style w:type="character" w:customStyle="1" w:styleId="Heading5Char">
    <w:name w:val="Heading 5 Char"/>
    <w:link w:val="Heading5"/>
    <w:uiPriority w:val="9"/>
    <w:rsid w:val="00E32589"/>
    <w:rPr>
      <w:rFonts w:ascii="Times New Roman" w:eastAsia="Times New Roman" w:hAnsi="Times New Roman" w:cs="SolaimanLipi"/>
      <w:color w:val="000000"/>
      <w:sz w:val="28"/>
      <w:szCs w:val="32"/>
    </w:rPr>
  </w:style>
  <w:style w:type="paragraph" w:customStyle="1" w:styleId="libAr">
    <w:name w:val="libAr"/>
    <w:link w:val="libArChar"/>
    <w:qFormat/>
    <w:rsid w:val="00E32589"/>
    <w:pPr>
      <w:bidi/>
      <w:ind w:firstLine="289"/>
      <w:jc w:val="both"/>
    </w:pPr>
    <w:rPr>
      <w:rFonts w:ascii="Times New Roman" w:hAnsi="Times New Roman" w:cs="Traditional Arabic"/>
      <w:color w:val="000000"/>
      <w:sz w:val="28"/>
      <w:szCs w:val="32"/>
    </w:rPr>
  </w:style>
  <w:style w:type="character" w:customStyle="1" w:styleId="libArChar">
    <w:name w:val="libAr Char"/>
    <w:link w:val="libAr"/>
    <w:rsid w:val="00E32589"/>
    <w:rPr>
      <w:rFonts w:ascii="Times New Roman" w:hAnsi="Times New Roman" w:cs="Traditional Arabic"/>
      <w:color w:val="000000"/>
      <w:sz w:val="28"/>
      <w:szCs w:val="32"/>
      <w:lang w:val="en-US" w:eastAsia="en-US" w:bidi="ar-SA"/>
    </w:rPr>
  </w:style>
  <w:style w:type="paragraph" w:customStyle="1" w:styleId="Heading1Center">
    <w:name w:val="Heading 1 Center"/>
    <w:basedOn w:val="Heading1"/>
    <w:link w:val="Heading1CenterChar"/>
    <w:qFormat/>
    <w:rsid w:val="0028094A"/>
    <w:pPr>
      <w:jc w:val="center"/>
    </w:pPr>
    <w:rPr>
      <w:rFonts w:ascii="Mangal" w:hAnsi="Mangal"/>
      <w:lang w:bidi="fa-IR"/>
    </w:rPr>
  </w:style>
  <w:style w:type="character" w:customStyle="1" w:styleId="Heading1CenterChar">
    <w:name w:val="Heading 1 Center Char"/>
    <w:link w:val="Heading1Center"/>
    <w:rsid w:val="0028094A"/>
    <w:rPr>
      <w:rFonts w:ascii="Mangal" w:eastAsia="Times New Roman" w:hAnsi="Mangal" w:cs="Mangal"/>
      <w:b/>
      <w:bCs/>
      <w:color w:val="1F497D"/>
      <w:sz w:val="36"/>
      <w:szCs w:val="36"/>
      <w:lang w:bidi="fa-IR"/>
    </w:rPr>
  </w:style>
  <w:style w:type="paragraph" w:customStyle="1" w:styleId="Heading2Center">
    <w:name w:val="Heading 2 Center"/>
    <w:basedOn w:val="Heading2"/>
    <w:link w:val="Heading2CenterChar"/>
    <w:qFormat/>
    <w:rsid w:val="00CE088A"/>
    <w:pPr>
      <w:jc w:val="center"/>
    </w:pPr>
  </w:style>
  <w:style w:type="character" w:customStyle="1" w:styleId="Heading2CenterChar">
    <w:name w:val="Heading 2 Center Char"/>
    <w:link w:val="Heading2Center"/>
    <w:rsid w:val="00CE088A"/>
    <w:rPr>
      <w:rFonts w:ascii="SolaimanLipi" w:eastAsia="Times New Roman" w:hAnsi="SolaimanLipi" w:cs="SolaimanLipi"/>
      <w:b/>
      <w:bCs/>
      <w:color w:val="1F497D"/>
      <w:sz w:val="32"/>
      <w:szCs w:val="32"/>
    </w:rPr>
  </w:style>
  <w:style w:type="paragraph" w:customStyle="1" w:styleId="Heading3Center">
    <w:name w:val="Heading 3 Center"/>
    <w:basedOn w:val="Heading3"/>
    <w:link w:val="Heading3CenterChar"/>
    <w:qFormat/>
    <w:rsid w:val="00E32589"/>
    <w:pPr>
      <w:jc w:val="center"/>
    </w:pPr>
  </w:style>
  <w:style w:type="character" w:customStyle="1" w:styleId="Heading3CenterChar">
    <w:name w:val="Heading 3 Center Char"/>
    <w:basedOn w:val="Heading3Char"/>
    <w:link w:val="Heading3Center"/>
    <w:rsid w:val="00E32589"/>
    <w:rPr>
      <w:rFonts w:ascii="Times New Roman" w:eastAsia="Times New Roman" w:hAnsi="Times New Roman" w:cs="SolaimanLipi"/>
      <w:color w:val="1F497D"/>
      <w:sz w:val="28"/>
      <w:szCs w:val="32"/>
    </w:rPr>
  </w:style>
  <w:style w:type="paragraph" w:customStyle="1" w:styleId="Heading4Center">
    <w:name w:val="Heading 4 Center"/>
    <w:basedOn w:val="Heading4"/>
    <w:link w:val="Heading4CenterChar"/>
    <w:qFormat/>
    <w:rsid w:val="00E32589"/>
    <w:pPr>
      <w:jc w:val="center"/>
    </w:pPr>
  </w:style>
  <w:style w:type="character" w:customStyle="1" w:styleId="Heading4CenterChar">
    <w:name w:val="Heading 4 Center Char"/>
    <w:basedOn w:val="Heading4Char"/>
    <w:link w:val="Heading4Center"/>
    <w:rsid w:val="00E32589"/>
    <w:rPr>
      <w:rFonts w:ascii="Times New Roman" w:eastAsia="Times New Roman" w:hAnsi="Times New Roman" w:cs="SolaimanLipi"/>
      <w:b/>
      <w:bCs/>
      <w:color w:val="000000"/>
      <w:sz w:val="28"/>
      <w:szCs w:val="32"/>
    </w:rPr>
  </w:style>
  <w:style w:type="paragraph" w:customStyle="1" w:styleId="Heading5Center">
    <w:name w:val="Heading 5 Center"/>
    <w:basedOn w:val="Heading5"/>
    <w:link w:val="Heading5CenterChar"/>
    <w:qFormat/>
    <w:rsid w:val="00E32589"/>
    <w:pPr>
      <w:jc w:val="center"/>
    </w:pPr>
  </w:style>
  <w:style w:type="character" w:customStyle="1" w:styleId="Heading5CenterChar">
    <w:name w:val="Heading 5 Center Char"/>
    <w:basedOn w:val="Heading5Char"/>
    <w:link w:val="Heading5Center"/>
    <w:rsid w:val="00E32589"/>
    <w:rPr>
      <w:rFonts w:ascii="Times New Roman" w:eastAsia="Times New Roman" w:hAnsi="Times New Roman" w:cs="SolaimanLipi"/>
      <w:color w:val="000000"/>
      <w:sz w:val="28"/>
      <w:szCs w:val="32"/>
    </w:rPr>
  </w:style>
  <w:style w:type="paragraph" w:customStyle="1" w:styleId="libArAie">
    <w:name w:val="libArAie"/>
    <w:basedOn w:val="libAr"/>
    <w:link w:val="libArAieChar"/>
    <w:rsid w:val="00E32589"/>
    <w:rPr>
      <w:color w:val="008000"/>
    </w:rPr>
  </w:style>
  <w:style w:type="character" w:customStyle="1" w:styleId="libArAieChar">
    <w:name w:val="libArAie Char"/>
    <w:link w:val="libArAie"/>
    <w:rsid w:val="00E32589"/>
    <w:rPr>
      <w:rFonts w:ascii="Times New Roman" w:hAnsi="Times New Roman" w:cs="Traditional Arabic"/>
      <w:color w:val="008000"/>
      <w:sz w:val="28"/>
      <w:szCs w:val="32"/>
      <w:lang w:val="en-US" w:eastAsia="en-US" w:bidi="ar-SA"/>
    </w:rPr>
  </w:style>
  <w:style w:type="paragraph" w:customStyle="1" w:styleId="libAie">
    <w:name w:val="libAie"/>
    <w:basedOn w:val="libNormal"/>
    <w:link w:val="libAieChar"/>
    <w:rsid w:val="00DD52E9"/>
    <w:rPr>
      <w:rFonts w:eastAsia="SolaimanLipi" w:cs="Traditional Arabic"/>
      <w:color w:val="008000"/>
      <w:szCs w:val="32"/>
    </w:rPr>
  </w:style>
  <w:style w:type="character" w:customStyle="1" w:styleId="libAieChar">
    <w:name w:val="libAie Char"/>
    <w:link w:val="libAie"/>
    <w:rsid w:val="00DD52E9"/>
    <w:rPr>
      <w:rFonts w:ascii="Mangal" w:eastAsia="SolaimanLipi" w:hAnsi="Mangal" w:cs="Traditional Arabic"/>
      <w:color w:val="008000"/>
      <w:sz w:val="28"/>
      <w:szCs w:val="32"/>
    </w:rPr>
  </w:style>
  <w:style w:type="paragraph" w:customStyle="1" w:styleId="libBold1">
    <w:name w:val="libBold1"/>
    <w:basedOn w:val="libNormal"/>
    <w:link w:val="libBold1Char"/>
    <w:rsid w:val="00E32589"/>
    <w:rPr>
      <w:b/>
      <w:bCs/>
    </w:rPr>
  </w:style>
  <w:style w:type="character" w:customStyle="1" w:styleId="libBold1Char">
    <w:name w:val="libBold1 Char"/>
    <w:link w:val="libBold1"/>
    <w:rsid w:val="00E32589"/>
    <w:rPr>
      <w:rFonts w:ascii="Mangal" w:hAnsi="Mangal" w:cs="Mangal"/>
      <w:b/>
      <w:bCs/>
      <w:color w:val="000000"/>
      <w:sz w:val="28"/>
      <w:szCs w:val="28"/>
    </w:rPr>
  </w:style>
  <w:style w:type="paragraph" w:customStyle="1" w:styleId="libFootnote">
    <w:name w:val="libFootnote"/>
    <w:basedOn w:val="libNormal"/>
    <w:link w:val="libFootnoteChar"/>
    <w:rsid w:val="00235071"/>
    <w:rPr>
      <w:sz w:val="24"/>
      <w:szCs w:val="24"/>
    </w:rPr>
  </w:style>
  <w:style w:type="character" w:customStyle="1" w:styleId="libFootnoteChar">
    <w:name w:val="libFootnote Char"/>
    <w:link w:val="libFootnote"/>
    <w:rsid w:val="00235071"/>
    <w:rPr>
      <w:rFonts w:ascii="Mangal" w:hAnsi="Mangal" w:cs="Mangal"/>
      <w:color w:val="000000"/>
      <w:sz w:val="24"/>
      <w:szCs w:val="24"/>
    </w:rPr>
  </w:style>
  <w:style w:type="paragraph" w:customStyle="1" w:styleId="libFootnote0">
    <w:name w:val="libFootnote0"/>
    <w:basedOn w:val="libFootnote"/>
    <w:link w:val="libFootnote0Char"/>
    <w:rsid w:val="008A5A1E"/>
    <w:pPr>
      <w:ind w:firstLine="0"/>
    </w:pPr>
    <w:rPr>
      <w:rFonts w:eastAsia="Times New Roman"/>
    </w:rPr>
  </w:style>
  <w:style w:type="character" w:customStyle="1" w:styleId="libFootnote0Char">
    <w:name w:val="libFootnote0 Char"/>
    <w:link w:val="libFootnote0"/>
    <w:rsid w:val="008A5A1E"/>
    <w:rPr>
      <w:rFonts w:ascii="Mangal" w:eastAsia="Times New Roman" w:hAnsi="Mangal" w:cs="Mangal"/>
      <w:color w:val="000000"/>
      <w:sz w:val="24"/>
      <w:szCs w:val="24"/>
    </w:rPr>
  </w:style>
  <w:style w:type="paragraph" w:customStyle="1" w:styleId="libBold2">
    <w:name w:val="libBold2"/>
    <w:basedOn w:val="libBold1"/>
    <w:link w:val="libBold2Char"/>
    <w:rsid w:val="00235071"/>
    <w:rPr>
      <w:sz w:val="26"/>
      <w:szCs w:val="26"/>
    </w:rPr>
  </w:style>
  <w:style w:type="character" w:customStyle="1" w:styleId="libBold2Char">
    <w:name w:val="libBold2 Char"/>
    <w:link w:val="libBold2"/>
    <w:rsid w:val="00235071"/>
    <w:rPr>
      <w:rFonts w:ascii="Mangal" w:hAnsi="Mangal" w:cs="Mangal"/>
      <w:b/>
      <w:bCs/>
      <w:color w:val="000000"/>
      <w:sz w:val="26"/>
      <w:szCs w:val="26"/>
    </w:rPr>
  </w:style>
  <w:style w:type="paragraph" w:customStyle="1" w:styleId="libCenterBold1">
    <w:name w:val="libCenterBold1"/>
    <w:basedOn w:val="libBold1"/>
    <w:rsid w:val="00235071"/>
    <w:pPr>
      <w:jc w:val="center"/>
    </w:pPr>
    <w:rPr>
      <w:rFonts w:eastAsia="Times New Roman"/>
      <w:sz w:val="32"/>
      <w:szCs w:val="32"/>
    </w:rPr>
  </w:style>
  <w:style w:type="paragraph" w:customStyle="1" w:styleId="libCenterBold2">
    <w:name w:val="libCenterBold2"/>
    <w:basedOn w:val="libCenterBold1"/>
    <w:rsid w:val="008A5A1E"/>
    <w:rPr>
      <w:sz w:val="28"/>
      <w:szCs w:val="28"/>
    </w:rPr>
  </w:style>
  <w:style w:type="paragraph" w:customStyle="1" w:styleId="libCenter">
    <w:name w:val="libCenter"/>
    <w:basedOn w:val="libCenterBold2"/>
    <w:rsid w:val="00235071"/>
    <w:rPr>
      <w:b w:val="0"/>
      <w:bCs w:val="0"/>
    </w:rPr>
  </w:style>
  <w:style w:type="paragraph" w:customStyle="1" w:styleId="libFootnoteCenter">
    <w:name w:val="libFootnoteCenter"/>
    <w:basedOn w:val="libFootnote"/>
    <w:link w:val="libFootnoteCenterChar"/>
    <w:rsid w:val="00A455D0"/>
    <w:pPr>
      <w:jc w:val="center"/>
    </w:pPr>
    <w:rPr>
      <w:rFonts w:eastAsia="Times New Roman"/>
    </w:rPr>
  </w:style>
  <w:style w:type="character" w:customStyle="1" w:styleId="libFootnoteCenterChar">
    <w:name w:val="libFootnoteCenter Char"/>
    <w:link w:val="libFootnoteCenter"/>
    <w:rsid w:val="00A455D0"/>
    <w:rPr>
      <w:rFonts w:ascii="Mangal" w:eastAsia="Times New Roman" w:hAnsi="Mangal" w:cs="Mangal"/>
      <w:color w:val="000000"/>
      <w:sz w:val="24"/>
      <w:szCs w:val="24"/>
    </w:rPr>
  </w:style>
  <w:style w:type="paragraph" w:customStyle="1" w:styleId="libFootnoteCenterBold">
    <w:name w:val="libFootnoteCenterBold"/>
    <w:basedOn w:val="libFootnoteCenter"/>
    <w:link w:val="libFootnoteCenterBoldChar"/>
    <w:rsid w:val="00A455D0"/>
    <w:rPr>
      <w:b/>
      <w:bCs/>
    </w:rPr>
  </w:style>
  <w:style w:type="character" w:customStyle="1" w:styleId="libFootnoteCenterBoldChar">
    <w:name w:val="libFootnoteCenterBold Char"/>
    <w:link w:val="libFootnoteCenterBold"/>
    <w:rsid w:val="00A455D0"/>
    <w:rPr>
      <w:rFonts w:ascii="Mangal" w:eastAsia="Times New Roman" w:hAnsi="Mangal" w:cs="Mangal"/>
      <w:b/>
      <w:bCs/>
      <w:color w:val="000000"/>
      <w:sz w:val="24"/>
      <w:szCs w:val="24"/>
    </w:rPr>
  </w:style>
  <w:style w:type="paragraph" w:customStyle="1" w:styleId="libFootnoteBold">
    <w:name w:val="libFootnoteBold"/>
    <w:basedOn w:val="libFootnote"/>
    <w:link w:val="libFootnoteBoldChar"/>
    <w:rsid w:val="00A455D0"/>
    <w:rPr>
      <w:b/>
      <w:bCs/>
    </w:rPr>
  </w:style>
  <w:style w:type="character" w:customStyle="1" w:styleId="libFootnoteBoldChar">
    <w:name w:val="libFootnoteBold Char"/>
    <w:link w:val="libFootnoteBold"/>
    <w:rsid w:val="00A455D0"/>
    <w:rPr>
      <w:rFonts w:ascii="Mangal" w:hAnsi="Mangal" w:cs="Mangal"/>
      <w:b/>
      <w:bCs/>
      <w:color w:val="000000"/>
      <w:sz w:val="24"/>
      <w:szCs w:val="24"/>
    </w:rPr>
  </w:style>
  <w:style w:type="paragraph" w:customStyle="1" w:styleId="libFootnoteAie">
    <w:name w:val="libFootnoteAie"/>
    <w:basedOn w:val="libFootnote"/>
    <w:link w:val="libFootnoteAieChar"/>
    <w:rsid w:val="00DD52E9"/>
    <w:rPr>
      <w:rFonts w:cs="Traditional Arabic"/>
      <w:color w:val="008000"/>
      <w:szCs w:val="32"/>
    </w:rPr>
  </w:style>
  <w:style w:type="character" w:customStyle="1" w:styleId="libFootnoteAieChar">
    <w:name w:val="libFootnoteAie Char"/>
    <w:link w:val="libFootnoteAie"/>
    <w:rsid w:val="00DD52E9"/>
    <w:rPr>
      <w:rFonts w:ascii="Mangal" w:hAnsi="Mangal" w:cs="Traditional Arabic"/>
      <w:color w:val="008000"/>
      <w:sz w:val="24"/>
      <w:szCs w:val="32"/>
    </w:rPr>
  </w:style>
  <w:style w:type="paragraph" w:customStyle="1" w:styleId="libFootnoteRight">
    <w:name w:val="libFootnoteRight"/>
    <w:basedOn w:val="libFootnote"/>
    <w:link w:val="libFootnoteRightChar"/>
    <w:rsid w:val="00A455D0"/>
    <w:pPr>
      <w:jc w:val="right"/>
    </w:pPr>
    <w:rPr>
      <w:rFonts w:eastAsia="Times New Roman"/>
    </w:rPr>
  </w:style>
  <w:style w:type="character" w:customStyle="1" w:styleId="libFootnoteRightChar">
    <w:name w:val="libFootnoteRight Char"/>
    <w:link w:val="libFootnoteRight"/>
    <w:rsid w:val="00A455D0"/>
    <w:rPr>
      <w:rFonts w:ascii="Mangal" w:eastAsia="Times New Roman" w:hAnsi="Mangal" w:cs="Mangal"/>
      <w:color w:val="000000"/>
      <w:sz w:val="24"/>
      <w:szCs w:val="24"/>
    </w:rPr>
  </w:style>
  <w:style w:type="paragraph" w:customStyle="1" w:styleId="libFootnoteRightBold">
    <w:name w:val="libFootnoteRightBold"/>
    <w:basedOn w:val="libFootnoteRight"/>
    <w:link w:val="libFootnoteRightBoldChar"/>
    <w:rsid w:val="00A455D0"/>
    <w:rPr>
      <w:b/>
      <w:bCs/>
    </w:rPr>
  </w:style>
  <w:style w:type="character" w:customStyle="1" w:styleId="libFootnoteRightBoldChar">
    <w:name w:val="libFootnoteRightBold Char"/>
    <w:link w:val="libFootnoteRightBold"/>
    <w:rsid w:val="00A455D0"/>
    <w:rPr>
      <w:rFonts w:ascii="Mangal" w:eastAsia="Times New Roman" w:hAnsi="Mangal" w:cs="Mangal"/>
      <w:b/>
      <w:bCs/>
      <w:color w:val="000000"/>
      <w:sz w:val="24"/>
      <w:szCs w:val="24"/>
    </w:rPr>
  </w:style>
  <w:style w:type="paragraph" w:customStyle="1" w:styleId="libRight">
    <w:name w:val="libRight"/>
    <w:basedOn w:val="libNormal"/>
    <w:link w:val="libRightChar"/>
    <w:rsid w:val="00A455D0"/>
    <w:pPr>
      <w:jc w:val="right"/>
    </w:pPr>
  </w:style>
  <w:style w:type="character" w:customStyle="1" w:styleId="libRightChar">
    <w:name w:val="libRight Char"/>
    <w:basedOn w:val="libNormalChar"/>
    <w:link w:val="libRight"/>
    <w:rsid w:val="00A455D0"/>
    <w:rPr>
      <w:rFonts w:ascii="Mangal" w:hAnsi="Mangal" w:cs="Mangal"/>
      <w:color w:val="000000"/>
      <w:sz w:val="28"/>
      <w:szCs w:val="28"/>
    </w:rPr>
  </w:style>
  <w:style w:type="paragraph" w:customStyle="1" w:styleId="libRightBold">
    <w:name w:val="libRightBold"/>
    <w:basedOn w:val="libRight"/>
    <w:link w:val="libRightBoldChar"/>
    <w:rsid w:val="00A455D0"/>
    <w:rPr>
      <w:b/>
      <w:bCs/>
    </w:rPr>
  </w:style>
  <w:style w:type="character" w:customStyle="1" w:styleId="libRightBoldChar">
    <w:name w:val="libRightBold Char"/>
    <w:link w:val="libRightBold"/>
    <w:rsid w:val="00A455D0"/>
    <w:rPr>
      <w:rFonts w:ascii="Mangal" w:hAnsi="Mangal" w:cs="Mangal"/>
      <w:b/>
      <w:bCs/>
      <w:color w:val="000000"/>
      <w:sz w:val="28"/>
      <w:szCs w:val="28"/>
    </w:rPr>
  </w:style>
  <w:style w:type="paragraph" w:customStyle="1" w:styleId="libLine">
    <w:name w:val="libLine"/>
    <w:basedOn w:val="libNormal"/>
    <w:link w:val="libLineChar"/>
    <w:rsid w:val="00A455D0"/>
    <w:pPr>
      <w:ind w:firstLine="0"/>
    </w:pPr>
    <w:rPr>
      <w:rFonts w:eastAsia="Times New Roman"/>
      <w:sz w:val="26"/>
      <w:szCs w:val="26"/>
    </w:rPr>
  </w:style>
  <w:style w:type="character" w:customStyle="1" w:styleId="libLineChar">
    <w:name w:val="libLine Char"/>
    <w:link w:val="libLine"/>
    <w:rsid w:val="00A455D0"/>
    <w:rPr>
      <w:rFonts w:ascii="Mangal" w:eastAsia="Times New Roman" w:hAnsi="Mangal" w:cs="Mangal"/>
      <w:color w:val="000000"/>
      <w:sz w:val="26"/>
      <w:szCs w:val="26"/>
    </w:rPr>
  </w:style>
  <w:style w:type="paragraph" w:customStyle="1" w:styleId="libBoldItalic">
    <w:name w:val="libBoldItalic"/>
    <w:basedOn w:val="libNormal"/>
    <w:link w:val="libBoldItalicChar"/>
    <w:rsid w:val="0028663A"/>
    <w:rPr>
      <w:b/>
      <w:bCs/>
      <w:i/>
      <w:iCs/>
    </w:rPr>
  </w:style>
  <w:style w:type="character" w:customStyle="1" w:styleId="libBoldItalicChar">
    <w:name w:val="libBoldItalic Char"/>
    <w:link w:val="libBoldItalic"/>
    <w:rsid w:val="0028663A"/>
    <w:rPr>
      <w:rFonts w:ascii="Mangal" w:hAnsi="Mangal" w:cs="Mangal"/>
      <w:b/>
      <w:bCs/>
      <w:i/>
      <w:iCs/>
      <w:color w:val="000000"/>
      <w:sz w:val="28"/>
      <w:szCs w:val="28"/>
    </w:rPr>
  </w:style>
  <w:style w:type="paragraph" w:customStyle="1" w:styleId="libFootnoteNum">
    <w:name w:val="libFootnoteNum"/>
    <w:basedOn w:val="libNormal"/>
    <w:link w:val="libFootnoteNumChar"/>
    <w:rsid w:val="00235071"/>
    <w:rPr>
      <w:color w:val="C00000"/>
      <w:sz w:val="24"/>
      <w:szCs w:val="24"/>
      <w:vertAlign w:val="superscript"/>
    </w:rPr>
  </w:style>
  <w:style w:type="character" w:customStyle="1" w:styleId="libFootnoteNumChar">
    <w:name w:val="libFootnoteNum Char"/>
    <w:link w:val="libFootnoteNum"/>
    <w:rsid w:val="00235071"/>
    <w:rPr>
      <w:rFonts w:ascii="Mangal" w:hAnsi="Mangal" w:cs="Mangal"/>
      <w:color w:val="C00000"/>
      <w:sz w:val="24"/>
      <w:szCs w:val="24"/>
      <w:vertAlign w:val="superscript"/>
    </w:rPr>
  </w:style>
  <w:style w:type="paragraph" w:customStyle="1" w:styleId="libAlaem">
    <w:name w:val="libAlaem"/>
    <w:basedOn w:val="libNormal"/>
    <w:link w:val="libAlaemChar"/>
    <w:rsid w:val="00235071"/>
    <w:rPr>
      <w:rFonts w:ascii="Times New Roman" w:hAnsi="Times New Roman"/>
    </w:rPr>
  </w:style>
  <w:style w:type="character" w:customStyle="1" w:styleId="libAlaemChar">
    <w:name w:val="libAlaem Char"/>
    <w:link w:val="libAlaem"/>
    <w:rsid w:val="00235071"/>
    <w:rPr>
      <w:rFonts w:ascii="Times New Roman" w:hAnsi="Times New Roman" w:cs="Times New Roman"/>
      <w:color w:val="000000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8B7801"/>
    <w:pPr>
      <w:tabs>
        <w:tab w:val="center" w:pos="4513"/>
        <w:tab w:val="right" w:pos="9026"/>
      </w:tabs>
      <w:spacing w:after="0" w:line="240" w:lineRule="auto"/>
    </w:pPr>
    <w:rPr>
      <w:rFonts w:cs="Times New Roman"/>
      <w:sz w:val="22"/>
      <w:szCs w:val="22"/>
    </w:rPr>
  </w:style>
  <w:style w:type="character" w:customStyle="1" w:styleId="HeaderChar">
    <w:name w:val="Header Char"/>
    <w:link w:val="Header"/>
    <w:uiPriority w:val="99"/>
    <w:rsid w:val="008B7801"/>
    <w:rPr>
      <w:rFonts w:ascii="Calibri" w:eastAsia="Calibri" w:hAnsi="Calibri"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B7801"/>
    <w:pPr>
      <w:tabs>
        <w:tab w:val="center" w:pos="4513"/>
        <w:tab w:val="right" w:pos="9026"/>
      </w:tabs>
      <w:spacing w:after="0" w:line="240" w:lineRule="auto"/>
    </w:pPr>
    <w:rPr>
      <w:rFonts w:cs="Times New Roman"/>
      <w:sz w:val="22"/>
      <w:szCs w:val="22"/>
    </w:rPr>
  </w:style>
  <w:style w:type="character" w:customStyle="1" w:styleId="FooterChar">
    <w:name w:val="Footer Char"/>
    <w:link w:val="Footer"/>
    <w:uiPriority w:val="99"/>
    <w:rsid w:val="008B7801"/>
    <w:rPr>
      <w:rFonts w:ascii="Calibri" w:eastAsia="Calibri" w:hAnsi="Calibri" w:cs="Times New Roman"/>
      <w:sz w:val="22"/>
      <w:szCs w:val="22"/>
    </w:rPr>
  </w:style>
  <w:style w:type="character" w:styleId="Hyperlink">
    <w:name w:val="Hyperlink"/>
    <w:uiPriority w:val="99"/>
    <w:rsid w:val="00776659"/>
    <w:rPr>
      <w:rFonts w:ascii="SolaimanLipi" w:hAnsi="SolaimanLipi" w:cs="SolaimanLipi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7385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A7385"/>
    <w:rPr>
      <w:rFonts w:ascii="Tahoma" w:eastAsia="Calibri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FD2E0A"/>
    <w:pPr>
      <w:spacing w:before="480" w:line="276" w:lineRule="auto"/>
      <w:ind w:firstLine="0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TOC1">
    <w:name w:val="toc 1"/>
    <w:basedOn w:val="libNormal"/>
    <w:next w:val="Normal"/>
    <w:autoRedefine/>
    <w:uiPriority w:val="39"/>
    <w:unhideWhenUsed/>
    <w:qFormat/>
    <w:rsid w:val="0077665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FD2E0A"/>
    <w:pPr>
      <w:spacing w:after="100"/>
      <w:ind w:left="220"/>
    </w:pPr>
    <w:rPr>
      <w:rFonts w:eastAsia="Times New Roman"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FD2E0A"/>
    <w:pPr>
      <w:spacing w:after="100"/>
      <w:ind w:left="440"/>
    </w:pPr>
    <w:rPr>
      <w:rFonts w:eastAsia="Times New Roman"/>
      <w:sz w:val="22"/>
      <w:szCs w:val="22"/>
    </w:rPr>
  </w:style>
  <w:style w:type="paragraph" w:customStyle="1" w:styleId="libTitr1">
    <w:name w:val="libTitr1"/>
    <w:basedOn w:val="libCenterBold1"/>
    <w:rsid w:val="00776659"/>
    <w:rPr>
      <w:sz w:val="56"/>
      <w:szCs w:val="56"/>
    </w:rPr>
  </w:style>
  <w:style w:type="paragraph" w:styleId="TOC4">
    <w:name w:val="toc 4"/>
    <w:basedOn w:val="Normal"/>
    <w:next w:val="Normal"/>
    <w:autoRedefine/>
    <w:uiPriority w:val="39"/>
    <w:unhideWhenUsed/>
    <w:rsid w:val="006C230E"/>
    <w:pPr>
      <w:spacing w:after="100"/>
      <w:ind w:left="660"/>
    </w:pPr>
    <w:rPr>
      <w:rFonts w:eastAsia="Times New Roman"/>
      <w:sz w:val="22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6C230E"/>
    <w:pPr>
      <w:spacing w:after="100"/>
      <w:ind w:left="880"/>
    </w:pPr>
    <w:rPr>
      <w:rFonts w:eastAsia="Times New Roman"/>
      <w:sz w:val="22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6C230E"/>
    <w:pPr>
      <w:spacing w:after="100"/>
      <w:ind w:left="1100"/>
    </w:pPr>
    <w:rPr>
      <w:rFonts w:eastAsia="Times New Roman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6C230E"/>
    <w:pPr>
      <w:spacing w:after="100"/>
      <w:ind w:left="1320"/>
    </w:pPr>
    <w:rPr>
      <w:rFonts w:eastAsia="Times New Roman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6C230E"/>
    <w:pPr>
      <w:spacing w:after="100"/>
      <w:ind w:left="1540"/>
    </w:pPr>
    <w:rPr>
      <w:rFonts w:eastAsia="Times New Roman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6C230E"/>
    <w:pPr>
      <w:spacing w:after="100"/>
      <w:ind w:left="1760"/>
    </w:pPr>
    <w:rPr>
      <w:rFonts w:eastAsia="Times New Roman"/>
      <w:sz w:val="22"/>
      <w:szCs w:val="22"/>
    </w:rPr>
  </w:style>
  <w:style w:type="paragraph" w:customStyle="1" w:styleId="libNotice">
    <w:name w:val="libNotice"/>
    <w:basedOn w:val="libNormal"/>
    <w:link w:val="libNoticeChar"/>
    <w:qFormat/>
    <w:rsid w:val="006B240B"/>
    <w:rPr>
      <w:color w:val="FF0000"/>
      <w:szCs w:val="32"/>
    </w:rPr>
  </w:style>
  <w:style w:type="character" w:customStyle="1" w:styleId="libNoticeChar">
    <w:name w:val="libNotice Char"/>
    <w:basedOn w:val="libNormalChar"/>
    <w:link w:val="libNotice"/>
    <w:rsid w:val="006B240B"/>
    <w:rPr>
      <w:color w:val="FF0000"/>
      <w:szCs w:val="32"/>
    </w:rPr>
  </w:style>
  <w:style w:type="paragraph" w:customStyle="1" w:styleId="libTitr2">
    <w:name w:val="libTitr2"/>
    <w:basedOn w:val="libTitr1"/>
    <w:rsid w:val="00DD7EF1"/>
    <w:rPr>
      <w:sz w:val="44"/>
      <w:szCs w:val="44"/>
    </w:rPr>
  </w:style>
  <w:style w:type="paragraph" w:customStyle="1" w:styleId="libCenterTitr">
    <w:name w:val="libCenterTitr"/>
    <w:basedOn w:val="libCenterBold1"/>
    <w:rsid w:val="006B240B"/>
    <w:rPr>
      <w:sz w:val="56"/>
      <w:szCs w:val="56"/>
    </w:rPr>
  </w:style>
  <w:style w:type="paragraph" w:customStyle="1" w:styleId="libPoem">
    <w:name w:val="libPoem"/>
    <w:basedOn w:val="libNormal"/>
    <w:qFormat/>
    <w:rsid w:val="006B240B"/>
    <w:pPr>
      <w:jc w:val="center"/>
    </w:pPr>
    <w:rPr>
      <w:lang w:bidi="hi-IN"/>
    </w:rPr>
  </w:style>
  <w:style w:type="paragraph" w:customStyle="1" w:styleId="libcenterbold10">
    <w:name w:val="libcenterbold1"/>
    <w:basedOn w:val="Normal"/>
    <w:rsid w:val="006B2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bfootnote00">
    <w:name w:val="libfootnote0"/>
    <w:basedOn w:val="Normal"/>
    <w:rsid w:val="006B2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bnotice0">
    <w:name w:val="libnotice"/>
    <w:basedOn w:val="Normal"/>
    <w:rsid w:val="006B2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qavi\Desktop\hindi_templ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F6A631-D0A8-4EE6-8581-E38DD41AC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hindi_templet</Template>
  <TotalTime>2</TotalTime>
  <Pages>352</Pages>
  <Words>56490</Words>
  <Characters>321993</Characters>
  <Application>Microsoft Office Word</Application>
  <DocSecurity>0</DocSecurity>
  <Lines>2683</Lines>
  <Paragraphs>755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 Defenition</Company>
  <LinksUpToDate>false</LinksUpToDate>
  <CharactersWithSpaces>377728</CharactersWithSpaces>
  <SharedDoc>false</SharedDoc>
  <HLinks>
    <vt:vector size="486" baseType="variant">
      <vt:variant>
        <vt:i4>1245232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_Toc442215770</vt:lpwstr>
      </vt:variant>
      <vt:variant>
        <vt:i4>1179696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_Toc442215769</vt:lpwstr>
      </vt:variant>
      <vt:variant>
        <vt:i4>1179696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_Toc442215768</vt:lpwstr>
      </vt:variant>
      <vt:variant>
        <vt:i4>1179696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_Toc442215767</vt:lpwstr>
      </vt:variant>
      <vt:variant>
        <vt:i4>1179696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_Toc442215766</vt:lpwstr>
      </vt:variant>
      <vt:variant>
        <vt:i4>1179696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_Toc442215765</vt:lpwstr>
      </vt:variant>
      <vt:variant>
        <vt:i4>1179696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_Toc442215764</vt:lpwstr>
      </vt:variant>
      <vt:variant>
        <vt:i4>1179696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_Toc442215763</vt:lpwstr>
      </vt:variant>
      <vt:variant>
        <vt:i4>1179696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_Toc442215762</vt:lpwstr>
      </vt:variant>
      <vt:variant>
        <vt:i4>1179696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_Toc442215761</vt:lpwstr>
      </vt:variant>
      <vt:variant>
        <vt:i4>1179696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_Toc442215760</vt:lpwstr>
      </vt:variant>
      <vt:variant>
        <vt:i4>1114160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_Toc442215759</vt:lpwstr>
      </vt:variant>
      <vt:variant>
        <vt:i4>1114160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_Toc442215758</vt:lpwstr>
      </vt:variant>
      <vt:variant>
        <vt:i4>1114160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_Toc442215757</vt:lpwstr>
      </vt:variant>
      <vt:variant>
        <vt:i4>1114160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_Toc442215756</vt:lpwstr>
      </vt:variant>
      <vt:variant>
        <vt:i4>1114160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_Toc442215755</vt:lpwstr>
      </vt:variant>
      <vt:variant>
        <vt:i4>1114160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_Toc442215754</vt:lpwstr>
      </vt:variant>
      <vt:variant>
        <vt:i4>1114160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_Toc442215753</vt:lpwstr>
      </vt:variant>
      <vt:variant>
        <vt:i4>1114160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_Toc442215752</vt:lpwstr>
      </vt:variant>
      <vt:variant>
        <vt:i4>1114160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_Toc442215751</vt:lpwstr>
      </vt:variant>
      <vt:variant>
        <vt:i4>1114160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_Toc442215750</vt:lpwstr>
      </vt:variant>
      <vt:variant>
        <vt:i4>1048624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_Toc442215749</vt:lpwstr>
      </vt:variant>
      <vt:variant>
        <vt:i4>1048624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_Toc442215748</vt:lpwstr>
      </vt:variant>
      <vt:variant>
        <vt:i4>1048624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_Toc442215747</vt:lpwstr>
      </vt:variant>
      <vt:variant>
        <vt:i4>1048624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_Toc442215746</vt:lpwstr>
      </vt:variant>
      <vt:variant>
        <vt:i4>1048624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_Toc442215745</vt:lpwstr>
      </vt:variant>
      <vt:variant>
        <vt:i4>1048624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_Toc442215744</vt:lpwstr>
      </vt:variant>
      <vt:variant>
        <vt:i4>1048624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_Toc442215743</vt:lpwstr>
      </vt:variant>
      <vt:variant>
        <vt:i4>1048624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_Toc442215742</vt:lpwstr>
      </vt:variant>
      <vt:variant>
        <vt:i4>1048624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_Toc442215741</vt:lpwstr>
      </vt:variant>
      <vt:variant>
        <vt:i4>1048624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_Toc442215740</vt:lpwstr>
      </vt:variant>
      <vt:variant>
        <vt:i4>1507376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_Toc442215739</vt:lpwstr>
      </vt:variant>
      <vt:variant>
        <vt:i4>1507376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_Toc442215738</vt:lpwstr>
      </vt:variant>
      <vt:variant>
        <vt:i4>1507376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_Toc442215737</vt:lpwstr>
      </vt:variant>
      <vt:variant>
        <vt:i4>1507376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_Toc442215736</vt:lpwstr>
      </vt:variant>
      <vt:variant>
        <vt:i4>1507376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_Toc442215735</vt:lpwstr>
      </vt:variant>
      <vt:variant>
        <vt:i4>1507376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_Toc442215734</vt:lpwstr>
      </vt:variant>
      <vt:variant>
        <vt:i4>1507376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_Toc442215733</vt:lpwstr>
      </vt:variant>
      <vt:variant>
        <vt:i4>1507376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_Toc442215732</vt:lpwstr>
      </vt:variant>
      <vt:variant>
        <vt:i4>1507376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_Toc442215731</vt:lpwstr>
      </vt:variant>
      <vt:variant>
        <vt:i4>1507376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_Toc442215730</vt:lpwstr>
      </vt:variant>
      <vt:variant>
        <vt:i4>1441840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_Toc442215729</vt:lpwstr>
      </vt:variant>
      <vt:variant>
        <vt:i4>1441840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_Toc442215728</vt:lpwstr>
      </vt:variant>
      <vt:variant>
        <vt:i4>1441840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_Toc442215727</vt:lpwstr>
      </vt:variant>
      <vt:variant>
        <vt:i4>1441840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_Toc442215726</vt:lpwstr>
      </vt:variant>
      <vt:variant>
        <vt:i4>1441840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_Toc442215725</vt:lpwstr>
      </vt:variant>
      <vt:variant>
        <vt:i4>1441840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_Toc442215724</vt:lpwstr>
      </vt:variant>
      <vt:variant>
        <vt:i4>1441840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_Toc442215723</vt:lpwstr>
      </vt:variant>
      <vt:variant>
        <vt:i4>1441840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_Toc442215722</vt:lpwstr>
      </vt:variant>
      <vt:variant>
        <vt:i4>1441840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_Toc442215721</vt:lpwstr>
      </vt:variant>
      <vt:variant>
        <vt:i4>1441840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_Toc442215720</vt:lpwstr>
      </vt:variant>
      <vt:variant>
        <vt:i4>1376304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_Toc442215719</vt:lpwstr>
      </vt:variant>
      <vt:variant>
        <vt:i4>1376304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_Toc442215718</vt:lpwstr>
      </vt:variant>
      <vt:variant>
        <vt:i4>1376304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_Toc442215717</vt:lpwstr>
      </vt:variant>
      <vt:variant>
        <vt:i4>1376304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_Toc442215716</vt:lpwstr>
      </vt:variant>
      <vt:variant>
        <vt:i4>1376304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_Toc442215715</vt:lpwstr>
      </vt:variant>
      <vt:variant>
        <vt:i4>1376304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_Toc442215714</vt:lpwstr>
      </vt:variant>
      <vt:variant>
        <vt:i4>1376304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_Toc442215713</vt:lpwstr>
      </vt:variant>
      <vt:variant>
        <vt:i4>1376304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_Toc442215712</vt:lpwstr>
      </vt:variant>
      <vt:variant>
        <vt:i4>1376304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_Toc442215711</vt:lpwstr>
      </vt:variant>
      <vt:variant>
        <vt:i4>1376304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_Toc442215710</vt:lpwstr>
      </vt:variant>
      <vt:variant>
        <vt:i4>1310768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_Toc442215709</vt:lpwstr>
      </vt:variant>
      <vt:variant>
        <vt:i4>1310768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_Toc442215708</vt:lpwstr>
      </vt:variant>
      <vt:variant>
        <vt:i4>1310768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_Toc442215707</vt:lpwstr>
      </vt:variant>
      <vt:variant>
        <vt:i4>1310768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_Toc442215706</vt:lpwstr>
      </vt:variant>
      <vt:variant>
        <vt:i4>1310768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_Toc442215705</vt:lpwstr>
      </vt:variant>
      <vt:variant>
        <vt:i4>1310768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_Toc442215704</vt:lpwstr>
      </vt:variant>
      <vt:variant>
        <vt:i4>1310768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_Toc442215703</vt:lpwstr>
      </vt:variant>
      <vt:variant>
        <vt:i4>1310768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_Toc442215702</vt:lpwstr>
      </vt:variant>
      <vt:variant>
        <vt:i4>1310768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_Toc442215701</vt:lpwstr>
      </vt:variant>
      <vt:variant>
        <vt:i4>1310768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_Toc442215700</vt:lpwstr>
      </vt:variant>
      <vt:variant>
        <vt:i4>1900593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_Toc442215699</vt:lpwstr>
      </vt:variant>
      <vt:variant>
        <vt:i4>1900593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_Toc442215698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_Toc442215697</vt:lpwstr>
      </vt:variant>
      <vt:variant>
        <vt:i4>1900593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_Toc442215696</vt:lpwstr>
      </vt:variant>
      <vt:variant>
        <vt:i4>1900593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_Toc442215695</vt:lpwstr>
      </vt:variant>
      <vt:variant>
        <vt:i4>1900593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_Toc442215694</vt:lpwstr>
      </vt:variant>
      <vt:variant>
        <vt:i4>1900593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_Toc442215693</vt:lpwstr>
      </vt:variant>
      <vt:variant>
        <vt:i4>1900593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_Toc442215692</vt:lpwstr>
      </vt:variant>
      <vt:variant>
        <vt:i4>1900593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_Toc442215691</vt:lpwstr>
      </vt:variant>
      <vt:variant>
        <vt:i4>1900593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_Toc442215690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2016-11-21T11:54:00Z</cp:lastPrinted>
  <dcterms:created xsi:type="dcterms:W3CDTF">2017-12-14T08:09:00Z</dcterms:created>
  <dcterms:modified xsi:type="dcterms:W3CDTF">2017-12-14T08:09:00Z</dcterms:modified>
</cp:coreProperties>
</file>