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DF" w:rsidRDefault="00A86EDF" w:rsidP="00A86EDF">
      <w:pPr>
        <w:pStyle w:val="Heading1Center"/>
      </w:pPr>
      <w:bookmarkStart w:id="0" w:name="_Toc429907656"/>
      <w:bookmarkStart w:id="1" w:name="_Toc429908233"/>
      <w:bookmarkStart w:id="2" w:name="_Toc429908271"/>
      <w:bookmarkStart w:id="3" w:name="_Toc429909342"/>
      <w:bookmarkStart w:id="4" w:name="_Toc455924315"/>
      <w:r w:rsidRPr="00A86EDF">
        <w:rPr>
          <w:rFonts w:ascii="Mangal" w:hAnsi="Mangal" w:cs="Mangal" w:hint="cs"/>
          <w:cs/>
        </w:rPr>
        <w:t>फ़िरक़</w:t>
      </w:r>
      <w:r>
        <w:rPr>
          <w:cs/>
        </w:rPr>
        <w:t xml:space="preserve"> </w:t>
      </w:r>
      <w:r w:rsidRPr="00A86EDF">
        <w:rPr>
          <w:rFonts w:ascii="Mangal" w:hAnsi="Mangal" w:cs="Mangal" w:hint="cs"/>
          <w:cs/>
        </w:rPr>
        <w:t>ए</w:t>
      </w:r>
      <w:r>
        <w:rPr>
          <w:cs/>
        </w:rPr>
        <w:t xml:space="preserve"> </w:t>
      </w:r>
      <w:r w:rsidRPr="00A86EDF">
        <w:rPr>
          <w:rFonts w:ascii="Mangal" w:hAnsi="Mangal" w:cs="Mangal" w:hint="cs"/>
          <w:cs/>
        </w:rPr>
        <w:t>इमामिया</w:t>
      </w:r>
      <w:r>
        <w:rPr>
          <w:cs/>
        </w:rPr>
        <w:t xml:space="preserve"> </w:t>
      </w:r>
      <w:r w:rsidRPr="00A86EDF">
        <w:rPr>
          <w:rFonts w:ascii="Mangal" w:hAnsi="Mangal" w:cs="Mangal" w:hint="cs"/>
          <w:cs/>
        </w:rPr>
        <w:t>जाफ़रिया</w:t>
      </w:r>
      <w:bookmarkEnd w:id="0"/>
      <w:bookmarkEnd w:id="1"/>
      <w:bookmarkEnd w:id="2"/>
      <w:bookmarkEnd w:id="3"/>
      <w:bookmarkEnd w:id="4"/>
    </w:p>
    <w:p w:rsidR="00093781" w:rsidRDefault="00093781" w:rsidP="00D92677">
      <w:pPr>
        <w:pStyle w:val="libCenter"/>
      </w:pPr>
      <w:r w:rsidRPr="00A86EDF">
        <w:rPr>
          <w:rFonts w:cs="Mangal" w:hint="cs"/>
          <w:cs/>
        </w:rPr>
        <w:t>लेखक</w:t>
      </w:r>
      <w:r>
        <w:rPr>
          <w:cs/>
          <w:lang w:bidi="hi-IN"/>
        </w:rPr>
        <w:t xml:space="preserve">: </w:t>
      </w:r>
      <w:r w:rsidRPr="00A86EDF">
        <w:rPr>
          <w:rFonts w:cs="Mangal" w:hint="cs"/>
          <w:cs/>
        </w:rPr>
        <w:t>हुज्जतुल</w:t>
      </w:r>
      <w:r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इस्लाम</w:t>
      </w:r>
      <w:r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वल</w:t>
      </w:r>
      <w:r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मुसलेमीन</w:t>
      </w:r>
      <w:r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शेख़</w:t>
      </w:r>
      <w:r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जाफ़र</w:t>
      </w:r>
      <w:r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</w:t>
      </w:r>
      <w:r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हादी</w:t>
      </w:r>
    </w:p>
    <w:p w:rsidR="00093781" w:rsidRPr="00A86EDF" w:rsidRDefault="004D2A1A" w:rsidP="00D92677">
      <w:pPr>
        <w:pStyle w:val="libCenter"/>
        <w:rPr>
          <w:cs/>
        </w:rPr>
      </w:pPr>
      <w:r w:rsidRPr="00A86EDF">
        <w:rPr>
          <w:rFonts w:cs="Mangal" w:hint="cs"/>
          <w:cs/>
        </w:rPr>
        <w:t>अलहसनैन</w:t>
      </w:r>
      <w:r w:rsidRPr="00A86EDF">
        <w:rPr>
          <w:rFonts w:hint="cs"/>
          <w:cs/>
        </w:rPr>
        <w:t xml:space="preserve"> </w:t>
      </w:r>
      <w:r w:rsidRPr="00A86EDF">
        <w:rPr>
          <w:rFonts w:cs="Mangal" w:hint="cs"/>
          <w:cs/>
        </w:rPr>
        <w:t>इस्लामी</w:t>
      </w:r>
      <w:r w:rsidRPr="00A86EDF">
        <w:rPr>
          <w:rFonts w:hint="cs"/>
          <w:cs/>
        </w:rPr>
        <w:t xml:space="preserve"> </w:t>
      </w:r>
      <w:r w:rsidRPr="00A86EDF">
        <w:rPr>
          <w:rFonts w:cs="Mangal" w:hint="cs"/>
          <w:cs/>
        </w:rPr>
        <w:t>ने</w:t>
      </w:r>
      <w:r w:rsidR="00093781" w:rsidRPr="00A86EDF">
        <w:rPr>
          <w:rFonts w:cs="Mangal" w:hint="cs"/>
          <w:cs/>
        </w:rPr>
        <w:t>टवर्क</w:t>
      </w:r>
    </w:p>
    <w:p w:rsidR="00093781" w:rsidRDefault="00093781" w:rsidP="00D92677">
      <w:pPr>
        <w:pStyle w:val="libNormal"/>
      </w:pPr>
    </w:p>
    <w:p w:rsidR="00A86EDF" w:rsidRDefault="00A86EDF">
      <w:pPr>
        <w:spacing w:after="0" w:line="240" w:lineRule="auto"/>
        <w:rPr>
          <w:rStyle w:val="Heading1Char"/>
          <w:rFonts w:eastAsia="Calibri"/>
          <w:rtl/>
          <w:cs/>
        </w:rPr>
      </w:pPr>
      <w:bookmarkStart w:id="5" w:name="_Toc429907691"/>
      <w:bookmarkStart w:id="6" w:name="_Toc429908268"/>
      <w:bookmarkStart w:id="7" w:name="_Toc429908306"/>
      <w:bookmarkStart w:id="8" w:name="_Toc429909377"/>
      <w:r>
        <w:rPr>
          <w:rStyle w:val="Heading1Char"/>
          <w:rFonts w:eastAsia="Calibri" w:cs="Times New Roman"/>
          <w:rtl/>
        </w:rPr>
        <w:br w:type="page"/>
      </w:r>
    </w:p>
    <w:p w:rsidR="004D2A1A" w:rsidRPr="00690D9C" w:rsidRDefault="004D2A1A" w:rsidP="004D2A1A">
      <w:pPr>
        <w:pStyle w:val="libNormal"/>
      </w:pPr>
      <w:bookmarkStart w:id="9" w:name="_Toc455924316"/>
      <w:r w:rsidRPr="004D2A1A">
        <w:rPr>
          <w:rStyle w:val="Heading1Char"/>
          <w:rFonts w:eastAsia="Calibri"/>
          <w:rtl/>
          <w:cs/>
        </w:rPr>
        <w:lastRenderedPageBreak/>
        <w:t>1</w:t>
      </w:r>
      <w:bookmarkEnd w:id="9"/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दौरे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हाज़िर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बड़ा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तक़रीबन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चौथाई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जड़ें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सदरे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शुरु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बय्यनह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थी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إِنَّ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آمَنُوا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وَعَمِلُوا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الصَّالِحَاتِ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أُولَـٰئِكَ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هُمْ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خَيْرُ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الْبَرِيَّةِ</w:t>
      </w:r>
    </w:p>
    <w:p w:rsidR="004D2A1A" w:rsidRPr="00690D9C" w:rsidRDefault="004D2A1A" w:rsidP="00615F04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बय्यना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7)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सालेह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बेहतरीने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मख़लूक़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असहाब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615F04" w:rsidRDefault="004D2A1A" w:rsidP="00615F04">
      <w:pPr>
        <w:pStyle w:val="libNormal"/>
        <w:rPr>
          <w:lang w:bidi="hi-IN"/>
        </w:rPr>
      </w:pPr>
      <w:r w:rsidRPr="00690D9C">
        <w:rPr>
          <w:cs/>
          <w:lang w:bidi="hi-IN"/>
        </w:rPr>
        <w:t>(</w:t>
      </w:r>
      <w:r w:rsidRPr="006D24D8">
        <w:rPr>
          <w:rFonts w:hint="cs"/>
          <w:rtl/>
        </w:rPr>
        <w:t>یا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علی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انت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شیعتک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خیر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البریہ</w:t>
      </w:r>
      <w:r w:rsidRPr="00690D9C">
        <w:rPr>
          <w:cs/>
          <w:lang w:bidi="hi-IN"/>
        </w:rPr>
        <w:t>)</w:t>
      </w:r>
    </w:p>
    <w:p w:rsidR="004D2A1A" w:rsidRPr="00690D9C" w:rsidRDefault="00615F04" w:rsidP="00615F04">
      <w:pPr>
        <w:pStyle w:val="libNormal"/>
      </w:pPr>
      <w:r w:rsidRPr="00690D9C">
        <w:rPr>
          <w:rFonts w:hint="cs"/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ऐ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अली</w:t>
      </w:r>
      <w:r w:rsidR="004D2A1A" w:rsidRPr="00690D9C">
        <w:t xml:space="preserve">, </w:t>
      </w:r>
      <w:r w:rsidR="004D2A1A" w:rsidRPr="00690D9C">
        <w:rPr>
          <w:rFonts w:cs="Mangal" w:hint="cs"/>
          <w:cs/>
          <w:lang w:bidi="hi-IN"/>
        </w:rPr>
        <w:t>तुम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और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तुम्हारे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शिया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बेहतरीने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मख़लूक़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615F04">
      <w:pPr>
        <w:pStyle w:val="libFootnote0"/>
      </w:pPr>
      <w:r w:rsidRPr="00A86EDF">
        <w:rPr>
          <w:rFonts w:cs="Mangal" w:hint="cs"/>
          <w:cs/>
        </w:rPr>
        <w:t>इस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तफ़सीर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ज़ैल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तफ़सीरे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तबरी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जामेउल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बयान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A86EDF">
        <w:rPr>
          <w:rFonts w:cs="Mangal" w:hint="cs"/>
          <w:cs/>
        </w:rPr>
        <w:t>दुर्रे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मंसूर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तालीफ़</w:t>
      </w:r>
      <w:r w:rsidRPr="00690D9C">
        <w:t xml:space="preserve">, </w:t>
      </w:r>
      <w:r w:rsidRPr="00A86EDF">
        <w:rPr>
          <w:rFonts w:cs="Mangal" w:hint="cs"/>
          <w:cs/>
        </w:rPr>
        <w:t>अल्लामा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जलालुद्दीन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सुयुती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शाफ़ेई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A86EDF">
        <w:rPr>
          <w:rFonts w:cs="Mangal" w:hint="cs"/>
          <w:cs/>
        </w:rPr>
        <w:t>तफ़सीरे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रुहुल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मआनी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तालीफ़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आलूसी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बग़दादी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शाफ़ेई।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सादिक़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पैरोकोर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0" w:name="_Toc455924317"/>
      <w:r w:rsidRPr="004D2A1A">
        <w:rPr>
          <w:rStyle w:val="Heading1Char"/>
          <w:rFonts w:eastAsia="Calibri"/>
          <w:rtl/>
          <w:cs/>
        </w:rPr>
        <w:t>2</w:t>
      </w:r>
      <w:r w:rsidRPr="004D2A1A">
        <w:rPr>
          <w:rStyle w:val="Heading1Char"/>
          <w:rFonts w:eastAsia="Calibri"/>
          <w:cs/>
        </w:rPr>
        <w:t>.</w:t>
      </w:r>
      <w:bookmarkEnd w:id="10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ईरान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इराक़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पाकिस्तान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हिन्दुस्तान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खाड़ी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देशों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तुर्की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सीरिया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शाम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लेबनान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रूस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देशों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यूरोपी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मुल्कों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इँगलैंड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फ़्रास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जर्मनी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अमेरिका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अफ़्रीक़ा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मुमालिक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मशरिक़ी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फ़ैला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मस्जिदें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सक़ाफ़ती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मराकिज़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1" w:name="_Toc455924318"/>
      <w:r w:rsidRPr="004D2A1A">
        <w:rPr>
          <w:rStyle w:val="Heading1Char"/>
          <w:rFonts w:eastAsia="Calibri"/>
          <w:rtl/>
          <w:cs/>
        </w:rPr>
        <w:t>3</w:t>
      </w:r>
      <w:r w:rsidRPr="004D2A1A">
        <w:rPr>
          <w:rStyle w:val="Heading1Char"/>
          <w:rFonts w:eastAsia="Calibri"/>
          <w:cs/>
        </w:rPr>
        <w:t>.</w:t>
      </w:r>
      <w:bookmarkEnd w:id="11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मुल्कों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क़ौमों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रंग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ताअल्लुक़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बावजूद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प्यार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मुहब्बत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सच्चे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इख़लास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तआवुन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D24D8">
        <w:rPr>
          <w:rFonts w:hint="cs"/>
          <w:rtl/>
        </w:rPr>
        <w:t>إِنَّمَا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الْمُؤْمِنُونَ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إِخْوَةٌ</w:t>
      </w:r>
      <w:r w:rsidRPr="00690D9C">
        <w:rPr>
          <w:cs/>
          <w:lang w:bidi="hi-IN"/>
        </w:rPr>
        <w:t xml:space="preserve"> </w:t>
      </w:r>
    </w:p>
    <w:p w:rsidR="00615F04" w:rsidRPr="00690D9C" w:rsidRDefault="00615F04" w:rsidP="00615F04">
      <w:pPr>
        <w:pStyle w:val="libNormal"/>
      </w:pPr>
      <w:r w:rsidRPr="00690D9C">
        <w:rPr>
          <w:rFonts w:cs="Mangal" w:hint="cs"/>
          <w:cs/>
          <w:lang w:bidi="hi-IN"/>
        </w:rPr>
        <w:t>मोमिनीन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>(</w:t>
      </w:r>
      <w:r w:rsidRPr="00690D9C">
        <w:rPr>
          <w:rFonts w:cs="Mangal"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हुजरात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10)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615F04">
      <w:pPr>
        <w:pStyle w:val="libNormal"/>
      </w:pP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وَتَعَاوَنُوا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عَلَى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الْبِرِّ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وَالتَّقْوَىٰ</w:t>
      </w:r>
      <w:r w:rsidRPr="00690D9C">
        <w:rPr>
          <w:rtl/>
        </w:rPr>
        <w:t xml:space="preserve"> </w:t>
      </w:r>
    </w:p>
    <w:p w:rsidR="004D2A1A" w:rsidRPr="00690D9C" w:rsidRDefault="00615F04" w:rsidP="00615F04">
      <w:pPr>
        <w:pStyle w:val="libNormal"/>
      </w:pPr>
      <w:r w:rsidRPr="00690D9C">
        <w:rPr>
          <w:rFonts w:cs="Mangal" w:hint="cs"/>
          <w:cs/>
          <w:lang w:bidi="hi-IN"/>
        </w:rPr>
        <w:t>नेकी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तक़वा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करो।</w:t>
      </w:r>
    </w:p>
    <w:p w:rsidR="004D2A1A" w:rsidRPr="00690D9C" w:rsidRDefault="00615F04" w:rsidP="004D2A1A">
      <w:pPr>
        <w:pStyle w:val="libNormal"/>
      </w:pPr>
      <w:r w:rsidRPr="00690D9C">
        <w:rPr>
          <w:cs/>
          <w:lang w:bidi="hi-IN"/>
        </w:rPr>
        <w:t xml:space="preserve"> </w:t>
      </w:r>
      <w:r w:rsidR="004D2A1A" w:rsidRPr="00690D9C">
        <w:rPr>
          <w:cs/>
          <w:lang w:bidi="hi-IN"/>
        </w:rPr>
        <w:t>(</w:t>
      </w:r>
      <w:r w:rsidR="004D2A1A" w:rsidRPr="00690D9C">
        <w:rPr>
          <w:rFonts w:cs="Mangal" w:hint="cs"/>
          <w:cs/>
          <w:lang w:bidi="hi-IN"/>
        </w:rPr>
        <w:t>सूर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ए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मायदा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cs="Mangal" w:hint="cs"/>
          <w:cs/>
          <w:lang w:bidi="hi-IN"/>
        </w:rPr>
        <w:t>आयत</w:t>
      </w:r>
      <w:r w:rsidR="004D2A1A" w:rsidRPr="00690D9C">
        <w:rPr>
          <w:cs/>
          <w:lang w:bidi="hi-IN"/>
        </w:rPr>
        <w:t xml:space="preserve"> 2)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पाबंदी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Default="004D2A1A" w:rsidP="00615F04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मुसनदे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अहमद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हम्बल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जिल्द</w:t>
      </w:r>
      <w:r w:rsidRPr="00690D9C">
        <w:rPr>
          <w:cs/>
          <w:lang w:bidi="hi-IN"/>
        </w:rPr>
        <w:t xml:space="preserve"> 1 </w:t>
      </w:r>
      <w:r w:rsidRPr="00A86EDF">
        <w:rPr>
          <w:rFonts w:cs="Mangal" w:hint="cs"/>
          <w:cs/>
        </w:rPr>
        <w:t>पेज</w:t>
      </w:r>
      <w:r w:rsidRPr="00690D9C">
        <w:rPr>
          <w:cs/>
          <w:lang w:bidi="hi-IN"/>
        </w:rPr>
        <w:t xml:space="preserve"> 215)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मशअले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 xml:space="preserve"> 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615F04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अस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सहीहुल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बुख़ारी</w:t>
      </w:r>
      <w:r w:rsidRPr="00690D9C">
        <w:t xml:space="preserve">, </w:t>
      </w:r>
      <w:r w:rsidRPr="00A86EDF">
        <w:rPr>
          <w:rFonts w:cs="Mangal" w:hint="cs"/>
          <w:cs/>
        </w:rPr>
        <w:t>जिल्द</w:t>
      </w:r>
      <w:r w:rsidRPr="00690D9C">
        <w:rPr>
          <w:cs/>
          <w:lang w:bidi="hi-IN"/>
        </w:rPr>
        <w:t xml:space="preserve"> 1 </w:t>
      </w:r>
      <w:r w:rsidRPr="00A86EDF">
        <w:rPr>
          <w:rFonts w:cs="Mangal" w:hint="cs"/>
          <w:cs/>
        </w:rPr>
        <w:t>किताबुल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अदब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पेज</w:t>
      </w:r>
      <w:r w:rsidRPr="00690D9C">
        <w:rPr>
          <w:cs/>
          <w:lang w:bidi="hi-IN"/>
        </w:rPr>
        <w:t xml:space="preserve"> 27)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2" w:name="_Toc455924319"/>
      <w:r w:rsidRPr="004D2A1A">
        <w:rPr>
          <w:rStyle w:val="Heading1Char"/>
          <w:rFonts w:eastAsia="Calibri"/>
          <w:rtl/>
          <w:cs/>
        </w:rPr>
        <w:t>4</w:t>
      </w:r>
      <w:bookmarkEnd w:id="12"/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पूरी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="00D40342">
        <w:rPr>
          <w:rFonts w:cs="Mangal" w:hint="cs"/>
          <w:cs/>
          <w:lang w:bidi="hi-IN"/>
        </w:rPr>
        <w:t>दिफ़ा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हुकुमतों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रियासतों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सक़ाफ़त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तमद्दुन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ख़िदमत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दानिशवरों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बचाने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तजरूबी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तफ़सीर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फ़िक़ह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उसूल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अख़लाक़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देराया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रेजाल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फ़लसफ़ा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मौऐज़ा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हुकुमत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समाजियात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ज़बान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फ़िज़िक्स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किमीया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रियाज़ियात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नुजूम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हयातियाती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लाख़ों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तहरीर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बुनियाद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ताअल्लुक़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>[1]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3" w:name="_Toc455924320"/>
      <w:r w:rsidRPr="004D2A1A">
        <w:rPr>
          <w:rStyle w:val="Heading1Char"/>
          <w:rFonts w:eastAsia="Calibri"/>
          <w:rtl/>
          <w:cs/>
        </w:rPr>
        <w:t>5</w:t>
      </w:r>
      <w:bookmarkEnd w:id="13"/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मोअतक़ीद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जिस्मानियत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जेहत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मकान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ज़मान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तग़य्युर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हरकत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सऊद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नुज़ूल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सिफ़तें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सिफ़ाते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शायाने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नफ़ी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मअबूद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तशरीअ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क़ानून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बनाना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शिर्क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ख़फ़ी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बख़्शा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: </w:t>
      </w:r>
      <w:r w:rsidRPr="00690D9C">
        <w:rPr>
          <w:rFonts w:cs="Mangal" w:hint="cs"/>
          <w:cs/>
          <w:lang w:bidi="hi-IN"/>
        </w:rPr>
        <w:t>अक़्ले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मोहकम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अख़्ज़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ताईद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तसदीक़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इसराईलियात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तौरेत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इंजील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मजूसीयत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घड़ी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आमेज़िश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तशबीह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मख़लूक़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लग़व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अफ़आल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निस्बत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हालाँकि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बरतर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पाक़ीज़ा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बुराईयों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कबीह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निस्बत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D24D8" w:rsidRDefault="004D2A1A" w:rsidP="004D2A1A">
      <w:pPr>
        <w:pStyle w:val="libNormal"/>
      </w:pPr>
      <w:bookmarkStart w:id="14" w:name="_Toc455924321"/>
      <w:r w:rsidRPr="004D2A1A">
        <w:rPr>
          <w:rStyle w:val="Heading1Char"/>
          <w:rFonts w:eastAsia="Calibri"/>
          <w:rtl/>
          <w:cs/>
        </w:rPr>
        <w:t>6</w:t>
      </w:r>
      <w:bookmarkEnd w:id="14"/>
      <w:r w:rsidRPr="006D24D8">
        <w:rPr>
          <w:rtl/>
          <w:cs/>
        </w:rPr>
        <w:t xml:space="preserve">. </w:t>
      </w:r>
      <w:r w:rsidRPr="006D24D8">
        <w:rPr>
          <w:rFonts w:cs="Mangal" w:hint="cs"/>
          <w:cs/>
          <w:lang w:bidi="hi-IN"/>
        </w:rPr>
        <w:t>शिया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अक़ीदा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रखते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हैं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कि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ख़ुदा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आदिल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व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हकीम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है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और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उसने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अदल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व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हिकमत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से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ख़ल्क़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किया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है</w:t>
      </w:r>
      <w:r w:rsidRPr="006D24D8">
        <w:t xml:space="preserve">, </w:t>
      </w:r>
      <w:r w:rsidRPr="006D24D8">
        <w:rPr>
          <w:rFonts w:cs="Mangal" w:hint="cs"/>
          <w:cs/>
          <w:lang w:bidi="hi-IN"/>
        </w:rPr>
        <w:t>चाहे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वह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जमाद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हो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या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नबात</w:t>
      </w:r>
      <w:r w:rsidRPr="006D24D8">
        <w:t xml:space="preserve">, </w:t>
      </w:r>
      <w:r w:rsidRPr="006D24D8">
        <w:rPr>
          <w:rFonts w:cs="Mangal" w:hint="cs"/>
          <w:cs/>
          <w:lang w:bidi="hi-IN"/>
        </w:rPr>
        <w:t>हैवान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हो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या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इंसान</w:t>
      </w:r>
      <w:r w:rsidRPr="006D24D8">
        <w:t xml:space="preserve">, </w:t>
      </w:r>
      <w:r w:rsidRPr="006D24D8">
        <w:rPr>
          <w:rFonts w:cs="Mangal" w:hint="cs"/>
          <w:cs/>
          <w:lang w:bidi="hi-IN"/>
        </w:rPr>
        <w:t>आसमान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हो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या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ज़मीन</w:t>
      </w:r>
      <w:r w:rsidRPr="006D24D8">
        <w:t xml:space="preserve">, </w:t>
      </w:r>
      <w:r w:rsidRPr="006D24D8">
        <w:rPr>
          <w:rFonts w:cs="Mangal" w:hint="cs"/>
          <w:cs/>
          <w:lang w:bidi="hi-IN"/>
        </w:rPr>
        <w:t>उसने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कोई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शय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अबस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नही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ख़ल्क़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है</w:t>
      </w:r>
      <w:r w:rsidRPr="006D24D8">
        <w:t xml:space="preserve">, </w:t>
      </w:r>
      <w:r w:rsidRPr="006D24D8">
        <w:rPr>
          <w:rFonts w:cs="Mangal" w:hint="cs"/>
          <w:cs/>
          <w:lang w:bidi="hi-IN"/>
        </w:rPr>
        <w:t>क्योकि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अबस</w:t>
      </w:r>
      <w:r w:rsidRPr="006D24D8">
        <w:rPr>
          <w:rtl/>
          <w:cs/>
        </w:rPr>
        <w:t xml:space="preserve"> (</w:t>
      </w:r>
      <w:r w:rsidRPr="006D24D8">
        <w:rPr>
          <w:rFonts w:cs="Mangal" w:hint="cs"/>
          <w:cs/>
          <w:lang w:bidi="hi-IN"/>
        </w:rPr>
        <w:t>फ़ुज़ूल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या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बेकार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होना</w:t>
      </w:r>
      <w:r w:rsidRPr="006D24D8">
        <w:rPr>
          <w:rtl/>
          <w:cs/>
        </w:rPr>
        <w:t xml:space="preserve">) </w:t>
      </w:r>
      <w:r w:rsidRPr="006D24D8">
        <w:rPr>
          <w:rFonts w:cs="Mangal" w:hint="cs"/>
          <w:cs/>
          <w:lang w:bidi="hi-IN"/>
        </w:rPr>
        <w:t>न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तंहा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उसके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अदल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व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हिकमत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मनाफ़ी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है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बल्कि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उसकी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उलूहीयत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से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भी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मनाफ़ी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है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जिसका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लाज़िमा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है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कि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खु़दा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वंदे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आलम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लिये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तमाम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कमालात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इस्बात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किया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जाये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और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उससे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हर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क़िस्म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के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नक़्स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और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कमी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नफ़ी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की</w:t>
      </w:r>
      <w:r w:rsidRPr="006D24D8">
        <w:rPr>
          <w:rtl/>
          <w:cs/>
        </w:rPr>
        <w:t xml:space="preserve"> </w:t>
      </w:r>
      <w:r w:rsidRPr="006D24D8">
        <w:rPr>
          <w:rFonts w:cs="Mangal" w:hint="cs"/>
          <w:cs/>
          <w:lang w:bidi="hi-IN"/>
        </w:rPr>
        <w:t>जाये।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5" w:name="_Toc455924322"/>
      <w:r w:rsidRPr="004D2A1A">
        <w:rPr>
          <w:rStyle w:val="Heading1Char"/>
          <w:rFonts w:eastAsia="Calibri"/>
          <w:rtl/>
          <w:cs/>
        </w:rPr>
        <w:t>7</w:t>
      </w:r>
      <w:bookmarkEnd w:id="15"/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इब्तेदाए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भेजा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वसीअ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आदम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हिदायत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गुमशुदा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पहुचाने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रहनुमाई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जन्नती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परवरदिगार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ख़ुशनूदी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मुसतहिक़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मुरसलीन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आदम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नूह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मूसा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मुसतफ़ा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6" w:name="_Toc455924323"/>
      <w:r w:rsidRPr="004D2A1A">
        <w:rPr>
          <w:rStyle w:val="Heading1Char"/>
          <w:rFonts w:eastAsia="Calibri"/>
          <w:rtl/>
          <w:cs/>
        </w:rPr>
        <w:t>8</w:t>
      </w:r>
      <w:bookmarkEnd w:id="16"/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इताअत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अवामिर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नाफ़िज़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शोअबे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क़वानीन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निजात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याफ़ता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कामयाब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सवाब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हक़दार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हबशी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ग़ुलाम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नाफ़रमानी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अवामिर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पहचाना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बजाए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बंधन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बंध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मज़म्मत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हलाक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घाटा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उठाने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क़रशी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सैयद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पैग़म्बरे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सवाब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हिसाब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मीज़ान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जहन्नम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मरहला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बरज़ख़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तनासुख़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मुनकेरीने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क़ायल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तनासुख़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तकज़ीब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7" w:name="_Toc455924324"/>
      <w:r w:rsidRPr="004D2A1A">
        <w:rPr>
          <w:rStyle w:val="Heading1Char"/>
          <w:rFonts w:eastAsia="Calibri"/>
          <w:rtl/>
          <w:cs/>
        </w:rPr>
        <w:t>9</w:t>
      </w:r>
      <w:r w:rsidRPr="004D2A1A">
        <w:rPr>
          <w:rStyle w:val="Heading1Char"/>
          <w:rFonts w:eastAsia="Calibri"/>
          <w:cs/>
        </w:rPr>
        <w:t>.</w:t>
      </w:r>
      <w:bookmarkEnd w:id="17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मुरसलीन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अफ़ज़ल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अबदुल्लाद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अब्दुल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मुत्तलिब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लग़जिश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सग़ीरा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कबीरा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नबुव्वत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नबुव्वत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तबलीग़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मरहला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क़ानून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दस्तूरुल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पाये।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तबलीग़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अमानत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सदाक़त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इख़लास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पहुचा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क़ीमती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मुम्किन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शख़्सियत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ख़ुसूसियात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मोजिज़ात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मुतअल्लिक़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सैकड़ों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बतौरे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नमूना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: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शेख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मुफ़ीद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आलामुल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वरा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आलामुल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होदा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तबरसी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मौसूआ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मोअजम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बिहारुल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अनवार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मजलिसी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मौसूअतुर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मुस्तफ़ा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मोहसिन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ख़ातेमी।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8" w:name="_Toc455924325"/>
      <w:r w:rsidRPr="004D2A1A">
        <w:rPr>
          <w:rStyle w:val="Heading1Char"/>
          <w:rFonts w:eastAsia="Calibri"/>
          <w:rtl/>
          <w:cs/>
        </w:rPr>
        <w:lastRenderedPageBreak/>
        <w:t>10</w:t>
      </w:r>
      <w:r w:rsidRPr="004D2A1A">
        <w:rPr>
          <w:rStyle w:val="Heading1Char"/>
          <w:rFonts w:eastAsia="Calibri"/>
          <w:cs/>
        </w:rPr>
        <w:t>.</w:t>
      </w:r>
      <w:bookmarkEnd w:id="18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जिबरईल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मुरत्तब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फ़ेहरिस्त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तालिब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मेहनत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मशक़्क़त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लफ़्ज़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लफ़्ज़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हुरुफ़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कलेमात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सूरह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मुशख़्ख़स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मुन्तक़िल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तिलावत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ज़ियादती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कमी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तहरीफ़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तबदीली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मुतअद्दिद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छोटी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>[2]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9" w:name="_Toc455924326"/>
      <w:r w:rsidRPr="004D2A1A">
        <w:rPr>
          <w:rStyle w:val="Heading1Char"/>
          <w:rFonts w:eastAsia="Calibri"/>
          <w:rtl/>
          <w:cs/>
        </w:rPr>
        <w:t>11</w:t>
      </w:r>
      <w:r w:rsidRPr="004D2A1A">
        <w:rPr>
          <w:rStyle w:val="Heading1Char"/>
          <w:rFonts w:eastAsia="Calibri"/>
          <w:cs/>
        </w:rPr>
        <w:t>.</w:t>
      </w:r>
      <w:bookmarkEnd w:id="19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रहबरी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क़यादतऔर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फ़िक्री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रहनुमाई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फ़रमाएँ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नुफ़ूस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तज़किया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ग़दीरे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हाजियों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फैले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lastRenderedPageBreak/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लाख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पहुचती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मुनासिबत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हुईं।</w:t>
      </w:r>
      <w:r w:rsidRPr="00690D9C">
        <w:rPr>
          <w:cs/>
          <w:lang w:bidi="hi-IN"/>
        </w:rPr>
        <w:t>[3]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आगे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मुहाजेरीन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अंसार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: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ग़दीर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अमीनी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मसादिर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मआख़िज़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वाक़ेया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0" w:name="_Toc455924327"/>
      <w:r w:rsidRPr="004D2A1A">
        <w:rPr>
          <w:rStyle w:val="Heading1Char"/>
          <w:rFonts w:eastAsia="Calibri"/>
          <w:rtl/>
          <w:cs/>
        </w:rPr>
        <w:t>12</w:t>
      </w:r>
      <w:r w:rsidRPr="004D2A1A">
        <w:rPr>
          <w:rStyle w:val="Heading1Char"/>
          <w:rFonts w:eastAsia="Calibri"/>
          <w:cs/>
        </w:rPr>
        <w:t>.</w:t>
      </w:r>
      <w:bookmarkEnd w:id="20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चूँकि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ज़िम्मेदारी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हिदायत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तालीम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तरबीयत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तबयीने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भरोसा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ऐतेबार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अम्न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साहिल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पहुचा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सलाहियतों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सिफ़ात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चाहिये।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इस्मत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वसीअ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नबुव्वत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नबुव्वते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अब्दुल्लाह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ख़ातिमुल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अँबिया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मुरसेलीन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ख़ातिमुल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ख़ातिमुश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ख़ातिमुल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कुतुब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आयेगी।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मुतअद्दिद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ज़ख़ीम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फ़िक्री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इस्तिदलाली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1" w:name="_Toc455924328"/>
      <w:r w:rsidRPr="004D2A1A">
        <w:rPr>
          <w:rStyle w:val="Heading1Char"/>
          <w:rFonts w:eastAsia="Calibri"/>
          <w:rtl/>
          <w:cs/>
        </w:rPr>
        <w:t>13</w:t>
      </w:r>
      <w:r w:rsidRPr="004D2A1A">
        <w:rPr>
          <w:rStyle w:val="Heading1Char"/>
          <w:rFonts w:eastAsia="Calibri"/>
          <w:cs/>
        </w:rPr>
        <w:t>.</w:t>
      </w:r>
      <w:bookmarkEnd w:id="21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सीधी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चलाने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मुक़तज़ी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तलबगार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ठहर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तवाल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जड़ें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मज़बूत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बुनियादें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इलाही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निज़ाम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मुँह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खोले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खड़े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बचाया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रहबरी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सीरत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तजुरबात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नमूना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प्रोग्राम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चलती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2" w:name="_Toc455924329"/>
      <w:r w:rsidRPr="004D2A1A">
        <w:rPr>
          <w:rStyle w:val="Heading1Char"/>
          <w:rFonts w:eastAsia="Calibri"/>
          <w:rtl/>
          <w:cs/>
        </w:rPr>
        <w:t>14</w:t>
      </w:r>
      <w:r w:rsidRPr="004D2A1A">
        <w:rPr>
          <w:rStyle w:val="Heading1Char"/>
          <w:rFonts w:eastAsia="Calibri"/>
          <w:cs/>
        </w:rPr>
        <w:t>.</w:t>
      </w:r>
      <w:bookmarkEnd w:id="22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फ़रमाये।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वज़ाहत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ताल्लुक़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क़बील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क़ुरैश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होगा।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अल्फ़ाज़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इशारा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ख़ुसूसियात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रिवायत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: </w:t>
      </w:r>
      <w:r w:rsidRPr="00690D9C">
        <w:rPr>
          <w:rFonts w:cs="Mangal"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ग़ालिब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मज़बूत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रहेगा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रहेगें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क़ुरैश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>(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नुस्खों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हाशिम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सिहाहे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मनाक़िब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="00615F04">
        <w:rPr>
          <w:rFonts w:cs="Mangal" w:hint="cs"/>
          <w:cs/>
          <w:lang w:bidi="hi-IN"/>
        </w:rPr>
        <w:t>शे</w:t>
      </w:r>
      <w:r w:rsidRPr="00690D9C">
        <w:rPr>
          <w:rFonts w:cs="Mangal" w:hint="cs"/>
          <w:cs/>
          <w:lang w:bidi="hi-IN"/>
        </w:rPr>
        <w:t>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मज़कूर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मुनतबिक़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>[4]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3" w:name="_Toc455924330"/>
      <w:r w:rsidRPr="004D2A1A">
        <w:rPr>
          <w:rStyle w:val="Heading1Char"/>
          <w:rFonts w:eastAsia="Calibri"/>
          <w:rtl/>
          <w:cs/>
        </w:rPr>
        <w:lastRenderedPageBreak/>
        <w:t>15</w:t>
      </w:r>
      <w:r w:rsidRPr="004D2A1A">
        <w:rPr>
          <w:rStyle w:val="Heading1Char"/>
          <w:rFonts w:eastAsia="Calibri"/>
          <w:cs/>
        </w:rPr>
        <w:t>.</w:t>
      </w:r>
      <w:bookmarkEnd w:id="23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मुराद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चचा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फ़ातेमा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ज़हरा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शौहर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फ़ातेमा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नवासे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ज़ैनुल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आबेदीन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सज्जाद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बाक़िर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सादिक़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काज़िम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रिज़ा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जवाद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तक़ी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हादी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असकरी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मौऊद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मुन्तज़र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>))[5]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ख़ताओं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वसीअ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वारिस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मवद्दत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पैरवी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D40342" w:rsidRDefault="004D2A1A" w:rsidP="004D2A1A">
      <w:pPr>
        <w:pStyle w:val="libNormal"/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قُل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أَسْأَلُكُمْ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عَلَيْهِ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أَجْرًا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إِلَّا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الْمَوَدَّةَ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فِي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الْقُرْبَىٰ</w:t>
      </w:r>
    </w:p>
    <w:p w:rsidR="00D95C58" w:rsidRPr="00D40342" w:rsidRDefault="00D95C58" w:rsidP="00D95C58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दीजिये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तबलीग़े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अक़रबा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मुहब्बत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करो।</w:t>
      </w:r>
    </w:p>
    <w:p w:rsidR="004D2A1A" w:rsidRPr="00690D9C" w:rsidRDefault="004D2A1A" w:rsidP="00D95C58">
      <w:pPr>
        <w:pStyle w:val="libFootnote0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शूरा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23)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D24D8">
        <w:rPr>
          <w:rFonts w:hint="cs"/>
          <w:rtl/>
        </w:rPr>
        <w:t>يَا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أَيُّهَا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آمَنُوا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اتَّقُوا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وَكُونُوا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مَعَ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الصَّادِقِينَ</w:t>
      </w:r>
      <w:r w:rsidRPr="00690D9C">
        <w:rPr>
          <w:cs/>
          <w:lang w:bidi="hi-IN"/>
        </w:rPr>
        <w:t xml:space="preserve"> </w:t>
      </w:r>
    </w:p>
    <w:p w:rsidR="00D95C58" w:rsidRPr="00690D9C" w:rsidRDefault="00D95C58" w:rsidP="00D95C58">
      <w:pPr>
        <w:pStyle w:val="libNormal"/>
      </w:pPr>
      <w:r w:rsidRPr="00690D9C">
        <w:rPr>
          <w:rFonts w:cs="Mangal"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ईमानदारों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तक़वा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इख़्तियार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सच्चों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जाओ।</w:t>
      </w:r>
    </w:p>
    <w:p w:rsidR="004D2A1A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तौबा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119)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कुतबे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फ़रीक़ैन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नज़दीक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4" w:name="_Toc455924331"/>
      <w:r w:rsidRPr="004D2A1A">
        <w:rPr>
          <w:rStyle w:val="Heading1Char"/>
          <w:rFonts w:eastAsia="Calibri"/>
          <w:rtl/>
          <w:cs/>
        </w:rPr>
        <w:lastRenderedPageBreak/>
        <w:t>16</w:t>
      </w:r>
      <w:bookmarkEnd w:id="24"/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अतहार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दामन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लिख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ग़लती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ढेरों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ख़िदमत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अमीक़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मारेफ़त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अख़लाक़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आदाब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मुस्तक़बिल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लायेह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जेहत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सक़ाफ़त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कौ़ल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मुनफ़रिद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मुमता़ज़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नेक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हुस्ने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ऐतेक़ाद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अफ़सोस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उसूलों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फ़िक्री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ज़िम्मेदारी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बेहतरीन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मिल्लेत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सौपा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यक़ीनन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सआदत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अज़मते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कामिला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मुत्तहिद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मुत्तफ़िक़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मुतवह्हिद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शिक़ाक़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इख़्तिलाफ़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नज़ाअ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लड़ाई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झगड़ा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क़ुश्त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कुश्तार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ज़िल्लत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रुसवाई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देखना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पड़ती।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सादिक़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मज़ाहिबिल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अरबआ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जिल्दें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देखी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5" w:name="_Toc455924332"/>
      <w:r w:rsidRPr="004D2A1A">
        <w:rPr>
          <w:rStyle w:val="Heading1Char"/>
          <w:rFonts w:eastAsia="Calibri"/>
          <w:rtl/>
          <w:cs/>
        </w:rPr>
        <w:t>17</w:t>
      </w:r>
      <w:r w:rsidRPr="004D2A1A">
        <w:rPr>
          <w:rStyle w:val="Heading1Char"/>
          <w:rFonts w:eastAsia="Calibri"/>
          <w:cs/>
        </w:rPr>
        <w:t>.</w:t>
      </w:r>
      <w:bookmarkEnd w:id="25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मज़कूरा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दलीलों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पैरवी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अपनाना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तमस्सुक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सक़लैन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मुतवातिर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انی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تارک</w:t>
      </w:r>
      <w:r w:rsidRPr="00690D9C">
        <w:rPr>
          <w:rtl/>
        </w:rPr>
        <w:t xml:space="preserve">  </w:t>
      </w:r>
      <w:r w:rsidRPr="006D24D8">
        <w:rPr>
          <w:rFonts w:hint="cs"/>
          <w:rtl/>
        </w:rPr>
        <w:t>فیکم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الثقلین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کتاب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اللہ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عترتی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اھل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بیتی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दसियों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मुहद्देसीन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D95C58" w:rsidRDefault="004D2A1A" w:rsidP="00D95C58">
      <w:pPr>
        <w:pStyle w:val="libFootnote0"/>
        <w:rPr>
          <w:lang w:bidi="hi-IN"/>
        </w:rPr>
      </w:pPr>
      <w:r w:rsidRPr="00A86EDF">
        <w:rPr>
          <w:rFonts w:cs="Mangal" w:hint="cs"/>
          <w:cs/>
        </w:rPr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रिसाल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हदीसे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सक़लैन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मुवल्लेफ़ा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वशनवी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जिसकी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तसदीक़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अज़हर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शरीफ़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तीस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साल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पहले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थी।</w:t>
      </w:r>
    </w:p>
    <w:p w:rsidR="004D2A1A" w:rsidRPr="00690D9C" w:rsidRDefault="004D2A1A" w:rsidP="00D95C58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गुज़श्ता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D95C58">
      <w:pPr>
        <w:pStyle w:val="libFootnote0"/>
      </w:pPr>
      <w:r w:rsidRPr="00A86EDF">
        <w:rPr>
          <w:rFonts w:cs="Mangal" w:hint="cs"/>
          <w:cs/>
        </w:rPr>
        <w:lastRenderedPageBreak/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इसबातुल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वसीया</w:t>
      </w:r>
      <w:r w:rsidRPr="00690D9C">
        <w:t xml:space="preserve">, </w:t>
      </w:r>
      <w:r w:rsidRPr="00A86EDF">
        <w:rPr>
          <w:rFonts w:cs="Mangal" w:hint="cs"/>
          <w:cs/>
        </w:rPr>
        <w:t>मुवल्लेफ़ा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मसऊदी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फ़रीक़ैन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दीगर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कुतुबे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हदीस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तफ़सीर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तारीख़।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6" w:name="_Toc455924333"/>
      <w:r w:rsidRPr="004D2A1A">
        <w:rPr>
          <w:rStyle w:val="Heading1Char"/>
          <w:rFonts w:eastAsia="Calibri"/>
          <w:rtl/>
          <w:cs/>
        </w:rPr>
        <w:t>18</w:t>
      </w:r>
      <w:r w:rsidRPr="004D2A1A">
        <w:rPr>
          <w:rStyle w:val="Heading1Char"/>
          <w:rFonts w:eastAsia="Calibri"/>
          <w:cs/>
        </w:rPr>
        <w:t>.</w:t>
      </w:r>
      <w:bookmarkEnd w:id="26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इस्लामिया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रखे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तहक़ीक़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मुबाहिसा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सब्ब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शत्म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इल्ज़ाम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तोहमत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डराये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धमकाये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मुफ़क्केरीन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इजतेमा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शिरकत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इख़लास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गुफ़तुगू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नज़रियात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ख़ौज़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मुतवातिर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मुहासिबा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दलीलों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इस्तिदलाल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7" w:name="_Toc455924334"/>
      <w:r w:rsidRPr="004D2A1A">
        <w:rPr>
          <w:rStyle w:val="Heading1Char"/>
          <w:rFonts w:eastAsia="Calibri"/>
          <w:rtl/>
          <w:cs/>
        </w:rPr>
        <w:t>19</w:t>
      </w:r>
      <w:r w:rsidRPr="004D2A1A">
        <w:rPr>
          <w:rStyle w:val="Heading1Char"/>
          <w:rFonts w:eastAsia="Calibri"/>
          <w:cs/>
        </w:rPr>
        <w:t>.</w:t>
      </w:r>
      <w:bookmarkEnd w:id="27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ख़िदमत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नशरे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क़ुर्बानी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गराँ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ख़िदमात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ऐतेराफ़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बतौरे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मुतलक़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आदिल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नज़रियात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तंक़ीद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ऐतेराज़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फ़ौक़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बशर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ग़लती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चूक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मुस्तक़ीम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सूरों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मुनाफ़ेकून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अहज़ाब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हुजरात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तहरीम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फ़त्ह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तसरीह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मुहज़्ज़ब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अंदाज़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तंक़ीद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हरगिज़ा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कुफ़्र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कुफ़्र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मेयार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महवर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मर्कज़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रौशन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तौहीद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ज़रुरियाते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वुजूबे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रोज़ा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हज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शराब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मानना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इंक़ार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ज़बान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बदतमीज़ी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भोन्डी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मुहज़्ज़ब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ख़ातिमुन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ज़ेब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वाबजूद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सालेह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लायक़े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मुसतहिक़्क़े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इकराम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बावजूद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तादील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आदिल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ग़ैर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आदिल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क़ाबिले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ऐतेमाद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वाक़िफ़ियत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क़िज़्ब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बोहतान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ख़बर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थी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लिखी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सुयूती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जौज़ी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वाक़ेयन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सादिर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गढ़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इम्तियाज़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8" w:name="_Toc455924335"/>
      <w:r w:rsidRPr="004D2A1A">
        <w:rPr>
          <w:rStyle w:val="Heading1Char"/>
          <w:rFonts w:eastAsia="Calibri"/>
          <w:rtl/>
          <w:cs/>
        </w:rPr>
        <w:t>20</w:t>
      </w:r>
      <w:r w:rsidRPr="004D2A1A">
        <w:rPr>
          <w:rStyle w:val="Heading1Char"/>
          <w:rFonts w:eastAsia="Calibri"/>
          <w:cs/>
        </w:rPr>
        <w:t>.</w:t>
      </w:r>
      <w:bookmarkEnd w:id="28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मुन्तज़र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वुजूद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फ़ातेमा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नवें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आठवे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आठवी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पुश्त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असकरी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260 </w:t>
      </w:r>
      <w:r w:rsidRPr="00690D9C">
        <w:rPr>
          <w:rFonts w:cs="Mangal" w:hint="cs"/>
          <w:cs/>
          <w:lang w:bidi="hi-IN"/>
        </w:rPr>
        <w:t>हिजरी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खु़दा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इनायत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मेहदी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कुनियत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क़ासिम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>[6]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मोवस्सक़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विलादत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ख़ुसूसियात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ख़बर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पाँच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ग़ायब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दुश्मनों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क़त्ल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बचा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मबनी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हुकूमत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फ़साद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ग़रीब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तूलानी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कैसी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होगी</w:t>
      </w:r>
      <w:r w:rsidRPr="00690D9C">
        <w:t xml:space="preserve">?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ईसा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ख़बर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2008 </w:t>
      </w:r>
      <w:r w:rsidRPr="00690D9C">
        <w:rPr>
          <w:rFonts w:cs="Mangal"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चुके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नूह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950 </w:t>
      </w:r>
      <w:r w:rsidRPr="00690D9C">
        <w:rPr>
          <w:rFonts w:cs="Mangal"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ख़िज़्र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शय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क़ादिर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पूरी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टाल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युनुस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فَلَوْلَا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أَنَّهُ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كَانَ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الْمُسَبِّحِينَ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۔</w:t>
      </w:r>
      <w:r w:rsidRPr="00690D9C">
        <w:rPr>
          <w:rFonts w:hint="cs"/>
          <w:rtl/>
        </w:rPr>
        <w:t xml:space="preserve"> </w:t>
      </w:r>
      <w:r w:rsidRPr="006D24D8">
        <w:rPr>
          <w:rFonts w:hint="cs"/>
          <w:rtl/>
        </w:rPr>
        <w:t>لَلَبِثَ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فِي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بَطْنِهِ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إِلَىٰ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يَوْمِ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يُبْعَثُونَ</w:t>
      </w:r>
      <w:r w:rsidRPr="00690D9C">
        <w:rPr>
          <w:rtl/>
          <w:cs/>
        </w:rPr>
        <w:t xml:space="preserve">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साफ़्फ़ात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143</w:t>
      </w:r>
      <w:r w:rsidRPr="00690D9C">
        <w:t xml:space="preserve">, </w:t>
      </w:r>
      <w:r w:rsidRPr="00690D9C">
        <w:rPr>
          <w:cs/>
          <w:lang w:bidi="hi-IN"/>
        </w:rPr>
        <w:t>144)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तसबीह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रोज़े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पेट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जाते।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जलीलुल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मेहदी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वुजूद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औसाफ़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वालेदैन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अब्दिल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मोमिन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शबलन्जी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नुरुल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अबसार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मनाक़िबे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नबीयिल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आ</w:t>
      </w:r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हैसमी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मक्की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सवाएक़े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मोहरेक़ा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क़ासिम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हुज्जह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पाँच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मुन्तज़र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</w:t>
      </w:r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क़ंदूज़ी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हनफ़ी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बलख़ी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यनाबिउल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मवद्दत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तज़िकरा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उस्मानिया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तुर्की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आस्ताना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छपी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ई</w:t>
      </w:r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सैयद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सदीक़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कंनौजी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एज़ाआ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यकूनो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यदेईस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मुतक़द्देमीने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अक़वाल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मुतअख़्ख़ेरीन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डाक्टर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इस्लामुना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ऐतेराज़ात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शुबहात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जवाब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9" w:name="_Toc455924336"/>
      <w:r w:rsidRPr="004D2A1A">
        <w:rPr>
          <w:rStyle w:val="Heading1Char"/>
          <w:rFonts w:eastAsia="Calibri"/>
          <w:rtl/>
          <w:cs/>
        </w:rPr>
        <w:t>21</w:t>
      </w:r>
      <w:r w:rsidRPr="004D2A1A">
        <w:rPr>
          <w:rStyle w:val="Heading1Char"/>
          <w:rFonts w:eastAsia="Calibri"/>
          <w:cs/>
        </w:rPr>
        <w:t>.</w:t>
      </w:r>
      <w:bookmarkEnd w:id="29"/>
      <w:r w:rsidRPr="00690D9C">
        <w:rPr>
          <w:cs/>
          <w:lang w:bidi="hi-IN"/>
        </w:rPr>
        <w:t xml:space="preserve"> </w:t>
      </w:r>
      <w:r w:rsidR="006D24D8">
        <w:rPr>
          <w:rFonts w:cs="Mangal" w:hint="cs"/>
          <w:cs/>
          <w:lang w:bidi="hi-IN"/>
        </w:rPr>
        <w:t>जाफ</w:t>
      </w:r>
      <w:r w:rsidR="006D24D8">
        <w:rPr>
          <w:rFonts w:cs="Mangal" w:hint="cs"/>
          <w:szCs w:val="25"/>
          <w:cs/>
          <w:lang w:bidi="hi-IN"/>
        </w:rPr>
        <w:t>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रोज़ा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ज़कात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ख़ुम्स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मक्क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मुकर्रमा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बतौरे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वाज़िब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हज्जे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बैतुलल्लाहिल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मुसतहब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हज्ज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नेकियों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बुराईयों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रोकते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="006D24D8">
        <w:rPr>
          <w:rFonts w:cs="Mangal" w:hint="cs"/>
          <w:szCs w:val="25"/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अवलिया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मुहब्बत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दुश्मनों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दुश्मनी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मुशरिक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ऐलाने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जंग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हाकिम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जंग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ग़लबे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मुसलिमा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मुसल्लत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हनीफ़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मुवाफ़िक़त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इक़्तेसादा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घरेलू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मशग़लों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मसरुफ़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तिजारत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इजारा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निकाह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तलाक़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मीरास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परवरिश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रज़ाअत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हिजाब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वगै़रह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इज्तेहाज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मुत्तक़ी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परहेज़गार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इस्तिम्बात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0" w:name="_Toc455924337"/>
      <w:r w:rsidRPr="004D2A1A">
        <w:rPr>
          <w:rStyle w:val="Heading1Char"/>
          <w:rFonts w:eastAsia="Calibri"/>
          <w:rtl/>
          <w:cs/>
        </w:rPr>
        <w:t>22</w:t>
      </w:r>
      <w:r w:rsidRPr="004D2A1A">
        <w:rPr>
          <w:rStyle w:val="Heading1Char"/>
          <w:rFonts w:eastAsia="Calibri"/>
          <w:cs/>
        </w:rPr>
        <w:t>.</w:t>
      </w:r>
      <w:bookmarkEnd w:id="30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यौमिया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अवक़ात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यौमिया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पाँच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फ़ज्र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ज़ोहर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अस्र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मग़रिब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अफ़ज़ल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मख़सूस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ज़ोहर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मग़रिब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उज़्र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मरज़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बारिश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सफ़र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बग़ैर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मुस्लिमा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सहूलत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फ़ितरी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1" w:name="_Toc455924338"/>
      <w:r w:rsidRPr="004D2A1A">
        <w:rPr>
          <w:rStyle w:val="Heading1Char"/>
          <w:rFonts w:eastAsia="Calibri"/>
          <w:rtl/>
          <w:cs/>
        </w:rPr>
        <w:t>23</w:t>
      </w:r>
      <w:r w:rsidRPr="004D2A1A">
        <w:rPr>
          <w:rStyle w:val="Heading1Char"/>
          <w:rFonts w:eastAsia="Calibri"/>
          <w:cs/>
        </w:rPr>
        <w:t>.</w:t>
      </w:r>
      <w:bookmarkEnd w:id="31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हय्या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हय्या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खै़रिल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हिस्सा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आज़ान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बताते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चूँकि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रुक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जायेगें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बैठेगें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बेहतरीने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रग़बत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करेगा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बेहतर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क़ौशजी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अशअरी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तजरीदुल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ऐतेक़ाद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मुन्सिफ़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कंदी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lastRenderedPageBreak/>
        <w:t>कंजुल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मुत्तक़ी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हिन्दी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जुमले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इज़ाफ़ा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सलातों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ख़ैरुन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नौम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जुमला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मुक़द्दमात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शारेअ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इज़्म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मौक़ूफ़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मरदुद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बिदअत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मुँह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जायेगा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ज़ियादती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मुमकिन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ज़ाती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राय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दख़ल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अशहदो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अन्ना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अशहदो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अन्ना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वलीयुल्लाह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तसरीह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कहीं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वलीयुल्लाह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जुमला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अक्कासी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रुबूबियत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उलूहीयत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अयाज़ो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तौहीद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तीसरी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शहादत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अलीयन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वलीयुल्लाह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कहना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मतलूबे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परवरदिगार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ज़ुज़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वुजूब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क़स्द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फ़तवा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ज़ियादती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बग़ैर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क़स्दे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ज़ुज़ईयत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जायेगी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बिदअत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bookmarkStart w:id="32" w:name="_Toc455924339"/>
      <w:r w:rsidRPr="004D2A1A">
        <w:rPr>
          <w:rStyle w:val="Heading1Char"/>
          <w:rFonts w:eastAsia="Calibri"/>
          <w:rtl/>
          <w:cs/>
        </w:rPr>
        <w:t>24</w:t>
      </w:r>
      <w:r w:rsidRPr="004D2A1A">
        <w:rPr>
          <w:rStyle w:val="Heading1Char"/>
          <w:rFonts w:eastAsia="Calibri"/>
          <w:cs/>
        </w:rPr>
        <w:t>.</w:t>
      </w:r>
      <w:bookmarkEnd w:id="32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कंकड़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टुकड़ों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पेड़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पौधों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क़ालीन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कपड़े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ज़ेवरात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जनाबे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अम्मामे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गर्मी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बचने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अम्मामे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बेलाल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रखो।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सुहैब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रबाह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>
        <w:rPr>
          <w:rFonts w:cs="Mangal" w:hint="cs"/>
          <w:cs/>
          <w:lang w:bidi="hi-IN"/>
        </w:rPr>
        <w:t>ः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सुहैब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रबाह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बुखारी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कंज़ुल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मुसन्नफ़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अब्दुल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रज़्ज़ाक़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सनआनी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अर्ज़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काशिफ़ुल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ग़िता।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>
        <w:rPr>
          <w:rFonts w:cs="Mangal" w:hint="cs"/>
          <w:cs/>
          <w:lang w:bidi="hi-IN"/>
        </w:rPr>
        <w:t>ः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मेरे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मस्जिद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ताहिर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मुतह्हर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मअबूद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ख़ुज़ू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अच्छा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हक़ीक़त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दिलाता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مِنْهَا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خَلَقْنَاكُمْ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وَفِيهَا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نُعِيدُكُمْ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وَمِنْهَا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نُخْرِجُكُمْ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تَارَةً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أُخْرَىٰ</w:t>
      </w:r>
      <w:r w:rsidRPr="00690D9C">
        <w:rPr>
          <w:rtl/>
          <w:cs/>
        </w:rPr>
        <w:t xml:space="preserve"> </w:t>
      </w:r>
    </w:p>
    <w:p w:rsidR="00D95C58" w:rsidRPr="00690D9C" w:rsidRDefault="00D95C58" w:rsidP="00D95C58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पलटा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जायेगें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दोबारा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निकालेगें।</w:t>
      </w:r>
    </w:p>
    <w:p w:rsidR="004D2A1A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ताहा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55)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ख़ुज़ू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मंज़िल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मुसल्ले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जानमाज़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फ़र्श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कपड़े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क़ीमती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जवाहर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बदल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पस्त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रखे।</w:t>
      </w:r>
      <w:r w:rsidRPr="00690D9C">
        <w:rPr>
          <w:cs/>
          <w:lang w:bidi="hi-IN"/>
        </w:rPr>
        <w:t>[7]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चाहिये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ताकीद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ढेला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अवका़त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तबर्रुक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कर्बला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फ़रज़ंदे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शहीद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मक्के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कंकड़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पत्थर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सफ़र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थे।</w:t>
      </w:r>
      <w:r w:rsidRPr="00690D9C">
        <w:rPr>
          <w:cs/>
          <w:lang w:bidi="hi-IN"/>
        </w:rPr>
        <w:t>[8]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पत्थर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इशकाल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तरद्दुद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मस्जिदे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नबवी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मस्जिदुल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फ़र्श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लगे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पत्थर।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दाहिने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बाँधते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क़तई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मालिकी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फ़ेल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देते।</w:t>
      </w:r>
      <w:r w:rsidRPr="00690D9C">
        <w:rPr>
          <w:cs/>
          <w:lang w:bidi="hi-IN"/>
        </w:rPr>
        <w:t>[9]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lastRenderedPageBreak/>
        <w:t xml:space="preserve">25.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कोहनियों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उँगलियों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धोते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बेहतर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मायदा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6)[10] </w:t>
      </w:r>
      <w:r w:rsidRPr="00690D9C">
        <w:rPr>
          <w:rFonts w:cs="Mangal" w:hint="cs"/>
          <w:cs/>
          <w:lang w:bidi="hi-IN"/>
        </w:rPr>
        <w:t>मअ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मायने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सग़ीर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निहायतुल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मोहताज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धोने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बजाए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अब्बास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धोने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सुन्न</w:t>
      </w:r>
      <w:r w:rsidRPr="00690D9C">
        <w:t xml:space="preserve">, </w:t>
      </w:r>
      <w:r w:rsidRPr="00A86EDF">
        <w:rPr>
          <w:rFonts w:cs="Mangal" w:hint="cs"/>
          <w:cs/>
        </w:rPr>
        <w:t>मसानीद</w:t>
      </w:r>
      <w:r w:rsidRPr="00690D9C">
        <w:t xml:space="preserve">, </w:t>
      </w:r>
      <w:r w:rsidRPr="00A86EDF">
        <w:rPr>
          <w:rFonts w:cs="Mangal" w:hint="cs"/>
          <w:cs/>
        </w:rPr>
        <w:t>तफ़सीरे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फ़खरे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राज़ी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वुज़ू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ज़ैल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26.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वक़्ती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فَمَا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اسْتَمْتَعْتُم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بِهِ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مِنْهُنَّ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فَآتُوهُنَّ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أُجُورَهُنَّ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فَرِيضَةً</w:t>
      </w:r>
      <w:r w:rsidRPr="00690D9C">
        <w:rPr>
          <w:cs/>
          <w:lang w:bidi="hi-IN"/>
        </w:rPr>
        <w:t xml:space="preserve"> 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निसा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24)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उजरत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बौतौरे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फ़रीज़ा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निस्फ़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नीचे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मुश्तरक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1.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शौहर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सिग़ों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ईजाब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2.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ज़रूरी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lastRenderedPageBreak/>
        <w:t xml:space="preserve">3.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सूरत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इद्दा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गुज़ारना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4.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मुफ़ारेक़त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इद्दा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5.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मिलेगी।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फ़र्क़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नीचे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1.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होती।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2.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नफ़क़ा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पायेगी।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3.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होती।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4.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ज़रूरत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इत्तेफ़ाक़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बख़शने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जुदाई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क़ानून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हिकमतें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1. </w:t>
      </w:r>
      <w:r w:rsidRPr="00690D9C">
        <w:rPr>
          <w:rFonts w:cs="Mangal"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मशरुत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जिन्सी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फ़राहम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असबाब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बीवी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महरुम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चुके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असबाब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महरुम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शराफ़त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गुज़ारना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2.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तशरीअ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बुराईयों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मुबतला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पाये।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कभी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अच्छी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पहचान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>,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मुमकिन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मुफ़ीद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नतीजा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बख़्श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फ़ेअले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मुबतला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ज़ेना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जिन्सी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दबाव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रुसवाई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मुबतला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ज़नी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बीवी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ख़र्चा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मुसतनद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चुनाचे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शुमार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अयाज़ो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बिल्लाह।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मज़ीद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हुक़्म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नख़्स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क़तई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दलील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>[11]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घर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तरजीह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क़वी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बुनियाद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रग़बत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मर्तबा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ख़ुलूस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मिल्कियत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निकाह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तलाक़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गोद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परवरिश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दूध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पिलाने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इबादात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मामलात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3" w:name="_Toc455924340"/>
      <w:r w:rsidRPr="004D2A1A">
        <w:rPr>
          <w:rStyle w:val="Heading1Char"/>
          <w:rFonts w:eastAsia="Calibri"/>
          <w:rtl/>
          <w:cs/>
        </w:rPr>
        <w:t>27</w:t>
      </w:r>
      <w:r w:rsidRPr="004D2A1A">
        <w:rPr>
          <w:rStyle w:val="Heading1Char"/>
          <w:rFonts w:eastAsia="Calibri"/>
          <w:cs/>
        </w:rPr>
        <w:t>.</w:t>
      </w:r>
      <w:bookmarkEnd w:id="33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</w:t>
      </w:r>
      <w:r w:rsidRPr="008C0D9D">
        <w:rPr>
          <w:rFonts w:cs="Mangal" w:hint="cs"/>
          <w:cs/>
          <w:lang w:bidi="hi-IN"/>
        </w:rPr>
        <w:t>री</w:t>
      </w:r>
      <w:r w:rsidRPr="008C0D9D">
        <w:rPr>
          <w:rtl/>
          <w:cs/>
        </w:rPr>
        <w:t xml:space="preserve"> </w:t>
      </w:r>
      <w:r w:rsidR="008C0D9D" w:rsidRPr="008C0D9D">
        <w:rPr>
          <w:rFonts w:cs="Mangal" w:hint="cs"/>
          <w:cs/>
          <w:lang w:bidi="hi-IN"/>
        </w:rPr>
        <w:t>फिरका</w:t>
      </w:r>
      <w:r w:rsidRPr="008C0D9D">
        <w:rPr>
          <w:rtl/>
          <w:cs/>
        </w:rPr>
        <w:t xml:space="preserve"> </w:t>
      </w:r>
      <w:r w:rsidRPr="008C0D9D">
        <w:rPr>
          <w:rFonts w:cs="Mangal" w:hint="cs"/>
          <w:cs/>
          <w:lang w:bidi="hi-IN"/>
        </w:rPr>
        <w:t>ज़ेना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लवात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ख़ोरी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नफ़्से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मोहतरमा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क़त्ल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शराब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नोशी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जुवा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बलवा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बग़ावत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फ़रेब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धोखाधड़ी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ज़खीरा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अंदोज़ी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नाप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ग़स्ब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चोरी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ख़ियानत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कीनह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खोट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रक़्स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ग़ेना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इत्तेहाम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बोहतान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चुग़लख़ोरी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फ़साद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फ़ैलाना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मोमिन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ग़ीबत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गाली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गलौज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झूठ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इल्ज़ाम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कबीरा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सग़ीरा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हत्तल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इमकान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इजतेनाब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फैलने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रोकने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मुमकिन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बरुये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तसनीफ़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नश्र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इशाअत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तरबीयती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रिसाले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मजालिस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इजतेमा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जलसे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जुमा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ख़ुतबे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>......</w:t>
      </w:r>
      <w:r w:rsidRPr="00690D9C">
        <w:rPr>
          <w:rFonts w:cs="Mangal" w:hint="cs"/>
          <w:cs/>
          <w:lang w:bidi="hi-IN"/>
        </w:rPr>
        <w:t>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4" w:name="_Toc455924341"/>
      <w:r w:rsidRPr="004D2A1A">
        <w:rPr>
          <w:rStyle w:val="Heading1Char"/>
          <w:rFonts w:eastAsia="Calibri"/>
          <w:rtl/>
          <w:cs/>
        </w:rPr>
        <w:t>28</w:t>
      </w:r>
      <w:r w:rsidRPr="004D2A1A">
        <w:rPr>
          <w:rStyle w:val="Heading1Char"/>
          <w:rFonts w:eastAsia="Calibri"/>
          <w:cs/>
        </w:rPr>
        <w:t>.</w:t>
      </w:r>
      <w:bookmarkEnd w:id="34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मकारिमे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अख़लाक़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मौएज़ा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इश्क़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दिलचस्बी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हाज़िर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घरों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मस्जिदों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पार्कों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जलसे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मजालिस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इजतेमाआत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मुनासेबत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ग़ैर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मुनासेबत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मुनअक़िद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.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मतालिब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तहारत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कुमैल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दुआए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हमज़ा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सेमात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जौशने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कबीर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मकारिमे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अख़लाक़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इफ़तेताह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रमज़ान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दुआओं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मुनाजात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ख़ुज़ू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गिरया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दुआएँ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नफ़्स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पाकीज़ा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दुआएँ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मौसूअतुल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अदईया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मोअजमे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अदईया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कुतुब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अदईया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रायज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5" w:name="_Toc455924342"/>
      <w:r w:rsidRPr="004D2A1A">
        <w:rPr>
          <w:rStyle w:val="Heading1Char"/>
          <w:rFonts w:eastAsia="Calibri"/>
          <w:rtl/>
          <w:cs/>
        </w:rPr>
        <w:t>29</w:t>
      </w:r>
      <w:r w:rsidRPr="004D2A1A">
        <w:rPr>
          <w:rStyle w:val="Heading1Char"/>
          <w:rFonts w:eastAsia="Calibri"/>
          <w:cs/>
        </w:rPr>
        <w:t>.</w:t>
      </w:r>
      <w:bookmarkEnd w:id="35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जन्नतुल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बक़ीअ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मुनलव्वरा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दफ़्न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क़ब्रों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lastRenderedPageBreak/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हसने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मुजतबा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ज़ैनुल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आबेदीन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बाक़िर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नजफ़े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करबला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चचा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असहाब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अंसार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यौमे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आशूरा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क़ब्रें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सामर्रा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असकरी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काज़मैन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तक़ी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ईरान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मशहद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रज़ा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शीराज़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ईरान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दमिश्क़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सीरिया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करबला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शेर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ख़ातून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जनाब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सैय्यद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ज़ैनब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क़ाहिरा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मिस्र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सैय्यदा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नफ़ीसा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लिहाज़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बराबर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इमरान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यासीन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याक़ूब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मंज़िलत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हालाँकि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D24D8">
        <w:rPr>
          <w:rFonts w:hint="cs"/>
          <w:rtl/>
        </w:rPr>
        <w:t>ذُرِّيَّةً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بَعْضُهَا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بَعْضٍ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ۗ</w:t>
      </w:r>
      <w:r w:rsidRPr="00690D9C">
        <w:rPr>
          <w:rFonts w:hint="cs"/>
          <w:rtl/>
        </w:rPr>
        <w:t xml:space="preserve"> </w:t>
      </w:r>
      <w:r w:rsidRPr="006D24D8">
        <w:rPr>
          <w:rFonts w:hint="cs"/>
          <w:rtl/>
        </w:rPr>
        <w:t>وَاللَّـهُ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سَمِيعٌ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عَلِيمٌ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सिलसिला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>(</w:t>
      </w:r>
      <w:r w:rsidRPr="00690D9C">
        <w:rPr>
          <w:rFonts w:cs="Mangal"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इमरान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34)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ऐतेराज़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قَالَ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غَلَبُوا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عَلَىٰ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أَمْرِهِمْ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لَنَتَّخِذَنَّ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عَلَيْهِم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مَّسْجِدًا</w:t>
      </w:r>
      <w:r w:rsidRPr="00690D9C">
        <w:rPr>
          <w:rtl/>
          <w:cs/>
        </w:rPr>
        <w:t xml:space="preserve"> 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मस्जिद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बनायेगें।</w:t>
      </w:r>
    </w:p>
    <w:p w:rsidR="004D2A1A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कहफ़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21)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असहाबे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मस्जिद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बनायेगें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शिर्क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मोमिन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रुकू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मुतहहर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अवलिया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अवलिया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क़दासत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करामत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cs/>
          <w:lang w:bidi="hi-IN"/>
        </w:rPr>
        <w:lastRenderedPageBreak/>
        <w:t xml:space="preserve">  </w:t>
      </w:r>
      <w:r w:rsidRPr="006D24D8">
        <w:rPr>
          <w:rFonts w:hint="cs"/>
          <w:rtl/>
        </w:rPr>
        <w:t>وَاتَّخِذُوا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مَّقَامِ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إِبْرَاهِيمَ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مُصَلًّى</w:t>
      </w:r>
      <w:r w:rsidRPr="00690D9C">
        <w:rPr>
          <w:rtl/>
          <w:cs/>
        </w:rPr>
        <w:t xml:space="preserve"> 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मुसल्ला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बनाओ।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बक़रह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125)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पीछे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पढ़े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पहाड़ों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मुबारक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नतीजतन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अरफ़े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अरफ़ात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क़दासत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6" w:name="_Toc455924343"/>
      <w:r w:rsidRPr="004D2A1A">
        <w:rPr>
          <w:rStyle w:val="Heading1Char"/>
          <w:rFonts w:eastAsia="Calibri"/>
          <w:rtl/>
          <w:cs/>
        </w:rPr>
        <w:t>30</w:t>
      </w:r>
      <w:r w:rsidRPr="004D2A1A">
        <w:rPr>
          <w:rStyle w:val="Heading1Char"/>
          <w:rFonts w:eastAsia="Calibri"/>
          <w:cs/>
        </w:rPr>
        <w:t>.</w:t>
      </w:r>
      <w:bookmarkEnd w:id="36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शाने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मुहाफ़िज़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इदराक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मुबारक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पाबंदी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मशाहिदे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मुक़द्देसा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ज़ियारतों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ज़कात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परेशानियाँ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मुसीबतें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उठाईं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मज़लूम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दिसचस्बी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मनाया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cr/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जनाबे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हाय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t xml:space="preserve">?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गिरया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t xml:space="preserve">? </w:t>
      </w:r>
      <w:r w:rsidRPr="00690D9C">
        <w:rPr>
          <w:rFonts w:cs="Mangal"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बक़ीअ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क़ब्रों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t xml:space="preserve">? </w:t>
      </w:r>
      <w:r w:rsidRPr="00690D9C">
        <w:rPr>
          <w:rFonts w:cs="Mangal"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क़ब्रों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आख़िरत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दिलाती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क़ब्रो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तय्यबा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जिहादी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कारनामे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क़ुरबानियों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दिलाता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ज़वाते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मुकद्दसा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मुसलेमीन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शहादत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शुजाअत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जवाँ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ईसार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क़ुर्बानी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रुह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इंसानियत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तहज़ीब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तमद्दुन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बुज़ुर्गों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तहज़ीब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तमद्दुन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बानियों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मरबूत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सूरत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इफ़्तेख़ार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रुजहान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अंबिया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अवलिया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सालेहीन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ऐबतेमाम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7" w:name="_Toc455924344"/>
      <w:r w:rsidRPr="004D2A1A">
        <w:rPr>
          <w:rStyle w:val="Heading1Char"/>
          <w:rFonts w:eastAsia="Calibri"/>
          <w:rtl/>
          <w:cs/>
        </w:rPr>
        <w:t>31</w:t>
      </w:r>
      <w:r w:rsidRPr="004D2A1A">
        <w:rPr>
          <w:rStyle w:val="Heading1Char"/>
          <w:rFonts w:eastAsia="Calibri"/>
          <w:cs/>
        </w:rPr>
        <w:t>.</w:t>
      </w:r>
      <w:bookmarkEnd w:id="37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औऱ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बारगाह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बख़्शिश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तलबे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हाजात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शिफ़ायाबी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वसीला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बेहतर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अंदाज़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وَلَوْ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أَنَّهُمْ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إِذ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ظَّلَمُوا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أَنفُسَهُمْ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جَاءُوكَ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فَاسْتَغْفَرُوا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وَاسْتَغْفَرَ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لَهُمُ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الرَّسُولُ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لَوَجَدُوا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تَوَّابًا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رَّحِيمًا</w:t>
      </w:r>
      <w:r w:rsidRPr="00690D9C">
        <w:rPr>
          <w:rtl/>
          <w:cs/>
        </w:rPr>
        <w:t xml:space="preserve">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निसा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64)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नफ़्स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इस्तिफ़ार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इस्तिग़फ़ार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मेहरबान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पाते।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B43695" w:rsidRDefault="004D2A1A" w:rsidP="004D2A1A">
      <w:pPr>
        <w:pStyle w:val="libNormal"/>
      </w:pPr>
      <w:r w:rsidRPr="00D40342">
        <w:rPr>
          <w:rFonts w:hint="cs"/>
          <w:rtl/>
        </w:rPr>
        <w:t xml:space="preserve"> </w:t>
      </w:r>
      <w:r w:rsidRPr="006D24D8">
        <w:rPr>
          <w:rFonts w:hint="cs"/>
          <w:rtl/>
        </w:rPr>
        <w:t>وَلَسَوْفَ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يُعْطِيكَ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رَبُّكَ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فَتَرْضَىٰ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अनक़रीब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तुम्हारा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परवर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दिगार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करेगा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जाओ।</w:t>
      </w:r>
    </w:p>
    <w:p w:rsidR="004D2A1A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ज़ुहा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5)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मुराद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D95C58">
      <w:pPr>
        <w:pStyle w:val="libNormal"/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माक़ूल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गुनाहगारों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साहिबाने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हाजात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वसीला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इनायत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फ़रमाएं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t xml:space="preserve">?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इस्तेफ़ादा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औलादे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याक़ूब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क़िस्सा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B43695" w:rsidRDefault="004D2A1A" w:rsidP="004D2A1A">
      <w:pPr>
        <w:pStyle w:val="libNormal"/>
      </w:pPr>
      <w:r w:rsidRPr="006D24D8">
        <w:rPr>
          <w:rFonts w:hint="cs"/>
          <w:rtl/>
        </w:rPr>
        <w:t>قَالُوا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أَبَانَا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اسْتَغْفِرْ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لَنَا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ذُنُوبَنَا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إِنَّا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كُنَّا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خَاطِئِينَ</w:t>
      </w: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lastRenderedPageBreak/>
        <w:t>बाबा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इस्तिग़फ़ार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यक़ीनन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ख़ताकार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युसुफ़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97)</w:t>
      </w:r>
    </w:p>
    <w:p w:rsidR="004D2A1A" w:rsidRDefault="004D2A1A" w:rsidP="004D2A1A">
      <w:pPr>
        <w:pStyle w:val="libNormal"/>
        <w:rPr>
          <w:lang w:bidi="hi-IN"/>
        </w:rPr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ऐतेराज़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قَالَ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سَوْفَ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أَسْتَغْفِرُ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رَبِّي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ۖ</w:t>
      </w:r>
      <w:r w:rsidRPr="00690D9C">
        <w:rPr>
          <w:rFonts w:hint="cs"/>
          <w:rtl/>
        </w:rPr>
        <w:t xml:space="preserve"> </w:t>
      </w:r>
      <w:r w:rsidRPr="006D24D8">
        <w:rPr>
          <w:rFonts w:hint="cs"/>
          <w:rtl/>
        </w:rPr>
        <w:t>إِنَّهُ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هُوَ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الْغَفُورُ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الرَّحِيمُ</w:t>
      </w: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मै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लिऐ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करूगाँ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बड़ा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माफ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युसुफ़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98)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दावा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आईंम्मा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मर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मुफ़ीद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t xml:space="preserve">?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ख़ासाने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मुसतफ़ा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جَعَلْنَاكُمْ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أُمَّةً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وَسَطًا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لِّتَكُونُوا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شُهَدَاءَ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عَلَى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النَّاسِ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وَيَكُونَ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الرَّسُولُ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عَلَيْكُمْ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شَهِيدًا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बक़रह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143)</w:t>
      </w:r>
    </w:p>
    <w:p w:rsidR="004D2A1A" w:rsidRPr="00690D9C" w:rsidRDefault="004D2A1A" w:rsidP="004D2A1A">
      <w:pPr>
        <w:pStyle w:val="libNormal"/>
      </w:pPr>
    </w:p>
    <w:p w:rsidR="00B43695" w:rsidRDefault="004D2A1A" w:rsidP="00B43695">
      <w:pPr>
        <w:pStyle w:val="libNormal"/>
        <w:rPr>
          <w:lang w:bidi="hi-IN"/>
        </w:rPr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पैग़म्बर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रहें।</w:t>
      </w:r>
    </w:p>
    <w:p w:rsidR="004D2A1A" w:rsidRPr="00690D9C" w:rsidRDefault="004D2A1A" w:rsidP="00B43695">
      <w:pPr>
        <w:pStyle w:val="libNormal"/>
      </w:pP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शहीदन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मअना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शाहिद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B43695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  <w:r w:rsidR="00B43695" w:rsidRPr="00690D9C">
        <w:t xml:space="preserve"> </w:t>
      </w:r>
    </w:p>
    <w:p w:rsidR="004D2A1A" w:rsidRDefault="004D2A1A" w:rsidP="004D2A1A">
      <w:pPr>
        <w:pStyle w:val="libNormal"/>
        <w:rPr>
          <w:lang w:bidi="hi-IN"/>
        </w:rPr>
      </w:pPr>
      <w:r w:rsidRPr="006D24D8">
        <w:rPr>
          <w:rFonts w:hint="cs"/>
          <w:rtl/>
        </w:rPr>
        <w:t>وَقُلِ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اعْمَلُوا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فَسَيَرَى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عَمَلَكُمْ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وَرَسُولُهُ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وَالْمُؤْمِنُونَ</w:t>
      </w:r>
      <w:r w:rsidRPr="00690D9C">
        <w:rPr>
          <w:cs/>
          <w:lang w:bidi="hi-IN"/>
        </w:rPr>
        <w:t xml:space="preserve"> </w:t>
      </w:r>
    </w:p>
    <w:p w:rsidR="00B43695" w:rsidRPr="00690D9C" w:rsidRDefault="00B43695" w:rsidP="00B43695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पैग़म्बर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दीजिये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साहिबाने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देख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तौबा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105)</w:t>
      </w:r>
    </w:p>
    <w:p w:rsidR="00B43695" w:rsidRDefault="00B43695" w:rsidP="004D2A1A">
      <w:pPr>
        <w:pStyle w:val="libNormal"/>
        <w:rPr>
          <w:lang w:bidi="hi-IN"/>
        </w:rPr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आयतें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रोज़े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चाँद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सूरज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रहेंगी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शोहदा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8" w:name="_Toc455924345"/>
      <w:r w:rsidRPr="00B43695">
        <w:rPr>
          <w:rStyle w:val="Heading1Char"/>
          <w:rFonts w:eastAsia="Calibri"/>
          <w:rtl/>
          <w:cs/>
        </w:rPr>
        <w:t>32</w:t>
      </w:r>
      <w:r w:rsidRPr="00B43695">
        <w:rPr>
          <w:rStyle w:val="Heading1Char"/>
          <w:rFonts w:eastAsia="Calibri"/>
          <w:cs/>
        </w:rPr>
        <w:t>.</w:t>
      </w:r>
      <w:bookmarkEnd w:id="38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प्रोग्राम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मातम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प्रोग्रामों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मनाक़िब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हिदायत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बख़्श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पहुची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इत्तेबाअ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मनाक़िब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सराहा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ज़हनों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तास्सी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इक़्तेदा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इबरत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हिदायत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मुतवज्जे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महफ़िलों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अफ़आल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परहेज़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महफ़िलों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खाना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पीना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आगे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बढ़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जाना।</w:t>
      </w:r>
      <w:r w:rsidRPr="00690D9C">
        <w:rPr>
          <w:cs/>
          <w:lang w:bidi="hi-IN"/>
        </w:rPr>
        <w:t>[13]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अफ़आल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रूहे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मुसल्लम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हुदुद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ख़्याल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ताईद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इस्तिम्बात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कुल्ली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क़ायदा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9" w:name="_Toc455924346"/>
      <w:r w:rsidRPr="00B43695">
        <w:rPr>
          <w:rStyle w:val="Heading1Char"/>
          <w:rFonts w:eastAsia="Calibri"/>
          <w:rtl/>
          <w:cs/>
        </w:rPr>
        <w:t>33</w:t>
      </w:r>
      <w:r w:rsidRPr="00B43695">
        <w:rPr>
          <w:rStyle w:val="Heading1Char"/>
          <w:rFonts w:eastAsia="Calibri"/>
          <w:cs/>
        </w:rPr>
        <w:t>.</w:t>
      </w:r>
      <w:bookmarkEnd w:id="39"/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इस्तेफ़ादा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तहारत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काफ़ी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सिक़तुल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कुलैनी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यहज़ोरोहुल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फ़क़ीह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शेख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सदूक़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इस्तिबसार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तहज़ीब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तूसी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मुवल्लेफ़ीन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मुसन्नेफ़ीन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क़बूल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नज़दीक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शरायते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सेहत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उतरती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दिराया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रेजाल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क़वानीने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पूरी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उतरती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तर्क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0" w:name="_Toc455924347"/>
      <w:r w:rsidRPr="00B43695">
        <w:rPr>
          <w:rStyle w:val="Heading1Char"/>
          <w:rFonts w:eastAsia="Calibri"/>
          <w:rtl/>
          <w:cs/>
        </w:rPr>
        <w:t>34</w:t>
      </w:r>
      <w:r w:rsidRPr="00B43695">
        <w:rPr>
          <w:rStyle w:val="Heading1Char"/>
          <w:rFonts w:eastAsia="Calibri"/>
          <w:cs/>
        </w:rPr>
        <w:t>.</w:t>
      </w:r>
      <w:bookmarkEnd w:id="40"/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दुआ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अख़लाक़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इस्तेफ़ादा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नहजुल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बलाग़ा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सैयद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रज़ी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ख़ुतबे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ख़ुतूत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आमेज़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कलेमात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ज़ैनुल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आबेदीन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रिसाल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सज्जादिया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अलविया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उयूने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रज़ा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तौहीद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एललुश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शरायेअ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मआनिल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अख़बार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सदूक़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1" w:name="_Toc455924348"/>
      <w:r w:rsidRPr="00B43695">
        <w:rPr>
          <w:rStyle w:val="Heading1Char"/>
          <w:rFonts w:eastAsia="Calibri"/>
          <w:rtl/>
          <w:cs/>
        </w:rPr>
        <w:t>35</w:t>
      </w:r>
      <w:r w:rsidRPr="00B43695">
        <w:rPr>
          <w:rStyle w:val="Heading1Char"/>
          <w:rFonts w:eastAsia="Calibri"/>
          <w:cs/>
        </w:rPr>
        <w:t>.</w:t>
      </w:r>
      <w:bookmarkEnd w:id="41"/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अवक़ात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पैग़म्बरे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तास्सुब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कीनह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नख़वत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तकब्बुर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इसतेनाद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जमाअत</w:t>
      </w:r>
      <w:r w:rsidRPr="00690D9C">
        <w:rPr>
          <w:cs/>
          <w:lang w:bidi="hi-IN"/>
        </w:rPr>
        <w:t xml:space="preserve">[14] </w:t>
      </w:r>
      <w:r w:rsidRPr="00690D9C">
        <w:rPr>
          <w:rFonts w:cs="Mangal"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मक़ामात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जदीद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केराम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बीवियाँ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अकाबिर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रावियों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अबू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हुरैरा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अनस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वग़ैरह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मुतआरिज़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अक़्ले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मोहकम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2" w:name="_Toc455924349"/>
      <w:r w:rsidRPr="00B43695">
        <w:rPr>
          <w:rStyle w:val="Heading1Char"/>
          <w:rFonts w:eastAsia="Calibri"/>
          <w:rtl/>
          <w:cs/>
        </w:rPr>
        <w:t>36</w:t>
      </w:r>
      <w:r w:rsidRPr="00B43695">
        <w:rPr>
          <w:rStyle w:val="Heading1Char"/>
          <w:rFonts w:eastAsia="Calibri"/>
          <w:cs/>
        </w:rPr>
        <w:t>.</w:t>
      </w:r>
      <w:bookmarkEnd w:id="42"/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जदीद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नुक़सान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सामना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पड़ा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नतीजा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8C0D9D">
      <w:pPr>
        <w:pStyle w:val="libNormal"/>
        <w:rPr>
          <w:rFonts w:cs="Mangal"/>
          <w:szCs w:val="25"/>
          <w:lang w:bidi="hi-IN"/>
        </w:rPr>
      </w:pPr>
      <w:r w:rsidRPr="00690D9C">
        <w:rPr>
          <w:cs/>
          <w:lang w:bidi="hi-IN"/>
        </w:rPr>
        <w:t xml:space="preserve">1.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भूला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हक़ीक़त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लियाक़त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सलाहियत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इरशादात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भूला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देना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ख़ुसूस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हट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करना।</w:t>
      </w:r>
    </w:p>
    <w:p w:rsidR="008C0D9D" w:rsidRPr="008C0D9D" w:rsidRDefault="008C0D9D" w:rsidP="008C0D9D">
      <w:pPr>
        <w:pStyle w:val="libNormal"/>
        <w:rPr>
          <w:rFonts w:cs="Mangal"/>
          <w:szCs w:val="25"/>
          <w:lang w:bidi="hi-IN"/>
        </w:rPr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2.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मज़हिब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इख़्तिलाफ़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तफ़रक़ा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लड़ाई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झगड़े।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मिल्लते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सफ़ों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इत्तेहाद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प्यार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दोस्ती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चारगी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बढ़ाता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मज़ाहिब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नज़रियात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इब्तेदाई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सदियों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फ़िक़ही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तफ़सीरी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ग़ैर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नज़रियात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शेख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तूसी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ख़िलाफ़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तबरसी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मजमउल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युनिवर्सिटी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नसीरुद्दीन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तूसी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तजरीदुल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ऐतेक़ाद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तशरीह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आलिमे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अलाउद्दीन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क़ौशजी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अशअरी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3" w:name="_Toc455924350"/>
      <w:r w:rsidRPr="00D95C58">
        <w:rPr>
          <w:rStyle w:val="Heading1Char"/>
          <w:rFonts w:eastAsia="Calibri"/>
          <w:rtl/>
          <w:cs/>
        </w:rPr>
        <w:t>37</w:t>
      </w:r>
      <w:r w:rsidRPr="00D95C58">
        <w:rPr>
          <w:rStyle w:val="Heading1Char"/>
          <w:rFonts w:eastAsia="Calibri"/>
          <w:cs/>
        </w:rPr>
        <w:t>.</w:t>
      </w:r>
      <w:bookmarkEnd w:id="43"/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मज़ाहिब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फ़िक़ह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मौज़ूआत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गुफ़तुगू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तबादल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ख़्याल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ज़रुरत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ज़ोर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दौरे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हाज़िर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तफ़ाहुम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ताकीद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तोहमत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इत्तेहाम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तीरों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दुश्नाम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बाज़ी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हत्तल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इमकान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इज्तेनाब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मिल्लत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फ़ासला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मुतअद्दिद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हिस्सों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बटी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उसमें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मंतिक़ी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हमवार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दुश्मनों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दरारों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खोज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बग़ैर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इस्तिसना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नुक़सान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पहुचा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क़िबला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कहता।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फ़िक़ही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कुफ्र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क़िबला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दुश्मनी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ग़लबा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ज़ब्र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इकराह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पसंद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मज़ाहिब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मुस्किते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तकलीफ़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बरीउज़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ज़िम्मा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रोज़े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हज्ज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ज़कात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निकाह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तलाक़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ख़रीद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फ़रोख़्त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गुज़श्ता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तजदीदे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तलाक़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बिल्कुल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रिश्तेदार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इस्तेमारी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ताईद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तसदीक़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बहाईयत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बाबीईयत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क़ादयानी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मानिन्द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मुख़ालेफ़त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मुहारेबा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राब्ते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शिया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अवक़ात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तक़य्या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पोशिदा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तक़य्या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क़ुरआनी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मज़ाहब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दुश्मन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फ़ँस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जायें।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इज़हारे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सूरत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यक़ीनी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ख़तरा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तक़य्या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lang w:bidi="hi-IN"/>
        </w:rPr>
      </w:pPr>
      <w:r w:rsidRPr="00690D9C">
        <w:rPr>
          <w:cs/>
          <w:lang w:bidi="hi-IN"/>
        </w:rPr>
        <w:t>1.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ख़ातिक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ख़ून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बेकार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जाये।</w:t>
      </w:r>
    </w:p>
    <w:p w:rsidR="004D2A1A" w:rsidRPr="00690D9C" w:rsidRDefault="004D2A1A" w:rsidP="00D95C58">
      <w:pPr>
        <w:pStyle w:val="libNormal"/>
      </w:pPr>
      <w:r w:rsidRPr="00690D9C">
        <w:rPr>
          <w:cs/>
          <w:lang w:bidi="hi-IN"/>
        </w:rPr>
        <w:t>2.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इत्तेहाद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इख़्तिलाफ़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इफ़्तेराक़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4" w:name="_Toc455924351"/>
      <w:r w:rsidRPr="00D95C58">
        <w:rPr>
          <w:rStyle w:val="Heading1Char"/>
          <w:rFonts w:eastAsia="Calibri"/>
          <w:rtl/>
          <w:cs/>
        </w:rPr>
        <w:t>38</w:t>
      </w:r>
      <w:bookmarkEnd w:id="44"/>
      <w:r w:rsidRPr="00690D9C">
        <w:rPr>
          <w:cs/>
          <w:lang w:bidi="hi-IN"/>
        </w:rPr>
        <w:t>.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पीछे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फ़िक्री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सक़ाफ़ती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टेकनाँलाजी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इख़्तिलाफ़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तफ़रक़ा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इलाज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मर्दों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शऊर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फ़िक्री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सक़ाफ़ती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सतह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तरक़्क़ी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मराकिज़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बनाये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जाएँ।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युनिवर्सिटियाँ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मदरसे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इदारे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जदीद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नतायज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तजरुबात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कारी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सनअत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हिरफ़त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ख़ुशहाल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सरगर्मियों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lastRenderedPageBreak/>
        <w:t>इतमिनान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ऐतेमाद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इस्तिक़लाल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ऐतेमादी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ख़ुशामद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इत्तेबा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रहें।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गुज़रे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मरकज़ों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बुनियाद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माहिरीन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इदारे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किये।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मुल्क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युनिवर्सिटियों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मदरसों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दाख़िले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नतीजे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शोअबे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दर्जे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तालीम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फ़ारिग़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मरकज़ों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रसाई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क़ाबिले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ख़दमात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छोड़ीं।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5" w:name="_Toc455924352"/>
      <w:r w:rsidRPr="00D95C58">
        <w:rPr>
          <w:rStyle w:val="Heading1Char"/>
          <w:rFonts w:eastAsia="Calibri"/>
          <w:rtl/>
          <w:cs/>
        </w:rPr>
        <w:t>39</w:t>
      </w:r>
      <w:r w:rsidRPr="00D95C58">
        <w:rPr>
          <w:rStyle w:val="Heading1Char"/>
          <w:rFonts w:eastAsia="Calibri"/>
          <w:cs/>
        </w:rPr>
        <w:t>.</w:t>
      </w:r>
      <w:bookmarkEnd w:id="45"/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फ़ोकहा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तक़लीद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राब्ते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फ़िक़ही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रूजू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मसायल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राय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वकील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नायब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मआश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इक़्तेसाद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सरकारी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हुकूमतों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दारोमदार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अफ़राद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वसाक़त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ऐतेमाद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मर्तबा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फ़ायज़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मदारिस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साज़ी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मराकिज़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ख़ुम्स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ज़कात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अमवाल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हाजात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पूरा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रग़बत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हवाले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नमाज़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रोज़े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वज़ीफ़ा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नज़दीक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मुनाफ़े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बजट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ख़ुम्स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निकालना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दलीलें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सेहाह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सोनन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  <w:r w:rsidRPr="00690D9C">
        <w:rPr>
          <w:cs/>
          <w:lang w:bidi="hi-IN"/>
        </w:rPr>
        <w:t>[15]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6" w:name="_Toc455924353"/>
      <w:r w:rsidRPr="00D95C58">
        <w:rPr>
          <w:rStyle w:val="Heading1Char"/>
          <w:rFonts w:eastAsia="Calibri"/>
          <w:rtl/>
          <w:cs/>
        </w:rPr>
        <w:t>40</w:t>
      </w:r>
      <w:r w:rsidRPr="00D95C58">
        <w:rPr>
          <w:rStyle w:val="Heading1Char"/>
          <w:rFonts w:eastAsia="Calibri"/>
          <w:cs/>
        </w:rPr>
        <w:t>.</w:t>
      </w:r>
      <w:bookmarkEnd w:id="46"/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हुकूमतों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फ़ायदा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उठायें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हुकूमतों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मुसालेमत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आमेज़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राब्ता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सरहदों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सक़ाफ़ती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इस्तिक़लाल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सकें।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चाहा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lang w:bidi="hi-IN"/>
        </w:rPr>
      </w:pPr>
      <w:r w:rsidRPr="006D24D8">
        <w:rPr>
          <w:rFonts w:hint="cs"/>
          <w:rtl/>
        </w:rPr>
        <w:t>وَلِلَّـهِ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الْعِزَّةُ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وَلِرَسُولِهِ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وَلِلْمُؤْمِنِينَ</w:t>
      </w:r>
    </w:p>
    <w:p w:rsidR="004D2A1A" w:rsidRPr="00690D9C" w:rsidRDefault="004D2A1A" w:rsidP="00D95C58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मोमिनीन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मुनाफ़ेक़ून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8)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وَلَا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تَهِنُوا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وَلَا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تَحْزَنُوا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وَأَنتُمُ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الْأَعْلَوْنَ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كُنتُم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مُّؤْمِنِينَ</w:t>
      </w:r>
      <w:r w:rsidRPr="00690D9C">
        <w:rPr>
          <w:rtl/>
          <w:cs/>
        </w:rPr>
        <w:t xml:space="preserve"> </w:t>
      </w:r>
    </w:p>
    <w:p w:rsidR="004D2A1A" w:rsidRPr="00690D9C" w:rsidRDefault="004D2A1A" w:rsidP="00D95C58">
      <w:pPr>
        <w:pStyle w:val="libNormal"/>
      </w:pPr>
      <w:r w:rsidRPr="00690D9C">
        <w:rPr>
          <w:rFonts w:cs="Mangal" w:hint="cs"/>
          <w:cs/>
          <w:lang w:bidi="hi-IN"/>
        </w:rPr>
        <w:t>ख़बरदार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सुस्ती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मुसीबत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ग़मगीन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साहिबाने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इमरान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139)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जामेअ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हुकूमती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निज़ाम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मुतअल्लिक़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दक़ीक़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रविश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दस्तुरुल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cs="Mangal"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मिल्लत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कामिल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निज़ाम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अमली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जामा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पहनाने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बैठ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चीत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गुफ़्तुगू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परेशान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सरगरदानी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बाहर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निकालें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नासिर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मददगार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D95C58" w:rsidRPr="00D95C58" w:rsidRDefault="004D2A1A" w:rsidP="00D95C58">
      <w:pPr>
        <w:pStyle w:val="libNormal"/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يَا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أَيُّهَا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آمَنُوا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تَنصُرُوا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يَنصُرْكُمْ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وَيُثَبِّتْ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أَقْدَامَكُمْ</w:t>
      </w:r>
    </w:p>
    <w:p w:rsidR="004D2A1A" w:rsidRPr="00690D9C" w:rsidRDefault="004D2A1A" w:rsidP="00D95C58">
      <w:pPr>
        <w:pStyle w:val="libNormal"/>
      </w:pPr>
      <w:r w:rsidRPr="00690D9C">
        <w:rPr>
          <w:rFonts w:cs="Mangal"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तुम्हारी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करेगा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क़दम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रखेगा।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7)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(</w:t>
      </w:r>
      <w:r w:rsidRPr="00690D9C">
        <w:rPr>
          <w:rFonts w:cs="Mangal"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हक़ीक़ी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वाक़ई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ख़द्द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ख़ाल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मैने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आपक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बिल्कुल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रौशन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इबारत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बहनों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मुल्कों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बसर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ईज़्ज़त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आबरु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समाज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मुआशरे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हरीस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शख़्सियत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क़ुर्बान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क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तैयार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cs="Mangal"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[1]. </w:t>
      </w:r>
      <w:r w:rsidRPr="00A86EDF">
        <w:rPr>
          <w:rFonts w:cs="Mangal" w:hint="cs"/>
          <w:cs/>
        </w:rPr>
        <w:t>देखिये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सद्र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किताब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तासीसुश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लेउलूमिल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इस्लाम</w:t>
      </w:r>
      <w:r w:rsidRPr="00690D9C">
        <w:t xml:space="preserve">, </w:t>
      </w:r>
      <w:r w:rsidRPr="00A86EDF">
        <w:rPr>
          <w:rFonts w:cs="Mangal" w:hint="cs"/>
          <w:cs/>
        </w:rPr>
        <w:t>अज़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ज़रिया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एला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तसानिफ़िश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जिल्द</w:t>
      </w:r>
      <w:r w:rsidRPr="00690D9C">
        <w:rPr>
          <w:cs/>
          <w:lang w:bidi="hi-IN"/>
        </w:rPr>
        <w:t xml:space="preserve"> 29 </w:t>
      </w:r>
      <w:r w:rsidRPr="00A86EDF">
        <w:rPr>
          <w:rFonts w:cs="Mangal" w:hint="cs"/>
          <w:cs/>
        </w:rPr>
        <w:t>तालीफ़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आग़ा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बुज़ुर्ग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तेहरानी</w:t>
      </w:r>
      <w:r w:rsidRPr="00690D9C">
        <w:t xml:space="preserve">, </w:t>
      </w:r>
      <w:r w:rsidRPr="00A86EDF">
        <w:rPr>
          <w:rFonts w:cs="Mangal" w:hint="cs"/>
          <w:cs/>
        </w:rPr>
        <w:t>कशफ़ुज़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ज़ुनुन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तालीफ़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आफ़ंदी</w:t>
      </w:r>
      <w:r w:rsidRPr="00690D9C">
        <w:t xml:space="preserve">, </w:t>
      </w:r>
      <w:r w:rsidRPr="00A86EDF">
        <w:rPr>
          <w:rFonts w:cs="Mangal" w:hint="cs"/>
          <w:cs/>
        </w:rPr>
        <w:t>मोजमुल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मुअल्लेफ़ीन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तालीफ़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उमर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रज़ा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कुहाला</w:t>
      </w:r>
      <w:r w:rsidRPr="00690D9C">
        <w:t xml:space="preserve">, </w:t>
      </w:r>
      <w:r w:rsidRPr="00A86EDF">
        <w:rPr>
          <w:rFonts w:cs="Mangal" w:hint="cs"/>
          <w:cs/>
        </w:rPr>
        <w:t>आयानुश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तालीफ़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मोहसिन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अमीन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आमुली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वग़ैरह।</w:t>
      </w:r>
    </w:p>
    <w:p w:rsidR="00D95C58" w:rsidRDefault="00D95C58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 </w:t>
      </w:r>
      <w:r w:rsidR="004D2A1A" w:rsidRPr="00690D9C">
        <w:rPr>
          <w:cs/>
          <w:lang w:bidi="hi-IN"/>
        </w:rPr>
        <w:t xml:space="preserve">[2]. </w:t>
      </w:r>
      <w:r w:rsidR="004D2A1A" w:rsidRPr="00A86EDF">
        <w:rPr>
          <w:rFonts w:cs="Mangal" w:hint="cs"/>
          <w:cs/>
        </w:rPr>
        <w:t>तारीख़े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क़ुरआन</w:t>
      </w:r>
      <w:r w:rsidR="004D2A1A" w:rsidRPr="00690D9C">
        <w:t xml:space="preserve">, </w:t>
      </w:r>
      <w:r w:rsidR="004D2A1A" w:rsidRPr="00A86EDF">
        <w:rPr>
          <w:rFonts w:cs="Mangal" w:hint="cs"/>
          <w:cs/>
        </w:rPr>
        <w:t>अत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तमहीद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फ़ी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उलूमिल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क़ुरआन</w:t>
      </w:r>
      <w:r w:rsidR="004D2A1A" w:rsidRPr="00690D9C">
        <w:t xml:space="preserve">, </w:t>
      </w:r>
      <w:r w:rsidR="004D2A1A" w:rsidRPr="00A86EDF">
        <w:rPr>
          <w:rFonts w:cs="Mangal" w:hint="cs"/>
          <w:cs/>
        </w:rPr>
        <w:t>तालीफ़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मुहम्मद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हादी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मारेफ़त</w:t>
      </w:r>
      <w:r w:rsidR="004D2A1A" w:rsidRPr="00690D9C">
        <w:rPr>
          <w:cs/>
          <w:lang w:bidi="hi-IN"/>
        </w:rPr>
        <w:t xml:space="preserve"> </w:t>
      </w:r>
      <w:r w:rsidR="004D2A1A" w:rsidRPr="00A86EDF">
        <w:rPr>
          <w:rFonts w:cs="Mangal" w:hint="cs"/>
          <w:cs/>
        </w:rPr>
        <w:t>वग़ैरह।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[3]. (</w:t>
      </w:r>
      <w:r w:rsidRPr="00A86EDF">
        <w:rPr>
          <w:rFonts w:hint="cs"/>
          <w:rtl/>
        </w:rPr>
        <w:t>وَقَالَتِ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الْيَهُودُ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يَدُ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اللَّـهِ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مَغْلُولَةٌ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غُلَّتْ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أَيْدِيهِمْ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وَلُعِنُوا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بِمَا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قَالُوا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ۘ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بَلْ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يَدَاهُ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مَبْسُوطَتَانِ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يُنفِقُ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كَيْفَ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يَشَاءُ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وَلَيَزِيدَنَّ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كَثِيرًا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مِّنْهُم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مَّا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أُنزِلَ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إِلَيْكَ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مِن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رَّبِّكَ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طُغْيَانًا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وَكُفْرًا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وَأَلْقَيْنَا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بَيْنَهُمُ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الْعَدَاوَةَ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وَالْبَغْضَاءَ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إِلَىٰ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يَوْمِ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الْقِيَامَةِ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كُلَّمَا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أَوْقَدُوا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نَارًا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لِّلْحَرْبِ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أَطْفَأَهَا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اللَّـهُ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وَيَسْعَوْنَ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فِي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الْأَرْضِ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فَسَادًا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وَاللَّـهُ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يُحِبُّ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الْمُفْسِدِينَ</w:t>
      </w:r>
      <w:r w:rsidRPr="00690D9C">
        <w:rPr>
          <w:cs/>
          <w:lang w:bidi="hi-IN"/>
        </w:rPr>
        <w:t xml:space="preserve">  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मायदा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67)</w:t>
      </w:r>
      <w:r w:rsidRPr="00690D9C">
        <w:t xml:space="preserve">, </w:t>
      </w:r>
      <w:r w:rsidRPr="00A86EDF">
        <w:rPr>
          <w:rFonts w:cs="Mangal" w:hint="cs"/>
          <w:cs/>
        </w:rPr>
        <w:t>यह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भी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सिलसिले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नाज़िल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हुई।</w:t>
      </w:r>
      <w:r w:rsidRPr="00690D9C">
        <w:rPr>
          <w:cs/>
          <w:lang w:bidi="hi-IN"/>
        </w:rPr>
        <w:t xml:space="preserve">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A86EDF">
        <w:rPr>
          <w:rFonts w:hint="cs"/>
          <w:rtl/>
        </w:rPr>
        <w:t>حُرِّمَتْ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عَلَيْكُمُ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الْمَيْتَةُ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وَالدَّمُ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وَلَحْمُ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الْخِنزِيرِ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وَمَا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أُهِلَّ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لِغَيْرِ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اللَّـهِ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بِهِ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وَالْمُنْخَنِقَةُ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وَالْمَوْقُوذَةُ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وَالْمُتَرَدِّيَةُ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وَالنَّطِيحَةُ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وَمَا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أَكَلَ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السَّبُعُ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إِلَّا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ذَكَّيْتُمْ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وَمَا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ذُبِحَ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عَلَى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النُّصُبِ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وَأَن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تَسْتَقْسِمُوا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بِالْأَزْلَامِ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ذَٰلِكُمْ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فِسْقٌ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ۗ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الْيَوْمَ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يَئِسَ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كَفَرُوا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مِن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دِينِكُمْ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فَلَا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تَخْشَوْهُمْ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وَاخْشَوْنِ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lastRenderedPageBreak/>
        <w:t>الْيَوْمَ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أَكْمَلْتُ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لَكُمْ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دِينَكُمْ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وَأَتْمَمْتُ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عَلَيْكُمْ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نِعْمَتِي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وَرَضِيتُ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لَكُمُ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الْإِسْلَامَ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دِينًا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فَمَنِ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اضْطُرَّ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فِي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مَخْمَصَةٍ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غَيْرَ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مُتَجَانِفٍ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لِّإِثْمٍ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ۙ</w:t>
      </w:r>
      <w:r w:rsidRPr="00690D9C">
        <w:rPr>
          <w:rFonts w:hint="cs"/>
          <w:rtl/>
        </w:rPr>
        <w:t xml:space="preserve"> </w:t>
      </w:r>
      <w:r w:rsidRPr="00A86EDF">
        <w:rPr>
          <w:rFonts w:hint="cs"/>
          <w:rtl/>
        </w:rPr>
        <w:t>فَإِنَّ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غَفُورٌ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رَّحِيمٌ</w:t>
      </w:r>
      <w:r w:rsidRPr="00690D9C">
        <w:rPr>
          <w:cs/>
          <w:lang w:bidi="hi-IN"/>
        </w:rPr>
        <w:t xml:space="preserve"> ) 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मायदा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3) ( </w:t>
      </w:r>
      <w:r w:rsidRPr="00A86EDF">
        <w:rPr>
          <w:rFonts w:hint="cs"/>
          <w:rtl/>
        </w:rPr>
        <w:t>لِّلْكَافِرِينَ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لَيْسَ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لَهُ</w:t>
      </w:r>
      <w:r w:rsidRPr="00690D9C">
        <w:rPr>
          <w:rtl/>
        </w:rPr>
        <w:t xml:space="preserve"> </w:t>
      </w:r>
      <w:r w:rsidRPr="00A86EDF">
        <w:rPr>
          <w:rFonts w:hint="cs"/>
          <w:rtl/>
        </w:rPr>
        <w:t>دَافِعٌ</w:t>
      </w:r>
      <w:r w:rsidRPr="00690D9C">
        <w:rPr>
          <w:cs/>
          <w:lang w:bidi="hi-IN"/>
        </w:rPr>
        <w:t>) (</w:t>
      </w:r>
      <w:r w:rsidRPr="00A86EDF">
        <w:rPr>
          <w:rFonts w:cs="Mangal" w:hint="cs"/>
          <w:cs/>
        </w:rPr>
        <w:t>सूर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मआरिज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आयत</w:t>
      </w:r>
      <w:r w:rsidRPr="00690D9C">
        <w:rPr>
          <w:cs/>
          <w:lang w:bidi="hi-IN"/>
        </w:rPr>
        <w:t xml:space="preserve"> 2)</w:t>
      </w:r>
    </w:p>
    <w:p w:rsidR="004D2A1A" w:rsidRPr="00690D9C" w:rsidRDefault="004D2A1A" w:rsidP="00D95C58">
      <w:pPr>
        <w:pStyle w:val="libFootnote"/>
      </w:pP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[4]. </w:t>
      </w:r>
      <w:r w:rsidRPr="00A86EDF">
        <w:rPr>
          <w:rFonts w:cs="Mangal" w:hint="cs"/>
          <w:cs/>
        </w:rPr>
        <w:t>ख़ुलाफ़ाउन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नबी</w:t>
      </w:r>
      <w:r w:rsidRPr="00690D9C">
        <w:t xml:space="preserve">, </w:t>
      </w:r>
      <w:r w:rsidRPr="00A86EDF">
        <w:rPr>
          <w:rFonts w:cs="Mangal" w:hint="cs"/>
          <w:cs/>
        </w:rPr>
        <w:t>तालीफ़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हायरी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बहरानी।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[5]. </w:t>
      </w:r>
      <w:r w:rsidRPr="00A86EDF">
        <w:rPr>
          <w:rFonts w:cs="Mangal" w:hint="cs"/>
          <w:cs/>
        </w:rPr>
        <w:t>बित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तहक़ीक़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अरब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अजम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ग़ैर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मुमताज़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शायरों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ऐसे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मुफ़स्सल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क़सीदे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कहे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बारह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मुकम्मल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मज़कूर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जैसे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शायरों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हसकफ़ी</w:t>
      </w:r>
      <w:r w:rsidRPr="00690D9C">
        <w:t xml:space="preserve">, </w:t>
      </w:r>
      <w:r w:rsidRPr="00A86EDF">
        <w:rPr>
          <w:rFonts w:cs="Mangal" w:hint="cs"/>
          <w:cs/>
        </w:rPr>
        <w:t>इब्ने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तूलून</w:t>
      </w:r>
      <w:r w:rsidRPr="00690D9C">
        <w:t xml:space="preserve">, </w:t>
      </w:r>
      <w:r w:rsidRPr="00A86EDF">
        <w:rPr>
          <w:rFonts w:cs="Mangal" w:hint="cs"/>
          <w:cs/>
        </w:rPr>
        <w:t>फ़ज़्ल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रोज़बहान</w:t>
      </w:r>
      <w:r w:rsidRPr="00690D9C">
        <w:t xml:space="preserve">, </w:t>
      </w:r>
      <w:r w:rsidRPr="00A86EDF">
        <w:rPr>
          <w:rFonts w:cs="Mangal" w:hint="cs"/>
          <w:cs/>
        </w:rPr>
        <w:t>जामी</w:t>
      </w:r>
      <w:r w:rsidRPr="00690D9C">
        <w:t xml:space="preserve">, </w:t>
      </w:r>
      <w:r w:rsidRPr="00A86EDF">
        <w:rPr>
          <w:rFonts w:cs="Mangal" w:hint="cs"/>
          <w:cs/>
        </w:rPr>
        <w:t>अत्तार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नैशापुरी</w:t>
      </w:r>
      <w:r w:rsidRPr="00690D9C">
        <w:t xml:space="preserve">, </w:t>
      </w:r>
      <w:r w:rsidRPr="00A86EDF">
        <w:rPr>
          <w:rFonts w:cs="Mangal" w:hint="cs"/>
          <w:cs/>
        </w:rPr>
        <w:t>मौलवी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क़सीदे</w:t>
      </w:r>
      <w:r w:rsidRPr="00690D9C">
        <w:t xml:space="preserve">, </w:t>
      </w:r>
      <w:r w:rsidRPr="00A86EDF">
        <w:rPr>
          <w:rFonts w:cs="Mangal" w:hint="cs"/>
          <w:cs/>
        </w:rPr>
        <w:t>यह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मज़हबे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अबू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हनीफ़ा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शाफ़ेई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वग़ैरह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पैरों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t xml:space="preserve">, </w:t>
      </w:r>
      <w:r w:rsidRPr="00A86EDF">
        <w:rPr>
          <w:rFonts w:cs="Mangal" w:hint="cs"/>
          <w:cs/>
        </w:rPr>
        <w:t>हम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यहाँ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नमूने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तौर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क़सीदे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ज़िक्र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रहे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पहला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क़सीदा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जनाब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हसकफ़ी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हनफ़ी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शुमार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छटी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हिजरी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उलामा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होता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कहते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अव्वल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अली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हैदर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बेटे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हसन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हुसैन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उसके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जाफ़र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सादिक़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बेटे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मूसा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काज़िम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सैयद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सरदार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जिन्हे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रज़ा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जाना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जाता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t xml:space="preserve">, </w:t>
      </w:r>
      <w:r w:rsidRPr="00A86EDF">
        <w:rPr>
          <w:rFonts w:cs="Mangal" w:hint="cs"/>
          <w:cs/>
        </w:rPr>
        <w:t>आपके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आपके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बेटे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तक़ी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फिर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अली</w:t>
      </w:r>
      <w:r w:rsidRPr="00690D9C">
        <w:t xml:space="preserve">,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सच्चे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बेटे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यानी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हसन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असकरी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फ़ौरन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आपके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बेटे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महदी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आख़िरुज़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ज़मान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है</w:t>
      </w:r>
      <w:r w:rsidRPr="00690D9C">
        <w:t xml:space="preserve">, </w:t>
      </w:r>
      <w:r w:rsidRPr="00A86EDF">
        <w:rPr>
          <w:rFonts w:cs="Mangal" w:hint="cs"/>
          <w:cs/>
        </w:rPr>
        <w:t>उन्ही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हज़रात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अक़ीदा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रखती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lastRenderedPageBreak/>
        <w:t>एक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क़ौम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सरदार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असमा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बाहम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ऐसे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मिले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हुए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किसी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एक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भी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छोड़ा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सकता।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वह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अल्लाह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बंदों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उसकी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हुज्जत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तक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पहुचने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रास्ता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मक़सद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4D2A1A" w:rsidRPr="00690D9C" w:rsidRDefault="004D2A1A" w:rsidP="00D95C58">
      <w:pPr>
        <w:pStyle w:val="libFootnote"/>
      </w:pPr>
    </w:p>
    <w:p w:rsidR="00D95C58" w:rsidRDefault="004D2A1A" w:rsidP="00D95C58">
      <w:pPr>
        <w:pStyle w:val="libFootnote"/>
        <w:rPr>
          <w:lang w:bidi="hi-IN"/>
        </w:rPr>
      </w:pPr>
      <w:r w:rsidRPr="00A86EDF">
        <w:rPr>
          <w:rFonts w:cs="Mangal" w:hint="cs"/>
          <w:cs/>
        </w:rPr>
        <w:t>वह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दिनों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अपने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लिये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रोज़े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रखते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t xml:space="preserve">, </w:t>
      </w:r>
      <w:r w:rsidRPr="00A86EDF">
        <w:rPr>
          <w:rFonts w:cs="Mangal" w:hint="cs"/>
          <w:cs/>
        </w:rPr>
        <w:t>रात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तारिकियों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रुकू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सजदे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मशग़ूल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रहते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D95C58" w:rsidRDefault="00D95C58" w:rsidP="00D95C58">
      <w:pPr>
        <w:pStyle w:val="libFootnote"/>
        <w:rPr>
          <w:lang w:bidi="hi-IN"/>
        </w:rPr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दूसरी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क़सीदा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जनाब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शमसुद्दीन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तूलून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शुमार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दसवी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हिजरी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उलामा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होता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कहते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>:</w:t>
      </w:r>
    </w:p>
    <w:p w:rsidR="00D95C58" w:rsidRDefault="00D95C58" w:rsidP="00D95C58">
      <w:pPr>
        <w:pStyle w:val="libFootnote"/>
        <w:rPr>
          <w:lang w:bidi="hi-IN"/>
        </w:rPr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तुम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बारह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वाबस्ता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रहो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मुस्तफ़ा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ख़ैरुल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बशर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अबू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तुराब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अली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हसन</w:t>
      </w:r>
      <w:r w:rsidRPr="00690D9C">
        <w:t xml:space="preserve">, </w:t>
      </w:r>
      <w:r w:rsidRPr="00A86EDF">
        <w:rPr>
          <w:rFonts w:cs="Mangal" w:hint="cs"/>
          <w:cs/>
        </w:rPr>
        <w:t>हुसैन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ज़ैनुल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आबेदीन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बुग़्ज़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बुरा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बाक़िर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जिन्होने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इल्म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खोले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सादिक़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जिन्हे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जाफ़र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दुनिया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पुकारो।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मूसा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काज़िम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बेटे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लक़ब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रज़ा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क़द्र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मंज़िलत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बुलंद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तक़ी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दिल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असरारे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इलाही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मामूर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नक़ी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जिनकी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ख़ूबियाँ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चारों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तरफ़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फैली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हुई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हसन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असकरी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पाक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पाकीज़ा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मेहदी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जल्दी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ज़ाहिर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होगें।</w:t>
      </w:r>
    </w:p>
    <w:p w:rsidR="00D95C58" w:rsidRDefault="00D95C58" w:rsidP="00D95C58">
      <w:pPr>
        <w:pStyle w:val="libFootnote"/>
        <w:rPr>
          <w:lang w:bidi="hi-IN"/>
        </w:rPr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देखिये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किताब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आईम्मतो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इसना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अशर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मुअल्लिफ़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मुवर्रिख़े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दमिश्क़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शमसुद्दीन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मुहम्मद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बिन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तूलून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वफ़ात</w:t>
      </w:r>
      <w:r w:rsidRPr="00690D9C">
        <w:rPr>
          <w:cs/>
          <w:lang w:bidi="hi-IN"/>
        </w:rPr>
        <w:t xml:space="preserve"> (953 </w:t>
      </w:r>
      <w:r w:rsidRPr="00A86EDF">
        <w:rPr>
          <w:rFonts w:cs="Mangal" w:hint="cs"/>
          <w:cs/>
        </w:rPr>
        <w:t>हिजरी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क़मरी</w:t>
      </w:r>
      <w:r w:rsidRPr="00690D9C">
        <w:rPr>
          <w:cs/>
          <w:lang w:bidi="hi-IN"/>
        </w:rPr>
        <w:t>)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A86EDF">
        <w:rPr>
          <w:rFonts w:cs="Mangal" w:hint="cs"/>
          <w:cs/>
        </w:rPr>
        <w:t>तहक़ीक़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डाक्टर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सलाहुद्दीन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मुन्जिद</w:t>
      </w:r>
      <w:r w:rsidRPr="00690D9C">
        <w:t xml:space="preserve">, </w:t>
      </w:r>
      <w:r w:rsidRPr="00A86EDF">
        <w:rPr>
          <w:rFonts w:cs="Mangal" w:hint="cs"/>
          <w:cs/>
        </w:rPr>
        <w:t>मतबूआ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बैरुत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लेबनान।</w:t>
      </w:r>
    </w:p>
    <w:p w:rsidR="004D2A1A" w:rsidRPr="00690D9C" w:rsidRDefault="004D2A1A" w:rsidP="00D95C58">
      <w:pPr>
        <w:pStyle w:val="libFootnote"/>
      </w:pP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[6]. </w:t>
      </w:r>
      <w:r w:rsidRPr="00A86EDF">
        <w:rPr>
          <w:rFonts w:cs="Mangal" w:hint="cs"/>
          <w:cs/>
        </w:rPr>
        <w:t>आम्मा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सिहाहे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सित्ता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अलावा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दूसरी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किताबों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मौजूद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नबी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अकरम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फ़रमायाः</w:t>
      </w:r>
    </w:p>
    <w:p w:rsidR="00D95C58" w:rsidRDefault="004D2A1A" w:rsidP="00D95C58">
      <w:pPr>
        <w:pStyle w:val="libFootnote"/>
        <w:rPr>
          <w:lang w:bidi="hi-IN"/>
        </w:rPr>
      </w:pPr>
      <w:r w:rsidRPr="00A86EDF">
        <w:rPr>
          <w:rFonts w:cs="Mangal" w:hint="cs"/>
          <w:cs/>
        </w:rPr>
        <w:t>आख़िरी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ज़माने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नस्ल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एक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शख़्स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ज़ाहिर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होगा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जिसका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मेरा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होगा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उसकी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कुनियत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कुनियत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होगी</w:t>
      </w:r>
      <w:r w:rsidRPr="00690D9C">
        <w:t xml:space="preserve">, </w:t>
      </w:r>
      <w:r w:rsidRPr="00A86EDF">
        <w:rPr>
          <w:rFonts w:cs="Mangal" w:hint="cs"/>
          <w:cs/>
        </w:rPr>
        <w:t>वह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ज़मीन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अदल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इंसाफ़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उसी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तरह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भर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देगा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जैसे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ज़ुल्म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जौर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भरी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होगी।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[7]. </w:t>
      </w:r>
      <w:r w:rsidRPr="00A86EDF">
        <w:rPr>
          <w:rFonts w:cs="Mangal" w:hint="cs"/>
          <w:cs/>
        </w:rPr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अल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मुसन्नफ़</w:t>
      </w:r>
      <w:r w:rsidRPr="00690D9C">
        <w:t xml:space="preserve">, </w:t>
      </w:r>
      <w:r w:rsidRPr="00A86EDF">
        <w:rPr>
          <w:rFonts w:cs="Mangal" w:hint="cs"/>
          <w:cs/>
        </w:rPr>
        <w:t>सनआनी।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[8]. </w:t>
      </w:r>
      <w:r w:rsidRPr="00A86EDF">
        <w:rPr>
          <w:rFonts w:cs="Mangal" w:hint="cs"/>
          <w:cs/>
        </w:rPr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अल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यवाक़ीत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जवाहर</w:t>
      </w:r>
      <w:r w:rsidRPr="00690D9C">
        <w:t xml:space="preserve">, </w:t>
      </w:r>
      <w:r w:rsidRPr="00A86EDF">
        <w:rPr>
          <w:rFonts w:cs="Mangal" w:hint="cs"/>
          <w:cs/>
        </w:rPr>
        <w:t>शअरानी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अंसारी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मिस्री</w:t>
      </w:r>
      <w:r w:rsidRPr="00690D9C">
        <w:t xml:space="preserve">, </w:t>
      </w:r>
      <w:r w:rsidRPr="00A86EDF">
        <w:rPr>
          <w:rFonts w:cs="Mangal" w:hint="cs"/>
          <w:cs/>
        </w:rPr>
        <w:t>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दसवीं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हिजरी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उलामा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[9]. </w:t>
      </w:r>
      <w:r w:rsidRPr="00A86EDF">
        <w:rPr>
          <w:rFonts w:cs="Mangal" w:hint="cs"/>
          <w:cs/>
        </w:rPr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सही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बुख़ारी</w:t>
      </w:r>
      <w:r w:rsidRPr="00690D9C">
        <w:t xml:space="preserve">, </w:t>
      </w:r>
      <w:r w:rsidRPr="00A86EDF">
        <w:rPr>
          <w:rFonts w:cs="Mangal" w:hint="cs"/>
          <w:cs/>
        </w:rPr>
        <w:t>सही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मुस्लिम</w:t>
      </w:r>
      <w:r w:rsidRPr="00690D9C">
        <w:t xml:space="preserve">, </w:t>
      </w:r>
      <w:r w:rsidRPr="00A86EDF">
        <w:rPr>
          <w:rFonts w:cs="Mangal" w:hint="cs"/>
          <w:cs/>
        </w:rPr>
        <w:t>सोनने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बहीक़ी।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[10]. </w:t>
      </w:r>
      <w:r w:rsidRPr="00A86EDF">
        <w:rPr>
          <w:rFonts w:cs="Mangal" w:hint="cs"/>
          <w:cs/>
        </w:rPr>
        <w:t>मालिकियों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राय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जानने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लिये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देखिये</w:t>
      </w:r>
      <w:r w:rsidRPr="00690D9C">
        <w:t xml:space="preserve">, </w:t>
      </w:r>
      <w:r w:rsidRPr="00A86EDF">
        <w:rPr>
          <w:rFonts w:cs="Mangal" w:hint="cs"/>
          <w:cs/>
        </w:rPr>
        <w:t>बिदायतुल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मुजतहिद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तालीफ़</w:t>
      </w:r>
      <w:r w:rsidRPr="00690D9C">
        <w:t xml:space="preserve">, </w:t>
      </w:r>
      <w:r w:rsidRPr="00A86EDF">
        <w:rPr>
          <w:rFonts w:cs="Mangal" w:hint="cs"/>
          <w:cs/>
        </w:rPr>
        <w:t>इब्ने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रुश्दे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क़ुरतुबी।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[11]. </w:t>
      </w:r>
      <w:r w:rsidRPr="00A86EDF">
        <w:rPr>
          <w:rFonts w:cs="Mangal" w:hint="cs"/>
          <w:cs/>
        </w:rPr>
        <w:t>इस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सिलसिले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तमाम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हदीसों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तरफ़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रूजू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जाये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इस्लामी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मज़ाहिब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कुतुबे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सेहाह</w:t>
      </w:r>
      <w:r w:rsidRPr="00690D9C">
        <w:t xml:space="preserve">, </w:t>
      </w:r>
      <w:r w:rsidRPr="00A86EDF">
        <w:rPr>
          <w:rFonts w:cs="Mangal" w:hint="cs"/>
          <w:cs/>
        </w:rPr>
        <w:t>सोनन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मोतबर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मसानीद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नक़्ल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गई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lastRenderedPageBreak/>
        <w:t xml:space="preserve">[12]. </w:t>
      </w:r>
      <w:r w:rsidRPr="00A86EDF">
        <w:rPr>
          <w:rFonts w:cs="Mangal" w:hint="cs"/>
          <w:cs/>
        </w:rPr>
        <w:t>सबकी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शाफ़ेई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किताब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शिफ़ाउ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सेक़ाम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पेज</w:t>
      </w:r>
      <w:r w:rsidRPr="00690D9C">
        <w:rPr>
          <w:cs/>
          <w:lang w:bidi="hi-IN"/>
        </w:rPr>
        <w:t xml:space="preserve"> 107 </w:t>
      </w:r>
      <w:r w:rsidRPr="00A86EDF">
        <w:rPr>
          <w:rFonts w:cs="Mangal" w:hint="cs"/>
          <w:cs/>
        </w:rPr>
        <w:t>पर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तरह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सोनन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इब्ने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माजा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जिल्द</w:t>
      </w:r>
      <w:r w:rsidRPr="00690D9C">
        <w:rPr>
          <w:cs/>
          <w:lang w:bidi="hi-IN"/>
        </w:rPr>
        <w:t xml:space="preserve"> 1 </w:t>
      </w:r>
      <w:r w:rsidRPr="00A86EDF">
        <w:rPr>
          <w:rFonts w:cs="Mangal" w:hint="cs"/>
          <w:cs/>
        </w:rPr>
        <w:t>पेज</w:t>
      </w:r>
      <w:r w:rsidRPr="00690D9C">
        <w:rPr>
          <w:cs/>
          <w:lang w:bidi="hi-IN"/>
        </w:rPr>
        <w:t xml:space="preserve"> 117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नक़्ल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हुआ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[13]. </w:t>
      </w:r>
      <w:r w:rsidRPr="00A86EDF">
        <w:rPr>
          <w:rFonts w:cs="Mangal" w:hint="cs"/>
          <w:cs/>
        </w:rPr>
        <w:t>ग़ुलू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मतलब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किसी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इंसान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उलूहियत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रुबूबियत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दर्जा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अक़ीदा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रखे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किसी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अंजाम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देने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मशीयते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इलाही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इज़्ने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ख़ुदा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बग़ैर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अंजाम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देता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जैसा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यहूद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नसारा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अंबिया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बारे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ऐसा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अक़ीदा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रखते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हैं।</w:t>
      </w:r>
    </w:p>
    <w:p w:rsidR="00D95C58" w:rsidRDefault="004D2A1A" w:rsidP="00D95C58">
      <w:pPr>
        <w:pStyle w:val="libFootnote"/>
        <w:rPr>
          <w:lang w:bidi="hi-IN"/>
        </w:rPr>
      </w:pPr>
      <w:r w:rsidRPr="00690D9C">
        <w:rPr>
          <w:cs/>
          <w:lang w:bidi="hi-IN"/>
        </w:rPr>
        <w:t xml:space="preserve">[14]. </w:t>
      </w:r>
      <w:r w:rsidRPr="00A86EDF">
        <w:rPr>
          <w:rFonts w:cs="Mangal" w:hint="cs"/>
          <w:cs/>
        </w:rPr>
        <w:t>यहाँ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तवज्जो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करना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ज़रुरी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शिआ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इमामिया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भी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अहले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सुन्नत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क्योकि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कुछ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सुन्नते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नबवी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</w:t>
      </w:r>
      <w:r w:rsidRPr="00690D9C">
        <w:rPr>
          <w:cs/>
          <w:lang w:bidi="hi-IN"/>
        </w:rPr>
        <w:t xml:space="preserve">0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वारिद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हुआ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क़ौलन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अमलन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तसलीम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करते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वसीयतें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रसूल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ने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अहले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बैत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अ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हक्क़हू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अमल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पैरा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गवाही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अक़ायद</w:t>
      </w:r>
      <w:r w:rsidRPr="00690D9C">
        <w:t xml:space="preserve">, </w:t>
      </w:r>
      <w:r w:rsidRPr="00A86EDF">
        <w:rPr>
          <w:rFonts w:cs="Mangal" w:hint="cs"/>
          <w:cs/>
        </w:rPr>
        <w:t>उनकी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फ़िक़ह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उनकी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हदीसों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किताबें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बात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बेहतरीन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गवाह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सिलसिले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अभी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जल्दी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एक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मुफ़स्सल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इनसाईक्लो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पीडिया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मोअजम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भी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दस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जिल्दों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छपी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रसूले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इस्लाम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किताबों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रिवायतों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को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जमा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गया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है।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जिसका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नाम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सोननुन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नबी</w:t>
      </w:r>
      <w:r w:rsidRPr="00690D9C">
        <w:rPr>
          <w:cs/>
          <w:lang w:bidi="hi-IN"/>
        </w:rPr>
        <w:t xml:space="preserve"> (</w:t>
      </w:r>
      <w:r w:rsidRPr="00A86EDF">
        <w:rPr>
          <w:rFonts w:cs="Mangal" w:hint="cs"/>
          <w:cs/>
        </w:rPr>
        <w:t>स</w:t>
      </w:r>
      <w:r w:rsidRPr="00690D9C">
        <w:rPr>
          <w:cs/>
          <w:lang w:bidi="hi-IN"/>
        </w:rPr>
        <w:t xml:space="preserve">) </w:t>
      </w:r>
      <w:r w:rsidRPr="00A86EDF">
        <w:rPr>
          <w:rFonts w:cs="Mangal" w:hint="cs"/>
          <w:cs/>
        </w:rPr>
        <w:t>है।</w:t>
      </w:r>
    </w:p>
    <w:p w:rsidR="004D2A1A" w:rsidRPr="00690D9C" w:rsidRDefault="004D2A1A" w:rsidP="00D95C58">
      <w:pPr>
        <w:pStyle w:val="libFootnote"/>
        <w:rPr>
          <w:rtl/>
          <w:cs/>
        </w:rPr>
      </w:pPr>
      <w:r w:rsidRPr="00690D9C">
        <w:rPr>
          <w:cs/>
          <w:lang w:bidi="hi-IN"/>
        </w:rPr>
        <w:t xml:space="preserve">[15]. </w:t>
      </w:r>
      <w:r w:rsidRPr="00A86EDF">
        <w:rPr>
          <w:rFonts w:cs="Mangal" w:hint="cs"/>
          <w:cs/>
        </w:rPr>
        <w:t>बहसे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ख़ुम्स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से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मुतअल्लिक़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शिया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फ़ोक़हा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इस्तिदलाली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और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इस्तिमबाती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किताबें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मुलाहिज़ा</w:t>
      </w:r>
      <w:r w:rsidRPr="00690D9C">
        <w:rPr>
          <w:cs/>
          <w:lang w:bidi="hi-IN"/>
        </w:rPr>
        <w:t xml:space="preserve"> </w:t>
      </w:r>
      <w:r w:rsidRPr="00A86EDF">
        <w:rPr>
          <w:rFonts w:cs="Mangal" w:hint="cs"/>
          <w:cs/>
        </w:rPr>
        <w:t>करें।</w:t>
      </w:r>
    </w:p>
    <w:p w:rsidR="00A86EDF" w:rsidRDefault="00D40342" w:rsidP="00A86EDF">
      <w:pPr>
        <w:pStyle w:val="Heading1"/>
        <w:rPr>
          <w:noProof/>
        </w:rPr>
      </w:pPr>
      <w:r>
        <w:rPr>
          <w:cs/>
          <w:lang w:bidi="hi-IN"/>
        </w:rPr>
        <w:br w:type="page"/>
      </w:r>
      <w:bookmarkStart w:id="47" w:name="_Toc455924354"/>
      <w:r w:rsidR="005A4201">
        <w:rPr>
          <w:rFonts w:cs="Mangal" w:hint="cs"/>
          <w:cs/>
          <w:lang w:bidi="hi-IN"/>
        </w:rPr>
        <w:lastRenderedPageBreak/>
        <w:t>फेहरीस्त</w:t>
      </w:r>
      <w:bookmarkEnd w:id="5"/>
      <w:bookmarkEnd w:id="6"/>
      <w:bookmarkEnd w:id="7"/>
      <w:bookmarkEnd w:id="8"/>
      <w:bookmarkEnd w:id="47"/>
      <w:r w:rsidR="00582A64" w:rsidRPr="00582A64">
        <w:rPr>
          <w:rFonts w:ascii="Mangal" w:hAnsi="Mangal"/>
          <w:color w:val="000000"/>
          <w:sz w:val="28"/>
          <w:szCs w:val="28"/>
        </w:rPr>
        <w:fldChar w:fldCharType="begin"/>
      </w:r>
      <w:r>
        <w:instrText xml:space="preserve"> TOC \o "1-3" \h \z \u </w:instrText>
      </w:r>
      <w:r w:rsidR="00582A64" w:rsidRPr="00582A64">
        <w:rPr>
          <w:rFonts w:ascii="Mangal" w:hAnsi="Mangal"/>
          <w:color w:val="000000"/>
          <w:sz w:val="28"/>
          <w:szCs w:val="28"/>
        </w:rPr>
        <w:fldChar w:fldCharType="separate"/>
      </w:r>
    </w:p>
    <w:p w:rsidR="00A86EDF" w:rsidRDefault="00A86ED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15" w:history="1">
        <w:r w:rsidRPr="009C54EF">
          <w:rPr>
            <w:rStyle w:val="Hyperlink"/>
            <w:rFonts w:ascii="Mangal" w:hAnsi="Mangal" w:cs="Mangal" w:hint="cs"/>
            <w:noProof/>
            <w:cs/>
            <w:lang w:bidi="hi-IN"/>
          </w:rPr>
          <w:t>फ़िरक़</w:t>
        </w:r>
        <w:r w:rsidRPr="009C54EF">
          <w:rPr>
            <w:rStyle w:val="Hyperlink"/>
            <w:noProof/>
            <w:lang w:bidi="fa-IR"/>
          </w:rPr>
          <w:t xml:space="preserve"> </w:t>
        </w:r>
        <w:r w:rsidRPr="009C54EF">
          <w:rPr>
            <w:rStyle w:val="Hyperlink"/>
            <w:rFonts w:ascii="Mangal" w:hAnsi="Mangal" w:cs="Mangal" w:hint="cs"/>
            <w:noProof/>
            <w:cs/>
            <w:lang w:bidi="hi-IN"/>
          </w:rPr>
          <w:t>ए</w:t>
        </w:r>
        <w:r w:rsidRPr="009C54EF">
          <w:rPr>
            <w:rStyle w:val="Hyperlink"/>
            <w:noProof/>
            <w:lang w:bidi="fa-IR"/>
          </w:rPr>
          <w:t xml:space="preserve"> </w:t>
        </w:r>
        <w:r w:rsidRPr="009C54EF">
          <w:rPr>
            <w:rStyle w:val="Hyperlink"/>
            <w:rFonts w:ascii="Mangal" w:hAnsi="Mangal" w:cs="Mangal" w:hint="cs"/>
            <w:noProof/>
            <w:cs/>
            <w:lang w:bidi="hi-IN"/>
          </w:rPr>
          <w:t>इमामिया</w:t>
        </w:r>
        <w:r w:rsidRPr="009C54EF">
          <w:rPr>
            <w:rStyle w:val="Hyperlink"/>
            <w:noProof/>
            <w:lang w:bidi="fa-IR"/>
          </w:rPr>
          <w:t xml:space="preserve"> </w:t>
        </w:r>
        <w:r w:rsidRPr="009C54EF">
          <w:rPr>
            <w:rStyle w:val="Hyperlink"/>
            <w:rFonts w:ascii="Mangal" w:hAnsi="Mangal" w:cs="Mangal" w:hint="cs"/>
            <w:noProof/>
            <w:cs/>
            <w:lang w:bidi="hi-IN"/>
          </w:rPr>
          <w:t>जाफ़रिया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16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बड़ा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फ़िरक़ा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17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बड़ी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तादाद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18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मुख़्तलिफ़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मुल्कों</w:t>
        </w:r>
        <w:r w:rsidR="00160D3D">
          <w:rPr>
            <w:rStyle w:val="Hyperlink"/>
            <w:noProof/>
          </w:rPr>
          <w:t xml:space="preserve"> </w:t>
        </w:r>
        <w:r w:rsidR="00160D3D" w:rsidRPr="00160D3D">
          <w:rPr>
            <w:rStyle w:val="Hyperlink"/>
            <w:noProof/>
          </w:rPr>
          <w:t xml:space="preserve"> </w:t>
        </w:r>
        <w:r w:rsidR="00160D3D">
          <w:rPr>
            <w:rStyle w:val="Hyperlink"/>
            <w:rFonts w:cs="Mangal" w:hint="cs"/>
            <w:noProof/>
            <w:cs/>
            <w:lang w:bidi="hi-IN"/>
          </w:rPr>
          <w:t>क़ौम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19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किरदार</w:t>
        </w:r>
        <w:r w:rsidR="00160D3D">
          <w:rPr>
            <w:rStyle w:val="Hyperlink"/>
            <w:rFonts w:cs="Mangal"/>
            <w:noProof/>
            <w:lang w:bidi="hi-IN"/>
          </w:rPr>
          <w:t xml:space="preserve">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0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ख़ुदा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अहद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1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ख़ुदा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आदिल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2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ख़ुदा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हकीम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3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अंबिया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मासूम 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4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अल्लाह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इताअत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5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आखरी नबी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6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कुरआने करीम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7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जानशीने पैग़म्बर</w:t>
        </w:r>
        <w:r w:rsidRPr="009C54EF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8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इमाम की ज़िम्मेदारी</w:t>
        </w:r>
        <w:r w:rsidRPr="009C54EF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29" w:history="1">
        <w:r w:rsidR="00160D3D">
          <w:rPr>
            <w:rStyle w:val="Hyperlink"/>
            <w:rFonts w:cs="Mangal" w:hint="cs"/>
            <w:noProof/>
            <w:cs/>
            <w:lang w:bidi="hi-IN"/>
          </w:rPr>
          <w:t>मासूम</w:t>
        </w:r>
        <w:r w:rsidR="00160D3D">
          <w:rPr>
            <w:rStyle w:val="Hyperlink"/>
            <w:rFonts w:cs="Mangal"/>
            <w:noProof/>
            <w:lang w:bidi="hi-IN"/>
          </w:rPr>
          <w:t xml:space="preserve"> </w:t>
        </w:r>
        <w:r w:rsidR="00160D3D">
          <w:rPr>
            <w:rStyle w:val="Hyperlink"/>
            <w:rFonts w:cs="Mangal" w:hint="cs"/>
            <w:noProof/>
            <w:szCs w:val="25"/>
            <w:cs/>
            <w:lang w:bidi="hi-IN"/>
          </w:rPr>
          <w:t>होना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0" w:history="1">
        <w:r w:rsidR="00160D3D">
          <w:rPr>
            <w:rStyle w:val="Hyperlink"/>
            <w:rFonts w:cs="Mangal" w:hint="cs"/>
            <w:noProof/>
            <w:szCs w:val="25"/>
            <w:cs/>
            <w:lang w:bidi="hi-IN"/>
          </w:rPr>
          <w:t>बारह</w:t>
        </w:r>
        <w:r w:rsidR="00160D3D" w:rsidRPr="00160D3D">
          <w:rPr>
            <w:rStyle w:val="Hyperlink"/>
            <w:rFonts w:hint="cs"/>
            <w:noProof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जानशीने पयम्बर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 w:rsidRPr="009C54EF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1" w:history="1">
        <w:r w:rsidR="00160D3D">
          <w:rPr>
            <w:rStyle w:val="Hyperlink"/>
            <w:rFonts w:cs="Mangal" w:hint="cs"/>
            <w:noProof/>
            <w:szCs w:val="25"/>
            <w:cs/>
            <w:lang w:bidi="hi-IN"/>
          </w:rPr>
          <w:t>चौदह</w:t>
        </w:r>
        <w:r w:rsidR="00160D3D" w:rsidRPr="00160D3D">
          <w:rPr>
            <w:rStyle w:val="Hyperlink"/>
            <w:rFonts w:hint="cs"/>
            <w:noProof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मासूम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2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मासूम खता नही करता</w:t>
        </w:r>
        <w:r w:rsidRPr="009C54EF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3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सक़लैन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4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तहकीक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5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सहाबा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6" w:history="1">
        <w:r w:rsidR="00160D3D">
          <w:rPr>
            <w:rStyle w:val="Hyperlink"/>
            <w:rFonts w:cs="Mangal" w:hint="cs"/>
            <w:noProof/>
            <w:szCs w:val="25"/>
            <w:cs/>
            <w:lang w:bidi="hi-IN"/>
          </w:rPr>
          <w:t>इमाम मेहदी का अक़ीदा</w:t>
        </w:r>
        <w:r w:rsidRPr="009C54EF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7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आमाल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8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आमाल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39" w:history="1">
        <w:r w:rsidR="00160D3D">
          <w:rPr>
            <w:rStyle w:val="Hyperlink"/>
            <w:rFonts w:cs="Mangal" w:hint="cs"/>
            <w:noProof/>
            <w:cs/>
            <w:lang w:bidi="hi-IN"/>
          </w:rPr>
          <w:t>इबादते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0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सजदागाह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1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गुनाहो से बचते 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2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अख़लाक़ी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फ़ज़ायल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3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नबी की इतरत का अहतेराम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4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ज़ियारात पर जाना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5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शिफाअत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6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अहलेबैत का जश्ने विलादत मनाना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7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किताबे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 w:rsidRPr="009C54EF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8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किताबे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49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सहीह हदीसे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50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मुसलमानों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को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दौरे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क़दीम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व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जदीद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की मुश्किलात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51" w:history="1">
        <w:r w:rsidR="00160D3D">
          <w:rPr>
            <w:rStyle w:val="Hyperlink"/>
            <w:rFonts w:cs="Mangal" w:hint="cs"/>
            <w:noProof/>
            <w:cs/>
            <w:lang w:bidi="hi-IN"/>
          </w:rPr>
          <w:t>त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बादल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ए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ख़्याल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की</w:t>
        </w:r>
        <w:r w:rsidR="00160D3D" w:rsidRPr="00160D3D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ज़रुरत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52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इल्म के मैदान मे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A86EDF" w:rsidRDefault="00A86EDF" w:rsidP="00160D3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53" w:history="1">
        <w:r w:rsidR="00160D3D" w:rsidRPr="00160D3D">
          <w:rPr>
            <w:rStyle w:val="Hyperlink"/>
            <w:rFonts w:cs="Mangal" w:hint="cs"/>
            <w:noProof/>
            <w:cs/>
            <w:lang w:bidi="hi-IN"/>
          </w:rPr>
          <w:t>तक़लीद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86EDF" w:rsidRDefault="00A86ED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4354" w:history="1">
        <w:r w:rsidRPr="009C54EF">
          <w:rPr>
            <w:rStyle w:val="Hyperlink"/>
            <w:rFonts w:cs="Mangal" w:hint="cs"/>
            <w:noProof/>
            <w:cs/>
            <w:lang w:bidi="hi-IN"/>
          </w:rPr>
          <w:t>फेहरीस्त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_Toc455924354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D40342" w:rsidRDefault="00582A64">
      <w:r>
        <w:fldChar w:fldCharType="end"/>
      </w:r>
    </w:p>
    <w:p w:rsidR="00D40342" w:rsidRPr="006D24D8" w:rsidRDefault="00D40342" w:rsidP="00D40342">
      <w:pPr>
        <w:pStyle w:val="Heading1"/>
        <w:rPr>
          <w:rtl/>
          <w:lang w:bidi="ur-PK"/>
        </w:rPr>
      </w:pPr>
    </w:p>
    <w:p w:rsidR="00D40342" w:rsidRPr="00D40342" w:rsidRDefault="00D40342" w:rsidP="00D40342">
      <w:pPr>
        <w:pStyle w:val="libNormal"/>
        <w:rPr>
          <w:lang w:bidi="ur-PK"/>
        </w:rPr>
      </w:pPr>
    </w:p>
    <w:p w:rsidR="005A4201" w:rsidRPr="00F11A1C" w:rsidRDefault="005A4201" w:rsidP="00D95C58">
      <w:pPr>
        <w:rPr>
          <w:cs/>
          <w:lang w:bidi="hi-IN"/>
        </w:rPr>
      </w:pPr>
    </w:p>
    <w:sectPr w:rsidR="005A4201" w:rsidRPr="00F11A1C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BB5" w:rsidRDefault="000C6BB5" w:rsidP="008B7801">
      <w:pPr>
        <w:spacing w:after="0" w:line="240" w:lineRule="auto"/>
      </w:pPr>
      <w:r>
        <w:separator/>
      </w:r>
    </w:p>
  </w:endnote>
  <w:endnote w:type="continuationSeparator" w:id="0">
    <w:p w:rsidR="000C6BB5" w:rsidRDefault="000C6BB5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D3D" w:rsidRDefault="00160D3D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DF03FF">
      <w:rPr>
        <w:rFonts w:ascii="SutonnyMJ" w:hAnsi="SutonnyMJ" w:cs="SutonnyMJ"/>
        <w:noProof/>
      </w:rPr>
      <w:t>59</w:t>
    </w:r>
    <w:r w:rsidRPr="00AA7385">
      <w:rPr>
        <w:rFonts w:ascii="SutonnyMJ" w:hAnsi="SutonnyMJ" w:cs="SutonnyMJ"/>
      </w:rPr>
      <w:fldChar w:fldCharType="end"/>
    </w:r>
  </w:p>
  <w:p w:rsidR="00160D3D" w:rsidRDefault="00160D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BB5" w:rsidRDefault="000C6BB5" w:rsidP="008B7801">
      <w:pPr>
        <w:spacing w:after="0" w:line="240" w:lineRule="auto"/>
      </w:pPr>
      <w:r>
        <w:separator/>
      </w:r>
    </w:p>
  </w:footnote>
  <w:footnote w:type="continuationSeparator" w:id="0">
    <w:p w:rsidR="000C6BB5" w:rsidRDefault="000C6BB5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93781"/>
    <w:rsid w:val="000451DA"/>
    <w:rsid w:val="00093781"/>
    <w:rsid w:val="000A16E2"/>
    <w:rsid w:val="000B3ABB"/>
    <w:rsid w:val="000C6BB5"/>
    <w:rsid w:val="000D0FC8"/>
    <w:rsid w:val="000D641E"/>
    <w:rsid w:val="000F2C1A"/>
    <w:rsid w:val="00131B63"/>
    <w:rsid w:val="00160D3D"/>
    <w:rsid w:val="001A3437"/>
    <w:rsid w:val="001B3A14"/>
    <w:rsid w:val="0022564B"/>
    <w:rsid w:val="00235071"/>
    <w:rsid w:val="00275890"/>
    <w:rsid w:val="0028663A"/>
    <w:rsid w:val="00292BC3"/>
    <w:rsid w:val="00296130"/>
    <w:rsid w:val="002B709B"/>
    <w:rsid w:val="002D15B8"/>
    <w:rsid w:val="002E4766"/>
    <w:rsid w:val="00304CCF"/>
    <w:rsid w:val="003137DA"/>
    <w:rsid w:val="003A1605"/>
    <w:rsid w:val="003A380C"/>
    <w:rsid w:val="003E4BC2"/>
    <w:rsid w:val="00406D51"/>
    <w:rsid w:val="00467F44"/>
    <w:rsid w:val="004A56BA"/>
    <w:rsid w:val="004C57A4"/>
    <w:rsid w:val="004D2A1A"/>
    <w:rsid w:val="00544132"/>
    <w:rsid w:val="00582A64"/>
    <w:rsid w:val="00584195"/>
    <w:rsid w:val="005862E0"/>
    <w:rsid w:val="00593844"/>
    <w:rsid w:val="0059796A"/>
    <w:rsid w:val="005A4201"/>
    <w:rsid w:val="005D2D86"/>
    <w:rsid w:val="005D3333"/>
    <w:rsid w:val="0061174D"/>
    <w:rsid w:val="00615F04"/>
    <w:rsid w:val="006746F0"/>
    <w:rsid w:val="006851C7"/>
    <w:rsid w:val="00690232"/>
    <w:rsid w:val="006D197A"/>
    <w:rsid w:val="006D24D8"/>
    <w:rsid w:val="00707890"/>
    <w:rsid w:val="00733E6E"/>
    <w:rsid w:val="0075520E"/>
    <w:rsid w:val="007719FE"/>
    <w:rsid w:val="00776659"/>
    <w:rsid w:val="007D0C93"/>
    <w:rsid w:val="007E3A6A"/>
    <w:rsid w:val="0082630E"/>
    <w:rsid w:val="008715EA"/>
    <w:rsid w:val="008A5A1E"/>
    <w:rsid w:val="008B7801"/>
    <w:rsid w:val="008C0D9D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86EDF"/>
    <w:rsid w:val="00AA7385"/>
    <w:rsid w:val="00AB18E8"/>
    <w:rsid w:val="00AB6543"/>
    <w:rsid w:val="00AE15E9"/>
    <w:rsid w:val="00B43695"/>
    <w:rsid w:val="00B475DB"/>
    <w:rsid w:val="00BE1409"/>
    <w:rsid w:val="00BF323B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0342"/>
    <w:rsid w:val="00D44DB1"/>
    <w:rsid w:val="00D450D2"/>
    <w:rsid w:val="00D457C0"/>
    <w:rsid w:val="00D7533E"/>
    <w:rsid w:val="00D92677"/>
    <w:rsid w:val="00D95C58"/>
    <w:rsid w:val="00DF03FF"/>
    <w:rsid w:val="00DF0DAD"/>
    <w:rsid w:val="00DF1559"/>
    <w:rsid w:val="00E01C67"/>
    <w:rsid w:val="00E30987"/>
    <w:rsid w:val="00E32589"/>
    <w:rsid w:val="00E400A5"/>
    <w:rsid w:val="00E52113"/>
    <w:rsid w:val="00E63245"/>
    <w:rsid w:val="00E84EB1"/>
    <w:rsid w:val="00E9343A"/>
    <w:rsid w:val="00EB1BF3"/>
    <w:rsid w:val="00EC4B61"/>
    <w:rsid w:val="00F11A1C"/>
    <w:rsid w:val="00F20557"/>
    <w:rsid w:val="00F357BE"/>
    <w:rsid w:val="00F525D6"/>
    <w:rsid w:val="00F91E16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7E3A6A"/>
    <w:pPr>
      <w:spacing w:line="360" w:lineRule="auto"/>
      <w:ind w:firstLine="289"/>
      <w:jc w:val="both"/>
    </w:pPr>
    <w:rPr>
      <w:rFonts w:ascii="Mangal" w:hAnsi="Mangal" w:cs="Times New Roman"/>
      <w:color w:val="000000"/>
      <w:sz w:val="28"/>
      <w:szCs w:val="28"/>
    </w:rPr>
  </w:style>
  <w:style w:type="character" w:customStyle="1" w:styleId="libNormalChar">
    <w:name w:val="libNormal Char"/>
    <w:link w:val="libNormal"/>
    <w:rsid w:val="007E3A6A"/>
    <w:rPr>
      <w:rFonts w:ascii="Mangal" w:hAnsi="Mangal" w:cs="Times New Roman"/>
      <w:color w:val="000000"/>
      <w:sz w:val="28"/>
      <w:szCs w:val="28"/>
      <w:lang w:bidi="ar-SA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rFonts w:cs="SolaimanLipi"/>
      <w:lang w:bidi="fa-IR"/>
    </w:rPr>
  </w:style>
  <w:style w:type="character" w:customStyle="1" w:styleId="Heading1CenterChar">
    <w:name w:val="Heading 1 Center Char"/>
    <w:link w:val="Heading1Center"/>
    <w:rsid w:val="00304CCF"/>
    <w:rPr>
      <w:rFonts w:ascii="SolaimanLipi" w:eastAsia="Times New Roman" w:hAnsi="SolaimanLipi" w:cs="SolaimanLipi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link w:val="libFootnoteAie"/>
    <w:rsid w:val="00A455D0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link w:val="libItalic"/>
    <w:rsid w:val="0028663A"/>
    <w:rPr>
      <w:rFonts w:ascii="Mangal" w:hAnsi="Mangal" w:cs="Mangal"/>
      <w:i/>
      <w:iCs/>
      <w:color w:val="000000"/>
      <w:sz w:val="28"/>
      <w:szCs w:val="28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link w:val="libUnderline"/>
    <w:rsid w:val="0028663A"/>
    <w:rPr>
      <w:rFonts w:ascii="Mangal" w:hAnsi="Mangal" w:cs="Mangal"/>
      <w:color w:val="000000"/>
      <w:sz w:val="28"/>
      <w:szCs w:val="28"/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link w:val="libUnderlineBold"/>
    <w:rsid w:val="0028663A"/>
    <w:rPr>
      <w:rFonts w:ascii="Mangal" w:hAnsi="Mangal" w:cs="Mangal"/>
      <w:b/>
      <w:bCs/>
      <w:color w:val="000000"/>
      <w:sz w:val="28"/>
      <w:szCs w:val="28"/>
      <w:u w:val="single"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link w:val="libUnderlineItalic"/>
    <w:rsid w:val="0028663A"/>
    <w:rPr>
      <w:rFonts w:ascii="Mangal" w:hAnsi="Mangal" w:cs="Mangal"/>
      <w:i/>
      <w:iCs/>
      <w:color w:val="000000"/>
      <w:sz w:val="28"/>
      <w:szCs w:val="28"/>
      <w:u w:val="single"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link w:val="libUnderlineBoldItalic"/>
    <w:rsid w:val="0028663A"/>
    <w:rPr>
      <w:rFonts w:ascii="Mangal" w:hAnsi="Mangal" w:cs="Mangal"/>
      <w:b/>
      <w:bCs/>
      <w:i/>
      <w:iCs/>
      <w:color w:val="000000"/>
      <w:sz w:val="28"/>
      <w:szCs w:val="28"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4D2A1A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4D2A1A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4D2A1A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4D2A1A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4D2A1A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4D2A1A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0DFFF-8F61-4B28-8B27-EEB1BBEB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Template01</Template>
  <TotalTime>8</TotalTime>
  <Pages>59</Pages>
  <Words>8803</Words>
  <Characters>50183</Characters>
  <Application>Microsoft Office Word</Application>
  <DocSecurity>0</DocSecurity>
  <Lines>418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</dc:creator>
  <cp:lastModifiedBy>Naghavi</cp:lastModifiedBy>
  <cp:revision>3</cp:revision>
  <cp:lastPrinted>2015-09-13T07:40:00Z</cp:lastPrinted>
  <dcterms:created xsi:type="dcterms:W3CDTF">2016-07-10T10:00:00Z</dcterms:created>
  <dcterms:modified xsi:type="dcterms:W3CDTF">2016-07-10T10:10:00Z</dcterms:modified>
</cp:coreProperties>
</file>