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AF7" w:rsidRPr="0069778C" w:rsidRDefault="008F4AF7" w:rsidP="0069778C">
      <w:pPr>
        <w:pStyle w:val="Heading1Center"/>
      </w:pPr>
      <w:bookmarkStart w:id="0" w:name="_Toc457825224"/>
      <w:r w:rsidRPr="008F4AF7">
        <w:rPr>
          <w:rFonts w:hint="cs"/>
          <w:cs/>
          <w:lang w:bidi="hi-IN"/>
        </w:rPr>
        <w:t>ग़दीर</w:t>
      </w:r>
      <w:r w:rsidRPr="008F4AF7">
        <w:rPr>
          <w:rtl/>
          <w:cs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rtl/>
          <w:cs/>
        </w:rPr>
        <w:t xml:space="preserve"> </w:t>
      </w:r>
      <w:r w:rsidRPr="008F4AF7">
        <w:rPr>
          <w:rFonts w:hint="cs"/>
          <w:cs/>
          <w:lang w:bidi="hi-IN"/>
        </w:rPr>
        <w:t>वहदते</w:t>
      </w:r>
      <w:r w:rsidRPr="008F4AF7">
        <w:rPr>
          <w:rtl/>
          <w:cs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bookmarkEnd w:id="0"/>
    </w:p>
    <w:p w:rsidR="008F4AF7" w:rsidRPr="00DE0F6F" w:rsidRDefault="008F4AF7" w:rsidP="0069778C">
      <w:pPr>
        <w:pStyle w:val="libCenterBold2"/>
      </w:pPr>
      <w:r w:rsidRPr="008F4AF7">
        <w:rPr>
          <w:rFonts w:hint="cs"/>
          <w:cs/>
          <w:lang w:bidi="hi-IN"/>
        </w:rPr>
        <w:t>उर्दू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तर्जुमाः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इक़बाल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हैदरी</w:t>
      </w:r>
    </w:p>
    <w:p w:rsidR="008F4AF7" w:rsidRPr="00DE0F6F" w:rsidRDefault="008F4AF7" w:rsidP="0069778C">
      <w:pPr>
        <w:pStyle w:val="libCenterBold2"/>
      </w:pPr>
      <w:r w:rsidRPr="008F4AF7">
        <w:rPr>
          <w:rFonts w:hint="cs"/>
          <w:cs/>
          <w:lang w:bidi="hi-IN"/>
        </w:rPr>
        <w:t>हिन्दी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टाइपः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सैय्यद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एजाज़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मूसवी</w:t>
      </w:r>
    </w:p>
    <w:p w:rsidR="008F4AF7" w:rsidRPr="00E47180" w:rsidRDefault="008F4AF7" w:rsidP="008F4AF7">
      <w:pPr>
        <w:pStyle w:val="libNormal"/>
      </w:pPr>
    </w:p>
    <w:p w:rsidR="0069778C" w:rsidRPr="0069778C" w:rsidRDefault="0069778C" w:rsidP="0069778C">
      <w:pPr>
        <w:rPr>
          <w:rtl/>
          <w:cs/>
        </w:rPr>
      </w:pPr>
      <w:r>
        <w:rPr>
          <w:cs/>
          <w:lang w:bidi="hi-IN"/>
        </w:rPr>
        <w:br w:type="page"/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असरे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हाज़िर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अलैहिस्सलाम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गुफ़्तुगू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चूँकि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बेफ़ायदा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नुक़सानदेह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समझते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तारीखी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सदियाँ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गुफ़्तुगू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सल्ललाहो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अलैहे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आलिहि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वसल्लम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कौन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?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E47180">
        <w:t xml:space="preserve">? </w:t>
      </w:r>
      <w:r w:rsidRPr="008F4AF7">
        <w:rPr>
          <w:rFonts w:hint="cs"/>
          <w:cs/>
          <w:lang w:bidi="hi-IN"/>
        </w:rPr>
        <w:t>आज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फ़ायदा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अवक़ात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गुफ़तुगू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नताइज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फ़ितना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बरपा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फ़ायदा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अल्फ़ाज़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फ़िरक़ों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वाज़ेह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ज़रूरत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इख़्तेलाफ़ी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गुफ़्तुगू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>?.....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वन्दे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लुत्फ़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हाज़िर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"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"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आसार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फ़वायद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1D08AD" w:rsidRDefault="001D08AD" w:rsidP="0069778C">
      <w:pPr>
        <w:pStyle w:val="Heading1"/>
      </w:pPr>
    </w:p>
    <w:p w:rsidR="001D08AD" w:rsidRDefault="001D08AD" w:rsidP="0069778C">
      <w:pPr>
        <w:pStyle w:val="Heading1"/>
      </w:pPr>
      <w:bookmarkStart w:id="1" w:name="_Toc457825225"/>
      <w:r w:rsidRPr="00735514">
        <w:t xml:space="preserve">1. </w:t>
      </w:r>
      <w:r w:rsidRPr="00735514">
        <w:tab/>
      </w:r>
      <w:r w:rsidRPr="008F4AF7">
        <w:rPr>
          <w:rFonts w:hint="cs"/>
          <w:cs/>
          <w:lang w:bidi="hi-IN"/>
        </w:rPr>
        <w:t>वहदत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ह़कीक़त</w:t>
      </w:r>
      <w:bookmarkEnd w:id="1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चूँकि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वाज़ेह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ज़रूरी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आम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इस्तेलाहें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ज़रूरी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क़ुर्बान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इत्तेहाद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महफ़ूज़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अस्ले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हिफ़ाज़त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ज़िम्मेदारी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हनीफ़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हक़ीक़ी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हिफ़्ज़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फैलाने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कोशिश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ज़िम्मेदारी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चूँकि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मुशतरक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नाबूद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मुत्तहिद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अरकान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हिफ़ाज़त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कोशिश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ज़िम्मेदारियों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पशे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पुश्त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मुसल्लम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हक़ायक़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इत्तेहाद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हक़ायक़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इत्तेहाद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क़ुर्बान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हिफ़ाज़त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मुम्किन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दिखाई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मुसल्लमात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अरकान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तर्क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फुज़ूल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ताविलात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ह़कीक़त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बेहतरीन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गवाह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अगरचे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उमय्या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हाशिम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मुख़ालिफ़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हुक्मरानी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करेगें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करेगें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गुरेज़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बेसत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E47180">
        <w:t>23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मुमकिन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यक़ीन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करेगें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रहेगा।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बावजूद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हालाकि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क़यामत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फरमाई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शुब्हे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उठा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मुक़र्रर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फरमायी।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क़ारेईने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केराम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बिल्कुल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वाज़ेह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अंदाज़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सफ़ों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गिरोह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नाबूद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मुद्दआ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बर्दाश्त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हौसला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बेहतरीन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गुफ़तार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पैरवी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मुश्तरक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ग़ाफ़िल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क़याम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मुद्दआ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बेहतरीन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गवाह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क़याम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गिरोह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इत्तेहाद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मारूफ़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नहयी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मुन्कर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ग़ाफ़िल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मतलब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तलहा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ज़ुबैर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मुआविया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ओहदा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सिफ़्फ़ीन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दरमीयान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हज़ारों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हिफ़ाज़त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हक़ायक़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चश्म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पोशी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इत्तेहाद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मुसल्लम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अक़ायद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महफ़ूज़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मुश्तरक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मुक़ाबले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आवाज़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ग़फ़लत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बरतें।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ख़ालिस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गुफ़्तुगू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ताअस्सुब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परहेज़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हिफ़ाज़त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सिफ़्फीन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?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?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क़ुर्बान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जाये।</w:t>
      </w:r>
    </w:p>
    <w:p w:rsidR="0069778C" w:rsidRDefault="008F4AF7" w:rsidP="008F4AF7">
      <w:pPr>
        <w:pStyle w:val="libNormal"/>
        <w:rPr>
          <w:lang w:bidi="hi-IN"/>
        </w:rPr>
      </w:pPr>
      <w:r w:rsidRPr="008F4AF7">
        <w:rPr>
          <w:rFonts w:hint="cs"/>
          <w:cs/>
          <w:lang w:bidi="hi-IN"/>
        </w:rPr>
        <w:t>शेख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आशूर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युनिवर्सिटी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मिस्र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="00B42E0E">
        <w:rPr>
          <w:rFonts w:hint="cs"/>
          <w:cs/>
          <w:lang w:bidi="hi-IN"/>
        </w:rPr>
        <w:t>सिक्रेट</w:t>
      </w:r>
      <w:r w:rsidRPr="008F4AF7">
        <w:rPr>
          <w:rFonts w:hint="cs"/>
          <w:cs/>
          <w:lang w:bidi="hi-IN"/>
        </w:rPr>
        <w:t>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अंदीश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तक़रीबे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मज़ाहिब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कमेटी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बेहतरीन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मंतीक़ी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गुफ़्तुगू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मज़ाहिब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दरमीयान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गुफ़्तुगू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नज़िरये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मक़सद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फ़िरकें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फ़िरक़े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रग़बत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दिलाई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बेफ़ायदा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नजरिया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गुफ़्तुगू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बुनियाद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असलहे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ख़ुराफ़ात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फ़िरक़े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दानिशवर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गुफ़्तुगू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दूसरों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सुकून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माहौल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आगाह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आसानी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जाये।</w:t>
      </w:r>
    </w:p>
    <w:p w:rsidR="008F4AF7" w:rsidRPr="00E47180" w:rsidRDefault="0069778C" w:rsidP="008F4AF7">
      <w:pPr>
        <w:pStyle w:val="libNormal"/>
      </w:pPr>
      <w:r>
        <w:rPr>
          <w:lang w:bidi="hi-IN"/>
        </w:rPr>
        <w:t>(</w:t>
      </w:r>
      <w:r w:rsidR="008F4AF7" w:rsidRPr="008F4AF7">
        <w:rPr>
          <w:rFonts w:hint="cs"/>
          <w:cs/>
          <w:lang w:bidi="hi-IN"/>
        </w:rPr>
        <w:t>बाज़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ख़्वानी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अंदेश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ए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तक़रीब</w:t>
      </w:r>
      <w:r w:rsidR="008F4AF7" w:rsidRPr="00E47180">
        <w:t xml:space="preserve">, </w:t>
      </w:r>
      <w:r w:rsidR="008F4AF7" w:rsidRPr="008F4AF7">
        <w:rPr>
          <w:rFonts w:hint="cs"/>
          <w:cs/>
          <w:lang w:bidi="hi-IN"/>
        </w:rPr>
        <w:t>इसकंदरी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पेज</w:t>
      </w:r>
      <w:r w:rsidR="008F4AF7" w:rsidRPr="008F4AF7">
        <w:rPr>
          <w:cs/>
          <w:lang w:bidi="hi-IN"/>
        </w:rPr>
        <w:t xml:space="preserve"> </w:t>
      </w:r>
      <w:r w:rsidR="008F4AF7" w:rsidRPr="00E47180">
        <w:t>32)</w:t>
      </w:r>
    </w:p>
    <w:p w:rsidR="008F4AF7" w:rsidRPr="00E47180" w:rsidRDefault="008F4AF7" w:rsidP="008F4AF7">
      <w:pPr>
        <w:pStyle w:val="libNormal"/>
      </w:pP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मुश्तरक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निगाह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मुआशरे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ज़िन्दगी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फ़िरक़ों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तआवुन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दर्दी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इख्तिलाफ़ी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तहक़ीक़ाती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गुफ़्तगू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तहक़ीक़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रास्ता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चुनाँचे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तमस्सुक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शेआर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शहादतैन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फ़वायद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लवाज़िमात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वहदते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उनवान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ताअस्सुब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ख़ातमे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ईमानी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फ़वायद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बरकतों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चश्म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पोशी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सकती।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ताअस्सुब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हक़ायक़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पीछे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हट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तहक़ीक़ाती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ऐतेक़ादी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बुनियाद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क़ायम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(</w:t>
      </w:r>
      <w:r w:rsidRPr="008F4AF7">
        <w:rPr>
          <w:rFonts w:hint="cs"/>
          <w:cs/>
          <w:lang w:bidi="hi-IN"/>
        </w:rPr>
        <w:t>चाहे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तहक़ीक़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गुफ़्तुगू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मुताल्लिक़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निज़ाम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फ़िरक़ों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ताअल्लुक़ात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उलफ़त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ख़ुल्क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बुनियाद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क़ायम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हों।</w:t>
      </w:r>
    </w:p>
    <w:p w:rsidR="001D08AD" w:rsidRDefault="001D08AD" w:rsidP="0069778C">
      <w:pPr>
        <w:pStyle w:val="Heading1"/>
      </w:pPr>
    </w:p>
    <w:p w:rsidR="001D08AD" w:rsidRDefault="001D08AD" w:rsidP="0069778C">
      <w:pPr>
        <w:pStyle w:val="Heading1"/>
      </w:pPr>
      <w:bookmarkStart w:id="2" w:name="_Toc457825226"/>
      <w:r w:rsidRPr="00735514">
        <w:t xml:space="preserve">2. </w:t>
      </w:r>
      <w:r w:rsidRPr="00735514">
        <w:tab/>
      </w:r>
      <w:r w:rsidRPr="008F4AF7">
        <w:rPr>
          <w:rFonts w:hint="cs"/>
          <w:cs/>
          <w:lang w:bidi="hi-IN"/>
        </w:rPr>
        <w:t>हक़ीकी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मुमकिन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bookmarkEnd w:id="2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इत्तेहाद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ज़ोर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</w:p>
    <w:p w:rsidR="008F4AF7" w:rsidRPr="00E47180" w:rsidRDefault="008F4AF7" w:rsidP="00DE0F6F">
      <w:pPr>
        <w:pStyle w:val="libNormal"/>
      </w:pPr>
      <w:r w:rsidRPr="00DE0F6F">
        <w:t>.</w:t>
      </w:r>
      <w:r w:rsidRPr="00FD6765">
        <w:rPr>
          <w:rFonts w:ascii="Times New Roman" w:hAnsi="Times New Roman" w:cs="Times New Roman" w:hint="cs"/>
          <w:rtl/>
        </w:rPr>
        <w:t>وَاذْکُرُوا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نِعْمَةَ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اللهِ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عَلَيکُمْ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إِذْ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کُنْتُمْ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اٴَعْدَاءً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فَاٴَلَّفَ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بَينَ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قُلُوبِکُمْ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فَاٴَصْبَحْتُمْ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بِنِعْمَته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إِخْوَانًا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इमरान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103)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गये।</w:t>
      </w:r>
      <w:r w:rsidRPr="008F4AF7">
        <w:rPr>
          <w:cs/>
          <w:lang w:bidi="hi-IN"/>
        </w:rPr>
        <w:t>)</w:t>
      </w:r>
    </w:p>
    <w:p w:rsidR="008F4AF7" w:rsidRPr="00DE0F6F" w:rsidRDefault="008F4AF7" w:rsidP="00DE0F6F">
      <w:pPr>
        <w:pStyle w:val="libNormal"/>
      </w:pPr>
      <w:r w:rsidRPr="00DE0F6F">
        <w:t xml:space="preserve"> </w:t>
      </w:r>
    </w:p>
    <w:p w:rsidR="008F4AF7" w:rsidRPr="00E47180" w:rsidRDefault="008F4AF7" w:rsidP="008F4AF7">
      <w:pPr>
        <w:pStyle w:val="libNormal"/>
      </w:pPr>
      <w:r w:rsidRPr="00FD6765">
        <w:rPr>
          <w:rFonts w:ascii="Times New Roman" w:hAnsi="Times New Roman" w:cs="Times New Roman" w:hint="cs"/>
          <w:rtl/>
        </w:rPr>
        <w:t>وَلاَتَکُونُوا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کَالَّذِينَ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تَفَرَّقُوا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وَاخْتَلَفُوا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مِنْ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بَعْدِ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مَا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جَائَهُمُ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الْبَينَاتُ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وَاٴُوْلَئِکَ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لَهُمْ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عَذَابٌ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عَظِيمٌ</w:t>
      </w:r>
    </w:p>
    <w:p w:rsidR="008F4AF7" w:rsidRPr="00E47180" w:rsidRDefault="008F4AF7" w:rsidP="008F4AF7">
      <w:pPr>
        <w:pStyle w:val="libNormal"/>
      </w:pPr>
      <w:r w:rsidRPr="00E47180">
        <w:t>2. (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इमरान</w:t>
      </w:r>
      <w:r w:rsidRPr="008F4AF7">
        <w:rPr>
          <w:cs/>
          <w:lang w:bidi="hi-IN"/>
        </w:rPr>
        <w:t xml:space="preserve"> </w:t>
      </w:r>
      <w:r w:rsidRPr="00E47180">
        <w:t xml:space="preserve">105)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जाओ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तफ़रक़ा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वाज़ेह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निशानियों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FD6765">
        <w:rPr>
          <w:rFonts w:ascii="Times New Roman" w:hAnsi="Times New Roman" w:cs="Times New Roman" w:hint="cs"/>
          <w:rtl/>
        </w:rPr>
        <w:t>اِنَّمَا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الْمُؤْمِنُونَ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اِخْوَةٌ</w:t>
      </w:r>
      <w:r w:rsidRPr="00E47180">
        <w:rPr>
          <w:rtl/>
        </w:rPr>
        <w:t>3</w:t>
      </w:r>
      <w:r w:rsidRPr="00E47180">
        <w:t>. (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हुजरात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 xml:space="preserve">10)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</w:p>
    <w:p w:rsidR="008F4AF7" w:rsidRPr="00E47180" w:rsidRDefault="008F4AF7" w:rsidP="008F4AF7">
      <w:pPr>
        <w:pStyle w:val="libNormal"/>
      </w:pPr>
      <w:r w:rsidRPr="00E47180">
        <w:lastRenderedPageBreak/>
        <w:t xml:space="preserve"> (</w:t>
      </w:r>
      <w:r w:rsidRPr="008F4AF7">
        <w:rPr>
          <w:rFonts w:hint="cs"/>
          <w:cs/>
          <w:lang w:bidi="hi-IN"/>
        </w:rPr>
        <w:t>बेशक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।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FD6765">
        <w:rPr>
          <w:rFonts w:ascii="Times New Roman" w:hAnsi="Times New Roman" w:cs="Times New Roman" w:hint="cs"/>
          <w:rtl/>
        </w:rPr>
        <w:t>اِنَّ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الَّذِينَ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فَرَّقُوا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دِينَهمْ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وَکَانُوا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شِيعًا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لَسْتَ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مِنْهُمْ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فِی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شَیْءٍ</w:t>
      </w:r>
      <w:r w:rsidRPr="00E47180">
        <w:rPr>
          <w:rtl/>
        </w:rPr>
        <w:t>4</w:t>
      </w:r>
      <w:r w:rsidRPr="00E47180">
        <w:t>. (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अनआम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 xml:space="preserve">159)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जिन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तफ़रक़ा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टुकड़े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टुकड़े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ताअल्लुक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FD6765">
        <w:rPr>
          <w:rFonts w:ascii="Times New Roman" w:hAnsi="Times New Roman" w:cs="Times New Roman" w:hint="cs"/>
          <w:rtl/>
        </w:rPr>
        <w:t>وَاعْتَصِمُوا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بِحَبْلِ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اللهِ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جَمِيعًا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وَلاَتَفَرَّقُوا</w:t>
      </w:r>
      <w:r w:rsidRPr="00E47180">
        <w:rPr>
          <w:rtl/>
        </w:rPr>
        <w:t>5</w:t>
      </w:r>
      <w:r w:rsidRPr="00E47180">
        <w:t>. (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इमरान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="00B42E0E" w:rsidRPr="00E47180">
        <w:t>103</w:t>
      </w:r>
      <w:r w:rsidRPr="00E47180">
        <w:t xml:space="preserve">)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रस्सी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मज़बूती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पकड़े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तफ़रक़ा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।</w:t>
      </w:r>
      <w:r w:rsidRPr="008F4AF7">
        <w:rPr>
          <w:cs/>
          <w:lang w:bidi="hi-IN"/>
        </w:rPr>
        <w:t>)</w:t>
      </w:r>
    </w:p>
    <w:p w:rsidR="008F4AF7" w:rsidRPr="00E47180" w:rsidRDefault="008F4AF7" w:rsidP="0069778C">
      <w:pPr>
        <w:pStyle w:val="libNormal"/>
      </w:pPr>
      <w:r w:rsidRPr="00FD6765">
        <w:rPr>
          <w:rFonts w:ascii="Times New Roman" w:hAnsi="Times New Roman" w:cs="Times New Roman" w:hint="cs"/>
          <w:rtl/>
        </w:rPr>
        <w:t>وَلاَتَنَازَعُوا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فَتَفْشَلُوا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وَتَذْهَبَ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رِيحُکُمْ</w:t>
      </w:r>
      <w:r w:rsidRPr="00E47180">
        <w:rPr>
          <w:rtl/>
        </w:rPr>
        <w:t>6</w:t>
      </w:r>
      <w:r w:rsidRPr="00E47180">
        <w:t>. (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अनफ़ाल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 xml:space="preserve">99)  </w:t>
      </w:r>
      <w:r w:rsidR="0069778C" w:rsidRPr="00E47180">
        <w:tab/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कमज़ोर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जाओगे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बिगड़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जायेगी।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FD6765">
        <w:rPr>
          <w:rFonts w:ascii="Times New Roman" w:hAnsi="Times New Roman" w:cs="Times New Roman" w:hint="cs"/>
          <w:rtl/>
        </w:rPr>
        <w:t>اِنَّ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هَذِه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اٴُمَّتُکُمْ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اٴُمَّةً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وَاحِدَةً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وَاٴَنَا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رَبُّکُمْ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فَاعْبُدُونِ</w:t>
      </w:r>
      <w:r w:rsidRPr="00E47180">
        <w:rPr>
          <w:rtl/>
        </w:rPr>
        <w:t>7</w:t>
      </w:r>
      <w:r w:rsidRPr="00E47180">
        <w:t>. (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अँबिया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 xml:space="preserve">92)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बेशक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परवर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दिगार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इबादत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करो।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इत्तेहाद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बावजूद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नुक्ते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ग़ाफ़िल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महवर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अलफ़ाज़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इत्तेहाद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रास्ता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ज़रूरी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ज़ोर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महवर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रास्ता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बेहूदा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बेफ़ायदा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तन्हा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महवर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वुजूह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वुजूह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आसमानी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ताबीर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</w:p>
    <w:p w:rsidR="008F4AF7" w:rsidRPr="00E47180" w:rsidRDefault="008F4AF7" w:rsidP="008F4AF7">
      <w:pPr>
        <w:pStyle w:val="libNormal"/>
      </w:pPr>
      <w:r w:rsidRPr="00FD6765">
        <w:rPr>
          <w:rFonts w:ascii="Times New Roman" w:hAnsi="Times New Roman" w:cs="Times New Roman" w:hint="cs"/>
          <w:rtl/>
        </w:rPr>
        <w:t>وَمِنْ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قَبْلِه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کِتَابُ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مُوسَی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اِمَامًا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وَرَحْمَةً</w:t>
      </w:r>
      <w:r w:rsidRPr="00E47180">
        <w:t xml:space="preserve"> (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 xml:space="preserve">17)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</w:p>
    <w:p w:rsidR="008F4AF7" w:rsidRPr="00E47180" w:rsidRDefault="008F4AF7" w:rsidP="00B42E0E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मूसा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गवाही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थी।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वन्दे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सुहुफ़े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इब्राहीम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मूसा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चुनाँचे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FD6765">
        <w:rPr>
          <w:rFonts w:ascii="Times New Roman" w:hAnsi="Times New Roman" w:cs="Times New Roman" w:hint="cs"/>
          <w:rtl/>
        </w:rPr>
        <w:t>صُحُفِ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ابرَاهيمَ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مُوسی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 xml:space="preserve">19)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</w:p>
    <w:p w:rsidR="008F4AF7" w:rsidRPr="00E47180" w:rsidRDefault="008F4AF7" w:rsidP="008F4AF7">
      <w:pPr>
        <w:pStyle w:val="libNormal"/>
      </w:pPr>
      <w:r w:rsidRPr="00E47180">
        <w:lastRenderedPageBreak/>
        <w:t xml:space="preserve"> (</w:t>
      </w:r>
      <w:r w:rsidRPr="008F4AF7">
        <w:rPr>
          <w:rFonts w:hint="cs"/>
          <w:cs/>
          <w:lang w:bidi="hi-IN"/>
        </w:rPr>
        <w:t>इब्राहीम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सहीफ़ों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मूसा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सहीफ़ो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।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इक्तिफ़ा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इब्राहीम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नातिक़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उनवान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तआरुफ़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</w:p>
    <w:p w:rsidR="008F4AF7" w:rsidRPr="00E47180" w:rsidRDefault="008F4AF7" w:rsidP="008F4AF7">
      <w:pPr>
        <w:pStyle w:val="libNormal"/>
      </w:pPr>
      <w:r w:rsidRPr="00FD6765">
        <w:rPr>
          <w:rFonts w:ascii="Times New Roman" w:hAnsi="Times New Roman" w:cs="Times New Roman" w:hint="cs"/>
          <w:rtl/>
        </w:rPr>
        <w:t>وَاِذْ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ابْتَلَی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اِبْرَاهِيمَ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رَبُّهُ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بِکَلِمَاتٍ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فَاٴَتَمَّهُنَّ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قَالَ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اِنِّی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جَاعِلُکَ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لِلنَّاسِ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اِمَامًا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قَالَ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وَمِنْ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ذُرِّيتِی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قَالَ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لاَينَالُ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عَهْدِی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الظَّالِمِينَ</w:t>
      </w:r>
      <w:r w:rsidRPr="00E47180">
        <w:t xml:space="preserve"> (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बक़रा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 xml:space="preserve">124)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कलिमात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इब्राहीम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इम्तेहान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ज़ुर्रियत</w:t>
      </w:r>
      <w:r w:rsidRPr="00E47180">
        <w:t xml:space="preserve">?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ओहद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ज़ालिमीन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।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कारेईने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केराम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गुफ़तुगू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वाजे़ह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आसमानी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नातिक़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ज़रूरत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अलफ़ाज़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महवर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आयते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ऐतेसाम</w:t>
      </w:r>
      <w:r w:rsidRPr="008F4AF7">
        <w:rPr>
          <w:cs/>
          <w:lang w:bidi="hi-IN"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وَاعْتَصِمُوا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بِحَبْلِ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الله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جَمِيعًا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وَلاَتَفَرَّقُوا</w:t>
      </w:r>
      <w:r w:rsidRPr="008F4AF7">
        <w:rPr>
          <w:cs/>
          <w:lang w:bidi="hi-IN"/>
        </w:rPr>
        <w:t>(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नुक्ता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बिल्कुल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रौशन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रस्सी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मज़बूती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पकड़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यक़ीनी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मासूम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lastRenderedPageBreak/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क़ायदा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इत्तेहाद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माहेरीन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दक़ीक़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तहक़ीक़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कश्फ़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रौशन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हो।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इमरान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 xml:space="preserve">103)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रस्सी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मज़बूती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पकड़े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तफ़रक़ा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करो।</w:t>
      </w:r>
      <w:r w:rsidRPr="008F4AF7">
        <w:rPr>
          <w:cs/>
          <w:lang w:bidi="hi-IN"/>
        </w:rPr>
        <w:t xml:space="preserve">)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वहदत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हक़ायक़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ऐतेसाम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इस्लामा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इत्तेहाद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पर्दा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उठा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मुत्तहिद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..... (</w:t>
      </w:r>
      <w:r w:rsidRPr="008F4AF7">
        <w:rPr>
          <w:rFonts w:hint="cs"/>
          <w:cs/>
          <w:lang w:bidi="hi-IN"/>
        </w:rPr>
        <w:t>अल्लाह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रस्सी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तमस्सुक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रस्सी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तमस्सुक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तफ़रक़े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फ़ितना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बदबख़्ती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निजात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क़ाबिले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तवज्जो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नुक्ता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महवर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हब्ल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रस्सी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ताबीर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रौशन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रस्सी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आसमान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ग़ैब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वास्ता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इत्तेहाद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क़ुत्ब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दायरा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ग़ैब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मलाकूते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मुत्तसिल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शुहूद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आलमें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ग़ैब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राब्ता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सके।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वाज़ेह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इत्तेहाद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कश्ती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साहिल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हवस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साहिल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हमारी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इत्तेहाद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हवस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इत्तेफ़ाक़।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वाक़ेईयत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इत्तेफ़ाक़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ताअल्लुक़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ज़िम्मेदारी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तलाश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पैरवी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मुत्तहिद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इत्तेफ़ाक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मुत्तहिद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सैयदुश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शुहादा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बड़ी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शुजाअत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इत्तेहाद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यज़ीद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क़याम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</w:p>
    <w:p w:rsidR="0069778C" w:rsidRPr="00E47180" w:rsidRDefault="008F4AF7" w:rsidP="0069778C">
      <w:pPr>
        <w:pStyle w:val="libNormal"/>
      </w:pPr>
      <w:r w:rsidRPr="00FD6765">
        <w:rPr>
          <w:rFonts w:ascii="Times New Roman" w:hAnsi="Times New Roman" w:cs="Times New Roman" w:hint="cs"/>
          <w:rtl/>
        </w:rPr>
        <w:t>انّما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خرجت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لطلب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الاصلاح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فی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اٴمة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جدّی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اٴريد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اٴن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آمر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بالمعروف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واٴنهى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عن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المنکر</w:t>
      </w:r>
    </w:p>
    <w:p w:rsidR="008F4AF7" w:rsidRPr="00E47180" w:rsidRDefault="008F4AF7" w:rsidP="0069778C">
      <w:pPr>
        <w:pStyle w:val="libNormal"/>
      </w:pP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बिहारुल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44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329)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निकल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मारूफ़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नहयी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मुन्कर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इत्तेफ़ाक़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ज़रूरत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नहयी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मुन्कर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मज़बूत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तसलीम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ऐतेसाम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मुतालये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रस्सी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आईम्मा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अलैहिमुस्सलाम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यक़ीनी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हैसमी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आयते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ऐतेसाम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रदीफ़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सक़लैन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ऐतेसाम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ग़रान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क़्रद्र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गौहरों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तमस्सुक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जाओ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गुमराह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हो।सवायक़े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मोहरिक़ा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90)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जाफ़र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ऐतेसाम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ऐतेसाम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मतलब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तमस्सुक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रस्सी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मक़सद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है।इसके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सक़लैन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ऐतेसाम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नमूने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शैबा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सक़लैन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FD6765">
        <w:rPr>
          <w:rFonts w:ascii="Times New Roman" w:hAnsi="Times New Roman" w:cs="Times New Roman" w:hint="cs"/>
          <w:rtl/>
        </w:rPr>
        <w:t>انّی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ترکت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فيکم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ما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لن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تضلّوا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بعدی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ان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اعتصمتم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بهکتاب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الله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عترتی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21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मुसन्नफ़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शैबा</w:t>
      </w:r>
      <w:r w:rsidRPr="008F4AF7">
        <w:rPr>
          <w:cs/>
          <w:lang w:bidi="hi-IN"/>
        </w:rPr>
        <w:t xml:space="preserve">)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मुफ़स्सेरीन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मुहद्देसीन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सक़लैन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ऐतेसाम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हाकिम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हसक़ानी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</w:p>
    <w:p w:rsidR="008F4AF7" w:rsidRPr="00E47180" w:rsidRDefault="008F4AF7" w:rsidP="008F4AF7">
      <w:pPr>
        <w:pStyle w:val="libNormal"/>
      </w:pPr>
      <w:r w:rsidRPr="00E47180">
        <w:t xml:space="preserve">: </w:t>
      </w:r>
      <w:r w:rsidRPr="00FD6765">
        <w:rPr>
          <w:rFonts w:ascii="Times New Roman" w:hAnsi="Times New Roman" w:cs="Times New Roman" w:hint="cs"/>
          <w:rtl/>
        </w:rPr>
        <w:t>من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اٴحبّ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اٴن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يرکب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سفينة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النجاة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يتمسّک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بالعروة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الوثقی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يعتصم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بحبل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الله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المتين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فليوال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علياً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ليا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تمّ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باالهداة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من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ولده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शवाहिदुत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तंज़ील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168)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निजात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कश्ती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मज़बूत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रस्सी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मुतमस्सिक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रस्सी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तमस्सुक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हिदायत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बेटों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इक्तेदा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नतीज़ा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उम्मते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इत्तेहाद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मरकज़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महवर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गुफ़्तुगू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ज़ोर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النجوم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امان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لاهل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الارض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من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الغرق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اهل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بيتی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امان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لامّتی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من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الاختلاف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فاذا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خالفت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ها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قبيلة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من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العرب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اختلفوا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فصا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روا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حزب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ابليس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हाकिम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नैशा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पुरी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सितारे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ग़र्क़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बचाते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शिकार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बचाते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पस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क़बीला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मुख़ालिफ़त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शैतानी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गिरोह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होगा।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ख़ानए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ख़ानए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पकड़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पहचान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</w:p>
    <w:p w:rsidR="008F4AF7" w:rsidRPr="00E47180" w:rsidRDefault="008F4AF7" w:rsidP="008F4AF7">
      <w:pPr>
        <w:pStyle w:val="libNormal"/>
      </w:pPr>
      <w:r w:rsidRPr="00E47180">
        <w:t xml:space="preserve">: </w:t>
      </w:r>
      <w:r w:rsidRPr="00FD6765">
        <w:rPr>
          <w:rFonts w:ascii="Times New Roman" w:hAnsi="Times New Roman" w:cs="Times New Roman" w:hint="cs"/>
          <w:rtl/>
        </w:rPr>
        <w:t>الا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ان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مثل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اهل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بيتی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فيکم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مثل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سفينة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نوح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من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قومه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من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رکبها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نجا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من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تخلف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عنها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غرق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मुसतदरके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हाकिम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151)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आगाह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जाओ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नूह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कश्ती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निजात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रूगरदानी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ग़र्क़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2.</w:t>
      </w:r>
      <w:r w:rsidRPr="00E47180">
        <w:tab/>
      </w:r>
      <w:r w:rsidRPr="008F4AF7">
        <w:rPr>
          <w:rFonts w:hint="cs"/>
          <w:cs/>
          <w:lang w:bidi="hi-IN"/>
        </w:rPr>
        <w:t>इल्मी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गुफ़्तुगू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इत्तेहाद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रास्ता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बड़ा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चुनाँचे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शहरिस्तानी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बड़ा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इख्तिलाफ़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तलवार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उठाई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ज़िम्मेदारी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इत्तेहाद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कोशिश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ख़ालिस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ताअस्सुब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गुफ़्तुगू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गुफ़्तुगू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इत्तेहाद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अंदाज़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फ़िरक़े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अक़ायद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फ़िरक़े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अक़ायद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मुस्तनद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बुग़्ज़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कीना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हिस्सा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अक़ायद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बेख़बर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अक़ीदों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कुफ़्र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तक़ैय्ये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निफ़ाक़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अक़ीदे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बाखबर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अक़ायद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मौज़ू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अशरी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ऐतेक़ाद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ग़ुलू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पहचनवाया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अच्छा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किरदार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कामयाबी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इत्तेहाद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चुनाँचे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हैं।अलमेलल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नेहल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24)</w:t>
      </w:r>
    </w:p>
    <w:p w:rsidR="001D08AD" w:rsidRDefault="001D08AD" w:rsidP="0069778C">
      <w:pPr>
        <w:pStyle w:val="Heading1"/>
      </w:pPr>
    </w:p>
    <w:p w:rsidR="001D08AD" w:rsidRDefault="001D08AD" w:rsidP="0069778C">
      <w:pPr>
        <w:pStyle w:val="Heading1"/>
      </w:pPr>
      <w:bookmarkStart w:id="3" w:name="_Toc457825227"/>
      <w:r w:rsidRPr="00735514">
        <w:t>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>)</w:t>
      </w:r>
      <w:r w:rsidRPr="008F4AF7">
        <w:rPr>
          <w:cs/>
          <w:lang w:bidi="hi-IN"/>
        </w:rPr>
        <w:tab/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रग़बत</w:t>
      </w:r>
      <w:r w:rsidRPr="008F4AF7">
        <w:rPr>
          <w:cs/>
          <w:lang w:bidi="hi-IN"/>
        </w:rPr>
        <w:t>)</w:t>
      </w:r>
      <w:bookmarkEnd w:id="3"/>
    </w:p>
    <w:p w:rsidR="008F4AF7" w:rsidRPr="00E47180" w:rsidRDefault="008F4AF7" w:rsidP="008F4AF7">
      <w:pPr>
        <w:pStyle w:val="libNormal"/>
      </w:pPr>
      <w:r w:rsidRPr="00E47180">
        <w:t>1.</w:t>
      </w:r>
      <w:r w:rsidRPr="00E47180">
        <w:tab/>
      </w:r>
      <w:r w:rsidRPr="008F4AF7">
        <w:rPr>
          <w:rFonts w:hint="cs"/>
          <w:cs/>
          <w:lang w:bidi="hi-IN"/>
        </w:rPr>
        <w:t>शेख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महमूद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शलतूत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युनिवर्सिटी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मिस्र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सद्र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मरजईयत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तहक़ीक़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मुतालआ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जाफ़री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मोतबर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फिक़्ह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जाफ़री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फ़तवा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चुनाँचे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मज़हबे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जाफ़री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अशरी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मशहूर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मज़ाहिब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मुनासिब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पहचानें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फ़िरकों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ताअस्सुब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निजात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इस्लामुना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राफिई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59, </w:t>
      </w:r>
      <w:r w:rsidRPr="008F4AF7">
        <w:rPr>
          <w:rFonts w:hint="cs"/>
          <w:cs/>
          <w:lang w:bidi="hi-IN"/>
        </w:rPr>
        <w:t>मजल्लए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रिसालतुल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तारीख़</w:t>
      </w:r>
      <w:r w:rsidRPr="008F4AF7">
        <w:rPr>
          <w:cs/>
          <w:lang w:bidi="hi-IN"/>
        </w:rPr>
        <w:t xml:space="preserve"> </w:t>
      </w:r>
      <w:r w:rsidRPr="00E47180">
        <w:t>13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रबीउल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अव्वल</w:t>
      </w:r>
      <w:r w:rsidRPr="008F4AF7">
        <w:rPr>
          <w:cs/>
          <w:lang w:bidi="hi-IN"/>
        </w:rPr>
        <w:t xml:space="preserve"> </w:t>
      </w:r>
      <w:r w:rsidRPr="00E47180">
        <w:t>1378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क़ाहिरा।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2.</w:t>
      </w:r>
      <w:r w:rsidRPr="00E47180">
        <w:tab/>
      </w:r>
      <w:r w:rsidRPr="008F4AF7">
        <w:rPr>
          <w:rFonts w:hint="cs"/>
          <w:cs/>
          <w:lang w:bidi="hi-IN"/>
        </w:rPr>
        <w:t>शेख़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डाक्टर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फ़ख्खा़म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शेख़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शलतूत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फ़तवे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तक़रीज़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चुनाँचे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महमूद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शलतूत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अख़लाक़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वसीअ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ईल्म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अरबी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ज़बान</w:t>
      </w:r>
      <w:r w:rsidRPr="00E47180">
        <w:t xml:space="preserve">, </w:t>
      </w:r>
      <w:r w:rsidRPr="008F4AF7">
        <w:rPr>
          <w:rFonts w:hint="cs"/>
          <w:cs/>
          <w:lang w:bidi="hi-IN"/>
        </w:rPr>
        <w:t>तफ़सीर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फ़िक़्ह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महारत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रश्क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पैरवी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फ़तवा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फ़तवे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बुनियाद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मज़बूत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अक़ीदा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सबीलिल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वहदतिल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64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शलतूत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तवज्जो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दिलेरी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फ़तवा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जावेदाना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पैरवी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फ़तवा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मज़बूत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दलाइल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कायम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 xml:space="preserve">3. </w:t>
      </w:r>
      <w:r w:rsidRPr="00E47180">
        <w:tab/>
      </w:r>
      <w:r w:rsidRPr="008F4AF7">
        <w:rPr>
          <w:rFonts w:hint="cs"/>
          <w:cs/>
          <w:lang w:bidi="hi-IN"/>
        </w:rPr>
        <w:t>शेख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ग़ज़ाली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अक़ीदा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उस्तादे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महमूद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शलतूत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तूलानी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रास्ता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... </w:t>
      </w:r>
      <w:r w:rsidRPr="008F4AF7">
        <w:rPr>
          <w:rFonts w:hint="cs"/>
          <w:cs/>
          <w:lang w:bidi="hi-IN"/>
        </w:rPr>
        <w:t>उनका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ख़्यालात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तकज़ीब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मग़रिबी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मुवर्रेख़ीन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चुनाँचे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ख़्याल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बुग़्ज़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परचम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मुतफ़र्रिक़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नाबूद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फ़तवा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इब्तेदाए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देफ़ा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अक़ीदा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257)</w:t>
      </w:r>
    </w:p>
    <w:p w:rsidR="008F4AF7" w:rsidRPr="00E47180" w:rsidRDefault="008F4AF7" w:rsidP="008F4AF7">
      <w:pPr>
        <w:pStyle w:val="libNormal"/>
      </w:pPr>
      <w:r w:rsidRPr="00E47180">
        <w:lastRenderedPageBreak/>
        <w:t xml:space="preserve">4. </w:t>
      </w:r>
      <w:r w:rsidRPr="00E47180">
        <w:tab/>
      </w:r>
      <w:r w:rsidRPr="008F4AF7">
        <w:rPr>
          <w:rFonts w:hint="cs"/>
          <w:cs/>
          <w:lang w:bidi="hi-IN"/>
        </w:rPr>
        <w:t>अब्दुल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नज्जार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क़ाहिरा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मसाजिद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कमेटी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E47180">
        <w:t>''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शलतूत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फ़तवे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ऐहतेराम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फ़तवे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मुन्हसिर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डराते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शेख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शलतूत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मुजतहिद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फ़तवों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इक्तिफ़ा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हालाँकि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मुजतहिद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>?''</w:t>
      </w:r>
      <w:r w:rsidRPr="008F4AF7">
        <w:rPr>
          <w:rFonts w:hint="cs"/>
          <w:cs/>
          <w:lang w:bidi="hi-IN"/>
        </w:rPr>
        <w:t>।</w:t>
      </w:r>
      <w:r w:rsidRPr="008F4AF7">
        <w:rPr>
          <w:cs/>
          <w:lang w:bidi="hi-IN"/>
        </w:rPr>
        <w:t>(</w:t>
      </w:r>
      <w:r w:rsidRPr="008F4AF7">
        <w:rPr>
          <w:rFonts w:hint="cs"/>
          <w:cs/>
          <w:lang w:bidi="hi-IN"/>
        </w:rPr>
        <w:t>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सबीलिल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वहदतिल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66</w:t>
      </w:r>
    </w:p>
    <w:p w:rsidR="008F4AF7" w:rsidRPr="00E47180" w:rsidRDefault="008F4AF7" w:rsidP="008F4AF7">
      <w:pPr>
        <w:pStyle w:val="libNormal"/>
      </w:pPr>
      <w:r w:rsidRPr="00E47180">
        <w:t xml:space="preserve"> 5. </w:t>
      </w:r>
      <w:r w:rsidRPr="00E47180">
        <w:tab/>
      </w:r>
      <w:r w:rsidRPr="008F4AF7">
        <w:rPr>
          <w:rFonts w:hint="cs"/>
          <w:cs/>
          <w:lang w:bidi="hi-IN"/>
        </w:rPr>
        <w:t>उस्ताद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बुक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शलतूत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उस्ताद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 "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अशरी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रसूल</w:t>
      </w:r>
      <w:r w:rsidRPr="00E47180">
        <w:t xml:space="preserve">, </w:t>
      </w:r>
      <w:r w:rsidRPr="008F4AF7">
        <w:rPr>
          <w:rFonts w:hint="cs"/>
          <w:cs/>
          <w:lang w:bidi="hi-IN"/>
        </w:rPr>
        <w:t>क़ुरआन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>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हाज़िर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जय्यिद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फ़ुक़हा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माहिर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अफ़कार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लाखों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तादाद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>"(</w:t>
      </w:r>
      <w:r w:rsidRPr="008F4AF7">
        <w:rPr>
          <w:rFonts w:hint="cs"/>
          <w:cs/>
          <w:lang w:bidi="hi-IN"/>
        </w:rPr>
        <w:t>तारिख़ित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तशरीई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इस्लामी।</w:t>
      </w:r>
    </w:p>
    <w:p w:rsidR="0069778C" w:rsidRDefault="008F4AF7" w:rsidP="008F4AF7">
      <w:pPr>
        <w:pStyle w:val="libNormal"/>
        <w:rPr>
          <w:lang w:bidi="hi-IN"/>
        </w:rPr>
      </w:pPr>
      <w:r w:rsidRPr="00E47180">
        <w:t xml:space="preserve"> 6.</w:t>
      </w:r>
      <w:r w:rsidRPr="00E47180">
        <w:tab/>
      </w:r>
      <w:r w:rsidRPr="008F4AF7">
        <w:rPr>
          <w:rFonts w:hint="cs"/>
          <w:cs/>
          <w:lang w:bidi="hi-IN"/>
        </w:rPr>
        <w:t>शेख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फ़िरक़ा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....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अहादीस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तमस्सुक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पड़ोसियों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दोस्ती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नफ़रत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तारिखुल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मज़ाहिबिल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39</w:t>
      </w:r>
    </w:p>
    <w:p w:rsidR="008F4AF7" w:rsidRPr="00E47180" w:rsidRDefault="008F4AF7" w:rsidP="008F4AF7">
      <w:pPr>
        <w:pStyle w:val="libNormal"/>
      </w:pPr>
      <w:r w:rsidRPr="00E47180">
        <w:lastRenderedPageBreak/>
        <w:t xml:space="preserve"> 7. </w:t>
      </w:r>
      <w:r w:rsidRPr="00E47180">
        <w:tab/>
      </w:r>
      <w:r w:rsidRPr="008F4AF7">
        <w:rPr>
          <w:rFonts w:hint="cs"/>
          <w:cs/>
          <w:lang w:bidi="hi-IN"/>
        </w:rPr>
        <w:t>उस्ताद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महमूद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सरतावी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मिसरी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मुफ़्ती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E47180">
        <w:t>''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सलफ़े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अशरी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बरादरी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बरादरी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E47180">
        <w:t>'' (</w:t>
      </w:r>
      <w:r w:rsidRPr="008F4AF7">
        <w:rPr>
          <w:rFonts w:hint="cs"/>
          <w:cs/>
          <w:lang w:bidi="hi-IN"/>
        </w:rPr>
        <w:t>मजल्ल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सक़लैन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नंबर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अव्वल</w:t>
      </w:r>
      <w:r w:rsidRPr="008F4AF7">
        <w:rPr>
          <w:cs/>
          <w:lang w:bidi="hi-IN"/>
        </w:rPr>
        <w:t xml:space="preserve"> </w:t>
      </w:r>
      <w:r w:rsidRPr="00E47180">
        <w:t>1413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252</w:t>
      </w:r>
    </w:p>
    <w:p w:rsidR="008F4AF7" w:rsidRPr="00E47180" w:rsidRDefault="008F4AF7" w:rsidP="008F4AF7">
      <w:pPr>
        <w:pStyle w:val="libNormal"/>
      </w:pPr>
      <w:r w:rsidRPr="00E47180">
        <w:t xml:space="preserve"> 8. </w:t>
      </w:r>
      <w:r w:rsidRPr="00E47180">
        <w:tab/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उस्ताद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फ़त्ताह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मक़सूद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E47180">
        <w:t>''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अक़ीदे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तंहा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रौशन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आईना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अक़ायद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गवाह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अक़ायद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ख़िदमात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अंजाम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E47180">
        <w:t>'' (</w:t>
      </w:r>
      <w:r w:rsidRPr="008F4AF7">
        <w:rPr>
          <w:rFonts w:hint="cs"/>
          <w:cs/>
          <w:lang w:bidi="hi-IN"/>
        </w:rPr>
        <w:t>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सबीलिल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वहदतिल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इस्लामिया।</w:t>
      </w:r>
    </w:p>
    <w:p w:rsidR="0069778C" w:rsidRPr="00E47180" w:rsidRDefault="008F4AF7" w:rsidP="008F4AF7">
      <w:pPr>
        <w:pStyle w:val="libNormal"/>
      </w:pPr>
      <w:r w:rsidRPr="00E47180">
        <w:t xml:space="preserve"> 9. </w:t>
      </w:r>
      <w:r w:rsidRPr="00E47180">
        <w:tab/>
      </w:r>
      <w:r w:rsidRPr="008F4AF7">
        <w:rPr>
          <w:rFonts w:hint="cs"/>
          <w:cs/>
          <w:lang w:bidi="hi-IN"/>
        </w:rPr>
        <w:t>डाक्टर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हामिद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हनफ़ी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दाऊद</w:t>
      </w:r>
      <w:r w:rsidRPr="00E47180">
        <w:t xml:space="preserve">, </w:t>
      </w:r>
      <w:r w:rsidRPr="008F4AF7">
        <w:rPr>
          <w:rFonts w:hint="cs"/>
          <w:cs/>
          <w:lang w:bidi="hi-IN"/>
        </w:rPr>
        <w:t>क़ाहिरा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दानिशकदे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अदबियात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उस्ताद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:</w:t>
      </w:r>
      <w:r w:rsidRPr="00E47180">
        <w:t>''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क़ारेईन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केराम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वाज़ेह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सुफ़यानी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मुन्हरेफ़ीन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शिईयत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ख़ुराफ़ात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इसराईलियात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ख़्याली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शख्सियतों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शिईयत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रविश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बरअक्स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मन्क़ूल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माक़ूल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तवज्जो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मज़ाहिब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इंतेखाब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उफ़ुक़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मंक़ूल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माक़ूल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इम्तियाज़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इज्तेहाद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दोबारा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रूह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फूँकी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मुख़ालिफ़त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हो।</w:t>
      </w:r>
      <w:r w:rsidRPr="00E47180">
        <w:t>''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नज़रात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कुतुबिल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ख़ालिदा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32</w:t>
      </w:r>
      <w:r w:rsidR="0069778C" w:rsidRPr="00E47180">
        <w:t>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तक़कीज़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E47180">
        <w:t>''</w:t>
      </w:r>
      <w:r w:rsidRPr="008F4AF7">
        <w:rPr>
          <w:rFonts w:hint="cs"/>
          <w:cs/>
          <w:lang w:bidi="hi-IN"/>
        </w:rPr>
        <w:t>इस्लामा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E47180">
        <w:t>13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गुज़रने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हमेशा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फ़तवे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फ़तवे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हवाए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नफ़्स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शायबा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फ़िरकों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तफरक़े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फ़िरक़े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बुज़ुर्ग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तालिमात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महरूम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नमूनों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मिज़ाज़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फवायद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महरूम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दानिश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बड़ा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नुक़सान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नुक़सान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ख़ुराफ़ात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ख़ुराफ़ात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जाफर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सादिक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>) (</w:t>
      </w:r>
      <w:r w:rsidRPr="008F4AF7">
        <w:rPr>
          <w:rFonts w:hint="cs"/>
          <w:cs/>
          <w:lang w:bidi="hi-IN"/>
        </w:rPr>
        <w:t>मुतवल्लिद</w:t>
      </w:r>
      <w:r w:rsidRPr="008F4AF7">
        <w:rPr>
          <w:cs/>
          <w:lang w:bidi="hi-IN"/>
        </w:rPr>
        <w:t xml:space="preserve"> </w:t>
      </w:r>
      <w:r w:rsidRPr="00E47180">
        <w:t>148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हिजरी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परचमदार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उस्ताद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हनीफ़ा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नोमान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मुतवल्लिद</w:t>
      </w:r>
      <w:r w:rsidRPr="008F4AF7">
        <w:rPr>
          <w:cs/>
          <w:lang w:bidi="hi-IN"/>
        </w:rPr>
        <w:t xml:space="preserve"> </w:t>
      </w:r>
      <w:r w:rsidRPr="00E47180">
        <w:t>150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हिजरी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अब्दिल्लाह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मालिक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मुतवल्लिद</w:t>
      </w:r>
      <w:r w:rsidRPr="008F4AF7">
        <w:rPr>
          <w:cs/>
          <w:lang w:bidi="hi-IN"/>
        </w:rPr>
        <w:t xml:space="preserve"> </w:t>
      </w:r>
      <w:r w:rsidRPr="00E47180">
        <w:lastRenderedPageBreak/>
        <w:t>179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हिजरी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अलैहिस्सलाम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शागिर्द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हनीफ़ा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E47180">
        <w:t>''</w:t>
      </w:r>
      <w:r w:rsidRPr="008F4AF7">
        <w:rPr>
          <w:rFonts w:hint="cs"/>
          <w:cs/>
          <w:lang w:bidi="hi-IN"/>
        </w:rPr>
        <w:t>लौलस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सनतान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हलकन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नोमान</w:t>
      </w:r>
      <w:r w:rsidRPr="00E47180">
        <w:t xml:space="preserve">''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नोमान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हनीफ़ा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हलाक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सादिक़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फ़ैज़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मालिक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सादिक़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फ़क़ीह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देखा।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13)</w:t>
      </w:r>
    </w:p>
    <w:p w:rsidR="008F4AF7" w:rsidRPr="00E47180" w:rsidRDefault="008F4AF7" w:rsidP="008F4AF7">
      <w:pPr>
        <w:pStyle w:val="libNormal"/>
      </w:pPr>
      <w:r w:rsidRPr="00E47180">
        <w:t xml:space="preserve">10. </w:t>
      </w:r>
      <w:r w:rsidRPr="00E47180">
        <w:tab/>
      </w:r>
      <w:r w:rsidRPr="008F4AF7">
        <w:rPr>
          <w:rFonts w:hint="cs"/>
          <w:cs/>
          <w:lang w:bidi="hi-IN"/>
        </w:rPr>
        <w:t>डाक्टर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कयाली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हलब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मशहूर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मारूफ़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शख्सियात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अलैहिर्रहमह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E47180">
        <w:t>''</w:t>
      </w:r>
      <w:r w:rsidRPr="008F4AF7">
        <w:rPr>
          <w:rFonts w:hint="cs"/>
          <w:cs/>
          <w:lang w:bidi="hi-IN"/>
        </w:rPr>
        <w:t>आलमे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तहक़ीक़ात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हमेशा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मोहताज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आज़म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हाशिम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महरूम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E47180">
        <w:t xml:space="preserve">?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ज़रूरत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पस्ती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तनज़्ज़ुली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असबाब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वुजूहात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गुफ़्तुगू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?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मुम्कन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खोये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दानिश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रुजू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दोबारा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E47180">
        <w:t xml:space="preserve">''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E47180">
        <w:t>5)</w:t>
      </w:r>
    </w:p>
    <w:p w:rsidR="008F4AF7" w:rsidRPr="00E47180" w:rsidRDefault="008F4AF7" w:rsidP="008F4AF7">
      <w:pPr>
        <w:pStyle w:val="libNormal"/>
      </w:pPr>
      <w:r w:rsidRPr="00E47180">
        <w:lastRenderedPageBreak/>
        <w:t xml:space="preserve">11. </w:t>
      </w:r>
      <w:r w:rsidRPr="00E47180">
        <w:tab/>
      </w:r>
      <w:r w:rsidRPr="008F4AF7">
        <w:rPr>
          <w:rFonts w:hint="cs"/>
          <w:cs/>
          <w:lang w:bidi="hi-IN"/>
        </w:rPr>
        <w:t>उस्ताद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ग़नीमी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तफ़ताज़ानी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कालेज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फ़लसफ़े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मुद्दर्रिस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E47180">
        <w:t>''</w:t>
      </w:r>
      <w:r w:rsidRPr="008F4AF7">
        <w:rPr>
          <w:rFonts w:hint="cs"/>
          <w:cs/>
          <w:lang w:bidi="hi-IN"/>
        </w:rPr>
        <w:t>दुनिया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मग़रिब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मशरि़क़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क़दीमी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हाज़िर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मुरतकिब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मन्क़ूला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अवामुन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मोतबर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हमेशा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तोहमतों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बौछार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शियों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असबाब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ऐलल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माखज़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तोहमतों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मोवल्लिफ़ीन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E47180">
        <w:t xml:space="preserve">''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रिजालिल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क़ाहिरा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40)</w:t>
      </w:r>
    </w:p>
    <w:p w:rsidR="001D08AD" w:rsidRDefault="001D08AD" w:rsidP="0069778C">
      <w:pPr>
        <w:pStyle w:val="Heading1"/>
        <w:rPr>
          <w:cs/>
          <w:lang w:bidi="hi-IN"/>
        </w:rPr>
      </w:pPr>
    </w:p>
    <w:p w:rsidR="001D08AD" w:rsidRDefault="001D08AD" w:rsidP="0069778C">
      <w:pPr>
        <w:pStyle w:val="Heading1"/>
        <w:rPr>
          <w:cs/>
          <w:lang w:bidi="hi-IN"/>
        </w:rPr>
      </w:pPr>
      <w:bookmarkStart w:id="4" w:name="_Toc457825228"/>
      <w:r w:rsidRPr="008F4AF7">
        <w:rPr>
          <w:rFonts w:hint="cs"/>
          <w:cs/>
          <w:lang w:bidi="hi-IN"/>
        </w:rPr>
        <w:t>ब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इक़रार</w:t>
      </w:r>
      <w:bookmarkEnd w:id="4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खालिस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ताअस्सुब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जिदाल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गुफ़्तुगू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बुज़ुर्ग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राग़िब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जाफ़री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पैरवी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अशरी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उनवान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फ़ुरूअ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मुसतनद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जय्यिद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इंतेखाब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कारेईन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केराम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t xml:space="preserve">1. </w:t>
      </w:r>
      <w:r w:rsidRPr="00E47180">
        <w:tab/>
      </w:r>
      <w:r w:rsidRPr="008F4AF7">
        <w:rPr>
          <w:rFonts w:hint="cs"/>
          <w:cs/>
          <w:lang w:bidi="hi-IN"/>
        </w:rPr>
        <w:t>अल्लामा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मरई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अनताकी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अनताकिया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बस्ती</w:t>
      </w:r>
      <w:r w:rsidRPr="008F4AF7">
        <w:rPr>
          <w:cs/>
          <w:lang w:bidi="hi-IN"/>
        </w:rPr>
        <w:t xml:space="preserve"> </w:t>
      </w:r>
      <w:r w:rsidRPr="00E47180">
        <w:t>1314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फ़िरक़े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ताअल्लुक़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मिस्र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रवाना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मुकद्दमात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जय्यिद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मराग़ी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महमूद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महनी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शेख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वग़ैरह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फ़ैज़याब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बुलन्द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दर्जे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फ़ायज़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वतन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लौटने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बुज़ुर्गों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मिस्र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मुदर्रिस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ओहदा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शागिर्दों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सैराब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भाईयों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लौट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वापस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लौटने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मुद्दत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मुतालआ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शिईयत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हक़्क़ानियत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आगाह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भाईयों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तशय्यों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शेख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इख़्तरतो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E47180">
        <w:t>''</w:t>
      </w:r>
      <w:r w:rsidRPr="008F4AF7">
        <w:rPr>
          <w:rFonts w:hint="cs"/>
          <w:cs/>
          <w:lang w:bidi="hi-IN"/>
        </w:rPr>
        <w:t>यक़ीनी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हिदायत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तमस्सुक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मुक़द्दर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फ़रज़ंदे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हज़रते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जाफ़रे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........... </w:t>
      </w:r>
      <w:r w:rsidRPr="00E47180">
        <w:t>''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असबाब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ऐलल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t>1.</w:t>
      </w:r>
      <w:r w:rsidRPr="00E47180">
        <w:tab/>
      </w:r>
      <w:r w:rsidRPr="008F4AF7">
        <w:rPr>
          <w:rFonts w:hint="cs"/>
          <w:cs/>
          <w:lang w:bidi="hi-IN"/>
        </w:rPr>
        <w:t>मैने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मुशाहिदा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मुजज़ी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काफ़ी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मुकल्लफ़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यक़ीनी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ज़िम्मेदारी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गुज़श्ता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हाज़िर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सैहत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फ़तवा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 xml:space="preserve">2. </w:t>
      </w:r>
      <w:r w:rsidRPr="00E47180">
        <w:tab/>
      </w:r>
      <w:r w:rsidRPr="008F4AF7">
        <w:rPr>
          <w:rFonts w:hint="cs"/>
          <w:cs/>
          <w:lang w:bidi="hi-IN"/>
        </w:rPr>
        <w:t>मुसतहकम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दलायल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यक़ीनी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बुरहान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रौशन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वाज़ेह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हुज्जतों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हक़्क़ानियत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जिबरईल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जिबरईल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 xml:space="preserve">3. </w:t>
      </w:r>
      <w:r w:rsidRPr="00E47180">
        <w:tab/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घर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वहयी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घर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दुसरों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बेहतर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अक़्लमंद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आदमी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ज़रूरी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तर्क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ग़ैरों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पीछे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जायें।</w:t>
      </w:r>
    </w:p>
    <w:p w:rsidR="008F4AF7" w:rsidRPr="00E47180" w:rsidRDefault="008F4AF7" w:rsidP="008F4AF7">
      <w:pPr>
        <w:pStyle w:val="libNormal"/>
      </w:pPr>
      <w:r w:rsidRPr="00E47180">
        <w:t xml:space="preserve">4. </w:t>
      </w:r>
      <w:r w:rsidRPr="00E47180">
        <w:tab/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मुतअद्दिद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मरजईयत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E47180">
        <w:t xml:space="preserve">5. </w:t>
      </w:r>
      <w:r w:rsidRPr="00E47180">
        <w:tab/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अशशिया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हुजोजुहुम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तशय्यो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इख़्तरतो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E47180">
        <w:t>17)</w:t>
      </w:r>
    </w:p>
    <w:p w:rsidR="008F4AF7" w:rsidRPr="00E47180" w:rsidRDefault="008F4AF7" w:rsidP="008F4AF7">
      <w:pPr>
        <w:pStyle w:val="libNormal"/>
      </w:pPr>
      <w:r w:rsidRPr="00E47180">
        <w:t xml:space="preserve">2. </w:t>
      </w:r>
      <w:r w:rsidRPr="00E47180">
        <w:tab/>
      </w:r>
      <w:r w:rsidRPr="008F4AF7">
        <w:rPr>
          <w:rFonts w:hint="cs"/>
          <w:cs/>
          <w:lang w:bidi="hi-IN"/>
        </w:rPr>
        <w:t>अल्लामा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अनताकी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सैयद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शरफ़ुद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आमुली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मुराजेआत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पढ़ने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इंतेखाब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तशय्यो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मज़ाहिब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इत्तेफ़ाक़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आगाह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जाओ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नूह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कश्ती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निजात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गरदानी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ग़र्क़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पैरवी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निजात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याफ़्ता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तर्क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गुमराह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फरमाते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मज़हबे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जाफ़री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तमस्सुक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मुतमईन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नबूव्वत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क़यामत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दुरूद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निजात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निजात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मुम्किन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3.</w:t>
      </w:r>
      <w:r w:rsidRPr="00E47180">
        <w:tab/>
      </w:r>
      <w:r w:rsidRPr="008F4AF7">
        <w:rPr>
          <w:rFonts w:hint="cs"/>
          <w:cs/>
          <w:lang w:bidi="hi-IN"/>
        </w:rPr>
        <w:t>डाक्टर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तीजानी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समावी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टुयुनुस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E47180">
        <w:t xml:space="preserve">, </w:t>
      </w:r>
      <w:r w:rsidRPr="008F4AF7">
        <w:rPr>
          <w:rFonts w:hint="cs"/>
          <w:cs/>
          <w:lang w:bidi="hi-IN"/>
        </w:rPr>
        <w:t>बचपन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ज़िन्दगी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गुज़ारने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मुमालिक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सफ़र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शख्सीयतों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फ़ैज़याब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मिस्र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युनिवर्सिटी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दानिशवरों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दरख़्वास्त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तलबा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फ़ैज़याब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सफ़र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गुफ़्तुगू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इंतेखाब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तशय्यो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तबलीग़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दिफा़अ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सुम्मा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ऐहतदयतो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हिस्से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E47180">
        <w:t>''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सब्र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तमस्सुक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...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दरख़्वास्त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सोहबत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बैठें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गुफ़्तुगू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यक़ीन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सोहबत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सोहबत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तर्क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... </w:t>
      </w:r>
      <w:r w:rsidRPr="008F4AF7">
        <w:rPr>
          <w:rFonts w:hint="cs"/>
          <w:cs/>
          <w:lang w:bidi="hi-IN"/>
        </w:rPr>
        <w:t>जी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हाँ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गुज़िशता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इंतेख़ाब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हिदायत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फ़रमाई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वाके़यन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हिदायत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तवज्जो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हिदायत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होती।</w:t>
      </w:r>
      <w:r w:rsidRPr="00E47180">
        <w:t>''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तर्जुमा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हिदायत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ऐडीशन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वाकेयन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तलाश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बेहतरीन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तोहफ़ा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है।मुतर्जिम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निजात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रहनुमाई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फरमाई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मुद्दतों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ज़हमतें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रहनुमाई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मिली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मज़बूत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रस्सी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पकड़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टूटने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अहादीस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इजमाअ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अकेले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बेहतरीन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रहनुमा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... </w:t>
      </w:r>
      <w:r w:rsidRPr="008F4AF7">
        <w:rPr>
          <w:rFonts w:hint="cs"/>
          <w:cs/>
          <w:lang w:bidi="hi-IN"/>
        </w:rPr>
        <w:t>जी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हाँ</w:t>
      </w:r>
      <w:r w:rsidRPr="00E47180">
        <w:t xml:space="preserve">,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बेहतरीन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रास्ता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ऐतेक़ाद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सैयदिल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इक्तिदा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जवानाने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गुलदस्ते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मुज्तबा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अलैहिमस्सलाम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मुसतफ़ा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ख़ुलास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नबूव्वत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मअदने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रिसालत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सैयदतुन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निसाइल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फ़ातेमा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सलामुल्ला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अलैहा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ग़ज़ब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ग़ज़बनाक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अक़ीदा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मालिक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जगह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आईम्मा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उस्ताद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जाफ़र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सादिक़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आईम्मा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मासूमीन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इंतेखाब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मदीनतुल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E47180">
        <w:t>''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तक़लीद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E47180">
        <w:t xml:space="preserve">?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अक़ीदा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दरवाज़ा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हनीफ़ा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मालिक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हम्बल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तैमिया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तक़लीद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E47180">
        <w:t xml:space="preserve">0)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दर्जे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सकते।</w:t>
      </w:r>
      <w:r w:rsidRPr="00E47180">
        <w:t>''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E47180">
        <w:t>''</w:t>
      </w: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दोस्तो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क़बीले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गुफ़तुगू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ताअस्सुब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हट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धर्मी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छोड़ने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उमय्या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सियाह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क़ुरबानी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क़ुर्बान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बुज़ुर्गों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मीरास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छोड़ा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E47180">
        <w:t>''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सुम्मा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ऐहतदयतो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204)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दिफ़ाअ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दर्ज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सुम्मा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ऐहतदयतो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लअकूना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सादिक़ीन</w:t>
      </w:r>
      <w:r w:rsidRPr="00E47180">
        <w:t xml:space="preserve">, </w:t>
      </w:r>
      <w:r w:rsidRPr="008F4AF7">
        <w:rPr>
          <w:rFonts w:hint="cs"/>
          <w:cs/>
          <w:lang w:bidi="hi-IN"/>
        </w:rPr>
        <w:t>फ़सअलू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ज़िक्र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सुन्नह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इत्तक़ूल्लाह।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4.</w:t>
      </w:r>
      <w:r w:rsidRPr="00E47180">
        <w:tab/>
      </w:r>
      <w:r w:rsidRPr="008F4AF7">
        <w:rPr>
          <w:rFonts w:hint="cs"/>
          <w:cs/>
          <w:lang w:bidi="hi-IN"/>
        </w:rPr>
        <w:t>मुआसिर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मुवल्लिफ़</w:t>
      </w:r>
      <w:r w:rsidRPr="00E47180">
        <w:t xml:space="preserve">, </w:t>
      </w:r>
      <w:r w:rsidRPr="008F4AF7">
        <w:rPr>
          <w:rFonts w:hint="cs"/>
          <w:cs/>
          <w:lang w:bidi="hi-IN"/>
        </w:rPr>
        <w:t>सायब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हमीद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ईरान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सफ़र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तहक़ीक़ात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इख्तियार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चुनाँचे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हिस्से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नफ़्स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रूसवा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लुत्फ़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ईनायत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इतमिनान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कश्ती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निजात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शफ़्फ़ाफ़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पीना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गुलशन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गुफ़्तुगू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अहबाब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दोस्तों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तर्क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ज़ुल्म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बड़ा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? </w:t>
      </w:r>
      <w:r w:rsidRPr="008F4AF7">
        <w:rPr>
          <w:rFonts w:hint="cs"/>
          <w:cs/>
          <w:lang w:bidi="hi-IN"/>
        </w:rPr>
        <w:t>मैने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जाफ़र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सादिक़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बाक़िर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ज़ैनुल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आबेदीन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सैयदे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जवानाने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बहिश्त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सैयदुल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सैयद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ज़नाने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सैयदुल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मुरसलीन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तमस्सुक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?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?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तमस्सुक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गुमराह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इतरत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निजात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कश्ती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निजात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मंहज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इंनतेमाइल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311)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सायब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दिफ़ाअ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दर्ज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मंहज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इंनतेमाइल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तैमिया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हयातुहू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अक़ायदुहू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तारीख़ुल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सक़ाफ़ी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सियासी।</w:t>
      </w:r>
    </w:p>
    <w:p w:rsidR="008F4AF7" w:rsidRPr="00E47180" w:rsidRDefault="008F4AF7" w:rsidP="008F4AF7">
      <w:pPr>
        <w:pStyle w:val="libNormal"/>
      </w:pPr>
      <w:r w:rsidRPr="00E47180">
        <w:t>5.</w:t>
      </w:r>
      <w:r w:rsidRPr="00E47180">
        <w:tab/>
      </w:r>
      <w:r w:rsidRPr="008F4AF7">
        <w:rPr>
          <w:rFonts w:hint="cs"/>
          <w:cs/>
          <w:lang w:bidi="hi-IN"/>
        </w:rPr>
        <w:t>उस्ताद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वरदानी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मुतालआ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हक़्क़ानियत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इख्तियार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ख़ौफ़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परवाह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शिईयत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ऐलान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मिस्र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ख़दआ</w:t>
      </w:r>
      <w:r w:rsidRPr="00E47180">
        <w:t xml:space="preserve">, </w:t>
      </w:r>
      <w:r w:rsidRPr="008F4AF7">
        <w:rPr>
          <w:rFonts w:hint="cs"/>
          <w:cs/>
          <w:lang w:bidi="hi-IN"/>
        </w:rPr>
        <w:t>रेहलती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मिनस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रक़्म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पसंदी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शेआर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जगह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तोहमतें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इल्ज़ाम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मिले</w:t>
      </w:r>
      <w:r w:rsidRPr="008F4AF7">
        <w:rPr>
          <w:cs/>
          <w:lang w:bidi="hi-IN"/>
        </w:rPr>
        <w:t xml:space="preserve">...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अच्छी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गुज़श्ता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रौशन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8F4AF7">
        <w:rPr>
          <w:cs/>
          <w:lang w:bidi="hi-IN"/>
        </w:rPr>
        <w:t xml:space="preserve">...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तहक़ीक़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कहता</w:t>
      </w:r>
      <w:r w:rsidRPr="008F4AF7">
        <w:rPr>
          <w:cs/>
          <w:lang w:bidi="hi-IN"/>
        </w:rPr>
        <w:t xml:space="preserve">... </w:t>
      </w:r>
      <w:r w:rsidRPr="008F4AF7">
        <w:rPr>
          <w:rFonts w:hint="cs"/>
          <w:cs/>
          <w:lang w:bidi="hi-IN"/>
        </w:rPr>
        <w:t>अक़्ल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पसंदी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रास्ते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इख्तियार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बुनियादी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है।सालेहुल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वरदानी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ख़दआ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अक़्लिल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मुस्लिम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अग़लालिस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अवहामुल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ख़लफ़।</w:t>
      </w:r>
    </w:p>
    <w:p w:rsidR="008F4AF7" w:rsidRPr="00E47180" w:rsidRDefault="008F4AF7" w:rsidP="008F4AF7">
      <w:pPr>
        <w:pStyle w:val="libNormal"/>
      </w:pPr>
      <w:r w:rsidRPr="00E47180">
        <w:lastRenderedPageBreak/>
        <w:t xml:space="preserve">6. </w:t>
      </w:r>
      <w:r w:rsidRPr="008F4AF7">
        <w:rPr>
          <w:rFonts w:hint="cs"/>
          <w:cs/>
          <w:lang w:bidi="hi-IN"/>
        </w:rPr>
        <w:t>उस्ताद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मोतसिम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सैयद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सूडानी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पढ़ने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हक़्क़ानियत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तर्क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इंतेख़ाब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बेनूरे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फ़ातेमा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ऐहतदयतो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E47180">
        <w:t>''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रहनुमाई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हवाए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नफ़सानी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पैरवी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पर्दा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दहानी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बेदारी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ज़रूरत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फ़ातेमा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सलामुल्ला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अलैहा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हमेशा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वुजूद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E47180">
        <w:t xml:space="preserve">''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मुतहव्वलून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123)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अदालते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E47180">
        <w:t>''</w:t>
      </w:r>
      <w:r w:rsidRPr="008F4AF7">
        <w:rPr>
          <w:rFonts w:hint="cs"/>
          <w:cs/>
          <w:lang w:bidi="hi-IN"/>
        </w:rPr>
        <w:t>अदालते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मुक़ाबले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गढ़ा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फ़र्क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ज़ाहिर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अदालते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मुख़ालिफ़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वज़ाहत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ईजाद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बिदअतों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E47180">
        <w:t>'' 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मोतहव्विलून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126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E47180">
        <w:t>''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तौसीफ़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इज़ाफ़ा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जितनी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अहादीस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मारेफ़त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यक़ीन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उतना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इज़ाफ़ा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मेरा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लज़्ज़त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यक़ीन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लताफ़त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मासूरा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दुआयों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पढ़ता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परवर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दिगार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मुनाजात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E47180">
        <w:t>'' 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मोतहव्विलून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127)</w:t>
      </w:r>
    </w:p>
    <w:p w:rsidR="008F4AF7" w:rsidRPr="00E47180" w:rsidRDefault="008F4AF7" w:rsidP="008F4AF7">
      <w:pPr>
        <w:pStyle w:val="libNormal"/>
      </w:pPr>
      <w:r w:rsidRPr="00E47180">
        <w:t xml:space="preserve">7. </w:t>
      </w:r>
      <w:r w:rsidRPr="008F4AF7">
        <w:rPr>
          <w:rFonts w:hint="cs"/>
          <w:cs/>
          <w:lang w:bidi="hi-IN"/>
        </w:rPr>
        <w:t>मशहूर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मारूफ़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मिस्री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दमरदाश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ऐक़ाली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मिस्र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मशहूर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मारूफ़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मुद्दतों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मशग़ला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फ़िक्हों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मवाज़ना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अशरी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मज़ाहिब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मुसतहकम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रग़बत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बिजली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चमक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उठती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ग़रीब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ज़िन्दगी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बिलकुल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इफ़्तेख़ार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ग़रीब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ईरानी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हुज्जाज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ऐतेक़ादी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तकरीबन</w:t>
      </w:r>
      <w:r w:rsidRPr="008F4AF7">
        <w:rPr>
          <w:cs/>
          <w:lang w:bidi="hi-IN"/>
        </w:rPr>
        <w:t xml:space="preserve"> </w:t>
      </w:r>
      <w:r w:rsidRPr="00E47180">
        <w:t>20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कारटून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सऊदी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सऊदी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हुकूमत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ज़ब्त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ईरान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सफ़ीर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मलिक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फ़ैसल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मौज़ू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सऊदी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वज़ीरे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दाखिला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सुनाया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वज़ीरे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दाखिला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तहक़ीक़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मुश्किल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मालिकों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लौटा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दमरदाश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ऐक़ाली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सरज़मीने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चुनाँचे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दरख़्वास्त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क़ानूनी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मुतालआ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हक़्कानियत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अंदाज़ा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बढ़ा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दिया।अल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मोतहव्विलून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86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स्</w:t>
      </w:r>
      <w:r w:rsidRPr="008F4AF7">
        <w:rPr>
          <w:cs/>
          <w:lang w:bidi="hi-IN"/>
        </w:rPr>
        <w:t xml:space="preserve"> </w:t>
      </w:r>
      <w:r w:rsidRPr="00E47180">
        <w:t>87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विरदानी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E47180">
        <w:t xml:space="preserve">8. </w:t>
      </w:r>
      <w:r w:rsidRPr="008F4AF7">
        <w:rPr>
          <w:rFonts w:hint="cs"/>
          <w:cs/>
          <w:lang w:bidi="hi-IN"/>
        </w:rPr>
        <w:t>अल्लामा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डाक्टर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शहाता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युनिवर्सिटी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मुदर्रिस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मुतालआ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तहक़ीक़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अशरी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हक़्क़ीनियत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चुनाँचे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ईरान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सफ़रे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अहवाज़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त़करीर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इश्क़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औहदा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तर्क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मशरिक़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मग़रिब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तलाश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कहूँगा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ज़ियारत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ईनायत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गुफ़्तुगू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E47180">
        <w:t>50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शेफ़ता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अतराफ़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हूँ।जमहूरी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अख़बार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शुमारा</w:t>
      </w:r>
      <w:r w:rsidRPr="008F4AF7">
        <w:rPr>
          <w:cs/>
          <w:lang w:bidi="hi-IN"/>
        </w:rPr>
        <w:t xml:space="preserve"> </w:t>
      </w:r>
      <w:r w:rsidRPr="00E47180">
        <w:t>6771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अहवाज़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तक़रीर।</w:t>
      </w:r>
    </w:p>
    <w:p w:rsidR="008F4AF7" w:rsidRPr="00E47180" w:rsidRDefault="008F4AF7" w:rsidP="008F4AF7">
      <w:pPr>
        <w:pStyle w:val="libNormal"/>
      </w:pPr>
      <w:r w:rsidRPr="00E47180">
        <w:t xml:space="preserve"> 9. </w:t>
      </w:r>
      <w:r w:rsidRPr="008F4AF7">
        <w:rPr>
          <w:rFonts w:hint="cs"/>
          <w:cs/>
          <w:lang w:bidi="hi-IN"/>
        </w:rPr>
        <w:t>फ़िलिस्तीनी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मुद्दतों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तहक़ीक़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छानबीन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हक़्क़ानियत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इक्तेदा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इंटरवीयू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E47180">
        <w:t>''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पढ़ा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अलमुराजेआत</w:t>
      </w:r>
      <w:r w:rsidRPr="00E47180">
        <w:t xml:space="preserve">'' </w:t>
      </w:r>
      <w:r w:rsidRPr="008F4AF7">
        <w:rPr>
          <w:rFonts w:hint="cs"/>
          <w:cs/>
          <w:lang w:bidi="hi-IN"/>
        </w:rPr>
        <w:t>थी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इज़ाफ़ा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मालूमात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इज़ाफ़ा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रहनुमाई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फुटपाथ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चहल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रिश्तेदार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दुकान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दुकान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बैठ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दुकान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छोटी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पोतों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जगह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बैठ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जाओ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नमाज़े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जाऊ</w:t>
      </w:r>
      <w:r w:rsidRPr="00E47180">
        <w:t xml:space="preserve">, </w:t>
      </w:r>
      <w:r w:rsidRPr="008F4AF7">
        <w:rPr>
          <w:rFonts w:hint="cs"/>
          <w:cs/>
          <w:lang w:bidi="hi-IN"/>
        </w:rPr>
        <w:t>चुनाँचे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छोटी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दुकान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तंहा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छोड़ता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पढ़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जगह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हिफ़ाज़त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मुमकिन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क़सम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हरगिज़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अजनबी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मुल्क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लेबनान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ग़ुरबत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ख़ौफ़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वहशत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अहसास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हालाँकि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तंहाई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ग़ुरबत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आसार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संगीन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हरगिज़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ख़ौफ़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तंहाई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अहसास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महफ़ूज़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E47180">
        <w:t>,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अफ़राद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ख़ौफ़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वहशत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करो।अल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मोतहव्विलून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113)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करेगें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फ़ितरी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हुकूमतों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जूतों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ज़रूरत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?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अक़ीदा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ज़रूरत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सिवाए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मोहताज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मोतहव्विलून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117)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जाहिल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इख़्तियारी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जौहर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जौहर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मोतहव्विलून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117)</w:t>
      </w:r>
    </w:p>
    <w:p w:rsidR="008F4AF7" w:rsidRPr="00E47180" w:rsidRDefault="008F4AF7" w:rsidP="008F4AF7">
      <w:pPr>
        <w:pStyle w:val="libNormal"/>
      </w:pPr>
      <w:r w:rsidRPr="00E47180">
        <w:t xml:space="preserve">10. </w:t>
      </w:r>
      <w:r w:rsidRPr="008F4AF7">
        <w:rPr>
          <w:rFonts w:hint="cs"/>
          <w:cs/>
          <w:lang w:bidi="hi-IN"/>
        </w:rPr>
        <w:t>फ़िलिस्तीनी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मुजाहिद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शह्हादा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इसराईली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ज़िन्दगी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लेबनानी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गुफ़तुगू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मुनाज़िरा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अंदाज़ा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फ़िलिस्तीनियों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मशग़ूल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इंटरवीयू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हिस्सों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चुनाँचे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फ़िलिस्तीन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पलटना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आज़ादी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ख़्वाह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आज़ादी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ख़्वाह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अफ़राद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इक्तेदा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पैरवी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अहलेबैत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मज़लूमियत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हमदर्दी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अहसास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वाक़ेयन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मज़लूम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फिलीस्तीन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ज़ुल्म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सितम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नाजायज़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इज़ाफ़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मज़लूमियत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अहसास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बढ़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चूँकि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मालूमात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उम्मीदवार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सुम्मा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ऐहतदयतो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हिदायत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मेरा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सियासी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ताअल्लुक़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जुनुबे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लेबनान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कामयाबी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सरफ़राज़ी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वुजूद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इफ़्तिख़ार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फ़हरिस्त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हिज़्बुल्लाह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लेबनान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सियासी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बुनियादी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अक़ीदे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मुताअस्सिर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रास्ता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मेरा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अक़ीदती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सियासी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जल्द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फ़िलिस्तीन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फैलाने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कोशिश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करूगा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इमामे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क़ायमे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वाइसे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बरकत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फ़िलिस्तीन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खरोश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नुसरत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कामयाबी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आँखों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मुजस्सम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इंशाअल्लाह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बातिनी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राब्ता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आहिस्ता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आहिस्ता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हस्सास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तवज्जो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फ़रमायें।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दुनिया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आज़ादी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ख़्वाह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मख़सूसन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इख़्तिलाफ़ात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वाबजूद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नसीहत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ज़ुल्म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सितम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क़याम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मश्क़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शैताने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बुजुर्ग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अमेरिका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इसराईल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मुमालिक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सरतानी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ग़ुद्दा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ज़ुल्म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ख़ामोशी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इख्तियार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फिलिस्तीन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कान्फ़ेरेन्सों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मुनअक़िद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जलसात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त़करीर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हज़ारों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तक़रीर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हिस्सों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महवर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तक़रीरें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फिलिस्तीनी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मुआशरे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रखूँगा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पहचान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इक्तेदा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इज़्न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कामयाबी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किनार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इजाज़त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भाईयों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मजहबे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जल्दी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फ़िलिस्तीन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नश्र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करूगा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मेहदी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ज़हूर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फ़रमायें।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युनिवर्सिटी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मिस्र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तशय्यो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नश्र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दिफ़ाअ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ख़ुदावंदा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हिदायत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अलफ़ाज़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मालूमात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नुक्ते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शिईयत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ईल्मी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जिहालत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हक़्क़ानियत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हूँ।</w:t>
      </w:r>
    </w:p>
    <w:p w:rsidR="008F4AF7" w:rsidRPr="00E47180" w:rsidRDefault="008F4AF7" w:rsidP="008F4AF7">
      <w:pPr>
        <w:pStyle w:val="libNormal"/>
      </w:pPr>
      <w:r w:rsidRPr="00E47180">
        <w:lastRenderedPageBreak/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मोतहव्विलून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462)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क़ारेईने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कैराम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मज़हबे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हक़्कानियत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अदयान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मज़ाहिब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दिलदादाह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फ़ितरत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इँसान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तलाश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शिईयत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हक़्क़ानियत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मुक़द्दस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</w:p>
    <w:p w:rsidR="001D08AD" w:rsidRDefault="001D08AD" w:rsidP="00735514">
      <w:pPr>
        <w:pStyle w:val="Heading1"/>
      </w:pPr>
    </w:p>
    <w:p w:rsidR="001D08AD" w:rsidRDefault="001D08AD" w:rsidP="00735514">
      <w:pPr>
        <w:pStyle w:val="Heading1"/>
      </w:pPr>
      <w:bookmarkStart w:id="5" w:name="_Toc457825229"/>
      <w:r w:rsidRPr="00735514">
        <w:t xml:space="preserve">3. </w:t>
      </w:r>
      <w:r w:rsidRPr="00735514">
        <w:tab/>
      </w:r>
      <w:r w:rsidRPr="008F4AF7">
        <w:rPr>
          <w:rFonts w:hint="cs"/>
          <w:cs/>
          <w:lang w:bidi="hi-IN"/>
        </w:rPr>
        <w:t>दीनी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मरजअ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इंतेख़ाब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bookmarkEnd w:id="5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मसअल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तारीख़ी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पहलू</w:t>
      </w:r>
      <w:r w:rsidRPr="00E47180">
        <w:t xml:space="preserve">, </w:t>
      </w:r>
      <w:r w:rsidRPr="008F4AF7">
        <w:rPr>
          <w:rFonts w:hint="cs"/>
          <w:cs/>
          <w:lang w:bidi="hi-IN"/>
        </w:rPr>
        <w:t>फ़र्ज़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तारीख़ी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क़यामत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रहेगें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हिस्सा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कौन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?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मआरिफ़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तालिमाते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अशअरी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तिमिया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फ़ुरूए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चारो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वहाबी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मासूम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पैरवी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735514">
      <w:pPr>
        <w:pStyle w:val="libNormal"/>
      </w:pPr>
      <w:r w:rsidRPr="008F4AF7">
        <w:rPr>
          <w:rFonts w:hint="cs"/>
          <w:cs/>
          <w:lang w:bidi="hi-IN"/>
        </w:rPr>
        <w:lastRenderedPageBreak/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ज़ोर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अशरी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चूँकि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साहिबे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रिसालत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मज़ाहिब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इख़्तिलाफ़े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तालिमात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रास्ते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अपनायें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मुतमईन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हुकूमत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सियासी</w:t>
      </w:r>
      <w:r w:rsidR="00735514">
        <w:rPr>
          <w:rFonts w:hint="cs"/>
          <w:cs/>
          <w:lang w:bidi="hi-IN"/>
        </w:rPr>
        <w:t xml:space="preserve"> उ</w:t>
      </w:r>
      <w:r w:rsidRPr="008F4AF7">
        <w:rPr>
          <w:rFonts w:hint="cs"/>
          <w:cs/>
          <w:lang w:bidi="hi-IN"/>
        </w:rPr>
        <w:t>मूर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शक्ल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मुश्किलात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मरजअ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मुश्किलात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शिद्दत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तौसीफ़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t>1.</w:t>
      </w:r>
      <w:r w:rsidRPr="00E47180">
        <w:tab/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नहजुल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बलाग़ा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अबदहू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19)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मुन्हरिफ़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परचम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क़ायम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निशानियाँ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वाज़ेह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हालाँकि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चराग़े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हिदायत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रास्ते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मुनव्वर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गुमराहों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किधर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सरगरदाँ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परेशान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बैत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ज़ुमामदार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सिद्क़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ज़बानें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E47180">
        <w:t>2.</w:t>
      </w:r>
      <w:r w:rsidRPr="00E47180">
        <w:tab/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नहजुल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बलाग़ा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अबदहू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19)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कदम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बढ़ायें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नक़्शे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चलो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हिदायत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पस्ती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हलाकत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ख़ामोश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ख़ामोश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क़याम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कय़ाम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उठ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जाओ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चलो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गुमराह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जाओगे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पीछे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जाओ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नाबूद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जाओगे।</w:t>
      </w:r>
    </w:p>
    <w:p w:rsidR="008F4AF7" w:rsidRPr="00E47180" w:rsidRDefault="008F4AF7" w:rsidP="008F4AF7">
      <w:pPr>
        <w:pStyle w:val="libNormal"/>
      </w:pPr>
      <w:r w:rsidRPr="00E47180">
        <w:t>3.</w:t>
      </w:r>
      <w:r w:rsidRPr="00E47180">
        <w:tab/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नहजुल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बलाग़ा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अबदहू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278)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नासिर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मददगार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ख़ज़ानादारे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ऊलूम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मआरिफ़े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वहयी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मआरिफ़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दाख़िल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दरवाज़े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दरवाज़े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दाख़िल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घर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दरवाज़े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दाख़िल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चोर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कहलाता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4.</w:t>
      </w:r>
      <w:r w:rsidRPr="00E47180">
        <w:tab/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नहजुल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बलाग़ा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अबदहू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55)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कहाँ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.......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E47180">
        <w:t xml:space="preserve">?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ज़ुल्म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सितम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झूठ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बुनियाद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ख़ुदावंदे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नेमतों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दाख़िल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झूठा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वालो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हमारी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रहनुमाई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हिदायत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रौशनी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तलाश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5.</w:t>
      </w:r>
      <w:r w:rsidRPr="00E47180">
        <w:tab/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नहजुल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बलाग़ा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अबदहू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362)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तारिकी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चमकते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चिराग़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फ़ैज़याब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जायेगा।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6.</w:t>
      </w:r>
      <w:r w:rsidRPr="00E47180">
        <w:tab/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नहजुल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बलाग़ा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सुबही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खुतवा</w:t>
      </w:r>
      <w:r w:rsidRPr="008F4AF7">
        <w:rPr>
          <w:cs/>
          <w:lang w:bidi="hi-IN"/>
        </w:rPr>
        <w:t xml:space="preserve"> </w:t>
      </w:r>
      <w:r w:rsidRPr="00E47180">
        <w:t>147)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इल्म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जिहालत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ज़ाहिर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ख़ामोशी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मंति़क़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मुख़ालिफ़त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1D08AD" w:rsidRDefault="001D08AD" w:rsidP="00735514">
      <w:pPr>
        <w:pStyle w:val="Heading1"/>
      </w:pPr>
    </w:p>
    <w:p w:rsidR="001D08AD" w:rsidRDefault="001D08AD" w:rsidP="00735514">
      <w:pPr>
        <w:pStyle w:val="Heading1"/>
      </w:pPr>
      <w:bookmarkStart w:id="6" w:name="_Toc457825230"/>
      <w:r w:rsidRPr="00735514">
        <w:t xml:space="preserve">5. </w:t>
      </w:r>
      <w:r w:rsidRPr="008F4AF7">
        <w:rPr>
          <w:rFonts w:hint="cs"/>
          <w:cs/>
          <w:lang w:bidi="hi-IN"/>
        </w:rPr>
        <w:t>इंसानी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ज़िन्दगी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असर</w:t>
      </w:r>
      <w:bookmarkEnd w:id="6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इम्तियाज़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मक़सद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रास्ता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नमूना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आईडियल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मद्दे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पैरवी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बेहतर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मंज़िले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मक़सूद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माहिरे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नफ़सीयात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बेहतरीन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बेहतर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रहनुमाई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बेहतरीन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नमूना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E47180">
        <w:rPr>
          <w:rFonts w:ascii="Times New Roman" w:hAnsi="Times New Roman" w:cs="Times New Roman" w:hint="cs"/>
          <w:rtl/>
        </w:rPr>
        <w:t>قَدْ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كَانَ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رَسُولِ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أُسْوَةٌ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حَسَنَةٌ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لِّمَن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كَانَ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يَرْجُو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وَالْيَوْمَ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الْآخِرَ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وَذَكَرَ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كَثِيرًا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अहज़ाब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21)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</w:p>
    <w:p w:rsidR="008F4AF7" w:rsidRPr="00E47180" w:rsidRDefault="008F4AF7" w:rsidP="008F4AF7">
      <w:pPr>
        <w:pStyle w:val="libNormal"/>
      </w:pPr>
      <w:r w:rsidRPr="00E47180">
        <w:t xml:space="preserve">,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ज़िन्दगी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बेहतरीन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मालूम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मवाक़े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ज़िन्दगी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नमूना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मुखालिफ़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यज़ीद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मुमालिक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मालिक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क़यामत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मुआशरे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बेहतरीन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नमूना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हैंस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तारीख़ी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क़िस्मत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सँवारती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मौज़ू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सलाहियत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क़ाबिलियत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कौन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E47180">
        <w:t xml:space="preserve">? </w:t>
      </w:r>
      <w:r w:rsidRPr="008F4AF7">
        <w:rPr>
          <w:rFonts w:hint="cs"/>
          <w:cs/>
          <w:lang w:bidi="hi-IN"/>
        </w:rPr>
        <w:t>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मुआशरे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बशरियत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क़यामत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कौन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नमूना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पाये</w:t>
      </w:r>
      <w:r w:rsidRPr="00E47180">
        <w:t xml:space="preserve">?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नमूना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बेहतरीन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शुजाअत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अदालत</w:t>
      </w:r>
      <w:r w:rsidRPr="00E47180">
        <w:t xml:space="preserve">, </w:t>
      </w:r>
      <w:r w:rsidRPr="008F4AF7">
        <w:rPr>
          <w:rFonts w:hint="cs"/>
          <w:cs/>
          <w:lang w:bidi="hi-IN"/>
        </w:rPr>
        <w:t>सख़ावत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इबादत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ज़ोहद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तक़वा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इंकेसारी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बेनज़ीर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शुजाअत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उम्मते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बुज़ुर्गों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जामेअ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मोहताज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क़यामत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हालात</w:t>
      </w:r>
      <w:r w:rsidRPr="00E47180">
        <w:t xml:space="preserve">, </w:t>
      </w:r>
      <w:r w:rsidRPr="008F4AF7">
        <w:rPr>
          <w:rFonts w:hint="cs"/>
          <w:cs/>
          <w:lang w:bidi="hi-IN"/>
        </w:rPr>
        <w:t>फ़ज़ायल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कमालात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नमूना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महात्मा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गाँधी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हिन्दुस्तान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अंग्रज़ों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ऐलाने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नमूना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आईडियल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पाये</w:t>
      </w:r>
      <w:r w:rsidRPr="00E47180">
        <w:t xml:space="preserve">?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बच्चों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फ़िदाकार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देहाती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ईसार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फ़िदाकारी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नमूना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बच्चे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नौजवान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तसवीर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कशी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ईसार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फ़िदाकारी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मुल्कों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क़ब्ज़ा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ग़लबा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दौलत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ग़ारत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?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</w:p>
    <w:p w:rsidR="008F4AF7" w:rsidRPr="00E47180" w:rsidRDefault="008F4AF7" w:rsidP="008F4AF7">
      <w:pPr>
        <w:pStyle w:val="libNormal"/>
      </w:pPr>
      <w:r w:rsidRPr="00E47180">
        <w:t xml:space="preserve">: </w:t>
      </w:r>
      <w:r w:rsidRPr="00E47180">
        <w:rPr>
          <w:rFonts w:ascii="Times New Roman" w:hAnsi="Times New Roman" w:cs="Times New Roman" w:hint="cs"/>
          <w:rtl/>
        </w:rPr>
        <w:t>وَلَن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يَجْعَلَ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لِلْكَافِرِينَ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عَلَى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الْمُؤْمِنِينَ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سَبِيلًا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 xml:space="preserve">141)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कुफ़्फ़ार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साहिबाने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बिहारूल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44, </w:t>
      </w:r>
      <w:r w:rsidRPr="008F4AF7">
        <w:rPr>
          <w:rFonts w:hint="cs"/>
          <w:cs/>
          <w:lang w:bidi="hi-IN"/>
        </w:rPr>
        <w:t>कंज़ुल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166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246)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बरतरी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बरतरी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इसतेमार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ग़ुलामी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मुल्कों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?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मुल्क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अच्छी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ख़िदमत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मुल्क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क़ब्ज़ा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इफ़्तेख़ार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तमग़ा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?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सोए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?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ग़ाफ़िल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हैं</w:t>
      </w:r>
      <w:r w:rsidRPr="00E47180">
        <w:t xml:space="preserve">?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ताजिकिस्तान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बेघर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कामयाब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ईरानी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देकर</w:t>
      </w:r>
      <w:r w:rsidRPr="008F4AF7">
        <w:rPr>
          <w:cs/>
          <w:lang w:bidi="hi-IN"/>
        </w:rPr>
        <w:t xml:space="preserve"> </w:t>
      </w:r>
      <w:r w:rsidRPr="00E47180">
        <w:t>2500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ताग़ूती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हुकुमत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तख़्ता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पलट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कौन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मुल्क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कामयाबी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इब्तेदाई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इस्तिकबार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थोपी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आठ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लड़ने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सरफ़राज़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E47180">
        <w:t xml:space="preserve">?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फ़ज़्लिल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?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अलफ़ाज़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मुल्कों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सियासी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इंक़ेलाबी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शख्सियतों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रंजीदा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अफ़सोस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फ़िलिस्तीन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वाके़या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मुल्कों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रद्दे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ज़ाहिर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मुज़ाहिरे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नफ़े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इसराईल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मुल्कों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गोया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फ़िलिस्तीन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हादिसा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परिन्दे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बैठे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आशियाने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छुपाये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बैठा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शिकारी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इशऱत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मशग़ूल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ग़फ़लत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अचानक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मुतल्लत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शिकार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नाबूद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अशरी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शंहनशाही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हुकुमत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कामयाबी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बावजूद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अक़वाम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फ़िलिस्तीन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अफ़ग़ानिस्तान</w:t>
      </w:r>
      <w:r w:rsidRPr="00E47180">
        <w:t xml:space="preserve">, </w:t>
      </w:r>
      <w:r w:rsidRPr="008F4AF7">
        <w:rPr>
          <w:rFonts w:hint="cs"/>
          <w:cs/>
          <w:lang w:bidi="hi-IN"/>
        </w:rPr>
        <w:t>चेचेन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बोस्निया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अक़वाम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अक़वाम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मुमकिन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कोशिश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अगरचे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ईरान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क़ीमत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अशरी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यादगार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छोड़ें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ऐतेक़ाद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यहूदी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पाज़ेब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चोरी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मुनासिब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ज़िल्लत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बर्दाशत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सुर्ख़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शहादत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ज़िल्लत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बेहतर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अक़ीदा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मारूफ़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नहयी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मुन्कर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इबादत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घरेलू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ज़िन्दगी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ज़ाती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ज़िम्मेदारियो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मुआशेरती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मसला</w:t>
      </w:r>
      <w:r w:rsidRPr="00E47180">
        <w:t xml:space="preserve">, </w:t>
      </w:r>
      <w:r w:rsidRPr="008F4AF7">
        <w:rPr>
          <w:rFonts w:hint="cs"/>
          <w:cs/>
          <w:lang w:bidi="hi-IN"/>
        </w:rPr>
        <w:lastRenderedPageBreak/>
        <w:t>ख़ुलासा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आईन्दा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ज़िन्दगी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तसवीर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कशी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ज़िन्दगी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सफ़हात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खोलते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बच्चा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बचपन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अरबी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पट्टी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बाँधता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मजलिस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शिरकत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बच्चा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बड़ा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ज़िल्लत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रुसवाई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इंसान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इक्तेदा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अच्छा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बेहतरीन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इंतेख़ाब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पूरी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ज़िन्दगी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गुनाह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ग़लती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मुरतकिब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नेक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मुफ़ीद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नुक़सान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पैरव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फ़ासिक़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फाजिर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हाकिम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बढ़ाऊगा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पैरवी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मशहूर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मारूफ़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ख़ुनख्वार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हुज्जाज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युसुफ़े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सक़फ़ी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करूँगा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हंबल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नमूना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मुतवक्किल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शेआर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तारीख़ी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बेफ़ायदा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ज़िन्दा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मुआशरा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बशरियत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वाबस्ता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रूह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राब्ता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रास्ते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वाज़ेह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राब्ता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ज़िन्दगी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मुवस्सिर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1D08AD" w:rsidRDefault="001D08AD" w:rsidP="00735514">
      <w:pPr>
        <w:pStyle w:val="Heading1"/>
        <w:rPr>
          <w:cs/>
          <w:lang w:bidi="hi-IN"/>
        </w:rPr>
      </w:pPr>
    </w:p>
    <w:p w:rsidR="001D08AD" w:rsidRDefault="001D08AD" w:rsidP="00735514">
      <w:pPr>
        <w:pStyle w:val="Heading1"/>
        <w:rPr>
          <w:cs/>
          <w:lang w:bidi="hi-IN"/>
        </w:rPr>
      </w:pPr>
      <w:bookmarkStart w:id="7" w:name="_Toc457825231"/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बुरहान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इंतेख़ाब</w:t>
      </w:r>
      <w:bookmarkEnd w:id="7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बुरहान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तहक़ीक़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इंतेख़ाब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मीरास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अक़ीदा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?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ऐतेक़ादी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E47180">
        <w:t xml:space="preserve">? </w:t>
      </w:r>
      <w:r w:rsidRPr="008F4AF7">
        <w:rPr>
          <w:rFonts w:hint="cs"/>
          <w:cs/>
          <w:lang w:bidi="hi-IN"/>
        </w:rPr>
        <w:t>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वुजुहात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?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असबाब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हदीसी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असबाब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बुनियाद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होती</w:t>
      </w:r>
      <w:r w:rsidRPr="00E47180">
        <w:t xml:space="preserve">? </w:t>
      </w:r>
      <w:r w:rsidRPr="008F4AF7">
        <w:rPr>
          <w:rFonts w:hint="cs"/>
          <w:cs/>
          <w:lang w:bidi="hi-IN"/>
        </w:rPr>
        <w:t>किस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मज़ाहिब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अफ़ज़सल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?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ऐतेक़ाद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ज़िम्मेदार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E47180">
        <w:t xml:space="preserve">?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मज़ाहिब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महवर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1D08AD" w:rsidRDefault="001D08AD" w:rsidP="00735514">
      <w:pPr>
        <w:pStyle w:val="Heading1"/>
        <w:rPr>
          <w:cs/>
          <w:lang w:bidi="hi-IN"/>
        </w:rPr>
      </w:pPr>
    </w:p>
    <w:p w:rsidR="001D08AD" w:rsidRDefault="001D08AD" w:rsidP="00735514">
      <w:pPr>
        <w:pStyle w:val="Heading1"/>
        <w:rPr>
          <w:cs/>
          <w:lang w:bidi="hi-IN"/>
        </w:rPr>
      </w:pPr>
      <w:bookmarkStart w:id="8" w:name="_Toc457825232"/>
      <w:r w:rsidRPr="008F4AF7">
        <w:rPr>
          <w:rFonts w:hint="cs"/>
          <w:cs/>
          <w:lang w:bidi="hi-IN"/>
        </w:rPr>
        <w:t>अंधी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तक़लीद</w:t>
      </w:r>
      <w:bookmarkEnd w:id="8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तक़लीद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मका़मात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क़ाबिले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जाहिल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तक़लीद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तक़लीद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मवाक़े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मसलन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जाहिल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जाहिल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तक़लीद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तक़लीद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बरखिलाफ़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</w:p>
    <w:p w:rsidR="008F4AF7" w:rsidRPr="00E47180" w:rsidRDefault="008F4AF7" w:rsidP="008F4AF7">
      <w:pPr>
        <w:pStyle w:val="libNormal"/>
      </w:pPr>
      <w:r w:rsidRPr="00E47180">
        <w:rPr>
          <w:rFonts w:ascii="Times New Roman" w:hAnsi="Times New Roman" w:cs="Times New Roman" w:hint="cs"/>
          <w:rtl/>
        </w:rPr>
        <w:t>وَإِذَا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قِيلَ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لَهُمْ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تَعَالَوْا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إِلَى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أَنزَلَ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وَإِلَى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الرَّسُولِ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قَالُوا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حَسْبُنَا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وَجَدْنَا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عَلَيْهِ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آبَاءَنَا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أَوَلَوْ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كَانَ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آبَاؤُهُمْ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يَعْلَمُونَ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شَيْئًا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وَلَا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يَهْتَدُونَ</w:t>
      </w:r>
      <w:r w:rsidRPr="00E47180">
        <w:t xml:space="preserve"> (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140)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</w:p>
    <w:p w:rsidR="008F4AF7" w:rsidRPr="00E47180" w:rsidRDefault="008F4AF7" w:rsidP="008F4AF7">
      <w:pPr>
        <w:pStyle w:val="libNormal"/>
      </w:pPr>
      <w:r w:rsidRPr="00E47180">
        <w:t xml:space="preserve">,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आओ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अजदाद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अजदाद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समझते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हिदायत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हों।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जगह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rPr>
          <w:rFonts w:ascii="Times New Roman" w:hAnsi="Times New Roman" w:cs="Times New Roman" w:hint="cs"/>
          <w:rtl/>
        </w:rPr>
        <w:t>وَكَذَلِكَ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أَرْسَلْنَا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قَبْلِكَ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قَرْيَةٍ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مِّن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نَّذِيرٍ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إِلَّا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قَالَ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مُتْرَفُوهَا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إِنَّا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وَجَدْنَا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آبَاءَنَا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عَلَى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أُمَّةٍ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وَإِنَّا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عَلَى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آثَارِهِم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مُّقْتَدُونَ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ज़ुख़रुफ़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 xml:space="preserve">23)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</w:p>
    <w:p w:rsidR="008F4AF7" w:rsidRPr="00E47180" w:rsidRDefault="008F4AF7" w:rsidP="008F4AF7">
      <w:pPr>
        <w:pStyle w:val="libNormal"/>
      </w:pPr>
      <w:r w:rsidRPr="00E47180">
        <w:t xml:space="preserve">,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बस्ती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भेजा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बस्ती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ख़ुशहाल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नक्शे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पैरवी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जगह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t xml:space="preserve"> </w:t>
      </w:r>
      <w:r w:rsidRPr="00E47180">
        <w:rPr>
          <w:rFonts w:ascii="Times New Roman" w:hAnsi="Times New Roman" w:cs="Times New Roman" w:hint="cs"/>
          <w:rtl/>
        </w:rPr>
        <w:t>يَوْمَ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تُقَلَّبُ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وُجُوهُهُمْ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النَّارِ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يَقُولُونَ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لَيْتَنَا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أَطَعْنَا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وَأَطَعْنَا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الرَّسُولَا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وَقَالُوا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رَبَّنَا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إِنَّا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أَطَعْنَا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سَادَتَنَا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وَكُبَرَاءَنَا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فَأَضَلُّونَا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السَّبِيلَا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رَبَّنَا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آتِهِمْ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ضِعْفَيْنِ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الْعَذَابِ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وَالْعَنْهُمْ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لَعْنًا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كَبِيرًا</w:t>
      </w:r>
      <w:r w:rsidRPr="00E47180">
        <w:t xml:space="preserve"> (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अहज़ाब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66-68)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</w:p>
    <w:p w:rsidR="008F4AF7" w:rsidRPr="00E47180" w:rsidRDefault="008F4AF7" w:rsidP="008F4AF7">
      <w:pPr>
        <w:pStyle w:val="libNormal"/>
      </w:pPr>
      <w:r w:rsidRPr="00E47180">
        <w:t xml:space="preserve">,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चेहरे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जहन्नम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कहेगें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कहेगें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सरदारों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बुज़ुर्गों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रास्ते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परवरदिगार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दोहरा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बड़ी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करेगें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ज़ुल्म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करेंगें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तैयार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अंजाम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अँजाम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दो।अत्त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तरतीब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वत्त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तरग़ीब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341)</w:t>
      </w:r>
    </w:p>
    <w:p w:rsidR="008F4AF7" w:rsidRPr="00E47180" w:rsidRDefault="008F4AF7" w:rsidP="008F4AF7">
      <w:pPr>
        <w:pStyle w:val="libNormal"/>
      </w:pPr>
      <w:r w:rsidRPr="00E47180">
        <w:t xml:space="preserve">7. </w:t>
      </w:r>
      <w:r w:rsidRPr="00E47180">
        <w:tab/>
      </w:r>
      <w:r w:rsidRPr="008F4AF7">
        <w:rPr>
          <w:rFonts w:hint="cs"/>
          <w:cs/>
          <w:lang w:bidi="hi-IN"/>
        </w:rPr>
        <w:t>फ़िरका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कौन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फ़िरक़ा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अरबी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सुनने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1322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3992, </w:t>
      </w:r>
      <w:r w:rsidRPr="008F4AF7">
        <w:rPr>
          <w:rFonts w:hint="cs"/>
          <w:cs/>
          <w:lang w:bidi="hi-IN"/>
        </w:rPr>
        <w:t>सुनने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तिरमिज़ी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134,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2778)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यहूदी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इकहत्तर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फ़िरक़ों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बट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फ़िरक़ा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नाजिया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निजात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वाला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सत्तर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फ़िरक़े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आतिशे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जहन्नम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बहत्तर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फ़िरक़ों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तक़सीम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इकहत्तर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फ़िरक़े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जहन्नम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फ़िरक़ा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क़सम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परवरदिगार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क़ुदरत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तिहत्तर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फ़िरक़ों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तक़सीम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जिनमे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फ़िरक़ा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बहत्तर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फ़िरक़े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आतिशे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जहन्नम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जलेगें।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कारेईने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केराम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बड़ा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मुआशरे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फ़िरक़े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फ़िरक़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ज़रूरी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मुआशरे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ज़रूरत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गिरोह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अक़ीदा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दूसरा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गिरोह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अशरी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अक़ीदा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तहक़ीक़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छानबीन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करेगें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ज़रूरत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करेगें।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पैग़म्बर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मुस्तक़बिल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आगाह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हवादिस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E47180">
        <w:t>?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इल्में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ग़ैब</w:t>
      </w:r>
      <w:r w:rsidRPr="00E47180">
        <w:t xml:space="preserve">, </w:t>
      </w:r>
      <w:r w:rsidRPr="008F4AF7">
        <w:rPr>
          <w:rFonts w:hint="cs"/>
          <w:cs/>
          <w:lang w:bidi="hi-IN"/>
        </w:rPr>
        <w:t>क़ुरआन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रौशनी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इल्में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ग़ैब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बैरूनी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मौज़ूआत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गैब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चुनाँचे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</w:p>
    <w:p w:rsidR="008F4AF7" w:rsidRPr="00E47180" w:rsidRDefault="008F4AF7" w:rsidP="008F4AF7">
      <w:pPr>
        <w:pStyle w:val="libNormal"/>
      </w:pPr>
      <w:r w:rsidRPr="00E47180">
        <w:rPr>
          <w:rFonts w:ascii="Times New Roman" w:hAnsi="Times New Roman" w:cs="Times New Roman" w:hint="cs"/>
          <w:rtl/>
        </w:rPr>
        <w:lastRenderedPageBreak/>
        <w:t>وَعِندَهُ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مَفَاتِحُ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الْغَيْبِ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يَعْلَمُهَا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إِلَّا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هُوَ</w:t>
      </w:r>
      <w:r w:rsidRPr="00E47180">
        <w:t xml:space="preserve"> (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अनआम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59)</w:t>
      </w:r>
    </w:p>
    <w:p w:rsidR="008F4AF7" w:rsidRPr="00E47180" w:rsidRDefault="008F4AF7" w:rsidP="008F4AF7">
      <w:pPr>
        <w:pStyle w:val="libNormal"/>
      </w:pP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गै़ब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ख़ज़ाने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जिन्हे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जानता।</w:t>
      </w:r>
    </w:p>
    <w:p w:rsidR="008F4AF7" w:rsidRPr="00E47180" w:rsidRDefault="008F4AF7" w:rsidP="008F4AF7">
      <w:pPr>
        <w:pStyle w:val="libNormal"/>
      </w:pP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</w:p>
    <w:p w:rsidR="008F4AF7" w:rsidRPr="00E47180" w:rsidRDefault="008F4AF7" w:rsidP="008F4AF7">
      <w:pPr>
        <w:pStyle w:val="libNormal"/>
      </w:pPr>
      <w:r w:rsidRPr="00E47180">
        <w:rPr>
          <w:rFonts w:ascii="Times New Roman" w:hAnsi="Times New Roman" w:cs="Times New Roman" w:hint="cs"/>
          <w:rtl/>
        </w:rPr>
        <w:t>وَلِلَّـهِ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غَيْبُ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السَّمَاوَاتِ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وَالْأَرْضِ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أَمْرُ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السَّاعَةِ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إِلَّا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كَلَمْحِ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الْبَصَرِ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أَوْ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هُوَ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أَقْرَبُ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إِنَّ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عَلَى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كُلِّ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شَيْءٍ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قَدِيرٌ</w:t>
      </w:r>
      <w:r w:rsidRPr="00E47180">
        <w:t xml:space="preserve"> (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77)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जगह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t xml:space="preserve"> </w:t>
      </w:r>
      <w:r w:rsidRPr="00E47180">
        <w:rPr>
          <w:rFonts w:ascii="Times New Roman" w:hAnsi="Times New Roman" w:cs="Times New Roman" w:hint="cs"/>
          <w:rtl/>
        </w:rPr>
        <w:t>قُل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لَّا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يَعْلَمُ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مَن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السَّمَاوَاتِ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وَالْأَرْضِ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الْغَيْبَ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إِلَّا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يَشْعُرُونَ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أَيَّانَ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يُبْعَثُونَ</w:t>
      </w:r>
      <w:r w:rsidRPr="00E47180">
        <w:t xml:space="preserve"> (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65)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दीजिए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आसमान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ग़ैब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गैब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चुनाँचे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t xml:space="preserve"> </w:t>
      </w:r>
      <w:r w:rsidRPr="00E47180">
        <w:rPr>
          <w:rFonts w:ascii="Times New Roman" w:hAnsi="Times New Roman" w:cs="Times New Roman" w:hint="cs"/>
          <w:rtl/>
        </w:rPr>
        <w:t>عَالِمُ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الْغَيْبِ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فَلَا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يُظْهِرُ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عَلَى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غَيْبِهِ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أَحَدًاإِلَّا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مَنِ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ارْتَضَى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رَّسُولٍ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فَإِنَّهُ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يَسْلُكُ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بَيْنِ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يَدَيْهِ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وَمِنْ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خَلْفِهِ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رَصَدًا</w:t>
      </w:r>
      <w:r w:rsidRPr="00E47180">
        <w:t xml:space="preserve"> (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26, 27)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आलिमुल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ग़ैब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ग़ैब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मुत्तलअ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पसंद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कारेईने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केराम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गुज़श्ता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क़िस्म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गै़ब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चुँकि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E47180">
        <w:t xml:space="preserve">, </w:t>
      </w:r>
      <w:r w:rsidRPr="008F4AF7">
        <w:rPr>
          <w:rFonts w:hint="cs"/>
          <w:cs/>
          <w:lang w:bidi="hi-IN"/>
        </w:rPr>
        <w:t>क़ुरआनी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निकलता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मुसतक़बिल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बाख़बर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हवादिस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फ़ितनों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आगाह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</w:p>
    <w:p w:rsidR="001D08AD" w:rsidRDefault="001D08AD" w:rsidP="00735514">
      <w:pPr>
        <w:pStyle w:val="Heading1"/>
        <w:rPr>
          <w:cs/>
          <w:lang w:bidi="hi-IN"/>
        </w:rPr>
      </w:pPr>
    </w:p>
    <w:p w:rsidR="001D08AD" w:rsidRDefault="001D08AD" w:rsidP="00735514">
      <w:pPr>
        <w:pStyle w:val="Heading1"/>
        <w:rPr>
          <w:cs/>
          <w:lang w:bidi="hi-IN"/>
        </w:rPr>
      </w:pPr>
      <w:bookmarkStart w:id="9" w:name="_Toc457825233"/>
      <w:r w:rsidRPr="008F4AF7">
        <w:rPr>
          <w:rFonts w:hint="cs"/>
          <w:cs/>
          <w:lang w:bidi="hi-IN"/>
        </w:rPr>
        <w:t>इल्मे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गैब</w:t>
      </w:r>
      <w:r w:rsidRPr="00735514">
        <w:t xml:space="preserve">,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रौशनी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bookmarkEnd w:id="9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मुतालए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वाज़ेह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फ़ितने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मुकम्मल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आगाह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आईये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t xml:space="preserve">1.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सोनने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1322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3922, </w:t>
      </w:r>
      <w:r w:rsidRPr="008F4AF7">
        <w:rPr>
          <w:rFonts w:hint="cs"/>
          <w:cs/>
          <w:lang w:bidi="hi-IN"/>
        </w:rPr>
        <w:t>सोनने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तिरमिज़ी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134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2778)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</w:p>
    <w:p w:rsidR="008F4AF7" w:rsidRPr="00E47180" w:rsidRDefault="008F4AF7" w:rsidP="008F4AF7">
      <w:pPr>
        <w:pStyle w:val="libNormal"/>
      </w:pPr>
      <w:r w:rsidRPr="00E47180">
        <w:t xml:space="preserve">,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तिहत्तर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फ़िरक़ों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तक़सीम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फ़िरक़ा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बहत्तर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फ़िरक़े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आतिशे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जहन्नम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जलेगें।</w:t>
      </w:r>
    </w:p>
    <w:p w:rsidR="008F4AF7" w:rsidRPr="00E47180" w:rsidRDefault="008F4AF7" w:rsidP="008F4AF7">
      <w:pPr>
        <w:pStyle w:val="libNormal"/>
      </w:pPr>
      <w:r w:rsidRPr="008F4AF7">
        <w:rPr>
          <w:cs/>
          <w:lang w:bidi="hi-IN"/>
        </w:rPr>
        <w:lastRenderedPageBreak/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अनस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मालिक</w:t>
      </w:r>
      <w:r w:rsidRPr="00E47180">
        <w:t xml:space="preserve">, </w:t>
      </w:r>
      <w:r w:rsidRPr="008F4AF7">
        <w:rPr>
          <w:rFonts w:hint="cs"/>
          <w:cs/>
          <w:lang w:bidi="hi-IN"/>
        </w:rPr>
        <w:t>सअद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वक़ास</w:t>
      </w:r>
      <w:r w:rsidRPr="00E47180">
        <w:t xml:space="preserve">, </w:t>
      </w:r>
      <w:r w:rsidRPr="008F4AF7">
        <w:rPr>
          <w:rFonts w:hint="cs"/>
          <w:cs/>
          <w:lang w:bidi="hi-IN"/>
        </w:rPr>
        <w:t>सुदी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अजलान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आस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मज़नी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औफ़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मालिक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अशजई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उवैयमर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मालिक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मुआविया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सुफ़यान।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मुतावातिर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फ़ैज़ुल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क़दीर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हाकिमे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नैशापुरी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मुसतदरक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सहीहैन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ज़हबी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तलख़ीसुल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मुसतदरक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शातेबी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ऐतेसाम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सफ़ारिनी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लवामेउल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अनवारल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बहीय्या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नासिरुद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अलवानी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सिलसिलातुल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अहादीसुस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सहीय्या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इल्मे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तवातुर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रावियों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तादाद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साज़िश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क़ाबिले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ऐतेमाद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हो।</w:t>
      </w:r>
      <w:r w:rsidRPr="008F4AF7">
        <w:rPr>
          <w:cs/>
          <w:lang w:bidi="hi-IN"/>
        </w:rPr>
        <w:t>(</w:t>
      </w:r>
      <w:r w:rsidRPr="008F4AF7">
        <w:rPr>
          <w:rFonts w:hint="cs"/>
          <w:cs/>
          <w:lang w:bidi="hi-IN"/>
        </w:rPr>
        <w:t>मुतर्जिम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फ़ैज़ुल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21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मुसतदरक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हाकिम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128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ऐतेसाम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189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लवामेउल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93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सिलसिलातुल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अहादिस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359 </w:t>
      </w:r>
    </w:p>
    <w:p w:rsidR="00735514" w:rsidRPr="00FD6765" w:rsidRDefault="00735514" w:rsidP="008F4AF7">
      <w:pPr>
        <w:pStyle w:val="libNormal"/>
        <w:rPr>
          <w:lang w:bidi="hi-IN"/>
        </w:rPr>
      </w:pP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अलबत्ता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तिहत्तर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अदद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मुबालिग़े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इख़्तिलाफ़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मुआशरा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2.</w:t>
      </w:r>
      <w:r w:rsidRPr="00E47180">
        <w:tab/>
      </w:r>
      <w:r w:rsidRPr="008F4AF7">
        <w:rPr>
          <w:rFonts w:hint="cs"/>
          <w:cs/>
          <w:lang w:bidi="hi-IN"/>
        </w:rPr>
        <w:t>उक़बा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बुख़ारी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176)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बेशक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क़यामत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शाहिद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हूँगा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क़सम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हौज़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कौसर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खज़ानों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कुन्जियां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ख़ौफ़ज़दा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मुश्रिक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जाओगे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हूँ।</w:t>
      </w:r>
    </w:p>
    <w:p w:rsidR="008F4AF7" w:rsidRPr="00E47180" w:rsidRDefault="008F4AF7" w:rsidP="008F4AF7">
      <w:pPr>
        <w:pStyle w:val="libNormal"/>
      </w:pPr>
      <w:r w:rsidRPr="00E47180">
        <w:t xml:space="preserve"> 3. </w:t>
      </w:r>
      <w:r w:rsidRPr="00E47180">
        <w:tab/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बुख़ारी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 xml:space="preserve">4,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110)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क़यामत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गिरोह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जहन्नम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कहूँगा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पालने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?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आवाज़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आयेगी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जाहिलीयत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पलट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गये।</w:t>
      </w:r>
    </w:p>
    <w:p w:rsidR="008F4AF7" w:rsidRPr="00E47180" w:rsidRDefault="008F4AF7" w:rsidP="008F4AF7">
      <w:pPr>
        <w:pStyle w:val="libNormal"/>
      </w:pP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कारेईने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केराम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मालिक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हुरैरा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ख़िदरी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असमा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उमैस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आयशा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उम्मे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सलमा।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शेख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महमूद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रय्या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इल्मुश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शामिख़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मुक़बली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मुतावातिरे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इल्में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मुतावातिर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अलफ़ाज़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मुख़्तिलफ़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हों।मुतर्जिम</w:t>
      </w:r>
      <w:r w:rsidRPr="008F4AF7">
        <w:rPr>
          <w:cs/>
          <w:lang w:bidi="hi-IN"/>
        </w:rPr>
        <w:t xml:space="preserve">)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अलबत्ता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अहादीस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रद्द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शिर्क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पलट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मनक़ूल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उक़बा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क़सम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ख़ौफ़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मुशरिक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जाओगे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झगड़े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अहादिस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बुख़ारी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208,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मुस्लिम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66)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तर्जुमा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बर्बाद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बर्बाद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तग़य्युर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तबद्दुल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अच्छी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तग़य्युर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तबद्दुल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शिर्क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हुजूम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क़त्ल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डाला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t>1.</w:t>
      </w:r>
      <w:r w:rsidRPr="00E47180">
        <w:tab/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जाहिलियत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पलट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ज़ाहिर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फ़ासला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मुशरिक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जायेगें।</w:t>
      </w:r>
    </w:p>
    <w:p w:rsidR="008F4AF7" w:rsidRPr="00E47180" w:rsidRDefault="008F4AF7" w:rsidP="008F4AF7">
      <w:pPr>
        <w:pStyle w:val="libNormal"/>
      </w:pPr>
      <w:r w:rsidRPr="00E47180">
        <w:t>2.</w:t>
      </w:r>
      <w:r w:rsidRPr="00E47180">
        <w:tab/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E47180">
        <w:t xml:space="preserve">,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आदिल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क़ायस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थी।</w:t>
      </w:r>
    </w:p>
    <w:p w:rsidR="008F4AF7" w:rsidRPr="00E47180" w:rsidRDefault="008F4AF7" w:rsidP="008F4AF7">
      <w:pPr>
        <w:pStyle w:val="libNormal"/>
      </w:pPr>
      <w:r w:rsidRPr="00E47180">
        <w:t xml:space="preserve">4. 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अलक़मा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अहक़ाक़ुल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296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मवाहिब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सअद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उबादा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करोगें</w:t>
      </w:r>
      <w:r w:rsidRPr="00E47180">
        <w:t xml:space="preserve">?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आओ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कसम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रसूलल्लाह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जाऊगा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हवाए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नफ़्स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ग़लबा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जाहिलियत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पलटा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देगी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 xml:space="preserve">5. </w:t>
      </w:r>
      <w:r w:rsidRPr="00E47180">
        <w:tab/>
      </w:r>
      <w:r w:rsidRPr="008F4AF7">
        <w:rPr>
          <w:rFonts w:hint="cs"/>
          <w:cs/>
          <w:lang w:bidi="hi-IN"/>
        </w:rPr>
        <w:t>ख़ारज़मी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हनफ़ी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मनाक़िब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लैला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रसूलल्लाह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मनाक़िबे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ख़ारज़मी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105)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जल्दी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फ़ितना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बरपा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फ़र्क़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 xml:space="preserve"> 6. </w:t>
      </w:r>
      <w:r w:rsidRPr="00E47180">
        <w:tab/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असाकर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तर्जुमा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>)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असाकर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रक़्म</w:t>
      </w:r>
      <w:r w:rsidRPr="008F4AF7">
        <w:rPr>
          <w:cs/>
          <w:lang w:bidi="hi-IN"/>
        </w:rPr>
        <w:t xml:space="preserve"> </w:t>
      </w:r>
      <w:r w:rsidRPr="00E47180">
        <w:t>834)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गलियों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रसूलल्लाह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ख़ूबसूरत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?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ख़ूबसूरत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रीशे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आवाज़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?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तुम्हारी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बुग़्ज़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कीनह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जिसको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अभी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ज़ाहिर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ज़ाहिर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करेगी।</w:t>
      </w:r>
    </w:p>
    <w:p w:rsidR="008F4AF7" w:rsidRPr="00E47180" w:rsidRDefault="008F4AF7" w:rsidP="008F4AF7">
      <w:pPr>
        <w:pStyle w:val="libNormal"/>
      </w:pPr>
      <w:r w:rsidRPr="00E47180">
        <w:t xml:space="preserve">7. 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मोवयबह</w:t>
      </w:r>
      <w:r w:rsidRPr="00E47180">
        <w:t xml:space="preserve">, </w:t>
      </w:r>
      <w:r w:rsidRPr="008F4AF7">
        <w:rPr>
          <w:rFonts w:hint="cs"/>
          <w:cs/>
          <w:lang w:bidi="hi-IN"/>
        </w:rPr>
        <w:t>रसूलल्लाह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ख़ादिम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कामिल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318)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इस्तिग़फ़ार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करू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चलो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चुँनाचे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अच्छा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बेशक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फ़ितना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फ़साद</w:t>
      </w:r>
      <w:r w:rsidRPr="00E47180">
        <w:t xml:space="preserve">, </w:t>
      </w:r>
      <w:r w:rsidRPr="008F4AF7">
        <w:rPr>
          <w:rFonts w:hint="cs"/>
          <w:cs/>
          <w:lang w:bidi="hi-IN"/>
        </w:rPr>
        <w:t>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बहिश्त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कुंजियाँ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परवरदिगार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मुलाक़ात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परवरदिगार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मुलाक़ात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इसतिग़फार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वापस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मुब्तला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रेहलत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फ़रमाई।</w:t>
      </w:r>
    </w:p>
    <w:p w:rsidR="008F4AF7" w:rsidRPr="00E47180" w:rsidRDefault="008F4AF7" w:rsidP="008F4AF7">
      <w:pPr>
        <w:pStyle w:val="libNormal"/>
      </w:pP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अलैहिर्रहमह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फ़ितना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वज़ाहत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फ़ितने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फ़ातेमा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ज़हरा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बीबी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cs/>
          <w:lang w:bidi="hi-IN"/>
        </w:rPr>
        <w:lastRenderedPageBreak/>
        <w:t>(</w:t>
      </w:r>
      <w:r w:rsidRPr="008F4AF7">
        <w:rPr>
          <w:rFonts w:hint="cs"/>
          <w:cs/>
          <w:lang w:bidi="hi-IN"/>
        </w:rPr>
        <w:t>ख़ुतब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ज़हरा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नहजुल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बलाग़ा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 xml:space="preserve">16,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234)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फ़ितने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फ़ितने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ग़र्क़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फ़ितना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फ़ितनों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E47180">
        <w:t xml:space="preserve">, </w:t>
      </w:r>
      <w:r w:rsidRPr="008F4AF7">
        <w:rPr>
          <w:rFonts w:hint="cs"/>
          <w:cs/>
          <w:lang w:bidi="hi-IN"/>
        </w:rPr>
        <w:t>किस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मग़मूम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कड़वे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दोहराने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मजबूर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मुस्तक़बिल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E47180">
        <w:t>?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सियासी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फ़ितना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खेल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फ़ितना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ज़ाहिर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सोचा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समझा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निजात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दी।</w:t>
      </w:r>
    </w:p>
    <w:p w:rsidR="00735514" w:rsidRDefault="008F4AF7" w:rsidP="008F4AF7">
      <w:pPr>
        <w:pStyle w:val="libNormal"/>
        <w:rPr>
          <w:cs/>
          <w:lang w:bidi="hi-IN"/>
        </w:rPr>
      </w:pPr>
      <w:r w:rsidRPr="00E47180">
        <w:t>(</w:t>
      </w:r>
      <w:r w:rsidRPr="008F4AF7">
        <w:rPr>
          <w:rFonts w:hint="cs"/>
          <w:cs/>
          <w:lang w:bidi="hi-IN"/>
        </w:rPr>
        <w:t>तारीख़े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235, </w:t>
      </w:r>
      <w:r w:rsidRPr="008F4AF7">
        <w:rPr>
          <w:rFonts w:hint="cs"/>
          <w:cs/>
          <w:lang w:bidi="hi-IN"/>
        </w:rPr>
        <w:t>फ़िदक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सद्र</w:t>
      </w:r>
      <w:r w:rsidRPr="008F4AF7">
        <w:rPr>
          <w:cs/>
          <w:lang w:bidi="hi-IN"/>
        </w:rPr>
        <w:t>)</w:t>
      </w:r>
    </w:p>
    <w:p w:rsidR="00735514" w:rsidRDefault="00735514" w:rsidP="00DE0F6F">
      <w:pPr>
        <w:pStyle w:val="libNormal"/>
        <w:rPr>
          <w:cs/>
          <w:lang w:bidi="hi-IN"/>
        </w:rPr>
      </w:pPr>
      <w:r>
        <w:rPr>
          <w:cs/>
          <w:lang w:bidi="hi-IN"/>
        </w:rPr>
        <w:br w:type="page"/>
      </w:r>
    </w:p>
    <w:p w:rsidR="001D08AD" w:rsidRDefault="001D08AD" w:rsidP="00735514">
      <w:pPr>
        <w:pStyle w:val="Heading1"/>
        <w:rPr>
          <w:cs/>
          <w:lang w:bidi="hi-IN"/>
        </w:rPr>
      </w:pPr>
    </w:p>
    <w:p w:rsidR="001D08AD" w:rsidRDefault="001D08AD" w:rsidP="00735514">
      <w:pPr>
        <w:pStyle w:val="Heading1"/>
        <w:rPr>
          <w:cs/>
          <w:lang w:bidi="hi-IN"/>
        </w:rPr>
      </w:pPr>
      <w:bookmarkStart w:id="10" w:name="_Toc457825234"/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रास्ते</w:t>
      </w:r>
      <w:bookmarkEnd w:id="10"/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कारेईने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केराम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फ़ितने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आगाह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उठता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फ़ितने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मुक़ाबले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तदबीरें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सोची</w:t>
      </w:r>
      <w:r w:rsidRPr="00E47180">
        <w:t xml:space="preserve">?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ज़िम्मेदारी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E47180">
        <w:t>?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दर्ज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तसव्वुर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>.</w:t>
      </w:r>
      <w:r w:rsidRPr="008F4AF7">
        <w:rPr>
          <w:cs/>
          <w:lang w:bidi="hi-IN"/>
        </w:rPr>
        <w:tab/>
      </w:r>
      <w:r w:rsidRPr="008F4AF7">
        <w:rPr>
          <w:rFonts w:hint="cs"/>
          <w:cs/>
          <w:lang w:bidi="hi-IN"/>
        </w:rPr>
        <w:t>ग़ैर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ज़िम्मेदाराना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ज़िम्मेदारी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अहसास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ज़िम्मेदारानी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झगड़े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ज़िम्मेदाराना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फ़ितना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किया।</w:t>
      </w:r>
      <w:r w:rsidRPr="008F4AF7">
        <w:rPr>
          <w:cs/>
          <w:lang w:bidi="hi-IN"/>
        </w:rPr>
        <w:t xml:space="preserve"> </w:t>
      </w:r>
    </w:p>
    <w:p w:rsidR="001D08AD" w:rsidRDefault="001D08AD" w:rsidP="00735514">
      <w:pPr>
        <w:pStyle w:val="Heading1"/>
        <w:rPr>
          <w:cs/>
          <w:lang w:bidi="hi-IN"/>
        </w:rPr>
      </w:pPr>
    </w:p>
    <w:p w:rsidR="001D08AD" w:rsidRDefault="001D08AD" w:rsidP="00735514">
      <w:pPr>
        <w:pStyle w:val="Heading1"/>
        <w:rPr>
          <w:cs/>
          <w:lang w:bidi="hi-IN"/>
        </w:rPr>
      </w:pPr>
      <w:bookmarkStart w:id="11" w:name="_Toc457825235"/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तरफ़दार</w:t>
      </w:r>
      <w:bookmarkEnd w:id="11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आयशा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चुँनाचे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जिनका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ज़ानू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की।सही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बुख़ारी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16)</w:t>
      </w:r>
    </w:p>
    <w:p w:rsidR="008F4AF7" w:rsidRPr="00E47180" w:rsidRDefault="008F4AF7" w:rsidP="008F4AF7">
      <w:pPr>
        <w:pStyle w:val="libNormal"/>
      </w:pP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रसूलल्लाह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मुसतहिक़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कौन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?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हो।</w:t>
      </w:r>
      <w:r w:rsidRPr="008F4AF7">
        <w:rPr>
          <w:cs/>
          <w:lang w:bidi="hi-IN"/>
        </w:rPr>
        <w:t>(</w:t>
      </w:r>
      <w:r w:rsidRPr="008F4AF7">
        <w:rPr>
          <w:rFonts w:hint="cs"/>
          <w:cs/>
          <w:lang w:bidi="hi-IN"/>
        </w:rPr>
        <w:t>तारीख़े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431)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मसलहत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इंतेख़ाब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लें।तारीख़े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53)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बेटे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दरख़्वास्त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चरवाहे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गोसफ़ंदों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इक्तेदा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इक्तेदा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की।हिलयतुल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अवलिया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44)</w:t>
      </w:r>
    </w:p>
    <w:p w:rsidR="001D08AD" w:rsidRDefault="001D08AD" w:rsidP="00735514">
      <w:pPr>
        <w:pStyle w:val="Heading1"/>
        <w:rPr>
          <w:cs/>
          <w:lang w:bidi="hi-IN"/>
        </w:rPr>
      </w:pPr>
    </w:p>
    <w:p w:rsidR="001D08AD" w:rsidRDefault="001D08AD" w:rsidP="00735514">
      <w:pPr>
        <w:pStyle w:val="Heading1"/>
        <w:rPr>
          <w:cs/>
          <w:lang w:bidi="hi-IN"/>
        </w:rPr>
      </w:pPr>
      <w:bookmarkStart w:id="12" w:name="_Toc457825236"/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bookmarkEnd w:id="12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ज़िम्मेदारी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अहसास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t>1.</w:t>
      </w:r>
      <w:r w:rsidRPr="00E47180">
        <w:tab/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ज़रूरीयाते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मुसलेमीन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लापरवाही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अक़ीदा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मुकम्मल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ज़िन्दगी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क़वानीन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सआदत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ज़ामिन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मुमकिन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ज़िम्मेदारी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जानशीनी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तवज्जो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रहें।</w:t>
      </w:r>
    </w:p>
    <w:p w:rsidR="008F4AF7" w:rsidRPr="00E47180" w:rsidRDefault="008F4AF7" w:rsidP="008F4AF7">
      <w:pPr>
        <w:pStyle w:val="libNormal"/>
      </w:pPr>
      <w:r w:rsidRPr="00E47180">
        <w:t>2.</w:t>
      </w:r>
      <w:r w:rsidRPr="00E47180">
        <w:tab/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मुतालआ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E47180">
        <w:t>23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ज़िन्दगी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नश्र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इज़्ज़त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बुलंदी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कोशिशें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मरज़ुल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सहहद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हिफ़ाज़त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लश्कर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तैयार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बीमारी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लश्कर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रुख़्सत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तशरीफ़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लाये।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गुमराही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क़ाग़ज़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लाओ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गुमराह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तशरीफ़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जगह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मिसाल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हिजरत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ग़ज़व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बवात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सअद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मआज़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ग़ज़वा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अशीरा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मख़ज़ूमी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ग़ज़वा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बद्रे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कुबरा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मकतूम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ग़ज़व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क़िक़ाअ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ग़ज़व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लबाबा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बनाया।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हिजरत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तीसरे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ग़ज़व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क़रक़रतुल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कुद्र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ओहद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मकतूम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ग़ज़व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अफ़्फ़ान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हिज़रत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चौथे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ग़ज़व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मकतूम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ग़ज़व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बद्रे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सीव्वुम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रवाहा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हिजरत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पाँचवें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ग़ज़व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ज़ातुर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रिका़अ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अफ़्फ़ान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गज़व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दौमतुस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जुन्दल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खंदक़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मकतूम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गज़व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मुसतग़लक़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हारेसा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जगह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हिजरत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छठे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गज़व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लेहयान</w:t>
      </w:r>
      <w:r w:rsidRPr="00E47180">
        <w:t xml:space="preserve">, </w:t>
      </w:r>
      <w:r w:rsidRPr="008F4AF7">
        <w:rPr>
          <w:rFonts w:hint="cs"/>
          <w:cs/>
          <w:lang w:bidi="hi-IN"/>
        </w:rPr>
        <w:t>गज़व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गज़व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होदैयबिया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मकतूम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हिजरत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सातवें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गज़व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ख़ैबर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गज़व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सबाअ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उरफ़ता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आठवें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तबूक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दिया।</w:t>
      </w:r>
      <w:r w:rsidRPr="008F4AF7">
        <w:rPr>
          <w:cs/>
          <w:lang w:bidi="hi-IN"/>
        </w:rPr>
        <w:t>(</w:t>
      </w:r>
      <w:r w:rsidRPr="008F4AF7">
        <w:rPr>
          <w:rFonts w:hint="cs"/>
          <w:cs/>
          <w:lang w:bidi="hi-IN"/>
        </w:rPr>
        <w:t>देखिये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मआलिमुल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मदरसतैन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273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E47180">
        <w:t>279)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सतरों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पढ़ने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मरतबा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ज़ाहिर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सिवाए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में।मुतर्जिम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कारेईने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केराम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मुलाहिज़ा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चंद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तशरीफ़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छोड़ते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तसव्वुर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सफ़र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वापस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करेगें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ज़िम्मे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देगें</w:t>
      </w:r>
      <w:r w:rsidRPr="00E47180">
        <w:t>?</w:t>
      </w:r>
    </w:p>
    <w:p w:rsidR="008F4AF7" w:rsidRPr="00E47180" w:rsidRDefault="008F4AF7" w:rsidP="008F4AF7">
      <w:pPr>
        <w:pStyle w:val="libNormal"/>
      </w:pPr>
      <w:r w:rsidRPr="00E47180">
        <w:t>3.</w:t>
      </w:r>
      <w:r w:rsidRPr="00E47180">
        <w:tab/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cs/>
          <w:lang w:bidi="hi-IN"/>
        </w:rPr>
        <w:lastRenderedPageBreak/>
        <w:t>(</w:t>
      </w:r>
      <w:r w:rsidRPr="008F4AF7">
        <w:rPr>
          <w:rFonts w:hint="cs"/>
          <w:cs/>
          <w:lang w:bidi="hi-IN"/>
        </w:rPr>
        <w:t>उसूले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131)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सुबह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उठे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दरख्शाँ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मुसतक़बिल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E47180">
        <w:t>?</w:t>
      </w:r>
    </w:p>
    <w:p w:rsidR="008F4AF7" w:rsidRPr="00E47180" w:rsidRDefault="008F4AF7" w:rsidP="008F4AF7">
      <w:pPr>
        <w:pStyle w:val="libNormal"/>
      </w:pPr>
      <w:r w:rsidRPr="00E47180">
        <w:t>4.</w:t>
      </w:r>
      <w:r w:rsidRPr="00E47180">
        <w:tab/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ख़ुलाफ़ा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मुसतक़बिल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</w:p>
    <w:p w:rsidR="00735514" w:rsidRDefault="008F4AF7" w:rsidP="008F4AF7">
      <w:pPr>
        <w:pStyle w:val="libNormal"/>
        <w:rPr>
          <w:lang w:bidi="hi-IN"/>
        </w:rPr>
      </w:pPr>
      <w:r w:rsidRPr="008F4AF7">
        <w:rPr>
          <w:rFonts w:hint="cs"/>
          <w:cs/>
          <w:lang w:bidi="hi-IN"/>
        </w:rPr>
        <w:t>चुनाचे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बिस्मिल्लाहिर्रहमानिर्रहीम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बेहोश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थोड़ी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तसदीक़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ग़ुलाम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मस्जिद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नसीहते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735514" w:rsidP="008F4AF7">
      <w:pPr>
        <w:pStyle w:val="libNormal"/>
      </w:pPr>
      <w:r>
        <w:rPr>
          <w:rFonts w:hint="cs"/>
          <w:cs/>
          <w:lang w:bidi="hi-IN"/>
        </w:rPr>
        <w:lastRenderedPageBreak/>
        <w:t>(</w:t>
      </w:r>
      <w:r w:rsidR="008F4AF7" w:rsidRPr="008F4AF7">
        <w:rPr>
          <w:rFonts w:hint="cs"/>
          <w:cs/>
          <w:lang w:bidi="hi-IN"/>
        </w:rPr>
        <w:t>तारीखे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तबरी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जिल्द</w:t>
      </w:r>
      <w:r w:rsidR="008F4AF7" w:rsidRPr="008F4AF7">
        <w:rPr>
          <w:cs/>
          <w:lang w:bidi="hi-IN"/>
        </w:rPr>
        <w:t xml:space="preserve"> </w:t>
      </w:r>
      <w:r w:rsidR="008F4AF7" w:rsidRPr="00E47180">
        <w:t>3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पेज</w:t>
      </w:r>
      <w:r w:rsidR="008F4AF7" w:rsidRPr="008F4AF7">
        <w:rPr>
          <w:cs/>
          <w:lang w:bidi="hi-IN"/>
        </w:rPr>
        <w:t xml:space="preserve"> </w:t>
      </w:r>
      <w:r w:rsidR="008F4AF7" w:rsidRPr="00E47180">
        <w:t>429)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मजबूर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रॉकर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मुक़ाबला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हिज़यान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ऐहतेज़ार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हिज़यान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बेटे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आयशा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भेजा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हुजरे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दफ़्न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इजाज़त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आयशा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दरख़्वास्त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भेजा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चरवाहे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गोसफ़ंदों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जायें।अल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सियायह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32)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निकलता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आयशा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मुस्तक़बिल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मुआविया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बेटे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यज़ीद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मिनजुमला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मुलाक़ात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चरवाहे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गोसफंदों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छोड़ने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नाख़ुश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बेटे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यज़ीद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सियासह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168)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कारेईने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केराम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मुमकिन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>?</w:t>
      </w:r>
    </w:p>
    <w:p w:rsidR="008F4AF7" w:rsidRPr="00E47180" w:rsidRDefault="008F4AF7" w:rsidP="008F4AF7">
      <w:pPr>
        <w:pStyle w:val="libNormal"/>
      </w:pPr>
      <w:r w:rsidRPr="00E47180">
        <w:t>6.</w:t>
      </w:r>
      <w:r w:rsidRPr="00E47180">
        <w:tab/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मज़कूरा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अंबिया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अंबिया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यक़ीनी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ख़ुसूसियत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मूसा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बारगाह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वज़ीर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</w:p>
    <w:p w:rsidR="008F4AF7" w:rsidRPr="00E47180" w:rsidRDefault="008F4AF7" w:rsidP="008F4AF7">
      <w:pPr>
        <w:pStyle w:val="libNormal"/>
      </w:pPr>
      <w:r w:rsidRPr="00E47180">
        <w:rPr>
          <w:rFonts w:ascii="Times New Roman" w:hAnsi="Times New Roman" w:cs="Times New Roman" w:hint="cs"/>
          <w:rtl/>
        </w:rPr>
        <w:t>وَاجْعَل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لِّي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وَزِيرًا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مِّنْ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أَهْلِي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هَارُونَ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أَخِي</w:t>
      </w:r>
      <w:r w:rsidRPr="00E47180">
        <w:t xml:space="preserve"> (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29, 30)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वज़ीर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हारुन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नासल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यहूदी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ख़िदमत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हाज़िर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आऊगाँ।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बताओ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कौन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?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हमारे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मूसा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इमरान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यूशा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चुँनाचे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cs/>
          <w:lang w:bidi="hi-IN"/>
        </w:rPr>
        <w:t>(</w:t>
      </w:r>
      <w:r w:rsidRPr="008F4AF7">
        <w:rPr>
          <w:rFonts w:hint="cs"/>
          <w:cs/>
          <w:lang w:bidi="hi-IN"/>
        </w:rPr>
        <w:t>यनाबिउल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मवद्दत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बाब</w:t>
      </w:r>
      <w:r w:rsidRPr="008F4AF7">
        <w:rPr>
          <w:cs/>
          <w:lang w:bidi="hi-IN"/>
        </w:rPr>
        <w:t xml:space="preserve"> </w:t>
      </w:r>
      <w:r w:rsidRPr="00E47180">
        <w:t>76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1)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बेशक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फ़रजंद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नौ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याक़ूबी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आदम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ज़ोहद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तक़वा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इबादत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क़ाबील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दोस्ती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फ़रमाया।तारीख़े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याक़ूबी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7)</w:t>
      </w:r>
    </w:p>
    <w:p w:rsidR="00735514" w:rsidRDefault="008F4AF7" w:rsidP="008F4AF7">
      <w:pPr>
        <w:pStyle w:val="libNormal"/>
        <w:rPr>
          <w:lang w:bidi="hi-IN"/>
        </w:rPr>
      </w:pPr>
      <w:r w:rsidRPr="008F4AF7">
        <w:rPr>
          <w:rFonts w:hint="cs"/>
          <w:cs/>
          <w:lang w:bidi="hi-IN"/>
        </w:rPr>
        <w:t>शीस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फ़रज़ंद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अनूश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अनूश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बेटे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क़ीनान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बेटे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महलाईल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बेटे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यरद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फ़रज़ंद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ईदरीस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की।</w:t>
      </w:r>
    </w:p>
    <w:p w:rsidR="008F4AF7" w:rsidRPr="00E47180" w:rsidRDefault="00735514" w:rsidP="008F4AF7">
      <w:pPr>
        <w:pStyle w:val="libNormal"/>
      </w:pPr>
      <w:r>
        <w:rPr>
          <w:rFonts w:hint="cs"/>
          <w:cs/>
          <w:lang w:bidi="hi-IN"/>
        </w:rPr>
        <w:t>(</w:t>
      </w:r>
      <w:r w:rsidR="008F4AF7" w:rsidRPr="008F4AF7">
        <w:rPr>
          <w:rFonts w:hint="cs"/>
          <w:cs/>
          <w:lang w:bidi="hi-IN"/>
        </w:rPr>
        <w:t>कामिल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इब्ने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असीर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जिल्द</w:t>
      </w:r>
      <w:r w:rsidR="008F4AF7" w:rsidRPr="008F4AF7">
        <w:rPr>
          <w:cs/>
          <w:lang w:bidi="hi-IN"/>
        </w:rPr>
        <w:t xml:space="preserve"> </w:t>
      </w:r>
      <w:r w:rsidR="008F4AF7" w:rsidRPr="00E47180">
        <w:t>1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पेज</w:t>
      </w:r>
      <w:r w:rsidR="008F4AF7" w:rsidRPr="008F4AF7">
        <w:rPr>
          <w:cs/>
          <w:lang w:bidi="hi-IN"/>
        </w:rPr>
        <w:t xml:space="preserve"> </w:t>
      </w:r>
      <w:r w:rsidR="008F4AF7" w:rsidRPr="00E47180">
        <w:t xml:space="preserve">54, 55) </w:t>
      </w:r>
    </w:p>
    <w:p w:rsidR="00735514" w:rsidRDefault="008F4AF7" w:rsidP="008F4AF7">
      <w:pPr>
        <w:pStyle w:val="libNormal"/>
        <w:rPr>
          <w:lang w:bidi="hi-IN"/>
        </w:rPr>
      </w:pPr>
      <w:r w:rsidRPr="008F4AF7">
        <w:rPr>
          <w:rFonts w:hint="cs"/>
          <w:cs/>
          <w:lang w:bidi="hi-IN"/>
        </w:rPr>
        <w:t>ईदरीस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बेटे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मुतशल्लिख़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फ़रज़ंद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लमक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बेटे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नूह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फ़रज़ंद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की।</w:t>
      </w:r>
    </w:p>
    <w:p w:rsidR="008F4AF7" w:rsidRPr="00E47180" w:rsidRDefault="00735514" w:rsidP="008F4AF7">
      <w:pPr>
        <w:pStyle w:val="libNormal"/>
      </w:pPr>
      <w:r>
        <w:rPr>
          <w:rFonts w:hint="cs"/>
          <w:cs/>
          <w:lang w:bidi="hi-IN"/>
        </w:rPr>
        <w:t>(</w:t>
      </w:r>
      <w:r w:rsidR="008F4AF7" w:rsidRPr="008F4AF7">
        <w:rPr>
          <w:rFonts w:hint="cs"/>
          <w:cs/>
          <w:lang w:bidi="hi-IN"/>
        </w:rPr>
        <w:t>कामिल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बिन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असीर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जिल्द</w:t>
      </w:r>
      <w:r w:rsidR="008F4AF7" w:rsidRPr="008F4AF7">
        <w:rPr>
          <w:cs/>
          <w:lang w:bidi="hi-IN"/>
        </w:rPr>
        <w:t xml:space="preserve"> </w:t>
      </w:r>
      <w:r w:rsidR="008F4AF7" w:rsidRPr="00E47180">
        <w:t>1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पेज</w:t>
      </w:r>
      <w:r w:rsidR="008F4AF7" w:rsidRPr="008F4AF7">
        <w:rPr>
          <w:cs/>
          <w:lang w:bidi="hi-IN"/>
        </w:rPr>
        <w:t xml:space="preserve"> </w:t>
      </w:r>
      <w:r w:rsidR="008F4AF7" w:rsidRPr="00E47180">
        <w:t>62)</w:t>
      </w:r>
    </w:p>
    <w:p w:rsidR="008F4AF7" w:rsidRPr="00FD6765" w:rsidRDefault="008F4AF7" w:rsidP="008F4AF7">
      <w:pPr>
        <w:pStyle w:val="libNormal"/>
        <w:rPr>
          <w:lang w:bidi="hi-IN"/>
        </w:rPr>
      </w:pPr>
      <w:r w:rsidRPr="008F4AF7">
        <w:rPr>
          <w:rFonts w:hint="cs"/>
          <w:cs/>
          <w:lang w:bidi="hi-IN"/>
        </w:rPr>
        <w:lastRenderedPageBreak/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इब्राहीम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मक्के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रवाना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बेटे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इस्माईल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सुकूनत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इख्तियार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मनासिके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क़ायम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रखना।</w:t>
      </w:r>
      <w:r w:rsidRPr="008F4AF7">
        <w:rPr>
          <w:cs/>
          <w:lang w:bidi="hi-IN"/>
        </w:rPr>
        <w:t>(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इस्माईल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इसहाक़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फ़रजंद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याक़ूब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बेटे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चलता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रहा।</w:t>
      </w:r>
      <w:r w:rsidRPr="008F4AF7">
        <w:rPr>
          <w:cs/>
          <w:lang w:bidi="hi-IN"/>
        </w:rPr>
        <w:t>(</w:t>
      </w:r>
      <w:r w:rsidRPr="008F4AF7">
        <w:rPr>
          <w:rFonts w:hint="cs"/>
          <w:cs/>
          <w:lang w:bidi="hi-IN"/>
        </w:rPr>
        <w:t>तारीख़े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याक़ूबी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28)</w:t>
      </w:r>
      <w:r w:rsidR="00735514" w:rsidRPr="00FD6765">
        <w:rPr>
          <w:rFonts w:hint="cs"/>
          <w:rtl/>
          <w:cs/>
        </w:rPr>
        <w:t>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दाऊद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फ़रजंद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सुलेमान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तौरेत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हिफ़ाज़त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ईसा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शमऊन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शमऊन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वहयी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हिकमत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नूरे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अंबिया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मीरास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अमानत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दो।</w:t>
      </w:r>
    </w:p>
    <w:p w:rsidR="00735514" w:rsidRDefault="008F4AF7" w:rsidP="008F4AF7">
      <w:pPr>
        <w:pStyle w:val="libNormal"/>
        <w:rPr>
          <w:lang w:bidi="hi-IN"/>
        </w:rPr>
      </w:pP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शमऊन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ईसा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हव्वारियों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पहुचा।</w:t>
      </w:r>
    </w:p>
    <w:p w:rsidR="008F4AF7" w:rsidRPr="00E47180" w:rsidRDefault="00735514" w:rsidP="008F4AF7">
      <w:pPr>
        <w:pStyle w:val="libNormal"/>
      </w:pPr>
      <w:r>
        <w:rPr>
          <w:rFonts w:hint="cs"/>
          <w:cs/>
          <w:lang w:bidi="hi-IN"/>
        </w:rPr>
        <w:t>(</w:t>
      </w:r>
      <w:r w:rsidR="008F4AF7" w:rsidRPr="008F4AF7">
        <w:rPr>
          <w:rFonts w:hint="cs"/>
          <w:cs/>
          <w:lang w:bidi="hi-IN"/>
        </w:rPr>
        <w:t>इसबातुल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वसीयत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पेज</w:t>
      </w:r>
      <w:r w:rsidR="008F4AF7" w:rsidRPr="008F4AF7">
        <w:rPr>
          <w:cs/>
          <w:lang w:bidi="hi-IN"/>
        </w:rPr>
        <w:t xml:space="preserve"> </w:t>
      </w:r>
      <w:r w:rsidR="008F4AF7" w:rsidRPr="00E47180">
        <w:t>70)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मुतअल्लिक़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मख़सूसन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अंबिया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मीरास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छोड़ते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हिदायत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मुआशरे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हिफ़ाज़त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बावजूद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अक़्ली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क़ानून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>?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फ़ारसी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कंज़ुल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610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32953, </w:t>
      </w:r>
      <w:r w:rsidRPr="008F4AF7">
        <w:rPr>
          <w:rFonts w:hint="cs"/>
          <w:cs/>
          <w:lang w:bidi="hi-IN"/>
        </w:rPr>
        <w:t>मजमउज़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ज़वायद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113, 114)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रसूलल्लाह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आपका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कौन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?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लम्हे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सलमान</w:t>
      </w:r>
      <w:r w:rsidRPr="00E47180">
        <w:t xml:space="preserve">, </w:t>
      </w:r>
      <w:r w:rsidRPr="008F4AF7">
        <w:rPr>
          <w:rFonts w:hint="cs"/>
          <w:cs/>
          <w:lang w:bidi="hi-IN"/>
        </w:rPr>
        <w:t>चुँनाचे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तेज़ी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ख़िदमत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लब्बैक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मूसा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इमरान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कौन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E47180">
        <w:t xml:space="preserve">? </w:t>
      </w:r>
      <w:r w:rsidRPr="008F4AF7">
        <w:rPr>
          <w:rFonts w:hint="cs"/>
          <w:cs/>
          <w:lang w:bidi="hi-IN"/>
        </w:rPr>
        <w:t>सलमान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यूशा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E47180">
        <w:t xml:space="preserve">? </w:t>
      </w:r>
      <w:r w:rsidRPr="008F4AF7">
        <w:rPr>
          <w:rFonts w:hint="cs"/>
          <w:cs/>
          <w:lang w:bidi="hi-IN"/>
        </w:rPr>
        <w:t>मैने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बेशक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मेरा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बेहतरीन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वादों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बुरैदा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रियाज़ुन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138)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वारिस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बेशक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वारिस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E47180">
        <w:t xml:space="preserve"> 7.</w:t>
      </w:r>
      <w:r w:rsidRPr="00E47180">
        <w:tab/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फ़रीज़ा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वहयी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फ़रायज़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>.</w:t>
      </w:r>
      <w:r w:rsidRPr="008F4AF7">
        <w:rPr>
          <w:cs/>
          <w:lang w:bidi="hi-IN"/>
        </w:rPr>
        <w:tab/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करीमी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अहदाफ़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मक़ासिद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तशरीह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कश्फ़े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रुमूज़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असरार।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आ</w:t>
      </w:r>
      <w:r w:rsidRPr="008F4AF7">
        <w:rPr>
          <w:cs/>
          <w:lang w:bidi="hi-IN"/>
        </w:rPr>
        <w:t>.</w:t>
      </w:r>
      <w:r w:rsidRPr="008F4AF7">
        <w:rPr>
          <w:cs/>
          <w:lang w:bidi="hi-IN"/>
        </w:rPr>
        <w:tab/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मौज़ूआत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वज़ाहत।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</w:t>
      </w:r>
      <w:r w:rsidRPr="008F4AF7">
        <w:rPr>
          <w:cs/>
          <w:lang w:bidi="hi-IN"/>
        </w:rPr>
        <w:t>.</w:t>
      </w:r>
      <w:r w:rsidRPr="008F4AF7">
        <w:rPr>
          <w:cs/>
          <w:lang w:bidi="hi-IN"/>
        </w:rPr>
        <w:tab/>
      </w:r>
      <w:r w:rsidRPr="008F4AF7">
        <w:rPr>
          <w:rFonts w:hint="cs"/>
          <w:cs/>
          <w:lang w:bidi="hi-IN"/>
        </w:rPr>
        <w:t>दुश्मनाने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मफ़ाद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मुआशरे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मुश्किल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देना।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ई</w:t>
      </w:r>
      <w:r w:rsidRPr="008F4AF7">
        <w:rPr>
          <w:cs/>
          <w:lang w:bidi="hi-IN"/>
        </w:rPr>
        <w:t>.</w:t>
      </w:r>
      <w:r w:rsidRPr="008F4AF7">
        <w:rPr>
          <w:cs/>
          <w:lang w:bidi="hi-IN"/>
        </w:rPr>
        <w:tab/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महफ़ूज़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रखना।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कारेईने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मोहतरम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ज़रूरतों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अहसास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E47180">
        <w:t xml:space="preserve">,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ज़रूरी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ओहदे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सिवाए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</w:p>
    <w:p w:rsidR="008F4AF7" w:rsidRPr="00E47180" w:rsidRDefault="008F4AF7" w:rsidP="008F4AF7">
      <w:pPr>
        <w:pStyle w:val="libNormal"/>
      </w:pPr>
      <w:r w:rsidRPr="00E47180">
        <w:t>8.</w:t>
      </w:r>
      <w:r w:rsidRPr="00E47180">
        <w:tab/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शिकार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मशरिक़ी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इलाक़ों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बादशाह</w:t>
      </w:r>
      <w:r w:rsidRPr="00E47180">
        <w:t xml:space="preserve">, </w:t>
      </w:r>
      <w:r w:rsidRPr="008F4AF7">
        <w:rPr>
          <w:rFonts w:hint="cs"/>
          <w:cs/>
          <w:lang w:bidi="hi-IN"/>
        </w:rPr>
        <w:t>रूम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ईरान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कशमकश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अंदरूनी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इलाक़ो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मुनाफ़िक़ीन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क़ुरैज़ा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अच्छे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ताअल्लुक़ात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नाबूद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सौदा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ज़िम्मेदारी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E47180">
        <w:t xml:space="preserve">?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ज़िम्मेदारी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इख्तिलाफ़ात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उनवान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हिदायत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कमज़ोर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महफ़ूज़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कतई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फ़र्ज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निभाया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अंदाज़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गुमराही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मुआशरे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आशोब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बरपा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बक़ौल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निजात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दी।</w:t>
      </w:r>
    </w:p>
    <w:p w:rsidR="001D08AD" w:rsidRDefault="001D08AD" w:rsidP="00735514">
      <w:pPr>
        <w:pStyle w:val="Heading1"/>
        <w:rPr>
          <w:cs/>
          <w:lang w:bidi="hi-IN"/>
        </w:rPr>
      </w:pPr>
    </w:p>
    <w:p w:rsidR="001D08AD" w:rsidRDefault="001D08AD" w:rsidP="00735514">
      <w:pPr>
        <w:pStyle w:val="Heading1"/>
        <w:rPr>
          <w:cs/>
          <w:lang w:bidi="hi-IN"/>
        </w:rPr>
      </w:pPr>
      <w:bookmarkStart w:id="13" w:name="_Toc457825237"/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bookmarkEnd w:id="13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दूसरा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ख़िलाफ़ते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इत्तेफ़ाक़े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t>1.</w:t>
      </w:r>
      <w:r w:rsidRPr="00E47180">
        <w:tab/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इंतेख़ाब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वज़ाहत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इंतेख़ाब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इंतेख़ाब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E47180">
        <w:t xml:space="preserve">,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मुकर्रर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वाज़ेह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</w:p>
    <w:p w:rsidR="008F4AF7" w:rsidRPr="00E47180" w:rsidRDefault="008F4AF7" w:rsidP="008F4AF7">
      <w:pPr>
        <w:pStyle w:val="libNormal"/>
      </w:pPr>
      <w:r w:rsidRPr="00E47180">
        <w:lastRenderedPageBreak/>
        <w:t>2.</w:t>
      </w:r>
      <w:r w:rsidRPr="00E47180">
        <w:tab/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निज़ाम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हरगिज़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निज़ाम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सलाहियत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असवद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नस्ब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झगड़ा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खड़ा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क़बीला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असवद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नस्ब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नज़ाअ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तब्दील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चुँनाते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तदबीर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झगड़े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असवद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क़बीलों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नुमाइंदा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भेज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असवद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नस्ब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ग़ज़व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मुसतलक़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मुहाजेरीन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झगड़ा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पुकारा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क़रीब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फ़ितने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ख़ामोश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जाहिलियत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डराया।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मुहाजिर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सक़ीफ़ा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बुनियाद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हक़्क़े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ग़स्ब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सअद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उबादा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मुहाजेरीन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हुकुमत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लिया।</w:t>
      </w:r>
    </w:p>
    <w:p w:rsidR="008F4AF7" w:rsidRPr="00E47180" w:rsidRDefault="008F4AF7" w:rsidP="008F4AF7">
      <w:pPr>
        <w:pStyle w:val="libNormal"/>
      </w:pPr>
      <w:r w:rsidRPr="00E47180">
        <w:lastRenderedPageBreak/>
        <w:t>3.</w:t>
      </w:r>
      <w:r w:rsidRPr="00E47180">
        <w:tab/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ज़िम्मेदारी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वहयी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तबलीग़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ज़िम्मेदारियाँ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ज़रूरत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रेहलत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सिवाए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तिरमिज़ी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460, </w:t>
      </w:r>
      <w:r w:rsidRPr="008F4AF7">
        <w:rPr>
          <w:rFonts w:hint="cs"/>
          <w:cs/>
          <w:lang w:bidi="hi-IN"/>
        </w:rPr>
        <w:t>तबक़ात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101)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ख़ामोश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तिरमिज़ी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637)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हिकमत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दरवाज़ा।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मुसतदरके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हाकिम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127)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दरवाज़ा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दरवाज़े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दाख़िल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कारेईने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केराम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निकला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बुनियाद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तीसरा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बचता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ज़िन्दगी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बनाया।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दीगर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बरतरी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मुतकल्लेमीन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अफ़ज़ल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वन्दे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 xml:space="preserve">: </w:t>
      </w:r>
      <w:r w:rsidRPr="00E47180">
        <w:rPr>
          <w:rFonts w:ascii="Times New Roman" w:hAnsi="Times New Roman" w:cs="Times New Roman" w:hint="cs"/>
          <w:rtl/>
        </w:rPr>
        <w:t>قُلْ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هَلْ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شُرَكَائِكُم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مَّن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يَهْدِي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إِلَى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الْحَقِّ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قُلِ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يَهْدِي</w:t>
      </w:r>
    </w:p>
    <w:p w:rsidR="008F4AF7" w:rsidRPr="00E47180" w:rsidRDefault="008F4AF7" w:rsidP="008F4AF7">
      <w:pPr>
        <w:pStyle w:val="libNormal"/>
      </w:pPr>
      <w:r w:rsidRPr="00E47180">
        <w:t xml:space="preserve"> </w:t>
      </w:r>
      <w:r w:rsidRPr="00E47180">
        <w:rPr>
          <w:rFonts w:ascii="Times New Roman" w:hAnsi="Times New Roman" w:cs="Times New Roman" w:hint="cs"/>
          <w:rtl/>
        </w:rPr>
        <w:t>لِلْحَقِّ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أَفَمَن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يَهْدِي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إِلَى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الْحَقِّ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أَحَقُّ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يُتَّبَعَ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أَمَّن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لَّا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يَهِدِّي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إِلَّا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يُهْدَى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فَمَا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كَيْفَ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تَحْكُمُونَ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यूनुस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35)</w:t>
      </w:r>
    </w:p>
    <w:p w:rsidR="008F4AF7" w:rsidRPr="00E47180" w:rsidRDefault="008F4AF7" w:rsidP="008F4AF7">
      <w:pPr>
        <w:pStyle w:val="libNormal"/>
      </w:pPr>
      <w:r w:rsidRPr="00E47180">
        <w:t xml:space="preserve">''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हिदायत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वाक़ेअन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क़ाबिले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E47180">
        <w:t xml:space="preserve">?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हिदायत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!! </w:t>
      </w:r>
      <w:r w:rsidRPr="008F4AF7">
        <w:rPr>
          <w:rFonts w:hint="cs"/>
          <w:cs/>
          <w:lang w:bidi="hi-IN"/>
        </w:rPr>
        <w:t>मगर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हिदायत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फैसले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E47180">
        <w:t>''!!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E47180">
        <w:t xml:space="preserve">''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अफ़ज़ल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धोका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E47180">
        <w:t>'' (</w:t>
      </w:r>
      <w:r w:rsidRPr="008F4AF7">
        <w:rPr>
          <w:rFonts w:hint="cs"/>
          <w:cs/>
          <w:lang w:bidi="hi-IN"/>
        </w:rPr>
        <w:t>कन्ज़ुल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14653)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हंबल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 :</w:t>
      </w:r>
      <w:r w:rsidRPr="00E47180">
        <w:t>''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बेहतर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मोमेनीन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ख़यानत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E47180">
        <w:t>'' (</w:t>
      </w:r>
      <w:r w:rsidRPr="008F4AF7">
        <w:rPr>
          <w:rFonts w:hint="cs"/>
          <w:cs/>
          <w:lang w:bidi="hi-IN"/>
        </w:rPr>
        <w:t>मजमउज़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ज़वायद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232, </w:t>
      </w:r>
      <w:r w:rsidRPr="008F4AF7">
        <w:rPr>
          <w:rFonts w:hint="cs"/>
          <w:cs/>
          <w:lang w:bidi="hi-IN"/>
        </w:rPr>
        <w:t>मुसनद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165)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ख़लील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E47180">
        <w:t xml:space="preserve">? </w:t>
      </w:r>
      <w:r w:rsidRPr="008F4AF7">
        <w:rPr>
          <w:rFonts w:hint="cs"/>
          <w:cs/>
          <w:lang w:bidi="hi-IN"/>
        </w:rPr>
        <w:t>उसने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दोस्तों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ख़ौफ़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छुपाया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छुपाया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E47180">
        <w:t xml:space="preserve"> </w:t>
      </w:r>
      <w:r w:rsidRPr="00E47180">
        <w:rPr>
          <w:rFonts w:ascii="Times New Roman" w:hAnsi="Times New Roman" w:cs="Times New Roman" w:hint="cs"/>
          <w:rtl/>
        </w:rPr>
        <w:t>إِنَّمَا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وَلِيُّكُمُ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وَرَسُولُهُ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وَالَّذِينَ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آمَنُوا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الَّذِينَ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يُقِيمُونَ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الصَّلَاةَ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وَيُؤْتُونَ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الزَّكَاةَ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وَهُمْ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رَاكِعُونَ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अहक़ाक़ुल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>.</w:t>
      </w:r>
      <w:r w:rsidRPr="008F4AF7">
        <w:rPr>
          <w:cs/>
          <w:lang w:bidi="hi-IN"/>
        </w:rPr>
        <w:tab/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अफ़ज़लियत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</w:p>
    <w:p w:rsidR="008F4AF7" w:rsidRPr="00E47180" w:rsidRDefault="008F4AF7" w:rsidP="008F4AF7">
      <w:pPr>
        <w:pStyle w:val="libNormal"/>
      </w:pPr>
      <w:r w:rsidRPr="00E47180">
        <w:t>1.</w:t>
      </w:r>
      <w:r w:rsidRPr="00E47180">
        <w:tab/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 xml:space="preserve">55)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</w:p>
    <w:p w:rsidR="008F4AF7" w:rsidRPr="00E47180" w:rsidRDefault="008F4AF7" w:rsidP="008F4AF7">
      <w:pPr>
        <w:pStyle w:val="libNormal"/>
      </w:pPr>
      <w:r w:rsidRPr="00E47180">
        <w:t xml:space="preserve">, </w:t>
      </w:r>
      <w:r w:rsidRPr="008F4AF7">
        <w:rPr>
          <w:rFonts w:hint="cs"/>
          <w:cs/>
          <w:lang w:bidi="hi-IN"/>
        </w:rPr>
        <w:t>ईमान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वालों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बस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साहिबाने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क़ायम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रुकू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ज़कात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सुन्नी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मुफ़स्सेरीन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इत्तेफ़ाक़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पचास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है।दुर्रे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239)</w:t>
      </w:r>
    </w:p>
    <w:p w:rsidR="008F4AF7" w:rsidRPr="00E47180" w:rsidRDefault="008F4AF7" w:rsidP="008F4AF7">
      <w:pPr>
        <w:pStyle w:val="libNormal"/>
      </w:pPr>
      <w:r w:rsidRPr="00E47180">
        <w:t>2.</w:t>
      </w:r>
      <w:r w:rsidRPr="00E47180">
        <w:tab/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मवद्दत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मवद्दत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</w:p>
    <w:p w:rsidR="008F4AF7" w:rsidRPr="00E47180" w:rsidRDefault="008F4AF7" w:rsidP="008F4AF7">
      <w:pPr>
        <w:pStyle w:val="libNormal"/>
      </w:pPr>
      <w:r w:rsidRPr="00E47180">
        <w:t xml:space="preserve">: </w:t>
      </w:r>
      <w:r w:rsidRPr="00E47180">
        <w:rPr>
          <w:rFonts w:ascii="Times New Roman" w:hAnsi="Times New Roman" w:cs="Times New Roman" w:hint="cs"/>
          <w:rtl/>
        </w:rPr>
        <w:t>ذَلِكَ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الَّذِي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يُبَشِّرُ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عِبَادَهُ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الَّذِينَ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آمَنُوا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وَعَمِلُوا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الصَّالِحَاتِ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قُل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لَّا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أَسْأَلُكُمْ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عَلَيْهِ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أَجْرًا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إِلَّا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الْمَوَدَّةَ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الْقُرْبَى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وَمَن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يَقْتَرِفْ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حَسَنَةً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نَّزِدْ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فِيهَا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حُسْنًا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إِنَّ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غَفُورٌ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شَكُورٌ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23)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</w:p>
    <w:p w:rsidR="008F4AF7" w:rsidRPr="00E47180" w:rsidRDefault="008F4AF7" w:rsidP="008F4AF7">
      <w:pPr>
        <w:pStyle w:val="libNormal"/>
      </w:pPr>
      <w:r w:rsidRPr="00E47180">
        <w:t xml:space="preserve">,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दीजिए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तहलीग़े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रिसालत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सिवाए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करो।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सुयूतीस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रिश्तेदार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कौन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?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अली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फ़ातेमा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बेटे।अहयाउल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मय्यत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फ़ज़ायले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239, </w:t>
      </w:r>
      <w:r w:rsidRPr="008F4AF7">
        <w:rPr>
          <w:rFonts w:hint="cs"/>
          <w:cs/>
          <w:lang w:bidi="hi-IN"/>
        </w:rPr>
        <w:t>दुर्रे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7, </w:t>
      </w:r>
      <w:r w:rsidRPr="008F4AF7">
        <w:rPr>
          <w:rFonts w:hint="cs"/>
          <w:cs/>
          <w:lang w:bidi="hi-IN"/>
        </w:rPr>
        <w:t>जामेउल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14, </w:t>
      </w:r>
      <w:r w:rsidRPr="008F4AF7">
        <w:rPr>
          <w:rFonts w:hint="cs"/>
          <w:cs/>
          <w:lang w:bidi="hi-IN"/>
        </w:rPr>
        <w:t>मुसतदरके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हाकिम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444, </w:t>
      </w:r>
      <w:r w:rsidRPr="008F4AF7">
        <w:rPr>
          <w:rFonts w:hint="cs"/>
          <w:cs/>
          <w:lang w:bidi="hi-IN"/>
        </w:rPr>
        <w:t>मुसनदे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199)</w:t>
      </w:r>
    </w:p>
    <w:p w:rsidR="008F4AF7" w:rsidRPr="00E47180" w:rsidRDefault="008F4AF7" w:rsidP="008F4AF7">
      <w:pPr>
        <w:pStyle w:val="libNormal"/>
      </w:pPr>
      <w:r w:rsidRPr="00E47180">
        <w:t>3.</w:t>
      </w:r>
      <w:r w:rsidRPr="00E47180">
        <w:tab/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ततहीर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ततहीर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चुँनाचे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</w:p>
    <w:p w:rsidR="008F4AF7" w:rsidRPr="00E47180" w:rsidRDefault="008F4AF7" w:rsidP="008F4AF7">
      <w:pPr>
        <w:pStyle w:val="libNormal"/>
      </w:pPr>
      <w:r w:rsidRPr="00E47180">
        <w:t xml:space="preserve">: </w:t>
      </w:r>
      <w:r w:rsidRPr="00E47180">
        <w:rPr>
          <w:rFonts w:ascii="Times New Roman" w:hAnsi="Times New Roman" w:cs="Times New Roman" w:hint="cs"/>
          <w:rtl/>
        </w:rPr>
        <w:t>إِنَّمَا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يُرِيدُ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لِيُذْهِبَ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عَنكُمُ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الرِّجْسَ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أَهْلَ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الْبَيْتِ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وَيُطَهِّرَكُمْ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تَطْهِيرًا</w:t>
      </w:r>
      <w:r w:rsidRPr="00E47180">
        <w:t xml:space="preserve"> 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अहज़ाब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33)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E47180">
        <w:t xml:space="preserve">,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बुराई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पाकीज़ा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पाकीज़ा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मुस्लिम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हुज्जाज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आयशा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सुबह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हुजरे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निकले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आये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केसा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दाख़िल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दाख़िल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फ़ातेमा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दाख़िल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दाख़िल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आये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दाख़िल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तिलावत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 xml:space="preserve">: </w:t>
      </w:r>
      <w:r w:rsidRPr="00E47180">
        <w:rPr>
          <w:rFonts w:ascii="Times New Roman" w:hAnsi="Times New Roman" w:cs="Times New Roman" w:hint="cs"/>
          <w:rtl/>
        </w:rPr>
        <w:t>إِنَّمَا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يُرِيدُ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لِيُذْهِبَ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عَنكُمُ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الرِّجْسَ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أَهْلَ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الْبَيْتِ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وَيُطَهِّرَكُمْ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تَطْهِيرًا</w:t>
      </w:r>
      <w:r w:rsidRPr="00E47180"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आयते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ततहीर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मुस्लिम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331)</w:t>
      </w:r>
    </w:p>
    <w:p w:rsidR="008F4AF7" w:rsidRPr="00E47180" w:rsidRDefault="008F4AF7" w:rsidP="008F4AF7">
      <w:pPr>
        <w:pStyle w:val="libNormal"/>
      </w:pPr>
      <w:r w:rsidRPr="00E47180">
        <w:t xml:space="preserve">4. </w:t>
      </w:r>
      <w:r w:rsidRPr="00E47180">
        <w:tab/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बिस्तर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सोए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: </w:t>
      </w:r>
      <w:r w:rsidRPr="00E47180">
        <w:rPr>
          <w:rFonts w:ascii="Times New Roman" w:hAnsi="Times New Roman" w:cs="Times New Roman" w:hint="cs"/>
          <w:rtl/>
        </w:rPr>
        <w:t>وَمِنَ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النَّاسِ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مَن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يَشْرِي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نَفْسَهُ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ابْتِغَاءَ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مَرْضَاتِ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وَاللَّـهُ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رَءُوفٌ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بِالْعِبَادِ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बक़रह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207)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ख़ुशनूदी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डालते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बड़ा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शफ़क़त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मेहरबान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मुशरेकीने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पनाह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बिस्तर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सोए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मुसतदरक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सहीहैन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मुफ़स्सेरीन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बिस्तरे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लेटे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263)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हंबल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तबरी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तारिख़ुल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मुलूक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lastRenderedPageBreak/>
        <w:t xml:space="preserve"> </w:t>
      </w:r>
      <w:r w:rsidRPr="00E47180">
        <w:rPr>
          <w:rFonts w:ascii="Times New Roman" w:hAnsi="Times New Roman" w:cs="Times New Roman" w:hint="cs"/>
          <w:rtl/>
        </w:rPr>
        <w:t>فَمَنْ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حَاجَّكَ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فِيهِ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بَعْدِ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جَاءَكَ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الْعِلْمِ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فَقُلْ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تَعَالَوْا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نَدْعُ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أَبْنَاءَنَا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وَأَبْنَاءَكُمْ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وَنِسَاءَنَا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وَنِسَاءَكُمْ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وَأَنفُسَنَا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وَأَنفُسَكُمْ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ثُمَّ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نَبْتَهِلْ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فَنَجْعَل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لَّعْنَتَ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عَلَى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الْكَاذِبِينَ</w:t>
      </w:r>
    </w:p>
    <w:p w:rsidR="008F4AF7" w:rsidRPr="00E47180" w:rsidRDefault="008F4AF7" w:rsidP="008F4AF7">
      <w:pPr>
        <w:pStyle w:val="libNormal"/>
      </w:pPr>
      <w:r w:rsidRPr="00E47180">
        <w:t>5.</w:t>
      </w:r>
      <w:r w:rsidRPr="00E47180">
        <w:tab/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मुबाहला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इमरान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61)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कट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हुज्जती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दीजिए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अच्छा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मैदान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आओ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बेटे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बुलायें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बेटे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बुलायें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मिलकर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बारगाह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गिड़गिड़ायें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झूठों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मुफ़स्सेरीन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इत्तेफ़ाक़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अनफ़ुसना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पस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मक़ामात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बराबर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हंमल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>)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फ़ातेमा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ख़ुदावंदा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मुस्लिम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तिरमिज़ी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मुसतदरके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हाकिम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वग़ैरह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मज़मून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मुसनदे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185)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मुस्लिम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120)</w:t>
      </w:r>
    </w:p>
    <w:p w:rsidR="008F4AF7" w:rsidRPr="00E47180" w:rsidRDefault="008F4AF7" w:rsidP="008F4AF7">
      <w:pPr>
        <w:pStyle w:val="libNormal"/>
      </w:pPr>
      <w:r w:rsidRPr="00E47180">
        <w:lastRenderedPageBreak/>
        <w:t>(</w:t>
      </w:r>
      <w:r w:rsidRPr="008F4AF7">
        <w:rPr>
          <w:rFonts w:hint="cs"/>
          <w:cs/>
          <w:lang w:bidi="hi-IN"/>
        </w:rPr>
        <w:t>सोनने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तिरमिज़ी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596)</w:t>
      </w:r>
    </w:p>
    <w:p w:rsidR="008F4AF7" w:rsidRPr="00FD6765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मुसतदरके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सहीहैन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150)</w:t>
      </w:r>
    </w:p>
    <w:p w:rsidR="00735514" w:rsidRPr="00FD6765" w:rsidRDefault="00735514" w:rsidP="008F4AF7">
      <w:pPr>
        <w:pStyle w:val="libNormal"/>
        <w:rPr>
          <w:lang w:bidi="hi-IN"/>
        </w:rPr>
      </w:pPr>
    </w:p>
    <w:p w:rsidR="001D08AD" w:rsidRDefault="001D08AD" w:rsidP="00735514">
      <w:pPr>
        <w:pStyle w:val="Heading1"/>
        <w:rPr>
          <w:cs/>
          <w:lang w:bidi="hi-IN"/>
        </w:rPr>
      </w:pPr>
    </w:p>
    <w:p w:rsidR="001D08AD" w:rsidRDefault="001D08AD" w:rsidP="00735514">
      <w:pPr>
        <w:pStyle w:val="Heading1"/>
        <w:rPr>
          <w:cs/>
          <w:lang w:bidi="hi-IN"/>
        </w:rPr>
      </w:pPr>
      <w:bookmarkStart w:id="14" w:name="_Toc457825238"/>
      <w:r w:rsidRPr="008F4AF7">
        <w:rPr>
          <w:rFonts w:hint="cs"/>
          <w:cs/>
          <w:lang w:bidi="hi-IN"/>
        </w:rPr>
        <w:t>ब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अफ़ज़लियत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अहादीस</w:t>
      </w:r>
      <w:bookmarkEnd w:id="14"/>
    </w:p>
    <w:p w:rsidR="001D08AD" w:rsidRDefault="001D08AD" w:rsidP="00735514">
      <w:pPr>
        <w:pStyle w:val="Heading2"/>
      </w:pPr>
    </w:p>
    <w:p w:rsidR="001D08AD" w:rsidRDefault="001D08AD" w:rsidP="00735514">
      <w:pPr>
        <w:pStyle w:val="Heading2"/>
      </w:pPr>
      <w:bookmarkStart w:id="15" w:name="_Toc457825239"/>
      <w:r w:rsidRPr="00735514">
        <w:t xml:space="preserve">1.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>)</w:t>
      </w:r>
      <w:r w:rsidRPr="00735514">
        <w:t xml:space="preserve">,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भाई</w:t>
      </w:r>
      <w:bookmarkEnd w:id="15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हाकिम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नैशापूरी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अक़्दे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उख़ूव्वत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पढ़ा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भाई</w:t>
      </w:r>
      <w:r w:rsidRPr="00E47180">
        <w:t xml:space="preserve">, </w:t>
      </w:r>
      <w:r w:rsidRPr="008F4AF7">
        <w:rPr>
          <w:rFonts w:hint="cs"/>
          <w:cs/>
          <w:lang w:bidi="hi-IN"/>
        </w:rPr>
        <w:t>तलहा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ज़ुबैर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रसूलल्लाह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अक़्दे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उख़ूव्वत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पढ़ा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कौन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?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हो।अल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मुसतदरक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सहीहैन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14)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उस्ताद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तौफ़ीक़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मिस्र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अदलिया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वकीले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अव्वल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तहरीर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फ़ज़ीलत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पल्ला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बराबर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43)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उस्ताद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ख़ालिद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ख़ालिद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मिस्री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रक़्म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आर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इंतेख़ाब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अक़्दे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उख़ूव्वत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मुमकिन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गहराई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मुक़द्दम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बरादर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उनवान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मुन्तख़ब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किया।फ़ी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उस्ताद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मिस्री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उख़ूव्वत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बरादरी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इनायत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फ़रमाई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थी।</w:t>
      </w:r>
    </w:p>
    <w:p w:rsidR="008F4AF7" w:rsidRPr="00FD6765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बक़ीयतुन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नुबुवह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ख़ातिमुल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110)</w:t>
      </w:r>
    </w:p>
    <w:p w:rsidR="00735514" w:rsidRPr="00FD6765" w:rsidRDefault="00735514" w:rsidP="008F4AF7">
      <w:pPr>
        <w:pStyle w:val="libNormal"/>
        <w:rPr>
          <w:lang w:bidi="hi-IN"/>
        </w:rPr>
      </w:pPr>
    </w:p>
    <w:p w:rsidR="001D08AD" w:rsidRDefault="001D08AD" w:rsidP="00735514">
      <w:pPr>
        <w:pStyle w:val="Heading2"/>
      </w:pPr>
    </w:p>
    <w:p w:rsidR="001D08AD" w:rsidRDefault="001D08AD" w:rsidP="00735514">
      <w:pPr>
        <w:pStyle w:val="Heading2"/>
      </w:pPr>
      <w:bookmarkStart w:id="16" w:name="_Toc457825240"/>
      <w:r w:rsidRPr="00735514">
        <w:t>2.</w:t>
      </w:r>
      <w:r w:rsidRPr="00735514">
        <w:tab/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काबा</w:t>
      </w:r>
      <w:bookmarkEnd w:id="16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हाकिम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नैशापुरी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मुतावातिर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फ़ातेमा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किया।अल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मुसतरदक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सहीहैन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550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6044)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मुअल्लेफ़ीन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डाक्टर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मुसम्मात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सुआद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माहिर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जिन्दगी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मोहताज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फ़ज़ीलत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वहयी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तरबीयत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मशहदुल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फ़ीन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6)</w:t>
      </w:r>
    </w:p>
    <w:p w:rsidR="001D08AD" w:rsidRDefault="001D08AD" w:rsidP="00735514">
      <w:pPr>
        <w:pStyle w:val="Heading2"/>
      </w:pPr>
    </w:p>
    <w:p w:rsidR="001D08AD" w:rsidRDefault="001D08AD" w:rsidP="00735514">
      <w:pPr>
        <w:pStyle w:val="Heading2"/>
      </w:pPr>
      <w:bookmarkStart w:id="17" w:name="_Toc457825241"/>
      <w:r w:rsidRPr="00735514">
        <w:t>3-</w:t>
      </w:r>
      <w:r w:rsidRPr="00735514">
        <w:tab/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तरबीयते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इलाही</w:t>
      </w:r>
      <w:bookmarkEnd w:id="17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हाकिम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नैशापुरी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नेमतों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क़ुरैश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मुश्किलात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गिरफ़्तार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हाशिम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फज़्ल</w:t>
      </w:r>
      <w:r w:rsidRPr="00E47180">
        <w:t xml:space="preserve">, </w:t>
      </w:r>
      <w:r w:rsidRPr="008F4AF7">
        <w:rPr>
          <w:rFonts w:hint="cs"/>
          <w:cs/>
          <w:lang w:bidi="hi-IN"/>
        </w:rPr>
        <w:t>तु्म्हारे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अयालदार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सख्ती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ज़िन्दगी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गुज़ार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lastRenderedPageBreak/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चलते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बोझ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बेटों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फ़रज़ंद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इंतेख़ाब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कि़फ़ालत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चुँनाचे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मौज़ू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अक़ील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बक़ीया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इँतेख़ाब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इंतेख़ाब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जाफ़र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बेसत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पैरवी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हमेशा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तसदीक़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नमाज़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मस्जिदुल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ख़ान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काबा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पीछे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पीछे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ख़दीजा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पढ़ते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अफ़राद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पढ़ता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मुसतदरक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सहीहैन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183, </w:t>
      </w:r>
      <w:r w:rsidRPr="008F4AF7">
        <w:rPr>
          <w:rFonts w:hint="cs"/>
          <w:cs/>
          <w:lang w:bidi="hi-IN"/>
        </w:rPr>
        <w:t>मुसनद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209, 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311)</w:t>
      </w:r>
    </w:p>
    <w:p w:rsidR="00735514" w:rsidRDefault="008F4AF7" w:rsidP="008F4AF7">
      <w:pPr>
        <w:pStyle w:val="libNormal"/>
        <w:rPr>
          <w:lang w:bidi="hi-IN"/>
        </w:rPr>
      </w:pPr>
      <w:r w:rsidRPr="008F4AF7">
        <w:rPr>
          <w:rFonts w:hint="cs"/>
          <w:cs/>
          <w:lang w:bidi="hi-IN"/>
        </w:rPr>
        <w:t>उब्बाद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बरादर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सिद्दीक़े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झूटा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तोहमत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पढ़ी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cs/>
          <w:lang w:bidi="hi-IN"/>
        </w:rPr>
        <w:t>(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52)</w:t>
      </w:r>
    </w:p>
    <w:p w:rsidR="00735514" w:rsidRDefault="008F4AF7" w:rsidP="008F4AF7">
      <w:pPr>
        <w:pStyle w:val="libNormal"/>
        <w:rPr>
          <w:lang w:bidi="hi-IN"/>
        </w:rPr>
      </w:pPr>
      <w:r w:rsidRPr="008F4AF7">
        <w:rPr>
          <w:rFonts w:hint="cs"/>
          <w:cs/>
          <w:lang w:bidi="hi-IN"/>
        </w:rPr>
        <w:t>उस्ताद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महमूद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अक़्क़ाद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मशहूर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मारूफ़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मिस्री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घर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तरबीयत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पूरी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पहुची।</w:t>
      </w:r>
    </w:p>
    <w:p w:rsidR="008F4AF7" w:rsidRPr="00E47180" w:rsidRDefault="00735514" w:rsidP="008F4AF7">
      <w:pPr>
        <w:pStyle w:val="libNormal"/>
      </w:pPr>
      <w:r>
        <w:rPr>
          <w:rFonts w:hint="cs"/>
          <w:cs/>
          <w:lang w:bidi="hi-IN"/>
        </w:rPr>
        <w:t>(</w:t>
      </w:r>
      <w:r w:rsidR="008F4AF7" w:rsidRPr="008F4AF7">
        <w:rPr>
          <w:rFonts w:hint="cs"/>
          <w:cs/>
          <w:lang w:bidi="hi-IN"/>
        </w:rPr>
        <w:t>अबक़रियतुल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इमाम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अली</w:t>
      </w:r>
      <w:r w:rsidR="008F4AF7" w:rsidRPr="008F4AF7">
        <w:rPr>
          <w:cs/>
          <w:lang w:bidi="hi-IN"/>
        </w:rPr>
        <w:t xml:space="preserve"> (</w:t>
      </w:r>
      <w:r w:rsidR="008F4AF7" w:rsidRPr="008F4AF7">
        <w:rPr>
          <w:rFonts w:hint="cs"/>
          <w:cs/>
          <w:lang w:bidi="hi-IN"/>
        </w:rPr>
        <w:t>अ</w:t>
      </w:r>
      <w:r w:rsidR="008F4AF7" w:rsidRPr="008F4AF7">
        <w:rPr>
          <w:cs/>
          <w:lang w:bidi="hi-IN"/>
        </w:rPr>
        <w:t xml:space="preserve">) </w:t>
      </w:r>
      <w:r w:rsidR="008F4AF7" w:rsidRPr="008F4AF7">
        <w:rPr>
          <w:rFonts w:hint="cs"/>
          <w:cs/>
          <w:lang w:bidi="hi-IN"/>
        </w:rPr>
        <w:t>पेज</w:t>
      </w:r>
      <w:r w:rsidR="008F4AF7" w:rsidRPr="008F4AF7">
        <w:rPr>
          <w:cs/>
          <w:lang w:bidi="hi-IN"/>
        </w:rPr>
        <w:t xml:space="preserve"> </w:t>
      </w:r>
      <w:r w:rsidR="008F4AF7" w:rsidRPr="00E47180">
        <w:t>43)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डाक्टर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अबदहू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यमानी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बचपन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परवान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चढ़े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छोड़ा।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अल्लिमू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औलादकुम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101)</w:t>
      </w:r>
    </w:p>
    <w:p w:rsidR="008F4AF7" w:rsidRPr="00E47180" w:rsidRDefault="008F4AF7" w:rsidP="008F4AF7">
      <w:pPr>
        <w:pStyle w:val="libNormal"/>
      </w:pPr>
      <w:r w:rsidRPr="00E47180">
        <w:t>4-</w:t>
      </w:r>
      <w:r w:rsidRPr="00E47180">
        <w:tab/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सजदा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उस्ताद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बाक़ूरी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वज़ीरे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अवक़ाफ़े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मिस्र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कर्मल्लाहो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बजहहू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सजदा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इमामुल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आईम्मा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9)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उस्ताद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महमूद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अक्क़ाद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मुसल्लम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मुसलमान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अशहाब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शख्सियत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आँख़ें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खोलीं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हरगिज़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इबादत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शिनाख़्त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अबक़िरयतुल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43)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डाक्टर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यमानी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रक़्मतराज़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फ़ातेमा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साहिबे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यक़ीन</w:t>
      </w:r>
      <w:r w:rsidRPr="00E47180">
        <w:t xml:space="preserve">, </w:t>
      </w:r>
      <w:r w:rsidRPr="008F4AF7">
        <w:rPr>
          <w:rFonts w:hint="cs"/>
          <w:cs/>
          <w:lang w:bidi="hi-IN"/>
        </w:rPr>
        <w:t>दुख़्तरे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बेहतरीने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कर्मल्लाहो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बजहहू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तवाज़ो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इंकेसारी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इबादत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है।अल्लिमू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औलादकुम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101)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फ़ज़ीलत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डाक्टर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बय्यूमी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मेहरान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उम्मुल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मुअज्ज़मा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कालेज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उस्ताद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मुसम्मात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डाक्टर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सुआद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माहिर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50, </w:t>
      </w:r>
      <w:r w:rsidRPr="008F4AF7">
        <w:rPr>
          <w:rFonts w:hint="cs"/>
          <w:cs/>
          <w:lang w:bidi="hi-IN"/>
        </w:rPr>
        <w:t>मशहदुल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फ़ीन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36)</w:t>
      </w:r>
    </w:p>
    <w:p w:rsidR="001D08AD" w:rsidRDefault="001D08AD" w:rsidP="00735514">
      <w:pPr>
        <w:pStyle w:val="Heading2"/>
      </w:pPr>
    </w:p>
    <w:p w:rsidR="001D08AD" w:rsidRDefault="001D08AD" w:rsidP="00735514">
      <w:pPr>
        <w:pStyle w:val="Heading2"/>
      </w:pPr>
      <w:bookmarkStart w:id="18" w:name="_Toc457825242"/>
      <w:r w:rsidRPr="00735514">
        <w:t>5-</w:t>
      </w:r>
      <w:r w:rsidRPr="00735514">
        <w:tab/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</w:t>
      </w:r>
      <w:bookmarkEnd w:id="18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फ़ातेमा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ज़हरा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बेशक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लाये।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मुसनद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662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19796, </w:t>
      </w:r>
      <w:r w:rsidRPr="008F4AF7">
        <w:rPr>
          <w:rFonts w:hint="cs"/>
          <w:cs/>
          <w:lang w:bidi="hi-IN"/>
        </w:rPr>
        <w:t>कंज़ुल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605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23924)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रक़्मतराज़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हिदायत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लायें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इबादत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पत्थर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बुतों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पूजा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260)</w:t>
      </w:r>
    </w:p>
    <w:p w:rsidR="001D08AD" w:rsidRDefault="001D08AD" w:rsidP="00735514">
      <w:pPr>
        <w:pStyle w:val="Heading2"/>
      </w:pPr>
    </w:p>
    <w:p w:rsidR="001D08AD" w:rsidRDefault="001D08AD" w:rsidP="00735514">
      <w:pPr>
        <w:pStyle w:val="Heading2"/>
      </w:pPr>
      <w:bookmarkStart w:id="19" w:name="_Toc457825243"/>
      <w:r w:rsidRPr="00735514">
        <w:t>6.</w:t>
      </w:r>
      <w:r w:rsidRPr="00735514">
        <w:tab/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मख़लूक़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महबूब</w:t>
      </w:r>
      <w:bookmarkEnd w:id="19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तिरमिज़ी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मालिक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भूना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परिन्दा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हुआ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इलाहा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तेरी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मख़लूक़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महबूब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भेज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परिन्दे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आये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तनावुल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फ़रमाया।सही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तिरमिज़ी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595)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उस्ताद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बाक़ूरी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?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महबूब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इमाममुल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आईम्मा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107)</w:t>
      </w:r>
    </w:p>
    <w:p w:rsidR="001D08AD" w:rsidRDefault="001D08AD" w:rsidP="00735514">
      <w:pPr>
        <w:pStyle w:val="Heading2"/>
      </w:pPr>
    </w:p>
    <w:p w:rsidR="001D08AD" w:rsidRDefault="001D08AD" w:rsidP="00735514">
      <w:pPr>
        <w:pStyle w:val="Heading2"/>
      </w:pPr>
      <w:bookmarkStart w:id="20" w:name="_Toc457825244"/>
      <w:r w:rsidRPr="00735514">
        <w:t>7.</w:t>
      </w:r>
      <w:r w:rsidRPr="00735514">
        <w:tab/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औऱ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bookmarkEnd w:id="20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आदम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आदम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ख़ल्क़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हिस्से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हिस्सा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हिस्सा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तज़किरतुल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ख़वास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46)</w:t>
      </w:r>
    </w:p>
    <w:p w:rsidR="001D08AD" w:rsidRDefault="001D08AD" w:rsidP="00735514">
      <w:pPr>
        <w:pStyle w:val="Heading2"/>
      </w:pPr>
    </w:p>
    <w:p w:rsidR="001D08AD" w:rsidRDefault="001D08AD" w:rsidP="00735514">
      <w:pPr>
        <w:pStyle w:val="Heading2"/>
      </w:pPr>
      <w:r w:rsidRPr="00735514">
        <w:t xml:space="preserve"> </w:t>
      </w:r>
      <w:bookmarkStart w:id="21" w:name="_Toc457825245"/>
      <w:r w:rsidRPr="00735514">
        <w:t xml:space="preserve">8. </w:t>
      </w:r>
      <w:r w:rsidRPr="00735514">
        <w:tab/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ज़ाहिद</w:t>
      </w:r>
      <w:bookmarkEnd w:id="21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उस्ताद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महमूद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ऐक़ाद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ख़ुलाफ़ा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लज़्ज़तों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ज़ाहिद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अबक़रियतुल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29)</w:t>
      </w:r>
    </w:p>
    <w:p w:rsidR="001D08AD" w:rsidRDefault="001D08AD" w:rsidP="00735514">
      <w:pPr>
        <w:pStyle w:val="Heading2"/>
      </w:pPr>
    </w:p>
    <w:p w:rsidR="001D08AD" w:rsidRDefault="001D08AD" w:rsidP="00735514">
      <w:pPr>
        <w:pStyle w:val="Heading2"/>
      </w:pPr>
      <w:bookmarkStart w:id="22" w:name="_Toc457825246"/>
      <w:r w:rsidRPr="00735514">
        <w:t>9.</w:t>
      </w:r>
      <w:r w:rsidRPr="00735514">
        <w:tab/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सहाबा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शुजाअ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बहादुर</w:t>
      </w:r>
      <w:bookmarkEnd w:id="22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उस्ताद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जुन्दी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इब्राहीम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युसुफ़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महजूब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शजउल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 (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मुजाहेदिन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सैयद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lastRenderedPageBreak/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मंज़िलत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बद्र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शरीक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मुशरेकीन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सत्तर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जिनमे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आधे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मलायका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क़त्ल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ज़हमतें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बर्दाश्त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मुक़द्दम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ओहद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हुनैन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ख़ैबर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फ़ातेह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अबदवद</w:t>
      </w:r>
      <w:r w:rsidRPr="00E47180">
        <w:t xml:space="preserve">, </w:t>
      </w:r>
      <w:r w:rsidRPr="008F4AF7">
        <w:rPr>
          <w:rFonts w:hint="cs"/>
          <w:cs/>
          <w:lang w:bidi="hi-IN"/>
        </w:rPr>
        <w:t>ख़ंदक़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बहादुर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यहूदी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क़ातिल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सजउल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18)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महमूद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अक़्क़ाद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मशहूर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ज़ेर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क़त्ल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अबक़रितुल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15)</w:t>
      </w:r>
    </w:p>
    <w:p w:rsidR="00735514" w:rsidRDefault="008F4AF7" w:rsidP="008F4AF7">
      <w:pPr>
        <w:pStyle w:val="libNormal"/>
        <w:rPr>
          <w:lang w:bidi="hi-IN"/>
        </w:rPr>
      </w:pPr>
      <w:r w:rsidRPr="008F4AF7">
        <w:rPr>
          <w:rFonts w:hint="cs"/>
          <w:cs/>
          <w:lang w:bidi="hi-IN"/>
        </w:rPr>
        <w:t>डाक्टर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अबदहू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यमानी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तौसीफ़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बहादुर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शुजाअ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हिफ़ाज़त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तोहफ़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ख़ुलूसे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चुनाँचे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बिस्तर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गये।</w:t>
      </w:r>
    </w:p>
    <w:p w:rsidR="008F4AF7" w:rsidRPr="00E47180" w:rsidRDefault="00735514" w:rsidP="008F4AF7">
      <w:pPr>
        <w:pStyle w:val="libNormal"/>
      </w:pPr>
      <w:r>
        <w:rPr>
          <w:rFonts w:hint="cs"/>
          <w:cs/>
          <w:lang w:bidi="hi-IN"/>
        </w:rPr>
        <w:t>(</w:t>
      </w:r>
      <w:r w:rsidR="008F4AF7" w:rsidRPr="008F4AF7">
        <w:rPr>
          <w:rFonts w:hint="cs"/>
          <w:cs/>
          <w:lang w:bidi="hi-IN"/>
        </w:rPr>
        <w:t>अल्लिमू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औलादकुम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मुहब्बता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आलिन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नबी</w:t>
      </w:r>
      <w:r w:rsidR="008F4AF7" w:rsidRPr="008F4AF7">
        <w:rPr>
          <w:cs/>
          <w:lang w:bidi="hi-IN"/>
        </w:rPr>
        <w:t xml:space="preserve"> (</w:t>
      </w:r>
      <w:r w:rsidR="008F4AF7" w:rsidRPr="008F4AF7">
        <w:rPr>
          <w:rFonts w:hint="cs"/>
          <w:cs/>
          <w:lang w:bidi="hi-IN"/>
        </w:rPr>
        <w:t>स</w:t>
      </w:r>
      <w:r w:rsidR="008F4AF7" w:rsidRPr="008F4AF7">
        <w:rPr>
          <w:cs/>
          <w:lang w:bidi="hi-IN"/>
        </w:rPr>
        <w:t xml:space="preserve">) </w:t>
      </w:r>
      <w:r w:rsidR="008F4AF7" w:rsidRPr="008F4AF7">
        <w:rPr>
          <w:rFonts w:hint="cs"/>
          <w:cs/>
          <w:lang w:bidi="hi-IN"/>
        </w:rPr>
        <w:t>पेज</w:t>
      </w:r>
      <w:r w:rsidR="008F4AF7" w:rsidRPr="008F4AF7">
        <w:rPr>
          <w:cs/>
          <w:lang w:bidi="hi-IN"/>
        </w:rPr>
        <w:t xml:space="preserve"> </w:t>
      </w:r>
      <w:r w:rsidR="008F4AF7" w:rsidRPr="00E47180">
        <w:t xml:space="preserve">109) </w:t>
      </w:r>
    </w:p>
    <w:p w:rsidR="001D08AD" w:rsidRDefault="001D08AD" w:rsidP="00735514">
      <w:pPr>
        <w:pStyle w:val="Heading2"/>
      </w:pPr>
    </w:p>
    <w:p w:rsidR="001D08AD" w:rsidRDefault="001D08AD" w:rsidP="00735514">
      <w:pPr>
        <w:pStyle w:val="Heading2"/>
      </w:pPr>
      <w:bookmarkStart w:id="23" w:name="_Toc457825247"/>
      <w:r w:rsidRPr="00735514">
        <w:t>10.</w:t>
      </w:r>
      <w:r w:rsidRPr="00735514">
        <w:tab/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सहाबा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आलिम</w:t>
      </w:r>
      <w:bookmarkEnd w:id="23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>.</w:t>
      </w:r>
      <w:r w:rsidRPr="008F4AF7">
        <w:rPr>
          <w:cs/>
          <w:lang w:bidi="hi-IN"/>
        </w:rPr>
        <w:tab/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फ़रमान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मनाक़िबे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ख़ारज़मी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40)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तिरमिज़ी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तिरमिज़ी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637)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हिकमत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उसका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दरवाज़ा।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मुसतदरक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सहीहैन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127)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दरवाज़ा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दरवाज़े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दाख़िल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हम्बल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फ़ातेमा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मुसनद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26, </w:t>
      </w:r>
      <w:r w:rsidRPr="008F4AF7">
        <w:rPr>
          <w:rFonts w:hint="cs"/>
          <w:cs/>
          <w:lang w:bidi="hi-IN"/>
        </w:rPr>
        <w:t>मजमउज़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ज़वायद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101)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शौहर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इज़हार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1D08AD" w:rsidRDefault="001D08AD" w:rsidP="00735514">
      <w:pPr>
        <w:pStyle w:val="Heading1"/>
        <w:rPr>
          <w:cs/>
          <w:lang w:bidi="hi-IN"/>
        </w:rPr>
      </w:pPr>
    </w:p>
    <w:p w:rsidR="001D08AD" w:rsidRDefault="001D08AD" w:rsidP="00735514">
      <w:pPr>
        <w:pStyle w:val="Heading1"/>
        <w:rPr>
          <w:cs/>
          <w:lang w:bidi="hi-IN"/>
        </w:rPr>
      </w:pPr>
      <w:bookmarkStart w:id="24" w:name="_Toc457825248"/>
      <w:r w:rsidRPr="008F4AF7">
        <w:rPr>
          <w:rFonts w:hint="cs"/>
          <w:cs/>
          <w:lang w:bidi="hi-IN"/>
        </w:rPr>
        <w:t>ब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ज़बानी</w:t>
      </w:r>
      <w:bookmarkEnd w:id="24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आयशा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थे।तारीख़े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असाकर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162, </w:t>
      </w:r>
      <w:r w:rsidRPr="008F4AF7">
        <w:rPr>
          <w:rFonts w:hint="cs"/>
          <w:cs/>
          <w:lang w:bidi="hi-IN"/>
        </w:rPr>
        <w:t>उस्दुल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22)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ख़ुतबे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क़ज़ावत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ओर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फ़ैसला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बेमिसाल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हैं।तारीख़े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असाकर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36, </w:t>
      </w:r>
      <w:r w:rsidRPr="008F4AF7">
        <w:rPr>
          <w:rFonts w:hint="cs"/>
          <w:cs/>
          <w:lang w:bidi="hi-IN"/>
        </w:rPr>
        <w:t>मुसनद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113, </w:t>
      </w:r>
      <w:r w:rsidRPr="008F4AF7">
        <w:rPr>
          <w:rFonts w:hint="cs"/>
          <w:cs/>
          <w:lang w:bidi="hi-IN"/>
        </w:rPr>
        <w:t>तबक़ाते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102)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पेदरे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बुज़ुर्गवार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शहादत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बेशक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उठ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साबेक़ीन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गुज़िश्ता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लाहेक़ीन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आईन्दा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सकते।मुसनद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328)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महमूद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अक़्क़ाद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क़ज़ावत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मशहूर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क़ज़ावत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...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पहुचाये।</w:t>
      </w:r>
    </w:p>
    <w:p w:rsidR="008F4AF7" w:rsidRPr="00FD6765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अबक़रियतुल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195)</w:t>
      </w:r>
    </w:p>
    <w:p w:rsidR="00735514" w:rsidRPr="00FD6765" w:rsidRDefault="00735514" w:rsidP="008F4AF7">
      <w:pPr>
        <w:pStyle w:val="libNormal"/>
        <w:rPr>
          <w:lang w:bidi="hi-IN"/>
        </w:rPr>
      </w:pPr>
    </w:p>
    <w:p w:rsidR="001D08AD" w:rsidRDefault="001D08AD" w:rsidP="00735514">
      <w:pPr>
        <w:pStyle w:val="Heading1"/>
        <w:rPr>
          <w:cs/>
          <w:lang w:bidi="hi-IN"/>
        </w:rPr>
      </w:pPr>
    </w:p>
    <w:p w:rsidR="001D08AD" w:rsidRDefault="001D08AD" w:rsidP="00735514">
      <w:pPr>
        <w:pStyle w:val="Heading1"/>
        <w:rPr>
          <w:cs/>
          <w:lang w:bidi="hi-IN"/>
        </w:rPr>
      </w:pPr>
      <w:bookmarkStart w:id="25" w:name="_Toc457825249"/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>.</w:t>
      </w:r>
      <w:r w:rsidRPr="008F4AF7">
        <w:rPr>
          <w:cs/>
          <w:lang w:bidi="hi-IN"/>
        </w:rPr>
        <w:tab/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मर्कज़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>)</w:t>
      </w:r>
      <w:bookmarkEnd w:id="25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नहजुल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बलाग़ा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मुक़द्देमात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क़वायद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वाज़ेह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अक़्ली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मनक़ूला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वाज़ेह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वज़ाहत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तरफड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पलटते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17)</w:t>
      </w:r>
    </w:p>
    <w:p w:rsidR="001D08AD" w:rsidRDefault="001D08AD" w:rsidP="00735514">
      <w:pPr>
        <w:pStyle w:val="Heading2"/>
      </w:pPr>
    </w:p>
    <w:p w:rsidR="001D08AD" w:rsidRDefault="001D08AD" w:rsidP="00735514">
      <w:pPr>
        <w:pStyle w:val="Heading2"/>
      </w:pPr>
      <w:bookmarkStart w:id="26" w:name="_Toc457825250"/>
      <w:r w:rsidRPr="00735514">
        <w:t>11.</w:t>
      </w:r>
      <w:r w:rsidRPr="00735514">
        <w:tab/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शिकन</w:t>
      </w:r>
      <w:bookmarkEnd w:id="26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फ़रमाते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रवाना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खुदा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चलो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चला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कमज़ोरी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मुशाहेदा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बैठ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जाओ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बैठ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बैठ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जाओ</w:t>
      </w:r>
      <w:r w:rsidRPr="00E47180">
        <w:t xml:space="preserve">, </w:t>
      </w:r>
      <w:r w:rsidRPr="008F4AF7">
        <w:rPr>
          <w:rFonts w:hint="cs"/>
          <w:cs/>
          <w:lang w:bidi="hi-IN"/>
        </w:rPr>
        <w:t>चुनाँचे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बुलंदी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आसमान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छत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ऊपर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ताँबे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सोचा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नाबूद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दायें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बायें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पीछे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हिलाया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फ़ातेह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फेंक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टुकड़े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टुकड़े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कूज़े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मुसतदरक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हाकिम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366, </w:t>
      </w:r>
      <w:r w:rsidRPr="008F4AF7">
        <w:rPr>
          <w:rFonts w:hint="cs"/>
          <w:cs/>
          <w:lang w:bidi="hi-IN"/>
        </w:rPr>
        <w:t>मुसनद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84, </w:t>
      </w:r>
      <w:r w:rsidRPr="008F4AF7">
        <w:rPr>
          <w:rFonts w:hint="cs"/>
          <w:cs/>
          <w:lang w:bidi="hi-IN"/>
        </w:rPr>
        <w:t>कंज़ुल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407, </w:t>
      </w:r>
      <w:r w:rsidRPr="008F4AF7">
        <w:rPr>
          <w:rFonts w:hint="cs"/>
          <w:cs/>
          <w:lang w:bidi="hi-IN"/>
        </w:rPr>
        <w:t>तारीख़े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302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..)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तदबीरें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क़ारेईने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केराम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सलाहियत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कमालात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अफज़ल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तदबीरें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सोचीं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सोची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तदबीरों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क़िस्मों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ख़ुलासा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t>1.</w:t>
      </w:r>
      <w:r w:rsidRPr="00E47180">
        <w:tab/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बचपन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तरबीयत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कमालात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फज़ायल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इम्तियाज़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लिया।</w:t>
      </w:r>
    </w:p>
    <w:p w:rsidR="008F4AF7" w:rsidRPr="00E47180" w:rsidRDefault="008F4AF7" w:rsidP="008F4AF7">
      <w:pPr>
        <w:pStyle w:val="libNormal"/>
      </w:pPr>
      <w:r w:rsidRPr="00E47180">
        <w:t>2.</w:t>
      </w:r>
      <w:r w:rsidRPr="00E47180">
        <w:tab/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देना।</w:t>
      </w:r>
    </w:p>
    <w:p w:rsidR="008F4AF7" w:rsidRPr="00E47180" w:rsidRDefault="008F4AF7" w:rsidP="008F4AF7">
      <w:pPr>
        <w:pStyle w:val="libNormal"/>
      </w:pPr>
      <w:r w:rsidRPr="00E47180">
        <w:t>3.</w:t>
      </w:r>
      <w:r w:rsidRPr="00E47180">
        <w:tab/>
      </w:r>
      <w:r w:rsidRPr="008F4AF7">
        <w:rPr>
          <w:rFonts w:hint="cs"/>
          <w:cs/>
          <w:lang w:bidi="hi-IN"/>
        </w:rPr>
        <w:t>ज़िन्दगी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तदबीरों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ऐलान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करना।</w:t>
      </w:r>
    </w:p>
    <w:p w:rsidR="001D08AD" w:rsidRDefault="001D08AD" w:rsidP="00735514">
      <w:pPr>
        <w:pStyle w:val="Heading1"/>
        <w:rPr>
          <w:cs/>
          <w:lang w:bidi="hi-IN"/>
        </w:rPr>
      </w:pPr>
    </w:p>
    <w:p w:rsidR="001D08AD" w:rsidRDefault="001D08AD" w:rsidP="00735514">
      <w:pPr>
        <w:pStyle w:val="Heading1"/>
        <w:rPr>
          <w:cs/>
          <w:lang w:bidi="hi-IN"/>
        </w:rPr>
      </w:pPr>
      <w:bookmarkStart w:id="27" w:name="_Toc457825251"/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>.</w:t>
      </w:r>
      <w:r w:rsidRPr="008F4AF7">
        <w:rPr>
          <w:cs/>
          <w:lang w:bidi="hi-IN"/>
        </w:rPr>
        <w:tab/>
      </w:r>
      <w:r w:rsidRPr="008F4AF7">
        <w:rPr>
          <w:rFonts w:hint="cs"/>
          <w:cs/>
          <w:lang w:bidi="hi-IN"/>
        </w:rPr>
        <w:t>तरबीयती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तैयारी</w:t>
      </w:r>
      <w:bookmarkEnd w:id="27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चूँकि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>)</w:t>
      </w:r>
      <w:r w:rsidRPr="00E47180">
        <w:t xml:space="preserve">,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मशीयते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तफ़ूलीयत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मरकज़े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वहयी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आग़ोश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तरबीयत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पायी।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 xml:space="preserve">1. </w:t>
      </w:r>
      <w:r w:rsidRPr="00E47180">
        <w:tab/>
      </w:r>
      <w:r w:rsidRPr="008F4AF7">
        <w:rPr>
          <w:rFonts w:hint="cs"/>
          <w:cs/>
          <w:lang w:bidi="hi-IN"/>
        </w:rPr>
        <w:t>हाकिम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नैशापूरी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नेमतों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क़ुरैश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मुश्किलात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गिरफ़्तार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खु़दा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हाशिम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फ़ज़्ल</w:t>
      </w:r>
      <w:r w:rsidRPr="00E47180">
        <w:t xml:space="preserve">,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अयालदार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सख़्ती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ज़िन्दगी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गुज़ार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चलते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बोझ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बेटों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फ़रजंद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इंतेख़ाब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किफ़ालत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चुनाँचे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मौज़ू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अक़ील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बक़िया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इँतेख़ाब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इँतेख़ाब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जाफ़र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बेसत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पैरवी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तसदीक़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की।मुसतदरक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हाकिम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182)</w:t>
      </w:r>
    </w:p>
    <w:p w:rsidR="008F4AF7" w:rsidRPr="00E47180" w:rsidRDefault="008F4AF7" w:rsidP="008F4AF7">
      <w:pPr>
        <w:pStyle w:val="libNormal"/>
      </w:pPr>
      <w:r w:rsidRPr="00E47180">
        <w:t>2.</w:t>
      </w:r>
      <w:r w:rsidRPr="00E47180">
        <w:tab/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नमाज़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मस्जिदुल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ख़ान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काबा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पीछे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पीछे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ख़दीजा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पढ़ते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अफ़राद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पढ़ता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मुसनद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209, </w:t>
      </w:r>
      <w:r w:rsidRPr="008F4AF7">
        <w:rPr>
          <w:rFonts w:hint="cs"/>
          <w:cs/>
          <w:lang w:bidi="hi-IN"/>
        </w:rPr>
        <w:t>तारीख़े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311)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अब्बाद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बंदा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बरादर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सिद्दीक़े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झूठा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तोहमत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पढ़ी।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56)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सब्बाग़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मालिकी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तलहा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साफ़ेई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वग़ैरह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बेसत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पढ़ते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मक्के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पहाड़ियों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पढ़ें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जितनी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पढ़ते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वापस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</w:p>
    <w:p w:rsidR="008F4AF7" w:rsidRPr="00E47180" w:rsidRDefault="008F4AF7" w:rsidP="008F4AF7">
      <w:pPr>
        <w:pStyle w:val="libNormal"/>
      </w:pPr>
      <w:r w:rsidRPr="00E47180">
        <w:lastRenderedPageBreak/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फ़ुसुलुल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मुहिम्मह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14, </w:t>
      </w:r>
      <w:r w:rsidRPr="008F4AF7">
        <w:rPr>
          <w:rFonts w:hint="cs"/>
          <w:cs/>
          <w:lang w:bidi="hi-IN"/>
        </w:rPr>
        <w:t>मतालिबुस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सुऊल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11, 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58)</w:t>
      </w:r>
    </w:p>
    <w:p w:rsidR="008F4AF7" w:rsidRPr="00E47180" w:rsidRDefault="008F4AF7" w:rsidP="008F4AF7">
      <w:pPr>
        <w:pStyle w:val="libNormal"/>
      </w:pPr>
      <w:r w:rsidRPr="00E47180">
        <w:t>3.</w:t>
      </w:r>
      <w:r w:rsidRPr="00E47180">
        <w:tab/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नहजुल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बलाग़ा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तौसीफ़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नहजुल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बलाग़ा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ख़ुतबा</w:t>
      </w:r>
      <w:r w:rsidRPr="008F4AF7">
        <w:rPr>
          <w:cs/>
          <w:lang w:bidi="hi-IN"/>
        </w:rPr>
        <w:t xml:space="preserve"> </w:t>
      </w:r>
      <w:r w:rsidRPr="00E47180">
        <w:t>192)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तुम्हे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क़रीबी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मंज़िलत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बचपने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गोद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जगह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बिस्तर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जगह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कलेजे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मुसलसल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ख़ूशबू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सरफ़राज़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दाँतों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खिलाया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झूट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ग़लती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दूध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बढ़ाई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मुल्क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बुजुर्गियों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रास्ते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बेहतरीन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अख़लाक़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चलता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अख़लाक़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निशाना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इक्तेदा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गुज़ारते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ख़दीजा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घर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तीसरा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नूरे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वहयी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रिसालत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मुशाहेदा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ख़ूशबु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रिसालत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दिमाग़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मुअत्तर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नुज़ूले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वहयी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शैतान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आवाज़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रसूल्लाह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कैसी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E47180">
        <w:t xml:space="preserve">?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शैतान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इबादत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E47180">
        <w:t xml:space="preserve">,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फ़र्क़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वज़ीर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हो।</w:t>
      </w:r>
    </w:p>
    <w:p w:rsidR="008F4AF7" w:rsidRPr="00E47180" w:rsidRDefault="008F4AF7" w:rsidP="008F4AF7">
      <w:pPr>
        <w:pStyle w:val="libNormal"/>
      </w:pPr>
      <w:r w:rsidRPr="00E47180">
        <w:t>4.</w:t>
      </w:r>
      <w:r w:rsidRPr="00E47180">
        <w:tab/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="00735514">
        <w:rPr>
          <w:rFonts w:hint="cs"/>
          <w:cs/>
          <w:lang w:bidi="hi-IN"/>
        </w:rPr>
        <w:t>इं</w:t>
      </w:r>
      <w:r w:rsidRPr="008F4AF7">
        <w:rPr>
          <w:rFonts w:hint="cs"/>
          <w:cs/>
          <w:lang w:bidi="hi-IN"/>
        </w:rPr>
        <w:t>तेख़ाब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बिस्तर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मौजूद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अमानतों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मालिकों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हाशिम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जायें।मुसनद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348, 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99, </w:t>
      </w:r>
      <w:r w:rsidRPr="008F4AF7">
        <w:rPr>
          <w:rFonts w:hint="cs"/>
          <w:cs/>
          <w:lang w:bidi="hi-IN"/>
        </w:rPr>
        <w:t>मुसतदरके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हाकिम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4, 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262)</w:t>
      </w:r>
    </w:p>
    <w:p w:rsidR="008F4AF7" w:rsidRPr="00E47180" w:rsidRDefault="008F4AF7" w:rsidP="008F4AF7">
      <w:pPr>
        <w:pStyle w:val="libNormal"/>
      </w:pPr>
      <w:r w:rsidRPr="00E47180">
        <w:t xml:space="preserve"> 5. </w:t>
      </w:r>
      <w:r w:rsidRPr="00E47180">
        <w:tab/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दामाद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बेहतरीन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ख़ातून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फ़ातेमा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ज़हरा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निकाह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रिश्ते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रद्द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ख़सायस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102)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फ़ातेमा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ज़हरा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मुसनद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26)</w:t>
      </w:r>
    </w:p>
    <w:p w:rsidR="008F4AF7" w:rsidRPr="00E47180" w:rsidRDefault="008F4AF7" w:rsidP="008F4AF7">
      <w:pPr>
        <w:pStyle w:val="libNormal"/>
      </w:pPr>
      <w:r w:rsidRPr="00E47180">
        <w:t>6.</w:t>
      </w:r>
      <w:r w:rsidRPr="00E47180">
        <w:tab/>
      </w:r>
      <w:r w:rsidRPr="008F4AF7">
        <w:rPr>
          <w:rFonts w:hint="cs"/>
          <w:cs/>
          <w:lang w:bidi="hi-IN"/>
        </w:rPr>
        <w:t>अक्सर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मुहाजेरीन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परचम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इसाबह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30)</w:t>
      </w:r>
    </w:p>
    <w:p w:rsidR="008F4AF7" w:rsidRPr="00E47180" w:rsidRDefault="008F4AF7" w:rsidP="008F4AF7">
      <w:pPr>
        <w:pStyle w:val="libNormal"/>
      </w:pPr>
      <w:r w:rsidRPr="00E47180">
        <w:t>7.</w:t>
      </w:r>
      <w:r w:rsidRPr="00E47180">
        <w:tab/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हुज्जतुल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वेदाअ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क़ुर्बानी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कामिले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302)</w:t>
      </w:r>
    </w:p>
    <w:p w:rsidR="00735514" w:rsidRDefault="008F4AF7" w:rsidP="008F4AF7">
      <w:pPr>
        <w:pStyle w:val="libNormal"/>
        <w:rPr>
          <w:lang w:bidi="hi-IN"/>
        </w:rPr>
      </w:pPr>
      <w:r w:rsidRPr="00E47180">
        <w:t>8.</w:t>
      </w:r>
      <w:r w:rsidRPr="00E47180">
        <w:tab/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हयाते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तैय्यबा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इम्तियाज़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इजाज़त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गुफ़्तगू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करें।</w:t>
      </w:r>
    </w:p>
    <w:p w:rsidR="008F4AF7" w:rsidRPr="00E47180" w:rsidRDefault="00735514" w:rsidP="008F4AF7">
      <w:pPr>
        <w:pStyle w:val="libNormal"/>
      </w:pPr>
      <w:r>
        <w:rPr>
          <w:rFonts w:hint="cs"/>
          <w:cs/>
          <w:lang w:bidi="hi-IN"/>
        </w:rPr>
        <w:t>(</w:t>
      </w:r>
      <w:r w:rsidR="008F4AF7" w:rsidRPr="008F4AF7">
        <w:rPr>
          <w:rFonts w:hint="cs"/>
          <w:cs/>
          <w:lang w:bidi="hi-IN"/>
        </w:rPr>
        <w:t>अल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ख़सायस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हदीस</w:t>
      </w:r>
      <w:r w:rsidR="008F4AF7" w:rsidRPr="008F4AF7">
        <w:rPr>
          <w:cs/>
          <w:lang w:bidi="hi-IN"/>
        </w:rPr>
        <w:t xml:space="preserve"> </w:t>
      </w:r>
      <w:r w:rsidR="008F4AF7" w:rsidRPr="00E47180">
        <w:t>112)</w:t>
      </w:r>
    </w:p>
    <w:p w:rsidR="00735514" w:rsidRDefault="008F4AF7" w:rsidP="008F4AF7">
      <w:pPr>
        <w:pStyle w:val="libNormal"/>
        <w:rPr>
          <w:lang w:bidi="hi-IN"/>
        </w:rPr>
      </w:pP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मुलाक़ात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में।</w:t>
      </w:r>
    </w:p>
    <w:p w:rsidR="008F4AF7" w:rsidRPr="00E47180" w:rsidRDefault="00735514" w:rsidP="008F4AF7">
      <w:pPr>
        <w:pStyle w:val="libNormal"/>
      </w:pPr>
      <w:r>
        <w:rPr>
          <w:rFonts w:hint="cs"/>
          <w:cs/>
          <w:lang w:bidi="hi-IN"/>
        </w:rPr>
        <w:t>(</w:t>
      </w:r>
      <w:r w:rsidR="008F4AF7" w:rsidRPr="008F4AF7">
        <w:rPr>
          <w:rFonts w:hint="cs"/>
          <w:cs/>
          <w:lang w:bidi="hi-IN"/>
        </w:rPr>
        <w:t>अस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सुननुल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कुबरा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जिल्द</w:t>
      </w:r>
      <w:r w:rsidR="008F4AF7" w:rsidRPr="008F4AF7">
        <w:rPr>
          <w:cs/>
          <w:lang w:bidi="hi-IN"/>
        </w:rPr>
        <w:t xml:space="preserve"> </w:t>
      </w:r>
      <w:r w:rsidR="008F4AF7" w:rsidRPr="00E47180">
        <w:t>5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पेज</w:t>
      </w:r>
      <w:r w:rsidR="008F4AF7" w:rsidRPr="008F4AF7">
        <w:rPr>
          <w:cs/>
          <w:lang w:bidi="hi-IN"/>
        </w:rPr>
        <w:t xml:space="preserve"> </w:t>
      </w:r>
      <w:r w:rsidR="008F4AF7" w:rsidRPr="00E47180">
        <w:t>1414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हदीस</w:t>
      </w:r>
      <w:r w:rsidR="008F4AF7" w:rsidRPr="008F4AF7">
        <w:rPr>
          <w:cs/>
          <w:lang w:bidi="hi-IN"/>
        </w:rPr>
        <w:t xml:space="preserve"> </w:t>
      </w:r>
      <w:r w:rsidR="008F4AF7" w:rsidRPr="00E47180">
        <w:t>8520)</w:t>
      </w:r>
    </w:p>
    <w:p w:rsidR="008F4AF7" w:rsidRPr="00E47180" w:rsidRDefault="008F4AF7" w:rsidP="008F4AF7">
      <w:pPr>
        <w:pStyle w:val="libNormal"/>
      </w:pPr>
      <w:r w:rsidRPr="00E47180">
        <w:lastRenderedPageBreak/>
        <w:t xml:space="preserve"> </w:t>
      </w:r>
      <w:r w:rsidRPr="00E47180">
        <w:rPr>
          <w:rFonts w:ascii="Times New Roman" w:hAnsi="Times New Roman" w:cs="Times New Roman" w:hint="cs"/>
          <w:rtl/>
        </w:rPr>
        <w:t>وَأْمُرْ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أَهْلَكَ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بِالصَّلَاةِ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وَاصْطَبِرْ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عَلَيْهَا</w:t>
      </w:r>
      <w:r w:rsidRPr="00E47180">
        <w:t xml:space="preserve"> </w:t>
      </w:r>
    </w:p>
    <w:p w:rsidR="008F4AF7" w:rsidRPr="00E47180" w:rsidRDefault="008F4AF7" w:rsidP="008F4AF7">
      <w:pPr>
        <w:pStyle w:val="libNormal"/>
      </w:pPr>
      <w:r w:rsidRPr="00E47180">
        <w:t>9.</w:t>
      </w:r>
      <w:r w:rsidRPr="00E47180">
        <w:tab/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132)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नमाज़े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सुबह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बैतुश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सऱफ़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गुज़रते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: </w:t>
      </w:r>
      <w:r w:rsidRPr="00E47180">
        <w:t>…..(</w:t>
      </w:r>
      <w:r w:rsidRPr="00E47180">
        <w:rPr>
          <w:rFonts w:ascii="Times New Roman" w:hAnsi="Times New Roman" w:cs="Times New Roman" w:hint="cs"/>
          <w:rtl/>
        </w:rPr>
        <w:t>إِنَّمَا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يُرِيدُ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لِيُذْهِبَ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عَنكُمُ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الرِّجْسَ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أَهْلَ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الْبَيْتِ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وَيُطَهِّرَكُمْ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تَطْهِيرًا</w:t>
      </w:r>
      <w:r w:rsidRPr="00E47180">
        <w:t>) (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अहज़ाब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33)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</w:p>
    <w:p w:rsidR="008F4AF7" w:rsidRPr="00E47180" w:rsidRDefault="008F4AF7" w:rsidP="008F4AF7">
      <w:pPr>
        <w:pStyle w:val="libNormal"/>
      </w:pPr>
      <w:r w:rsidRPr="00E47180">
        <w:t xml:space="preserve">, </w:t>
      </w: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E47180">
        <w:t xml:space="preserve">,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बुराई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पाकीज़ा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रखे।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तफ़सीरे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क़ुरतुबी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174, </w:t>
      </w:r>
      <w:r w:rsidRPr="008F4AF7">
        <w:rPr>
          <w:rFonts w:hint="cs"/>
          <w:cs/>
          <w:lang w:bidi="hi-IN"/>
        </w:rPr>
        <w:t>तफ़सीरे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फ़ख्रे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137, </w:t>
      </w:r>
      <w:r w:rsidRPr="008F4AF7">
        <w:rPr>
          <w:rFonts w:hint="cs"/>
          <w:cs/>
          <w:lang w:bidi="hi-IN"/>
        </w:rPr>
        <w:t>तफ़सीरे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रुहुल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मआनी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284)</w:t>
      </w:r>
    </w:p>
    <w:p w:rsidR="008F4AF7" w:rsidRPr="00E47180" w:rsidRDefault="008F4AF7" w:rsidP="008F4AF7">
      <w:pPr>
        <w:pStyle w:val="libNormal"/>
      </w:pPr>
      <w:r w:rsidRPr="00E47180">
        <w:t>10.</w:t>
      </w:r>
      <w:r w:rsidRPr="00E47180">
        <w:tab/>
      </w:r>
      <w:r w:rsidRPr="008F4AF7">
        <w:rPr>
          <w:rFonts w:hint="cs"/>
          <w:cs/>
          <w:lang w:bidi="hi-IN"/>
        </w:rPr>
        <w:t>जंगे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ख़ैबर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 (</w:t>
      </w:r>
      <w:r w:rsidRPr="008F4AF7">
        <w:rPr>
          <w:rFonts w:hint="cs"/>
          <w:cs/>
          <w:lang w:bidi="hi-IN"/>
        </w:rPr>
        <w:t>कल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दूँगा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होंगें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हरगिज़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करेगा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वापस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पलटेगा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फ़तह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कामयाबी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तलब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चुनाँचे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फ़तह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हुई।</w:t>
      </w:r>
    </w:p>
    <w:p w:rsidR="008F4AF7" w:rsidRPr="00E47180" w:rsidRDefault="008F4AF7" w:rsidP="008F4AF7">
      <w:pPr>
        <w:pStyle w:val="libNormal"/>
      </w:pPr>
      <w:r w:rsidRPr="00E47180">
        <w:lastRenderedPageBreak/>
        <w:t>(</w:t>
      </w:r>
      <w:r w:rsidRPr="008F4AF7">
        <w:rPr>
          <w:rFonts w:hint="cs"/>
          <w:cs/>
          <w:lang w:bidi="hi-IN"/>
        </w:rPr>
        <w:t>सीरते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हिशाम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216, 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12, </w:t>
      </w:r>
      <w:r w:rsidRPr="008F4AF7">
        <w:rPr>
          <w:rFonts w:hint="cs"/>
          <w:cs/>
          <w:lang w:bidi="hi-IN"/>
        </w:rPr>
        <w:t>कामिले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219)</w:t>
      </w:r>
    </w:p>
    <w:p w:rsidR="008F4AF7" w:rsidRPr="00E47180" w:rsidRDefault="008F4AF7" w:rsidP="008F4AF7">
      <w:pPr>
        <w:pStyle w:val="libNormal"/>
      </w:pPr>
      <w:r w:rsidRPr="00E47180">
        <w:t>11.</w:t>
      </w:r>
      <w:r w:rsidRPr="00E47180">
        <w:tab/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हुज्जाज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पीछे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रवाना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तबलीग़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मुसनद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3, </w:t>
      </w:r>
      <w:r w:rsidRPr="008F4AF7">
        <w:rPr>
          <w:rFonts w:hint="cs"/>
          <w:cs/>
          <w:lang w:bidi="hi-IN"/>
        </w:rPr>
        <w:t>सोनने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तिरमिज़ी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3719,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8461)</w:t>
      </w:r>
    </w:p>
    <w:p w:rsidR="008F4AF7" w:rsidRPr="00E47180" w:rsidRDefault="008F4AF7" w:rsidP="008F4AF7">
      <w:pPr>
        <w:pStyle w:val="libNormal"/>
      </w:pPr>
      <w:r w:rsidRPr="00E47180">
        <w:t>12.</w:t>
      </w:r>
      <w:r w:rsidRPr="00E47180">
        <w:tab/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मस्जिद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नबवी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दरवाज़ा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खोल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दरवाज़े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सिवाए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मुसनद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331, </w:t>
      </w:r>
      <w:r w:rsidRPr="008F4AF7">
        <w:rPr>
          <w:rFonts w:hint="cs"/>
          <w:cs/>
          <w:lang w:bidi="hi-IN"/>
        </w:rPr>
        <w:t>सोनने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तिरमिज़ी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3732,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बिदायह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निहाया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374)</w:t>
      </w:r>
    </w:p>
    <w:p w:rsidR="00735514" w:rsidRDefault="008F4AF7" w:rsidP="008F4AF7">
      <w:pPr>
        <w:pStyle w:val="libNormal"/>
        <w:rPr>
          <w:lang w:bidi="hi-IN"/>
        </w:rPr>
      </w:pPr>
      <w:r w:rsidRPr="00E47180">
        <w:t>13.</w:t>
      </w:r>
      <w:r w:rsidRPr="00E47180">
        <w:tab/>
      </w:r>
      <w:r w:rsidRPr="008F4AF7">
        <w:rPr>
          <w:rFonts w:hint="cs"/>
          <w:cs/>
          <w:lang w:bidi="hi-IN"/>
        </w:rPr>
        <w:t>आयशा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हबीब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बुलाओ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निगाह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पड़ी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झुका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हबीब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बुलाओ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पड़ी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झुका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तीसरी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हबीब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चुनाँचे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बुलवाया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बैठाया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ओढ़े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</w:p>
    <w:p w:rsidR="008F4AF7" w:rsidRPr="00E47180" w:rsidRDefault="00735514" w:rsidP="008F4AF7">
      <w:pPr>
        <w:pStyle w:val="libNormal"/>
      </w:pPr>
      <w:r>
        <w:rPr>
          <w:rFonts w:hint="cs"/>
          <w:cs/>
          <w:lang w:bidi="hi-IN"/>
        </w:rPr>
        <w:t>(</w:t>
      </w:r>
      <w:r w:rsidR="008F4AF7" w:rsidRPr="008F4AF7">
        <w:rPr>
          <w:rFonts w:hint="cs"/>
          <w:cs/>
          <w:lang w:bidi="hi-IN"/>
        </w:rPr>
        <w:t>अर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रियाज़ुन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नज़रह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पेज</w:t>
      </w:r>
      <w:r w:rsidR="008F4AF7" w:rsidRPr="008F4AF7">
        <w:rPr>
          <w:cs/>
          <w:lang w:bidi="hi-IN"/>
        </w:rPr>
        <w:t xml:space="preserve"> </w:t>
      </w:r>
      <w:r w:rsidR="008F4AF7" w:rsidRPr="00E47180">
        <w:t xml:space="preserve">26, </w:t>
      </w:r>
      <w:r w:rsidR="008F4AF7" w:rsidRPr="008F4AF7">
        <w:rPr>
          <w:rFonts w:hint="cs"/>
          <w:cs/>
          <w:lang w:bidi="hi-IN"/>
        </w:rPr>
        <w:t>ज़ख़ायरुल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उक़बा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पेज</w:t>
      </w:r>
      <w:r w:rsidR="008F4AF7" w:rsidRPr="008F4AF7">
        <w:rPr>
          <w:cs/>
          <w:lang w:bidi="hi-IN"/>
        </w:rPr>
        <w:t xml:space="preserve"> </w:t>
      </w:r>
      <w:r w:rsidR="008F4AF7" w:rsidRPr="00E47180">
        <w:t>72)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उम्मे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मुसतदरके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हाकिम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138, </w:t>
      </w:r>
      <w:r w:rsidRPr="008F4AF7">
        <w:rPr>
          <w:rFonts w:hint="cs"/>
          <w:cs/>
          <w:lang w:bidi="hi-IN"/>
        </w:rPr>
        <w:t>मुसनद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300)</w:t>
      </w:r>
    </w:p>
    <w:p w:rsidR="008F4AF7" w:rsidRPr="00E47180" w:rsidRDefault="008F4AF7" w:rsidP="008F4AF7">
      <w:pPr>
        <w:pStyle w:val="libNormal"/>
      </w:pPr>
      <w:r w:rsidRPr="00E47180">
        <w:t>14.</w:t>
      </w:r>
      <w:r w:rsidRPr="00E47180">
        <w:tab/>
      </w:r>
      <w:r w:rsidRPr="008F4AF7">
        <w:rPr>
          <w:rFonts w:hint="cs"/>
          <w:cs/>
          <w:lang w:bidi="hi-IN"/>
        </w:rPr>
        <w:t>तिरमिज़ी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अक़्दे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उखू़व्वत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पढ़ा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गिरया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कुनाँ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रसूल्लाह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अक़्दे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उख़ूव्वत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बाँध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अक़्दे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उख़ूव्वत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पढ़ा</w:t>
      </w:r>
      <w:r w:rsidRPr="00E47180">
        <w:t xml:space="preserve">?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बरादर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हो।</w:t>
      </w:r>
    </w:p>
    <w:p w:rsidR="008F4AF7" w:rsidRPr="00E47180" w:rsidRDefault="008F4AF7" w:rsidP="00735514">
      <w:pPr>
        <w:pStyle w:val="libNormal"/>
      </w:pPr>
      <w:r w:rsidRPr="008F4AF7">
        <w:rPr>
          <w:rFonts w:hint="cs"/>
          <w:cs/>
          <w:lang w:bidi="hi-IN"/>
        </w:rPr>
        <w:lastRenderedPageBreak/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तवज्जो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तैयार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वाज़ेह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ओहदे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सलाहियत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</w:p>
    <w:p w:rsidR="001D08AD" w:rsidRDefault="001D08AD" w:rsidP="00735514">
      <w:pPr>
        <w:pStyle w:val="Heading1"/>
        <w:rPr>
          <w:cs/>
          <w:lang w:bidi="hi-IN"/>
        </w:rPr>
      </w:pPr>
    </w:p>
    <w:p w:rsidR="001D08AD" w:rsidRDefault="001D08AD" w:rsidP="00735514">
      <w:pPr>
        <w:pStyle w:val="Heading1"/>
        <w:rPr>
          <w:cs/>
          <w:lang w:bidi="hi-IN"/>
        </w:rPr>
      </w:pPr>
      <w:bookmarkStart w:id="28" w:name="_Toc457825252"/>
      <w:r w:rsidRPr="008F4AF7">
        <w:rPr>
          <w:rFonts w:hint="cs"/>
          <w:cs/>
          <w:lang w:bidi="hi-IN"/>
        </w:rPr>
        <w:t>ब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bookmarkEnd w:id="28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तदबीर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E47180">
        <w:t>23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ज़िन्दगी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मुनासिब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दहानी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अशीरा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ख़ुतबा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मशहूर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1D08AD" w:rsidRDefault="001D08AD" w:rsidP="00735514">
      <w:pPr>
        <w:pStyle w:val="Heading1"/>
        <w:rPr>
          <w:cs/>
          <w:lang w:bidi="hi-IN"/>
        </w:rPr>
      </w:pPr>
    </w:p>
    <w:p w:rsidR="001D08AD" w:rsidRDefault="001D08AD" w:rsidP="00735514">
      <w:pPr>
        <w:pStyle w:val="Heading1"/>
        <w:rPr>
          <w:cs/>
          <w:lang w:bidi="hi-IN"/>
        </w:rPr>
      </w:pPr>
      <w:bookmarkStart w:id="29" w:name="_Toc457825253"/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अमली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तदबीरें</w:t>
      </w:r>
      <w:bookmarkEnd w:id="29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मज़बूत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रास्तों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ऐलान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मुकर्रर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ग़स्बे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अफ़सोस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तदबीरों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मुख़ालिफ़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पार्टी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मज़बूत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तदबीरों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क़ारेईने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मोहतरम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तदबीरों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1D08AD" w:rsidRDefault="001D08AD" w:rsidP="00735514">
      <w:pPr>
        <w:pStyle w:val="Heading1"/>
      </w:pPr>
    </w:p>
    <w:p w:rsidR="001D08AD" w:rsidRDefault="001D08AD" w:rsidP="00735514">
      <w:pPr>
        <w:pStyle w:val="Heading1"/>
      </w:pPr>
      <w:bookmarkStart w:id="30" w:name="_Toc457825254"/>
      <w:r w:rsidRPr="00735514">
        <w:t>1.</w:t>
      </w:r>
      <w:r w:rsidRPr="00735514">
        <w:tab/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bookmarkEnd w:id="30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जिसको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हज्जतुल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विदाअ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रवाना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E47180">
        <w:t xml:space="preserve">, </w:t>
      </w:r>
      <w:r w:rsidRPr="008F4AF7">
        <w:rPr>
          <w:rFonts w:hint="cs"/>
          <w:cs/>
          <w:lang w:bidi="hi-IN"/>
        </w:rPr>
        <w:t>सरज़मीने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ख़ुतवा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ख़ुतबे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आईम्मा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गुमराह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फ़ितना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बरपा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हाशिम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मुखालिफ़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गिरोह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ताक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बैठा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नक़्शे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जाबिर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समुरा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आँपने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ख़ुतबे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ख़ुलाफ़ा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ख़ुलाफ़ा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तादाद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होगी।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जाबिर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शोर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बरपा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शोर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क़ुरैश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होंगें।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ताअज्जुब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मुसनदे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जाबिर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जाबिर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अल्फ़ाज़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मिलते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जाबिर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होंगें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चिल्लाना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तकबीर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शोर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मिलता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उठते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बैठते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रिवायतें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बावजूद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ख़ुलासा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मुख़ालिफ़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गिरोह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टोलियों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तैयार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टोलियों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चुनाँचे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निज़ामे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जलसा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मक़सद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कामयाब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जगह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सोचने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हाजियों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मुक़द्दमें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जानते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मुनाफ़ेक़ीन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टोली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तदबीर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सोची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मुनाफ़ेक़ीन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नक़्शे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ऊठों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कजाओं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ऊपर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जगह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तशरीफ़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ख़ुतबे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कलेमात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हाज़ेरीन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ऐलान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तदबीर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मुनाफ़ेक़ीन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रद्दे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ज़ाहिर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सके।</w:t>
      </w:r>
    </w:p>
    <w:p w:rsidR="001D08AD" w:rsidRDefault="001D08AD" w:rsidP="00735514">
      <w:pPr>
        <w:pStyle w:val="Heading1"/>
      </w:pPr>
    </w:p>
    <w:p w:rsidR="001D08AD" w:rsidRDefault="001D08AD" w:rsidP="00735514">
      <w:pPr>
        <w:pStyle w:val="Heading1"/>
      </w:pPr>
      <w:bookmarkStart w:id="31" w:name="_Toc457825255"/>
      <w:r w:rsidRPr="00735514">
        <w:t>2.</w:t>
      </w:r>
      <w:r w:rsidRPr="00735514">
        <w:tab/>
      </w:r>
      <w:r w:rsidRPr="008F4AF7">
        <w:rPr>
          <w:rFonts w:hint="cs"/>
          <w:cs/>
          <w:lang w:bidi="hi-IN"/>
        </w:rPr>
        <w:t>लश्करे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ओसामा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रवाना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bookmarkEnd w:id="31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बिस्तरे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बीमारी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सख़्त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इख़्तेलाफ़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गुमराही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फ़िक्रमंद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रंजीदा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तदबीरों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ख़राब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ग़मज़दा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नबूव्वत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रिसालत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इंहेराफ़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ख़ुलाया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परेशान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मुज़तरिब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रोम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बड़ा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सहहदों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तैयार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ख़तरनाक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शिकस्त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ज़िम्मेदारियाँ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बैरूनी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मुक़ाबला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मुक़ाबले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लश्कर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रवाना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E47180">
        <w:t xml:space="preserve">?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बैरूनी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गरीबाँ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अंदरूनी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मुक़ाबला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तदबीरों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पहनाने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मानेअ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तदबीर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जिहाद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लश्करे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ओसामा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शिरकत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तैयारी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निकल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निकलें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लश्कर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मुलहक़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मुलाहिज़ा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बेबुनियाद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ओसामा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लश्कर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तजरुबाकार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ओसामा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लश्कर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लश्कर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साहिबे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तजरूबा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अफ़राद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>?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ओसामा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सरदारी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सरदारी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कोशिश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तादाद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निकल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ओसामा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लश्कर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नौबत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उबैदा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सअद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वग़ैरह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नाफ़रमानी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ओसामा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लश्कर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दाखिल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मुखालेफ़त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मेलल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नेहल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शहरिस्तानी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23)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ओसामा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लश्कर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दाखिल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मुख़ालेफ़त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मलामत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तवज्जो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रेहलत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जुदाई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बर्दाशत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मुख़ालेफ़त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हाशिम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मुवाफ़िक़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रेहलत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गिरोह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लश्करे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ओसामा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वापस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निकल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मुम्किन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रुकावट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नुक्ता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क़ाबिले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तवज्जो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तजरुबा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लश्कर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सरदारी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इंतेख़ाब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बिल्कुल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तवज्जो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सरदारी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फ़रमाई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>?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जानते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करेगें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समझाना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अमारत</w:t>
      </w:r>
      <w:r w:rsidRPr="00E47180">
        <w:t xml:space="preserve">, </w:t>
      </w:r>
      <w:r w:rsidRPr="008F4AF7">
        <w:rPr>
          <w:rFonts w:hint="cs"/>
          <w:cs/>
          <w:lang w:bidi="hi-IN"/>
        </w:rPr>
        <w:t>लियाक़त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सहालियत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ग़स्ब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अमारत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पीर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जवान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ज़न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मर्द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मुतीअ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अफ़सोस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तदबीर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लश्कर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नक़्शों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फेर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दिया।देखिये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तबक़ाते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66, 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असाकर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391, </w:t>
      </w:r>
      <w:r w:rsidRPr="008F4AF7">
        <w:rPr>
          <w:rFonts w:hint="cs"/>
          <w:cs/>
          <w:lang w:bidi="hi-IN"/>
        </w:rPr>
        <w:t>कंज़ुल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313, 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याक़ूबी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93, 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21, </w:t>
      </w:r>
      <w:r w:rsidRPr="008F4AF7">
        <w:rPr>
          <w:rFonts w:hint="cs"/>
          <w:cs/>
          <w:lang w:bidi="hi-IN"/>
        </w:rPr>
        <w:t>मग़ाज़ी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111, 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ख़लदून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484, </w:t>
      </w:r>
      <w:r w:rsidRPr="008F4AF7">
        <w:rPr>
          <w:rFonts w:hint="cs"/>
          <w:cs/>
          <w:lang w:bidi="hi-IN"/>
        </w:rPr>
        <w:t>सीरये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हलबिया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207)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? </w:t>
      </w:r>
      <w:r w:rsidRPr="008F4AF7">
        <w:rPr>
          <w:rFonts w:hint="cs"/>
          <w:cs/>
          <w:lang w:bidi="hi-IN"/>
        </w:rPr>
        <w:t>जहा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</w:p>
    <w:p w:rsidR="008F4AF7" w:rsidRPr="00E47180" w:rsidRDefault="008F4AF7" w:rsidP="008F4AF7">
      <w:pPr>
        <w:pStyle w:val="libNormal"/>
      </w:pPr>
      <w:r w:rsidRPr="00E47180">
        <w:t xml:space="preserve">: </w:t>
      </w:r>
      <w:r w:rsidRPr="00E47180">
        <w:rPr>
          <w:rFonts w:ascii="Times New Roman" w:hAnsi="Times New Roman" w:cs="Times New Roman" w:hint="cs"/>
          <w:rtl/>
        </w:rPr>
        <w:t>مَّا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أَفَاءَ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عَلَى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رَسُولِهِ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أَهْلِ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الْقُرَى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فَلِلَّـهِ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وَلِلرَّسُولِ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وَلِذِي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الْقُرْبَى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وَالْيَتَامَى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وَالْمَسَاكِينِ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وَابْنِ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السَّبِيلِ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كَيْ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يَكُونَ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دُولَةً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بَيْنَ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الْأَغْنِيَاءِ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آتَاكُمُ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الرَّسُولُ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فَخُذُوهُ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نَهَاكُمْ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عَنْهُ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فَانتَهُوا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وَاتَّقُوا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إِنَّ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شَدِيدُ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الْعِقَابِ</w:t>
      </w:r>
      <w:r w:rsidRPr="00E47180"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हश्र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7)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खु़दा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बेशक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सख़्त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lastRenderedPageBreak/>
        <w:t xml:space="preserve"> </w:t>
      </w:r>
      <w:r w:rsidRPr="00E47180">
        <w:rPr>
          <w:rFonts w:ascii="Times New Roman" w:hAnsi="Times New Roman" w:cs="Times New Roman" w:hint="cs"/>
          <w:rtl/>
        </w:rPr>
        <w:t>فَلَا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وَرَبِّكَ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يُؤْمِنُونَ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حَتَّى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يُحَكِّمُوكَ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فِيمَا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شَجَرَ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بَيْنَهُمْ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ثُمَّ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يَجِدُوا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أَنفُسِهِمْ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حَرَجًا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مِّمَّا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قَضَيْتَ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وَيُسَلِّمُوا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تَسْلِيمًا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65)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</w:p>
    <w:p w:rsidR="008F4AF7" w:rsidRPr="00E47180" w:rsidRDefault="008F4AF7" w:rsidP="008F4AF7">
      <w:pPr>
        <w:pStyle w:val="libNormal"/>
      </w:pPr>
      <w:r w:rsidRPr="00E47180">
        <w:t xml:space="preserve">, </w:t>
      </w:r>
      <w:r w:rsidRPr="008F4AF7">
        <w:rPr>
          <w:rFonts w:hint="cs"/>
          <w:cs/>
          <w:lang w:bidi="hi-IN"/>
        </w:rPr>
        <w:t>बस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परवरदिगार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क़मस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हरगिज़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साहिबाने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सकेंगें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इख़्तिलाफ़ात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बनायें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फ़ैसला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तंगी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अहसास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फ़ैसले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सरापा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तसलीम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जायें।</w:t>
      </w:r>
    </w:p>
    <w:p w:rsidR="001D08AD" w:rsidRDefault="001D08AD" w:rsidP="00735514">
      <w:pPr>
        <w:pStyle w:val="Heading1"/>
      </w:pPr>
    </w:p>
    <w:p w:rsidR="001D08AD" w:rsidRDefault="001D08AD" w:rsidP="00735514">
      <w:pPr>
        <w:pStyle w:val="Heading1"/>
      </w:pPr>
      <w:bookmarkStart w:id="32" w:name="_Toc457825256"/>
      <w:r w:rsidRPr="00735514">
        <w:t xml:space="preserve">3.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bookmarkEnd w:id="32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लश्करे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ओसामा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भेजने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तदबीर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E47180">
        <w:t>23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ज़िन्दगी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वसीयतनामे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जुमेरात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बिस्तर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लेटे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गिरोहों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हुजरे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मजमे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क़लम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क़ाग़ज़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आओ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गुमराह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चुनाँचे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हाशिम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पीछे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बैठी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अज़वाजे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क़ाग़ज़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गिरोह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मैदाने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गिरोह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हुजरे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फ़ौरन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मुतवज्जेह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नक़्शों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मुख़ालिफ़त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मुनासिब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दिखाई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थी।</w:t>
      </w:r>
    </w:p>
    <w:p w:rsidR="00735514" w:rsidRDefault="008F4AF7" w:rsidP="008F4AF7">
      <w:pPr>
        <w:pStyle w:val="libNormal"/>
        <w:rPr>
          <w:lang w:bidi="hi-IN"/>
        </w:rPr>
      </w:pP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बखुद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क़ाग़ज़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लाओ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हिज़यान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तरफ़दारों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उमय्या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कु़रैश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हाशिम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मुख़ालेफ़त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रवाँ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तोहमत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मजरूह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मुक़ाबिल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सिवाए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निकाल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चुनाँचे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उठ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जाओ</w:t>
      </w:r>
      <w:r w:rsidRPr="00E47180">
        <w:t xml:space="preserve">,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झगड़ा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जाता।</w:t>
      </w:r>
    </w:p>
    <w:p w:rsidR="008F4AF7" w:rsidRPr="00E47180" w:rsidRDefault="00735514" w:rsidP="008F4AF7">
      <w:pPr>
        <w:pStyle w:val="libNormal"/>
      </w:pPr>
      <w:r>
        <w:rPr>
          <w:rFonts w:hint="cs"/>
          <w:cs/>
          <w:lang w:bidi="hi-IN"/>
        </w:rPr>
        <w:t>(</w:t>
      </w:r>
      <w:r w:rsidR="008F4AF7" w:rsidRPr="008F4AF7">
        <w:rPr>
          <w:rFonts w:hint="cs"/>
          <w:cs/>
          <w:lang w:bidi="hi-IN"/>
        </w:rPr>
        <w:t>देख़िये</w:t>
      </w:r>
      <w:r w:rsidR="008F4AF7" w:rsidRPr="00E47180">
        <w:t xml:space="preserve">, </w:t>
      </w:r>
      <w:r w:rsidR="008F4AF7" w:rsidRPr="008F4AF7">
        <w:rPr>
          <w:rFonts w:hint="cs"/>
          <w:cs/>
          <w:lang w:bidi="hi-IN"/>
        </w:rPr>
        <w:t>सही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बुखारी</w:t>
      </w:r>
      <w:r w:rsidR="008F4AF7" w:rsidRPr="00E47180">
        <w:t xml:space="preserve">, </w:t>
      </w:r>
      <w:r w:rsidR="008F4AF7" w:rsidRPr="008F4AF7">
        <w:rPr>
          <w:rFonts w:hint="cs"/>
          <w:cs/>
          <w:lang w:bidi="hi-IN"/>
        </w:rPr>
        <w:t>क़िताबुल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मरज़ी</w:t>
      </w:r>
      <w:r w:rsidR="008F4AF7" w:rsidRPr="00E47180">
        <w:t xml:space="preserve">, </w:t>
      </w:r>
      <w:r w:rsidR="008F4AF7" w:rsidRPr="008F4AF7">
        <w:rPr>
          <w:rFonts w:hint="cs"/>
          <w:cs/>
          <w:lang w:bidi="hi-IN"/>
        </w:rPr>
        <w:t>जिल्द</w:t>
      </w:r>
      <w:r w:rsidR="008F4AF7" w:rsidRPr="008F4AF7">
        <w:rPr>
          <w:cs/>
          <w:lang w:bidi="hi-IN"/>
        </w:rPr>
        <w:t xml:space="preserve"> </w:t>
      </w:r>
      <w:r w:rsidR="008F4AF7" w:rsidRPr="00E47180">
        <w:t>7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पेज</w:t>
      </w:r>
      <w:r w:rsidR="008F4AF7" w:rsidRPr="008F4AF7">
        <w:rPr>
          <w:cs/>
          <w:lang w:bidi="hi-IN"/>
        </w:rPr>
        <w:t xml:space="preserve"> </w:t>
      </w:r>
      <w:r w:rsidR="008F4AF7" w:rsidRPr="00E47180">
        <w:t xml:space="preserve">9, </w:t>
      </w:r>
      <w:r w:rsidR="008F4AF7" w:rsidRPr="008F4AF7">
        <w:rPr>
          <w:rFonts w:hint="cs"/>
          <w:cs/>
          <w:lang w:bidi="hi-IN"/>
        </w:rPr>
        <w:t>सही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मुस्लिम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किताबुल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वसीयह</w:t>
      </w:r>
      <w:r w:rsidR="008F4AF7" w:rsidRPr="00E47180">
        <w:t xml:space="preserve">, </w:t>
      </w:r>
      <w:r w:rsidR="008F4AF7" w:rsidRPr="008F4AF7">
        <w:rPr>
          <w:rFonts w:hint="cs"/>
          <w:cs/>
          <w:lang w:bidi="hi-IN"/>
        </w:rPr>
        <w:t>जिल्द</w:t>
      </w:r>
      <w:r w:rsidR="008F4AF7" w:rsidRPr="008F4AF7">
        <w:rPr>
          <w:cs/>
          <w:lang w:bidi="hi-IN"/>
        </w:rPr>
        <w:t xml:space="preserve"> </w:t>
      </w:r>
      <w:r w:rsidR="008F4AF7" w:rsidRPr="00E47180">
        <w:t>5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पेज</w:t>
      </w:r>
      <w:r w:rsidR="008F4AF7" w:rsidRPr="008F4AF7">
        <w:rPr>
          <w:cs/>
          <w:lang w:bidi="hi-IN"/>
        </w:rPr>
        <w:t xml:space="preserve"> </w:t>
      </w:r>
      <w:r w:rsidR="008F4AF7" w:rsidRPr="00E47180">
        <w:t xml:space="preserve">75, </w:t>
      </w:r>
      <w:r w:rsidR="008F4AF7" w:rsidRPr="008F4AF7">
        <w:rPr>
          <w:rFonts w:hint="cs"/>
          <w:cs/>
          <w:lang w:bidi="hi-IN"/>
        </w:rPr>
        <w:t>मुसनद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अहमद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जिल्द</w:t>
      </w:r>
      <w:r w:rsidR="008F4AF7" w:rsidRPr="008F4AF7">
        <w:rPr>
          <w:cs/>
          <w:lang w:bidi="hi-IN"/>
        </w:rPr>
        <w:t xml:space="preserve"> </w:t>
      </w:r>
      <w:r w:rsidR="008F4AF7" w:rsidRPr="00E47180">
        <w:t>4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पेज</w:t>
      </w:r>
      <w:r w:rsidR="008F4AF7" w:rsidRPr="008F4AF7">
        <w:rPr>
          <w:cs/>
          <w:lang w:bidi="hi-IN"/>
        </w:rPr>
        <w:t xml:space="preserve"> </w:t>
      </w:r>
      <w:r w:rsidR="008F4AF7" w:rsidRPr="00E47180">
        <w:t>356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हदीस</w:t>
      </w:r>
      <w:r w:rsidR="008F4AF7" w:rsidRPr="008F4AF7">
        <w:rPr>
          <w:cs/>
          <w:lang w:bidi="hi-IN"/>
        </w:rPr>
        <w:t xml:space="preserve"> </w:t>
      </w:r>
      <w:r w:rsidR="008F4AF7" w:rsidRPr="00E47180">
        <w:t>2992)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ताअज्जुब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तरफ़दारों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कुल्ली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मदरस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ख़ुलाफ़ा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रवाँ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छुपाने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कोशिश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चुनाँचे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हिज़यान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....................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..............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सक़ीफ़ा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जौहरी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मतलब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वाज़ेह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हिज़यान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तरफ़दारों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पैरवी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चुनाँचे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जौहरी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बीमारी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ग़लबा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अल्फ़ाज़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क़बाहत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अफ़सोस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बुख़ारी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मुस्लिम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वग़ैरह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अल्फ़ाज़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मज़मून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अगरचे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निहाया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निकलता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हिज़यान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बराहे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बहरहाल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मुख़ालिफ़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निकालने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ख़ालिस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सुलैम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क़ैस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इबारत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बावजूद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ख़ुलाफ़ा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किये।किताब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सुलैम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क़ैस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658)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अस्ले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मौज़ू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मुब्हम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आख़िर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मुश्रेकीन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जज़िर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निकाल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क़ाफ़िलों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दाख़िल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इजाज़त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इजाज़त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देना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तीसरी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ख़ामोशी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तीसरी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बुख़ारी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मग़ाज़ी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बाब</w:t>
      </w:r>
      <w:r w:rsidRPr="008F4AF7">
        <w:rPr>
          <w:cs/>
          <w:lang w:bidi="hi-IN"/>
        </w:rPr>
        <w:t xml:space="preserve"> </w:t>
      </w:r>
      <w:r w:rsidRPr="00E47180">
        <w:t xml:space="preserve">78,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मुस्लिम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बाब</w:t>
      </w:r>
      <w:r w:rsidRPr="008F4AF7">
        <w:rPr>
          <w:cs/>
          <w:lang w:bidi="hi-IN"/>
        </w:rPr>
        <w:t xml:space="preserve"> </w:t>
      </w:r>
      <w:r w:rsidRPr="00E47180">
        <w:t>5)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भलाँ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हिस्से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तीसरी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E47180">
        <w:t xml:space="preserve">,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चूँकि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ताअस्सुब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मुख़ालेफ़त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इँतेका़ल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हक़्क़े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ताख़ीर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पूछी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मुख़ालेफ़त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था।औल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ताअस्सुब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मीरास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मुताअल्लिक़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मीरास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तक़सीम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हिस्सा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जायेगा।मुतर्जिम</w:t>
      </w:r>
      <w:r w:rsidRPr="008F4AF7">
        <w:rPr>
          <w:cs/>
          <w:lang w:bidi="hi-IN"/>
        </w:rPr>
        <w:t>)</w:t>
      </w:r>
    </w:p>
    <w:p w:rsidR="001D08AD" w:rsidRDefault="001D08AD" w:rsidP="00735514">
      <w:pPr>
        <w:pStyle w:val="Heading1"/>
        <w:rPr>
          <w:cs/>
          <w:lang w:bidi="hi-IN"/>
        </w:rPr>
      </w:pPr>
    </w:p>
    <w:p w:rsidR="001D08AD" w:rsidRDefault="001D08AD" w:rsidP="00735514">
      <w:pPr>
        <w:pStyle w:val="Heading1"/>
        <w:rPr>
          <w:cs/>
          <w:lang w:bidi="hi-IN"/>
        </w:rPr>
      </w:pPr>
      <w:bookmarkStart w:id="33" w:name="_Toc457825257"/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रुकावट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735514">
        <w:t>?</w:t>
      </w:r>
      <w:bookmarkEnd w:id="33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तरफ़दारों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तदबीर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रुकावट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की</w:t>
      </w:r>
      <w:r w:rsidRPr="00E47180">
        <w:t xml:space="preserve">?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क़यामत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गुमराह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E47180">
        <w:t xml:space="preserve">? </w:t>
      </w:r>
      <w:r w:rsidRPr="008F4AF7">
        <w:rPr>
          <w:rFonts w:hint="cs"/>
          <w:cs/>
          <w:lang w:bidi="hi-IN"/>
        </w:rPr>
        <w:t>इससे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बढ़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बशारत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E47180">
        <w:t xml:space="preserve">?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मुख़ालेफ़त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E47180">
        <w:t xml:space="preserve">?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सआदत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महरूम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E47180">
        <w:t>?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ओहदा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इश्क़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बुग़्ज़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फ़ैसला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ख़्यालात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क़ाग़ज़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तलब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यक़ीनी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शक्ल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महफ़ूज़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रुकावट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खड़ी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कारेईने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केराम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शवाहिद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गवाह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t>1.</w:t>
      </w:r>
      <w:r w:rsidRPr="00E47180">
        <w:tab/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ज़िन्दगी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सक़लैन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मुक़र्रर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गराँ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तमस्सुक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गुमराह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होगे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इतरत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क़ुरआन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गुमराह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मुकर्रर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हुजरे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काग़ज़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तलब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ज़बान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गुमराह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फ़ौरन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मुख़ालिफ़त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दी।</w:t>
      </w:r>
    </w:p>
    <w:p w:rsidR="008F4AF7" w:rsidRPr="00E47180" w:rsidRDefault="008F4AF7" w:rsidP="008F4AF7">
      <w:pPr>
        <w:pStyle w:val="libNormal"/>
      </w:pPr>
      <w:r w:rsidRPr="00E47180">
        <w:t>2.</w:t>
      </w:r>
      <w:r w:rsidRPr="00E47180">
        <w:tab/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..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रुख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ऊँटों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मख़्फी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 xml:space="preserve">?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?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हाँ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पूछा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तसदीक़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....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बीमारी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बउनवाने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मानेअ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>..</w:t>
      </w:r>
      <w:r w:rsidRPr="008F4AF7">
        <w:rPr>
          <w:rFonts w:hint="cs"/>
          <w:cs/>
          <w:lang w:bidi="hi-IN"/>
        </w:rPr>
        <w:t>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21)</w:t>
      </w:r>
    </w:p>
    <w:p w:rsidR="001D08AD" w:rsidRDefault="001D08AD" w:rsidP="00735514">
      <w:pPr>
        <w:pStyle w:val="Heading1"/>
        <w:rPr>
          <w:cs/>
          <w:lang w:bidi="hi-IN"/>
        </w:rPr>
      </w:pPr>
    </w:p>
    <w:p w:rsidR="001D08AD" w:rsidRDefault="001D08AD" w:rsidP="00735514">
      <w:pPr>
        <w:pStyle w:val="Heading1"/>
        <w:rPr>
          <w:cs/>
          <w:lang w:bidi="hi-IN"/>
        </w:rPr>
      </w:pPr>
      <w:bookmarkStart w:id="34" w:name="_Toc457825258"/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bookmarkEnd w:id="34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फ़स्ल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मशहूर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मारूफ़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कैसी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?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?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?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हिस्से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</w:p>
    <w:p w:rsidR="001D08AD" w:rsidRDefault="001D08AD" w:rsidP="00735514">
      <w:pPr>
        <w:pStyle w:val="Heading1"/>
        <w:rPr>
          <w:cs/>
          <w:lang w:bidi="hi-IN"/>
        </w:rPr>
      </w:pPr>
    </w:p>
    <w:p w:rsidR="001D08AD" w:rsidRDefault="001D08AD" w:rsidP="00735514">
      <w:pPr>
        <w:pStyle w:val="Heading1"/>
        <w:rPr>
          <w:cs/>
          <w:lang w:bidi="hi-IN"/>
        </w:rPr>
      </w:pPr>
      <w:bookmarkStart w:id="35" w:name="_Toc457825259"/>
      <w:r w:rsidRPr="008F4AF7">
        <w:rPr>
          <w:rFonts w:hint="cs"/>
          <w:cs/>
          <w:lang w:bidi="hi-IN"/>
        </w:rPr>
        <w:t>वाकेय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bookmarkEnd w:id="35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हिज़रत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दसवें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ज़ियारत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क़स्द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अतराफ़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क़बीलों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इज्तेमा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फ़रीज़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अंजाम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तालिमात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पैरवी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बड़ी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तादाद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वाहिद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अंजाम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हज्जतुल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विदा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हज्जतुल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हज्जतुल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बलाग़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हज्जतुल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हज्ज़तुल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ग़ुस्ल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ऐहराम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कपड़े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बाँधा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E47180">
        <w:t>24,25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क़अदा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शंबा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रवाना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अज़ावाज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अमारियों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बैठाया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मुहाजेरीन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क़बीलों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रवाना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पड़ने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बीमारी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सफ़र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महरूम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बावजूद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सफ़र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शिरकत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तादाद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चौदह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हज़ार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हज़ार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चालिस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बताई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अलबत्ता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मूसा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अशअरी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तादाद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मज़कूरा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रक़्म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इज़ाफ़ा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तबकात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225, </w:t>
      </w:r>
      <w:r w:rsidRPr="008F4AF7">
        <w:rPr>
          <w:rFonts w:hint="cs"/>
          <w:cs/>
          <w:lang w:bidi="hi-IN"/>
        </w:rPr>
        <w:t>मक़रिज़ी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इमताअ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511, </w:t>
      </w:r>
      <w:r w:rsidRPr="008F4AF7">
        <w:rPr>
          <w:rFonts w:hint="cs"/>
          <w:cs/>
          <w:lang w:bidi="hi-IN"/>
        </w:rPr>
        <w:t>इरशादुस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329)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आमाले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अँजाम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हाजि़यों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मदीना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वापसी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रवाना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काफ़ेला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जिबरईले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</w:p>
    <w:p w:rsidR="008F4AF7" w:rsidRPr="00E47180" w:rsidRDefault="008F4AF7" w:rsidP="008F4AF7">
      <w:pPr>
        <w:pStyle w:val="libNormal"/>
      </w:pPr>
      <w:r w:rsidRPr="00E47180">
        <w:t xml:space="preserve">: </w:t>
      </w:r>
      <w:r w:rsidRPr="00E47180">
        <w:rPr>
          <w:rFonts w:ascii="Times New Roman" w:hAnsi="Times New Roman" w:cs="Times New Roman" w:hint="cs"/>
          <w:rtl/>
        </w:rPr>
        <w:t>يَا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أَيُّهَا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الرَّسُولُ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بَلِّغْ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أُنزِلَ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إِلَيْكَ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رَّبِّكَ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وَإِن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لَّمْ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تَفْعَلْ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فَمَا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بَلَّغْتَ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رِسَالَتَهُ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وَاللَّـهُ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يَعْصِمُكَ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النَّاسِ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إِنَّ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يَهْدِي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الْقَوْمَ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الْكَافِرِينَ</w:t>
      </w:r>
      <w:r w:rsidRPr="00E47180">
        <w:t xml:space="preserve"> 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सूरए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67)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परवर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दिगार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जोहफ़ा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मंजिल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रास्ते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निकलते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E47180">
        <w:t>18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हिज्जा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पंज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शंबा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जोहफ़ा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अमीने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वहयी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जिबरईल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उनवान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तआरुफ़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करायें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मख़लूक़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पीछे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बढ़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वापस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ख़ाशाक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गर्मी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हिस्सा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आराम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ख़ातिर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ख़ैमा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ज़ोहर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इक्तेदा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नमाज़े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ज़ोहर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नमाज़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पालाने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शुतुर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जगह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आवाज़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मुतवज्जेह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ख़ुतबे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आग़ाज़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तारिफ़े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खुदावंदे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तलब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भरोसा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E47180">
        <w:t xml:space="preserve">, </w:t>
      </w:r>
      <w:r w:rsidRPr="008F4AF7">
        <w:rPr>
          <w:rFonts w:hint="cs"/>
          <w:cs/>
          <w:lang w:bidi="hi-IN"/>
        </w:rPr>
        <w:t>बुरे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बुराईयों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पनाह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माँगता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E47180">
        <w:t xml:space="preserve">, </w:t>
      </w:r>
      <w:r w:rsidRPr="008F4AF7">
        <w:rPr>
          <w:rFonts w:hint="cs"/>
          <w:cs/>
          <w:lang w:bidi="hi-IN"/>
        </w:rPr>
        <w:t>गुमराहों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पनाह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रहनुमाई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गुमराह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गवाही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माबूद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ख़ुदावंदे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वहदानियत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गवाही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मेहरबान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अनक़रीब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लब्बैक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रवाना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ज़िम्मेदारियों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ज़िम्मेदार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>?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गवाही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नसीहत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ज़िम्मेदारियों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समझाने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छोड़ी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जज़ाए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इनायत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फरमाये।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वहदानियत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रिसालत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गवाही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 xml:space="preserve">?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गवाही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दोज़ख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क़यामत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शुब्हा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?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मुर्दों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दोबारा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ज़िन्दा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करेगा</w:t>
      </w:r>
      <w:r w:rsidRPr="00E47180">
        <w:t xml:space="preserve">?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अक़ीदा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 xml:space="preserve">?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सबने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हाँ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रसूलल्लाह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इन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हक़ायक़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गवाही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>?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पैगम़्बरे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ख़ुदावंद</w:t>
      </w:r>
      <w:r w:rsidRPr="00E47180">
        <w:t xml:space="preserve">, </w:t>
      </w:r>
      <w:r w:rsidRPr="008F4AF7">
        <w:rPr>
          <w:rFonts w:hint="cs"/>
          <w:cs/>
          <w:lang w:bidi="hi-IN"/>
        </w:rPr>
        <w:t>तू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गवाह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फरमाया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हौज़े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कौसर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हौज़े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कौसर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मिलोगे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हौज़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कौसर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वुसअत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फ़ासले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परस्तारों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बराबर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साग़र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चाँदी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ग़ौर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होशियार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गराँ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E47180">
        <w:t xml:space="preserve">, </w:t>
      </w:r>
      <w:r w:rsidRPr="008F4AF7">
        <w:rPr>
          <w:rFonts w:hint="cs"/>
          <w:cs/>
          <w:lang w:bidi="hi-IN"/>
        </w:rPr>
        <w:t>देखो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सुलूक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>?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आवाज़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रसूलल्लाह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गराँ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कौन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>?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सिक़्ले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मज़बूती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पकड़े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गुमराह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सिक़्ले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असग़र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बेशक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मेहरबान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होंगे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हौज़े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कौसर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वारिद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बढ़ना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पैरवी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रुकना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हलाक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जाओगे।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पकड़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सफ़ीदी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नमूदार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E47180">
        <w:t xml:space="preserve">,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पहचान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नफ़्सों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कौन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>?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सबको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बेहतर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बेशक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नफ़्सों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हंबल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हंमबियों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बक़ौल</w:t>
      </w:r>
      <w:r w:rsidRPr="00E47180">
        <w:t xml:space="preserve">,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मर्तबा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उठाये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पालने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तू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रखे</w:t>
      </w:r>
      <w:r w:rsidRPr="00E47180">
        <w:t xml:space="preserve">, </w:t>
      </w:r>
      <w:r w:rsidRPr="008F4AF7">
        <w:rPr>
          <w:rFonts w:hint="cs"/>
          <w:cs/>
          <w:lang w:bidi="hi-IN"/>
        </w:rPr>
        <w:lastRenderedPageBreak/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नासिरों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रूसवा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सदाक़त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मर्कज़े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हाज़ेरीने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मजलिस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वाकेये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ग़ायब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पहचायें।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मजमे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जिबरईले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E47180">
        <w:rPr>
          <w:rFonts w:ascii="Times New Roman" w:hAnsi="Times New Roman" w:cs="Times New Roman" w:hint="cs"/>
          <w:rtl/>
        </w:rPr>
        <w:t>الْيَوْمَ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أَكْمَلْتُ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دِينَكُمْ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وَأَتْمَمْتُ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عَلَيْكُمْ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نِعْمَتِي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وَرَضِيتُ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لَكُمُ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الْإِسْلَامَ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دِينًا</w:t>
      </w:r>
      <w:r w:rsidRPr="00E47180">
        <w:t>) (</w:t>
      </w:r>
      <w:r w:rsidRPr="008F4AF7">
        <w:rPr>
          <w:rFonts w:hint="cs"/>
          <w:cs/>
          <w:lang w:bidi="hi-IN"/>
        </w:rPr>
        <w:t>सूरये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6)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</w:p>
    <w:p w:rsidR="008F4AF7" w:rsidRPr="00E47180" w:rsidRDefault="008F4AF7" w:rsidP="008F4AF7">
      <w:pPr>
        <w:pStyle w:val="libNormal"/>
      </w:pPr>
      <w:r w:rsidRPr="00E47180">
        <w:t xml:space="preserve">, </w:t>
      </w:r>
      <w:r w:rsidRPr="008F4AF7">
        <w:rPr>
          <w:rFonts w:hint="cs"/>
          <w:cs/>
          <w:lang w:bidi="hi-IN"/>
        </w:rPr>
        <w:t>आज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पूरी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पसंद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अल्लाहो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अकबर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नेमत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मुकम्मल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रिसालत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ख़ुदनूद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हाज़ेरीने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मजलिस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मिनजुमला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शैखैन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ख़िदमत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मुबारक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मुबारक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क़सम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हस्सान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इजाज़त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क़सीदा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पढ़ूँ</w:t>
      </w:r>
      <w:r w:rsidRPr="00E47180">
        <w:t xml:space="preserve">?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मैमनत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बरकत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पढ़ो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क़ुरैश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बुज़ुर्गों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हुज़ूर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मुसल्लम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अशआर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अशआर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पढ़े</w:t>
      </w:r>
      <w:r w:rsidRPr="008F4AF7">
        <w:rPr>
          <w:cs/>
          <w:lang w:bidi="hi-IN"/>
        </w:rPr>
        <w:t xml:space="preserve">: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शेर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</w:p>
    <w:p w:rsidR="008F4AF7" w:rsidRPr="00E47180" w:rsidRDefault="008F4AF7" w:rsidP="008F4AF7">
      <w:pPr>
        <w:pStyle w:val="libNormal"/>
      </w:pPr>
      <w:r w:rsidRPr="00E47180">
        <w:t xml:space="preserve">,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क़सीदा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इत्तेफ़ाक़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क़ाबिले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दास्तान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शौकत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ख़ुसूसीयात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31, 36, </w:t>
      </w:r>
      <w:r w:rsidRPr="008F4AF7">
        <w:rPr>
          <w:rFonts w:hint="cs"/>
          <w:cs/>
          <w:lang w:bidi="hi-IN"/>
        </w:rPr>
        <w:t>तबका़त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173,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अमताअ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मक़रीज़ी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510, </w:t>
      </w:r>
      <w:r w:rsidRPr="008F4AF7">
        <w:rPr>
          <w:rFonts w:hint="cs"/>
          <w:cs/>
          <w:lang w:bidi="hi-IN"/>
        </w:rPr>
        <w:t>इसरादुल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426, </w:t>
      </w:r>
      <w:r w:rsidRPr="008F4AF7">
        <w:rPr>
          <w:rFonts w:hint="cs"/>
          <w:cs/>
          <w:lang w:bidi="hi-IN"/>
        </w:rPr>
        <w:t>सीरये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हलबी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257, </w:t>
      </w:r>
      <w:r w:rsidRPr="008F4AF7">
        <w:rPr>
          <w:rFonts w:hint="cs"/>
          <w:cs/>
          <w:lang w:bidi="hi-IN"/>
        </w:rPr>
        <w:t>सीरये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दहलान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143, </w:t>
      </w:r>
      <w:r w:rsidRPr="008F4AF7">
        <w:rPr>
          <w:rFonts w:hint="cs"/>
          <w:cs/>
          <w:lang w:bidi="hi-IN"/>
        </w:rPr>
        <w:t>तज़किरतुल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ख़वास</w:t>
      </w:r>
      <w:r w:rsidRPr="00E47180">
        <w:t xml:space="preserve">,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30, </w:t>
      </w:r>
      <w:r w:rsidRPr="008F4AF7">
        <w:rPr>
          <w:rFonts w:hint="cs"/>
          <w:cs/>
          <w:lang w:bidi="hi-IN"/>
        </w:rPr>
        <w:t>ख़सायसे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96, </w:t>
      </w:r>
      <w:r w:rsidRPr="008F4AF7">
        <w:rPr>
          <w:rFonts w:hint="cs"/>
          <w:cs/>
          <w:lang w:bidi="hi-IN"/>
        </w:rPr>
        <w:t>दायरतुल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मआरिफ़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542)</w:t>
      </w:r>
    </w:p>
    <w:p w:rsidR="00735514" w:rsidRDefault="00735514" w:rsidP="00DE0F6F">
      <w:pPr>
        <w:pStyle w:val="libNormal"/>
        <w:rPr>
          <w:cs/>
          <w:lang w:bidi="hi-IN"/>
        </w:rPr>
      </w:pPr>
      <w:r>
        <w:rPr>
          <w:cs/>
          <w:lang w:bidi="hi-IN"/>
        </w:rPr>
        <w:br w:type="page"/>
      </w:r>
    </w:p>
    <w:p w:rsidR="001D08AD" w:rsidRDefault="001D08AD" w:rsidP="00735514">
      <w:pPr>
        <w:pStyle w:val="Heading1"/>
        <w:rPr>
          <w:cs/>
          <w:lang w:bidi="hi-IN"/>
        </w:rPr>
      </w:pPr>
    </w:p>
    <w:p w:rsidR="001D08AD" w:rsidRDefault="001D08AD" w:rsidP="00735514">
      <w:pPr>
        <w:pStyle w:val="Heading1"/>
        <w:rPr>
          <w:cs/>
          <w:lang w:bidi="hi-IN"/>
        </w:rPr>
      </w:pPr>
      <w:bookmarkStart w:id="36" w:name="_Toc457825260"/>
      <w:r w:rsidRPr="008F4AF7">
        <w:rPr>
          <w:rFonts w:hint="cs"/>
          <w:cs/>
          <w:lang w:bidi="hi-IN"/>
        </w:rPr>
        <w:t>वाक़ेय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bookmarkEnd w:id="36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शायद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शक्ल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रिसालत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ग़दीर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इत्तेहाद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निशानी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रिसालत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मख़्फ़ी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हक़ायक़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ज़ाहिर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पोशिदा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ज़ाहिर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हिदायत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मुम्किन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गद़ीर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तसलीम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गद़ीर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हिज़्बे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हिज़्बे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शैतान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शिकस्त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गद़ीर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ख़ुर्शीदे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चमकने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1D08AD" w:rsidRDefault="001D08AD" w:rsidP="00735514">
      <w:pPr>
        <w:pStyle w:val="Heading1"/>
        <w:rPr>
          <w:cs/>
          <w:lang w:bidi="hi-IN"/>
        </w:rPr>
      </w:pPr>
    </w:p>
    <w:p w:rsidR="001D08AD" w:rsidRDefault="001D08AD" w:rsidP="00735514">
      <w:pPr>
        <w:pStyle w:val="Heading1"/>
        <w:rPr>
          <w:cs/>
          <w:lang w:bidi="hi-IN"/>
        </w:rPr>
      </w:pPr>
      <w:bookmarkStart w:id="37" w:name="_Toc457825261"/>
      <w:r w:rsidRPr="008F4AF7">
        <w:rPr>
          <w:rFonts w:hint="cs"/>
          <w:cs/>
          <w:lang w:bidi="hi-IN"/>
        </w:rPr>
        <w:t>गद़ीर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ज़ुग़राफ़ियाई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हैसियत</w:t>
      </w:r>
      <w:bookmarkEnd w:id="37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गदीर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लुग़वी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गढ़हे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सैलाब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मुद्दत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लफ़्ज़े</w:t>
      </w:r>
      <w:r w:rsidRPr="008F4AF7">
        <w:rPr>
          <w:cs/>
          <w:lang w:bidi="hi-IN"/>
        </w:rPr>
        <w:t xml:space="preserve"> </w:t>
      </w:r>
      <w:r w:rsidRPr="00E47180">
        <w:t>''</w:t>
      </w:r>
      <w:r w:rsidRPr="008F4AF7">
        <w:rPr>
          <w:rFonts w:hint="cs"/>
          <w:cs/>
          <w:lang w:bidi="hi-IN"/>
        </w:rPr>
        <w:t>ख़ुम</w:t>
      </w:r>
      <w:r w:rsidRPr="00E47180">
        <w:t xml:space="preserve">''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याक़ूत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हमवी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ज़मख़्शरी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E47180">
        <w:t>''</w:t>
      </w:r>
      <w:r w:rsidRPr="008F4AF7">
        <w:rPr>
          <w:rFonts w:hint="cs"/>
          <w:cs/>
          <w:lang w:bidi="hi-IN"/>
        </w:rPr>
        <w:t>ख़ुम</w:t>
      </w:r>
      <w:r w:rsidRPr="00E47180">
        <w:t xml:space="preserve">''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रंगरेज़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मदीना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E47180">
        <w:t>''</w:t>
      </w:r>
      <w:r w:rsidRPr="008F4AF7">
        <w:rPr>
          <w:rFonts w:hint="cs"/>
          <w:cs/>
          <w:lang w:bidi="hi-IN"/>
        </w:rPr>
        <w:t>जुहफा</w:t>
      </w:r>
      <w:r w:rsidRPr="00E47180">
        <w:t xml:space="preserve">''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है।मोजमुल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बल्दान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389)</w:t>
      </w:r>
    </w:p>
    <w:p w:rsidR="008F4AF7" w:rsidRPr="00E47180" w:rsidRDefault="008F4AF7" w:rsidP="008F4AF7">
      <w:pPr>
        <w:pStyle w:val="libNormal"/>
      </w:pPr>
      <w:r w:rsidRPr="00E47180">
        <w:t>''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E47180">
        <w:t xml:space="preserve">''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मदीना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मदीना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E47180">
        <w:t>''</w:t>
      </w:r>
      <w:r w:rsidRPr="008F4AF7">
        <w:rPr>
          <w:rFonts w:hint="cs"/>
          <w:cs/>
          <w:lang w:bidi="hi-IN"/>
        </w:rPr>
        <w:t>जोहफ़ा</w:t>
      </w:r>
      <w:r w:rsidRPr="00E47180">
        <w:t xml:space="preserve">''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मरासिदुल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इत्तेलाआत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315-482)</w:t>
      </w:r>
    </w:p>
    <w:p w:rsidR="008F4AF7" w:rsidRPr="00E47180" w:rsidRDefault="008F4AF7" w:rsidP="008F4AF7">
      <w:pPr>
        <w:pStyle w:val="libNormal"/>
      </w:pPr>
      <w:r w:rsidRPr="00E47180">
        <w:t>''</w:t>
      </w:r>
      <w:r w:rsidRPr="008F4AF7">
        <w:rPr>
          <w:rFonts w:hint="cs"/>
          <w:cs/>
          <w:lang w:bidi="hi-IN"/>
        </w:rPr>
        <w:t>जोहफ़ा</w:t>
      </w:r>
      <w:r w:rsidRPr="00E47180">
        <w:t xml:space="preserve">'' </w:t>
      </w:r>
      <w:r w:rsidRPr="008F4AF7">
        <w:rPr>
          <w:rFonts w:hint="cs"/>
          <w:cs/>
          <w:lang w:bidi="hi-IN"/>
        </w:rPr>
        <w:t>मक्के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मदीना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E47180">
        <w:t xml:space="preserve">, </w:t>
      </w:r>
      <w:r w:rsidRPr="008F4AF7">
        <w:rPr>
          <w:rFonts w:hint="cs"/>
          <w:cs/>
          <w:lang w:bidi="hi-IN"/>
        </w:rPr>
        <w:t>मक्के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मग़रिबी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बस्ती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E47180">
        <w:t>''</w:t>
      </w:r>
      <w:r w:rsidRPr="008F4AF7">
        <w:rPr>
          <w:rFonts w:hint="cs"/>
          <w:cs/>
          <w:lang w:bidi="hi-IN"/>
        </w:rPr>
        <w:t>महीआ</w:t>
      </w:r>
      <w:r w:rsidRPr="00E47180">
        <w:t xml:space="preserve">''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E47180">
        <w:t>''</w:t>
      </w:r>
      <w:r w:rsidRPr="008F4AF7">
        <w:rPr>
          <w:rFonts w:hint="cs"/>
          <w:cs/>
          <w:lang w:bidi="hi-IN"/>
        </w:rPr>
        <w:t>जोहफ़ा</w:t>
      </w:r>
      <w:r w:rsidRPr="00E47180">
        <w:t xml:space="preserve">''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क्योंकि</w:t>
      </w:r>
      <w:r w:rsidRPr="008F4AF7">
        <w:rPr>
          <w:cs/>
          <w:lang w:bidi="hi-IN"/>
        </w:rPr>
        <w:t xml:space="preserve"> </w:t>
      </w:r>
      <w:r w:rsidRPr="00E47180">
        <w:t>''</w:t>
      </w:r>
      <w:r w:rsidRPr="008F4AF7">
        <w:rPr>
          <w:rFonts w:hint="cs"/>
          <w:cs/>
          <w:lang w:bidi="hi-IN"/>
        </w:rPr>
        <w:t>जोहफ़ा</w:t>
      </w:r>
      <w:r w:rsidRPr="00E47180">
        <w:t xml:space="preserve">''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कूच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सैलाब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कूच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पड़ता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वीरान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मोजम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बलदान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सफ़ा</w:t>
      </w:r>
      <w:r w:rsidRPr="008F4AF7">
        <w:rPr>
          <w:cs/>
          <w:lang w:bidi="hi-IN"/>
        </w:rPr>
        <w:t xml:space="preserve"> </w:t>
      </w:r>
      <w:r w:rsidRPr="00E47180">
        <w:t>111)</w:t>
      </w:r>
    </w:p>
    <w:p w:rsidR="001D08AD" w:rsidRDefault="001D08AD" w:rsidP="00735514">
      <w:pPr>
        <w:pStyle w:val="Heading1"/>
        <w:rPr>
          <w:cs/>
          <w:lang w:bidi="hi-IN"/>
        </w:rPr>
      </w:pPr>
    </w:p>
    <w:p w:rsidR="001D08AD" w:rsidRDefault="001D08AD" w:rsidP="00735514">
      <w:pPr>
        <w:pStyle w:val="Heading1"/>
        <w:rPr>
          <w:cs/>
          <w:lang w:bidi="hi-IN"/>
        </w:rPr>
      </w:pPr>
      <w:bookmarkStart w:id="38" w:name="_Toc457825262"/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रावी</w:t>
      </w:r>
      <w:bookmarkEnd w:id="38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सहाबा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तादाद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बेड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फ़ेहरिस्त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तबर्रुकन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:</w:t>
      </w:r>
    </w:p>
    <w:p w:rsidR="008F4AF7" w:rsidRPr="00E47180" w:rsidRDefault="008F4AF7" w:rsidP="008F4AF7">
      <w:pPr>
        <w:pStyle w:val="libNormal"/>
      </w:pPr>
      <w:r w:rsidRPr="00E47180">
        <w:lastRenderedPageBreak/>
        <w:t xml:space="preserve">1.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मोमीनीन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अलैहिस्सलाम</w:t>
      </w:r>
    </w:p>
    <w:p w:rsidR="008F4AF7" w:rsidRPr="00E47180" w:rsidRDefault="008F4AF7" w:rsidP="008F4AF7">
      <w:pPr>
        <w:pStyle w:val="libNormal"/>
      </w:pPr>
      <w:r w:rsidRPr="00E47180">
        <w:t xml:space="preserve">2. </w:t>
      </w:r>
      <w:r w:rsidRPr="008F4AF7">
        <w:rPr>
          <w:rFonts w:hint="cs"/>
          <w:cs/>
          <w:lang w:bidi="hi-IN"/>
        </w:rPr>
        <w:t>सिद्दीक़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ताहिरा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फ़ातिमा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सलामुल्लाह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अलैहा</w:t>
      </w:r>
    </w:p>
    <w:p w:rsidR="008F4AF7" w:rsidRPr="00E47180" w:rsidRDefault="008F4AF7" w:rsidP="008F4AF7">
      <w:pPr>
        <w:pStyle w:val="libNormal"/>
      </w:pPr>
      <w:r w:rsidRPr="00E47180">
        <w:t xml:space="preserve">3.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अलैहिस्सलाम</w:t>
      </w:r>
    </w:p>
    <w:p w:rsidR="008F4AF7" w:rsidRPr="00E47180" w:rsidRDefault="008F4AF7" w:rsidP="008F4AF7">
      <w:pPr>
        <w:pStyle w:val="libNormal"/>
      </w:pPr>
      <w:r w:rsidRPr="00E47180">
        <w:t xml:space="preserve">4.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अलैहिस्सलाम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अलिफ़</w:t>
      </w:r>
    </w:p>
    <w:p w:rsidR="008F4AF7" w:rsidRPr="00E47180" w:rsidRDefault="008F4AF7" w:rsidP="008F4AF7">
      <w:pPr>
        <w:pStyle w:val="libNormal"/>
      </w:pPr>
      <w:r w:rsidRPr="00E47180">
        <w:t xml:space="preserve">5.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क़ुहाफ़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तमीमी</w:t>
      </w:r>
    </w:p>
    <w:p w:rsidR="008F4AF7" w:rsidRPr="00E47180" w:rsidRDefault="008F4AF7" w:rsidP="008F4AF7">
      <w:pPr>
        <w:pStyle w:val="libNormal"/>
      </w:pPr>
      <w:r w:rsidRPr="00E47180">
        <w:t xml:space="preserve">6.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ज़वीब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ख़ुवैलद</w:t>
      </w:r>
    </w:p>
    <w:p w:rsidR="008F4AF7" w:rsidRPr="00E47180" w:rsidRDefault="008F4AF7" w:rsidP="008F4AF7">
      <w:pPr>
        <w:pStyle w:val="libNormal"/>
      </w:pPr>
      <w:r w:rsidRPr="00E47180">
        <w:t xml:space="preserve">7.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राफ़ए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क़ुतबी</w:t>
      </w:r>
    </w:p>
    <w:p w:rsidR="008F4AF7" w:rsidRPr="00E47180" w:rsidRDefault="008F4AF7" w:rsidP="008F4AF7">
      <w:pPr>
        <w:pStyle w:val="libNormal"/>
      </w:pPr>
      <w:r w:rsidRPr="00E47180">
        <w:t xml:space="preserve">8.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ज़ैनब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औफ़े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</w:p>
    <w:p w:rsidR="008F4AF7" w:rsidRPr="00E47180" w:rsidRDefault="008F4AF7" w:rsidP="008F4AF7">
      <w:pPr>
        <w:pStyle w:val="libNormal"/>
      </w:pPr>
      <w:r w:rsidRPr="00E47180">
        <w:t xml:space="preserve">9.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</w:p>
    <w:p w:rsidR="008F4AF7" w:rsidRPr="00E47180" w:rsidRDefault="008F4AF7" w:rsidP="008F4AF7">
      <w:pPr>
        <w:pStyle w:val="libNormal"/>
      </w:pPr>
      <w:r w:rsidRPr="00E47180">
        <w:t xml:space="preserve">10.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फ़ज़ालए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सिफ़्फ़ीन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अलैहिस्सलाम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 xml:space="preserve">11.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क़ुदामा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</w:p>
    <w:p w:rsidR="008F4AF7" w:rsidRPr="00E47180" w:rsidRDefault="008F4AF7" w:rsidP="008F4AF7">
      <w:pPr>
        <w:pStyle w:val="libNormal"/>
      </w:pPr>
      <w:r w:rsidRPr="00E47180">
        <w:t xml:space="preserve">12.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लैला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सिफ़्फ़ीन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हुये।</w:t>
      </w:r>
    </w:p>
    <w:p w:rsidR="008F4AF7" w:rsidRPr="00E47180" w:rsidRDefault="008F4AF7" w:rsidP="008F4AF7">
      <w:pPr>
        <w:pStyle w:val="libNormal"/>
      </w:pPr>
      <w:r w:rsidRPr="00E47180">
        <w:t xml:space="preserve">13.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हुरैर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दूसी</w:t>
      </w:r>
    </w:p>
    <w:p w:rsidR="008F4AF7" w:rsidRPr="00E47180" w:rsidRDefault="008F4AF7" w:rsidP="008F4AF7">
      <w:pPr>
        <w:pStyle w:val="libNormal"/>
      </w:pPr>
      <w:r w:rsidRPr="00E47180">
        <w:t xml:space="preserve">14. </w:t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हैसम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तैहान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सिफ़्फ़ीन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शहादत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दर्जे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फ़ाएज़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हुये।</w:t>
      </w:r>
    </w:p>
    <w:p w:rsidR="008F4AF7" w:rsidRPr="00E47180" w:rsidRDefault="008F4AF7" w:rsidP="008F4AF7">
      <w:pPr>
        <w:pStyle w:val="libNormal"/>
      </w:pPr>
      <w:r w:rsidRPr="00E47180">
        <w:t xml:space="preserve">15. </w:t>
      </w:r>
      <w:r w:rsidRPr="008F4AF7">
        <w:rPr>
          <w:rFonts w:hint="cs"/>
          <w:cs/>
          <w:lang w:bidi="hi-IN"/>
        </w:rPr>
        <w:t>ओबई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कअबे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ख़ज़रजी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बुज़ुर्ग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क़ुर्रा</w:t>
      </w:r>
    </w:p>
    <w:p w:rsidR="008F4AF7" w:rsidRPr="00E47180" w:rsidRDefault="008F4AF7" w:rsidP="008F4AF7">
      <w:pPr>
        <w:pStyle w:val="libNormal"/>
      </w:pPr>
      <w:r w:rsidRPr="00E47180">
        <w:lastRenderedPageBreak/>
        <w:t xml:space="preserve">16. </w:t>
      </w:r>
      <w:r w:rsidRPr="008F4AF7">
        <w:rPr>
          <w:rFonts w:hint="cs"/>
          <w:cs/>
          <w:lang w:bidi="hi-IN"/>
        </w:rPr>
        <w:t>उसामा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हारिसे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कल्बी</w:t>
      </w:r>
    </w:p>
    <w:p w:rsidR="008F4AF7" w:rsidRPr="00E47180" w:rsidRDefault="008F4AF7" w:rsidP="008F4AF7">
      <w:pPr>
        <w:pStyle w:val="libNormal"/>
      </w:pPr>
      <w:r w:rsidRPr="00E47180">
        <w:t xml:space="preserve">17. </w:t>
      </w:r>
      <w:r w:rsidRPr="008F4AF7">
        <w:rPr>
          <w:rFonts w:hint="cs"/>
          <w:cs/>
          <w:lang w:bidi="hi-IN"/>
        </w:rPr>
        <w:t>असअद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ज़ोरार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</w:p>
    <w:p w:rsidR="008F4AF7" w:rsidRPr="00E47180" w:rsidRDefault="008F4AF7" w:rsidP="008F4AF7">
      <w:pPr>
        <w:pStyle w:val="libNormal"/>
      </w:pPr>
      <w:r w:rsidRPr="00E47180">
        <w:t xml:space="preserve">18. </w:t>
      </w:r>
      <w:r w:rsidRPr="008F4AF7">
        <w:rPr>
          <w:rFonts w:hint="cs"/>
          <w:cs/>
          <w:lang w:bidi="hi-IN"/>
        </w:rPr>
        <w:t>असमा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उमैस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ख़सअमिया</w:t>
      </w:r>
    </w:p>
    <w:p w:rsidR="008F4AF7" w:rsidRPr="00E47180" w:rsidRDefault="008F4AF7" w:rsidP="008F4AF7">
      <w:pPr>
        <w:pStyle w:val="libNormal"/>
      </w:pPr>
      <w:r w:rsidRPr="00E47180">
        <w:t xml:space="preserve">19. </w:t>
      </w:r>
      <w:r w:rsidRPr="008F4AF7">
        <w:rPr>
          <w:rFonts w:hint="cs"/>
          <w:cs/>
          <w:lang w:bidi="hi-IN"/>
        </w:rPr>
        <w:t>उम्मे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सलमा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ज़ौज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E47180">
        <w:t xml:space="preserve">20. </w:t>
      </w:r>
      <w:r w:rsidRPr="008F4AF7">
        <w:rPr>
          <w:rFonts w:hint="cs"/>
          <w:cs/>
          <w:lang w:bidi="hi-IN"/>
        </w:rPr>
        <w:t>उम्मे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हानी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बिन्ते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अलैहिस्सलाम</w:t>
      </w:r>
    </w:p>
    <w:p w:rsidR="008F4AF7" w:rsidRPr="00E47180" w:rsidRDefault="008F4AF7" w:rsidP="008F4AF7">
      <w:pPr>
        <w:pStyle w:val="libNormal"/>
      </w:pPr>
      <w:r w:rsidRPr="00E47180">
        <w:t xml:space="preserve">21. </w:t>
      </w:r>
      <w:r w:rsidRPr="008F4AF7">
        <w:rPr>
          <w:rFonts w:hint="cs"/>
          <w:cs/>
          <w:lang w:bidi="hi-IN"/>
        </w:rPr>
        <w:t>अनस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मालिके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ख़ज़रजी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ख़ादिमे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बे</w:t>
      </w:r>
    </w:p>
    <w:p w:rsidR="008F4AF7" w:rsidRPr="00E47180" w:rsidRDefault="008F4AF7" w:rsidP="008F4AF7">
      <w:pPr>
        <w:pStyle w:val="libNormal"/>
      </w:pPr>
      <w:r w:rsidRPr="00E47180">
        <w:t xml:space="preserve">22. </w:t>
      </w:r>
      <w:r w:rsidRPr="008F4AF7">
        <w:rPr>
          <w:rFonts w:hint="cs"/>
          <w:cs/>
          <w:lang w:bidi="hi-IN"/>
        </w:rPr>
        <w:t>बराअ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आज़िबे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औसी</w:t>
      </w:r>
    </w:p>
    <w:p w:rsidR="008F4AF7" w:rsidRPr="00E47180" w:rsidRDefault="008F4AF7" w:rsidP="008F4AF7">
      <w:pPr>
        <w:pStyle w:val="libNormal"/>
      </w:pPr>
      <w:r w:rsidRPr="00E47180">
        <w:t xml:space="preserve">23. </w:t>
      </w:r>
      <w:r w:rsidRPr="008F4AF7">
        <w:rPr>
          <w:rFonts w:hint="cs"/>
          <w:cs/>
          <w:lang w:bidi="hi-IN"/>
        </w:rPr>
        <w:t>बरीदा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आज़िबे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से</w:t>
      </w:r>
    </w:p>
    <w:p w:rsidR="008F4AF7" w:rsidRPr="00E47180" w:rsidRDefault="008F4AF7" w:rsidP="008F4AF7">
      <w:pPr>
        <w:pStyle w:val="libNormal"/>
      </w:pPr>
      <w:r w:rsidRPr="00E47180">
        <w:t xml:space="preserve">24.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वदीअ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ख़ज़रजी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मदनी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जीम</w:t>
      </w:r>
    </w:p>
    <w:p w:rsidR="008F4AF7" w:rsidRPr="00E47180" w:rsidRDefault="008F4AF7" w:rsidP="008F4AF7">
      <w:pPr>
        <w:pStyle w:val="libNormal"/>
      </w:pPr>
      <w:r w:rsidRPr="00E47180">
        <w:t xml:space="preserve">25. </w:t>
      </w:r>
      <w:r w:rsidRPr="008F4AF7">
        <w:rPr>
          <w:rFonts w:hint="cs"/>
          <w:cs/>
          <w:lang w:bidi="hi-IN"/>
        </w:rPr>
        <w:t>जाबिर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समुरा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जुनादा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सुलैमाने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सुवाई</w:t>
      </w:r>
    </w:p>
    <w:p w:rsidR="008F4AF7" w:rsidRPr="00E47180" w:rsidRDefault="008F4AF7" w:rsidP="008F4AF7">
      <w:pPr>
        <w:pStyle w:val="libNormal"/>
      </w:pPr>
      <w:r w:rsidRPr="00E47180">
        <w:t xml:space="preserve">26. </w:t>
      </w:r>
      <w:r w:rsidRPr="008F4AF7">
        <w:rPr>
          <w:rFonts w:hint="cs"/>
          <w:cs/>
          <w:lang w:bidi="hi-IN"/>
        </w:rPr>
        <w:t>जाबिर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</w:p>
    <w:p w:rsidR="008F4AF7" w:rsidRPr="00E47180" w:rsidRDefault="008F4AF7" w:rsidP="008F4AF7">
      <w:pPr>
        <w:pStyle w:val="libNormal"/>
      </w:pPr>
      <w:r w:rsidRPr="00E47180">
        <w:t xml:space="preserve">27. </w:t>
      </w:r>
      <w:r w:rsidRPr="008F4AF7">
        <w:rPr>
          <w:rFonts w:hint="cs"/>
          <w:cs/>
          <w:lang w:bidi="hi-IN"/>
        </w:rPr>
        <w:t>जबला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</w:p>
    <w:p w:rsidR="008F4AF7" w:rsidRPr="00E47180" w:rsidRDefault="008F4AF7" w:rsidP="008F4AF7">
      <w:pPr>
        <w:pStyle w:val="libNormal"/>
      </w:pPr>
      <w:r w:rsidRPr="00E47180">
        <w:t xml:space="preserve">28. </w:t>
      </w:r>
      <w:r w:rsidRPr="008F4AF7">
        <w:rPr>
          <w:rFonts w:hint="cs"/>
          <w:cs/>
          <w:lang w:bidi="hi-IN"/>
        </w:rPr>
        <w:t>जबीर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मुतअम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क़रशी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नौफ़ली</w:t>
      </w:r>
    </w:p>
    <w:p w:rsidR="008F4AF7" w:rsidRPr="00E47180" w:rsidRDefault="008F4AF7" w:rsidP="008F4AF7">
      <w:pPr>
        <w:pStyle w:val="libNormal"/>
      </w:pPr>
      <w:r w:rsidRPr="00E47180">
        <w:t xml:space="preserve">29. </w:t>
      </w:r>
      <w:r w:rsidRPr="008F4AF7">
        <w:rPr>
          <w:rFonts w:hint="cs"/>
          <w:cs/>
          <w:lang w:bidi="hi-IN"/>
        </w:rPr>
        <w:t>जरीर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बिजिल्ली</w:t>
      </w:r>
    </w:p>
    <w:p w:rsidR="008F4AF7" w:rsidRPr="00E47180" w:rsidRDefault="008F4AF7" w:rsidP="008F4AF7">
      <w:pPr>
        <w:pStyle w:val="libNormal"/>
      </w:pPr>
      <w:r w:rsidRPr="00E47180">
        <w:t xml:space="preserve">30. </w:t>
      </w:r>
      <w:r w:rsidRPr="008F4AF7">
        <w:rPr>
          <w:rFonts w:hint="cs"/>
          <w:cs/>
          <w:lang w:bidi="hi-IN"/>
        </w:rPr>
        <w:t>जुन्दब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जुनाद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ग़फ़्फ़ारी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अबूज़र</w:t>
      </w:r>
    </w:p>
    <w:p w:rsidR="008F4AF7" w:rsidRPr="00E47180" w:rsidRDefault="008F4AF7" w:rsidP="008F4AF7">
      <w:pPr>
        <w:pStyle w:val="libNormal"/>
      </w:pPr>
      <w:r w:rsidRPr="00E47180">
        <w:lastRenderedPageBreak/>
        <w:t xml:space="preserve">31. </w:t>
      </w:r>
      <w:r w:rsidRPr="008F4AF7">
        <w:rPr>
          <w:rFonts w:hint="cs"/>
          <w:cs/>
          <w:lang w:bidi="hi-IN"/>
        </w:rPr>
        <w:t>जुन्दब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माज़ने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जुनैदा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हे</w:t>
      </w:r>
    </w:p>
    <w:p w:rsidR="008F4AF7" w:rsidRPr="00E47180" w:rsidRDefault="008F4AF7" w:rsidP="008F4AF7">
      <w:pPr>
        <w:pStyle w:val="libNormal"/>
      </w:pPr>
      <w:r w:rsidRPr="00E47180">
        <w:t xml:space="preserve">32. </w:t>
      </w:r>
      <w:r w:rsidRPr="008F4AF7">
        <w:rPr>
          <w:rFonts w:hint="cs"/>
          <w:cs/>
          <w:lang w:bidi="hi-IN"/>
        </w:rPr>
        <w:t>हुब्बा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जवीन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क़ुदाम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उरफ़ी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बजली</w:t>
      </w:r>
    </w:p>
    <w:p w:rsidR="008F4AF7" w:rsidRPr="00E47180" w:rsidRDefault="008F4AF7" w:rsidP="008F4AF7">
      <w:pPr>
        <w:pStyle w:val="libNormal"/>
      </w:pPr>
      <w:r w:rsidRPr="00E47180">
        <w:t xml:space="preserve">33. </w:t>
      </w:r>
      <w:r w:rsidRPr="008F4AF7">
        <w:rPr>
          <w:rFonts w:hint="cs"/>
          <w:cs/>
          <w:lang w:bidi="hi-IN"/>
        </w:rPr>
        <w:t>हुब्शी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जुनादा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सलूली</w:t>
      </w:r>
    </w:p>
    <w:p w:rsidR="008F4AF7" w:rsidRPr="00E47180" w:rsidRDefault="008F4AF7" w:rsidP="008F4AF7">
      <w:pPr>
        <w:pStyle w:val="libNormal"/>
      </w:pPr>
      <w:r w:rsidRPr="00E47180">
        <w:t xml:space="preserve">34. </w:t>
      </w:r>
      <w:r w:rsidRPr="008F4AF7">
        <w:rPr>
          <w:rFonts w:hint="cs"/>
          <w:cs/>
          <w:lang w:bidi="hi-IN"/>
        </w:rPr>
        <w:t>हबीब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बुदैल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वरक़ा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ख़ुज़ाई</w:t>
      </w:r>
    </w:p>
    <w:p w:rsidR="008F4AF7" w:rsidRPr="00E47180" w:rsidRDefault="008F4AF7" w:rsidP="008F4AF7">
      <w:pPr>
        <w:pStyle w:val="libNormal"/>
      </w:pPr>
      <w:r w:rsidRPr="00E47180">
        <w:t xml:space="preserve">35. </w:t>
      </w:r>
      <w:r w:rsidRPr="008F4AF7">
        <w:rPr>
          <w:rFonts w:hint="cs"/>
          <w:cs/>
          <w:lang w:bidi="hi-IN"/>
        </w:rPr>
        <w:t>हुज़ैफा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उसैद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सरीयहे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ग़फ़्फ़ारी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शजरा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 xml:space="preserve">36. </w:t>
      </w:r>
      <w:r w:rsidRPr="008F4AF7">
        <w:rPr>
          <w:rFonts w:hint="cs"/>
          <w:cs/>
          <w:lang w:bidi="hi-IN"/>
        </w:rPr>
        <w:t>हुज़ैफ़ा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यमनी</w:t>
      </w:r>
    </w:p>
    <w:p w:rsidR="008F4AF7" w:rsidRPr="00E47180" w:rsidRDefault="008F4AF7" w:rsidP="008F4AF7">
      <w:pPr>
        <w:pStyle w:val="libNormal"/>
      </w:pPr>
      <w:r w:rsidRPr="00E47180">
        <w:t xml:space="preserve">37. </w:t>
      </w:r>
      <w:r w:rsidRPr="008F4AF7">
        <w:rPr>
          <w:rFonts w:hint="cs"/>
          <w:cs/>
          <w:lang w:bidi="hi-IN"/>
        </w:rPr>
        <w:t>हस्सान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खे़</w:t>
      </w:r>
    </w:p>
    <w:p w:rsidR="008F4AF7" w:rsidRPr="00E47180" w:rsidRDefault="008F4AF7" w:rsidP="008F4AF7">
      <w:pPr>
        <w:pStyle w:val="libNormal"/>
      </w:pPr>
      <w:r w:rsidRPr="00E47180">
        <w:t xml:space="preserve">38. </w:t>
      </w:r>
      <w:r w:rsidRPr="008F4AF7">
        <w:rPr>
          <w:rFonts w:hint="cs"/>
          <w:cs/>
          <w:lang w:bidi="hi-IN"/>
        </w:rPr>
        <w:t>ख़ालिद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ज़ैद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अय्यूब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हुए।</w:t>
      </w:r>
    </w:p>
    <w:p w:rsidR="008F4AF7" w:rsidRPr="00E47180" w:rsidRDefault="008F4AF7" w:rsidP="008F4AF7">
      <w:pPr>
        <w:pStyle w:val="libNormal"/>
      </w:pPr>
      <w:r w:rsidRPr="00E47180">
        <w:t xml:space="preserve">39. </w:t>
      </w:r>
      <w:r w:rsidRPr="008F4AF7">
        <w:rPr>
          <w:rFonts w:hint="cs"/>
          <w:cs/>
          <w:lang w:bidi="hi-IN"/>
        </w:rPr>
        <w:t>ख़ालिद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मुग़िर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मख़्ज़ूमी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सुलेमान</w:t>
      </w:r>
    </w:p>
    <w:p w:rsidR="008F4AF7" w:rsidRPr="00E47180" w:rsidRDefault="008F4AF7" w:rsidP="008F4AF7">
      <w:pPr>
        <w:pStyle w:val="libNormal"/>
      </w:pPr>
      <w:r w:rsidRPr="00E47180">
        <w:t xml:space="preserve">40. </w:t>
      </w:r>
      <w:r w:rsidRPr="008F4AF7">
        <w:rPr>
          <w:rFonts w:hint="cs"/>
          <w:cs/>
          <w:lang w:bidi="hi-IN"/>
        </w:rPr>
        <w:t>खज़ीमा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ज़ुश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शहादतैन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सिफ़्फ़ीन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हुए।</w:t>
      </w:r>
    </w:p>
    <w:p w:rsidR="008F4AF7" w:rsidRPr="00E47180" w:rsidRDefault="008F4AF7" w:rsidP="008F4AF7">
      <w:pPr>
        <w:pStyle w:val="libNormal"/>
      </w:pPr>
      <w:r w:rsidRPr="00E47180">
        <w:t xml:space="preserve">41. </w:t>
      </w:r>
      <w:r w:rsidRPr="008F4AF7">
        <w:rPr>
          <w:rFonts w:hint="cs"/>
          <w:cs/>
          <w:lang w:bidi="hi-IN"/>
        </w:rPr>
        <w:t>ख़ुवैलद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ख़ुज़ाई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शरीह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रे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ज़े</w:t>
      </w:r>
    </w:p>
    <w:p w:rsidR="008F4AF7" w:rsidRPr="00E47180" w:rsidRDefault="008F4AF7" w:rsidP="008F4AF7">
      <w:pPr>
        <w:pStyle w:val="libNormal"/>
      </w:pPr>
      <w:r w:rsidRPr="00E47180">
        <w:t xml:space="preserve">42. </w:t>
      </w:r>
      <w:r w:rsidRPr="008F4AF7">
        <w:rPr>
          <w:rFonts w:hint="cs"/>
          <w:cs/>
          <w:lang w:bidi="hi-IN"/>
        </w:rPr>
        <w:t>रुफ़ाआ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मुन्ज़िरे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</w:p>
    <w:p w:rsidR="008F4AF7" w:rsidRPr="00E47180" w:rsidRDefault="008F4AF7" w:rsidP="008F4AF7">
      <w:pPr>
        <w:pStyle w:val="libNormal"/>
      </w:pPr>
      <w:r w:rsidRPr="00E47180">
        <w:lastRenderedPageBreak/>
        <w:t xml:space="preserve">43. </w:t>
      </w:r>
      <w:r w:rsidRPr="008F4AF7">
        <w:rPr>
          <w:rFonts w:hint="cs"/>
          <w:cs/>
          <w:lang w:bidi="hi-IN"/>
        </w:rPr>
        <w:t>ज़ुबैर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अवाम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क़रशी</w:t>
      </w:r>
    </w:p>
    <w:p w:rsidR="008F4AF7" w:rsidRPr="00E47180" w:rsidRDefault="008F4AF7" w:rsidP="008F4AF7">
      <w:pPr>
        <w:pStyle w:val="libNormal"/>
      </w:pPr>
      <w:r w:rsidRPr="00E47180">
        <w:t xml:space="preserve">44. </w:t>
      </w:r>
      <w:r w:rsidRPr="008F4AF7">
        <w:rPr>
          <w:rFonts w:hint="cs"/>
          <w:cs/>
          <w:lang w:bidi="hi-IN"/>
        </w:rPr>
        <w:t>ज़ैद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अरक़मे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खज़री</w:t>
      </w:r>
    </w:p>
    <w:p w:rsidR="008F4AF7" w:rsidRPr="00E47180" w:rsidRDefault="008F4AF7" w:rsidP="008F4AF7">
      <w:pPr>
        <w:pStyle w:val="libNormal"/>
      </w:pPr>
      <w:r w:rsidRPr="00E47180">
        <w:t xml:space="preserve">45. </w:t>
      </w:r>
      <w:r w:rsidRPr="008F4AF7">
        <w:rPr>
          <w:rFonts w:hint="cs"/>
          <w:cs/>
          <w:lang w:bidi="hi-IN"/>
        </w:rPr>
        <w:t>ज़ैद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 xml:space="preserve">46. </w:t>
      </w:r>
      <w:r w:rsidRPr="008F4AF7">
        <w:rPr>
          <w:rFonts w:hint="cs"/>
          <w:cs/>
          <w:lang w:bidi="hi-IN"/>
        </w:rPr>
        <w:t>ज़ैद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यज़ीद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शराहिले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</w:p>
    <w:p w:rsidR="008F4AF7" w:rsidRPr="00E47180" w:rsidRDefault="008F4AF7" w:rsidP="008F4AF7">
      <w:pPr>
        <w:pStyle w:val="libNormal"/>
      </w:pPr>
      <w:r w:rsidRPr="00E47180">
        <w:t xml:space="preserve">47. </w:t>
      </w:r>
      <w:r w:rsidRPr="008F4AF7">
        <w:rPr>
          <w:rFonts w:hint="cs"/>
          <w:cs/>
          <w:lang w:bidi="hi-IN"/>
        </w:rPr>
        <w:t>ज़ैद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सीन</w:t>
      </w:r>
    </w:p>
    <w:p w:rsidR="008F4AF7" w:rsidRPr="00E47180" w:rsidRDefault="008F4AF7" w:rsidP="008F4AF7">
      <w:pPr>
        <w:pStyle w:val="libNormal"/>
      </w:pPr>
      <w:r w:rsidRPr="00E47180">
        <w:t xml:space="preserve">48. </w:t>
      </w:r>
      <w:r w:rsidRPr="008F4AF7">
        <w:rPr>
          <w:rFonts w:hint="cs"/>
          <w:cs/>
          <w:lang w:bidi="hi-IN"/>
        </w:rPr>
        <w:t>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बक़ास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इस्हाक़</w:t>
      </w:r>
    </w:p>
    <w:p w:rsidR="008F4AF7" w:rsidRPr="00E47180" w:rsidRDefault="008F4AF7" w:rsidP="008F4AF7">
      <w:pPr>
        <w:pStyle w:val="libNormal"/>
      </w:pPr>
      <w:r w:rsidRPr="00E47180">
        <w:t xml:space="preserve">49. </w:t>
      </w:r>
      <w:r w:rsidRPr="008F4AF7">
        <w:rPr>
          <w:rFonts w:hint="cs"/>
          <w:cs/>
          <w:lang w:bidi="hi-IN"/>
        </w:rPr>
        <w:t>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जुनाद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औफ़ी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पिदरे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अतिया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औफ़ी</w:t>
      </w:r>
    </w:p>
    <w:p w:rsidR="008F4AF7" w:rsidRPr="00E47180" w:rsidRDefault="008F4AF7" w:rsidP="008F4AF7">
      <w:pPr>
        <w:pStyle w:val="libNormal"/>
      </w:pPr>
      <w:r w:rsidRPr="00E47180">
        <w:t xml:space="preserve">50. </w:t>
      </w:r>
      <w:r w:rsidRPr="008F4AF7">
        <w:rPr>
          <w:rFonts w:hint="cs"/>
          <w:cs/>
          <w:lang w:bidi="hi-IN"/>
        </w:rPr>
        <w:t>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ख़ज़रजी</w:t>
      </w:r>
    </w:p>
    <w:p w:rsidR="008F4AF7" w:rsidRPr="00E47180" w:rsidRDefault="008F4AF7" w:rsidP="008F4AF7">
      <w:pPr>
        <w:pStyle w:val="libNormal"/>
      </w:pPr>
      <w:r w:rsidRPr="00E47180">
        <w:t xml:space="preserve">51. </w:t>
      </w:r>
      <w:r w:rsidRPr="008F4AF7">
        <w:rPr>
          <w:rFonts w:hint="cs"/>
          <w:cs/>
          <w:lang w:bidi="hi-IN"/>
        </w:rPr>
        <w:t>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मालिके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सईदे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खिदरी</w:t>
      </w:r>
    </w:p>
    <w:p w:rsidR="008F4AF7" w:rsidRPr="00E47180" w:rsidRDefault="008F4AF7" w:rsidP="008F4AF7">
      <w:pPr>
        <w:pStyle w:val="libNormal"/>
      </w:pPr>
      <w:r w:rsidRPr="00E47180">
        <w:t xml:space="preserve">52. </w:t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जै़द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क़रशी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अदबी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अशर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मुबश्शेरा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E47180">
        <w:t xml:space="preserve">53. </w:t>
      </w:r>
      <w:r w:rsidRPr="008F4AF7">
        <w:rPr>
          <w:rFonts w:hint="cs"/>
          <w:cs/>
          <w:lang w:bidi="hi-IN"/>
        </w:rPr>
        <w:t>सईदे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</w:p>
    <w:p w:rsidR="008F4AF7" w:rsidRPr="00E47180" w:rsidRDefault="008F4AF7" w:rsidP="008F4AF7">
      <w:pPr>
        <w:pStyle w:val="libNormal"/>
      </w:pPr>
      <w:r w:rsidRPr="00E47180">
        <w:t xml:space="preserve">54. </w:t>
      </w:r>
      <w:r w:rsidRPr="008F4AF7">
        <w:rPr>
          <w:rFonts w:hint="cs"/>
          <w:cs/>
          <w:lang w:bidi="hi-IN"/>
        </w:rPr>
        <w:t>सलमाने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फ़ारसी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</w:p>
    <w:p w:rsidR="008F4AF7" w:rsidRPr="00E47180" w:rsidRDefault="008F4AF7" w:rsidP="008F4AF7">
      <w:pPr>
        <w:pStyle w:val="libNormal"/>
      </w:pPr>
      <w:r w:rsidRPr="00E47180">
        <w:t xml:space="preserve">55. </w:t>
      </w:r>
      <w:r w:rsidRPr="008F4AF7">
        <w:rPr>
          <w:rFonts w:hint="cs"/>
          <w:cs/>
          <w:lang w:bidi="hi-IN"/>
        </w:rPr>
        <w:t>सलमा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असलम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मुस्लिम</w:t>
      </w:r>
    </w:p>
    <w:p w:rsidR="008F4AF7" w:rsidRPr="00E47180" w:rsidRDefault="008F4AF7" w:rsidP="008F4AF7">
      <w:pPr>
        <w:pStyle w:val="libNormal"/>
      </w:pPr>
      <w:r w:rsidRPr="00E47180">
        <w:t xml:space="preserve">56. </w:t>
      </w:r>
      <w:r w:rsidRPr="008F4AF7">
        <w:rPr>
          <w:rFonts w:hint="cs"/>
          <w:cs/>
          <w:lang w:bidi="hi-IN"/>
        </w:rPr>
        <w:t>समुरा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जुन्दब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फ़ज़ाज़ी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सुलेमान</w:t>
      </w:r>
    </w:p>
    <w:p w:rsidR="008F4AF7" w:rsidRPr="00E47180" w:rsidRDefault="008F4AF7" w:rsidP="008F4AF7">
      <w:pPr>
        <w:pStyle w:val="libNormal"/>
      </w:pPr>
      <w:r w:rsidRPr="00E47180">
        <w:t xml:space="preserve">57. </w:t>
      </w:r>
      <w:r w:rsidRPr="008F4AF7">
        <w:rPr>
          <w:rFonts w:hint="cs"/>
          <w:cs/>
          <w:lang w:bidi="hi-IN"/>
        </w:rPr>
        <w:t>सहल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हुनैफ़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ओसी</w:t>
      </w:r>
    </w:p>
    <w:p w:rsidR="008F4AF7" w:rsidRPr="00E47180" w:rsidRDefault="008F4AF7" w:rsidP="008F4AF7">
      <w:pPr>
        <w:pStyle w:val="libNormal"/>
      </w:pPr>
      <w:r w:rsidRPr="00E47180">
        <w:t xml:space="preserve">58. </w:t>
      </w:r>
      <w:r w:rsidRPr="008F4AF7">
        <w:rPr>
          <w:rFonts w:hint="cs"/>
          <w:cs/>
          <w:lang w:bidi="hi-IN"/>
        </w:rPr>
        <w:t>सहल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खज़रजी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सायेदी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ज़ाद</w:t>
      </w:r>
    </w:p>
    <w:p w:rsidR="008F4AF7" w:rsidRPr="00E47180" w:rsidRDefault="008F4AF7" w:rsidP="008F4AF7">
      <w:pPr>
        <w:pStyle w:val="libNormal"/>
      </w:pPr>
      <w:r w:rsidRPr="00E47180">
        <w:lastRenderedPageBreak/>
        <w:t xml:space="preserve">59. </w:t>
      </w:r>
      <w:r w:rsidRPr="008F4AF7">
        <w:rPr>
          <w:rFonts w:hint="cs"/>
          <w:cs/>
          <w:lang w:bidi="hi-IN"/>
        </w:rPr>
        <w:t>सुदैय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अजलाने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बाहुली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अमामा</w:t>
      </w:r>
    </w:p>
    <w:p w:rsidR="008F4AF7" w:rsidRPr="00E47180" w:rsidRDefault="008F4AF7" w:rsidP="008F4AF7">
      <w:pPr>
        <w:pStyle w:val="libNormal"/>
      </w:pPr>
      <w:r w:rsidRPr="00E47180">
        <w:t xml:space="preserve">60. </w:t>
      </w:r>
      <w:r w:rsidRPr="008F4AF7">
        <w:rPr>
          <w:rFonts w:hint="cs"/>
          <w:cs/>
          <w:lang w:bidi="hi-IN"/>
        </w:rPr>
        <w:t>ज़ुमैर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असदी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तो</w:t>
      </w:r>
    </w:p>
    <w:p w:rsidR="008F4AF7" w:rsidRPr="00E47180" w:rsidRDefault="008F4AF7" w:rsidP="008F4AF7">
      <w:pPr>
        <w:pStyle w:val="libNormal"/>
      </w:pPr>
      <w:r w:rsidRPr="00E47180">
        <w:t xml:space="preserve">61. </w:t>
      </w:r>
      <w:r w:rsidRPr="008F4AF7">
        <w:rPr>
          <w:rFonts w:hint="cs"/>
          <w:cs/>
          <w:lang w:bidi="hi-IN"/>
        </w:rPr>
        <w:t>तलहा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तैमी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ऐन</w:t>
      </w:r>
    </w:p>
    <w:p w:rsidR="008F4AF7" w:rsidRPr="00E47180" w:rsidRDefault="008F4AF7" w:rsidP="008F4AF7">
      <w:pPr>
        <w:pStyle w:val="libNormal"/>
      </w:pPr>
      <w:r w:rsidRPr="00E47180">
        <w:t xml:space="preserve">62. </w:t>
      </w:r>
      <w:r w:rsidRPr="008F4AF7">
        <w:rPr>
          <w:rFonts w:hint="cs"/>
          <w:cs/>
          <w:lang w:bidi="hi-IN"/>
        </w:rPr>
        <w:t>आमिर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उमैरे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नमीरी</w:t>
      </w:r>
    </w:p>
    <w:p w:rsidR="008F4AF7" w:rsidRPr="00E47180" w:rsidRDefault="008F4AF7" w:rsidP="008F4AF7">
      <w:pPr>
        <w:pStyle w:val="libNormal"/>
      </w:pPr>
      <w:r w:rsidRPr="00E47180">
        <w:t xml:space="preserve">63. </w:t>
      </w:r>
      <w:r w:rsidRPr="008F4AF7">
        <w:rPr>
          <w:rFonts w:hint="cs"/>
          <w:cs/>
          <w:lang w:bidi="hi-IN"/>
        </w:rPr>
        <w:t>आमिर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लैला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हमज़ा</w:t>
      </w:r>
    </w:p>
    <w:p w:rsidR="008F4AF7" w:rsidRPr="00E47180" w:rsidRDefault="008F4AF7" w:rsidP="008F4AF7">
      <w:pPr>
        <w:pStyle w:val="libNormal"/>
      </w:pPr>
      <w:r w:rsidRPr="00E47180">
        <w:t xml:space="preserve">64. </w:t>
      </w:r>
      <w:r w:rsidRPr="008F4AF7">
        <w:rPr>
          <w:rFonts w:hint="cs"/>
          <w:cs/>
          <w:lang w:bidi="hi-IN"/>
        </w:rPr>
        <w:t>आमिर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लैला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ग़फ़्फ़ारी</w:t>
      </w:r>
    </w:p>
    <w:p w:rsidR="008F4AF7" w:rsidRPr="00E47180" w:rsidRDefault="008F4AF7" w:rsidP="008F4AF7">
      <w:pPr>
        <w:pStyle w:val="libNormal"/>
      </w:pPr>
      <w:r w:rsidRPr="00E47180">
        <w:t xml:space="preserve">65. </w:t>
      </w:r>
      <w:r w:rsidRPr="008F4AF7">
        <w:rPr>
          <w:rFonts w:hint="cs"/>
          <w:cs/>
          <w:lang w:bidi="hi-IN"/>
        </w:rPr>
        <w:t>आमिर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वासेल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लैसी</w:t>
      </w:r>
    </w:p>
    <w:p w:rsidR="008F4AF7" w:rsidRPr="00E47180" w:rsidRDefault="008F4AF7" w:rsidP="008F4AF7">
      <w:pPr>
        <w:pStyle w:val="libNormal"/>
      </w:pPr>
      <w:r w:rsidRPr="00E47180">
        <w:t xml:space="preserve">66. </w:t>
      </w:r>
      <w:r w:rsidRPr="008F4AF7">
        <w:rPr>
          <w:rFonts w:hint="cs"/>
          <w:cs/>
          <w:lang w:bidi="hi-IN"/>
        </w:rPr>
        <w:t>आयशा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</w:p>
    <w:p w:rsidR="008F4AF7" w:rsidRPr="00E47180" w:rsidRDefault="008F4AF7" w:rsidP="008F4AF7">
      <w:pPr>
        <w:pStyle w:val="libNormal"/>
      </w:pPr>
      <w:r w:rsidRPr="00E47180">
        <w:t xml:space="preserve">67.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मलिक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हाशिम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पैगम़्बर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चचा</w:t>
      </w:r>
    </w:p>
    <w:p w:rsidR="008F4AF7" w:rsidRPr="00E47180" w:rsidRDefault="008F4AF7" w:rsidP="008F4AF7">
      <w:pPr>
        <w:pStyle w:val="libNormal"/>
      </w:pPr>
      <w:r w:rsidRPr="00E47180">
        <w:t xml:space="preserve">68. </w:t>
      </w:r>
      <w:r w:rsidRPr="008F4AF7">
        <w:rPr>
          <w:rFonts w:hint="cs"/>
          <w:cs/>
          <w:lang w:bidi="hi-IN"/>
        </w:rPr>
        <w:t>अब्दुर्रहमान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</w:p>
    <w:p w:rsidR="008F4AF7" w:rsidRPr="00E47180" w:rsidRDefault="008F4AF7" w:rsidP="008F4AF7">
      <w:pPr>
        <w:pStyle w:val="libNormal"/>
      </w:pPr>
      <w:r w:rsidRPr="00E47180">
        <w:t xml:space="preserve">69. </w:t>
      </w:r>
      <w:r w:rsidRPr="008F4AF7">
        <w:rPr>
          <w:rFonts w:hint="cs"/>
          <w:cs/>
          <w:lang w:bidi="hi-IN"/>
        </w:rPr>
        <w:t>अब्दुर्रहमान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करशी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ज़ोहरी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</w:p>
    <w:p w:rsidR="008F4AF7" w:rsidRPr="00E47180" w:rsidRDefault="008F4AF7" w:rsidP="008F4AF7">
      <w:pPr>
        <w:pStyle w:val="libNormal"/>
      </w:pPr>
      <w:r w:rsidRPr="00E47180">
        <w:t xml:space="preserve">70. </w:t>
      </w:r>
      <w:r w:rsidRPr="008F4AF7">
        <w:rPr>
          <w:rFonts w:hint="cs"/>
          <w:cs/>
          <w:lang w:bidi="hi-IN"/>
        </w:rPr>
        <w:t>अब्दुर्रहमान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यामुर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दैली</w:t>
      </w:r>
    </w:p>
    <w:p w:rsidR="008F4AF7" w:rsidRPr="00E47180" w:rsidRDefault="008F4AF7" w:rsidP="008F4AF7">
      <w:pPr>
        <w:pStyle w:val="libNormal"/>
      </w:pPr>
      <w:r w:rsidRPr="00E47180">
        <w:t xml:space="preserve">71.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मख़्ज़ूमी</w:t>
      </w:r>
    </w:p>
    <w:p w:rsidR="008F4AF7" w:rsidRPr="00E47180" w:rsidRDefault="008F4AF7" w:rsidP="008F4AF7">
      <w:pPr>
        <w:pStyle w:val="libNormal"/>
      </w:pPr>
      <w:r w:rsidRPr="00E47180">
        <w:t xml:space="preserve">72.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बुदैल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वरक़ा</w:t>
      </w:r>
    </w:p>
    <w:p w:rsidR="008F4AF7" w:rsidRPr="00E47180" w:rsidRDefault="008F4AF7" w:rsidP="008F4AF7">
      <w:pPr>
        <w:pStyle w:val="libNormal"/>
      </w:pPr>
      <w:r w:rsidRPr="00E47180">
        <w:t xml:space="preserve">73.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बशीर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माज़नी</w:t>
      </w:r>
    </w:p>
    <w:p w:rsidR="008F4AF7" w:rsidRPr="00E47180" w:rsidRDefault="008F4AF7" w:rsidP="008F4AF7">
      <w:pPr>
        <w:pStyle w:val="libNormal"/>
      </w:pPr>
      <w:r w:rsidRPr="00E47180">
        <w:t xml:space="preserve">74.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</w:p>
    <w:p w:rsidR="008F4AF7" w:rsidRPr="00E47180" w:rsidRDefault="008F4AF7" w:rsidP="008F4AF7">
      <w:pPr>
        <w:pStyle w:val="libNormal"/>
      </w:pPr>
      <w:r w:rsidRPr="00E47180">
        <w:lastRenderedPageBreak/>
        <w:t xml:space="preserve">75.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जाफ़र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हाशिमी</w:t>
      </w:r>
    </w:p>
    <w:p w:rsidR="008F4AF7" w:rsidRPr="00E47180" w:rsidRDefault="008F4AF7" w:rsidP="008F4AF7">
      <w:pPr>
        <w:pStyle w:val="libNormal"/>
      </w:pPr>
      <w:r w:rsidRPr="00E47180">
        <w:t xml:space="preserve">76.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हंतब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करशी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मख़्ज़ूमी</w:t>
      </w:r>
    </w:p>
    <w:p w:rsidR="008F4AF7" w:rsidRPr="00E47180" w:rsidRDefault="008F4AF7" w:rsidP="008F4AF7">
      <w:pPr>
        <w:pStyle w:val="libNormal"/>
      </w:pPr>
      <w:r w:rsidRPr="00E47180">
        <w:t xml:space="preserve">77.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रबीआ</w:t>
      </w:r>
    </w:p>
    <w:p w:rsidR="008F4AF7" w:rsidRPr="00E47180" w:rsidRDefault="008F4AF7" w:rsidP="008F4AF7">
      <w:pPr>
        <w:pStyle w:val="libNormal"/>
      </w:pPr>
      <w:r w:rsidRPr="00E47180">
        <w:t xml:space="preserve">78.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</w:p>
    <w:p w:rsidR="008F4AF7" w:rsidRPr="00E47180" w:rsidRDefault="008F4AF7" w:rsidP="008F4AF7">
      <w:pPr>
        <w:pStyle w:val="libNormal"/>
      </w:pPr>
      <w:r w:rsidRPr="00E47180">
        <w:t xml:space="preserve">79.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अलक़मा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असलमी</w:t>
      </w:r>
    </w:p>
    <w:p w:rsidR="008F4AF7" w:rsidRPr="00E47180" w:rsidRDefault="008F4AF7" w:rsidP="008F4AF7">
      <w:pPr>
        <w:pStyle w:val="libNormal"/>
      </w:pPr>
      <w:r w:rsidRPr="00E47180">
        <w:t xml:space="preserve">80.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अदबी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अब्दुर्रहमान</w:t>
      </w:r>
    </w:p>
    <w:p w:rsidR="008F4AF7" w:rsidRPr="00E47180" w:rsidRDefault="008F4AF7" w:rsidP="008F4AF7">
      <w:pPr>
        <w:pStyle w:val="libNormal"/>
      </w:pPr>
      <w:r w:rsidRPr="00E47180">
        <w:t xml:space="preserve">81.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मसऊदे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हुज़ली</w:t>
      </w:r>
    </w:p>
    <w:p w:rsidR="008F4AF7" w:rsidRPr="00E47180" w:rsidRDefault="008F4AF7" w:rsidP="008F4AF7">
      <w:pPr>
        <w:pStyle w:val="libNormal"/>
      </w:pPr>
      <w:r w:rsidRPr="00E47180">
        <w:t xml:space="preserve">82.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यामील</w:t>
      </w:r>
    </w:p>
    <w:p w:rsidR="008F4AF7" w:rsidRPr="00E47180" w:rsidRDefault="008F4AF7" w:rsidP="008F4AF7">
      <w:pPr>
        <w:pStyle w:val="libNormal"/>
      </w:pPr>
      <w:r w:rsidRPr="00E47180">
        <w:t xml:space="preserve">83. </w:t>
      </w:r>
      <w:r w:rsidRPr="008F4AF7">
        <w:rPr>
          <w:rFonts w:hint="cs"/>
          <w:cs/>
          <w:lang w:bidi="hi-IN"/>
        </w:rPr>
        <w:t>उस्मान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अफ़्फ़ान</w:t>
      </w:r>
    </w:p>
    <w:p w:rsidR="008F4AF7" w:rsidRPr="00E47180" w:rsidRDefault="008F4AF7" w:rsidP="008F4AF7">
      <w:pPr>
        <w:pStyle w:val="libNormal"/>
      </w:pPr>
      <w:r w:rsidRPr="00E47180">
        <w:t xml:space="preserve">84. </w:t>
      </w:r>
      <w:r w:rsidRPr="008F4AF7">
        <w:rPr>
          <w:rFonts w:hint="cs"/>
          <w:cs/>
          <w:lang w:bidi="hi-IN"/>
        </w:rPr>
        <w:t>उबैद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आज़िब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</w:p>
    <w:p w:rsidR="008F4AF7" w:rsidRPr="00E47180" w:rsidRDefault="008F4AF7" w:rsidP="008F4AF7">
      <w:pPr>
        <w:pStyle w:val="libNormal"/>
      </w:pPr>
      <w:r w:rsidRPr="00E47180">
        <w:t xml:space="preserve">85. </w:t>
      </w:r>
      <w:r w:rsidRPr="008F4AF7">
        <w:rPr>
          <w:rFonts w:hint="cs"/>
          <w:cs/>
          <w:lang w:bidi="hi-IN"/>
        </w:rPr>
        <w:t>अदी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हातिम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तरीफ़</w:t>
      </w:r>
    </w:p>
    <w:p w:rsidR="008F4AF7" w:rsidRPr="00E47180" w:rsidRDefault="008F4AF7" w:rsidP="008F4AF7">
      <w:pPr>
        <w:pStyle w:val="libNormal"/>
      </w:pPr>
      <w:r w:rsidRPr="00E47180">
        <w:t xml:space="preserve">86. </w:t>
      </w:r>
      <w:r w:rsidRPr="008F4AF7">
        <w:rPr>
          <w:rFonts w:hint="cs"/>
          <w:cs/>
          <w:lang w:bidi="hi-IN"/>
        </w:rPr>
        <w:t>अतिया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माज़नी</w:t>
      </w:r>
    </w:p>
    <w:p w:rsidR="008F4AF7" w:rsidRPr="00E47180" w:rsidRDefault="008F4AF7" w:rsidP="008F4AF7">
      <w:pPr>
        <w:pStyle w:val="libNormal"/>
      </w:pPr>
      <w:r w:rsidRPr="00E47180">
        <w:t xml:space="preserve">87. </w:t>
      </w:r>
      <w:r w:rsidRPr="008F4AF7">
        <w:rPr>
          <w:rFonts w:hint="cs"/>
          <w:cs/>
          <w:lang w:bidi="hi-IN"/>
        </w:rPr>
        <w:t>उक़बा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जोहनी</w:t>
      </w:r>
    </w:p>
    <w:p w:rsidR="008F4AF7" w:rsidRPr="00E47180" w:rsidRDefault="008F4AF7" w:rsidP="008F4AF7">
      <w:pPr>
        <w:pStyle w:val="libNormal"/>
      </w:pPr>
      <w:r w:rsidRPr="00E47180">
        <w:t xml:space="preserve">88. </w:t>
      </w:r>
      <w:r w:rsidRPr="008F4AF7">
        <w:rPr>
          <w:rFonts w:hint="cs"/>
          <w:cs/>
          <w:lang w:bidi="hi-IN"/>
        </w:rPr>
        <w:t>अम्मार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यासिर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अनसी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यक़ज़ान</w:t>
      </w:r>
    </w:p>
    <w:p w:rsidR="008F4AF7" w:rsidRPr="00E47180" w:rsidRDefault="008F4AF7" w:rsidP="008F4AF7">
      <w:pPr>
        <w:pStyle w:val="libNormal"/>
      </w:pPr>
      <w:r w:rsidRPr="00E47180">
        <w:t xml:space="preserve">89. </w:t>
      </w:r>
      <w:r w:rsidRPr="008F4AF7">
        <w:rPr>
          <w:rFonts w:hint="cs"/>
          <w:cs/>
          <w:lang w:bidi="hi-IN"/>
        </w:rPr>
        <w:t>अमारये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ख़ज़री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</w:p>
    <w:p w:rsidR="008F4AF7" w:rsidRPr="00E47180" w:rsidRDefault="008F4AF7" w:rsidP="008F4AF7">
      <w:pPr>
        <w:pStyle w:val="libNormal"/>
      </w:pPr>
      <w:r w:rsidRPr="00E47180">
        <w:t xml:space="preserve">90.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मख़्ज़ूमी</w:t>
      </w:r>
    </w:p>
    <w:p w:rsidR="008F4AF7" w:rsidRPr="00E47180" w:rsidRDefault="008F4AF7" w:rsidP="008F4AF7">
      <w:pPr>
        <w:pStyle w:val="libNormal"/>
      </w:pPr>
      <w:r w:rsidRPr="00E47180">
        <w:t xml:space="preserve">91.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ख़त्ताब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मख़्फ़ी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मग़ाज़ेली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मनाक़िब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मुहिब्बुद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रियाज़ुन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ज़ख़ायरुल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उक़बा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मुसनदे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दमिश्क़ी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शमसुद्दीन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जज़री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रावियों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मनाक़िबे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31)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रियाज़ुर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113)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ज़ख़ायरुल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उक़बा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67)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बिदायह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निहायह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386, </w:t>
      </w:r>
      <w:r w:rsidRPr="008F4AF7">
        <w:rPr>
          <w:rFonts w:hint="cs"/>
          <w:cs/>
          <w:lang w:bidi="hi-IN"/>
        </w:rPr>
        <w:t>असनल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48)</w:t>
      </w:r>
    </w:p>
    <w:p w:rsidR="008F4AF7" w:rsidRPr="00E47180" w:rsidRDefault="008F4AF7" w:rsidP="008F4AF7">
      <w:pPr>
        <w:pStyle w:val="libNormal"/>
      </w:pPr>
      <w:r w:rsidRPr="00E47180">
        <w:t xml:space="preserve">92. </w:t>
      </w:r>
      <w:r w:rsidRPr="008F4AF7">
        <w:rPr>
          <w:rFonts w:hint="cs"/>
          <w:cs/>
          <w:lang w:bidi="hi-IN"/>
        </w:rPr>
        <w:t>इमरान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ख़ज़ाई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नहीद</w:t>
      </w:r>
    </w:p>
    <w:p w:rsidR="008F4AF7" w:rsidRPr="00E47180" w:rsidRDefault="008F4AF7" w:rsidP="008F4AF7">
      <w:pPr>
        <w:pStyle w:val="libNormal"/>
      </w:pPr>
      <w:r w:rsidRPr="00E47180">
        <w:t xml:space="preserve"> 93.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हुम्क़े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खज़ाई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कूफ़ी</w:t>
      </w:r>
    </w:p>
    <w:p w:rsidR="008F4AF7" w:rsidRPr="00E47180" w:rsidRDefault="008F4AF7" w:rsidP="008F4AF7">
      <w:pPr>
        <w:pStyle w:val="libNormal"/>
      </w:pPr>
      <w:r w:rsidRPr="00E47180">
        <w:t xml:space="preserve">94.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शराजील</w:t>
      </w:r>
    </w:p>
    <w:p w:rsidR="008F4AF7" w:rsidRPr="00E47180" w:rsidRDefault="008F4AF7" w:rsidP="008F4AF7">
      <w:pPr>
        <w:pStyle w:val="libNormal"/>
      </w:pPr>
      <w:r w:rsidRPr="00E47180">
        <w:t xml:space="preserve">95.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आस</w:t>
      </w:r>
    </w:p>
    <w:p w:rsidR="008F4AF7" w:rsidRPr="00E47180" w:rsidRDefault="008F4AF7" w:rsidP="008F4AF7">
      <w:pPr>
        <w:pStyle w:val="libNormal"/>
      </w:pPr>
      <w:r w:rsidRPr="00E47180">
        <w:t xml:space="preserve">96.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मर्रा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जोहनी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तलहा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फ़े</w:t>
      </w:r>
    </w:p>
    <w:p w:rsidR="008F4AF7" w:rsidRPr="00E47180" w:rsidRDefault="008F4AF7" w:rsidP="008F4AF7">
      <w:pPr>
        <w:pStyle w:val="libNormal"/>
      </w:pPr>
      <w:r w:rsidRPr="00E47180">
        <w:t xml:space="preserve">97. </w:t>
      </w:r>
      <w:r w:rsidRPr="008F4AF7">
        <w:rPr>
          <w:rFonts w:hint="cs"/>
          <w:cs/>
          <w:lang w:bidi="hi-IN"/>
        </w:rPr>
        <w:t>फ़ातेमा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मुत्तलिब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क़ाफ़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काफ़</w:t>
      </w:r>
    </w:p>
    <w:p w:rsidR="008F4AF7" w:rsidRPr="00E47180" w:rsidRDefault="008F4AF7" w:rsidP="008F4AF7">
      <w:pPr>
        <w:pStyle w:val="libNormal"/>
      </w:pPr>
      <w:r w:rsidRPr="00E47180">
        <w:t xml:space="preserve">98. </w:t>
      </w:r>
      <w:r w:rsidRPr="008F4AF7">
        <w:rPr>
          <w:rFonts w:hint="cs"/>
          <w:cs/>
          <w:lang w:bidi="hi-IN"/>
        </w:rPr>
        <w:t>क़ैस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शम्मास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</w:p>
    <w:p w:rsidR="008F4AF7" w:rsidRPr="00E47180" w:rsidRDefault="008F4AF7" w:rsidP="008F4AF7">
      <w:pPr>
        <w:pStyle w:val="libNormal"/>
      </w:pPr>
      <w:r w:rsidRPr="00E47180">
        <w:lastRenderedPageBreak/>
        <w:t xml:space="preserve">99. </w:t>
      </w:r>
      <w:r w:rsidRPr="008F4AF7">
        <w:rPr>
          <w:rFonts w:hint="cs"/>
          <w:cs/>
          <w:lang w:bidi="hi-IN"/>
        </w:rPr>
        <w:t>क़ैस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</w:p>
    <w:p w:rsidR="008F4AF7" w:rsidRPr="00E47180" w:rsidRDefault="008F4AF7" w:rsidP="008F4AF7">
      <w:pPr>
        <w:pStyle w:val="libNormal"/>
      </w:pPr>
      <w:r w:rsidRPr="00E47180">
        <w:t xml:space="preserve">100. </w:t>
      </w:r>
      <w:r w:rsidRPr="008F4AF7">
        <w:rPr>
          <w:rFonts w:hint="cs"/>
          <w:cs/>
          <w:lang w:bidi="hi-IN"/>
        </w:rPr>
        <w:t>कअब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मीम</w:t>
      </w:r>
    </w:p>
    <w:p w:rsidR="008F4AF7" w:rsidRPr="00E47180" w:rsidRDefault="008F4AF7" w:rsidP="008F4AF7">
      <w:pPr>
        <w:pStyle w:val="libNormal"/>
      </w:pPr>
      <w:r w:rsidRPr="00E47180">
        <w:t xml:space="preserve">101. </w:t>
      </w:r>
      <w:r w:rsidRPr="008F4AF7">
        <w:rPr>
          <w:rFonts w:hint="cs"/>
          <w:cs/>
          <w:lang w:bidi="hi-IN"/>
        </w:rPr>
        <w:t>मालिक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हवीरस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लैसी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सुलैमान</w:t>
      </w:r>
    </w:p>
    <w:p w:rsidR="008F4AF7" w:rsidRPr="00E47180" w:rsidRDefault="008F4AF7" w:rsidP="008F4AF7">
      <w:pPr>
        <w:pStyle w:val="libNormal"/>
      </w:pPr>
      <w:r w:rsidRPr="00E47180">
        <w:t xml:space="preserve">102. </w:t>
      </w:r>
      <w:r w:rsidRPr="008F4AF7">
        <w:rPr>
          <w:rFonts w:hint="cs"/>
          <w:cs/>
          <w:lang w:bidi="hi-IN"/>
        </w:rPr>
        <w:t>मिक़दाद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कंदी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नून</w:t>
      </w:r>
    </w:p>
    <w:p w:rsidR="008F4AF7" w:rsidRPr="00E47180" w:rsidRDefault="008F4AF7" w:rsidP="008F4AF7">
      <w:pPr>
        <w:pStyle w:val="libNormal"/>
      </w:pPr>
      <w:r w:rsidRPr="00E47180">
        <w:t xml:space="preserve">103. </w:t>
      </w:r>
      <w:r w:rsidRPr="008F4AF7">
        <w:rPr>
          <w:rFonts w:hint="cs"/>
          <w:cs/>
          <w:lang w:bidi="hi-IN"/>
        </w:rPr>
        <w:t>नाजिया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ख़ुज़ाई</w:t>
      </w:r>
    </w:p>
    <w:p w:rsidR="008F4AF7" w:rsidRPr="00E47180" w:rsidRDefault="008F4AF7" w:rsidP="008F4AF7">
      <w:pPr>
        <w:pStyle w:val="libNormal"/>
      </w:pPr>
      <w:r w:rsidRPr="00E47180">
        <w:t xml:space="preserve">104. </w:t>
      </w:r>
      <w:r w:rsidRPr="008F4AF7">
        <w:rPr>
          <w:rFonts w:hint="cs"/>
          <w:cs/>
          <w:lang w:bidi="hi-IN"/>
        </w:rPr>
        <w:t>नुज़ला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उबैया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असलमी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बरज़ा</w:t>
      </w:r>
    </w:p>
    <w:p w:rsidR="008F4AF7" w:rsidRPr="00E47180" w:rsidRDefault="008F4AF7" w:rsidP="008F4AF7">
      <w:pPr>
        <w:pStyle w:val="libNormal"/>
      </w:pPr>
      <w:r w:rsidRPr="00E47180">
        <w:t xml:space="preserve">105. </w:t>
      </w:r>
      <w:r w:rsidRPr="008F4AF7">
        <w:rPr>
          <w:rFonts w:hint="cs"/>
          <w:cs/>
          <w:lang w:bidi="hi-IN"/>
        </w:rPr>
        <w:t>नोमान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अजलान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</w:p>
    <w:p w:rsidR="008F4AF7" w:rsidRPr="00E47180" w:rsidRDefault="008F4AF7" w:rsidP="008F4AF7">
      <w:pPr>
        <w:pStyle w:val="libNormal"/>
      </w:pPr>
      <w:r w:rsidRPr="00E47180">
        <w:t xml:space="preserve">106. </w:t>
      </w:r>
      <w:r w:rsidRPr="008F4AF7">
        <w:rPr>
          <w:rFonts w:hint="cs"/>
          <w:cs/>
          <w:lang w:bidi="hi-IN"/>
        </w:rPr>
        <w:t>हाशिम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मिरक़ाल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अतबा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ज़ोहरी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मदनी</w:t>
      </w:r>
    </w:p>
    <w:p w:rsidR="008F4AF7" w:rsidRPr="00E47180" w:rsidRDefault="008F4AF7" w:rsidP="008F4AF7">
      <w:pPr>
        <w:pStyle w:val="libNormal"/>
      </w:pPr>
      <w:r w:rsidRPr="00E47180">
        <w:t xml:space="preserve">107. </w:t>
      </w:r>
      <w:r w:rsidRPr="008F4AF7">
        <w:rPr>
          <w:rFonts w:hint="cs"/>
          <w:cs/>
          <w:lang w:bidi="hi-IN"/>
        </w:rPr>
        <w:t>वहन्शी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हर्ब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हबशी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हिमसी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वसमा</w:t>
      </w:r>
    </w:p>
    <w:p w:rsidR="008F4AF7" w:rsidRPr="00E47180" w:rsidRDefault="008F4AF7" w:rsidP="008F4AF7">
      <w:pPr>
        <w:pStyle w:val="libNormal"/>
      </w:pPr>
      <w:r w:rsidRPr="00E47180">
        <w:t xml:space="preserve">108. </w:t>
      </w:r>
      <w:r w:rsidRPr="008F4AF7">
        <w:rPr>
          <w:rFonts w:hint="cs"/>
          <w:cs/>
          <w:lang w:bidi="hi-IN"/>
        </w:rPr>
        <w:t>वहब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हमज़ा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 xml:space="preserve"> 109. </w:t>
      </w:r>
      <w:r w:rsidRPr="008F4AF7">
        <w:rPr>
          <w:rFonts w:hint="cs"/>
          <w:cs/>
          <w:lang w:bidi="hi-IN"/>
        </w:rPr>
        <w:t>वहब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सवाई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जुहैफ़ा</w:t>
      </w:r>
    </w:p>
    <w:p w:rsidR="008F4AF7" w:rsidRPr="00E47180" w:rsidRDefault="008F4AF7" w:rsidP="008F4AF7">
      <w:pPr>
        <w:pStyle w:val="libNormal"/>
      </w:pPr>
      <w:r w:rsidRPr="00E47180">
        <w:t xml:space="preserve">110. </w:t>
      </w:r>
      <w:r w:rsidRPr="008F4AF7">
        <w:rPr>
          <w:rFonts w:hint="cs"/>
          <w:cs/>
          <w:lang w:bidi="hi-IN"/>
        </w:rPr>
        <w:t>याली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मर्रा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सक़फ़ी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मुराज़िम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कारेईने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केराम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सौ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बुज़ुर्ग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गेरामी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यक़ीनी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अफ़राद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तारिख़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लाख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हाजी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हाज़िर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तादाद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मिलती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735514" w:rsidRDefault="008F4AF7" w:rsidP="008F4AF7">
      <w:pPr>
        <w:pStyle w:val="libNormal"/>
        <w:rPr>
          <w:lang w:bidi="hi-IN"/>
        </w:rPr>
      </w:pP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सजिसतानी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मुतवफ़्फ़ा</w:t>
      </w:r>
      <w:r w:rsidRPr="008F4AF7">
        <w:rPr>
          <w:cs/>
          <w:lang w:bidi="hi-IN"/>
        </w:rPr>
        <w:t xml:space="preserve"> </w:t>
      </w:r>
      <w:r w:rsidRPr="00E47180">
        <w:t xml:space="preserve">477)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दिराया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E47180">
        <w:t>17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चुनाँचे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सौ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735514" w:rsidP="008F4AF7">
      <w:pPr>
        <w:pStyle w:val="libNormal"/>
      </w:pPr>
      <w:r>
        <w:rPr>
          <w:rFonts w:hint="cs"/>
          <w:cs/>
          <w:lang w:bidi="hi-IN"/>
        </w:rPr>
        <w:t>(</w:t>
      </w:r>
      <w:r w:rsidR="008F4AF7" w:rsidRPr="008F4AF7">
        <w:rPr>
          <w:rFonts w:hint="cs"/>
          <w:cs/>
          <w:lang w:bidi="hi-IN"/>
        </w:rPr>
        <w:t>अल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मनाक़िब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इब्ने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शहर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आशूब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जिल्द</w:t>
      </w:r>
      <w:r w:rsidR="008F4AF7" w:rsidRPr="008F4AF7">
        <w:rPr>
          <w:cs/>
          <w:lang w:bidi="hi-IN"/>
        </w:rPr>
        <w:t xml:space="preserve"> </w:t>
      </w:r>
      <w:r w:rsidR="008F4AF7" w:rsidRPr="00E47180">
        <w:t>3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पेज</w:t>
      </w:r>
      <w:r w:rsidR="008F4AF7" w:rsidRPr="008F4AF7">
        <w:rPr>
          <w:cs/>
          <w:lang w:bidi="hi-IN"/>
        </w:rPr>
        <w:t xml:space="preserve"> </w:t>
      </w:r>
      <w:r w:rsidR="008F4AF7" w:rsidRPr="00E47180">
        <w:t xml:space="preserve">34) </w:t>
      </w:r>
    </w:p>
    <w:p w:rsidR="001D08AD" w:rsidRDefault="001D08AD" w:rsidP="00735514">
      <w:pPr>
        <w:pStyle w:val="Heading1"/>
        <w:rPr>
          <w:cs/>
          <w:lang w:bidi="hi-IN"/>
        </w:rPr>
      </w:pPr>
    </w:p>
    <w:p w:rsidR="001D08AD" w:rsidRDefault="001D08AD" w:rsidP="00735514">
      <w:pPr>
        <w:pStyle w:val="Heading1"/>
        <w:rPr>
          <w:cs/>
          <w:lang w:bidi="hi-IN"/>
        </w:rPr>
      </w:pPr>
      <w:bookmarkStart w:id="39" w:name="_Toc457825263"/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ताबेईन</w:t>
      </w:r>
      <w:bookmarkEnd w:id="39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E47180">
        <w:t>84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ताबेईन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t>1.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राशिदे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ख़ुबरानी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शामी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दमिश्क़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अफ़ज़ल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शख़्स।</w:t>
      </w:r>
    </w:p>
    <w:p w:rsidR="008F4AF7" w:rsidRPr="00E47180" w:rsidRDefault="008F4AF7" w:rsidP="008F4AF7">
      <w:pPr>
        <w:pStyle w:val="libNormal"/>
      </w:pPr>
      <w:r w:rsidRPr="00E47180">
        <w:t xml:space="preserve">2.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सुलैमान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मुवज़्ज़िन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अज़ीमुश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ताबेईन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 xml:space="preserve">3.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सम्मान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ज़कवान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मज़नी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हंमल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उनवान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ऐलल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मारेफ़तुर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रेजाल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161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रक़्म</w:t>
      </w:r>
      <w:r w:rsidRPr="008F4AF7">
        <w:rPr>
          <w:cs/>
          <w:lang w:bidi="hi-IN"/>
        </w:rPr>
        <w:t xml:space="preserve"> </w:t>
      </w:r>
      <w:r w:rsidRPr="00E47180">
        <w:t>4723)</w:t>
      </w:r>
    </w:p>
    <w:p w:rsidR="008F4AF7" w:rsidRPr="00E47180" w:rsidRDefault="008F4AF7" w:rsidP="008F4AF7">
      <w:pPr>
        <w:pStyle w:val="libNormal"/>
      </w:pPr>
      <w:r w:rsidRPr="00E47180">
        <w:t xml:space="preserve">4. </w:t>
      </w:r>
      <w:r w:rsidRPr="008F4AF7">
        <w:rPr>
          <w:rFonts w:hint="cs"/>
          <w:cs/>
          <w:lang w:bidi="hi-IN"/>
        </w:rPr>
        <w:t>असबग़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तमीमी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कूफ़ी</w:t>
      </w:r>
    </w:p>
    <w:p w:rsidR="008F4AF7" w:rsidRPr="00E47180" w:rsidRDefault="008F4AF7" w:rsidP="008F4AF7">
      <w:pPr>
        <w:pStyle w:val="libNormal"/>
      </w:pPr>
      <w:r w:rsidRPr="00E47180">
        <w:t xml:space="preserve">5. </w:t>
      </w:r>
      <w:r w:rsidRPr="008F4AF7">
        <w:rPr>
          <w:rFonts w:hint="cs"/>
          <w:cs/>
          <w:lang w:bidi="hi-IN"/>
        </w:rPr>
        <w:t>हबीब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असदी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कूफ़ी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फ़क़ीहे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कूफ़ा</w:t>
      </w:r>
    </w:p>
    <w:p w:rsidR="008F4AF7" w:rsidRPr="00E47180" w:rsidRDefault="008F4AF7" w:rsidP="008F4AF7">
      <w:pPr>
        <w:pStyle w:val="libNormal"/>
      </w:pPr>
      <w:r w:rsidRPr="00E47180">
        <w:lastRenderedPageBreak/>
        <w:t xml:space="preserve">6. </w:t>
      </w:r>
      <w:r w:rsidRPr="008F4AF7">
        <w:rPr>
          <w:rFonts w:hint="cs"/>
          <w:cs/>
          <w:lang w:bidi="hi-IN"/>
        </w:rPr>
        <w:t>हकम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उतैयबा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कूफ़ी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कंदी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E47180">
        <w:t xml:space="preserve">, </w:t>
      </w:r>
      <w:r w:rsidRPr="008F4AF7">
        <w:rPr>
          <w:rFonts w:hint="cs"/>
          <w:cs/>
          <w:lang w:bidi="hi-IN"/>
        </w:rPr>
        <w:t>सब्त</w:t>
      </w:r>
      <w:r w:rsidRPr="00E47180">
        <w:t xml:space="preserve">, </w:t>
      </w:r>
      <w:r w:rsidRPr="008F4AF7">
        <w:rPr>
          <w:rFonts w:hint="cs"/>
          <w:cs/>
          <w:lang w:bidi="hi-IN"/>
        </w:rPr>
        <w:t>फ़क़ीह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अल्फ़ाज़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) </w:t>
      </w:r>
    </w:p>
    <w:p w:rsidR="008F4AF7" w:rsidRPr="00E47180" w:rsidRDefault="008F4AF7" w:rsidP="008F4AF7">
      <w:pPr>
        <w:pStyle w:val="libNormal"/>
      </w:pPr>
      <w:r w:rsidRPr="00E47180">
        <w:t xml:space="preserve">7. </w:t>
      </w:r>
      <w:r w:rsidRPr="008F4AF7">
        <w:rPr>
          <w:rFonts w:hint="cs"/>
          <w:cs/>
          <w:lang w:bidi="hi-IN"/>
        </w:rPr>
        <w:t>हुमैद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बसरी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हाफ़िज़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मुहद्दिस</w:t>
      </w:r>
      <w:r w:rsidRPr="00E47180">
        <w:t xml:space="preserve">,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अल्फ़ाज़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 xml:space="preserve">8. </w:t>
      </w:r>
      <w:r w:rsidRPr="008F4AF7">
        <w:rPr>
          <w:rFonts w:hint="cs"/>
          <w:cs/>
          <w:lang w:bidi="hi-IN"/>
        </w:rPr>
        <w:t>ज़ादन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कंदी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बज़्ज़ाज़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कूफ़ी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अज़ीमुश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ताबेईन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 xml:space="preserve">9. </w:t>
      </w:r>
      <w:r w:rsidRPr="008F4AF7">
        <w:rPr>
          <w:rFonts w:hint="cs"/>
          <w:cs/>
          <w:lang w:bidi="hi-IN"/>
        </w:rPr>
        <w:t>ज़र्र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जुबैश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असदी</w:t>
      </w:r>
    </w:p>
    <w:p w:rsidR="008F4AF7" w:rsidRPr="00E47180" w:rsidRDefault="008F4AF7" w:rsidP="008F4AF7">
      <w:pPr>
        <w:pStyle w:val="libNormal"/>
      </w:pPr>
      <w:r w:rsidRPr="00E47180">
        <w:t xml:space="preserve">10. </w:t>
      </w:r>
      <w:r w:rsidRPr="008F4AF7">
        <w:rPr>
          <w:rFonts w:hint="cs"/>
          <w:cs/>
          <w:lang w:bidi="hi-IN"/>
        </w:rPr>
        <w:t>सालिम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करशी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मदनी</w:t>
      </w:r>
    </w:p>
    <w:p w:rsidR="008F4AF7" w:rsidRPr="00E47180" w:rsidRDefault="008F4AF7" w:rsidP="008F4AF7">
      <w:pPr>
        <w:pStyle w:val="libNormal"/>
      </w:pPr>
      <w:r w:rsidRPr="00E47180">
        <w:t xml:space="preserve">11. </w:t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जुबैर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कूफ़ी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हुज्जाज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सितमगार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हुए।</w:t>
      </w:r>
    </w:p>
    <w:p w:rsidR="008F4AF7" w:rsidRPr="00E47180" w:rsidRDefault="008F4AF7" w:rsidP="008F4AF7">
      <w:pPr>
        <w:pStyle w:val="libNormal"/>
      </w:pPr>
      <w:r w:rsidRPr="00E47180">
        <w:t xml:space="preserve">12. </w:t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मुसय्यब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करशी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मख़्ज़ूमी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हंबल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मुरासेलात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 xml:space="preserve">13. </w:t>
      </w:r>
      <w:r w:rsidRPr="008F4AF7">
        <w:rPr>
          <w:rFonts w:hint="cs"/>
          <w:cs/>
          <w:lang w:bidi="hi-IN"/>
        </w:rPr>
        <w:t>सुलैम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क़ैस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हिलाली</w:t>
      </w:r>
    </w:p>
    <w:p w:rsidR="008F4AF7" w:rsidRPr="00E47180" w:rsidRDefault="008F4AF7" w:rsidP="008F4AF7">
      <w:pPr>
        <w:pStyle w:val="libNormal"/>
      </w:pPr>
      <w:r w:rsidRPr="00E47180">
        <w:t xml:space="preserve">14. </w:t>
      </w:r>
      <w:r w:rsidRPr="008F4AF7">
        <w:rPr>
          <w:rFonts w:hint="cs"/>
          <w:cs/>
          <w:lang w:bidi="hi-IN"/>
        </w:rPr>
        <w:t>सुलेमान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मेहरान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अअमश</w:t>
      </w:r>
    </w:p>
    <w:p w:rsidR="008F4AF7" w:rsidRPr="00E47180" w:rsidRDefault="008F4AF7" w:rsidP="008F4AF7">
      <w:pPr>
        <w:pStyle w:val="libNormal"/>
      </w:pPr>
      <w:r w:rsidRPr="00E47180">
        <w:t xml:space="preserve">15. </w:t>
      </w:r>
      <w:r w:rsidRPr="008F4AF7">
        <w:rPr>
          <w:rFonts w:hint="cs"/>
          <w:cs/>
          <w:lang w:bidi="hi-IN"/>
        </w:rPr>
        <w:t>ज़हाक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मुज़ाहिम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हिलाली</w:t>
      </w:r>
    </w:p>
    <w:p w:rsidR="008F4AF7" w:rsidRPr="00E47180" w:rsidRDefault="008F4AF7" w:rsidP="008F4AF7">
      <w:pPr>
        <w:pStyle w:val="libNormal"/>
      </w:pPr>
      <w:r w:rsidRPr="00E47180">
        <w:t xml:space="preserve">16. </w:t>
      </w:r>
      <w:r w:rsidRPr="008F4AF7">
        <w:rPr>
          <w:rFonts w:hint="cs"/>
          <w:cs/>
          <w:lang w:bidi="hi-IN"/>
        </w:rPr>
        <w:t>ताऊस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जंदी</w:t>
      </w:r>
    </w:p>
    <w:p w:rsidR="008F4AF7" w:rsidRPr="00E47180" w:rsidRDefault="008F4AF7" w:rsidP="008F4AF7">
      <w:pPr>
        <w:pStyle w:val="libNormal"/>
      </w:pPr>
      <w:r w:rsidRPr="00E47180">
        <w:t xml:space="preserve">17. </w:t>
      </w:r>
      <w:r w:rsidRPr="008F4AF7">
        <w:rPr>
          <w:rFonts w:hint="cs"/>
          <w:cs/>
          <w:lang w:bidi="hi-IN"/>
        </w:rPr>
        <w:t>आयशा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</w:t>
      </w:r>
    </w:p>
    <w:p w:rsidR="008F4AF7" w:rsidRPr="00E47180" w:rsidRDefault="008F4AF7" w:rsidP="008F4AF7">
      <w:pPr>
        <w:pStyle w:val="libNormal"/>
      </w:pPr>
      <w:r w:rsidRPr="00E47180">
        <w:t xml:space="preserve">18. </w:t>
      </w:r>
      <w:r w:rsidRPr="008F4AF7">
        <w:rPr>
          <w:rFonts w:hint="cs"/>
          <w:cs/>
          <w:lang w:bidi="hi-IN"/>
        </w:rPr>
        <w:t>अब्दुर्रहमान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लैला</w:t>
      </w:r>
    </w:p>
    <w:p w:rsidR="008F4AF7" w:rsidRPr="00E47180" w:rsidRDefault="008F4AF7" w:rsidP="008F4AF7">
      <w:pPr>
        <w:pStyle w:val="libNormal"/>
      </w:pPr>
      <w:r w:rsidRPr="00E47180">
        <w:t xml:space="preserve">19. </w:t>
      </w:r>
      <w:r w:rsidRPr="008F4AF7">
        <w:rPr>
          <w:rFonts w:hint="cs"/>
          <w:cs/>
          <w:lang w:bidi="hi-IN"/>
        </w:rPr>
        <w:t>अदी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कूफ़ा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ख़तमी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lastRenderedPageBreak/>
        <w:t xml:space="preserve">20.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अज़ीज़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अमवी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ख़लीफ़ा</w:t>
      </w:r>
    </w:p>
    <w:p w:rsidR="008F4AF7" w:rsidRPr="00E47180" w:rsidRDefault="008F4AF7" w:rsidP="008F4AF7">
      <w:pPr>
        <w:pStyle w:val="libNormal"/>
      </w:pPr>
      <w:r w:rsidRPr="00E47180">
        <w:t xml:space="preserve">21.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सबीई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हमदानी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 xml:space="preserve">22. </w:t>
      </w:r>
      <w:r w:rsidRPr="008F4AF7">
        <w:rPr>
          <w:rFonts w:hint="cs"/>
          <w:cs/>
          <w:lang w:bidi="hi-IN"/>
        </w:rPr>
        <w:t>फ़ित्र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मख़्ज़ूमी</w:t>
      </w:r>
    </w:p>
    <w:p w:rsidR="008F4AF7" w:rsidRPr="00E47180" w:rsidRDefault="008F4AF7" w:rsidP="008F4AF7">
      <w:pPr>
        <w:pStyle w:val="libNormal"/>
      </w:pPr>
      <w:r w:rsidRPr="00E47180">
        <w:t xml:space="preserve">23. </w:t>
      </w:r>
      <w:r w:rsidRPr="008F4AF7">
        <w:rPr>
          <w:rFonts w:hint="cs"/>
          <w:cs/>
          <w:lang w:bidi="hi-IN"/>
        </w:rPr>
        <w:t>मुस्लिम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सुबैह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हमदानी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कूफ़ी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अत्तार</w:t>
      </w:r>
    </w:p>
    <w:p w:rsidR="008F4AF7" w:rsidRPr="00E47180" w:rsidRDefault="008F4AF7" w:rsidP="008F4AF7">
      <w:pPr>
        <w:pStyle w:val="libNormal"/>
      </w:pPr>
      <w:r w:rsidRPr="00E47180">
        <w:t xml:space="preserve">24. </w:t>
      </w:r>
      <w:r w:rsidRPr="008F4AF7">
        <w:rPr>
          <w:rFonts w:hint="cs"/>
          <w:cs/>
          <w:lang w:bidi="hi-IN"/>
        </w:rPr>
        <w:t>नज़ीर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सुलैम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फ़ज़ारी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वास्ती</w:t>
      </w:r>
    </w:p>
    <w:p w:rsidR="008F4AF7" w:rsidRPr="00E47180" w:rsidRDefault="008F4AF7" w:rsidP="008F4AF7">
      <w:pPr>
        <w:pStyle w:val="libNormal"/>
      </w:pPr>
      <w:r w:rsidRPr="00E47180">
        <w:t xml:space="preserve">25. </w:t>
      </w:r>
      <w:r w:rsidRPr="008F4AF7">
        <w:rPr>
          <w:rFonts w:hint="cs"/>
          <w:cs/>
          <w:lang w:bidi="hi-IN"/>
        </w:rPr>
        <w:t>यज़ीद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कूफ़ी</w:t>
      </w:r>
    </w:p>
    <w:p w:rsidR="008F4AF7" w:rsidRPr="00E47180" w:rsidRDefault="008F4AF7" w:rsidP="008F4AF7">
      <w:pPr>
        <w:pStyle w:val="libNormal"/>
      </w:pPr>
      <w:r w:rsidRPr="00E47180">
        <w:t xml:space="preserve">26. </w:t>
      </w:r>
      <w:r w:rsidRPr="008F4AF7">
        <w:rPr>
          <w:rFonts w:hint="cs"/>
          <w:cs/>
          <w:lang w:bidi="hi-IN"/>
        </w:rPr>
        <w:t>यसार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सक़फ़ी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नजीह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ताबेईन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1D08AD" w:rsidRDefault="001D08AD" w:rsidP="00E47180">
      <w:pPr>
        <w:pStyle w:val="Heading1"/>
        <w:rPr>
          <w:cs/>
          <w:lang w:bidi="hi-IN"/>
        </w:rPr>
      </w:pPr>
    </w:p>
    <w:p w:rsidR="001D08AD" w:rsidRDefault="001D08AD" w:rsidP="00E47180">
      <w:pPr>
        <w:pStyle w:val="Heading1"/>
        <w:rPr>
          <w:cs/>
          <w:lang w:bidi="hi-IN"/>
        </w:rPr>
      </w:pPr>
      <w:bookmarkStart w:id="40" w:name="_Toc457825264"/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रावी</w:t>
      </w:r>
      <w:bookmarkEnd w:id="40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E47180">
        <w:t>56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इस्हाक़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मदनी</w:t>
      </w:r>
      <w:r w:rsidRPr="008F4AF7">
        <w:rPr>
          <w:cs/>
          <w:lang w:bidi="hi-IN"/>
        </w:rPr>
        <w:t xml:space="preserve"> (</w:t>
      </w:r>
      <w:r w:rsidRPr="00E47180">
        <w:t>151)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हाफ़ि़ज़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सुफ़यान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सौरी</w:t>
      </w:r>
      <w:r w:rsidRPr="008F4AF7">
        <w:rPr>
          <w:cs/>
          <w:lang w:bidi="hi-IN"/>
        </w:rPr>
        <w:t xml:space="preserve"> (</w:t>
      </w:r>
      <w:r w:rsidRPr="00E47180">
        <w:t>161)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वकीअ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जराज</w:t>
      </w:r>
      <w:r w:rsidRPr="008F4AF7">
        <w:rPr>
          <w:cs/>
          <w:lang w:bidi="hi-IN"/>
        </w:rPr>
        <w:t xml:space="preserve"> (</w:t>
      </w:r>
      <w:r w:rsidRPr="00E47180">
        <w:t>196)</w:t>
      </w:r>
    </w:p>
    <w:p w:rsidR="001D08AD" w:rsidRDefault="001D08AD" w:rsidP="00E47180">
      <w:pPr>
        <w:pStyle w:val="Heading1"/>
        <w:rPr>
          <w:cs/>
          <w:lang w:bidi="hi-IN"/>
        </w:rPr>
      </w:pPr>
    </w:p>
    <w:p w:rsidR="001D08AD" w:rsidRDefault="001D08AD" w:rsidP="00E47180">
      <w:pPr>
        <w:pStyle w:val="Heading1"/>
        <w:rPr>
          <w:cs/>
          <w:lang w:bidi="hi-IN"/>
        </w:rPr>
      </w:pPr>
      <w:bookmarkStart w:id="41" w:name="_Toc457825265"/>
      <w:r w:rsidRPr="008F4AF7">
        <w:rPr>
          <w:rFonts w:hint="cs"/>
          <w:cs/>
          <w:lang w:bidi="hi-IN"/>
        </w:rPr>
        <w:t>तीसरी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रावी</w:t>
      </w:r>
      <w:bookmarkEnd w:id="41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तीसरी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E47180">
        <w:t>92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इदरीसे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(</w:t>
      </w:r>
      <w:r w:rsidRPr="00E47180">
        <w:t>204)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निहायह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228)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हंबल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शैबानी</w:t>
      </w:r>
      <w:r w:rsidRPr="008F4AF7">
        <w:rPr>
          <w:cs/>
          <w:lang w:bidi="hi-IN"/>
        </w:rPr>
        <w:t xml:space="preserve"> (</w:t>
      </w:r>
      <w:r w:rsidRPr="00E47180">
        <w:t>241)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मुसनद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इस्माईले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बुख़ारी</w:t>
      </w:r>
      <w:r w:rsidRPr="008F4AF7">
        <w:rPr>
          <w:cs/>
          <w:lang w:bidi="hi-IN"/>
        </w:rPr>
        <w:t xml:space="preserve"> (</w:t>
      </w:r>
      <w:r w:rsidRPr="00E47180">
        <w:t>256)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तारिख़ुल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375)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तिरमिज़ी</w:t>
      </w:r>
      <w:r w:rsidRPr="008F4AF7">
        <w:rPr>
          <w:cs/>
          <w:lang w:bidi="hi-IN"/>
        </w:rPr>
        <w:t xml:space="preserve"> (</w:t>
      </w:r>
      <w:r w:rsidRPr="00E47180">
        <w:t>279)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बलाज़री</w:t>
      </w:r>
      <w:r w:rsidRPr="008F4AF7">
        <w:rPr>
          <w:cs/>
          <w:lang w:bidi="hi-IN"/>
        </w:rPr>
        <w:t xml:space="preserve"> (</w:t>
      </w:r>
      <w:r w:rsidRPr="00E47180">
        <w:t xml:space="preserve">279) </w:t>
      </w:r>
      <w:r w:rsidRPr="008F4AF7">
        <w:rPr>
          <w:rFonts w:hint="cs"/>
          <w:cs/>
          <w:lang w:bidi="hi-IN"/>
        </w:rPr>
        <w:t>वग़ैरह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अनसाबुल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अशराफ़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108)</w:t>
      </w:r>
    </w:p>
    <w:p w:rsidR="001D08AD" w:rsidRDefault="001D08AD" w:rsidP="00E47180">
      <w:pPr>
        <w:pStyle w:val="Heading1"/>
        <w:rPr>
          <w:cs/>
          <w:lang w:bidi="hi-IN"/>
        </w:rPr>
      </w:pPr>
    </w:p>
    <w:p w:rsidR="001D08AD" w:rsidRDefault="001D08AD" w:rsidP="00E47180">
      <w:pPr>
        <w:pStyle w:val="Heading1"/>
        <w:rPr>
          <w:cs/>
          <w:lang w:bidi="hi-IN"/>
        </w:rPr>
      </w:pPr>
      <w:bookmarkStart w:id="42" w:name="_Toc457825266"/>
      <w:r w:rsidRPr="008F4AF7">
        <w:rPr>
          <w:rFonts w:hint="cs"/>
          <w:cs/>
          <w:lang w:bidi="hi-IN"/>
        </w:rPr>
        <w:t>चौथी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रावी</w:t>
      </w:r>
      <w:bookmarkEnd w:id="42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चौथी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हिजरी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E47180">
        <w:t>43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शुऐब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निसाई</w:t>
      </w:r>
      <w:r w:rsidRPr="008F4AF7">
        <w:rPr>
          <w:cs/>
          <w:lang w:bidi="hi-IN"/>
        </w:rPr>
        <w:t xml:space="preserve"> (</w:t>
      </w:r>
      <w:r w:rsidRPr="00E47180">
        <w:t xml:space="preserve">303)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सोनन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ख़सायस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मुतअद्दिद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सहीहुस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मूसली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यअली</w:t>
      </w:r>
      <w:r w:rsidRPr="008F4AF7">
        <w:rPr>
          <w:cs/>
          <w:lang w:bidi="hi-IN"/>
        </w:rPr>
        <w:t xml:space="preserve"> (</w:t>
      </w:r>
      <w:r w:rsidRPr="00E47180">
        <w:t>307)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ख़सायसुन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10, 16)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मुसनद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307)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जरीरे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तबरी</w:t>
      </w:r>
      <w:r w:rsidRPr="008F4AF7">
        <w:rPr>
          <w:cs/>
          <w:lang w:bidi="hi-IN"/>
        </w:rPr>
        <w:t xml:space="preserve"> (</w:t>
      </w:r>
      <w:r w:rsidRPr="00E47180">
        <w:t>310)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क़ासिम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तबरानी</w:t>
      </w:r>
      <w:r w:rsidRPr="008F4AF7">
        <w:rPr>
          <w:cs/>
          <w:lang w:bidi="hi-IN"/>
        </w:rPr>
        <w:t xml:space="preserve"> (</w:t>
      </w:r>
      <w:r w:rsidRPr="00E47180">
        <w:t xml:space="preserve">370)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सहीहुस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अफ़राद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है।तफ़सीरे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428)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मोजमुल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अवसत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133)</w:t>
      </w:r>
    </w:p>
    <w:p w:rsidR="001D08AD" w:rsidRDefault="001D08AD" w:rsidP="00E47180">
      <w:pPr>
        <w:pStyle w:val="Heading1"/>
        <w:rPr>
          <w:cs/>
          <w:lang w:bidi="hi-IN"/>
        </w:rPr>
      </w:pPr>
    </w:p>
    <w:p w:rsidR="001D08AD" w:rsidRDefault="001D08AD" w:rsidP="00E47180">
      <w:pPr>
        <w:pStyle w:val="Heading1"/>
        <w:rPr>
          <w:cs/>
          <w:lang w:bidi="hi-IN"/>
        </w:rPr>
      </w:pPr>
      <w:bookmarkStart w:id="43" w:name="_Toc457825267"/>
      <w:r w:rsidRPr="008F4AF7">
        <w:rPr>
          <w:rFonts w:hint="cs"/>
          <w:cs/>
          <w:lang w:bidi="hi-IN"/>
        </w:rPr>
        <w:t>पाँचवी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रावी</w:t>
      </w:r>
      <w:bookmarkEnd w:id="43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पाँचवी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E47180">
        <w:t>24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: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क़ाज़ी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बाक़लानी</w:t>
      </w:r>
      <w:r w:rsidRPr="008F4AF7">
        <w:rPr>
          <w:cs/>
          <w:lang w:bidi="hi-IN"/>
        </w:rPr>
        <w:t xml:space="preserve"> (</w:t>
      </w:r>
      <w:r w:rsidRPr="00E47180">
        <w:t xml:space="preserve">403)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इस्हाक़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सालबी</w:t>
      </w:r>
      <w:r w:rsidRPr="008F4AF7">
        <w:rPr>
          <w:cs/>
          <w:lang w:bidi="hi-IN"/>
        </w:rPr>
        <w:t xml:space="preserve"> (</w:t>
      </w:r>
      <w:r w:rsidRPr="00E47180">
        <w:t xml:space="preserve">427)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मंज़ूर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सआली</w:t>
      </w:r>
      <w:r w:rsidRPr="008F4AF7">
        <w:rPr>
          <w:cs/>
          <w:lang w:bidi="hi-IN"/>
        </w:rPr>
        <w:t xml:space="preserve"> (</w:t>
      </w:r>
      <w:r w:rsidRPr="00E47180">
        <w:t>429)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क़ुरतबी</w:t>
      </w:r>
      <w:r w:rsidRPr="008F4AF7">
        <w:rPr>
          <w:cs/>
          <w:lang w:bidi="hi-IN"/>
        </w:rPr>
        <w:t xml:space="preserve"> (</w:t>
      </w:r>
      <w:r w:rsidRPr="00E47180">
        <w:t>463)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बग़दादी</w:t>
      </w:r>
      <w:r w:rsidRPr="008F4AF7">
        <w:rPr>
          <w:cs/>
          <w:lang w:bidi="hi-IN"/>
        </w:rPr>
        <w:t xml:space="preserve"> (</w:t>
      </w:r>
      <w:r w:rsidRPr="00E47180">
        <w:t>436)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मग़ाज़ेली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(</w:t>
      </w:r>
      <w:r w:rsidRPr="00E47180">
        <w:t>483)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हसकानी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हनफ़ी</w:t>
      </w:r>
      <w:r w:rsidRPr="008F4AF7">
        <w:rPr>
          <w:cs/>
          <w:lang w:bidi="hi-IN"/>
        </w:rPr>
        <w:t xml:space="preserve"> (</w:t>
      </w:r>
      <w:r w:rsidRPr="00E47180">
        <w:t>490)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तमहीद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169)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कश्फ़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181)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सेमारुल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क़ुलूब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636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रक़्म</w:t>
      </w:r>
      <w:r w:rsidRPr="008F4AF7">
        <w:rPr>
          <w:cs/>
          <w:lang w:bidi="hi-IN"/>
        </w:rPr>
        <w:t xml:space="preserve"> </w:t>
      </w:r>
      <w:r w:rsidRPr="00E47180">
        <w:t>1068)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इसतीआब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क़िस्मे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सिवम</w:t>
      </w:r>
      <w:r w:rsidRPr="008F4AF7">
        <w:rPr>
          <w:cs/>
          <w:lang w:bidi="hi-IN"/>
        </w:rPr>
        <w:t xml:space="preserve"> </w:t>
      </w:r>
      <w:r w:rsidRPr="00E47180">
        <w:t>1099)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तारीख़े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290)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मनाक़िब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27)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शवाहिदुत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तनज़ील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201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211)</w:t>
      </w:r>
    </w:p>
    <w:p w:rsidR="001D08AD" w:rsidRDefault="001D08AD" w:rsidP="00E47180">
      <w:pPr>
        <w:pStyle w:val="Heading1"/>
        <w:rPr>
          <w:cs/>
          <w:lang w:bidi="hi-IN"/>
        </w:rPr>
      </w:pPr>
    </w:p>
    <w:p w:rsidR="001D08AD" w:rsidRDefault="001D08AD" w:rsidP="00E47180">
      <w:pPr>
        <w:pStyle w:val="Heading1"/>
        <w:rPr>
          <w:cs/>
          <w:lang w:bidi="hi-IN"/>
        </w:rPr>
      </w:pPr>
      <w:bookmarkStart w:id="44" w:name="_Toc457825268"/>
      <w:r w:rsidRPr="008F4AF7">
        <w:rPr>
          <w:rFonts w:hint="cs"/>
          <w:cs/>
          <w:lang w:bidi="hi-IN"/>
        </w:rPr>
        <w:t>छठी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रावी</w:t>
      </w:r>
      <w:bookmarkEnd w:id="44"/>
    </w:p>
    <w:p w:rsidR="008F4AF7" w:rsidRPr="00E47180" w:rsidRDefault="008F4AF7" w:rsidP="00E47180">
      <w:pPr>
        <w:pStyle w:val="libNormal"/>
      </w:pPr>
      <w:r w:rsidRPr="008F4AF7">
        <w:rPr>
          <w:rFonts w:hint="cs"/>
          <w:cs/>
          <w:lang w:bidi="hi-IN"/>
        </w:rPr>
        <w:t>छठी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E47180">
        <w:t>20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हुज्जतुल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ग़ज़ाली</w:t>
      </w:r>
      <w:r w:rsidRPr="008F4AF7">
        <w:rPr>
          <w:cs/>
          <w:lang w:bidi="hi-IN"/>
        </w:rPr>
        <w:t xml:space="preserve"> (</w:t>
      </w:r>
      <w:r w:rsidRPr="00E47180">
        <w:t>505)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जारुल्लाह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ज़मख़्शरी</w:t>
      </w:r>
      <w:r w:rsidRPr="008F4AF7">
        <w:rPr>
          <w:cs/>
          <w:lang w:bidi="hi-IN"/>
        </w:rPr>
        <w:t xml:space="preserve"> (</w:t>
      </w:r>
      <w:r w:rsidRPr="00E47180">
        <w:t>538)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मुवफ़्फ़क़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ख़ारज़मी</w:t>
      </w:r>
      <w:r w:rsidRPr="008F4AF7">
        <w:rPr>
          <w:cs/>
          <w:lang w:bidi="hi-IN"/>
        </w:rPr>
        <w:t xml:space="preserve"> (</w:t>
      </w:r>
      <w:r w:rsidRPr="00E47180">
        <w:t>568)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असाकर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दमिश्क़ी</w:t>
      </w:r>
      <w:r w:rsidRPr="008F4AF7">
        <w:rPr>
          <w:cs/>
          <w:lang w:bidi="hi-IN"/>
        </w:rPr>
        <w:t xml:space="preserve"> (</w:t>
      </w:r>
      <w:r w:rsidRPr="00E47180">
        <w:t xml:space="preserve">571) </w:t>
      </w:r>
      <w:r w:rsidRPr="008F4AF7">
        <w:rPr>
          <w:rFonts w:hint="cs"/>
          <w:cs/>
          <w:lang w:bidi="hi-IN"/>
        </w:rPr>
        <w:t>वग़ैरह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रबीउल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84)</w:t>
      </w:r>
    </w:p>
    <w:p w:rsidR="001D08AD" w:rsidRDefault="001D08AD" w:rsidP="00E47180">
      <w:pPr>
        <w:pStyle w:val="Heading1"/>
        <w:rPr>
          <w:rtl/>
          <w:cs/>
        </w:rPr>
      </w:pPr>
    </w:p>
    <w:p w:rsidR="001D08AD" w:rsidRDefault="001D08AD" w:rsidP="00E47180">
      <w:pPr>
        <w:pStyle w:val="Heading1"/>
        <w:rPr>
          <w:rtl/>
          <w:cs/>
        </w:rPr>
      </w:pPr>
      <w:bookmarkStart w:id="45" w:name="_Toc457825269"/>
      <w:r w:rsidRPr="00E47180">
        <w:rPr>
          <w:rFonts w:hint="cs"/>
          <w:cs/>
          <w:lang w:bidi="hi-IN"/>
        </w:rPr>
        <w:t>सातवी</w:t>
      </w:r>
      <w:r w:rsidRPr="00E47180">
        <w:rPr>
          <w:cs/>
          <w:lang w:bidi="hi-IN"/>
        </w:rPr>
        <w:t xml:space="preserve"> </w:t>
      </w:r>
      <w:r w:rsidRPr="00E47180">
        <w:rPr>
          <w:rFonts w:hint="cs"/>
          <w:cs/>
          <w:lang w:bidi="hi-IN"/>
        </w:rPr>
        <w:t>सदी</w:t>
      </w:r>
      <w:r w:rsidRPr="00E47180">
        <w:rPr>
          <w:cs/>
          <w:lang w:bidi="hi-IN"/>
        </w:rPr>
        <w:t xml:space="preserve"> </w:t>
      </w:r>
      <w:r w:rsidRPr="00E47180">
        <w:rPr>
          <w:rFonts w:hint="cs"/>
          <w:cs/>
          <w:lang w:bidi="hi-IN"/>
        </w:rPr>
        <w:t>में</w:t>
      </w:r>
      <w:r w:rsidRPr="00E47180">
        <w:rPr>
          <w:cs/>
          <w:lang w:bidi="hi-IN"/>
        </w:rPr>
        <w:t xml:space="preserve"> </w:t>
      </w:r>
      <w:r w:rsidRPr="00E47180">
        <w:rPr>
          <w:rFonts w:hint="cs"/>
          <w:cs/>
          <w:lang w:bidi="hi-IN"/>
        </w:rPr>
        <w:t>हदीसे</w:t>
      </w:r>
      <w:r w:rsidRPr="00E47180">
        <w:rPr>
          <w:cs/>
          <w:lang w:bidi="hi-IN"/>
        </w:rPr>
        <w:t xml:space="preserve"> </w:t>
      </w:r>
      <w:r w:rsidRPr="00E47180">
        <w:rPr>
          <w:rFonts w:hint="cs"/>
          <w:cs/>
          <w:lang w:bidi="hi-IN"/>
        </w:rPr>
        <w:t>ग़दीर</w:t>
      </w:r>
      <w:r w:rsidRPr="00E47180">
        <w:rPr>
          <w:cs/>
          <w:lang w:bidi="hi-IN"/>
        </w:rPr>
        <w:t xml:space="preserve"> </w:t>
      </w:r>
      <w:r w:rsidRPr="00E47180">
        <w:rPr>
          <w:rFonts w:hint="cs"/>
          <w:cs/>
          <w:lang w:bidi="hi-IN"/>
        </w:rPr>
        <w:t>के</w:t>
      </w:r>
      <w:r w:rsidRPr="00E47180">
        <w:rPr>
          <w:cs/>
          <w:lang w:bidi="hi-IN"/>
        </w:rPr>
        <w:t xml:space="preserve"> </w:t>
      </w:r>
      <w:r w:rsidRPr="00E47180">
        <w:rPr>
          <w:rFonts w:hint="cs"/>
          <w:cs/>
          <w:lang w:bidi="hi-IN"/>
        </w:rPr>
        <w:t>रावी</w:t>
      </w:r>
      <w:bookmarkEnd w:id="45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सातवी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E47180">
        <w:t>21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फ़ख़रुद्दीन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(</w:t>
      </w:r>
      <w:r w:rsidRPr="00E47180">
        <w:t>606)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जज़री</w:t>
      </w:r>
      <w:r w:rsidRPr="008F4AF7">
        <w:rPr>
          <w:cs/>
          <w:lang w:bidi="hi-IN"/>
        </w:rPr>
        <w:t xml:space="preserve"> (</w:t>
      </w:r>
      <w:r w:rsidRPr="00E47180">
        <w:t>630)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मोतज़ली</w:t>
      </w:r>
      <w:r w:rsidRPr="008F4AF7">
        <w:rPr>
          <w:cs/>
          <w:lang w:bidi="hi-IN"/>
        </w:rPr>
        <w:t xml:space="preserve"> (</w:t>
      </w:r>
      <w:r w:rsidRPr="00E47180">
        <w:t>655)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गंजी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(</w:t>
      </w:r>
      <w:r w:rsidRPr="00E47180">
        <w:t>658)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मुहिब्बुद्दीन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(</w:t>
      </w:r>
      <w:r w:rsidRPr="00E47180">
        <w:t xml:space="preserve">694) </w:t>
      </w:r>
      <w:r w:rsidRPr="008F4AF7">
        <w:rPr>
          <w:rFonts w:hint="cs"/>
          <w:cs/>
          <w:lang w:bidi="hi-IN"/>
        </w:rPr>
        <w:t>वग़ैरह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636)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असदुल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364)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नहजुल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बलाग़ा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13)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किफ़ायतुल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16)</w:t>
      </w:r>
    </w:p>
    <w:p w:rsidR="001D08AD" w:rsidRDefault="001D08AD" w:rsidP="00E47180">
      <w:pPr>
        <w:pStyle w:val="Heading1"/>
        <w:rPr>
          <w:cs/>
          <w:lang w:bidi="hi-IN"/>
        </w:rPr>
      </w:pPr>
    </w:p>
    <w:p w:rsidR="001D08AD" w:rsidRDefault="001D08AD" w:rsidP="00E47180">
      <w:pPr>
        <w:pStyle w:val="Heading1"/>
        <w:rPr>
          <w:cs/>
          <w:lang w:bidi="hi-IN"/>
        </w:rPr>
      </w:pPr>
      <w:bookmarkStart w:id="46" w:name="_Toc457825270"/>
      <w:r w:rsidRPr="008F4AF7">
        <w:rPr>
          <w:rFonts w:hint="cs"/>
          <w:cs/>
          <w:lang w:bidi="hi-IN"/>
        </w:rPr>
        <w:t>आठवीं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रावी</w:t>
      </w:r>
      <w:bookmarkEnd w:id="46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आठवीं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E47180">
        <w:t>18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शैख़ुल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जवीनी</w:t>
      </w:r>
      <w:r w:rsidRPr="008F4AF7">
        <w:rPr>
          <w:cs/>
          <w:lang w:bidi="hi-IN"/>
        </w:rPr>
        <w:t xml:space="preserve"> (</w:t>
      </w:r>
      <w:r w:rsidRPr="00E47180">
        <w:t>722)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जमालुद्दीन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ज़रन्दी</w:t>
      </w:r>
      <w:r w:rsidRPr="008F4AF7">
        <w:rPr>
          <w:cs/>
          <w:lang w:bidi="hi-IN"/>
        </w:rPr>
        <w:t xml:space="preserve"> (</w:t>
      </w:r>
      <w:r w:rsidRPr="00E47180">
        <w:t>750)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क़ाज़ी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ऐजी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(</w:t>
      </w:r>
      <w:r w:rsidRPr="00E47180">
        <w:t>756)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कसीरे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(</w:t>
      </w:r>
      <w:r w:rsidRPr="00E47180">
        <w:t>774)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सैयद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हमदानी</w:t>
      </w:r>
      <w:r w:rsidRPr="008F4AF7">
        <w:rPr>
          <w:cs/>
          <w:lang w:bidi="hi-IN"/>
        </w:rPr>
        <w:t xml:space="preserve"> (</w:t>
      </w:r>
      <w:r w:rsidRPr="00E47180">
        <w:t>786)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सादुद्दीन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तफ़ताज़ानी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(</w:t>
      </w:r>
      <w:r w:rsidRPr="00E47180">
        <w:t xml:space="preserve">791) </w:t>
      </w:r>
      <w:r w:rsidRPr="008F4AF7">
        <w:rPr>
          <w:rFonts w:hint="cs"/>
          <w:cs/>
          <w:lang w:bidi="hi-IN"/>
        </w:rPr>
        <w:t>वग़ैरह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फ़राउदुस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समतैन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274)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नज़्म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दुररुस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समतैन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109)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मवाकिफ़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405)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बेदायह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निहायह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209)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मवद्दतुल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मवद्दत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पंजुम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मक़ासेदा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273)</w:t>
      </w:r>
    </w:p>
    <w:p w:rsidR="001D08AD" w:rsidRDefault="001D08AD" w:rsidP="00E47180">
      <w:pPr>
        <w:pStyle w:val="Heading1"/>
        <w:rPr>
          <w:cs/>
          <w:lang w:bidi="hi-IN"/>
        </w:rPr>
      </w:pPr>
    </w:p>
    <w:p w:rsidR="001D08AD" w:rsidRDefault="001D08AD" w:rsidP="00E47180">
      <w:pPr>
        <w:pStyle w:val="Heading1"/>
        <w:rPr>
          <w:cs/>
          <w:lang w:bidi="hi-IN"/>
        </w:rPr>
      </w:pPr>
      <w:bookmarkStart w:id="47" w:name="_Toc457825271"/>
      <w:r w:rsidRPr="008F4AF7">
        <w:rPr>
          <w:rFonts w:hint="cs"/>
          <w:cs/>
          <w:lang w:bidi="hi-IN"/>
        </w:rPr>
        <w:t>नवीं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रावी</w:t>
      </w:r>
      <w:bookmarkEnd w:id="47"/>
    </w:p>
    <w:p w:rsidR="008F4AF7" w:rsidRPr="00E47180" w:rsidRDefault="008F4AF7" w:rsidP="00E47180">
      <w:pPr>
        <w:pStyle w:val="libNormal"/>
      </w:pPr>
      <w:r w:rsidRPr="008F4AF7">
        <w:rPr>
          <w:rFonts w:hint="cs"/>
          <w:cs/>
          <w:lang w:bidi="hi-IN"/>
        </w:rPr>
        <w:t>नवीं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E47180">
        <w:t>16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हैसमी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(</w:t>
      </w:r>
      <w:r w:rsidRPr="00E47180">
        <w:t>870)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ख़लदून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मालिकी</w:t>
      </w:r>
      <w:r w:rsidRPr="008F4AF7">
        <w:rPr>
          <w:cs/>
          <w:lang w:bidi="hi-IN"/>
        </w:rPr>
        <w:t xml:space="preserve"> (</w:t>
      </w:r>
      <w:r w:rsidRPr="00E47180">
        <w:t>808)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सैयद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जुरजानी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हनफ़ी</w:t>
      </w:r>
      <w:r w:rsidRPr="008F4AF7">
        <w:rPr>
          <w:cs/>
          <w:lang w:bidi="hi-IN"/>
        </w:rPr>
        <w:t xml:space="preserve"> (</w:t>
      </w:r>
      <w:r w:rsidRPr="00E47180">
        <w:t>816)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असक़लानी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(</w:t>
      </w:r>
      <w:r w:rsidRPr="00E47180">
        <w:t>852)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सब्बाग़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मालिकी</w:t>
      </w:r>
      <w:r w:rsidRPr="008F4AF7">
        <w:rPr>
          <w:cs/>
          <w:lang w:bidi="hi-IN"/>
        </w:rPr>
        <w:t xml:space="preserve"> (</w:t>
      </w:r>
      <w:r w:rsidRPr="00E47180">
        <w:t>855)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अलाऊद्दीन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क़ौशजी</w:t>
      </w:r>
      <w:r w:rsidRPr="008F4AF7">
        <w:rPr>
          <w:cs/>
          <w:lang w:bidi="hi-IN"/>
        </w:rPr>
        <w:t xml:space="preserve"> (</w:t>
      </w:r>
      <w:r w:rsidRPr="00E47180">
        <w:t xml:space="preserve">889) </w:t>
      </w:r>
      <w:r w:rsidRPr="008F4AF7">
        <w:rPr>
          <w:rFonts w:hint="cs"/>
          <w:cs/>
          <w:lang w:bidi="hi-IN"/>
        </w:rPr>
        <w:t>वग़ैरह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मजमउज़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ज़वायद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165)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मुक़द्दम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ख़लदून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246)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मवाक़िफ़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360)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इसावह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780)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फ़ुसूलुल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मुहिम्मा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24)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तजरीद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477)</w:t>
      </w:r>
    </w:p>
    <w:p w:rsidR="001D08AD" w:rsidRDefault="001D08AD" w:rsidP="00FD6765">
      <w:pPr>
        <w:pStyle w:val="Heading1"/>
        <w:rPr>
          <w:cs/>
          <w:lang w:bidi="hi-IN"/>
        </w:rPr>
      </w:pPr>
    </w:p>
    <w:p w:rsidR="001D08AD" w:rsidRDefault="001D08AD" w:rsidP="00FD6765">
      <w:pPr>
        <w:pStyle w:val="Heading1"/>
        <w:rPr>
          <w:cs/>
          <w:lang w:bidi="hi-IN"/>
        </w:rPr>
      </w:pPr>
      <w:bookmarkStart w:id="48" w:name="_Toc457825272"/>
      <w:r w:rsidRPr="008F4AF7">
        <w:rPr>
          <w:rFonts w:hint="cs"/>
          <w:cs/>
          <w:lang w:bidi="hi-IN"/>
        </w:rPr>
        <w:t>दसवीं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रावी</w:t>
      </w:r>
      <w:bookmarkEnd w:id="48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दसवीं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E47180">
        <w:t>14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जलालुद्दीन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सुयुती</w:t>
      </w:r>
      <w:r w:rsidRPr="008F4AF7">
        <w:rPr>
          <w:cs/>
          <w:lang w:bidi="hi-IN"/>
        </w:rPr>
        <w:t xml:space="preserve"> (</w:t>
      </w:r>
      <w:r w:rsidRPr="00E47180">
        <w:t>911)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नुरूद्दीन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समहूदी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(</w:t>
      </w:r>
      <w:r w:rsidRPr="00E47180">
        <w:t>911)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क़सतानी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(</w:t>
      </w:r>
      <w:r w:rsidRPr="00E47180">
        <w:t>923)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हैसमी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(</w:t>
      </w:r>
      <w:r w:rsidRPr="00E47180">
        <w:t>974)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मुत्तक़ी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हिन्दी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वग़ैरह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तारिख़ुल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ख़ुलाफ़ा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114)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सवायक़ुल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मोहरिक़ा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25)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कंज़ुल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154)</w:t>
      </w:r>
    </w:p>
    <w:p w:rsidR="001D08AD" w:rsidRDefault="001D08AD" w:rsidP="00FD6765">
      <w:pPr>
        <w:pStyle w:val="Heading1"/>
        <w:rPr>
          <w:cs/>
          <w:lang w:bidi="hi-IN"/>
        </w:rPr>
      </w:pPr>
    </w:p>
    <w:p w:rsidR="001D08AD" w:rsidRDefault="001D08AD" w:rsidP="00FD6765">
      <w:pPr>
        <w:pStyle w:val="Heading1"/>
        <w:rPr>
          <w:cs/>
          <w:lang w:bidi="hi-IN"/>
        </w:rPr>
      </w:pPr>
      <w:bookmarkStart w:id="49" w:name="_Toc457825273"/>
      <w:r w:rsidRPr="008F4AF7">
        <w:rPr>
          <w:rFonts w:hint="cs"/>
          <w:cs/>
          <w:lang w:bidi="hi-IN"/>
        </w:rPr>
        <w:t>गवारहवीं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रावी</w:t>
      </w:r>
      <w:bookmarkEnd w:id="49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गयारहवीं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E47180">
        <w:t>12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ज़ैनुद्दीन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(</w:t>
      </w:r>
      <w:r w:rsidRPr="00E47180">
        <w:t>1031)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नूरुद्दीन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हलबी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(</w:t>
      </w:r>
      <w:r w:rsidRPr="00E47180">
        <w:t xml:space="preserve">1044) </w:t>
      </w:r>
      <w:r w:rsidRPr="008F4AF7">
        <w:rPr>
          <w:rFonts w:hint="cs"/>
          <w:cs/>
          <w:lang w:bidi="hi-IN"/>
        </w:rPr>
        <w:t>वग़ैरह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कंनूज़ुल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हक़ायक़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118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सीरतुल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हलबीया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274</w:t>
      </w:r>
    </w:p>
    <w:p w:rsidR="001D08AD" w:rsidRDefault="001D08AD" w:rsidP="00FD6765">
      <w:pPr>
        <w:pStyle w:val="Heading1"/>
        <w:rPr>
          <w:cs/>
          <w:lang w:bidi="hi-IN"/>
        </w:rPr>
      </w:pPr>
    </w:p>
    <w:p w:rsidR="001D08AD" w:rsidRDefault="001D08AD" w:rsidP="00FD6765">
      <w:pPr>
        <w:pStyle w:val="Heading1"/>
        <w:rPr>
          <w:cs/>
          <w:lang w:bidi="hi-IN"/>
        </w:rPr>
      </w:pPr>
      <w:bookmarkStart w:id="50" w:name="_Toc457825274"/>
      <w:r w:rsidRPr="008F4AF7">
        <w:rPr>
          <w:rFonts w:hint="cs"/>
          <w:cs/>
          <w:lang w:bidi="hi-IN"/>
        </w:rPr>
        <w:t>बारहवीं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रावी</w:t>
      </w:r>
      <w:bookmarkEnd w:id="50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बारहवीं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E47180">
        <w:t>13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ज़याऊद्दीन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मुक़बेली</w:t>
      </w:r>
      <w:r w:rsidRPr="008F4AF7">
        <w:rPr>
          <w:cs/>
          <w:lang w:bidi="hi-IN"/>
        </w:rPr>
        <w:t xml:space="preserve"> (</w:t>
      </w:r>
      <w:r w:rsidRPr="00E47180">
        <w:t>1108)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हर्रानी</w:t>
      </w:r>
      <w:r w:rsidRPr="008F4AF7">
        <w:rPr>
          <w:cs/>
          <w:lang w:bidi="hi-IN"/>
        </w:rPr>
        <w:t xml:space="preserve"> (</w:t>
      </w:r>
      <w:r w:rsidRPr="00E47180">
        <w:t>1120)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अब्दिल्लाह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ज़रक़ावी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मालिकी</w:t>
      </w:r>
      <w:r w:rsidRPr="008F4AF7">
        <w:rPr>
          <w:cs/>
          <w:lang w:bidi="hi-IN"/>
        </w:rPr>
        <w:t xml:space="preserve"> (</w:t>
      </w:r>
      <w:r w:rsidRPr="00E47180">
        <w:t xml:space="preserve">1122) </w:t>
      </w:r>
      <w:r w:rsidRPr="008F4AF7">
        <w:rPr>
          <w:rFonts w:hint="cs"/>
          <w:cs/>
          <w:lang w:bidi="hi-IN"/>
        </w:rPr>
        <w:t>वग़ैरह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74)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शरहुल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मवाहिब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13)</w:t>
      </w:r>
    </w:p>
    <w:p w:rsidR="001D08AD" w:rsidRDefault="001D08AD" w:rsidP="00FD6765">
      <w:pPr>
        <w:pStyle w:val="Heading1"/>
        <w:rPr>
          <w:cs/>
          <w:lang w:bidi="hi-IN"/>
        </w:rPr>
      </w:pPr>
    </w:p>
    <w:p w:rsidR="001D08AD" w:rsidRDefault="001D08AD" w:rsidP="00FD6765">
      <w:pPr>
        <w:pStyle w:val="Heading1"/>
        <w:rPr>
          <w:cs/>
          <w:lang w:bidi="hi-IN"/>
        </w:rPr>
      </w:pPr>
      <w:bookmarkStart w:id="51" w:name="_Toc457825275"/>
      <w:r w:rsidRPr="008F4AF7">
        <w:rPr>
          <w:rFonts w:hint="cs"/>
          <w:cs/>
          <w:lang w:bidi="hi-IN"/>
        </w:rPr>
        <w:t>तेरहवीं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रावी</w:t>
      </w:r>
      <w:bookmarkEnd w:id="51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तेरहवीं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E47180">
        <w:t>12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इरफ़ान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सब्बान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(</w:t>
      </w:r>
      <w:r w:rsidRPr="00E47180">
        <w:t>1206)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क़ाज़ी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शौकानी</w:t>
      </w:r>
      <w:r w:rsidRPr="008F4AF7">
        <w:rPr>
          <w:cs/>
          <w:lang w:bidi="hi-IN"/>
        </w:rPr>
        <w:t xml:space="preserve"> (</w:t>
      </w:r>
      <w:r w:rsidRPr="00E47180">
        <w:t>1250)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शहाबुद्दानी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आलूसी</w:t>
      </w:r>
      <w:r w:rsidRPr="008F4AF7">
        <w:rPr>
          <w:cs/>
          <w:lang w:bidi="hi-IN"/>
        </w:rPr>
        <w:t xml:space="preserve"> (</w:t>
      </w:r>
      <w:r w:rsidRPr="00E47180">
        <w:t xml:space="preserve">1270) </w:t>
      </w:r>
      <w:r w:rsidRPr="008F4AF7">
        <w:rPr>
          <w:rFonts w:hint="cs"/>
          <w:cs/>
          <w:lang w:bidi="hi-IN"/>
        </w:rPr>
        <w:t>वग़ैरह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असआफ़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नूरुल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अबसार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152)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रुहुल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मआनी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194)</w:t>
      </w:r>
    </w:p>
    <w:p w:rsidR="001D08AD" w:rsidRDefault="001D08AD" w:rsidP="00FD6765">
      <w:pPr>
        <w:pStyle w:val="Heading1"/>
        <w:rPr>
          <w:cs/>
          <w:lang w:bidi="hi-IN"/>
        </w:rPr>
      </w:pPr>
    </w:p>
    <w:p w:rsidR="001D08AD" w:rsidRDefault="001D08AD" w:rsidP="00FD6765">
      <w:pPr>
        <w:pStyle w:val="Heading1"/>
        <w:rPr>
          <w:cs/>
          <w:lang w:bidi="hi-IN"/>
        </w:rPr>
      </w:pPr>
      <w:bookmarkStart w:id="52" w:name="_Toc457825276"/>
      <w:r w:rsidRPr="008F4AF7">
        <w:rPr>
          <w:rFonts w:hint="cs"/>
          <w:cs/>
          <w:lang w:bidi="hi-IN"/>
        </w:rPr>
        <w:t>चौदहवीं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रावी</w:t>
      </w:r>
      <w:bookmarkEnd w:id="52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चौदहवीं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E47180">
        <w:t>19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सैयद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दहलान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शाफेई</w:t>
      </w:r>
      <w:r w:rsidRPr="008F4AF7">
        <w:rPr>
          <w:cs/>
          <w:lang w:bidi="hi-IN"/>
        </w:rPr>
        <w:t xml:space="preserve"> (</w:t>
      </w:r>
      <w:r w:rsidRPr="00E47180">
        <w:t>1304)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सैयद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शबलंजी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शेख़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अबहदू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मिस्री</w:t>
      </w:r>
      <w:r w:rsidRPr="008F4AF7">
        <w:rPr>
          <w:cs/>
          <w:lang w:bidi="hi-IN"/>
        </w:rPr>
        <w:t xml:space="preserve"> (</w:t>
      </w:r>
      <w:r w:rsidRPr="00E47180">
        <w:t>1323)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तफ़सीरे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464)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सैयद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आलूसी</w:t>
      </w:r>
      <w:r w:rsidRPr="008F4AF7">
        <w:rPr>
          <w:cs/>
          <w:lang w:bidi="hi-IN"/>
        </w:rPr>
        <w:t xml:space="preserve"> (</w:t>
      </w:r>
      <w:r w:rsidRPr="00E47180">
        <w:t>1324)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अब्दुल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फ़त्ताह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मक़सूद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वग़ैरह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नसरुल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लयाली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166)</w:t>
      </w:r>
    </w:p>
    <w:p w:rsidR="00FD6765" w:rsidRDefault="00FD6765" w:rsidP="00DE0F6F">
      <w:pPr>
        <w:pStyle w:val="libNormal"/>
        <w:rPr>
          <w:cs/>
          <w:lang w:bidi="hi-IN"/>
        </w:rPr>
      </w:pPr>
      <w:r>
        <w:rPr>
          <w:cs/>
          <w:lang w:bidi="hi-IN"/>
        </w:rPr>
        <w:br w:type="page"/>
      </w:r>
    </w:p>
    <w:p w:rsidR="001D08AD" w:rsidRDefault="001D08AD" w:rsidP="00FD6765">
      <w:pPr>
        <w:pStyle w:val="Heading1"/>
        <w:rPr>
          <w:cs/>
          <w:lang w:bidi="hi-IN"/>
        </w:rPr>
      </w:pPr>
    </w:p>
    <w:p w:rsidR="001D08AD" w:rsidRDefault="001D08AD" w:rsidP="00FD6765">
      <w:pPr>
        <w:pStyle w:val="Heading1"/>
        <w:rPr>
          <w:cs/>
          <w:lang w:bidi="hi-IN"/>
        </w:rPr>
      </w:pPr>
      <w:bookmarkStart w:id="53" w:name="_Toc457825277"/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तवातुर</w:t>
      </w:r>
      <w:bookmarkEnd w:id="53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तारिख़ी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तक़ाज़ा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मुतवातिर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मख़्सूसन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अज़ीमुश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रहबराने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मुल्क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शाहिद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नश्र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करेंगें</w:t>
      </w:r>
      <w:r w:rsidRPr="00E47180">
        <w:t xml:space="preserve">?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यक़ीनी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मुतावातिर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होगी</w:t>
      </w:r>
      <w:r w:rsidRPr="00E47180">
        <w:t xml:space="preserve">?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क़िस्म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मुमालिक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दसियों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जाये।</w:t>
      </w:r>
      <w:r w:rsidRPr="008F4AF7">
        <w:rPr>
          <w:cs/>
          <w:lang w:bidi="hi-IN"/>
        </w:rPr>
        <w:t xml:space="preserve"> </w:t>
      </w:r>
    </w:p>
    <w:p w:rsidR="001D08AD" w:rsidRDefault="001D08AD" w:rsidP="00FD6765">
      <w:pPr>
        <w:pStyle w:val="Heading1"/>
        <w:rPr>
          <w:cs/>
          <w:lang w:bidi="hi-IN"/>
        </w:rPr>
      </w:pPr>
    </w:p>
    <w:p w:rsidR="001D08AD" w:rsidRDefault="001D08AD" w:rsidP="00FD6765">
      <w:pPr>
        <w:pStyle w:val="Heading1"/>
        <w:rPr>
          <w:cs/>
          <w:lang w:bidi="hi-IN"/>
        </w:rPr>
      </w:pPr>
      <w:r w:rsidRPr="008F4AF7">
        <w:rPr>
          <w:cs/>
          <w:lang w:bidi="hi-IN"/>
        </w:rPr>
        <w:t xml:space="preserve"> </w:t>
      </w:r>
      <w:bookmarkStart w:id="54" w:name="_Toc457825278"/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तवातुर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bookmarkEnd w:id="54"/>
    </w:p>
    <w:p w:rsidR="008F4AF7" w:rsidRPr="00E47180" w:rsidRDefault="008F4AF7" w:rsidP="008F4AF7">
      <w:pPr>
        <w:pStyle w:val="libNormal"/>
      </w:pPr>
      <w:r w:rsidRPr="00E47180">
        <w:t xml:space="preserve">1. </w:t>
      </w:r>
      <w:r w:rsidRPr="008F4AF7">
        <w:rPr>
          <w:rFonts w:hint="cs"/>
          <w:cs/>
          <w:lang w:bidi="hi-IN"/>
        </w:rPr>
        <w:t>जलालुद्दीन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सुयूती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 xml:space="preserve">2. </w:t>
      </w:r>
      <w:r w:rsidRPr="008F4AF7">
        <w:rPr>
          <w:rFonts w:hint="cs"/>
          <w:cs/>
          <w:lang w:bidi="hi-IN"/>
        </w:rPr>
        <w:t>अल्लामा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मनावी</w:t>
      </w:r>
    </w:p>
    <w:p w:rsidR="008F4AF7" w:rsidRPr="00E47180" w:rsidRDefault="008F4AF7" w:rsidP="008F4AF7">
      <w:pPr>
        <w:pStyle w:val="libNormal"/>
      </w:pPr>
      <w:r w:rsidRPr="00E47180">
        <w:lastRenderedPageBreak/>
        <w:t xml:space="preserve">3. </w:t>
      </w:r>
      <w:r w:rsidRPr="008F4AF7">
        <w:rPr>
          <w:rFonts w:hint="cs"/>
          <w:cs/>
          <w:lang w:bidi="hi-IN"/>
        </w:rPr>
        <w:t>अल्लामा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अज़ीज़ी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 xml:space="preserve">4. </w:t>
      </w:r>
      <w:r w:rsidRPr="008F4AF7">
        <w:rPr>
          <w:rFonts w:hint="cs"/>
          <w:cs/>
          <w:lang w:bidi="hi-IN"/>
        </w:rPr>
        <w:t>मुल्ला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हनफ़ी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फ़वायदुल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मुताकासिरा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अख़बारिल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मुतावातिरा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तयसीर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जामेइस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सग़ीर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442)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जामेइस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सग़ीर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360)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अलमिरक़ात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शरहिल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मिशकात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568)</w:t>
      </w:r>
    </w:p>
    <w:p w:rsidR="008F4AF7" w:rsidRPr="00E47180" w:rsidRDefault="008F4AF7" w:rsidP="008F4AF7">
      <w:pPr>
        <w:pStyle w:val="libNormal"/>
      </w:pPr>
      <w:r w:rsidRPr="00E47180">
        <w:t xml:space="preserve">5. </w:t>
      </w:r>
      <w:r w:rsidRPr="008F4AF7">
        <w:rPr>
          <w:rFonts w:hint="cs"/>
          <w:cs/>
          <w:lang w:bidi="hi-IN"/>
        </w:rPr>
        <w:t>मीरज़ा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मख़दूम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बाक़ी</w:t>
      </w:r>
    </w:p>
    <w:p w:rsidR="008F4AF7" w:rsidRPr="00E47180" w:rsidRDefault="008F4AF7" w:rsidP="008F4AF7">
      <w:pPr>
        <w:pStyle w:val="libNormal"/>
      </w:pPr>
      <w:r w:rsidRPr="00E47180">
        <w:t xml:space="preserve">6.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इस्माईले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यमानी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 xml:space="preserve"> 7.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आलिम</w:t>
      </w:r>
    </w:p>
    <w:p w:rsidR="008F4AF7" w:rsidRPr="00E47180" w:rsidRDefault="008F4AF7" w:rsidP="008F4AF7">
      <w:pPr>
        <w:pStyle w:val="libNormal"/>
      </w:pPr>
      <w:r w:rsidRPr="00E47180">
        <w:t xml:space="preserve">8. </w:t>
      </w:r>
      <w:r w:rsidRPr="008F4AF7">
        <w:rPr>
          <w:rFonts w:hint="cs"/>
          <w:cs/>
          <w:lang w:bidi="hi-IN"/>
        </w:rPr>
        <w:t>शेख़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</w:p>
    <w:p w:rsidR="008F4AF7" w:rsidRPr="00E47180" w:rsidRDefault="008F4AF7" w:rsidP="008F4AF7">
      <w:pPr>
        <w:pStyle w:val="libNormal"/>
      </w:pPr>
      <w:r w:rsidRPr="00E47180">
        <w:t xml:space="preserve">9. </w:t>
      </w:r>
      <w:r w:rsidRPr="008F4AF7">
        <w:rPr>
          <w:rFonts w:hint="cs"/>
          <w:cs/>
          <w:lang w:bidi="hi-IN"/>
        </w:rPr>
        <w:t>शेख़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ज़ियाऊद्दीन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मुक़बेली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 xml:space="preserve">10.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कसीरे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दमिश्क़ी</w:t>
      </w:r>
    </w:p>
    <w:p w:rsidR="008F4AF7" w:rsidRPr="00E47180" w:rsidRDefault="008F4AF7" w:rsidP="008F4AF7">
      <w:pPr>
        <w:pStyle w:val="libNormal"/>
      </w:pPr>
      <w:r w:rsidRPr="00E47180">
        <w:t xml:space="preserve">11.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अब्दिल्लाह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ज़हबी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 xml:space="preserve">12.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जज़री</w:t>
      </w:r>
    </w:p>
    <w:p w:rsidR="008F4AF7" w:rsidRPr="00E47180" w:rsidRDefault="008F4AF7" w:rsidP="008F4AF7">
      <w:pPr>
        <w:pStyle w:val="libNormal"/>
      </w:pPr>
      <w:r w:rsidRPr="00E47180">
        <w:t xml:space="preserve">13. </w:t>
      </w:r>
      <w:r w:rsidRPr="008F4AF7">
        <w:rPr>
          <w:rFonts w:hint="cs"/>
          <w:cs/>
          <w:lang w:bidi="hi-IN"/>
        </w:rPr>
        <w:t>शेख़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हुसामुद्दीन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मुत्तक़ी</w:t>
      </w:r>
    </w:p>
    <w:p w:rsidR="008F4AF7" w:rsidRPr="00E47180" w:rsidRDefault="008F4AF7" w:rsidP="008F4AF7">
      <w:pPr>
        <w:pStyle w:val="libNormal"/>
      </w:pPr>
      <w:r w:rsidRPr="00E47180">
        <w:t xml:space="preserve"> 14. </w:t>
      </w:r>
      <w:r w:rsidRPr="008F4AF7">
        <w:rPr>
          <w:rFonts w:hint="cs"/>
          <w:cs/>
          <w:lang w:bidi="hi-IN"/>
        </w:rPr>
        <w:t>जमालुद्दीन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शीराज़ी</w:t>
      </w:r>
    </w:p>
    <w:p w:rsidR="008F4AF7" w:rsidRPr="00E47180" w:rsidRDefault="008F4AF7" w:rsidP="008F4AF7">
      <w:pPr>
        <w:pStyle w:val="libNormal"/>
      </w:pPr>
      <w:r w:rsidRPr="00E47180">
        <w:t xml:space="preserve">15. </w:t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शहाबुद्दीन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फ़ैज़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ग़मारी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मग़रबी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......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मुतावातिर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तूलानी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फ़ेहरिस्त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मालूमात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मुतावातिर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मुतालआ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नफ़हातुल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अज़हार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121)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नफ़हातुल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अज़हार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126)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नफ़हातुल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अज़हार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127)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अरबईन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नफ़हातुल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अज़हार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125)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बिदायह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निहायह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तुरुक़े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कुन्ता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असनल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मतालिब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अरबईन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तशनीफ़िल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77)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lastRenderedPageBreak/>
        <w:t xml:space="preserve">1.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हैतमी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शुब्हा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तिरमिज़ी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निसाई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ज़ईफ़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तवज्जो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वापस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हुज़्जतुल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वेदा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...... </w:t>
      </w:r>
      <w:r w:rsidRPr="008F4AF7">
        <w:rPr>
          <w:rFonts w:hint="cs"/>
          <w:cs/>
          <w:lang w:bidi="hi-IN"/>
        </w:rPr>
        <w:t>जाली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वारिद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सवाएक़े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मोहरेक़ा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42, 43)</w:t>
      </w:r>
    </w:p>
    <w:p w:rsidR="008F4AF7" w:rsidRPr="00E47180" w:rsidRDefault="008F4AF7" w:rsidP="008F4AF7">
      <w:pPr>
        <w:pStyle w:val="libNormal"/>
      </w:pPr>
      <w:r w:rsidRPr="00E47180">
        <w:t xml:space="preserve">2. </w:t>
      </w:r>
      <w:r w:rsidRPr="008F4AF7">
        <w:rPr>
          <w:rFonts w:hint="cs"/>
          <w:cs/>
          <w:lang w:bidi="hi-IN"/>
        </w:rPr>
        <w:t>हाकिम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नैशा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पुरी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अरक़म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वज़ाहत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शैख़ैन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मुसतदरके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हाकिम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109)</w:t>
      </w:r>
    </w:p>
    <w:p w:rsidR="008F4AF7" w:rsidRPr="00E47180" w:rsidRDefault="008F4AF7" w:rsidP="008F4AF7">
      <w:pPr>
        <w:pStyle w:val="libNormal"/>
      </w:pPr>
      <w:r w:rsidRPr="00E47180">
        <w:lastRenderedPageBreak/>
        <w:t xml:space="preserve">3. </w:t>
      </w:r>
      <w:r w:rsidRPr="008F4AF7">
        <w:rPr>
          <w:rFonts w:hint="cs"/>
          <w:cs/>
          <w:lang w:bidi="hi-IN"/>
        </w:rPr>
        <w:t>हलबी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शुबहे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तवज्जो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जायेगी।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सीरतुल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हलबीया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274)</w:t>
      </w:r>
    </w:p>
    <w:p w:rsidR="008F4AF7" w:rsidRPr="00E47180" w:rsidRDefault="008F4AF7" w:rsidP="008F4AF7">
      <w:pPr>
        <w:pStyle w:val="libNormal"/>
      </w:pPr>
      <w:r w:rsidRPr="00E47180">
        <w:t xml:space="preserve">4.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कसीरे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दमिश्क़ी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उस्ताद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बिदायह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निहायह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288)</w:t>
      </w:r>
    </w:p>
    <w:p w:rsidR="008F4AF7" w:rsidRPr="00E47180" w:rsidRDefault="008F4AF7" w:rsidP="008F4AF7">
      <w:pPr>
        <w:pStyle w:val="libNormal"/>
      </w:pPr>
      <w:r w:rsidRPr="00E47180">
        <w:t xml:space="preserve">5. </w:t>
      </w:r>
      <w:r w:rsidRPr="008F4AF7">
        <w:rPr>
          <w:rFonts w:hint="cs"/>
          <w:cs/>
          <w:lang w:bidi="hi-IN"/>
        </w:rPr>
        <w:t>तिरमिज़ी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मनाक़िब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तिरमिज़ी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298)</w:t>
      </w:r>
    </w:p>
    <w:p w:rsidR="008F4AF7" w:rsidRPr="00E47180" w:rsidRDefault="008F4AF7" w:rsidP="008F4AF7">
      <w:pPr>
        <w:pStyle w:val="libNormal"/>
      </w:pPr>
      <w:r w:rsidRPr="00E47180">
        <w:t xml:space="preserve">6.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जाफ़रे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तहावी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रावियों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 xml:space="preserve">7.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क़ुरतुबी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अक़्दे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उख़ूवत</w:t>
      </w:r>
      <w:r w:rsidRPr="00E47180">
        <w:t xml:space="preserve">, </w:t>
      </w:r>
      <w:r w:rsidRPr="008F4AF7">
        <w:rPr>
          <w:rFonts w:hint="cs"/>
          <w:cs/>
          <w:lang w:bidi="hi-IN"/>
        </w:rPr>
        <w:t>ऐताये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अहादिस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मुश्किलुल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आसार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308)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इस्तिआब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373)</w:t>
      </w:r>
    </w:p>
    <w:p w:rsidR="008F4AF7" w:rsidRPr="00E47180" w:rsidRDefault="008F4AF7" w:rsidP="008F4AF7">
      <w:pPr>
        <w:pStyle w:val="libNormal"/>
      </w:pPr>
      <w:r w:rsidRPr="00E47180">
        <w:t xml:space="preserve">8. </w:t>
      </w:r>
      <w:r w:rsidRPr="008F4AF7">
        <w:rPr>
          <w:rFonts w:hint="cs"/>
          <w:cs/>
          <w:lang w:bidi="hi-IN"/>
        </w:rPr>
        <w:t>सिब्ते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जौज़ी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.... </w:t>
      </w:r>
      <w:r w:rsidRPr="008F4AF7">
        <w:rPr>
          <w:rFonts w:hint="cs"/>
          <w:cs/>
          <w:lang w:bidi="hi-IN"/>
        </w:rPr>
        <w:t>जईफ़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कहेगें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तज़किरतुल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ख़वास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18)</w:t>
      </w:r>
    </w:p>
    <w:p w:rsidR="008F4AF7" w:rsidRPr="00E47180" w:rsidRDefault="008F4AF7" w:rsidP="008F4AF7">
      <w:pPr>
        <w:pStyle w:val="libNormal"/>
      </w:pPr>
      <w:r w:rsidRPr="00E47180">
        <w:t xml:space="preserve">9. </w:t>
      </w:r>
      <w:r w:rsidRPr="008F4AF7">
        <w:rPr>
          <w:rFonts w:hint="cs"/>
          <w:cs/>
          <w:lang w:bidi="hi-IN"/>
        </w:rPr>
        <w:t>आसेमी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ज़ैनुल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मुवाफ़िक़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ज़ैनुल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फ़ता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E47180">
        <w:t xml:space="preserve">10. </w:t>
      </w:r>
      <w:r w:rsidRPr="008F4AF7">
        <w:rPr>
          <w:rFonts w:hint="cs"/>
          <w:cs/>
          <w:lang w:bidi="hi-IN"/>
        </w:rPr>
        <w:t>आलूसी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आलूसी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हमारे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E47180">
        <w:t>……</w:t>
      </w:r>
    </w:p>
    <w:p w:rsidR="008F4AF7" w:rsidRPr="00E47180" w:rsidRDefault="008F4AF7" w:rsidP="008F4AF7">
      <w:pPr>
        <w:pStyle w:val="libNormal"/>
      </w:pPr>
      <w:r w:rsidRPr="00E47180">
        <w:lastRenderedPageBreak/>
        <w:t>(</w:t>
      </w:r>
      <w:r w:rsidRPr="008F4AF7">
        <w:rPr>
          <w:rFonts w:hint="cs"/>
          <w:cs/>
          <w:lang w:bidi="hi-IN"/>
        </w:rPr>
        <w:t>रुहुल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मआनी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61)</w:t>
      </w:r>
    </w:p>
    <w:p w:rsidR="008F4AF7" w:rsidRPr="00E47180" w:rsidRDefault="008F4AF7" w:rsidP="008F4AF7">
      <w:pPr>
        <w:pStyle w:val="libNormal"/>
      </w:pPr>
      <w:r w:rsidRPr="00E47180">
        <w:t xml:space="preserve">11.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असक़लानी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.....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तिरमिज़ी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उक़दा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मुसतक़िल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फ़तहुल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61)</w:t>
      </w:r>
    </w:p>
    <w:p w:rsidR="008F4AF7" w:rsidRPr="00E47180" w:rsidRDefault="008F4AF7" w:rsidP="008F4AF7">
      <w:pPr>
        <w:pStyle w:val="libNormal"/>
      </w:pPr>
      <w:r w:rsidRPr="00E47180">
        <w:t xml:space="preserve">12.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मग़ाज़ेली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क़ासिम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तक़रीबन</w:t>
      </w:r>
      <w:r w:rsidRPr="008F4AF7">
        <w:rPr>
          <w:cs/>
          <w:lang w:bidi="hi-IN"/>
        </w:rPr>
        <w:t xml:space="preserve"> </w:t>
      </w:r>
      <w:r w:rsidRPr="00E47180">
        <w:t>100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अशर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मुबश्शेरा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मुसल्लम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दिखाई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फ़ज़ीलत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फ़ज़ीलत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मनाक़िबे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26)</w:t>
      </w:r>
    </w:p>
    <w:p w:rsidR="008F4AF7" w:rsidRPr="00E47180" w:rsidRDefault="008F4AF7" w:rsidP="008F4AF7">
      <w:pPr>
        <w:pStyle w:val="libNormal"/>
      </w:pPr>
      <w:r w:rsidRPr="00E47180">
        <w:t xml:space="preserve">13. </w:t>
      </w:r>
      <w:r w:rsidRPr="008F4AF7">
        <w:rPr>
          <w:rFonts w:hint="cs"/>
          <w:cs/>
          <w:lang w:bidi="hi-IN"/>
        </w:rPr>
        <w:t>फ़क़ीहे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बग़दादी</w:t>
      </w:r>
      <w:r w:rsidRPr="008F4AF7">
        <w:rPr>
          <w:cs/>
          <w:lang w:bidi="hi-IN"/>
        </w:rPr>
        <w:t xml:space="preserve"> (</w:t>
      </w:r>
      <w:r w:rsidRPr="00E47180">
        <w:t>330)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 xml:space="preserve">14.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हामिद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ग़ज़ाली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 (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हुज्जत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वाज़ेह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हाजियों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.......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मुबारक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मुबारक</w:t>
      </w:r>
      <w:r w:rsidRPr="008F4AF7">
        <w:rPr>
          <w:cs/>
          <w:lang w:bidi="hi-IN"/>
        </w:rPr>
        <w:t>...</w:t>
      </w:r>
      <w:r w:rsidRPr="008F4AF7">
        <w:rPr>
          <w:rFonts w:hint="cs"/>
          <w:cs/>
          <w:lang w:bidi="hi-IN"/>
        </w:rPr>
        <w:t>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सिर्रुल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21)</w:t>
      </w:r>
    </w:p>
    <w:p w:rsidR="008F4AF7" w:rsidRPr="00E47180" w:rsidRDefault="008F4AF7" w:rsidP="008F4AF7">
      <w:pPr>
        <w:pStyle w:val="libNormal"/>
      </w:pPr>
      <w:r w:rsidRPr="00E47180">
        <w:t xml:space="preserve">15. </w:t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मोतज़ेली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नहजुल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बलाग़ा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मशहूर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मारूफ़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166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ख़ुतबा</w:t>
      </w:r>
      <w:r w:rsidRPr="008F4AF7">
        <w:rPr>
          <w:cs/>
          <w:lang w:bidi="hi-IN"/>
        </w:rPr>
        <w:t xml:space="preserve"> </w:t>
      </w:r>
      <w:r w:rsidRPr="00E47180">
        <w:t>154)</w:t>
      </w:r>
    </w:p>
    <w:p w:rsidR="008F4AF7" w:rsidRPr="00E47180" w:rsidRDefault="008F4AF7" w:rsidP="008F4AF7">
      <w:pPr>
        <w:pStyle w:val="libNormal"/>
      </w:pPr>
      <w:r w:rsidRPr="00E47180">
        <w:t xml:space="preserve">16. </w:t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गंजी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मशहूर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ज़मीमा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किफ़ायतुत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61)</w:t>
      </w:r>
    </w:p>
    <w:p w:rsidR="008F4AF7" w:rsidRPr="00E47180" w:rsidRDefault="008F4AF7" w:rsidP="008F4AF7">
      <w:pPr>
        <w:pStyle w:val="libNormal"/>
      </w:pPr>
      <w:r w:rsidRPr="00E47180">
        <w:t xml:space="preserve">17. </w:t>
      </w:r>
      <w:r w:rsidRPr="008F4AF7">
        <w:rPr>
          <w:rFonts w:hint="cs"/>
          <w:cs/>
          <w:lang w:bidi="hi-IN"/>
        </w:rPr>
        <w:t>शेख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मकारिम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अलाऊद्दीन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समनानी</w:t>
      </w:r>
      <w:r w:rsidRPr="008F4AF7">
        <w:rPr>
          <w:cs/>
          <w:lang w:bidi="hi-IN"/>
        </w:rPr>
        <w:t xml:space="preserve"> (</w:t>
      </w:r>
      <w:r w:rsidRPr="00E47180">
        <w:t>736)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अहादिस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इत्तेफ़ाक़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सैयदुल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औवलिया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उरवा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ख़ुलवा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422)</w:t>
      </w:r>
    </w:p>
    <w:p w:rsidR="008F4AF7" w:rsidRPr="00E47180" w:rsidRDefault="008F4AF7" w:rsidP="008F4AF7">
      <w:pPr>
        <w:pStyle w:val="libNormal"/>
      </w:pPr>
      <w:r w:rsidRPr="00E47180">
        <w:lastRenderedPageBreak/>
        <w:t xml:space="preserve">18. </w:t>
      </w:r>
      <w:r w:rsidRPr="008F4AF7">
        <w:rPr>
          <w:rFonts w:hint="cs"/>
          <w:cs/>
          <w:lang w:bidi="hi-IN"/>
        </w:rPr>
        <w:t>शमसुद्दीन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(</w:t>
      </w:r>
      <w:r w:rsidRPr="00E47180">
        <w:t>748)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मुतअल्लिक़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मुसतक़िल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चुनाँचे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मुसतदरके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हाकिम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ख़ुलासा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तुरुक़े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कुन्तो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तलख़ीसुल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मुसतदरक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613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6272)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रिसालतुन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तुरुक़े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कुन्तो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कुन्तो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अलीयुन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मुतवातिर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कतई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तुरुक़े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कुन्तो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11)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दसियों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क़ुव्वत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विसाक़त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E47180">
        <w:t xml:space="preserve">19. </w:t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नूरुद्दीन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हैसमी</w:t>
      </w:r>
      <w:r w:rsidRPr="008F4AF7">
        <w:rPr>
          <w:cs/>
          <w:lang w:bidi="hi-IN"/>
        </w:rPr>
        <w:t xml:space="preserve"> (</w:t>
      </w:r>
      <w:r w:rsidRPr="00E47180">
        <w:t>807)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रेजाल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रेजाले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मजमउज़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ज़वायद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104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E47180">
        <w:t>109)</w:t>
      </w:r>
    </w:p>
    <w:p w:rsidR="008F4AF7" w:rsidRPr="00E47180" w:rsidRDefault="008F4AF7" w:rsidP="008F4AF7">
      <w:pPr>
        <w:pStyle w:val="libNormal"/>
      </w:pPr>
      <w:r w:rsidRPr="00E47180">
        <w:lastRenderedPageBreak/>
        <w:t xml:space="preserve">20. </w:t>
      </w:r>
      <w:r w:rsidRPr="008F4AF7">
        <w:rPr>
          <w:rFonts w:hint="cs"/>
          <w:cs/>
          <w:lang w:bidi="hi-IN"/>
        </w:rPr>
        <w:t>शहाबुद्दीन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क़सतानी</w:t>
      </w:r>
      <w:r w:rsidRPr="008F4AF7">
        <w:rPr>
          <w:cs/>
          <w:lang w:bidi="hi-IN"/>
        </w:rPr>
        <w:t xml:space="preserve"> (</w:t>
      </w:r>
      <w:r w:rsidRPr="00E47180">
        <w:t>923)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उक़दा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मुसतक़िल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मवाहिवुल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लदुन्निया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365)</w:t>
      </w:r>
    </w:p>
    <w:p w:rsidR="008F4AF7" w:rsidRPr="00E47180" w:rsidRDefault="008F4AF7" w:rsidP="008F4AF7">
      <w:pPr>
        <w:pStyle w:val="libNormal"/>
      </w:pPr>
      <w:r w:rsidRPr="00E47180">
        <w:t xml:space="preserve">21. </w:t>
      </w:r>
      <w:r w:rsidRPr="008F4AF7">
        <w:rPr>
          <w:rFonts w:hint="cs"/>
          <w:cs/>
          <w:lang w:bidi="hi-IN"/>
        </w:rPr>
        <w:t>शेख़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नूरुद्दीन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हनफ़ी</w:t>
      </w:r>
      <w:r w:rsidRPr="008F4AF7">
        <w:rPr>
          <w:cs/>
          <w:lang w:bidi="hi-IN"/>
        </w:rPr>
        <w:t xml:space="preserve"> (</w:t>
      </w:r>
      <w:r w:rsidRPr="00E47180">
        <w:t>1014)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शुब्हा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हुफ़्फ़ाज़े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मुतावातिर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मिरक़ात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शरहिल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मिशकात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464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6091)</w:t>
      </w:r>
    </w:p>
    <w:p w:rsidR="008F4AF7" w:rsidRPr="00E47180" w:rsidRDefault="008F4AF7" w:rsidP="008F4AF7">
      <w:pPr>
        <w:pStyle w:val="libNormal"/>
      </w:pPr>
      <w:r w:rsidRPr="00E47180">
        <w:t xml:space="preserve">22. </w:t>
      </w:r>
      <w:r w:rsidRPr="008F4AF7">
        <w:rPr>
          <w:rFonts w:hint="cs"/>
          <w:cs/>
          <w:lang w:bidi="hi-IN"/>
        </w:rPr>
        <w:t>शेख़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बाकसीर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मक्की</w:t>
      </w:r>
      <w:r w:rsidRPr="008F4AF7">
        <w:rPr>
          <w:cs/>
          <w:lang w:bidi="hi-IN"/>
        </w:rPr>
        <w:t xml:space="preserve"> (</w:t>
      </w:r>
      <w:r w:rsidRPr="00E47180">
        <w:t>1047)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बज़रा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रेजाल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फ़ित्र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वसीलतुल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मआल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मनाक़िबिल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117, 118)</w:t>
      </w:r>
    </w:p>
    <w:p w:rsidR="008F4AF7" w:rsidRPr="00E47180" w:rsidRDefault="008F4AF7" w:rsidP="008F4AF7">
      <w:pPr>
        <w:pStyle w:val="libNormal"/>
      </w:pPr>
      <w:r w:rsidRPr="00E47180">
        <w:t xml:space="preserve">23. </w:t>
      </w:r>
      <w:r w:rsidRPr="008F4AF7">
        <w:rPr>
          <w:rFonts w:hint="cs"/>
          <w:cs/>
          <w:lang w:bidi="hi-IN"/>
        </w:rPr>
        <w:t>मीरज़ा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बदख़शी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मशहूर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सिवाए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मुतअस्सिब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मुन्किर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ऐतेबार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शुब्हे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E47180">
        <w:lastRenderedPageBreak/>
        <w:t>(</w:t>
      </w:r>
      <w:r w:rsidRPr="008F4AF7">
        <w:rPr>
          <w:rFonts w:hint="cs"/>
          <w:cs/>
          <w:lang w:bidi="hi-IN"/>
        </w:rPr>
        <w:t>नज़लुल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54)</w:t>
      </w:r>
    </w:p>
    <w:p w:rsidR="008F4AF7" w:rsidRPr="00E47180" w:rsidRDefault="008F4AF7" w:rsidP="008F4AF7">
      <w:pPr>
        <w:pStyle w:val="libNormal"/>
      </w:pPr>
      <w:r w:rsidRPr="00E47180">
        <w:t xml:space="preserve">24. </w:t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इरफ़ान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सब्बान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(</w:t>
      </w:r>
      <w:r w:rsidRPr="00E47180">
        <w:t>1206)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E47180">
        <w:t>30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असआफ़ुर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राग़ेबीन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हाशिय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नूरूल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अबसार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153)</w:t>
      </w:r>
    </w:p>
    <w:p w:rsidR="008F4AF7" w:rsidRPr="00E47180" w:rsidRDefault="008F4AF7" w:rsidP="008F4AF7">
      <w:pPr>
        <w:pStyle w:val="libNormal"/>
      </w:pPr>
      <w:r w:rsidRPr="00E47180">
        <w:t xml:space="preserve">25. </w:t>
      </w:r>
      <w:r w:rsidRPr="008F4AF7">
        <w:rPr>
          <w:rFonts w:hint="cs"/>
          <w:cs/>
          <w:lang w:bidi="hi-IN"/>
        </w:rPr>
        <w:t>नासिरूद्दीन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अलबानी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आसिम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तहक़ीक़े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अलबानी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566)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अलबानी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अलबानी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मोजम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अहादीस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अहादिसिस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सहीहुस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अहादीस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अरक़म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वक़ास</w:t>
      </w:r>
      <w:r w:rsidRPr="00E47180">
        <w:t xml:space="preserve">, </w:t>
      </w:r>
      <w:r w:rsidRPr="008F4AF7">
        <w:rPr>
          <w:rFonts w:hint="cs"/>
          <w:cs/>
          <w:lang w:bidi="hi-IN"/>
        </w:rPr>
        <w:t>बुरैदा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हसीब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अय्यूब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बरा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आज़िब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अनस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मालिक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हुरैरा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>.</w:t>
      </w:r>
      <w:r w:rsidRPr="008F4AF7">
        <w:rPr>
          <w:cs/>
          <w:lang w:bidi="hi-IN"/>
        </w:rPr>
        <w:tab/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जै़द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अरक़म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पाँच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सहीहुस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lastRenderedPageBreak/>
        <w:t>1.</w:t>
      </w:r>
      <w:r w:rsidRPr="00E47180">
        <w:tab/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तुफ़ैल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अरक़म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</w:p>
    <w:p w:rsidR="008F4AF7" w:rsidRPr="00E47180" w:rsidRDefault="008F4AF7" w:rsidP="008F4AF7">
      <w:pPr>
        <w:pStyle w:val="libNormal"/>
      </w:pPr>
      <w:r w:rsidRPr="00E47180">
        <w:t>2.</w:t>
      </w:r>
      <w:r w:rsidRPr="00E47180">
        <w:tab/>
      </w:r>
      <w:r w:rsidRPr="008F4AF7">
        <w:rPr>
          <w:rFonts w:hint="cs"/>
          <w:cs/>
          <w:lang w:bidi="hi-IN"/>
        </w:rPr>
        <w:t>मैमून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अब्दिल्लाह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अरक़म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</w:p>
    <w:p w:rsidR="008F4AF7" w:rsidRPr="00E47180" w:rsidRDefault="008F4AF7" w:rsidP="008F4AF7">
      <w:pPr>
        <w:pStyle w:val="libNormal"/>
      </w:pPr>
      <w:r w:rsidRPr="00E47180">
        <w:t>3.</w:t>
      </w:r>
      <w:r w:rsidRPr="00E47180">
        <w:tab/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सुलेमान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मुवज़्ज़िन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अरक़म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</w:p>
    <w:p w:rsidR="008F4AF7" w:rsidRPr="00E47180" w:rsidRDefault="008F4AF7" w:rsidP="008F4AF7">
      <w:pPr>
        <w:pStyle w:val="libNormal"/>
      </w:pPr>
      <w:r w:rsidRPr="00E47180">
        <w:t>4.</w:t>
      </w:r>
      <w:r w:rsidRPr="00E47180">
        <w:tab/>
      </w:r>
      <w:r w:rsidRPr="008F4AF7">
        <w:rPr>
          <w:rFonts w:hint="cs"/>
          <w:cs/>
          <w:lang w:bidi="hi-IN"/>
        </w:rPr>
        <w:t>यहया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जोअदा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अरक़म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</w:p>
    <w:p w:rsidR="008F4AF7" w:rsidRPr="00E47180" w:rsidRDefault="008F4AF7" w:rsidP="008F4AF7">
      <w:pPr>
        <w:pStyle w:val="libNormal"/>
      </w:pPr>
      <w:r w:rsidRPr="00E47180">
        <w:t>5.</w:t>
      </w:r>
      <w:r w:rsidRPr="00E47180">
        <w:tab/>
      </w:r>
      <w:r w:rsidRPr="008F4AF7">
        <w:rPr>
          <w:rFonts w:hint="cs"/>
          <w:cs/>
          <w:lang w:bidi="hi-IN"/>
        </w:rPr>
        <w:t>अतिय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अरकम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सहीहुस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t>1.</w:t>
      </w:r>
      <w:r w:rsidRPr="00E47180">
        <w:tab/>
      </w:r>
      <w:r w:rsidRPr="008F4AF7">
        <w:rPr>
          <w:rFonts w:hint="cs"/>
          <w:cs/>
          <w:lang w:bidi="hi-IN"/>
        </w:rPr>
        <w:t>अब्दुर्रहमान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</w:p>
    <w:p w:rsidR="008F4AF7" w:rsidRPr="00E47180" w:rsidRDefault="008F4AF7" w:rsidP="008F4AF7">
      <w:pPr>
        <w:pStyle w:val="libNormal"/>
      </w:pPr>
      <w:r w:rsidRPr="00E47180">
        <w:t>2.</w:t>
      </w:r>
      <w:r w:rsidRPr="00E47180">
        <w:tab/>
      </w:r>
      <w:r w:rsidRPr="008F4AF7">
        <w:rPr>
          <w:rFonts w:hint="cs"/>
          <w:cs/>
          <w:lang w:bidi="hi-IN"/>
        </w:rPr>
        <w:t>अब्दुल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वाहिद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</w:p>
    <w:p w:rsidR="008F4AF7" w:rsidRPr="00E47180" w:rsidRDefault="008F4AF7" w:rsidP="008F4AF7">
      <w:pPr>
        <w:pStyle w:val="libNormal"/>
      </w:pPr>
      <w:r w:rsidRPr="00E47180">
        <w:t>3.</w:t>
      </w:r>
      <w:r w:rsidRPr="00E47180">
        <w:tab/>
      </w:r>
      <w:r w:rsidRPr="008F4AF7">
        <w:rPr>
          <w:rFonts w:hint="cs"/>
          <w:cs/>
          <w:lang w:bidi="hi-IN"/>
        </w:rPr>
        <w:t>ख़ुसैमा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अब्दुर्रहमान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बुरैद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सहीहुस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t>1.</w:t>
      </w:r>
      <w:r w:rsidRPr="00E47180">
        <w:tab/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बुरैद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</w:p>
    <w:p w:rsidR="008F4AF7" w:rsidRPr="00E47180" w:rsidRDefault="008F4AF7" w:rsidP="008F4AF7">
      <w:pPr>
        <w:pStyle w:val="libNormal"/>
      </w:pPr>
      <w:r w:rsidRPr="00E47180">
        <w:t>2.</w:t>
      </w:r>
      <w:r w:rsidRPr="00E47180">
        <w:tab/>
      </w:r>
      <w:r w:rsidRPr="008F4AF7">
        <w:rPr>
          <w:rFonts w:hint="cs"/>
          <w:cs/>
          <w:lang w:bidi="hi-IN"/>
        </w:rPr>
        <w:t>फ़रजंदे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बुरीदा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बुरैद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</w:p>
    <w:p w:rsidR="008F4AF7" w:rsidRPr="00E47180" w:rsidRDefault="008F4AF7" w:rsidP="008F4AF7">
      <w:pPr>
        <w:pStyle w:val="libNormal"/>
      </w:pPr>
      <w:r w:rsidRPr="00E47180">
        <w:t>3.</w:t>
      </w:r>
      <w:r w:rsidRPr="00E47180">
        <w:tab/>
      </w:r>
      <w:r w:rsidRPr="008F4AF7">
        <w:rPr>
          <w:rFonts w:hint="cs"/>
          <w:cs/>
          <w:lang w:bidi="hi-IN"/>
        </w:rPr>
        <w:t>ताऊस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E47180">
        <w:t>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सहीहुस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</w:p>
    <w:p w:rsidR="008F4AF7" w:rsidRPr="00E47180" w:rsidRDefault="008F4AF7" w:rsidP="008F4AF7">
      <w:pPr>
        <w:pStyle w:val="libNormal"/>
      </w:pPr>
      <w:r w:rsidRPr="00E47180">
        <w:t xml:space="preserve">1.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</w:p>
    <w:p w:rsidR="008F4AF7" w:rsidRPr="00E47180" w:rsidRDefault="008F4AF7" w:rsidP="008F4AF7">
      <w:pPr>
        <w:pStyle w:val="libNormal"/>
      </w:pPr>
      <w:r w:rsidRPr="00E47180">
        <w:t xml:space="preserve">2. </w:t>
      </w:r>
      <w:r w:rsidRPr="008F4AF7">
        <w:rPr>
          <w:rFonts w:hint="cs"/>
          <w:cs/>
          <w:lang w:bidi="hi-IN"/>
        </w:rPr>
        <w:t>ज़ाज़ान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</w:p>
    <w:p w:rsidR="008F4AF7" w:rsidRPr="00E47180" w:rsidRDefault="008F4AF7" w:rsidP="008F4AF7">
      <w:pPr>
        <w:pStyle w:val="libNormal"/>
      </w:pPr>
      <w:r w:rsidRPr="00E47180">
        <w:lastRenderedPageBreak/>
        <w:t xml:space="preserve">3. </w:t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</w:p>
    <w:p w:rsidR="008F4AF7" w:rsidRPr="00E47180" w:rsidRDefault="008F4AF7" w:rsidP="008F4AF7">
      <w:pPr>
        <w:pStyle w:val="libNormal"/>
      </w:pPr>
      <w:r w:rsidRPr="00E47180">
        <w:t xml:space="preserve">4. </w:t>
      </w:r>
      <w:r w:rsidRPr="008F4AF7">
        <w:rPr>
          <w:rFonts w:hint="cs"/>
          <w:cs/>
          <w:lang w:bidi="hi-IN"/>
        </w:rPr>
        <w:t>ज़ैद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</w:p>
    <w:p w:rsidR="008F4AF7" w:rsidRPr="00E47180" w:rsidRDefault="008F4AF7" w:rsidP="008F4AF7">
      <w:pPr>
        <w:pStyle w:val="libNormal"/>
      </w:pPr>
      <w:r w:rsidRPr="00E47180">
        <w:t xml:space="preserve">5. </w:t>
      </w:r>
      <w:r w:rsidRPr="008F4AF7">
        <w:rPr>
          <w:rFonts w:hint="cs"/>
          <w:cs/>
          <w:lang w:bidi="hi-IN"/>
        </w:rPr>
        <w:t>शरीक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</w:p>
    <w:p w:rsidR="008F4AF7" w:rsidRPr="00E47180" w:rsidRDefault="008F4AF7" w:rsidP="008F4AF7">
      <w:pPr>
        <w:pStyle w:val="libNormal"/>
      </w:pPr>
      <w:r w:rsidRPr="00E47180">
        <w:t xml:space="preserve">6. </w:t>
      </w:r>
      <w:r w:rsidRPr="008F4AF7">
        <w:rPr>
          <w:rFonts w:hint="cs"/>
          <w:cs/>
          <w:lang w:bidi="hi-IN"/>
        </w:rPr>
        <w:t>अब्दुर्रहमान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लैला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</w:p>
    <w:p w:rsidR="008F4AF7" w:rsidRPr="00E47180" w:rsidRDefault="008F4AF7" w:rsidP="008F4AF7">
      <w:pPr>
        <w:pStyle w:val="libNormal"/>
      </w:pPr>
      <w:r w:rsidRPr="00E47180">
        <w:t xml:space="preserve">7.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मरियम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</w:p>
    <w:p w:rsidR="008F4AF7" w:rsidRPr="00E47180" w:rsidRDefault="008F4AF7" w:rsidP="008F4AF7">
      <w:pPr>
        <w:pStyle w:val="libNormal"/>
      </w:pPr>
      <w:r w:rsidRPr="00E47180">
        <w:t xml:space="preserve">8.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</w:p>
    <w:p w:rsidR="008F4AF7" w:rsidRPr="00E47180" w:rsidRDefault="008F4AF7" w:rsidP="008F4AF7">
      <w:pPr>
        <w:pStyle w:val="libNormal"/>
      </w:pPr>
      <w:r w:rsidRPr="00E47180">
        <w:t xml:space="preserve">9. </w:t>
      </w:r>
      <w:r w:rsidRPr="008F4AF7">
        <w:rPr>
          <w:rFonts w:hint="cs"/>
          <w:cs/>
          <w:lang w:bidi="hi-IN"/>
        </w:rPr>
        <w:t>तलबा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अय्यूब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अँसारी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रियाह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हारिस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रेजाल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आज़िब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रेजाल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ल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मैमून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ष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मालिक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हुरैरा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उमैरा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मुवस्सक़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तसहीह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अलबानी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अब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मतलब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मक़सद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शैख़ुश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तैमिया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हिस्से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जईफ़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हिस्से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तैमीया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मुबालेग़ा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ज़ईफ़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जल्दी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फ़तवा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सिलसिलतुल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अहादिसिस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1750)</w:t>
      </w:r>
    </w:p>
    <w:p w:rsidR="001D08AD" w:rsidRDefault="001D08AD" w:rsidP="00FD6765">
      <w:pPr>
        <w:pStyle w:val="Heading2"/>
        <w:rPr>
          <w:cs/>
          <w:lang w:bidi="hi-IN"/>
        </w:rPr>
      </w:pPr>
    </w:p>
    <w:p w:rsidR="001D08AD" w:rsidRDefault="001D08AD" w:rsidP="00FD6765">
      <w:pPr>
        <w:pStyle w:val="Heading2"/>
        <w:rPr>
          <w:cs/>
          <w:lang w:bidi="hi-IN"/>
        </w:rPr>
      </w:pPr>
      <w:bookmarkStart w:id="55" w:name="_Toc457825279"/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तहनीयत</w:t>
      </w:r>
      <w:bookmarkEnd w:id="55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मशहूर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मारूफ़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मुवर्रिख़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ख़्वान्द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रौज़तुस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खै़मे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तशरीफ़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ख़ैमे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बैठने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हु्क्म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ख़ैमे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तैहनियत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मुबारकबाद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करो।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मर्दों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अज़वाज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मुबारकबाद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चुनाँचे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तहनीयत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मुबारक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मुबारक</w:t>
      </w:r>
      <w:r w:rsidRPr="00E47180">
        <w:t xml:space="preserve">, </w:t>
      </w: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फ़रज़ंदे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आक़ा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बन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रौज़तुस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541</w:t>
      </w:r>
    </w:p>
    <w:p w:rsidR="001D08AD" w:rsidRDefault="001D08AD" w:rsidP="00FD6765">
      <w:pPr>
        <w:pStyle w:val="Heading2"/>
        <w:rPr>
          <w:cs/>
          <w:lang w:bidi="hi-IN"/>
        </w:rPr>
      </w:pPr>
    </w:p>
    <w:p w:rsidR="001D08AD" w:rsidRDefault="001D08AD" w:rsidP="00FD6765">
      <w:pPr>
        <w:pStyle w:val="Heading2"/>
        <w:rPr>
          <w:cs/>
          <w:lang w:bidi="hi-IN"/>
        </w:rPr>
      </w:pPr>
      <w:bookmarkStart w:id="56" w:name="_Toc457825280"/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तहनीयत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रावी</w:t>
      </w:r>
      <w:bookmarkEnd w:id="56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मज़मून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E47180">
        <w:t xml:space="preserve">, </w:t>
      </w:r>
      <w:r w:rsidRPr="008F4AF7">
        <w:rPr>
          <w:rFonts w:hint="cs"/>
          <w:cs/>
          <w:lang w:bidi="hi-IN"/>
        </w:rPr>
        <w:t>तफ़सीर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तहनियत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मुसल्लेमात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हुरैरा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बरा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आज़िब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अरक़म।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तहनीयत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t>1.</w:t>
      </w:r>
      <w:r w:rsidRPr="00E47180">
        <w:tab/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शैबा</w:t>
      </w:r>
      <w:r w:rsidRPr="008F4AF7">
        <w:rPr>
          <w:cs/>
          <w:lang w:bidi="hi-IN"/>
        </w:rPr>
        <w:t xml:space="preserve"> (</w:t>
      </w:r>
      <w:r w:rsidRPr="00E47180">
        <w:t>235)</w:t>
      </w:r>
    </w:p>
    <w:p w:rsidR="008F4AF7" w:rsidRPr="00E47180" w:rsidRDefault="008F4AF7" w:rsidP="008F4AF7">
      <w:pPr>
        <w:pStyle w:val="libNormal"/>
      </w:pPr>
      <w:r w:rsidRPr="00E47180">
        <w:t>2.</w:t>
      </w:r>
      <w:r w:rsidRPr="00E47180">
        <w:tab/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हंबल</w:t>
      </w:r>
      <w:r w:rsidRPr="008F4AF7">
        <w:rPr>
          <w:cs/>
          <w:lang w:bidi="hi-IN"/>
        </w:rPr>
        <w:t xml:space="preserve"> (</w:t>
      </w:r>
      <w:r w:rsidRPr="00E47180">
        <w:t>241)</w:t>
      </w:r>
    </w:p>
    <w:p w:rsidR="008F4AF7" w:rsidRPr="00E47180" w:rsidRDefault="008F4AF7" w:rsidP="008F4AF7">
      <w:pPr>
        <w:pStyle w:val="libNormal"/>
      </w:pPr>
      <w:r w:rsidRPr="00E47180">
        <w:t>3.</w:t>
      </w:r>
      <w:r w:rsidRPr="00E47180">
        <w:tab/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शैबानी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नसबी</w:t>
      </w:r>
      <w:r w:rsidRPr="008F4AF7">
        <w:rPr>
          <w:cs/>
          <w:lang w:bidi="hi-IN"/>
        </w:rPr>
        <w:t xml:space="preserve"> (</w:t>
      </w:r>
      <w:r w:rsidRPr="00E47180">
        <w:t>303)</w:t>
      </w:r>
    </w:p>
    <w:p w:rsidR="008F4AF7" w:rsidRPr="00E47180" w:rsidRDefault="008F4AF7" w:rsidP="008F4AF7">
      <w:pPr>
        <w:pStyle w:val="libNormal"/>
      </w:pPr>
      <w:r w:rsidRPr="00E47180">
        <w:t>4.</w:t>
      </w:r>
      <w:r w:rsidRPr="00E47180">
        <w:tab/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मूसली</w:t>
      </w:r>
      <w:r w:rsidRPr="008F4AF7">
        <w:rPr>
          <w:cs/>
          <w:lang w:bidi="hi-IN"/>
        </w:rPr>
        <w:t xml:space="preserve"> (</w:t>
      </w:r>
      <w:r w:rsidRPr="00E47180">
        <w:t>307)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मुसन्नफ़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78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12167)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355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18011)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मुसनदे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शैबानी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नसवी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मुसनदे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यएली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E47180">
        <w:lastRenderedPageBreak/>
        <w:t>5.</w:t>
      </w:r>
      <w:r w:rsidRPr="00E47180">
        <w:tab/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जाफ़र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जरीरे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तबरी</w:t>
      </w:r>
      <w:r w:rsidRPr="008F4AF7">
        <w:rPr>
          <w:cs/>
          <w:lang w:bidi="hi-IN"/>
        </w:rPr>
        <w:t xml:space="preserve"> (</w:t>
      </w:r>
      <w:r w:rsidRPr="00E47180">
        <w:t>310)</w:t>
      </w:r>
    </w:p>
    <w:p w:rsidR="008F4AF7" w:rsidRPr="00E47180" w:rsidRDefault="008F4AF7" w:rsidP="008F4AF7">
      <w:pPr>
        <w:pStyle w:val="libNormal"/>
      </w:pPr>
      <w:r w:rsidRPr="00E47180">
        <w:t>6.</w:t>
      </w:r>
      <w:r w:rsidRPr="00E47180">
        <w:tab/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दारक़ुतनी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बग़दादी</w:t>
      </w:r>
      <w:r w:rsidRPr="008F4AF7">
        <w:rPr>
          <w:cs/>
          <w:lang w:bidi="hi-IN"/>
        </w:rPr>
        <w:t xml:space="preserve"> (</w:t>
      </w:r>
      <w:r w:rsidRPr="00E47180">
        <w:t>358)</w:t>
      </w:r>
    </w:p>
    <w:p w:rsidR="008F4AF7" w:rsidRPr="00E47180" w:rsidRDefault="008F4AF7" w:rsidP="008F4AF7">
      <w:pPr>
        <w:pStyle w:val="libNormal"/>
      </w:pPr>
      <w:r w:rsidRPr="00E47180">
        <w:t>7.</w:t>
      </w:r>
      <w:r w:rsidRPr="00E47180">
        <w:tab/>
      </w:r>
      <w:r w:rsidRPr="008F4AF7">
        <w:rPr>
          <w:rFonts w:hint="cs"/>
          <w:cs/>
          <w:lang w:bidi="hi-IN"/>
        </w:rPr>
        <w:t>क़ाज़ी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बाक़लानी</w:t>
      </w:r>
      <w:r w:rsidRPr="008F4AF7">
        <w:rPr>
          <w:cs/>
          <w:lang w:bidi="hi-IN"/>
        </w:rPr>
        <w:t xml:space="preserve"> (</w:t>
      </w:r>
      <w:r w:rsidRPr="00E47180">
        <w:t>403)</w:t>
      </w:r>
    </w:p>
    <w:p w:rsidR="008F4AF7" w:rsidRPr="00E47180" w:rsidRDefault="008F4AF7" w:rsidP="008F4AF7">
      <w:pPr>
        <w:pStyle w:val="libNormal"/>
      </w:pPr>
      <w:r w:rsidRPr="00E47180">
        <w:t>8.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इस्हाक़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सालबी</w:t>
      </w:r>
      <w:r w:rsidRPr="008F4AF7">
        <w:rPr>
          <w:cs/>
          <w:lang w:bidi="hi-IN"/>
        </w:rPr>
        <w:t xml:space="preserve"> (</w:t>
      </w:r>
      <w:r w:rsidRPr="00E47180">
        <w:t>427)</w:t>
      </w:r>
    </w:p>
    <w:p w:rsidR="008F4AF7" w:rsidRPr="00E47180" w:rsidRDefault="008F4AF7" w:rsidP="008F4AF7">
      <w:pPr>
        <w:pStyle w:val="libNormal"/>
      </w:pPr>
      <w:r w:rsidRPr="00E47180">
        <w:t>9.</w:t>
      </w:r>
      <w:r w:rsidRPr="00E47180">
        <w:tab/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बैहक़ी</w:t>
      </w:r>
      <w:r w:rsidRPr="008F4AF7">
        <w:rPr>
          <w:cs/>
          <w:lang w:bidi="hi-IN"/>
        </w:rPr>
        <w:t xml:space="preserve"> (</w:t>
      </w:r>
      <w:r w:rsidRPr="00E47180">
        <w:t>458)</w:t>
      </w:r>
    </w:p>
    <w:p w:rsidR="008F4AF7" w:rsidRPr="00E47180" w:rsidRDefault="008F4AF7" w:rsidP="008F4AF7">
      <w:pPr>
        <w:pStyle w:val="libNormal"/>
      </w:pPr>
      <w:r w:rsidRPr="00E47180">
        <w:t>10.</w:t>
      </w:r>
      <w:r w:rsidRPr="00E47180">
        <w:tab/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बग़दादी</w:t>
      </w:r>
      <w:r w:rsidRPr="008F4AF7">
        <w:rPr>
          <w:cs/>
          <w:lang w:bidi="hi-IN"/>
        </w:rPr>
        <w:t xml:space="preserve"> (</w:t>
      </w:r>
      <w:r w:rsidRPr="00E47180">
        <w:t>463)</w:t>
      </w:r>
    </w:p>
    <w:p w:rsidR="008F4AF7" w:rsidRPr="00E47180" w:rsidRDefault="008F4AF7" w:rsidP="008F4AF7">
      <w:pPr>
        <w:pStyle w:val="libNormal"/>
      </w:pPr>
      <w:r w:rsidRPr="00E47180">
        <w:t>11.</w:t>
      </w:r>
      <w:r w:rsidRPr="00E47180">
        <w:tab/>
      </w:r>
      <w:r w:rsidRPr="008F4AF7">
        <w:rPr>
          <w:rFonts w:hint="cs"/>
          <w:cs/>
          <w:lang w:bidi="hi-IN"/>
        </w:rPr>
        <w:t>फ़क़ीहे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मग़ाज़ेली</w:t>
      </w:r>
      <w:r w:rsidRPr="008F4AF7">
        <w:rPr>
          <w:cs/>
          <w:lang w:bidi="hi-IN"/>
        </w:rPr>
        <w:t xml:space="preserve"> (</w:t>
      </w:r>
      <w:r w:rsidRPr="00E47180">
        <w:t>483)</w:t>
      </w:r>
    </w:p>
    <w:p w:rsidR="008F4AF7" w:rsidRPr="00E47180" w:rsidRDefault="008F4AF7" w:rsidP="008F4AF7">
      <w:pPr>
        <w:pStyle w:val="libNormal"/>
      </w:pPr>
      <w:r w:rsidRPr="00E47180">
        <w:t>12.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हामिद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ग़ज़ाली</w:t>
      </w:r>
      <w:r w:rsidRPr="008F4AF7">
        <w:rPr>
          <w:cs/>
          <w:lang w:bidi="hi-IN"/>
        </w:rPr>
        <w:t xml:space="preserve"> (</w:t>
      </w:r>
      <w:r w:rsidRPr="00E47180">
        <w:t>505)</w:t>
      </w:r>
    </w:p>
    <w:p w:rsidR="008F4AF7" w:rsidRPr="00E47180" w:rsidRDefault="008F4AF7" w:rsidP="008F4AF7">
      <w:pPr>
        <w:pStyle w:val="libNormal"/>
      </w:pPr>
      <w:r w:rsidRPr="00E47180">
        <w:t>13.</w:t>
      </w:r>
      <w:r w:rsidRPr="00E47180">
        <w:tab/>
      </w:r>
      <w:r w:rsidRPr="008F4AF7">
        <w:rPr>
          <w:rFonts w:hint="cs"/>
          <w:cs/>
          <w:lang w:bidi="hi-IN"/>
        </w:rPr>
        <w:t>शहरिसतानी</w:t>
      </w:r>
      <w:r w:rsidRPr="008F4AF7">
        <w:rPr>
          <w:cs/>
          <w:lang w:bidi="hi-IN"/>
        </w:rPr>
        <w:t xml:space="preserve"> (</w:t>
      </w:r>
      <w:r w:rsidRPr="00E47180">
        <w:t>548)</w:t>
      </w:r>
    </w:p>
    <w:p w:rsidR="008F4AF7" w:rsidRPr="00E47180" w:rsidRDefault="008F4AF7" w:rsidP="008F4AF7">
      <w:pPr>
        <w:pStyle w:val="libNormal"/>
      </w:pPr>
      <w:r w:rsidRPr="00E47180">
        <w:t>14.</w:t>
      </w:r>
      <w:r w:rsidRPr="00E47180">
        <w:tab/>
      </w:r>
      <w:r w:rsidRPr="008F4AF7">
        <w:rPr>
          <w:rFonts w:hint="cs"/>
          <w:cs/>
          <w:lang w:bidi="hi-IN"/>
        </w:rPr>
        <w:t>ख़तीब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ख़ाऱज़मी</w:t>
      </w:r>
      <w:r w:rsidRPr="008F4AF7">
        <w:rPr>
          <w:cs/>
          <w:lang w:bidi="hi-IN"/>
        </w:rPr>
        <w:t xml:space="preserve"> (</w:t>
      </w:r>
      <w:r w:rsidRPr="00E47180">
        <w:t>568)</w:t>
      </w:r>
    </w:p>
    <w:p w:rsidR="008F4AF7" w:rsidRPr="00E47180" w:rsidRDefault="008F4AF7" w:rsidP="008F4AF7">
      <w:pPr>
        <w:pStyle w:val="libNormal"/>
      </w:pPr>
      <w:r w:rsidRPr="00E47180">
        <w:t>15.</w:t>
      </w:r>
      <w:r w:rsidRPr="00E47180">
        <w:tab/>
      </w:r>
      <w:r w:rsidRPr="008F4AF7">
        <w:rPr>
          <w:rFonts w:hint="cs"/>
          <w:cs/>
          <w:lang w:bidi="hi-IN"/>
        </w:rPr>
        <w:t>फ़ख़रे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राज़ी</w:t>
      </w:r>
      <w:r w:rsidRPr="008F4AF7">
        <w:rPr>
          <w:cs/>
          <w:lang w:bidi="hi-IN"/>
        </w:rPr>
        <w:t xml:space="preserve"> (</w:t>
      </w:r>
      <w:r w:rsidRPr="00E47180">
        <w:t>606)</w:t>
      </w:r>
    </w:p>
    <w:p w:rsidR="008F4AF7" w:rsidRPr="00E47180" w:rsidRDefault="008F4AF7" w:rsidP="008F4AF7">
      <w:pPr>
        <w:pStyle w:val="libNormal"/>
      </w:pPr>
      <w:r w:rsidRPr="00E47180">
        <w:t>16.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शैबानी</w:t>
      </w:r>
      <w:r w:rsidRPr="008F4AF7">
        <w:rPr>
          <w:cs/>
          <w:lang w:bidi="hi-IN"/>
        </w:rPr>
        <w:t xml:space="preserve"> (</w:t>
      </w:r>
      <w:r w:rsidRPr="00E47180">
        <w:t>606)</w:t>
      </w:r>
    </w:p>
    <w:p w:rsidR="008F4AF7" w:rsidRPr="00E47180" w:rsidRDefault="008F4AF7" w:rsidP="008F4AF7">
      <w:pPr>
        <w:pStyle w:val="libNormal"/>
      </w:pPr>
      <w:r w:rsidRPr="00E47180">
        <w:t>17.</w:t>
      </w:r>
      <w:r w:rsidRPr="00E47180">
        <w:tab/>
      </w:r>
      <w:r w:rsidRPr="008F4AF7">
        <w:rPr>
          <w:rFonts w:hint="cs"/>
          <w:cs/>
          <w:lang w:bidi="hi-IN"/>
        </w:rPr>
        <w:t>इज़्ज़ुद्दीन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शैबानी</w:t>
      </w:r>
      <w:r w:rsidRPr="008F4AF7">
        <w:rPr>
          <w:cs/>
          <w:lang w:bidi="hi-IN"/>
        </w:rPr>
        <w:t xml:space="preserve"> (</w:t>
      </w:r>
      <w:r w:rsidRPr="00E47180">
        <w:t>630)</w:t>
      </w:r>
    </w:p>
    <w:p w:rsidR="008F4AF7" w:rsidRPr="00E47180" w:rsidRDefault="008F4AF7" w:rsidP="008F4AF7">
      <w:pPr>
        <w:pStyle w:val="libNormal"/>
      </w:pPr>
      <w:r w:rsidRPr="00E47180">
        <w:t>18.</w:t>
      </w:r>
      <w:r w:rsidRPr="00E47180">
        <w:tab/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अब्दिल्लाह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गंजी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(</w:t>
      </w:r>
      <w:r w:rsidRPr="00E47180">
        <w:t>658)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जामेउल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428)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अससवाएक़े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मोहरेक़ा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44)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तमहीद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171)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कश्फ़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67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E47180">
        <w:lastRenderedPageBreak/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फ़ुसुलुल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मुहिम्मा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40)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तारीख़े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290)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मनाक़िबे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24)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सिर्रुल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21)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मेलल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नेहल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145)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मनाक़िब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94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फ़स्ल</w:t>
      </w:r>
      <w:r w:rsidRPr="008F4AF7">
        <w:rPr>
          <w:cs/>
          <w:lang w:bidi="hi-IN"/>
        </w:rPr>
        <w:t xml:space="preserve"> </w:t>
      </w:r>
      <w:r w:rsidRPr="00E47180">
        <w:t>14)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तफ़सीरिल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49)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निहायह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228)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उसदुल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108)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किफ़ायतुत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62)</w:t>
      </w:r>
    </w:p>
    <w:p w:rsidR="008F4AF7" w:rsidRPr="00E47180" w:rsidRDefault="008F4AF7" w:rsidP="008F4AF7">
      <w:pPr>
        <w:pStyle w:val="libNormal"/>
      </w:pPr>
      <w:r w:rsidRPr="00E47180">
        <w:t>19.</w:t>
      </w:r>
      <w:r w:rsidRPr="00E47180">
        <w:tab/>
      </w:r>
      <w:r w:rsidRPr="008F4AF7">
        <w:rPr>
          <w:rFonts w:hint="cs"/>
          <w:cs/>
          <w:lang w:bidi="hi-IN"/>
        </w:rPr>
        <w:t>सिब्ते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जौज़ी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हनफ़ी</w:t>
      </w:r>
      <w:r w:rsidRPr="008F4AF7">
        <w:rPr>
          <w:cs/>
          <w:lang w:bidi="hi-IN"/>
        </w:rPr>
        <w:t xml:space="preserve"> (</w:t>
      </w:r>
      <w:r w:rsidRPr="00E47180">
        <w:t>654)</w:t>
      </w:r>
    </w:p>
    <w:p w:rsidR="008F4AF7" w:rsidRPr="00E47180" w:rsidRDefault="008F4AF7" w:rsidP="008F4AF7">
      <w:pPr>
        <w:pStyle w:val="libNormal"/>
      </w:pPr>
      <w:r w:rsidRPr="00E47180">
        <w:t>20.</w:t>
      </w:r>
      <w:r w:rsidRPr="00E47180">
        <w:tab/>
      </w:r>
      <w:r w:rsidRPr="008F4AF7">
        <w:rPr>
          <w:rFonts w:hint="cs"/>
          <w:cs/>
          <w:lang w:bidi="hi-IN"/>
        </w:rPr>
        <w:t>मुहिब्बुद्दीन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तबरी</w:t>
      </w:r>
      <w:r w:rsidRPr="008F4AF7">
        <w:rPr>
          <w:cs/>
          <w:lang w:bidi="hi-IN"/>
        </w:rPr>
        <w:t xml:space="preserve"> (</w:t>
      </w:r>
      <w:r w:rsidRPr="00E47180">
        <w:t>694)</w:t>
      </w:r>
    </w:p>
    <w:p w:rsidR="008F4AF7" w:rsidRPr="00E47180" w:rsidRDefault="008F4AF7" w:rsidP="008F4AF7">
      <w:pPr>
        <w:pStyle w:val="libNormal"/>
      </w:pPr>
      <w:r w:rsidRPr="00E47180">
        <w:t>21.</w:t>
      </w:r>
      <w:r w:rsidRPr="00E47180">
        <w:tab/>
      </w:r>
      <w:r w:rsidRPr="008F4AF7">
        <w:rPr>
          <w:rFonts w:hint="cs"/>
          <w:cs/>
          <w:lang w:bidi="hi-IN"/>
        </w:rPr>
        <w:t>शेख़ुल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हमूई</w:t>
      </w:r>
      <w:r w:rsidRPr="008F4AF7">
        <w:rPr>
          <w:cs/>
          <w:lang w:bidi="hi-IN"/>
        </w:rPr>
        <w:t xml:space="preserve"> (</w:t>
      </w:r>
      <w:r w:rsidRPr="00E47180">
        <w:t>722)</w:t>
      </w:r>
    </w:p>
    <w:p w:rsidR="008F4AF7" w:rsidRPr="00E47180" w:rsidRDefault="008F4AF7" w:rsidP="008F4AF7">
      <w:pPr>
        <w:pStyle w:val="libNormal"/>
      </w:pPr>
      <w:r w:rsidRPr="00E47180">
        <w:t>22.</w:t>
      </w:r>
      <w:r w:rsidRPr="00E47180">
        <w:tab/>
      </w:r>
      <w:r w:rsidRPr="008F4AF7">
        <w:rPr>
          <w:rFonts w:hint="cs"/>
          <w:cs/>
          <w:lang w:bidi="hi-IN"/>
        </w:rPr>
        <w:t>निज़ामुद्दीन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नैशा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पुरी</w:t>
      </w:r>
    </w:p>
    <w:p w:rsidR="008F4AF7" w:rsidRPr="00E47180" w:rsidRDefault="008F4AF7" w:rsidP="008F4AF7">
      <w:pPr>
        <w:pStyle w:val="libNormal"/>
      </w:pPr>
      <w:r w:rsidRPr="00E47180">
        <w:t>23.</w:t>
      </w:r>
      <w:r w:rsidRPr="00E47180">
        <w:tab/>
      </w:r>
      <w:r w:rsidRPr="008F4AF7">
        <w:rPr>
          <w:rFonts w:hint="cs"/>
          <w:cs/>
          <w:lang w:bidi="hi-IN"/>
        </w:rPr>
        <w:t>वलीयुद्दीन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ख़तीब</w:t>
      </w:r>
    </w:p>
    <w:p w:rsidR="008F4AF7" w:rsidRPr="00E47180" w:rsidRDefault="008F4AF7" w:rsidP="008F4AF7">
      <w:pPr>
        <w:pStyle w:val="libNormal"/>
      </w:pPr>
      <w:r w:rsidRPr="00E47180">
        <w:t>24.</w:t>
      </w:r>
      <w:r w:rsidRPr="00E47180">
        <w:tab/>
      </w:r>
      <w:r w:rsidRPr="008F4AF7">
        <w:rPr>
          <w:rFonts w:hint="cs"/>
          <w:cs/>
          <w:lang w:bidi="hi-IN"/>
        </w:rPr>
        <w:t>जमालुद्दीन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ज़रनदी</w:t>
      </w:r>
    </w:p>
    <w:p w:rsidR="008F4AF7" w:rsidRPr="00E47180" w:rsidRDefault="008F4AF7" w:rsidP="008F4AF7">
      <w:pPr>
        <w:pStyle w:val="libNormal"/>
      </w:pPr>
      <w:r w:rsidRPr="00E47180">
        <w:t>25.</w:t>
      </w:r>
      <w:r w:rsidRPr="00E47180">
        <w:tab/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कसीरे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दमिश्क़ी</w:t>
      </w:r>
    </w:p>
    <w:p w:rsidR="008F4AF7" w:rsidRPr="00E47180" w:rsidRDefault="008F4AF7" w:rsidP="008F4AF7">
      <w:pPr>
        <w:pStyle w:val="libNormal"/>
      </w:pPr>
      <w:r w:rsidRPr="00E47180">
        <w:t>26.</w:t>
      </w:r>
      <w:r w:rsidRPr="00E47180">
        <w:tab/>
      </w:r>
      <w:r w:rsidRPr="008F4AF7">
        <w:rPr>
          <w:rFonts w:hint="cs"/>
          <w:cs/>
          <w:lang w:bidi="hi-IN"/>
        </w:rPr>
        <w:t>तक़ीयुद्दीन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मक़रीज़ी</w:t>
      </w:r>
    </w:p>
    <w:p w:rsidR="008F4AF7" w:rsidRPr="00E47180" w:rsidRDefault="008F4AF7" w:rsidP="008F4AF7">
      <w:pPr>
        <w:pStyle w:val="libNormal"/>
      </w:pPr>
      <w:r w:rsidRPr="00E47180">
        <w:lastRenderedPageBreak/>
        <w:t>27.</w:t>
      </w:r>
      <w:r w:rsidRPr="00E47180">
        <w:tab/>
      </w:r>
      <w:r w:rsidRPr="008F4AF7">
        <w:rPr>
          <w:rFonts w:hint="cs"/>
          <w:cs/>
          <w:lang w:bidi="hi-IN"/>
        </w:rPr>
        <w:t>नूरुद्दीन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सबाग़े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मालिकी</w:t>
      </w:r>
    </w:p>
    <w:p w:rsidR="008F4AF7" w:rsidRPr="00E47180" w:rsidRDefault="008F4AF7" w:rsidP="008F4AF7">
      <w:pPr>
        <w:pStyle w:val="libNormal"/>
      </w:pPr>
      <w:r w:rsidRPr="00E47180">
        <w:t>28.</w:t>
      </w:r>
      <w:r w:rsidRPr="00E47180">
        <w:tab/>
      </w:r>
      <w:r w:rsidRPr="008F4AF7">
        <w:rPr>
          <w:rFonts w:hint="cs"/>
          <w:cs/>
          <w:lang w:bidi="hi-IN"/>
        </w:rPr>
        <w:t>मुत्तक़ी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हिन्दी</w:t>
      </w:r>
    </w:p>
    <w:p w:rsidR="008F4AF7" w:rsidRPr="00E47180" w:rsidRDefault="008F4AF7" w:rsidP="008F4AF7">
      <w:pPr>
        <w:pStyle w:val="libNormal"/>
      </w:pPr>
      <w:r w:rsidRPr="00E47180">
        <w:t>29.</w:t>
      </w:r>
      <w:r w:rsidRPr="00E47180">
        <w:tab/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शहाबुद्दीन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क़सतानी</w:t>
      </w:r>
    </w:p>
    <w:p w:rsidR="008F4AF7" w:rsidRPr="00E47180" w:rsidRDefault="008F4AF7" w:rsidP="008F4AF7">
      <w:pPr>
        <w:pStyle w:val="libNormal"/>
      </w:pPr>
      <w:r w:rsidRPr="00E47180">
        <w:t>30.</w:t>
      </w:r>
      <w:r w:rsidRPr="00E47180">
        <w:tab/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हैसमी</w:t>
      </w:r>
    </w:p>
    <w:p w:rsidR="008F4AF7" w:rsidRPr="00E47180" w:rsidRDefault="008F4AF7" w:rsidP="008F4AF7">
      <w:pPr>
        <w:pStyle w:val="libNormal"/>
      </w:pPr>
      <w:r w:rsidRPr="00E47180">
        <w:t>31.</w:t>
      </w:r>
      <w:r w:rsidRPr="00E47180">
        <w:tab/>
      </w:r>
      <w:r w:rsidRPr="008F4AF7">
        <w:rPr>
          <w:rFonts w:hint="cs"/>
          <w:cs/>
          <w:lang w:bidi="hi-IN"/>
        </w:rPr>
        <w:t>शमसुद्दीन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</w:p>
    <w:p w:rsidR="008F4AF7" w:rsidRPr="00E47180" w:rsidRDefault="008F4AF7" w:rsidP="008F4AF7">
      <w:pPr>
        <w:pStyle w:val="libNormal"/>
      </w:pPr>
      <w:r w:rsidRPr="00E47180">
        <w:t>32.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अब्दिल्लाह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ज़रक़ावी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मालिकी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तज़किरतुल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ख़वास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29)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रियाज़ुन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113)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फ़रायदुस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समतैन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77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44)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ग़रायबुल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194)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मिशकातुल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मिसबाह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360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6103)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नज़्म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दुर्रुस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समतैन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109)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बिदायह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निहायब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229)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ख़ुतत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388)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फ़ुसुलुल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मुहिम्मा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40)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कंज़ुल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133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36420)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मवाहिवुल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लदुन्निया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365)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सवाएक़े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मोहरेक़ा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44)</w:t>
      </w:r>
    </w:p>
    <w:p w:rsidR="008F4AF7" w:rsidRPr="00E47180" w:rsidRDefault="008F4AF7" w:rsidP="008F4AF7">
      <w:pPr>
        <w:pStyle w:val="libNormal"/>
      </w:pPr>
      <w:r w:rsidRPr="00E47180">
        <w:lastRenderedPageBreak/>
        <w:t>(</w:t>
      </w:r>
      <w:r w:rsidRPr="008F4AF7">
        <w:rPr>
          <w:rFonts w:hint="cs"/>
          <w:cs/>
          <w:lang w:bidi="hi-IN"/>
        </w:rPr>
        <w:t>फ़ैज़ुल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218)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शरहुल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मवाहिब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13)</w:t>
      </w:r>
    </w:p>
    <w:p w:rsidR="008F4AF7" w:rsidRPr="00E47180" w:rsidRDefault="008F4AF7" w:rsidP="008F4AF7">
      <w:pPr>
        <w:pStyle w:val="libNormal"/>
      </w:pPr>
      <w:r w:rsidRPr="00E47180">
        <w:t>33.</w:t>
      </w:r>
      <w:r w:rsidRPr="00E47180">
        <w:tab/>
      </w:r>
      <w:r w:rsidRPr="008F4AF7">
        <w:rPr>
          <w:rFonts w:hint="cs"/>
          <w:cs/>
          <w:lang w:bidi="hi-IN"/>
        </w:rPr>
        <w:t>सैयद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दहलान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वग़ैरह</w:t>
      </w:r>
    </w:p>
    <w:p w:rsidR="008F4AF7" w:rsidRPr="00E47180" w:rsidRDefault="008F4AF7" w:rsidP="00FD6765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फ़ुतूहातुल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306)</w:t>
      </w:r>
    </w:p>
    <w:p w:rsidR="001D08AD" w:rsidRDefault="001D08AD" w:rsidP="00FD6765">
      <w:pPr>
        <w:pStyle w:val="Heading1"/>
        <w:rPr>
          <w:cs/>
          <w:lang w:bidi="hi-IN"/>
        </w:rPr>
      </w:pPr>
    </w:p>
    <w:p w:rsidR="001D08AD" w:rsidRDefault="001D08AD" w:rsidP="00FD6765">
      <w:pPr>
        <w:pStyle w:val="Heading1"/>
        <w:rPr>
          <w:cs/>
          <w:lang w:bidi="hi-IN"/>
        </w:rPr>
      </w:pPr>
      <w:bookmarkStart w:id="57" w:name="_Toc457825281"/>
      <w:r w:rsidRPr="008F4AF7">
        <w:rPr>
          <w:rFonts w:hint="cs"/>
          <w:cs/>
          <w:lang w:bidi="hi-IN"/>
        </w:rPr>
        <w:t>मुवल्लेफ़ीने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bookmarkEnd w:id="57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क़दीम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t>1.</w:t>
      </w:r>
      <w:r w:rsidRPr="00E47180">
        <w:tab/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जरीरे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तबरी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तुरुक़े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जाफ़र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जरीरे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तबरी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साहिबे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तारीख़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तवज्जो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अल्फ़ाज़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ज़हबी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देखीं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तादाद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हैरान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दिया।अल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बिदायह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निहायह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183 </w:t>
      </w:r>
    </w:p>
    <w:p w:rsidR="008F4AF7" w:rsidRPr="00E47180" w:rsidRDefault="008F4AF7" w:rsidP="008F4AF7">
      <w:pPr>
        <w:pStyle w:val="libNormal"/>
      </w:pPr>
      <w:r w:rsidRPr="00E47180">
        <w:lastRenderedPageBreak/>
        <w:t>(</w:t>
      </w:r>
      <w:r w:rsidRPr="008F4AF7">
        <w:rPr>
          <w:rFonts w:hint="cs"/>
          <w:cs/>
          <w:lang w:bidi="hi-IN"/>
        </w:rPr>
        <w:t>तबक़ातुल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हुफ़्फ़ाज़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54)</w:t>
      </w:r>
    </w:p>
    <w:p w:rsidR="008F4AF7" w:rsidRPr="00E47180" w:rsidRDefault="008F4AF7" w:rsidP="008F4AF7">
      <w:pPr>
        <w:pStyle w:val="libNormal"/>
      </w:pPr>
      <w:r w:rsidRPr="00E47180">
        <w:t>2.</w:t>
      </w:r>
      <w:r w:rsidRPr="00E47180">
        <w:tab/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उक़दा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तुरुक़े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E47180">
        <w:t>150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उक़दा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तवज्जो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E47180">
        <w:t>70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तहज़ीबुत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तहज़ीब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337)</w:t>
      </w:r>
    </w:p>
    <w:p w:rsidR="008F4AF7" w:rsidRPr="00E47180" w:rsidRDefault="008F4AF7" w:rsidP="008F4AF7">
      <w:pPr>
        <w:pStyle w:val="libNormal"/>
      </w:pPr>
      <w:r w:rsidRPr="00E47180">
        <w:t>3.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जुआली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E47180">
        <w:t>125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4.</w:t>
      </w:r>
      <w:r w:rsidRPr="00E47180">
        <w:tab/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दारक़ुतनी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गंजी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क़ुतनी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145)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145)</w:t>
      </w:r>
    </w:p>
    <w:p w:rsidR="008F4AF7" w:rsidRPr="00E47180" w:rsidRDefault="008F4AF7" w:rsidP="008F4AF7">
      <w:pPr>
        <w:pStyle w:val="libNormal"/>
      </w:pPr>
      <w:r w:rsidRPr="00E47180">
        <w:t>5.</w:t>
      </w:r>
      <w:r w:rsidRPr="00E47180">
        <w:tab/>
      </w:r>
      <w:r w:rsidRPr="008F4AF7">
        <w:rPr>
          <w:rFonts w:hint="cs"/>
          <w:cs/>
          <w:lang w:bidi="hi-IN"/>
        </w:rPr>
        <w:t>शमसुद्दीन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ज़हबी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तुरुक़े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कुन्तो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दसियों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मुवस्सक़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चुनाँचे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कुन्तो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अच्छी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अच्छी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मुसतक़िल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तज़किरतुल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हुफ़्फ़ाज़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231)</w:t>
      </w:r>
    </w:p>
    <w:p w:rsidR="008F4AF7" w:rsidRPr="00E47180" w:rsidRDefault="008F4AF7" w:rsidP="008F4AF7">
      <w:pPr>
        <w:pStyle w:val="libNormal"/>
      </w:pPr>
      <w:r w:rsidRPr="00E47180">
        <w:t>6.</w:t>
      </w:r>
      <w:r w:rsidRPr="00E47180">
        <w:tab/>
      </w:r>
      <w:r w:rsidRPr="008F4AF7">
        <w:rPr>
          <w:rFonts w:hint="cs"/>
          <w:cs/>
          <w:lang w:bidi="hi-IN"/>
        </w:rPr>
        <w:t>जज़री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तवातुर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मुसतक़िल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रिसाला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असनल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मनाक़िबे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सैयदेना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E47180">
        <w:t>80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1)</w:t>
      </w:r>
    </w:p>
    <w:p w:rsidR="008F4AF7" w:rsidRPr="00E47180" w:rsidRDefault="008F4AF7" w:rsidP="008F4AF7">
      <w:pPr>
        <w:pStyle w:val="libNormal"/>
      </w:pPr>
      <w:r w:rsidRPr="00E47180">
        <w:t>7.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सजिसतानी़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दिरायह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नफ़हातुल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अज़हार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E47180">
        <w:t>8.</w:t>
      </w:r>
      <w:r w:rsidRPr="00E47180">
        <w:tab/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क़ासिम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उबैदुल्लाह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हसकानी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दुआतुल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हुदात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हक़्क़िल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मवालात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शवाहिदुत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तंज़ील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शवाहिदुत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तंज़ील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190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246)</w:t>
      </w:r>
    </w:p>
    <w:p w:rsidR="008F4AF7" w:rsidRPr="00E47180" w:rsidRDefault="008F4AF7" w:rsidP="008F4AF7">
      <w:pPr>
        <w:pStyle w:val="libNormal"/>
      </w:pPr>
      <w:r w:rsidRPr="00E47180">
        <w:t>9.</w:t>
      </w:r>
      <w:r w:rsidRPr="00E47180">
        <w:tab/>
      </w:r>
      <w:r w:rsidRPr="008F4AF7">
        <w:rPr>
          <w:rFonts w:hint="cs"/>
          <w:cs/>
          <w:lang w:bidi="hi-IN"/>
        </w:rPr>
        <w:t>इमामुल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हरमैन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जवीनी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कंदूज़ी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हनफ़ी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यनाबीउल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मवद्दत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मुसतक़िल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यनाबीउल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मवद्दत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36</w:t>
      </w:r>
    </w:p>
    <w:p w:rsidR="001D08AD" w:rsidRDefault="001D08AD" w:rsidP="00FD6765">
      <w:pPr>
        <w:pStyle w:val="Heading1"/>
        <w:rPr>
          <w:cs/>
          <w:lang w:bidi="hi-IN"/>
        </w:rPr>
      </w:pPr>
    </w:p>
    <w:p w:rsidR="001D08AD" w:rsidRDefault="001D08AD" w:rsidP="00FD6765">
      <w:pPr>
        <w:pStyle w:val="Heading1"/>
        <w:rPr>
          <w:cs/>
          <w:lang w:bidi="hi-IN"/>
        </w:rPr>
      </w:pPr>
      <w:bookmarkStart w:id="58" w:name="_Toc457825282"/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दलादत</w:t>
      </w:r>
      <w:bookmarkEnd w:id="58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मतलब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</w:p>
    <w:p w:rsidR="008F4AF7" w:rsidRPr="00E47180" w:rsidRDefault="008F4AF7" w:rsidP="008F4AF7">
      <w:pPr>
        <w:pStyle w:val="libNormal"/>
      </w:pPr>
      <w:r w:rsidRPr="00E47180">
        <w:t xml:space="preserve">1. </w:t>
      </w:r>
      <w:r w:rsidRPr="00E47180">
        <w:tab/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तबादुर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लुग़ते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तबादुर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निशानी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lastRenderedPageBreak/>
        <w:t xml:space="preserve">2. </w:t>
      </w:r>
      <w:r w:rsidRPr="00E47180">
        <w:tab/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इज़ाफ़े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तबादुर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तबादुर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इज़ाफ़ा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वली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ज़ौजा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मआनी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ज़ौजा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वली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तिफ़्ल</w:t>
      </w:r>
      <w:r w:rsidRPr="00E47180">
        <w:t xml:space="preserve">,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बच्चे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 xml:space="preserve">3. </w:t>
      </w:r>
      <w:r w:rsidRPr="00E47180">
        <w:tab/>
      </w:r>
      <w:r w:rsidRPr="008F4AF7">
        <w:rPr>
          <w:rFonts w:hint="cs"/>
          <w:cs/>
          <w:lang w:bidi="hi-IN"/>
        </w:rPr>
        <w:t>क़ुरआनी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इस्तेमाल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मुतालआ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औवलवियत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E47180">
        <w:rPr>
          <w:rFonts w:ascii="Times New Roman" w:hAnsi="Times New Roman" w:cs="Times New Roman" w:hint="cs"/>
          <w:rtl/>
        </w:rPr>
        <w:t>فَالْيَوْمَ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يُؤْخَذُ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فِدْيَةٌ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وَلَا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الَّذِينَ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كَفَرُوا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مَأْوَاكُمُ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النَّارُ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هِيَ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مَوْلَاكُمْ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وَبِئْسَ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الْمَصِيرُ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सूरये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15)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फ़िदया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कुफ़्फ़ार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ठिकाना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जहन्नम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साहिबे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इख़्तियार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बदतरीन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अंजाम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औवलवियत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 xml:space="preserve">4. </w:t>
      </w:r>
      <w:r w:rsidRPr="00E47180">
        <w:tab/>
      </w:r>
      <w:r w:rsidRPr="008F4AF7">
        <w:rPr>
          <w:rFonts w:hint="cs"/>
          <w:cs/>
          <w:lang w:bidi="hi-IN"/>
        </w:rPr>
        <w:t>फ़हमें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सहाबा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तारीख़े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मुतालआ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परस्ती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ज़िन्दगी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मक़सूद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मंज़ूर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समझते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समझना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हुज्जत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सहाबा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केराम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मुख़ालेफ़त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नस्लों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अशआर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E47180">
        <w:cr/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शख़्सियतों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अशआर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मुआविया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हस्सान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E47180">
        <w:t xml:space="preserve">, </w:t>
      </w:r>
      <w:r w:rsidRPr="008F4AF7">
        <w:rPr>
          <w:rFonts w:hint="cs"/>
          <w:cs/>
          <w:lang w:bidi="hi-IN"/>
        </w:rPr>
        <w:t>क़ैस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हिमयरी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कूफ़ी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देबले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ख़ुज़ाई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हम्मानी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कूफ़ी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अमीर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फ़रास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अलमुल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वग़ैरह।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ख़ुतब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ख़िदमत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तहनीयत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मुबारकबाद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>?</w:t>
      </w:r>
      <w:r w:rsidRPr="008F4AF7">
        <w:rPr>
          <w:rFonts w:hint="cs"/>
          <w:cs/>
          <w:lang w:bidi="hi-IN"/>
        </w:rPr>
        <w:t>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हारिस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नोमान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फ़हरी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बर्दाश्त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दरख़्वास्त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डाली</w:t>
      </w:r>
      <w:r w:rsidRPr="00E47180">
        <w:t xml:space="preserve">?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E47180">
        <w:t>?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कूफ़ा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ख़िदमत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: ....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क़बीले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ताअल्लुक़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 xml:space="preserve">?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 .........</w:t>
      </w:r>
      <w:r w:rsidRPr="008F4AF7">
        <w:rPr>
          <w:rFonts w:hint="cs"/>
          <w:cs/>
          <w:lang w:bidi="hi-IN"/>
        </w:rPr>
        <w:t>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इरशादुस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280)</w:t>
      </w:r>
    </w:p>
    <w:p w:rsidR="008F4AF7" w:rsidRPr="00E47180" w:rsidRDefault="008F4AF7" w:rsidP="008F4AF7">
      <w:pPr>
        <w:pStyle w:val="libNormal"/>
      </w:pPr>
      <w:r w:rsidRPr="00E47180">
        <w:t>5.</w:t>
      </w:r>
      <w:r w:rsidRPr="00E47180">
        <w:tab/>
      </w:r>
      <w:r w:rsidRPr="008F4AF7">
        <w:rPr>
          <w:rFonts w:hint="cs"/>
          <w:cs/>
          <w:lang w:bidi="hi-IN"/>
        </w:rPr>
        <w:t>इशतेराके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मअनवी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लुग़त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नमूने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फ़िरोज़ाबादी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मालिक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अब्द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आज़ाद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आज़ाद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शुदा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क़रीबी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वग़ैरह</w:t>
      </w:r>
      <w:r w:rsidRPr="00E47180">
        <w:t xml:space="preserve">, </w:t>
      </w:r>
      <w:r w:rsidRPr="008F4AF7">
        <w:rPr>
          <w:rFonts w:hint="cs"/>
          <w:cs/>
          <w:lang w:bidi="hi-IN"/>
        </w:rPr>
        <w:t>पड़ोसी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क़सम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फ़रज़ंद</w:t>
      </w:r>
      <w:r w:rsidRPr="00E47180">
        <w:t xml:space="preserve">, </w:t>
      </w:r>
      <w:r w:rsidRPr="008F4AF7">
        <w:rPr>
          <w:rFonts w:hint="cs"/>
          <w:cs/>
          <w:lang w:bidi="hi-IN"/>
        </w:rPr>
        <w:t>चचा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शरीक</w:t>
      </w:r>
      <w:r w:rsidRPr="00E47180">
        <w:t xml:space="preserve">, </w:t>
      </w:r>
      <w:r w:rsidRPr="008F4AF7">
        <w:rPr>
          <w:rFonts w:hint="cs"/>
          <w:cs/>
          <w:lang w:bidi="hi-IN"/>
        </w:rPr>
        <w:t>भाँजा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</w:t>
      </w:r>
      <w:r w:rsidRPr="00E47180">
        <w:t xml:space="preserve">, </w:t>
      </w:r>
      <w:r w:rsidRPr="008F4AF7">
        <w:rPr>
          <w:rFonts w:hint="cs"/>
          <w:cs/>
          <w:lang w:bidi="hi-IN"/>
        </w:rPr>
        <w:t>तरबीयत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यावर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नेमत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दोस्त</w:t>
      </w:r>
      <w:r w:rsidRPr="00E47180">
        <w:t xml:space="preserve">, </w:t>
      </w:r>
      <w:r w:rsidRPr="008F4AF7">
        <w:rPr>
          <w:rFonts w:hint="cs"/>
          <w:cs/>
          <w:lang w:bidi="hi-IN"/>
        </w:rPr>
        <w:t>पीर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दामाद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क़ामूसुल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मुहीत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410)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lastRenderedPageBreak/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औवलवियत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जगह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पस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मुशतरके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मअनवी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मुशतरके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मुनासिब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114, 115)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क़ारेईने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मोहतरम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वज़ाहत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थोड़ी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औवलवियत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इतलाक़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औवलवियत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1.</w:t>
      </w:r>
      <w:r w:rsidRPr="00E47180">
        <w:tab/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मालिक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मालिक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2.</w:t>
      </w:r>
      <w:r w:rsidRPr="00E47180">
        <w:tab/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3.</w:t>
      </w:r>
      <w:r w:rsidRPr="00E47180">
        <w:tab/>
      </w:r>
      <w:r w:rsidRPr="008F4AF7">
        <w:rPr>
          <w:rFonts w:hint="cs"/>
          <w:cs/>
          <w:lang w:bidi="hi-IN"/>
        </w:rPr>
        <w:t>आज़ाद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ग़ुलाम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4.</w:t>
      </w:r>
      <w:r w:rsidRPr="00E47180">
        <w:tab/>
      </w:r>
      <w:r w:rsidRPr="008F4AF7">
        <w:rPr>
          <w:rFonts w:hint="cs"/>
          <w:cs/>
          <w:lang w:bidi="hi-IN"/>
        </w:rPr>
        <w:t>आज़ाद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दूसरों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शुक्रिया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5.</w:t>
      </w:r>
      <w:r w:rsidRPr="00E47180">
        <w:tab/>
      </w:r>
      <w:r w:rsidRPr="008F4AF7">
        <w:rPr>
          <w:rFonts w:hint="cs"/>
          <w:cs/>
          <w:lang w:bidi="hi-IN"/>
        </w:rPr>
        <w:t>साथी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हुक़ूक़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मारेफ़त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lastRenderedPageBreak/>
        <w:t>6.</w:t>
      </w:r>
      <w:r w:rsidRPr="00E47180">
        <w:tab/>
      </w:r>
      <w:r w:rsidRPr="008F4AF7">
        <w:rPr>
          <w:rFonts w:hint="cs"/>
          <w:cs/>
          <w:lang w:bidi="hi-IN"/>
        </w:rPr>
        <w:t>नज़दीक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देफ़ाअ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7.</w:t>
      </w:r>
      <w:r w:rsidRPr="00E47180">
        <w:tab/>
      </w:r>
      <w:r w:rsidRPr="008F4AF7">
        <w:rPr>
          <w:rFonts w:hint="cs"/>
          <w:cs/>
          <w:lang w:bidi="hi-IN"/>
        </w:rPr>
        <w:t>पड़ोसी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पड़ोसियों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हुक़ूक़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रियाअत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8.</w:t>
      </w:r>
      <w:r w:rsidRPr="00E47180">
        <w:tab/>
      </w:r>
      <w:r w:rsidRPr="008F4AF7">
        <w:rPr>
          <w:rFonts w:hint="cs"/>
          <w:cs/>
          <w:lang w:bidi="hi-IN"/>
        </w:rPr>
        <w:t>क़सम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शरीक़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क़सम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देफ़ाअ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हिमायत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9.</w:t>
      </w:r>
      <w:r w:rsidRPr="00E47180">
        <w:tab/>
      </w:r>
      <w:r w:rsidRPr="008F4AF7">
        <w:rPr>
          <w:rFonts w:hint="cs"/>
          <w:cs/>
          <w:lang w:bidi="hi-IN"/>
        </w:rPr>
        <w:t>औलाद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10.</w:t>
      </w:r>
      <w:r w:rsidRPr="00E47180">
        <w:tab/>
      </w:r>
      <w:r w:rsidRPr="008F4AF7">
        <w:rPr>
          <w:rFonts w:hint="cs"/>
          <w:cs/>
          <w:lang w:bidi="hi-IN"/>
        </w:rPr>
        <w:t>चचा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भतीजे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देखभाल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वग़ैरह।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लुग़ते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..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इज़ाफ़ा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मौलाहु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चूँकि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इज़ाफ़ा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रदीफ़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6.</w:t>
      </w:r>
      <w:r w:rsidRPr="00E47180">
        <w:tab/>
      </w:r>
      <w:r w:rsidRPr="008F4AF7">
        <w:rPr>
          <w:rFonts w:hint="cs"/>
          <w:cs/>
          <w:lang w:bidi="hi-IN"/>
        </w:rPr>
        <w:t>सद्रे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क़रीना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...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 ....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E47180">
        <w:t xml:space="preserve">?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हाँ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........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तफ़रीई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फ़रमाते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ओहदा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</w:p>
    <w:p w:rsidR="008F4AF7" w:rsidRPr="00E47180" w:rsidRDefault="008F4AF7" w:rsidP="008F4AF7">
      <w:pPr>
        <w:pStyle w:val="libNormal"/>
      </w:pPr>
      <w:r w:rsidRPr="00E47180">
        <w:t xml:space="preserve">: </w:t>
      </w:r>
      <w:r w:rsidRPr="00E47180">
        <w:rPr>
          <w:rFonts w:ascii="Times New Roman" w:hAnsi="Times New Roman" w:cs="Times New Roman" w:hint="cs"/>
          <w:rtl/>
        </w:rPr>
        <w:t>النَّبِيُّ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أَوْلَى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بِالْمُؤْمِنِينَ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أَنفُسِهِمْ</w:t>
      </w:r>
      <w:r w:rsidRPr="00E47180"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अहादिस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सूरये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अहज़ाब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6)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बेशक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नफ़्स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क़सतानी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मज़कूरा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नफ़्स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भलाई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बरख़िलाफ़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नफ़्सों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बैज़ावी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नफ़्सों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हज़पत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दूसरों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करेगें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मसलहत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होगें।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इरशादुस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280)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अनवारूत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तंज़ील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बैज़ावी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अहज़ाब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ज़मख़्शरी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मुतलक़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महबूब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मुक़द्दम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यही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सुयूती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अलकाशिफ़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523)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मदारिकुत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तंज़ील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नसफ़ी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294, </w:t>
      </w:r>
      <w:r w:rsidRPr="008F4AF7">
        <w:rPr>
          <w:rFonts w:hint="cs"/>
          <w:cs/>
          <w:lang w:bidi="hi-IN"/>
        </w:rPr>
        <w:t>तफ़सीरे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जलालैन</w:t>
      </w:r>
      <w:r w:rsidRPr="00E47180">
        <w:t xml:space="preserve">, </w:t>
      </w:r>
      <w:r w:rsidRPr="008F4AF7">
        <w:rPr>
          <w:rFonts w:hint="cs"/>
          <w:cs/>
          <w:lang w:bidi="hi-IN"/>
        </w:rPr>
        <w:t>मज़कूरा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क़ाबिले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....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फ़िक़रा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हंबल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इब्नेम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माजा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निसाई</w:t>
      </w:r>
      <w:r w:rsidRPr="00E47180">
        <w:t xml:space="preserve">, </w:t>
      </w:r>
      <w:r w:rsidRPr="008F4AF7">
        <w:rPr>
          <w:rFonts w:hint="cs"/>
          <w:cs/>
          <w:lang w:bidi="hi-IN"/>
        </w:rPr>
        <w:t>शैबानी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ज़हबी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हाकिम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सअलबी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नईम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बैहक़ी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ख़तीबे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मग़ाज़ेली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ख़ारज़मी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बैज़ावी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असाकर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असीर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गंजी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E47180">
        <w:t xml:space="preserve">, </w:t>
      </w:r>
      <w:r w:rsidRPr="008F4AF7">
        <w:rPr>
          <w:rFonts w:hint="cs"/>
          <w:cs/>
          <w:lang w:bidi="hi-IN"/>
        </w:rPr>
        <w:t>तफ़ताज़ानी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क़ाज़ी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ऐजी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मुहिब्बुद्दीन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तबरी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कसीर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हमूई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ज़रन्दी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क़सतानी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जज़री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मक़रीज़ी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बान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सब्बाग़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हैसमी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समहूदी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सुयूती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हलबी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बदख़शी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वग़ैरह।</w:t>
      </w:r>
    </w:p>
    <w:p w:rsidR="008F4AF7" w:rsidRPr="00E47180" w:rsidRDefault="008F4AF7" w:rsidP="008F4AF7">
      <w:pPr>
        <w:pStyle w:val="libNormal"/>
      </w:pPr>
      <w:r w:rsidRPr="00E47180">
        <w:t>7.</w:t>
      </w:r>
      <w:r w:rsidRPr="00E47180">
        <w:tab/>
      </w:r>
      <w:r w:rsidRPr="008F4AF7">
        <w:rPr>
          <w:rFonts w:hint="cs"/>
          <w:cs/>
          <w:lang w:bidi="hi-IN"/>
        </w:rPr>
        <w:t>ज़ैले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..........(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मुसनदे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118, </w:t>
      </w:r>
      <w:r w:rsidRPr="008F4AF7">
        <w:rPr>
          <w:rFonts w:hint="cs"/>
          <w:cs/>
          <w:lang w:bidi="hi-IN"/>
        </w:rPr>
        <w:t>मुसतदरके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हाकिम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109)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अलबानी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आहंग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दोस्ती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रखता।</w:t>
      </w:r>
    </w:p>
    <w:p w:rsidR="008F4AF7" w:rsidRPr="00E47180" w:rsidRDefault="008F4AF7" w:rsidP="008F4AF7">
      <w:pPr>
        <w:pStyle w:val="libNormal"/>
      </w:pPr>
      <w:r w:rsidRPr="00E47180">
        <w:t>8.</w:t>
      </w:r>
      <w:r w:rsidRPr="00E47180">
        <w:tab/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गवाह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बनाना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हुज़ैफ़ा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वहदानियत</w:t>
      </w:r>
      <w:r w:rsidRPr="008F4AF7">
        <w:rPr>
          <w:cs/>
          <w:lang w:bidi="hi-IN"/>
        </w:rPr>
        <w:t xml:space="preserve"> ..............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नबूव्वत</w:t>
      </w:r>
      <w:r w:rsidRPr="008F4AF7">
        <w:rPr>
          <w:cs/>
          <w:lang w:bidi="hi-IN"/>
        </w:rPr>
        <w:t xml:space="preserve"> ..........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गवाही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 xml:space="preserve">?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ज़बान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रसूलल्लाह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गवाही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नफ़्सों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E47180">
        <w:t xml:space="preserve">,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उसदुल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136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5940, </w:t>
      </w:r>
      <w:r w:rsidRPr="008F4AF7">
        <w:rPr>
          <w:rFonts w:hint="cs"/>
          <w:cs/>
          <w:lang w:bidi="hi-IN"/>
        </w:rPr>
        <w:t>तारीख़े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दमिश्क़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226, </w:t>
      </w:r>
      <w:r w:rsidRPr="008F4AF7">
        <w:rPr>
          <w:rFonts w:hint="cs"/>
          <w:cs/>
          <w:lang w:bidi="hi-IN"/>
        </w:rPr>
        <w:t>सीरये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हलबी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374)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क़ारेईने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केराम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तौहीद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रिसालत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गवाही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रदीफ़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9.</w:t>
      </w:r>
      <w:r w:rsidRPr="00E47180">
        <w:tab/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मुकम्मल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सूरए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सहीहुसस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ख़ुतबे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rPr>
          <w:rFonts w:ascii="Times New Roman" w:hAnsi="Times New Roman" w:cs="Times New Roman" w:hint="cs"/>
          <w:rtl/>
        </w:rPr>
        <w:t>الْيَوْمَ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يَئِسَ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الَّذِينَ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كَفَرُوا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دِينِكُمْ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فَلَا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تَخْشَوْهُمْ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وَاخْشَوْنِ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ۚ</w:t>
      </w:r>
      <w:r w:rsidRPr="00E47180">
        <w:rPr>
          <w:rFonts w:hint="cs"/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الْيَوْمَ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أَكْمَلْتُ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دِينَكُمْ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وَأَتْمَمْتُ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عَلَيْكُمْ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نِعْمَتِي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وَرَضِيتُ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لَكُمُ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الْإِسْلَامَ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دِينًا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ۚ</w:t>
      </w:r>
      <w:r w:rsidRPr="00E47180">
        <w:rPr>
          <w:rFonts w:hint="cs"/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فَمَنِ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اضْطُرَّ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مَخْمَصَةٍ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غَيْرَ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مُتَجَانِفٍ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لِّإِثْمٍ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ۙ</w:t>
      </w:r>
      <w:r w:rsidRPr="00E47180">
        <w:rPr>
          <w:rFonts w:hint="cs"/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فَإِنَّ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غَفُورٌ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رَّحِيمٌ</w:t>
      </w:r>
      <w:r w:rsidRPr="00E47180">
        <w:t xml:space="preserve"> (</w:t>
      </w:r>
      <w:r w:rsidRPr="008F4AF7">
        <w:rPr>
          <w:rFonts w:hint="cs"/>
          <w:cs/>
          <w:lang w:bidi="hi-IN"/>
        </w:rPr>
        <w:t>सूरए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3)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आज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पूरी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पसंद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निकलता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ख़ुदावंदें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नेमतें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आहंन्ग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...........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बिदाया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निहायह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214, </w:t>
      </w:r>
      <w:r w:rsidRPr="008F4AF7">
        <w:rPr>
          <w:rFonts w:hint="cs"/>
          <w:cs/>
          <w:lang w:bidi="hi-IN"/>
        </w:rPr>
        <w:t>शवाहिदुत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तंज़ील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157)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अल्लाहो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अकबर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नेमतें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रिसालत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 xml:space="preserve"> 10.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ख़बर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ख़ुतब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हिस्से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ऐलान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: </w:t>
      </w:r>
      <w:r w:rsidRPr="00E47180">
        <w:t xml:space="preserve">……. </w:t>
      </w:r>
      <w:r w:rsidRPr="008F4AF7">
        <w:rPr>
          <w:rFonts w:hint="cs"/>
          <w:cs/>
          <w:lang w:bidi="hi-IN"/>
        </w:rPr>
        <w:t>गोया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............. </w:t>
      </w:r>
      <w:r w:rsidRPr="008F4AF7">
        <w:rPr>
          <w:rFonts w:hint="cs"/>
          <w:cs/>
          <w:lang w:bidi="hi-IN"/>
        </w:rPr>
        <w:t>नज़दीक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लूँ।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अल्फ़ाज़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मुक़द्दमें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रेहलत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E47180">
        <w:t xml:space="preserve">, </w:t>
      </w:r>
      <w:r w:rsidRPr="008F4AF7">
        <w:rPr>
          <w:rFonts w:hint="cs"/>
          <w:cs/>
          <w:lang w:bidi="hi-IN"/>
        </w:rPr>
        <w:t>ख़िलाफ़त</w:t>
      </w:r>
      <w:r w:rsidRPr="00E47180">
        <w:t xml:space="preserve">,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आहंग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11.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ख़िदमत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मुबारकबाद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ख़ुतबे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तहनीयत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करो।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शरफ़ुल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नैशा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पुरी</w:t>
      </w:r>
      <w:r w:rsidRPr="008F4AF7">
        <w:rPr>
          <w:cs/>
          <w:lang w:bidi="hi-IN"/>
        </w:rPr>
        <w:t xml:space="preserve"> (</w:t>
      </w:r>
      <w:r w:rsidRPr="00E47180">
        <w:t xml:space="preserve">407)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आज़िब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ख़िदरी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>.....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नबूव्वत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बढ़े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ख़िदमत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की।</w:t>
      </w:r>
    </w:p>
    <w:p w:rsidR="008F4AF7" w:rsidRPr="00E47180" w:rsidRDefault="008F4AF7" w:rsidP="008F4AF7">
      <w:pPr>
        <w:pStyle w:val="libNormal"/>
      </w:pPr>
      <w:r w:rsidRPr="00E47180">
        <w:t>12.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ख़ौफ़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अल्लामा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सुयूती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बेशक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मबऊस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बरिसालत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संगीन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करूँगा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झुटलायेगें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डराया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ज़रूर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पहुचायें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वर्ना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चुनाँचे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: </w:t>
      </w:r>
      <w:r w:rsidRPr="00E47180">
        <w:rPr>
          <w:rFonts w:ascii="Times New Roman" w:hAnsi="Times New Roman" w:cs="Times New Roman" w:hint="cs"/>
          <w:rtl/>
        </w:rPr>
        <w:t>واللہ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یعصمک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الناس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दुर्रे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298)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क़ारेईने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केराम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ख़ौफ़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ख़ौफ़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?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ख़ौफ़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मददगार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? </w:t>
      </w:r>
      <w:r w:rsidRPr="008F4AF7">
        <w:rPr>
          <w:rFonts w:hint="cs"/>
          <w:cs/>
          <w:lang w:bidi="hi-IN"/>
        </w:rPr>
        <w:t>हरगिज़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ख़ौफ़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कु़रैश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ख़ुसूमत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अजदाद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क़त्ल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 xml:space="preserve"> </w:t>
      </w:r>
      <w:r w:rsidRPr="00E47180">
        <w:rPr>
          <w:rFonts w:ascii="Times New Roman" w:hAnsi="Times New Roman" w:cs="Times New Roman" w:hint="cs"/>
          <w:rtl/>
        </w:rPr>
        <w:t>النَّبِيُّ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أَوْلَى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بِالْمُؤْمِنِينَ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أَنفُسِهِمْ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چ</w:t>
      </w:r>
      <w:r w:rsidRPr="00E47180">
        <w:rPr>
          <w:rtl/>
        </w:rPr>
        <w:t xml:space="preserve"> 13</w:t>
      </w:r>
      <w:r w:rsidRPr="00E47180">
        <w:t>.</w:t>
      </w:r>
      <w:r w:rsidRPr="008F4AF7">
        <w:rPr>
          <w:rFonts w:hint="cs"/>
          <w:cs/>
          <w:lang w:bidi="hi-IN"/>
        </w:rPr>
        <w:t>हारिस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नोमान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इंकार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हारिस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नोमान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फ़हरी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ख़िदमत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E47180">
        <w:t xml:space="preserve">, </w:t>
      </w:r>
      <w:r w:rsidRPr="008F4AF7">
        <w:rPr>
          <w:rFonts w:hint="cs"/>
          <w:cs/>
          <w:lang w:bidi="hi-IN"/>
        </w:rPr>
        <w:t>तुमने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वहदानियत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रिसालत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गवाही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तुमने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पाँच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तुमने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ज़कात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चचाज़ाद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पकड़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फ़ज़ीलत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.............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?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क़सम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माबूद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हारिस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नोमान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मुँह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पड़ा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पालने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आसमान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पत्थर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भेज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दर्दनाक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मुब्तला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चुनाँचे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आसमान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पत्थर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पुश्त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निकल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जहन्नम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E47180">
        <w:rPr>
          <w:rFonts w:ascii="Times New Roman" w:hAnsi="Times New Roman" w:cs="Times New Roman" w:hint="cs"/>
          <w:rtl/>
        </w:rPr>
        <w:t>سَأَلَ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سَائِلٌ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بِعَذَابٍ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وَاقِعٍ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﴿﴾</w:t>
      </w:r>
      <w:r w:rsidRPr="00E47180">
        <w:rPr>
          <w:rFonts w:hint="cs"/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لِّلْكَافِرِينَ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لَيْسَ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دَافِعٌ</w:t>
      </w:r>
      <w:r w:rsidRPr="00E47180">
        <w:t>) (</w:t>
      </w:r>
      <w:r w:rsidRPr="008F4AF7">
        <w:rPr>
          <w:rFonts w:hint="cs"/>
          <w:cs/>
          <w:lang w:bidi="hi-IN"/>
        </w:rPr>
        <w:t>सूरए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मआरिज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1,2)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माँगने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सअलबी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मज़कूरा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नुसरत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हारिस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माँगने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ज़रूरत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E47180">
        <w:t xml:space="preserve">?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मुमकिन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E47180">
        <w:lastRenderedPageBreak/>
        <w:t>14.</w:t>
      </w:r>
      <w:r w:rsidRPr="008F4AF7">
        <w:rPr>
          <w:rFonts w:hint="cs"/>
          <w:cs/>
          <w:lang w:bidi="hi-IN"/>
        </w:rPr>
        <w:t>मंसूब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इस्तेमाल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नस्ब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शहाबुद्दीन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हमदानी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उनवान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नस्ब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  <w:r w:rsidRPr="00E47180">
        <w:t>………….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मवद्दतुस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क़ुरबा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मवद्दते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पंजुम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हमविनी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करें।जबकि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नस्ब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मुताबेक़त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फ़रायदुस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समतैन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पेद</w:t>
      </w:r>
      <w:r w:rsidRPr="008F4AF7">
        <w:rPr>
          <w:cs/>
          <w:lang w:bidi="hi-IN"/>
        </w:rPr>
        <w:t xml:space="preserve"> </w:t>
      </w:r>
      <w:r w:rsidRPr="00E47180">
        <w:t>312)</w:t>
      </w:r>
    </w:p>
    <w:p w:rsidR="008F4AF7" w:rsidRPr="00E47180" w:rsidRDefault="008F4AF7" w:rsidP="008F4AF7">
      <w:pPr>
        <w:pStyle w:val="libNormal"/>
      </w:pPr>
      <w:r w:rsidRPr="00E47180">
        <w:t xml:space="preserve">15. </w:t>
      </w:r>
      <w:r w:rsidRPr="008F4AF7">
        <w:rPr>
          <w:rFonts w:hint="cs"/>
          <w:cs/>
          <w:lang w:bidi="hi-IN"/>
        </w:rPr>
        <w:t>ताजे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शराफ़त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मारूफ़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अम्मामा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क़ैयिम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अम्मामा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रखा।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ज़ादुल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मआद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121)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मुस्लिम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अम्मामे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फ़तहे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मुहिबुद्दीन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अब्दुल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बहरानी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अम्मामा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मुस्लिम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451, </w:t>
      </w:r>
      <w:r w:rsidRPr="008F4AF7">
        <w:rPr>
          <w:rFonts w:hint="cs"/>
          <w:cs/>
          <w:lang w:bidi="hi-IN"/>
        </w:rPr>
        <w:t>सोनने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दाऊद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54)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रेयाज़ुन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289, </w:t>
      </w:r>
      <w:r w:rsidRPr="008F4AF7">
        <w:rPr>
          <w:rFonts w:hint="cs"/>
          <w:cs/>
          <w:lang w:bidi="hi-IN"/>
        </w:rPr>
        <w:t>उसदुल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114)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पोशी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दाऊदे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तयालसी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शैबा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बैहक़ी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युसुफ़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ज़रन्दी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मारूफ़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सब्बाग़े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मालिकी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जलालुद्दीने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सुयूती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वग़ैरह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16.</w:t>
      </w:r>
      <w:r w:rsidRPr="008F4AF7">
        <w:rPr>
          <w:rFonts w:hint="cs"/>
          <w:cs/>
          <w:lang w:bidi="hi-IN"/>
        </w:rPr>
        <w:t>औलवियत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सिब्ते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जौज़ी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औलवियत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रदद्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पस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दसवे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नफ़्स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E47180">
        <w:t xml:space="preserve">, </w:t>
      </w:r>
      <w:r w:rsidRPr="008F4AF7">
        <w:rPr>
          <w:rFonts w:hint="cs"/>
          <w:cs/>
          <w:lang w:bidi="hi-IN"/>
        </w:rPr>
        <w:t>पस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सक़फ़ी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इस्फ़हानी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मरजुल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बहरैन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वज़ाहत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असातिद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तज़किरतुल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ख़वास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32)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नफ़्स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हज़रात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मुतअद्दिद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अगरचे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तौजीह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तावील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E47180">
        <w:lastRenderedPageBreak/>
        <w:t>1.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ग़ज़ाली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तसलीनॉम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रज़ा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तहकीम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रियासत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तलबी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ग़लबा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>..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बुज़ुर्गों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वापस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पलट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मुँह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क़ीमत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डाला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वाक़ेयन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मुआमला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मतलब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सिब्ते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जौज़ी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ग़ज़ाली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सिर्रुल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39, 40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आफ़ाक़िल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अरबिया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मिस्र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तज़किरतुल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ख़वास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62)</w:t>
      </w:r>
    </w:p>
    <w:p w:rsidR="008F4AF7" w:rsidRPr="00E47180" w:rsidRDefault="008F4AF7" w:rsidP="008F4AF7">
      <w:pPr>
        <w:pStyle w:val="libNormal"/>
      </w:pPr>
      <w:r w:rsidRPr="00E47180">
        <w:t>2.</w:t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मजदूद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आदम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मारूफ़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निसाई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शेयर</w:t>
      </w:r>
      <w:r w:rsidRPr="008F4AF7">
        <w:rPr>
          <w:cs/>
          <w:lang w:bidi="hi-IN"/>
        </w:rPr>
        <w:t xml:space="preserve"> ...........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हाकिम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हदीक़तुल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हकीम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नेसाई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E47180">
        <w:t>3.</w:t>
      </w:r>
      <w:r w:rsidRPr="008F4AF7">
        <w:rPr>
          <w:rFonts w:hint="cs"/>
          <w:cs/>
          <w:lang w:bidi="hi-IN"/>
        </w:rPr>
        <w:t>फ़रीदुद्दीन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अत्तार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नैशा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पुरी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8F4AF7" w:rsidRPr="00E47180" w:rsidRDefault="008F4AF7" w:rsidP="00FD6765">
      <w:pPr>
        <w:pStyle w:val="libNormal"/>
      </w:pPr>
      <w:r w:rsidRPr="008F4AF7">
        <w:rPr>
          <w:rFonts w:hint="cs"/>
          <w:cs/>
          <w:lang w:bidi="hi-IN"/>
        </w:rPr>
        <w:t>शेर</w:t>
      </w:r>
      <w:r w:rsidRPr="008F4AF7">
        <w:rPr>
          <w:cs/>
          <w:lang w:bidi="hi-IN"/>
        </w:rPr>
        <w:t xml:space="preserve"> ............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मसनवी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तर्जुमा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अशआर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रिसालत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रहूँगा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असरारे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दूँगा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जिबरईले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असरारे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क़ह्हार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क़य्यूम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आलिमुल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ग़ैब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मुर्तज़ा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हाकिम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4.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तलहा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मालूम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आयए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मुबाहेला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rPr>
          <w:rFonts w:ascii="Times New Roman" w:hAnsi="Times New Roman" w:cs="Times New Roman" w:hint="cs"/>
          <w:rtl/>
        </w:rPr>
        <w:t>فَمَنْ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حَاجَّكَ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فِيهِ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بَعْدِ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جَاءَكَ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الْعِلْمِ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فَقُلْ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تَعَالَوْا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نَدْعُ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أَبْنَاءَنَا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وَأَبْنَاءَكُمْ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وَنِسَاءَنَا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وَنِسَاءَكُمْ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وَأَنفُسَنَا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وَأَنفُسَكُمْ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ثُمَّ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نَبْتَهِلْ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فَنَجْعَل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لَّعْنَتَ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عَلَى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الْكَاذِبِينَ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सूरए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इमरान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61)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अनफ़ुसना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lastRenderedPageBreak/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नासिर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मर्तबा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औलियाए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खु़दा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ख़ुशी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अच्छा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मैदान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आओ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बेटों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बुलायें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बेटों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बुलायें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बुलायें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बारगाह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गिड़गिड़ायें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झूठो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मतालबुस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सुउल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44, 45)</w:t>
      </w:r>
    </w:p>
    <w:p w:rsidR="008F4AF7" w:rsidRPr="00E47180" w:rsidRDefault="008F4AF7" w:rsidP="008F4AF7">
      <w:pPr>
        <w:pStyle w:val="libNormal"/>
      </w:pPr>
      <w:r w:rsidRPr="00E47180">
        <w:t>5.</w:t>
      </w:r>
      <w:r w:rsidRPr="008F4AF7">
        <w:rPr>
          <w:rFonts w:hint="cs"/>
          <w:cs/>
          <w:lang w:bidi="hi-IN"/>
        </w:rPr>
        <w:t>सिबते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जौज़ी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जिसका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E47180">
        <w:t xml:space="preserve">, </w:t>
      </w:r>
      <w:r w:rsidRPr="008F4AF7">
        <w:rPr>
          <w:rFonts w:hint="cs"/>
          <w:cs/>
          <w:lang w:bidi="hi-IN"/>
        </w:rPr>
        <w:t>पस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बित्तसर्रुफ़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E47180">
        <w:t>6.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युसुफ़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गंजी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बित्तसर्रुफ़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तज़किरतुल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ख़वास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E47180">
        <w:t>34)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किफ़ायतुत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166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E47180">
        <w:t>167)</w:t>
      </w:r>
    </w:p>
    <w:p w:rsidR="008F4AF7" w:rsidRPr="00E47180" w:rsidRDefault="008F4AF7" w:rsidP="008F4AF7">
      <w:pPr>
        <w:pStyle w:val="libNormal"/>
      </w:pPr>
      <w:r w:rsidRPr="00E47180">
        <w:t>7.</w:t>
      </w:r>
      <w:r w:rsidRPr="008F4AF7">
        <w:rPr>
          <w:rFonts w:hint="cs"/>
          <w:cs/>
          <w:lang w:bidi="hi-IN"/>
        </w:rPr>
        <w:t>सईदुद्दीन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फ़रग़ानी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फ़ारिज़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शेयर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तशरीह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चुनाँचे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फ़ारिज़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शेयर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E47180" w:rsidRDefault="00FD6765" w:rsidP="008F4AF7">
      <w:pPr>
        <w:pStyle w:val="libNormal"/>
      </w:pPr>
      <w:r>
        <w:rPr>
          <w:rFonts w:hint="cs"/>
          <w:cs/>
          <w:lang w:bidi="hi-IN"/>
        </w:rPr>
        <w:t>शे</w:t>
      </w:r>
      <w:r w:rsidR="008F4AF7" w:rsidRPr="008F4AF7">
        <w:rPr>
          <w:rFonts w:hint="cs"/>
          <w:cs/>
          <w:lang w:bidi="hi-IN"/>
        </w:rPr>
        <w:t>र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फरग़ानी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शेयर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मतलब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मुश्किल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मुश्किल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पेचीदा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वाज़ेह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क़ायम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 .......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फ़ारिज़</w:t>
      </w:r>
      <w:r w:rsidRPr="00E47180">
        <w:t xml:space="preserve">, </w:t>
      </w:r>
      <w:r w:rsidRPr="008F4AF7">
        <w:rPr>
          <w:rFonts w:hint="cs"/>
          <w:cs/>
          <w:lang w:bidi="hi-IN"/>
        </w:rPr>
        <w:t>फ़रग़ानी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E47180">
        <w:t>8.</w:t>
      </w:r>
      <w:r w:rsidRPr="008F4AF7">
        <w:rPr>
          <w:rFonts w:hint="cs"/>
          <w:cs/>
          <w:lang w:bidi="hi-IN"/>
        </w:rPr>
        <w:t>तक़ीउद्दीन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मक़रेज़ी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ज़ूलाक़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E47180">
        <w:t>18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हिज्जा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सन्</w:t>
      </w:r>
      <w:r w:rsidRPr="008F4AF7">
        <w:rPr>
          <w:cs/>
          <w:lang w:bidi="hi-IN"/>
        </w:rPr>
        <w:t xml:space="preserve"> </w:t>
      </w:r>
      <w:r w:rsidRPr="00E47180">
        <w:t>363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मिस्र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मग़रिब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पढ़ने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मशग़ूल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बनाया।</w:t>
      </w:r>
    </w:p>
    <w:p w:rsidR="008F4AF7" w:rsidRPr="00E47180" w:rsidRDefault="008F4AF7" w:rsidP="008F4AF7">
      <w:pPr>
        <w:pStyle w:val="libNormal"/>
      </w:pPr>
      <w:r w:rsidRPr="00E47180">
        <w:t>9.</w:t>
      </w:r>
      <w:r w:rsidRPr="008F4AF7">
        <w:rPr>
          <w:rFonts w:hint="cs"/>
          <w:cs/>
          <w:lang w:bidi="hi-IN"/>
        </w:rPr>
        <w:t>सअदुद्दीन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तफ़ताज़ानी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 (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आज़ाद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आज़ाद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क़सम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पड़ोसी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चचाज़ाद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भाई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यावर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(....) 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जहन्नम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सज़ावार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उबैदा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 ...................(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इजाज़त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निकाह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अशआर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कलामे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मुतवल्ली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मालिक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मशहूर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लुग़त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मक़सूद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क़ायम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तफ़ज़ील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सिग़ा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जरूरी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सद्रे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मुताबेक़त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नासिर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खाता</w:t>
      </w:r>
      <w:r w:rsidRPr="00E47180">
        <w:t xml:space="preserve">, </w:t>
      </w:r>
      <w:r w:rsidRPr="008F4AF7">
        <w:rPr>
          <w:rFonts w:hint="cs"/>
          <w:cs/>
          <w:lang w:bidi="hi-IN"/>
        </w:rPr>
        <w:lastRenderedPageBreak/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गर्मी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माहौल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तपती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पहुचायें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मतलब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वाज़ेह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सरपरस्ती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तदबीर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दख़्ल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अँदाज़ी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मंज़िलत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मवायज़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ऐतेबार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बेज़िक्रिल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ख़ुतत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आसार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220)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मक़ासिद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290)</w:t>
      </w:r>
    </w:p>
    <w:p w:rsidR="001D08AD" w:rsidRDefault="001D08AD" w:rsidP="00FD6765">
      <w:pPr>
        <w:pStyle w:val="Heading1"/>
        <w:rPr>
          <w:cs/>
          <w:lang w:bidi="hi-IN"/>
        </w:rPr>
      </w:pPr>
    </w:p>
    <w:p w:rsidR="001D08AD" w:rsidRDefault="001D08AD" w:rsidP="00FD6765">
      <w:pPr>
        <w:pStyle w:val="Heading1"/>
        <w:rPr>
          <w:cs/>
          <w:lang w:bidi="hi-IN"/>
        </w:rPr>
      </w:pPr>
      <w:bookmarkStart w:id="59" w:name="_Toc457825283"/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छिपाने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bookmarkEnd w:id="59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गवाही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गिरोह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गवाही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वुजूहात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गवाही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सख़्त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बीमारों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मुब्तला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दर्ज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t>1.</w:t>
      </w:r>
      <w:r w:rsidRPr="00E47180">
        <w:tab/>
      </w:r>
      <w:r w:rsidRPr="008F4AF7">
        <w:rPr>
          <w:rFonts w:hint="cs"/>
          <w:cs/>
          <w:lang w:bidi="hi-IN"/>
        </w:rPr>
        <w:t>अनस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मालिक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छुपाया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सफ़ेद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कोढ़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मुब्तला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गये।</w:t>
      </w:r>
      <w:r w:rsidRPr="008F4AF7">
        <w:rPr>
          <w:cs/>
          <w:lang w:bidi="hi-IN"/>
        </w:rPr>
        <w:t>(</w:t>
      </w:r>
    </w:p>
    <w:p w:rsidR="008F4AF7" w:rsidRPr="00E47180" w:rsidRDefault="008F4AF7" w:rsidP="008F4AF7">
      <w:pPr>
        <w:pStyle w:val="libNormal"/>
      </w:pPr>
      <w:r w:rsidRPr="00E47180">
        <w:t>2.</w:t>
      </w:r>
      <w:r w:rsidRPr="00E47180">
        <w:tab/>
      </w:r>
      <w:r w:rsidRPr="008F4AF7">
        <w:rPr>
          <w:rFonts w:hint="cs"/>
          <w:cs/>
          <w:lang w:bidi="hi-IN"/>
        </w:rPr>
        <w:t>बरा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आज़िब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छिपाने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अंधे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गये।</w:t>
      </w:r>
    </w:p>
    <w:p w:rsidR="008F4AF7" w:rsidRPr="00E47180" w:rsidRDefault="008F4AF7" w:rsidP="008F4AF7">
      <w:pPr>
        <w:pStyle w:val="libNormal"/>
      </w:pPr>
      <w:r w:rsidRPr="00E47180">
        <w:t>3.</w:t>
      </w:r>
      <w:r w:rsidRPr="00E47180">
        <w:tab/>
      </w:r>
      <w:r w:rsidRPr="008F4AF7">
        <w:rPr>
          <w:rFonts w:hint="cs"/>
          <w:cs/>
          <w:lang w:bidi="hi-IN"/>
        </w:rPr>
        <w:t>ज़ैद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अरक़म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छिपाने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नाबीना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गये।</w:t>
      </w:r>
      <w:r w:rsidRPr="008F4AF7">
        <w:rPr>
          <w:cs/>
          <w:lang w:bidi="hi-IN"/>
        </w:rPr>
        <w:t>(</w:t>
      </w:r>
    </w:p>
    <w:p w:rsidR="008F4AF7" w:rsidRPr="00E47180" w:rsidRDefault="008F4AF7" w:rsidP="008F4AF7">
      <w:pPr>
        <w:pStyle w:val="libNormal"/>
      </w:pPr>
      <w:r w:rsidRPr="00E47180">
        <w:t>4.</w:t>
      </w:r>
      <w:r w:rsidRPr="00E47180">
        <w:tab/>
      </w:r>
      <w:r w:rsidRPr="008F4AF7">
        <w:rPr>
          <w:rFonts w:hint="cs"/>
          <w:cs/>
          <w:lang w:bidi="hi-IN"/>
        </w:rPr>
        <w:t>जरीर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बजली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छुपाने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जाहिलीयत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पलट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मआरिफ़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क़तीबा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194, 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362)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अहक़ाक़ुल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560, </w:t>
      </w:r>
      <w:r w:rsidRPr="008F4AF7">
        <w:rPr>
          <w:rFonts w:hint="cs"/>
          <w:cs/>
          <w:lang w:bidi="hi-IN"/>
        </w:rPr>
        <w:t>अरजहुल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580)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362, </w:t>
      </w:r>
      <w:r w:rsidRPr="008F4AF7">
        <w:rPr>
          <w:rFonts w:hint="cs"/>
          <w:cs/>
          <w:lang w:bidi="hi-IN"/>
        </w:rPr>
        <w:t>सीरय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हलबिया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337)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अशराफ़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156)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फ़ज़ीलत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ख़तीब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हुरैरा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E47180">
        <w:t>18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हिज़हिज्जा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E47180">
        <w:t>60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महीनों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मिलेगा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सरपरस्त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E47180">
        <w:t xml:space="preserve">? </w:t>
      </w:r>
      <w:r w:rsidRPr="008F4AF7">
        <w:rPr>
          <w:rFonts w:hint="cs"/>
          <w:cs/>
          <w:lang w:bidi="hi-IN"/>
        </w:rPr>
        <w:t>सबने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रसूल्लाह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जिसका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मुबारक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बेटे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फ़रमाई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rPr>
          <w:rFonts w:ascii="Times New Roman" w:hAnsi="Times New Roman" w:cs="Times New Roman" w:hint="cs"/>
          <w:rtl/>
        </w:rPr>
        <w:t>الْيَوْمَ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أَكْمَلْتُ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دِينَكُمْ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وَأَتْمَمْتُ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عَلَيْكُمْ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نِعْمَتِي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وَرَضِيتُ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لَكُمُ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الْإِسْلَامَ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دِينًا</w:t>
      </w:r>
      <w:r w:rsidRPr="00E47180"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तारीख़े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290, </w:t>
      </w:r>
      <w:r w:rsidRPr="008F4AF7">
        <w:rPr>
          <w:rFonts w:hint="cs"/>
          <w:cs/>
          <w:lang w:bidi="hi-IN"/>
        </w:rPr>
        <w:t>मनाक़िबे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मग़ाज़ेली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18,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24, </w:t>
      </w:r>
      <w:r w:rsidRPr="008F4AF7">
        <w:rPr>
          <w:rFonts w:hint="cs"/>
          <w:cs/>
          <w:lang w:bidi="hi-IN"/>
        </w:rPr>
        <w:t>तज़किरतुल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ख़वास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30, </w:t>
      </w:r>
      <w:r w:rsidRPr="008F4AF7">
        <w:rPr>
          <w:rFonts w:hint="cs"/>
          <w:cs/>
          <w:lang w:bidi="hi-IN"/>
        </w:rPr>
        <w:t>फ़रायदुस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समतैन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77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44)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खतीबे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बशरान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दारक़ुतनी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हबीशून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ख़ल्लाल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रमली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रबीआ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शौज़ब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वर्राक़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शहरर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हौशब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हुरैरा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हुरैरा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रावियों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विसाक़त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अदालत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हौशब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अशअरी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नईम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इसफ़हानी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बुख़ारी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शैबा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वनसवी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तौसीक़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असाकर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हंबल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तौसीक़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हिलयतुल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औवलिया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67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E47180">
        <w:t>69)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मीज़ानुल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ऐतेदाल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283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3756)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तारीख़े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मदीना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दमिश्क़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137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E47180">
        <w:t>148)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मतर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वर्राक़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ख़ुरासानी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नईम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औवलिया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  <w:t>(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हब्बान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सेक़ात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बोलने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  <w:r w:rsidRPr="008F4AF7">
        <w:rPr>
          <w:cs/>
          <w:lang w:bidi="hi-IN"/>
        </w:rPr>
        <w:t>(</w:t>
      </w:r>
      <w:r w:rsidRPr="008F4AF7">
        <w:rPr>
          <w:rFonts w:hint="cs"/>
          <w:cs/>
          <w:lang w:bidi="hi-IN"/>
        </w:rPr>
        <w:t>बुख़ारी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मुस्लिम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सेहाह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अब्दुर्रहमान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शौज़ब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हाफ़िज़े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औवलिया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>(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ख़ज़रजी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  <w:r w:rsidRPr="008F4AF7">
        <w:rPr>
          <w:cs/>
          <w:lang w:bidi="hi-IN"/>
        </w:rPr>
        <w:t>(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हिलयतुल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औवलिया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75)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435)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हिलयतुल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औवलिया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125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E47180">
        <w:t>135)</w:t>
      </w:r>
    </w:p>
    <w:p w:rsidR="008F4AF7" w:rsidRPr="00E47180" w:rsidRDefault="008F4AF7" w:rsidP="008F4AF7">
      <w:pPr>
        <w:pStyle w:val="libNormal"/>
      </w:pPr>
      <w:r w:rsidRPr="00E47180">
        <w:lastRenderedPageBreak/>
        <w:t>(</w:t>
      </w:r>
      <w:r w:rsidRPr="008F4AF7">
        <w:rPr>
          <w:rFonts w:hint="cs"/>
          <w:cs/>
          <w:lang w:bidi="hi-IN"/>
        </w:rPr>
        <w:t>ख़ुलासतुल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ख़ज़रजी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66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3566)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सुफ़याने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सौरी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असातीज़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हलफ़ून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तौसीक़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नमीर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अजली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अम्मार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ज़मरा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रबीआ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करशी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अब्दिल्लाह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दमिश्क़ी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असाकरने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हंबल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अमीन</w:t>
      </w:r>
      <w:r w:rsidRPr="00E47180">
        <w:t xml:space="preserve">, </w:t>
      </w:r>
      <w:r w:rsidRPr="008F4AF7">
        <w:rPr>
          <w:rFonts w:hint="cs"/>
          <w:cs/>
          <w:lang w:bidi="hi-IN"/>
        </w:rPr>
        <w:t>नेकमर्द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मलीहुल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  <w:r w:rsidRPr="008F4AF7">
        <w:rPr>
          <w:cs/>
          <w:lang w:bidi="hi-IN"/>
        </w:rPr>
        <w:t>(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अफ़ज़ल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तहज़ीबुत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तहज़ीब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225)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तारीख़े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दमिश्क़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475)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तबक़ातुल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कुबरा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471)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रमली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ज़हबी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तौसीक़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गुफ़गुतू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सुनी</w:t>
      </w:r>
      <w:r w:rsidRPr="00E47180">
        <w:t>, (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लेसानुल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मीज़ान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तौसीक़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नस्रे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हबशून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मूसा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अय्यूब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ख़ल्लाल</w:t>
      </w:r>
      <w:r w:rsidRPr="00E47180">
        <w:t xml:space="preserve">, </w:t>
      </w:r>
      <w:r w:rsidRPr="008F4AF7">
        <w:rPr>
          <w:rFonts w:hint="cs"/>
          <w:cs/>
          <w:lang w:bidi="hi-IN"/>
        </w:rPr>
        <w:t>ख़तीबे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तौसीक़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दारकु़तनी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हिकायत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सदूक़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बोलने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lastRenderedPageBreak/>
        <w:t>•</w:t>
      </w:r>
      <w:r w:rsidRPr="00E47180">
        <w:tab/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साहिबे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सोनन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क़ुतनी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मशहूर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ख़तीबे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>(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ख़लक़ान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हाकिमे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नैशापुरी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मीज़ानुल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ऐतेदाल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125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5833,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131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5851)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लेसानुल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मीज़ान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260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5806)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तारीख़े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284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4392)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वफ़ायातुल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279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434)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तज़किरतुल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हुफ़्फ़ाज़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991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925)</w:t>
      </w:r>
    </w:p>
    <w:p w:rsidR="001D08AD" w:rsidRDefault="001D08AD" w:rsidP="00FD6765">
      <w:pPr>
        <w:pStyle w:val="Heading1"/>
        <w:rPr>
          <w:cs/>
          <w:lang w:bidi="hi-IN"/>
        </w:rPr>
      </w:pPr>
    </w:p>
    <w:p w:rsidR="001D08AD" w:rsidRDefault="001D08AD" w:rsidP="00FD6765">
      <w:pPr>
        <w:pStyle w:val="Heading1"/>
        <w:rPr>
          <w:cs/>
          <w:lang w:bidi="hi-IN"/>
        </w:rPr>
      </w:pPr>
      <w:bookmarkStart w:id="60" w:name="_Toc457825284"/>
      <w:r w:rsidRPr="008F4AF7">
        <w:rPr>
          <w:rFonts w:hint="cs"/>
          <w:cs/>
          <w:lang w:bidi="hi-IN"/>
        </w:rPr>
        <w:t>ऐहतेजाजात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bookmarkEnd w:id="60"/>
    </w:p>
    <w:p w:rsidR="008F4AF7" w:rsidRPr="00E47180" w:rsidRDefault="008F4AF7" w:rsidP="008F4AF7">
      <w:pPr>
        <w:pStyle w:val="libNormal"/>
      </w:pPr>
      <w:r w:rsidRPr="00E47180">
        <w:t>1.</w:t>
      </w:r>
      <w:r w:rsidRPr="00E47180">
        <w:tab/>
      </w:r>
      <w:r w:rsidRPr="008F4AF7">
        <w:rPr>
          <w:rFonts w:hint="cs"/>
          <w:cs/>
          <w:lang w:bidi="hi-IN"/>
        </w:rPr>
        <w:t>ऐहतेजाजे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ऐहतेजाज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क़ायम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करना।</w:t>
      </w:r>
      <w:r w:rsidRPr="008F4AF7">
        <w:rPr>
          <w:cs/>
          <w:lang w:bidi="hi-IN"/>
        </w:rPr>
        <w:t>(</w:t>
      </w:r>
      <w:r w:rsidRPr="008F4AF7">
        <w:rPr>
          <w:rFonts w:hint="cs"/>
          <w:cs/>
          <w:lang w:bidi="hi-IN"/>
        </w:rPr>
        <w:t>मुतर्जिम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मुनासिब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हक़्क़ानियत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मकामात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1D08AD" w:rsidRDefault="001D08AD" w:rsidP="00FD6765">
      <w:pPr>
        <w:pStyle w:val="Heading2"/>
        <w:rPr>
          <w:cs/>
          <w:lang w:bidi="hi-IN"/>
        </w:rPr>
      </w:pPr>
    </w:p>
    <w:p w:rsidR="001D08AD" w:rsidRDefault="001D08AD" w:rsidP="00FD6765">
      <w:pPr>
        <w:pStyle w:val="Heading2"/>
        <w:rPr>
          <w:cs/>
          <w:lang w:bidi="hi-IN"/>
        </w:rPr>
      </w:pPr>
      <w:bookmarkStart w:id="61" w:name="_Toc457825285"/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>.</w:t>
      </w:r>
      <w:r w:rsidRPr="008F4AF7">
        <w:rPr>
          <w:cs/>
          <w:lang w:bidi="hi-IN"/>
        </w:rPr>
        <w:tab/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शूरा</w:t>
      </w:r>
      <w:bookmarkEnd w:id="61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ख़तीबे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हनफ़ी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हमूई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वासेला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शूरा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सक़ीफ़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सायदा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दरवाज़े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अफ़राद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बेशक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करूँगा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तग़य्युर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तबद्दुल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जमाअत</w:t>
      </w:r>
      <w:r w:rsidRPr="00E47180">
        <w:t xml:space="preserve">, </w:t>
      </w:r>
      <w:r w:rsidRPr="008F4AF7">
        <w:rPr>
          <w:rFonts w:hint="cs"/>
          <w:cs/>
          <w:lang w:bidi="hi-IN"/>
        </w:rPr>
        <w:t>तुम्हे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क़सम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वहदानियत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 xml:space="preserve">? </w:t>
      </w:r>
      <w:r w:rsidRPr="008F4AF7">
        <w:rPr>
          <w:rFonts w:hint="cs"/>
          <w:cs/>
          <w:lang w:bidi="hi-IN"/>
        </w:rPr>
        <w:t>सबने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नही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तुम्हे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क़सम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: </w:t>
      </w:r>
      <w:r w:rsidRPr="00E47180">
        <w:rPr>
          <w:rFonts w:ascii="Times New Roman" w:hAnsi="Times New Roman" w:cs="Times New Roman" w:hint="cs"/>
          <w:rtl/>
        </w:rPr>
        <w:t>من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کنت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مولا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فھذا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علی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مولی</w:t>
      </w:r>
      <w:r w:rsidRPr="008F4AF7">
        <w:rPr>
          <w:cs/>
          <w:lang w:bidi="hi-IN"/>
        </w:rPr>
        <w:t xml:space="preserve">  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जिसका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पालने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तू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नासिरों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ख़्वार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हाज़ेरीने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मजलीस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ग़ायब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पहुचायें।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क़सम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हरगिज़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नही।</w:t>
      </w:r>
      <w:r w:rsidRPr="008F4AF7">
        <w:rPr>
          <w:cs/>
          <w:lang w:bidi="hi-IN"/>
        </w:rPr>
        <w:t>(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मज़मून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मिनजुमला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शामी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हैसमी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उक़दा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अक़ीली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बुख़ारी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असाकर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मनाक़िबे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ख़ारज़मी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313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314, </w:t>
      </w:r>
      <w:r w:rsidRPr="008F4AF7">
        <w:rPr>
          <w:rFonts w:hint="cs"/>
          <w:cs/>
          <w:lang w:bidi="hi-IN"/>
        </w:rPr>
        <w:t>फ़रायदुस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समतैन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319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251)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अद्दुरुन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116)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सवायक़े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मोहरेक़ा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126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दारक़ुतनी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अमाली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तूसी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332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667)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मीज़ानुल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ऐतेदाल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431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1643, </w:t>
      </w:r>
      <w:r w:rsidRPr="008F4AF7">
        <w:rPr>
          <w:rFonts w:hint="cs"/>
          <w:cs/>
          <w:lang w:bidi="hi-IN"/>
        </w:rPr>
        <w:t>लेसानुल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मीज़ान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198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2212)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इसतीआब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क़िस्में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सिव्वुम</w:t>
      </w:r>
      <w:r w:rsidRPr="008F4AF7">
        <w:rPr>
          <w:cs/>
          <w:lang w:bidi="hi-IN"/>
        </w:rPr>
        <w:t xml:space="preserve"> </w:t>
      </w:r>
      <w:r w:rsidRPr="00E47180">
        <w:t>1098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1855)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तारीख़ुल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382)</w:t>
      </w:r>
    </w:p>
    <w:p w:rsidR="008F4AF7" w:rsidRPr="00E47180" w:rsidRDefault="008F4AF7" w:rsidP="008F4AF7">
      <w:pPr>
        <w:pStyle w:val="libNormal"/>
      </w:pPr>
      <w:r w:rsidRPr="00E47180">
        <w:lastRenderedPageBreak/>
        <w:t>(</w:t>
      </w:r>
      <w:r w:rsidRPr="008F4AF7">
        <w:rPr>
          <w:rFonts w:hint="cs"/>
          <w:cs/>
          <w:lang w:bidi="hi-IN"/>
        </w:rPr>
        <w:t>तारीख़े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दमिश्क़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1140, 1141, 1142)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क़ाज़ी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अब्दिल्लाहिल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हारून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ज़ब्बी</w:t>
      </w:r>
      <w:r w:rsidRPr="008F4AF7">
        <w:rPr>
          <w:cs/>
          <w:lang w:bidi="hi-IN"/>
        </w:rPr>
        <w:t xml:space="preserve"> (</w:t>
      </w:r>
      <w:r w:rsidRPr="00E47180">
        <w:t>398)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गंजी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मग़ाज़ेली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सुयूती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मुत्तक़ी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हिन्दी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ज़ब्बी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मजलिस</w:t>
      </w:r>
      <w:r w:rsidRPr="008F4AF7">
        <w:rPr>
          <w:cs/>
          <w:lang w:bidi="hi-IN"/>
        </w:rPr>
        <w:t xml:space="preserve"> </w:t>
      </w:r>
      <w:r w:rsidRPr="00E47180">
        <w:t>61)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किफ़ायतुत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386)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अलमनाक़िब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155)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जमउल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जवामेअ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165, 166, </w:t>
      </w:r>
      <w:r w:rsidRPr="008F4AF7">
        <w:rPr>
          <w:rFonts w:hint="cs"/>
          <w:cs/>
          <w:lang w:bidi="hi-IN"/>
        </w:rPr>
        <w:t>मुसनदे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फ़ातेमा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सलामुल्लाह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21)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कंज़ुल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717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E47180">
        <w:t xml:space="preserve">726,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14241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E47180">
        <w:t>14243 )</w:t>
      </w:r>
    </w:p>
    <w:p w:rsidR="001D08AD" w:rsidRDefault="001D08AD" w:rsidP="00FD6765">
      <w:pPr>
        <w:pStyle w:val="Heading2"/>
        <w:rPr>
          <w:cs/>
          <w:lang w:bidi="hi-IN"/>
        </w:rPr>
      </w:pPr>
    </w:p>
    <w:p w:rsidR="001D08AD" w:rsidRDefault="001D08AD" w:rsidP="00FD6765">
      <w:pPr>
        <w:pStyle w:val="Heading2"/>
        <w:rPr>
          <w:cs/>
          <w:lang w:bidi="hi-IN"/>
        </w:rPr>
      </w:pPr>
      <w:r w:rsidRPr="008F4AF7">
        <w:rPr>
          <w:cs/>
          <w:lang w:bidi="hi-IN"/>
        </w:rPr>
        <w:t xml:space="preserve"> </w:t>
      </w:r>
      <w:bookmarkStart w:id="62" w:name="_Toc457825286"/>
      <w:r w:rsidRPr="008F4AF7">
        <w:rPr>
          <w:rFonts w:hint="cs"/>
          <w:cs/>
          <w:lang w:bidi="hi-IN"/>
        </w:rPr>
        <w:t>ब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ख़िलाफ़ते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bookmarkEnd w:id="62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हमूई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ताबेईन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सुलैम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क़ैस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हेलाली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मस्जिदे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बैठे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गुफ़तगू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क़ुरैश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फ़ज़ीलत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रसूलल्लाह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मजमें</w:t>
      </w:r>
      <w:r w:rsidRPr="008F4AF7">
        <w:rPr>
          <w:cs/>
          <w:lang w:bidi="hi-IN"/>
        </w:rPr>
        <w:t xml:space="preserve"> </w:t>
      </w:r>
      <w:r w:rsidRPr="00E47180">
        <w:t>200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अफ़राद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>)</w:t>
      </w:r>
      <w:r w:rsidRPr="00E47180">
        <w:t xml:space="preserve">, </w:t>
      </w:r>
      <w:r w:rsidRPr="008F4AF7">
        <w:rPr>
          <w:rFonts w:hint="cs"/>
          <w:cs/>
          <w:lang w:bidi="hi-IN"/>
        </w:rPr>
        <w:t>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वक़ास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अब्दुर्रहमान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औफ़</w:t>
      </w:r>
      <w:r w:rsidRPr="00E47180">
        <w:t xml:space="preserve">, </w:t>
      </w:r>
      <w:r w:rsidRPr="008F4AF7">
        <w:rPr>
          <w:rFonts w:hint="cs"/>
          <w:cs/>
          <w:lang w:bidi="hi-IN"/>
        </w:rPr>
        <w:t>तलहा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ज़ुबैर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मिक़दाद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हाशिम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उबैया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>)</w:t>
      </w:r>
      <w:r w:rsidRPr="00E47180">
        <w:t xml:space="preserve">,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>)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जाफ़र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उबैय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कअब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ज़ैद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अय्यूब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हैसम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तीहान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सलमा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क़ैस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जाबिर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अनस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मालिक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वग़ैरह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ख़ामोश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बैठे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रुख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E47180">
        <w:t>?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क़बीले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फ़ज़ीलत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जमाअते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क़ुरैश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फ़ज़ीलत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?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फ़ज़ीलत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कौ़म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क़बीले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फ़ज़ीलत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? </w:t>
      </w:r>
      <w:r w:rsidRPr="008F4AF7">
        <w:rPr>
          <w:rFonts w:hint="cs"/>
          <w:cs/>
          <w:lang w:bidi="hi-IN"/>
        </w:rPr>
        <w:t>सबने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यक़ीनन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फ़ज़ीलतें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मुसतफ़ा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ख़ानदान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फ़ज़ीलतें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क़बीले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मनाक़िब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फ़ज़ीलत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क़सम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rPr>
          <w:rFonts w:ascii="Times New Roman" w:hAnsi="Times New Roman" w:cs="Times New Roman" w:hint="cs"/>
          <w:rtl/>
        </w:rPr>
        <w:t>يَا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أَيُّهَا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الَّذِينَ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آمَنُوا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أَطِيعُوا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وَأَطِيعُوا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الرَّسُولَ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وَأُولِي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الْأَمْرِ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ۖ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सूरए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59)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साहिबाने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rPr>
          <w:rFonts w:ascii="Times New Roman" w:hAnsi="Times New Roman" w:cs="Times New Roman" w:hint="cs"/>
          <w:rtl/>
        </w:rPr>
        <w:t>إِنَّمَا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وَلِيُّكُمُ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وَرَسُولُهُ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وَالَّذِينَ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آمَنُوا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الَّذِينَ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يُقِيمُونَ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الصَّلَاةَ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وَيُؤْتُونَ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الزَّكَاةَ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وَهُمْ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رَاكِعُونَ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सूरए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55)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ईमान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बस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साहिबाने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क़ायम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रूकू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ज़कात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rPr>
          <w:rFonts w:ascii="Times New Roman" w:hAnsi="Times New Roman" w:cs="Times New Roman" w:hint="cs"/>
          <w:rtl/>
        </w:rPr>
        <w:t>أَمْ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حَسِبْتُمْ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تُتْرَكُوا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وَلَمَّا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يَعْلَمِ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الَّذِينَ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جَاهَدُوا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وَلَمْ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يَتَّخِذُوا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دُونِ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وَلَا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رَسُولِهِ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وَلَا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الْمُؤْمِنِينَ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وَلِيجَةً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ۚ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وَاللَّـهُ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خَبِيرٌ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بِمَا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تَعْمَلُونَ</w:t>
      </w:r>
      <w:r w:rsidRPr="00E47180"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सूरए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16)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</w:p>
    <w:p w:rsidR="008F4AF7" w:rsidRPr="00E47180" w:rsidRDefault="008F4AF7" w:rsidP="008F4AF7">
      <w:pPr>
        <w:pStyle w:val="libNormal"/>
      </w:pPr>
      <w:r w:rsidRPr="00E47180">
        <w:lastRenderedPageBreak/>
        <w:t xml:space="preserve">, </w:t>
      </w:r>
      <w:r w:rsidRPr="008F4AF7">
        <w:rPr>
          <w:rFonts w:hint="cs"/>
          <w:cs/>
          <w:lang w:bidi="hi-IN"/>
        </w:rPr>
        <w:t>जिन्होने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साहिबाने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?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E47180">
        <w:t>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....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पहचान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नमाज़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ज़कात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वज़ाहत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मैदाने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ख़ुतबे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परेशान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झुटलायेगें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डराया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पहुचायें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वर्ना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रिसालत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E47180">
        <w:t>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E47180">
        <w:t>, (</w:t>
      </w:r>
      <w:r w:rsidRPr="008F4AF7">
        <w:rPr>
          <w:rFonts w:hint="cs"/>
          <w:cs/>
          <w:lang w:bidi="hi-IN"/>
        </w:rPr>
        <w:t>नमाज़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आं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ख़ुतबे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नफ़्सों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E47180">
        <w:t xml:space="preserve">?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रसूलल्लाह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E47180">
        <w:t>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जाओ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खड़ा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जिसका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पालने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इंकार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फ़रायदुस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समतैन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312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350)</w:t>
      </w:r>
    </w:p>
    <w:p w:rsidR="001D08AD" w:rsidRDefault="001D08AD" w:rsidP="00FD6765">
      <w:pPr>
        <w:pStyle w:val="Heading2"/>
      </w:pPr>
    </w:p>
    <w:p w:rsidR="001D08AD" w:rsidRDefault="001D08AD" w:rsidP="00FD6765">
      <w:pPr>
        <w:pStyle w:val="Heading2"/>
      </w:pPr>
      <w:bookmarkStart w:id="63" w:name="_Toc457825287"/>
      <w:r w:rsidRPr="00E47180">
        <w:t>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कूफ़े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>)</w:t>
      </w:r>
      <w:bookmarkEnd w:id="63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कूफ़े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हक़्क़ानीयत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कूफ़े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हाज़िर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ऐहतेजाज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मशहूर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ऐलान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ताबेईन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मिक़दार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रावियों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t>1.</w:t>
      </w:r>
      <w:r w:rsidRPr="00E47180">
        <w:tab/>
      </w:r>
      <w:r w:rsidRPr="008F4AF7">
        <w:rPr>
          <w:rFonts w:hint="cs"/>
          <w:cs/>
          <w:lang w:bidi="hi-IN"/>
        </w:rPr>
        <w:t>असबग़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नबाता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2.</w:t>
      </w:r>
      <w:r w:rsidRPr="00E47180">
        <w:tab/>
      </w:r>
      <w:r w:rsidRPr="008F4AF7">
        <w:rPr>
          <w:rFonts w:hint="cs"/>
          <w:cs/>
          <w:lang w:bidi="hi-IN"/>
        </w:rPr>
        <w:t>हत्ता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उरफ़ी</w:t>
      </w:r>
      <w:r w:rsidRPr="00E47180">
        <w:t>,</w:t>
      </w:r>
    </w:p>
    <w:p w:rsidR="008F4AF7" w:rsidRPr="00E47180" w:rsidRDefault="008F4AF7" w:rsidP="008F4AF7">
      <w:pPr>
        <w:pStyle w:val="libNormal"/>
      </w:pPr>
      <w:r w:rsidRPr="00E47180">
        <w:t>3.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क़ुदामा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बजली</w:t>
      </w:r>
      <w:r w:rsidRPr="008F4AF7">
        <w:rPr>
          <w:cs/>
          <w:lang w:bidi="hi-IN"/>
        </w:rPr>
        <w:t xml:space="preserve"> (</w:t>
      </w:r>
      <w:r w:rsidRPr="00E47180">
        <w:t>76, 79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हिजरी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E47180">
        <w:t>4.</w:t>
      </w:r>
      <w:r w:rsidRPr="00E47180">
        <w:tab/>
      </w:r>
      <w:r w:rsidRPr="008F4AF7">
        <w:rPr>
          <w:rFonts w:hint="cs"/>
          <w:cs/>
          <w:lang w:bidi="hi-IN"/>
        </w:rPr>
        <w:t>ज़ाज़ान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</w:p>
    <w:p w:rsidR="008F4AF7" w:rsidRPr="00E47180" w:rsidRDefault="008F4AF7" w:rsidP="008F4AF7">
      <w:pPr>
        <w:pStyle w:val="libNormal"/>
      </w:pPr>
      <w:r w:rsidRPr="00E47180">
        <w:lastRenderedPageBreak/>
        <w:t>5.</w:t>
      </w:r>
      <w:r w:rsidRPr="00E47180">
        <w:tab/>
      </w:r>
      <w:r w:rsidRPr="008F4AF7">
        <w:rPr>
          <w:rFonts w:hint="cs"/>
          <w:cs/>
          <w:lang w:bidi="hi-IN"/>
        </w:rPr>
        <w:t>ज़र्रीन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जबीश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असदी</w:t>
      </w:r>
    </w:p>
    <w:p w:rsidR="008F4AF7" w:rsidRPr="00E47180" w:rsidRDefault="008F4AF7" w:rsidP="008F4AF7">
      <w:pPr>
        <w:pStyle w:val="libNormal"/>
      </w:pPr>
      <w:r w:rsidRPr="00E47180">
        <w:t>6.</w:t>
      </w:r>
      <w:r w:rsidRPr="00E47180">
        <w:tab/>
      </w:r>
      <w:r w:rsidRPr="008F4AF7">
        <w:rPr>
          <w:rFonts w:hint="cs"/>
          <w:cs/>
          <w:lang w:bidi="hi-IN"/>
        </w:rPr>
        <w:t>ज़ियाद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ज़ियाद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74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ख़ुतबा</w:t>
      </w:r>
      <w:r w:rsidRPr="008F4AF7">
        <w:rPr>
          <w:cs/>
          <w:lang w:bidi="hi-IN"/>
        </w:rPr>
        <w:t xml:space="preserve"> </w:t>
      </w:r>
      <w:r w:rsidRPr="00E47180">
        <w:t>56)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उसदुल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479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3341)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मनाक़िब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>)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इब्नुल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मग़ाज़ेली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27)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मुसनद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135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642, </w:t>
      </w:r>
      <w:r w:rsidRPr="008F4AF7">
        <w:rPr>
          <w:rFonts w:hint="cs"/>
          <w:cs/>
          <w:lang w:bidi="hi-IN"/>
        </w:rPr>
        <w:t>मजमउज़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ज़वायद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109, </w:t>
      </w:r>
      <w:r w:rsidRPr="008F4AF7">
        <w:rPr>
          <w:rFonts w:hint="cs"/>
          <w:cs/>
          <w:lang w:bidi="hi-IN"/>
        </w:rPr>
        <w:t>सिफ़तुस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121, </w:t>
      </w:r>
      <w:r w:rsidRPr="008F4AF7">
        <w:rPr>
          <w:rFonts w:hint="cs"/>
          <w:cs/>
          <w:lang w:bidi="hi-IN"/>
        </w:rPr>
        <w:t>मतालिबुस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सुउल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54,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बिदाया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निहाया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210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348, </w:t>
      </w:r>
      <w:r w:rsidRPr="008F4AF7">
        <w:rPr>
          <w:rFonts w:hint="cs"/>
          <w:cs/>
          <w:lang w:bidi="hi-IN"/>
        </w:rPr>
        <w:t>तज़किरतुल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ख़वास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17, </w:t>
      </w:r>
      <w:r w:rsidRPr="008F4AF7">
        <w:rPr>
          <w:rFonts w:hint="cs"/>
          <w:cs/>
          <w:lang w:bidi="hi-IN"/>
        </w:rPr>
        <w:t>क़ज़ुल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170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36514, 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दमिश्क़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ऱक्म</w:t>
      </w:r>
      <w:r w:rsidRPr="008F4AF7">
        <w:rPr>
          <w:cs/>
          <w:lang w:bidi="hi-IN"/>
        </w:rPr>
        <w:t xml:space="preserve"> </w:t>
      </w:r>
      <w:r w:rsidRPr="00E47180">
        <w:t xml:space="preserve">524 , </w:t>
      </w:r>
      <w:r w:rsidRPr="008F4AF7">
        <w:rPr>
          <w:rFonts w:hint="cs"/>
          <w:cs/>
          <w:lang w:bidi="hi-IN"/>
        </w:rPr>
        <w:t>मुसनदे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>)</w:t>
      </w:r>
      <w:r w:rsidRPr="00E47180">
        <w:t xml:space="preserve">, </w:t>
      </w:r>
      <w:r w:rsidRPr="008F4AF7">
        <w:rPr>
          <w:rFonts w:hint="cs"/>
          <w:cs/>
          <w:lang w:bidi="hi-IN"/>
        </w:rPr>
        <w:t>सुयूती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144)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शरहुल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मवाहिब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113, </w:t>
      </w:r>
      <w:r w:rsidRPr="008F4AF7">
        <w:rPr>
          <w:rFonts w:hint="cs"/>
          <w:cs/>
          <w:lang w:bidi="hi-IN"/>
        </w:rPr>
        <w:t>उसदुल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441,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305, </w:t>
      </w:r>
      <w:r w:rsidRPr="008F4AF7">
        <w:rPr>
          <w:rFonts w:hint="cs"/>
          <w:cs/>
          <w:lang w:bidi="hi-IN"/>
        </w:rPr>
        <w:t>क़ुतनुल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अज़हारुल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मुतनाज़िरा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सुयूती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278)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मुसनदे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142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672, </w:t>
      </w:r>
      <w:r w:rsidRPr="008F4AF7">
        <w:rPr>
          <w:rFonts w:hint="cs"/>
          <w:cs/>
          <w:lang w:bidi="hi-IN"/>
        </w:rPr>
        <w:t>मजमउज़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ज़वायद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106,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बिदाया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निहाया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384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हवादिस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E47180">
        <w:t>40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रियाज़ुन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114, </w:t>
      </w:r>
      <w:r w:rsidRPr="008F4AF7">
        <w:rPr>
          <w:rFonts w:hint="cs"/>
          <w:cs/>
          <w:lang w:bidi="hi-IN"/>
        </w:rPr>
        <w:t>ज़खायरुल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उक़बा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67, 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दमिश्क़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रक़्म</w:t>
      </w:r>
      <w:r w:rsidRPr="008F4AF7">
        <w:rPr>
          <w:cs/>
          <w:lang w:bidi="hi-IN"/>
        </w:rPr>
        <w:t xml:space="preserve"> </w:t>
      </w:r>
      <w:r w:rsidRPr="00E47180">
        <w:t xml:space="preserve">532,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पैज</w:t>
      </w:r>
      <w:r w:rsidRPr="008F4AF7">
        <w:rPr>
          <w:cs/>
          <w:lang w:bidi="hi-IN"/>
        </w:rPr>
        <w:t xml:space="preserve"> </w:t>
      </w:r>
      <w:r w:rsidRPr="00E47180">
        <w:t>80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458, </w:t>
      </w:r>
      <w:r w:rsidRPr="008F4AF7">
        <w:rPr>
          <w:rFonts w:hint="cs"/>
          <w:cs/>
          <w:lang w:bidi="hi-IN"/>
        </w:rPr>
        <w:t>दुर्रुल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शौकानी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211)</w:t>
      </w:r>
    </w:p>
    <w:p w:rsidR="008F4AF7" w:rsidRPr="00E47180" w:rsidRDefault="008F4AF7" w:rsidP="008F4AF7">
      <w:pPr>
        <w:pStyle w:val="libNormal"/>
      </w:pPr>
      <w:r w:rsidRPr="00E47180">
        <w:t>7.</w:t>
      </w:r>
      <w:r w:rsidRPr="00E47180">
        <w:tab/>
      </w:r>
      <w:r w:rsidRPr="008F4AF7">
        <w:rPr>
          <w:rFonts w:hint="cs"/>
          <w:cs/>
          <w:lang w:bidi="hi-IN"/>
        </w:rPr>
        <w:t>ज़ैद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अरक़म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lastRenderedPageBreak/>
        <w:t>8.</w:t>
      </w:r>
      <w:r w:rsidRPr="00E47180">
        <w:tab/>
      </w:r>
      <w:r w:rsidRPr="008F4AF7">
        <w:rPr>
          <w:rFonts w:hint="cs"/>
          <w:cs/>
          <w:lang w:bidi="hi-IN"/>
        </w:rPr>
        <w:t>ज़ैद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यूसीअ</w:t>
      </w:r>
    </w:p>
    <w:p w:rsidR="008F4AF7" w:rsidRPr="00E47180" w:rsidRDefault="008F4AF7" w:rsidP="008F4AF7">
      <w:pPr>
        <w:pStyle w:val="libNormal"/>
      </w:pPr>
      <w:r w:rsidRPr="00E47180">
        <w:t>9.</w:t>
      </w:r>
      <w:r w:rsidRPr="00E47180">
        <w:tab/>
      </w:r>
      <w:r w:rsidRPr="008F4AF7">
        <w:rPr>
          <w:rFonts w:hint="cs"/>
          <w:cs/>
          <w:lang w:bidi="hi-IN"/>
        </w:rPr>
        <w:t>सईज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हद्दान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10.</w:t>
      </w:r>
      <w:r w:rsidRPr="00E47180">
        <w:tab/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वहब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11.</w:t>
      </w:r>
      <w:r w:rsidRPr="00E47180">
        <w:tab/>
      </w:r>
      <w:r w:rsidRPr="008F4AF7">
        <w:rPr>
          <w:rFonts w:hint="cs"/>
          <w:cs/>
          <w:lang w:bidi="hi-IN"/>
        </w:rPr>
        <w:t>अबुत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तुफ़ैल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वासेला</w:t>
      </w:r>
    </w:p>
    <w:p w:rsidR="008F4AF7" w:rsidRPr="00E47180" w:rsidRDefault="008F4AF7" w:rsidP="008F4AF7">
      <w:pPr>
        <w:pStyle w:val="libNormal"/>
      </w:pPr>
      <w:r w:rsidRPr="00E47180">
        <w:t>12.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अमारा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यज़ीद</w:t>
      </w:r>
    </w:p>
    <w:p w:rsidR="008F4AF7" w:rsidRPr="00E47180" w:rsidRDefault="008F4AF7" w:rsidP="008F4AF7">
      <w:pPr>
        <w:pStyle w:val="libNormal"/>
      </w:pPr>
      <w:r w:rsidRPr="00E47180">
        <w:t>13.</w:t>
      </w:r>
      <w:r w:rsidRPr="00E47180">
        <w:tab/>
      </w:r>
      <w:r w:rsidRPr="008F4AF7">
        <w:rPr>
          <w:rFonts w:hint="cs"/>
          <w:cs/>
          <w:lang w:bidi="hi-IN"/>
        </w:rPr>
        <w:t>अब्दुर्रहमान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लैला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मुसनदे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510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22633, </w:t>
      </w:r>
      <w:r w:rsidRPr="008F4AF7">
        <w:rPr>
          <w:rFonts w:hint="cs"/>
          <w:cs/>
          <w:lang w:bidi="hi-IN"/>
        </w:rPr>
        <w:t>मजमउज़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ज़वायद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116, </w:t>
      </w:r>
      <w:r w:rsidRPr="008F4AF7">
        <w:rPr>
          <w:rFonts w:hint="cs"/>
          <w:cs/>
          <w:lang w:bidi="hi-IN"/>
        </w:rPr>
        <w:t>अलमोजमुल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175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4996, </w:t>
      </w:r>
      <w:r w:rsidRPr="008F4AF7">
        <w:rPr>
          <w:rFonts w:hint="cs"/>
          <w:cs/>
          <w:lang w:bidi="hi-IN"/>
        </w:rPr>
        <w:t>मनाक़िब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इब्नुल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मग़ाज़ेली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33, </w:t>
      </w:r>
      <w:r w:rsidRPr="008F4AF7">
        <w:rPr>
          <w:rFonts w:hint="cs"/>
          <w:cs/>
          <w:lang w:bidi="hi-IN"/>
        </w:rPr>
        <w:t>ज़खायरुल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उक़बा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667,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बिदाया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निहाया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383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हवादिस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E47180">
        <w:t>40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हिजरी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मुसनदे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189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953,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बिदाया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निहाया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229, </w:t>
      </w:r>
      <w:r w:rsidRPr="008F4AF7">
        <w:rPr>
          <w:rFonts w:hint="cs"/>
          <w:cs/>
          <w:lang w:bidi="hi-IN"/>
        </w:rPr>
        <w:t>किफ़ायतुत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63, </w:t>
      </w:r>
      <w:r w:rsidRPr="008F4AF7">
        <w:rPr>
          <w:rFonts w:hint="cs"/>
          <w:cs/>
          <w:lang w:bidi="hi-IN"/>
        </w:rPr>
        <w:t>असनल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49, </w:t>
      </w:r>
      <w:r w:rsidRPr="008F4AF7">
        <w:rPr>
          <w:rFonts w:hint="cs"/>
          <w:cs/>
          <w:lang w:bidi="hi-IN"/>
        </w:rPr>
        <w:t>ख़सायसे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>)</w:t>
      </w:r>
      <w:r w:rsidRPr="00E47180">
        <w:t xml:space="preserve">, </w:t>
      </w:r>
      <w:r w:rsidRPr="008F4AF7">
        <w:rPr>
          <w:rFonts w:hint="cs"/>
          <w:cs/>
          <w:lang w:bidi="hi-IN"/>
        </w:rPr>
        <w:t>निसाई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101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87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102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88, </w:t>
      </w:r>
      <w:r w:rsidRPr="008F4AF7">
        <w:rPr>
          <w:rFonts w:hint="cs"/>
          <w:cs/>
          <w:lang w:bidi="hi-IN"/>
        </w:rPr>
        <w:t>सोनने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131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8472, </w:t>
      </w:r>
      <w:r w:rsidRPr="008F4AF7">
        <w:rPr>
          <w:rFonts w:hint="cs"/>
          <w:cs/>
          <w:lang w:bidi="hi-IN"/>
        </w:rPr>
        <w:t>मजमउज़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ज़वायद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105, </w:t>
      </w:r>
      <w:r w:rsidRPr="008F4AF7">
        <w:rPr>
          <w:rFonts w:hint="cs"/>
          <w:cs/>
          <w:lang w:bidi="hi-IN"/>
        </w:rPr>
        <w:t>जामेउल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अहादीस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सुयूती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263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7899, </w:t>
      </w:r>
      <w:r w:rsidRPr="008F4AF7">
        <w:rPr>
          <w:rFonts w:hint="cs"/>
          <w:cs/>
          <w:lang w:bidi="hi-IN"/>
        </w:rPr>
        <w:t>कंज़ुल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158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36487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...)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फ़राउदुल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समतैन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68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34)</w:t>
      </w:r>
    </w:p>
    <w:p w:rsidR="008F4AF7" w:rsidRPr="00E47180" w:rsidRDefault="008F4AF7" w:rsidP="008F4AF7">
      <w:pPr>
        <w:pStyle w:val="libNormal"/>
      </w:pPr>
      <w:r w:rsidRPr="00E47180">
        <w:lastRenderedPageBreak/>
        <w:t>(</w:t>
      </w:r>
      <w:r w:rsidRPr="008F4AF7">
        <w:rPr>
          <w:rFonts w:hint="cs"/>
          <w:cs/>
          <w:lang w:bidi="hi-IN"/>
        </w:rPr>
        <w:t>मुसनदे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189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953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506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22597, </w:t>
      </w:r>
      <w:r w:rsidRPr="008F4AF7">
        <w:rPr>
          <w:rFonts w:hint="cs"/>
          <w:cs/>
          <w:lang w:bidi="hi-IN"/>
        </w:rPr>
        <w:t>ख़सायसे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117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98, </w:t>
      </w:r>
      <w:r w:rsidRPr="008F4AF7">
        <w:rPr>
          <w:rFonts w:hint="cs"/>
          <w:cs/>
          <w:lang w:bidi="hi-IN"/>
        </w:rPr>
        <w:t>सोनने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136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8483, </w:t>
      </w:r>
      <w:r w:rsidRPr="008F4AF7">
        <w:rPr>
          <w:rFonts w:hint="cs"/>
          <w:cs/>
          <w:lang w:bidi="hi-IN"/>
        </w:rPr>
        <w:t>उसदुल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492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रक़्म</w:t>
      </w:r>
      <w:r w:rsidRPr="008F4AF7">
        <w:rPr>
          <w:cs/>
          <w:lang w:bidi="hi-IN"/>
        </w:rPr>
        <w:t xml:space="preserve"> </w:t>
      </w:r>
      <w:r w:rsidRPr="00E47180">
        <w:t xml:space="preserve">3382, </w:t>
      </w:r>
      <w:r w:rsidRPr="008F4AF7">
        <w:rPr>
          <w:rFonts w:hint="cs"/>
          <w:cs/>
          <w:lang w:bidi="hi-IN"/>
        </w:rPr>
        <w:t>मजमउज़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ज़वायद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104, </w:t>
      </w:r>
      <w:r w:rsidRPr="008F4AF7">
        <w:rPr>
          <w:rFonts w:hint="cs"/>
          <w:cs/>
          <w:lang w:bidi="hi-IN"/>
        </w:rPr>
        <w:t>अव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बिदाया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निहाया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229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383, </w:t>
      </w:r>
      <w:r w:rsidRPr="008F4AF7">
        <w:rPr>
          <w:rFonts w:hint="cs"/>
          <w:cs/>
          <w:lang w:bidi="hi-IN"/>
        </w:rPr>
        <w:t>मनाक़िबे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ख़ारज़मी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156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185,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मोजमुल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5056, </w:t>
      </w:r>
      <w:r w:rsidRPr="008F4AF7">
        <w:rPr>
          <w:rFonts w:hint="cs"/>
          <w:cs/>
          <w:lang w:bidi="hi-IN"/>
        </w:rPr>
        <w:t>मोजमुल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औसत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1987, 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दमिश्क़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रक़्म</w:t>
      </w:r>
      <w:r w:rsidRPr="008F4AF7">
        <w:rPr>
          <w:cs/>
          <w:lang w:bidi="hi-IN"/>
        </w:rPr>
        <w:t xml:space="preserve"> </w:t>
      </w:r>
      <w:r w:rsidRPr="00E47180">
        <w:t>517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E47180">
        <w:t xml:space="preserve">522,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मुक़द्दसी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रक़्म</w:t>
      </w:r>
      <w:r w:rsidRPr="008F4AF7">
        <w:rPr>
          <w:cs/>
          <w:lang w:bidi="hi-IN"/>
        </w:rPr>
        <w:t xml:space="preserve"> </w:t>
      </w:r>
      <w:r w:rsidRPr="00E47180">
        <w:t>479, 480, 481)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मुसनदे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498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18815, </w:t>
      </w:r>
      <w:r w:rsidRPr="008F4AF7">
        <w:rPr>
          <w:rFonts w:hint="cs"/>
          <w:cs/>
          <w:lang w:bidi="hi-IN"/>
        </w:rPr>
        <w:t>मजमउज़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ज़वायद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104, </w:t>
      </w:r>
      <w:r w:rsidRPr="008F4AF7">
        <w:rPr>
          <w:rFonts w:hint="cs"/>
          <w:cs/>
          <w:lang w:bidi="hi-IN"/>
        </w:rPr>
        <w:t>ख़सायसे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निसाई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112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193, </w:t>
      </w:r>
      <w:r w:rsidRPr="008F4AF7">
        <w:rPr>
          <w:rFonts w:hint="cs"/>
          <w:cs/>
          <w:lang w:bidi="hi-IN"/>
        </w:rPr>
        <w:t>अस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सोननुल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कुबरा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134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8478, </w:t>
      </w:r>
      <w:r w:rsidRPr="008F4AF7">
        <w:rPr>
          <w:rFonts w:hint="cs"/>
          <w:cs/>
          <w:lang w:bidi="hi-IN"/>
        </w:rPr>
        <w:t>किफ़ायतुत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55, </w:t>
      </w:r>
      <w:r w:rsidRPr="008F4AF7">
        <w:rPr>
          <w:rFonts w:hint="cs"/>
          <w:cs/>
          <w:lang w:bidi="hi-IN"/>
        </w:rPr>
        <w:t>अर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रियाज़ुन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114,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बिदाया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निहाया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231, </w:t>
      </w:r>
      <w:r w:rsidRPr="008F4AF7">
        <w:rPr>
          <w:rFonts w:hint="cs"/>
          <w:cs/>
          <w:lang w:bidi="hi-IN"/>
        </w:rPr>
        <w:t>नज़लुल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52, </w:t>
      </w:r>
      <w:r w:rsidRPr="008F4AF7">
        <w:rPr>
          <w:rFonts w:hint="cs"/>
          <w:cs/>
          <w:lang w:bidi="hi-IN"/>
        </w:rPr>
        <w:t>उसदुल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252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रक़्म</w:t>
      </w:r>
      <w:r w:rsidRPr="008F4AF7">
        <w:rPr>
          <w:cs/>
          <w:lang w:bidi="hi-IN"/>
        </w:rPr>
        <w:t xml:space="preserve"> </w:t>
      </w:r>
      <w:r w:rsidRPr="00E47180">
        <w:t xml:space="preserve">6169, </w:t>
      </w:r>
      <w:r w:rsidRPr="008F4AF7">
        <w:rPr>
          <w:rFonts w:hint="cs"/>
          <w:cs/>
          <w:lang w:bidi="hi-IN"/>
        </w:rPr>
        <w:t>यनाबीउल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मवद्दत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बाब</w:t>
      </w:r>
      <w:r w:rsidRPr="008F4AF7">
        <w:rPr>
          <w:cs/>
          <w:lang w:bidi="hi-IN"/>
        </w:rPr>
        <w:t xml:space="preserve"> </w:t>
      </w:r>
      <w:r w:rsidRPr="00E47180">
        <w:t>4)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मनाक़िबे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ख़ारज़मी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156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185,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मनाक़िबे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मग़ाज़ेली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रक़्म</w:t>
      </w:r>
      <w:r w:rsidRPr="008F4AF7">
        <w:rPr>
          <w:cs/>
          <w:lang w:bidi="hi-IN"/>
        </w:rPr>
        <w:t xml:space="preserve"> </w:t>
      </w:r>
      <w:r w:rsidRPr="00E47180">
        <w:t xml:space="preserve">27, 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दमिश्क़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रक़्म</w:t>
      </w:r>
      <w:r w:rsidRPr="008F4AF7">
        <w:rPr>
          <w:cs/>
          <w:lang w:bidi="hi-IN"/>
        </w:rPr>
        <w:t xml:space="preserve"> </w:t>
      </w:r>
      <w:r w:rsidRPr="00E47180">
        <w:t>520)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मुसनदे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191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964, 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236, </w:t>
      </w:r>
      <w:r w:rsidRPr="008F4AF7">
        <w:rPr>
          <w:rFonts w:hint="cs"/>
          <w:cs/>
          <w:lang w:bidi="hi-IN"/>
        </w:rPr>
        <w:t>मुश्किलुल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आसार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308, </w:t>
      </w:r>
      <w:r w:rsidRPr="008F4AF7">
        <w:rPr>
          <w:rFonts w:hint="cs"/>
          <w:cs/>
          <w:lang w:bidi="hi-IN"/>
        </w:rPr>
        <w:t>उसदुल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108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रक़्म</w:t>
      </w:r>
      <w:r w:rsidRPr="008F4AF7">
        <w:rPr>
          <w:cs/>
          <w:lang w:bidi="hi-IN"/>
        </w:rPr>
        <w:t xml:space="preserve"> </w:t>
      </w:r>
      <w:r w:rsidRPr="00E47180">
        <w:t xml:space="preserve">3783, </w:t>
      </w:r>
      <w:r w:rsidRPr="008F4AF7">
        <w:rPr>
          <w:rFonts w:hint="cs"/>
          <w:cs/>
          <w:lang w:bidi="hi-IN"/>
        </w:rPr>
        <w:t>फ़रायदुस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समतैन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69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36, </w:t>
      </w:r>
      <w:r w:rsidRPr="008F4AF7">
        <w:rPr>
          <w:rFonts w:hint="cs"/>
          <w:cs/>
          <w:lang w:bidi="hi-IN"/>
        </w:rPr>
        <w:t>असनल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47, </w:t>
      </w:r>
      <w:r w:rsidRPr="00E47180">
        <w:lastRenderedPageBreak/>
        <w:t xml:space="preserve">48,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निहाया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230, </w:t>
      </w:r>
      <w:r w:rsidRPr="008F4AF7">
        <w:rPr>
          <w:rFonts w:hint="cs"/>
          <w:cs/>
          <w:lang w:bidi="hi-IN"/>
        </w:rPr>
        <w:t>नज़लुल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131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36417, </w:t>
      </w:r>
      <w:r w:rsidRPr="008F4AF7">
        <w:rPr>
          <w:rFonts w:hint="cs"/>
          <w:cs/>
          <w:lang w:bidi="hi-IN"/>
        </w:rPr>
        <w:t>मुसनदे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बज़्ज़ाज़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रक़्म</w:t>
      </w:r>
      <w:r w:rsidRPr="008F4AF7">
        <w:rPr>
          <w:cs/>
          <w:lang w:bidi="hi-IN"/>
        </w:rPr>
        <w:t xml:space="preserve"> </w:t>
      </w:r>
      <w:r w:rsidRPr="00E47180">
        <w:t xml:space="preserve">632, </w:t>
      </w:r>
      <w:r w:rsidRPr="008F4AF7">
        <w:rPr>
          <w:rFonts w:hint="cs"/>
          <w:cs/>
          <w:lang w:bidi="hi-IN"/>
        </w:rPr>
        <w:t>मुसनदे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सुयूती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46, </w:t>
      </w:r>
      <w:r w:rsidRPr="008F4AF7">
        <w:rPr>
          <w:rFonts w:hint="cs"/>
          <w:cs/>
          <w:lang w:bidi="hi-IN"/>
        </w:rPr>
        <w:t>मुसनदे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रक़्म</w:t>
      </w:r>
      <w:r w:rsidRPr="008F4AF7">
        <w:rPr>
          <w:cs/>
          <w:lang w:bidi="hi-IN"/>
        </w:rPr>
        <w:t xml:space="preserve"> </w:t>
      </w:r>
      <w:r w:rsidRPr="00E47180">
        <w:t xml:space="preserve">567, </w:t>
      </w:r>
      <w:r w:rsidRPr="008F4AF7">
        <w:rPr>
          <w:rFonts w:hint="cs"/>
          <w:cs/>
          <w:lang w:bidi="hi-IN"/>
        </w:rPr>
        <w:t>जमउज़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जवामेअ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155, 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असाकर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रक़्म</w:t>
      </w:r>
      <w:r w:rsidRPr="008F4AF7">
        <w:rPr>
          <w:cs/>
          <w:lang w:bidi="hi-IN"/>
        </w:rPr>
        <w:t xml:space="preserve"> </w:t>
      </w:r>
      <w:r w:rsidRPr="00E47180">
        <w:t xml:space="preserve">510,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मुक़द्देसी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273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रक़्म</w:t>
      </w:r>
      <w:r w:rsidRPr="008F4AF7">
        <w:rPr>
          <w:cs/>
          <w:lang w:bidi="hi-IN"/>
        </w:rPr>
        <w:t xml:space="preserve"> </w:t>
      </w:r>
      <w:r w:rsidRPr="00E47180">
        <w:t>654)</w:t>
      </w:r>
    </w:p>
    <w:p w:rsidR="008F4AF7" w:rsidRPr="00E47180" w:rsidRDefault="008F4AF7" w:rsidP="008F4AF7">
      <w:pPr>
        <w:pStyle w:val="libNormal"/>
      </w:pPr>
      <w:r w:rsidRPr="00E47180">
        <w:t>14.</w:t>
      </w:r>
      <w:r w:rsidRPr="00E47180">
        <w:tab/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</w:t>
      </w:r>
    </w:p>
    <w:p w:rsidR="008F4AF7" w:rsidRPr="00E47180" w:rsidRDefault="008F4AF7" w:rsidP="008F4AF7">
      <w:pPr>
        <w:pStyle w:val="libNormal"/>
      </w:pPr>
      <w:r w:rsidRPr="00E47180">
        <w:t>15.</w:t>
      </w:r>
      <w:r w:rsidRPr="00E47180">
        <w:tab/>
      </w:r>
      <w:r w:rsidRPr="008F4AF7">
        <w:rPr>
          <w:rFonts w:hint="cs"/>
          <w:cs/>
          <w:lang w:bidi="hi-IN"/>
        </w:rPr>
        <w:t>उमैरा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</w:t>
      </w:r>
    </w:p>
    <w:p w:rsidR="008F4AF7" w:rsidRPr="00E47180" w:rsidRDefault="008F4AF7" w:rsidP="008F4AF7">
      <w:pPr>
        <w:pStyle w:val="libNormal"/>
      </w:pPr>
      <w:r w:rsidRPr="00E47180">
        <w:t>16.</w:t>
      </w:r>
      <w:r w:rsidRPr="00E47180">
        <w:tab/>
      </w:r>
      <w:r w:rsidRPr="008F4AF7">
        <w:rPr>
          <w:rFonts w:hint="cs"/>
          <w:cs/>
          <w:lang w:bidi="hi-IN"/>
        </w:rPr>
        <w:t>यअली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मर्रा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17.</w:t>
      </w:r>
      <w:r w:rsidRPr="00E47180">
        <w:tab/>
      </w:r>
      <w:r w:rsidRPr="008F4AF7">
        <w:rPr>
          <w:rFonts w:hint="cs"/>
          <w:cs/>
          <w:lang w:bidi="hi-IN"/>
        </w:rPr>
        <w:t>हानी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हानी</w:t>
      </w:r>
    </w:p>
    <w:p w:rsidR="008F4AF7" w:rsidRPr="00E47180" w:rsidRDefault="008F4AF7" w:rsidP="008F4AF7">
      <w:pPr>
        <w:pStyle w:val="libNormal"/>
      </w:pPr>
      <w:r w:rsidRPr="00E47180">
        <w:t>18.</w:t>
      </w:r>
      <w:r w:rsidRPr="00E47180">
        <w:tab/>
      </w:r>
      <w:r w:rsidRPr="008F4AF7">
        <w:rPr>
          <w:rFonts w:hint="cs"/>
          <w:cs/>
          <w:lang w:bidi="hi-IN"/>
        </w:rPr>
        <w:t>हारिसा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मुज़र्रब</w:t>
      </w:r>
    </w:p>
    <w:p w:rsidR="008F4AF7" w:rsidRPr="00E47180" w:rsidRDefault="008F4AF7" w:rsidP="008F4AF7">
      <w:pPr>
        <w:pStyle w:val="libNormal"/>
      </w:pPr>
      <w:r w:rsidRPr="00E47180">
        <w:t>19.</w:t>
      </w:r>
      <w:r w:rsidRPr="00E47180">
        <w:tab/>
      </w:r>
      <w:r w:rsidRPr="008F4AF7">
        <w:rPr>
          <w:rFonts w:hint="cs"/>
          <w:cs/>
          <w:lang w:bidi="hi-IN"/>
        </w:rPr>
        <w:t>हुबैरा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मरियत</w:t>
      </w:r>
    </w:p>
    <w:p w:rsidR="008F4AF7" w:rsidRPr="00E47180" w:rsidRDefault="008F4AF7" w:rsidP="008F4AF7">
      <w:pPr>
        <w:pStyle w:val="libNormal"/>
      </w:pPr>
      <w:r w:rsidRPr="00E47180">
        <w:t>20.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रमला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अमामा</w:t>
      </w:r>
    </w:p>
    <w:p w:rsidR="008F4AF7" w:rsidRPr="00E47180" w:rsidRDefault="008F4AF7" w:rsidP="008F4AF7">
      <w:pPr>
        <w:pStyle w:val="libNormal"/>
      </w:pPr>
      <w:r w:rsidRPr="00E47180">
        <w:t>21.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शक़ीक़े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सलमा</w:t>
      </w:r>
    </w:p>
    <w:p w:rsidR="008F4AF7" w:rsidRPr="00E47180" w:rsidRDefault="008F4AF7" w:rsidP="008F4AF7">
      <w:pPr>
        <w:pStyle w:val="libNormal"/>
      </w:pPr>
      <w:r w:rsidRPr="00E47180">
        <w:t>22.</w:t>
      </w:r>
      <w:r w:rsidRPr="00E47180">
        <w:tab/>
      </w:r>
      <w:r w:rsidRPr="008F4AF7">
        <w:rPr>
          <w:rFonts w:hint="cs"/>
          <w:cs/>
          <w:lang w:bidi="hi-IN"/>
        </w:rPr>
        <w:t>हारिस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आवर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मुसनदे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189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954, </w:t>
      </w:r>
      <w:r w:rsidRPr="008F4AF7">
        <w:rPr>
          <w:rFonts w:hint="cs"/>
          <w:cs/>
          <w:lang w:bidi="hi-IN"/>
        </w:rPr>
        <w:t>ख़सायसे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117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99, </w:t>
      </w:r>
      <w:r w:rsidRPr="008F4AF7">
        <w:rPr>
          <w:rFonts w:hint="cs"/>
          <w:cs/>
          <w:lang w:bidi="hi-IN"/>
        </w:rPr>
        <w:t>सोनने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136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8484, </w:t>
      </w:r>
      <w:r w:rsidRPr="008F4AF7">
        <w:rPr>
          <w:rFonts w:hint="cs"/>
          <w:cs/>
          <w:lang w:bidi="hi-IN"/>
        </w:rPr>
        <w:t>फ़रायदुस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समतैन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68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36, </w:t>
      </w:r>
      <w:r w:rsidRPr="008F4AF7">
        <w:rPr>
          <w:rFonts w:hint="cs"/>
          <w:cs/>
          <w:lang w:bidi="hi-IN"/>
        </w:rPr>
        <w:t>मजमउज़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ज़वायद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105, </w:t>
      </w:r>
      <w:r w:rsidRPr="008F4AF7">
        <w:rPr>
          <w:rFonts w:hint="cs"/>
          <w:cs/>
          <w:lang w:bidi="hi-IN"/>
        </w:rPr>
        <w:t>किफ़ायतुत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63,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मीज़ानुल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ऐतेदाल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294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रक़्म</w:t>
      </w:r>
      <w:r w:rsidRPr="008F4AF7">
        <w:rPr>
          <w:cs/>
          <w:lang w:bidi="hi-IN"/>
        </w:rPr>
        <w:t xml:space="preserve"> </w:t>
      </w:r>
      <w:r w:rsidRPr="00E47180">
        <w:t xml:space="preserve">6481,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बिदाया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निहाया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230, </w:t>
      </w:r>
      <w:r w:rsidRPr="008F4AF7">
        <w:rPr>
          <w:rFonts w:hint="cs"/>
          <w:cs/>
          <w:lang w:bidi="hi-IN"/>
        </w:rPr>
        <w:t>तारिख़ुल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ख़ुलाफ़ा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168, </w:t>
      </w:r>
      <w:r w:rsidRPr="008F4AF7">
        <w:rPr>
          <w:rFonts w:hint="cs"/>
          <w:cs/>
          <w:lang w:bidi="hi-IN"/>
        </w:rPr>
        <w:t>कंज़ुल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158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3648, </w:t>
      </w:r>
      <w:r w:rsidRPr="008F4AF7">
        <w:rPr>
          <w:rFonts w:hint="cs"/>
          <w:cs/>
          <w:lang w:bidi="hi-IN"/>
        </w:rPr>
        <w:t>मुसमदे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बज़्ज़ाज़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रक़्म</w:t>
      </w:r>
      <w:r w:rsidRPr="008F4AF7">
        <w:rPr>
          <w:cs/>
          <w:lang w:bidi="hi-IN"/>
        </w:rPr>
        <w:t xml:space="preserve"> </w:t>
      </w:r>
      <w:r w:rsidRPr="00E47180">
        <w:t xml:space="preserve">766, </w:t>
      </w:r>
      <w:r w:rsidRPr="008F4AF7">
        <w:rPr>
          <w:rFonts w:hint="cs"/>
          <w:cs/>
          <w:lang w:bidi="hi-IN"/>
        </w:rPr>
        <w:t>असनल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49,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मोजमुल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5059,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मोजमुल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औसत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2130, 5301, 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असाकर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रक़्म</w:t>
      </w:r>
      <w:r w:rsidRPr="008F4AF7">
        <w:rPr>
          <w:cs/>
          <w:lang w:bidi="hi-IN"/>
        </w:rPr>
        <w:t xml:space="preserve"> </w:t>
      </w:r>
      <w:r w:rsidRPr="00E47180">
        <w:t xml:space="preserve">515, 516, </w:t>
      </w:r>
      <w:r w:rsidRPr="008F4AF7">
        <w:rPr>
          <w:rFonts w:hint="cs"/>
          <w:cs/>
          <w:lang w:bidi="hi-IN"/>
        </w:rPr>
        <w:t>जमउल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जवामेअ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72, </w:t>
      </w:r>
      <w:r w:rsidRPr="008F4AF7">
        <w:rPr>
          <w:rFonts w:hint="cs"/>
          <w:cs/>
          <w:lang w:bidi="hi-IN"/>
        </w:rPr>
        <w:t>दुर्रुस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209)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हिलयतुल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26, </w:t>
      </w:r>
      <w:r w:rsidRPr="008F4AF7">
        <w:rPr>
          <w:rFonts w:hint="cs"/>
          <w:cs/>
          <w:lang w:bidi="hi-IN"/>
        </w:rPr>
        <w:t>ख़सायसे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100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85, </w:t>
      </w:r>
      <w:r w:rsidRPr="008F4AF7">
        <w:rPr>
          <w:rFonts w:hint="cs"/>
          <w:cs/>
          <w:lang w:bidi="hi-IN"/>
        </w:rPr>
        <w:t>सोनने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131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8470,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मनाक़िब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मग़ाज़ेली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38,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बिदाया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निहाया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230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384, </w:t>
      </w:r>
      <w:r w:rsidRPr="008F4AF7">
        <w:rPr>
          <w:rFonts w:hint="cs"/>
          <w:cs/>
          <w:lang w:bidi="hi-IN"/>
        </w:rPr>
        <w:t>कंज़ुल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154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36480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157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36486)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उसदुल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297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5162)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उसदुल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492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रक़्म</w:t>
      </w:r>
      <w:r w:rsidRPr="008F4AF7">
        <w:rPr>
          <w:cs/>
          <w:lang w:bidi="hi-IN"/>
        </w:rPr>
        <w:t xml:space="preserve"> </w:t>
      </w:r>
      <w:r w:rsidRPr="00E47180">
        <w:t>3382)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ख़सायसे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167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58, </w:t>
      </w:r>
      <w:r w:rsidRPr="008F4AF7">
        <w:rPr>
          <w:rFonts w:hint="cs"/>
          <w:cs/>
          <w:lang w:bidi="hi-IN"/>
        </w:rPr>
        <w:t>अस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सोननुल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कुबरा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154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8542, 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नहजुल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बलाग़ा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228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ख़ुतबा</w:t>
      </w:r>
      <w:r w:rsidRPr="008F4AF7">
        <w:rPr>
          <w:cs/>
          <w:lang w:bidi="hi-IN"/>
        </w:rPr>
        <w:t xml:space="preserve"> </w:t>
      </w:r>
      <w:r w:rsidRPr="00E47180">
        <w:t xml:space="preserve">37, </w:t>
      </w:r>
      <w:r w:rsidRPr="008F4AF7">
        <w:rPr>
          <w:rFonts w:hint="cs"/>
          <w:cs/>
          <w:lang w:bidi="hi-IN"/>
        </w:rPr>
        <w:t>अस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सीरतुल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हलबीया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274 )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मोजमुल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8058)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किताबुल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मवातात</w:t>
      </w:r>
      <w:r w:rsidRPr="00E47180">
        <w:t xml:space="preserve">, </w:t>
      </w:r>
      <w:r w:rsidRPr="008F4AF7">
        <w:rPr>
          <w:rFonts w:hint="cs"/>
          <w:cs/>
          <w:lang w:bidi="hi-IN"/>
        </w:rPr>
        <w:t>तबरी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अनसाबुल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अशराफ़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तर्जुम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रक़्म</w:t>
      </w:r>
      <w:r w:rsidRPr="008F4AF7">
        <w:rPr>
          <w:cs/>
          <w:lang w:bidi="hi-IN"/>
        </w:rPr>
        <w:t xml:space="preserve"> </w:t>
      </w:r>
      <w:r w:rsidRPr="00E47180">
        <w:t>169)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लिसानुल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मीज़ान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379</w:t>
      </w:r>
    </w:p>
    <w:p w:rsidR="001D08AD" w:rsidRDefault="001D08AD" w:rsidP="00FD6765">
      <w:pPr>
        <w:pStyle w:val="Heading2"/>
        <w:rPr>
          <w:cs/>
          <w:lang w:bidi="hi-IN"/>
        </w:rPr>
      </w:pPr>
    </w:p>
    <w:p w:rsidR="001D08AD" w:rsidRDefault="001D08AD" w:rsidP="00FD6765">
      <w:pPr>
        <w:pStyle w:val="Heading2"/>
        <w:rPr>
          <w:cs/>
          <w:lang w:bidi="hi-IN"/>
        </w:rPr>
      </w:pPr>
      <w:bookmarkStart w:id="64" w:name="_Toc457825288"/>
      <w:r w:rsidRPr="008F4AF7">
        <w:rPr>
          <w:rFonts w:hint="cs"/>
          <w:cs/>
          <w:lang w:bidi="hi-IN"/>
        </w:rPr>
        <w:t>गवाही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हज़रात</w:t>
      </w:r>
      <w:bookmarkEnd w:id="64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दर्ज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गवाही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t>1.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ज़ैनब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</w:p>
    <w:p w:rsidR="008F4AF7" w:rsidRPr="00E47180" w:rsidRDefault="008F4AF7" w:rsidP="008F4AF7">
      <w:pPr>
        <w:pStyle w:val="libNormal"/>
      </w:pPr>
      <w:r w:rsidRPr="00E47180">
        <w:t>2.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</w:p>
    <w:p w:rsidR="008F4AF7" w:rsidRPr="00E47180" w:rsidRDefault="008F4AF7" w:rsidP="008F4AF7">
      <w:pPr>
        <w:pStyle w:val="libNormal"/>
      </w:pPr>
      <w:r w:rsidRPr="00E47180">
        <w:t>3.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अँसारी</w:t>
      </w:r>
    </w:p>
    <w:p w:rsidR="008F4AF7" w:rsidRPr="00E47180" w:rsidRDefault="008F4AF7" w:rsidP="008F4AF7">
      <w:pPr>
        <w:pStyle w:val="libNormal"/>
      </w:pPr>
      <w:r w:rsidRPr="00E47180">
        <w:t>4.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क़ुदाम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अँसारी</w:t>
      </w:r>
    </w:p>
    <w:p w:rsidR="008F4AF7" w:rsidRPr="00E47180" w:rsidRDefault="008F4AF7" w:rsidP="008F4AF7">
      <w:pPr>
        <w:pStyle w:val="libNormal"/>
      </w:pPr>
      <w:r w:rsidRPr="00E47180">
        <w:t>5.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लैला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</w:p>
    <w:p w:rsidR="008F4AF7" w:rsidRPr="00E47180" w:rsidRDefault="008F4AF7" w:rsidP="008F4AF7">
      <w:pPr>
        <w:pStyle w:val="libNormal"/>
      </w:pPr>
      <w:r w:rsidRPr="00E47180">
        <w:t>6.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हुरैरा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दूसी</w:t>
      </w:r>
    </w:p>
    <w:p w:rsidR="008F4AF7" w:rsidRPr="00E47180" w:rsidRDefault="008F4AF7" w:rsidP="008F4AF7">
      <w:pPr>
        <w:pStyle w:val="libNormal"/>
      </w:pPr>
      <w:r w:rsidRPr="00E47180">
        <w:t>7.</w:t>
      </w:r>
      <w:r w:rsidRPr="00E47180">
        <w:tab/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हैसम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तीहान</w:t>
      </w:r>
    </w:p>
    <w:p w:rsidR="008F4AF7" w:rsidRPr="00E47180" w:rsidRDefault="008F4AF7" w:rsidP="008F4AF7">
      <w:pPr>
        <w:pStyle w:val="libNormal"/>
      </w:pPr>
      <w:r w:rsidRPr="00E47180">
        <w:t>8.</w:t>
      </w:r>
      <w:r w:rsidRPr="00E47180">
        <w:tab/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वदीअ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अँसारी</w:t>
      </w:r>
    </w:p>
    <w:p w:rsidR="008F4AF7" w:rsidRPr="00E47180" w:rsidRDefault="008F4AF7" w:rsidP="008F4AF7">
      <w:pPr>
        <w:pStyle w:val="libNormal"/>
      </w:pPr>
      <w:r w:rsidRPr="00E47180">
        <w:t>9.</w:t>
      </w:r>
      <w:r w:rsidRPr="00E47180">
        <w:tab/>
      </w:r>
      <w:r w:rsidRPr="008F4AF7">
        <w:rPr>
          <w:rFonts w:hint="cs"/>
          <w:cs/>
          <w:lang w:bidi="hi-IN"/>
        </w:rPr>
        <w:t>हैश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जुनाद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</w:p>
    <w:p w:rsidR="008F4AF7" w:rsidRPr="00E47180" w:rsidRDefault="008F4AF7" w:rsidP="008F4AF7">
      <w:pPr>
        <w:pStyle w:val="libNormal"/>
      </w:pPr>
      <w:r w:rsidRPr="00E47180">
        <w:t>10.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अय्यूब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ख़ालिद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</w:p>
    <w:p w:rsidR="008F4AF7" w:rsidRPr="00E47180" w:rsidRDefault="008F4AF7" w:rsidP="008F4AF7">
      <w:pPr>
        <w:pStyle w:val="libNormal"/>
      </w:pPr>
      <w:r w:rsidRPr="00E47180">
        <w:t>11.</w:t>
      </w:r>
      <w:r w:rsidRPr="00E47180">
        <w:tab/>
      </w:r>
      <w:r w:rsidRPr="008F4AF7">
        <w:rPr>
          <w:rFonts w:hint="cs"/>
          <w:cs/>
          <w:lang w:bidi="hi-IN"/>
        </w:rPr>
        <w:t>ख़ुज़ैमा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अँसारी</w:t>
      </w:r>
    </w:p>
    <w:p w:rsidR="008F4AF7" w:rsidRPr="00E47180" w:rsidRDefault="008F4AF7" w:rsidP="008F4AF7">
      <w:pPr>
        <w:pStyle w:val="libNormal"/>
      </w:pPr>
      <w:r w:rsidRPr="00E47180">
        <w:t>12.</w:t>
      </w:r>
      <w:r w:rsidRPr="00E47180">
        <w:tab/>
      </w:r>
      <w:r w:rsidRPr="008F4AF7">
        <w:rPr>
          <w:rFonts w:hint="cs"/>
          <w:cs/>
          <w:lang w:bidi="hi-IN"/>
        </w:rPr>
        <w:t>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ख़ुवैलद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ख़ुज़ाई</w:t>
      </w:r>
    </w:p>
    <w:p w:rsidR="008F4AF7" w:rsidRPr="00E47180" w:rsidRDefault="008F4AF7" w:rsidP="008F4AF7">
      <w:pPr>
        <w:pStyle w:val="libNormal"/>
      </w:pPr>
      <w:r w:rsidRPr="00E47180">
        <w:t>13.</w:t>
      </w:r>
      <w:r w:rsidRPr="00E47180">
        <w:tab/>
      </w:r>
      <w:r w:rsidRPr="008F4AF7">
        <w:rPr>
          <w:rFonts w:hint="cs"/>
          <w:cs/>
          <w:lang w:bidi="hi-IN"/>
        </w:rPr>
        <w:t>जै़द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यज़ीद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शराहिले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</w:p>
    <w:p w:rsidR="008F4AF7" w:rsidRPr="00E47180" w:rsidRDefault="008F4AF7" w:rsidP="008F4AF7">
      <w:pPr>
        <w:pStyle w:val="libNormal"/>
      </w:pPr>
      <w:r w:rsidRPr="00E47180">
        <w:t>14.</w:t>
      </w:r>
      <w:r w:rsidRPr="00E47180">
        <w:tab/>
      </w:r>
      <w:r w:rsidRPr="008F4AF7">
        <w:rPr>
          <w:rFonts w:hint="cs"/>
          <w:cs/>
          <w:lang w:bidi="hi-IN"/>
        </w:rPr>
        <w:t>सहल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हनीफ़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वासी</w:t>
      </w:r>
    </w:p>
    <w:p w:rsidR="008F4AF7" w:rsidRPr="00E47180" w:rsidRDefault="008F4AF7" w:rsidP="008F4AF7">
      <w:pPr>
        <w:pStyle w:val="libNormal"/>
      </w:pPr>
      <w:r w:rsidRPr="00E47180">
        <w:lastRenderedPageBreak/>
        <w:t>15.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मालिक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अँसारी</w:t>
      </w:r>
    </w:p>
    <w:p w:rsidR="008F4AF7" w:rsidRPr="00E47180" w:rsidRDefault="008F4AF7" w:rsidP="008F4AF7">
      <w:pPr>
        <w:pStyle w:val="libNormal"/>
      </w:pPr>
      <w:r w:rsidRPr="00E47180">
        <w:t>16.</w:t>
      </w:r>
      <w:r w:rsidRPr="00E47180">
        <w:tab/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अँसारी</w:t>
      </w:r>
    </w:p>
    <w:p w:rsidR="008F4AF7" w:rsidRPr="00E47180" w:rsidRDefault="008F4AF7" w:rsidP="008F4AF7">
      <w:pPr>
        <w:pStyle w:val="libNormal"/>
      </w:pPr>
      <w:r w:rsidRPr="00E47180">
        <w:t>17.</w:t>
      </w:r>
      <w:r w:rsidRPr="00E47180">
        <w:tab/>
      </w:r>
      <w:r w:rsidRPr="008F4AF7">
        <w:rPr>
          <w:rFonts w:hint="cs"/>
          <w:cs/>
          <w:lang w:bidi="hi-IN"/>
        </w:rPr>
        <w:t>आमिर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लैला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ग़फ़्फ़ारी</w:t>
      </w:r>
    </w:p>
    <w:p w:rsidR="008F4AF7" w:rsidRPr="00E47180" w:rsidRDefault="008F4AF7" w:rsidP="008F4AF7">
      <w:pPr>
        <w:pStyle w:val="libNormal"/>
      </w:pPr>
      <w:r w:rsidRPr="00E47180">
        <w:t>18.</w:t>
      </w:r>
      <w:r w:rsidRPr="00E47180">
        <w:tab/>
      </w:r>
      <w:r w:rsidRPr="008F4AF7">
        <w:rPr>
          <w:rFonts w:hint="cs"/>
          <w:cs/>
          <w:lang w:bidi="hi-IN"/>
        </w:rPr>
        <w:t>अब्दुर्रहमान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अँसारी</w:t>
      </w:r>
    </w:p>
    <w:p w:rsidR="008F4AF7" w:rsidRPr="00E47180" w:rsidRDefault="008F4AF7" w:rsidP="008F4AF7">
      <w:pPr>
        <w:pStyle w:val="libNormal"/>
      </w:pPr>
      <w:r w:rsidRPr="00E47180">
        <w:t>19.</w:t>
      </w:r>
      <w:r w:rsidRPr="00E47180">
        <w:tab/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अँसारी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ख़ादिमे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E47180">
        <w:t>20.</w:t>
      </w:r>
      <w:r w:rsidRPr="00E47180">
        <w:tab/>
      </w:r>
      <w:r w:rsidRPr="008F4AF7">
        <w:rPr>
          <w:rFonts w:hint="cs"/>
          <w:cs/>
          <w:lang w:bidi="hi-IN"/>
        </w:rPr>
        <w:t>उबैद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आज़िब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अँसारी</w:t>
      </w:r>
    </w:p>
    <w:p w:rsidR="008F4AF7" w:rsidRPr="00E47180" w:rsidRDefault="008F4AF7" w:rsidP="008F4AF7">
      <w:pPr>
        <w:pStyle w:val="libNormal"/>
      </w:pPr>
      <w:r w:rsidRPr="00E47180">
        <w:t>21.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तुरैफ़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हातिम</w:t>
      </w:r>
    </w:p>
    <w:p w:rsidR="008F4AF7" w:rsidRPr="00E47180" w:rsidRDefault="008F4AF7" w:rsidP="008F4AF7">
      <w:pPr>
        <w:pStyle w:val="libNormal"/>
      </w:pPr>
      <w:r w:rsidRPr="00E47180">
        <w:t>22.</w:t>
      </w:r>
      <w:r w:rsidRPr="00E47180">
        <w:tab/>
      </w:r>
      <w:r w:rsidRPr="008F4AF7">
        <w:rPr>
          <w:rFonts w:hint="cs"/>
          <w:cs/>
          <w:lang w:bidi="hi-IN"/>
        </w:rPr>
        <w:t>उक़बा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जहनी</w:t>
      </w:r>
    </w:p>
    <w:p w:rsidR="008F4AF7" w:rsidRPr="00E47180" w:rsidRDefault="008F4AF7" w:rsidP="008F4AF7">
      <w:pPr>
        <w:pStyle w:val="libNormal"/>
      </w:pPr>
      <w:r w:rsidRPr="00E47180">
        <w:t>23.</w:t>
      </w:r>
      <w:r w:rsidRPr="00E47180">
        <w:tab/>
      </w:r>
      <w:r w:rsidRPr="008F4AF7">
        <w:rPr>
          <w:rFonts w:hint="cs"/>
          <w:cs/>
          <w:lang w:bidi="hi-IN"/>
        </w:rPr>
        <w:t>नाजिया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ख़ुज़ाई</w:t>
      </w:r>
    </w:p>
    <w:p w:rsidR="008F4AF7" w:rsidRPr="00E47180" w:rsidRDefault="008F4AF7" w:rsidP="008F4AF7">
      <w:pPr>
        <w:pStyle w:val="libNormal"/>
      </w:pPr>
      <w:r w:rsidRPr="00E47180">
        <w:t>24.</w:t>
      </w:r>
      <w:r w:rsidRPr="00E47180">
        <w:tab/>
      </w:r>
      <w:r w:rsidRPr="008F4AF7">
        <w:rPr>
          <w:rFonts w:hint="cs"/>
          <w:cs/>
          <w:lang w:bidi="hi-IN"/>
        </w:rPr>
        <w:t>नोमान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अजलान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</w:p>
    <w:p w:rsidR="008F4AF7" w:rsidRPr="00E47180" w:rsidRDefault="008F4AF7" w:rsidP="008F4AF7">
      <w:pPr>
        <w:pStyle w:val="libNormal"/>
      </w:pPr>
      <w:r w:rsidRPr="00E47180">
        <w:t>25.</w:t>
      </w:r>
      <w:r w:rsidRPr="00E47180">
        <w:tab/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हैसमी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ऐहतेजाज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E47180">
        <w:t>30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मजमउज़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ज़वायद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104)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चूँकि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ऐहतेजाज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सन्</w:t>
      </w:r>
      <w:r w:rsidRPr="008F4AF7">
        <w:rPr>
          <w:cs/>
          <w:lang w:bidi="hi-IN"/>
        </w:rPr>
        <w:t xml:space="preserve"> </w:t>
      </w:r>
      <w:r w:rsidRPr="00E47180">
        <w:t>35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E47180">
        <w:t>25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ज़ाहिर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ऐहतेजाज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मुल्कों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मुतफ़र्रिक़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E47180">
        <w:t>30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अफ़राद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कूफ़े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हाज़िर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गवाही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दी।</w:t>
      </w:r>
      <w:r w:rsidRPr="008F4AF7">
        <w:rPr>
          <w:cs/>
          <w:lang w:bidi="hi-IN"/>
        </w:rPr>
        <w:t xml:space="preserve"> </w:t>
      </w:r>
    </w:p>
    <w:p w:rsidR="001D08AD" w:rsidRDefault="001D08AD" w:rsidP="00FD6765">
      <w:pPr>
        <w:pStyle w:val="Heading2"/>
        <w:rPr>
          <w:cs/>
          <w:lang w:bidi="hi-IN"/>
        </w:rPr>
      </w:pPr>
    </w:p>
    <w:p w:rsidR="001D08AD" w:rsidRDefault="001D08AD" w:rsidP="00FD6765">
      <w:pPr>
        <w:pStyle w:val="Heading2"/>
        <w:rPr>
          <w:cs/>
          <w:lang w:bidi="hi-IN"/>
        </w:rPr>
      </w:pPr>
      <w:bookmarkStart w:id="65" w:name="_Toc457825289"/>
      <w:r w:rsidRPr="008F4AF7">
        <w:rPr>
          <w:rFonts w:hint="cs"/>
          <w:cs/>
          <w:lang w:bidi="hi-IN"/>
        </w:rPr>
        <w:t>ल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जंगे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ऐहतेजाज</w:t>
      </w:r>
      <w:bookmarkEnd w:id="65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मक़ामात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ऐहतेजाज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तलहा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ऐहतेजाज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नैशा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पुरी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ज़ब्बी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कूफ़ी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ताबेई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तलहा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उबैदुल्लाह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भेज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मुलाक़ात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बुलवाया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चुनाचे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तलहा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ख़िदमत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हाज़िर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तलहा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तुम्हे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क़मस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रसूलल्लाह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सुना</w:t>
      </w:r>
      <w:r w:rsidRPr="008F4AF7">
        <w:rPr>
          <w:cs/>
          <w:lang w:bidi="hi-IN"/>
        </w:rPr>
        <w:t xml:space="preserve"> ......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? </w:t>
      </w:r>
      <w:r w:rsidRPr="008F4AF7">
        <w:rPr>
          <w:rFonts w:hint="cs"/>
          <w:cs/>
          <w:lang w:bidi="hi-IN"/>
        </w:rPr>
        <w:t>उसने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उठ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खड़ा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मुसतदरक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सहीहैन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419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5594,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मनाक़िबे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ख़ारज़मी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182, 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दमिश्क़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568, </w:t>
      </w:r>
      <w:r w:rsidRPr="008F4AF7">
        <w:rPr>
          <w:rFonts w:hint="cs"/>
          <w:cs/>
          <w:lang w:bidi="hi-IN"/>
        </w:rPr>
        <w:t>तज़किरतुल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ख़वास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72, </w:t>
      </w:r>
      <w:r w:rsidRPr="008F4AF7">
        <w:rPr>
          <w:rFonts w:hint="cs"/>
          <w:cs/>
          <w:lang w:bidi="hi-IN"/>
        </w:rPr>
        <w:t>मजमउज़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ज़वायद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107, </w:t>
      </w:r>
      <w:r w:rsidRPr="008F4AF7">
        <w:rPr>
          <w:rFonts w:hint="cs"/>
          <w:cs/>
          <w:lang w:bidi="hi-IN"/>
        </w:rPr>
        <w:t>क़ंज़ुल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332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31662 )</w:t>
      </w:r>
    </w:p>
    <w:p w:rsidR="001D08AD" w:rsidRDefault="001D08AD" w:rsidP="00FD6765">
      <w:pPr>
        <w:pStyle w:val="Heading2"/>
        <w:rPr>
          <w:cs/>
          <w:lang w:bidi="hi-IN"/>
        </w:rPr>
      </w:pPr>
    </w:p>
    <w:p w:rsidR="001D08AD" w:rsidRDefault="001D08AD" w:rsidP="00FD6765">
      <w:pPr>
        <w:pStyle w:val="Heading2"/>
        <w:rPr>
          <w:cs/>
          <w:lang w:bidi="hi-IN"/>
        </w:rPr>
      </w:pPr>
      <w:bookmarkStart w:id="66" w:name="_Toc457825290"/>
      <w:r w:rsidRPr="008F4AF7">
        <w:rPr>
          <w:rFonts w:hint="cs"/>
          <w:cs/>
          <w:lang w:bidi="hi-IN"/>
        </w:rPr>
        <w:t>ह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कूफ़े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सवारान</w:t>
      </w:r>
      <w:bookmarkEnd w:id="66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हंबल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रियाह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हारिस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कूफ़े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ख़िदमत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....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हूण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ख़ास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कबीले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ताअल्लुक़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 xml:space="preserve">?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रसूलल्लाह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 .....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मुसनदे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हंबल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583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23051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E47180">
        <w:t xml:space="preserve">23052, </w:t>
      </w:r>
      <w:r w:rsidRPr="008F4AF7">
        <w:rPr>
          <w:rFonts w:hint="cs"/>
          <w:cs/>
          <w:lang w:bidi="hi-IN"/>
        </w:rPr>
        <w:t>उसदुल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441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रक़्म</w:t>
      </w:r>
      <w:r w:rsidRPr="008F4AF7">
        <w:rPr>
          <w:cs/>
          <w:lang w:bidi="hi-IN"/>
        </w:rPr>
        <w:t xml:space="preserve"> </w:t>
      </w:r>
      <w:r w:rsidRPr="00E47180">
        <w:t xml:space="preserve">1038, </w:t>
      </w:r>
      <w:r w:rsidRPr="008F4AF7">
        <w:rPr>
          <w:rFonts w:hint="cs"/>
          <w:cs/>
          <w:lang w:bidi="hi-IN"/>
        </w:rPr>
        <w:t>रियाज़ुन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113,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बिदाया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निहाया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231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पेद</w:t>
      </w:r>
      <w:r w:rsidRPr="008F4AF7">
        <w:rPr>
          <w:cs/>
          <w:lang w:bidi="hi-IN"/>
        </w:rPr>
        <w:t xml:space="preserve"> </w:t>
      </w:r>
      <w:r w:rsidRPr="00E47180">
        <w:t>384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E47180">
        <w:t xml:space="preserve">385,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मोजमुल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173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4053, </w:t>
      </w:r>
      <w:r w:rsidRPr="008F4AF7">
        <w:rPr>
          <w:rFonts w:hint="cs"/>
          <w:cs/>
          <w:lang w:bidi="hi-IN"/>
        </w:rPr>
        <w:t>मुख़्तसरे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354)</w:t>
      </w:r>
    </w:p>
    <w:p w:rsidR="001D08AD" w:rsidRDefault="001D08AD" w:rsidP="00FD6765">
      <w:pPr>
        <w:pStyle w:val="Heading2"/>
        <w:rPr>
          <w:cs/>
          <w:lang w:bidi="hi-IN"/>
        </w:rPr>
      </w:pPr>
    </w:p>
    <w:p w:rsidR="001D08AD" w:rsidRDefault="001D08AD" w:rsidP="00FD6765">
      <w:pPr>
        <w:pStyle w:val="Heading2"/>
        <w:rPr>
          <w:cs/>
          <w:lang w:bidi="hi-IN"/>
        </w:rPr>
      </w:pPr>
      <w:bookmarkStart w:id="67" w:name="_Toc457825291"/>
      <w:r w:rsidRPr="008F4AF7">
        <w:rPr>
          <w:rFonts w:hint="cs"/>
          <w:cs/>
          <w:lang w:bidi="hi-IN"/>
        </w:rPr>
        <w:t>ल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जंगे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सिफ़्फ़ीन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ऐहतेजाज</w:t>
      </w:r>
      <w:bookmarkEnd w:id="67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सुलैम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क़ैस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हेलाली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बुज़ुर्गे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ताबेई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सिफ़्फ़ीन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लश्कर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इलाक़ों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मुहाजिर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जमाअत</w:t>
      </w:r>
      <w:r w:rsidRPr="00E47180">
        <w:t xml:space="preserve">, </w:t>
      </w:r>
      <w:r w:rsidRPr="008F4AF7">
        <w:rPr>
          <w:rFonts w:hint="cs"/>
          <w:cs/>
          <w:lang w:bidi="hi-IN"/>
        </w:rPr>
        <w:t>बेशक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मनाक़िब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फज़ायल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किताबे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सुलैम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क़ैस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757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25)</w:t>
      </w:r>
    </w:p>
    <w:p w:rsidR="001D08AD" w:rsidRDefault="001D08AD" w:rsidP="00FD6765">
      <w:pPr>
        <w:pStyle w:val="Heading1"/>
      </w:pPr>
    </w:p>
    <w:p w:rsidR="001D08AD" w:rsidRDefault="001D08AD" w:rsidP="00FD6765">
      <w:pPr>
        <w:pStyle w:val="Heading1"/>
      </w:pPr>
      <w:bookmarkStart w:id="68" w:name="_Toc457825292"/>
      <w:r w:rsidRPr="00E47180">
        <w:t>2.</w:t>
      </w:r>
      <w:r w:rsidRPr="00E47180">
        <w:tab/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ज़हरा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ऐहतेजाज</w:t>
      </w:r>
      <w:bookmarkEnd w:id="68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शमसुद्दीन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ख़ैरी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जज़री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दमिश्क़ी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कुलसूम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फ़ातेमा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ज़हरा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बीबी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असनल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49)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भुला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जिसका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हारून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मूसा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ऐहतेजाज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यनाबीउल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मवद्दत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150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बाब</w:t>
      </w:r>
      <w:r w:rsidRPr="008F4AF7">
        <w:rPr>
          <w:cs/>
          <w:lang w:bidi="hi-IN"/>
        </w:rPr>
        <w:t xml:space="preserve"> </w:t>
      </w:r>
      <w:r w:rsidRPr="00E47180">
        <w:t xml:space="preserve">90,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सुलैम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788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26)</w:t>
      </w:r>
    </w:p>
    <w:p w:rsidR="001D08AD" w:rsidRDefault="001D08AD" w:rsidP="00FD6765">
      <w:pPr>
        <w:pStyle w:val="Heading1"/>
      </w:pPr>
    </w:p>
    <w:p w:rsidR="001D08AD" w:rsidRDefault="001D08AD" w:rsidP="00FD6765">
      <w:pPr>
        <w:pStyle w:val="Heading1"/>
      </w:pPr>
      <w:bookmarkStart w:id="69" w:name="_Toc457825293"/>
      <w:r w:rsidRPr="00E47180">
        <w:t>3.</w:t>
      </w:r>
      <w:r w:rsidRPr="00E47180">
        <w:tab/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ऐहतेजाज</w:t>
      </w:r>
      <w:bookmarkEnd w:id="69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मक़मात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ऐहतेजाज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असमाए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t xml:space="preserve">1.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जाफ़र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शहादत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मुआविया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ऐहतेजाज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किया।</w:t>
      </w:r>
    </w:p>
    <w:p w:rsidR="008F4AF7" w:rsidRPr="00E47180" w:rsidRDefault="008F4AF7" w:rsidP="008F4AF7">
      <w:pPr>
        <w:pStyle w:val="libNormal"/>
      </w:pPr>
      <w:r w:rsidRPr="00E47180">
        <w:t xml:space="preserve">2. </w:t>
      </w:r>
      <w:r w:rsidRPr="008F4AF7">
        <w:rPr>
          <w:rFonts w:hint="cs"/>
          <w:cs/>
          <w:lang w:bidi="hi-IN"/>
        </w:rPr>
        <w:t>बुरद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ऐहतेजाज।</w:t>
      </w:r>
    </w:p>
    <w:p w:rsidR="008F4AF7" w:rsidRPr="00E47180" w:rsidRDefault="008F4AF7" w:rsidP="008F4AF7">
      <w:pPr>
        <w:pStyle w:val="libNormal"/>
      </w:pPr>
      <w:r w:rsidRPr="00E47180">
        <w:t xml:space="preserve">3.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मुआविया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ऐहतेजाज।</w:t>
      </w:r>
    </w:p>
    <w:p w:rsidR="008F4AF7" w:rsidRPr="00E47180" w:rsidRDefault="008F4AF7" w:rsidP="008F4AF7">
      <w:pPr>
        <w:pStyle w:val="libNormal"/>
      </w:pPr>
      <w:r w:rsidRPr="00E47180">
        <w:t xml:space="preserve">4. </w:t>
      </w:r>
      <w:r w:rsidRPr="008F4AF7">
        <w:rPr>
          <w:rFonts w:hint="cs"/>
          <w:cs/>
          <w:lang w:bidi="hi-IN"/>
        </w:rPr>
        <w:t>अम्मारे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यासिर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सिफ़्फ़ीन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ऐहतेजाज।</w:t>
      </w:r>
    </w:p>
    <w:p w:rsidR="008F4AF7" w:rsidRPr="00E47180" w:rsidRDefault="008F4AF7" w:rsidP="008F4AF7">
      <w:pPr>
        <w:pStyle w:val="libNormal"/>
      </w:pPr>
      <w:r w:rsidRPr="00E47180">
        <w:t xml:space="preserve">5. </w:t>
      </w:r>
      <w:r w:rsidRPr="008F4AF7">
        <w:rPr>
          <w:rFonts w:hint="cs"/>
          <w:cs/>
          <w:lang w:bidi="hi-IN"/>
        </w:rPr>
        <w:t>असबग़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मुआविया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जलसे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सन्</w:t>
      </w:r>
      <w:r w:rsidRPr="008F4AF7">
        <w:rPr>
          <w:cs/>
          <w:lang w:bidi="hi-IN"/>
        </w:rPr>
        <w:t xml:space="preserve"> </w:t>
      </w:r>
      <w:r w:rsidRPr="00E47180">
        <w:t>37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ऐहतेजाज।</w:t>
      </w:r>
    </w:p>
    <w:p w:rsidR="008F4AF7" w:rsidRPr="00E47180" w:rsidRDefault="008F4AF7" w:rsidP="008F4AF7">
      <w:pPr>
        <w:pStyle w:val="libNormal"/>
      </w:pPr>
      <w:r w:rsidRPr="00E47180">
        <w:lastRenderedPageBreak/>
        <w:t xml:space="preserve">6.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हुरैरा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मस्जिदे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कूफ़ा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मुनाज़िरा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मुनाज़िरा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हैसमी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मजमउज़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ज़वायद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यअली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तबरानी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बज़्ज़ाज़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तौसीक़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>(</w:t>
      </w:r>
    </w:p>
    <w:p w:rsidR="008F4AF7" w:rsidRPr="00E47180" w:rsidRDefault="008F4AF7" w:rsidP="008F4AF7">
      <w:pPr>
        <w:pStyle w:val="libNormal"/>
      </w:pPr>
      <w:r w:rsidRPr="00E47180">
        <w:t xml:space="preserve">7.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जै़द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अरक़म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ऐहतेजाज।</w:t>
      </w:r>
    </w:p>
    <w:p w:rsidR="008F4AF7" w:rsidRPr="00E47180" w:rsidRDefault="008F4AF7" w:rsidP="008F4AF7">
      <w:pPr>
        <w:pStyle w:val="libNormal"/>
      </w:pPr>
      <w:r w:rsidRPr="00E47180">
        <w:t xml:space="preserve">8.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इराक़ी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जाबिर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मुनाज़िरा।</w:t>
      </w:r>
    </w:p>
    <w:p w:rsidR="008F4AF7" w:rsidRPr="00E47180" w:rsidRDefault="008F4AF7" w:rsidP="008F4AF7">
      <w:pPr>
        <w:pStyle w:val="libNormal"/>
      </w:pPr>
      <w:r w:rsidRPr="00E47180">
        <w:t xml:space="preserve">9. </w:t>
      </w:r>
      <w:r w:rsidRPr="008F4AF7">
        <w:rPr>
          <w:rFonts w:hint="cs"/>
          <w:cs/>
          <w:lang w:bidi="hi-IN"/>
        </w:rPr>
        <w:t>क़ैस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मुआविया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सन्</w:t>
      </w:r>
      <w:r w:rsidRPr="008F4AF7">
        <w:rPr>
          <w:cs/>
          <w:lang w:bidi="hi-IN"/>
        </w:rPr>
        <w:t xml:space="preserve"> </w:t>
      </w:r>
      <w:r w:rsidRPr="00E47180">
        <w:t>50, 56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ऐहतेजाज।</w:t>
      </w:r>
    </w:p>
    <w:p w:rsidR="008F4AF7" w:rsidRPr="00E47180" w:rsidRDefault="008F4AF7" w:rsidP="008F4AF7">
      <w:pPr>
        <w:pStyle w:val="libNormal"/>
      </w:pPr>
      <w:r w:rsidRPr="00E47180">
        <w:t xml:space="preserve">10. </w:t>
      </w:r>
      <w:r w:rsidRPr="008F4AF7">
        <w:rPr>
          <w:rFonts w:hint="cs"/>
          <w:cs/>
          <w:lang w:bidi="hi-IN"/>
        </w:rPr>
        <w:t>दारमिया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हजूनिया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मुआविया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सन्</w:t>
      </w:r>
      <w:r w:rsidRPr="008F4AF7">
        <w:rPr>
          <w:cs/>
          <w:lang w:bidi="hi-IN"/>
        </w:rPr>
        <w:t xml:space="preserve"> </w:t>
      </w:r>
      <w:r w:rsidRPr="00E47180">
        <w:t>50, 56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ऐहतेजाज।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सुलैम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834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42)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सियासह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97)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मनाक़िबे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ख़ारज़मी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199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240)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206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240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ख़ुतबा</w:t>
      </w:r>
      <w:r w:rsidRPr="008F4AF7">
        <w:rPr>
          <w:cs/>
          <w:lang w:bidi="hi-IN"/>
        </w:rPr>
        <w:t xml:space="preserve"> </w:t>
      </w:r>
      <w:r w:rsidRPr="00E47180">
        <w:t>35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सिफ़्फ़ीन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338)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मनाक़िबे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ख़ारज़मी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205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240, </w:t>
      </w:r>
      <w:r w:rsidRPr="008F4AF7">
        <w:rPr>
          <w:rFonts w:hint="cs"/>
          <w:cs/>
          <w:lang w:bidi="hi-IN"/>
        </w:rPr>
        <w:t>तज़किरतुल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ख़वास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85)</w:t>
      </w:r>
    </w:p>
    <w:p w:rsidR="008F4AF7" w:rsidRPr="00E47180" w:rsidRDefault="008F4AF7" w:rsidP="008F4AF7">
      <w:pPr>
        <w:pStyle w:val="libNormal"/>
      </w:pPr>
      <w:r w:rsidRPr="00E47180">
        <w:lastRenderedPageBreak/>
        <w:t>(</w:t>
      </w:r>
      <w:r w:rsidRPr="008F4AF7">
        <w:rPr>
          <w:rFonts w:hint="cs"/>
          <w:cs/>
          <w:lang w:bidi="hi-IN"/>
        </w:rPr>
        <w:t>मुसमदे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मूसली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307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6423, </w:t>
      </w:r>
      <w:r w:rsidRPr="008F4AF7">
        <w:rPr>
          <w:rFonts w:hint="cs"/>
          <w:cs/>
          <w:lang w:bidi="hi-IN"/>
        </w:rPr>
        <w:t>मजमउज़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ज़वायद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105)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यनाबीउल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मवद्दत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73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बाब</w:t>
      </w:r>
      <w:r w:rsidRPr="008F4AF7">
        <w:rPr>
          <w:cs/>
          <w:lang w:bidi="hi-IN"/>
        </w:rPr>
        <w:t xml:space="preserve"> </w:t>
      </w:r>
      <w:r w:rsidRPr="00E47180">
        <w:t>56)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किफ़ायतुत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61)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किताबे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सुलैम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777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26)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रबीउल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599)</w:t>
      </w:r>
    </w:p>
    <w:p w:rsidR="008F4AF7" w:rsidRPr="00E47180" w:rsidRDefault="008F4AF7" w:rsidP="008F4AF7">
      <w:pPr>
        <w:pStyle w:val="libNormal"/>
      </w:pPr>
      <w:r w:rsidRPr="00E47180">
        <w:t xml:space="preserve">11.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उमय्या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ऐहतेजाज।</w:t>
      </w:r>
    </w:p>
    <w:p w:rsidR="008F4AF7" w:rsidRPr="00E47180" w:rsidRDefault="008F4AF7" w:rsidP="008F4AF7">
      <w:pPr>
        <w:pStyle w:val="libNormal"/>
      </w:pPr>
      <w:r w:rsidRPr="00E47180">
        <w:t xml:space="preserve">12. </w:t>
      </w:r>
      <w:r w:rsidRPr="008F4AF7">
        <w:rPr>
          <w:rFonts w:hint="cs"/>
          <w:cs/>
          <w:lang w:bidi="hi-IN"/>
        </w:rPr>
        <w:t>ख़लीफ़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मामून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फ़ुक़हा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ऐहतेजाज।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हिलयतुल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औवलिया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364)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अक़दुल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56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E47180">
        <w:t>61)</w:t>
      </w:r>
    </w:p>
    <w:p w:rsidR="00FD6765" w:rsidRDefault="008F4AF7" w:rsidP="008F4AF7">
      <w:pPr>
        <w:pStyle w:val="libNormal"/>
        <w:rPr>
          <w:cs/>
          <w:lang w:bidi="hi-IN"/>
        </w:rPr>
      </w:pPr>
      <w:r w:rsidRPr="008F4AF7">
        <w:rPr>
          <w:cs/>
          <w:lang w:bidi="hi-IN"/>
        </w:rPr>
        <w:t xml:space="preserve"> </w:t>
      </w:r>
    </w:p>
    <w:p w:rsidR="00FD6765" w:rsidRDefault="00FD6765" w:rsidP="00DE0F6F">
      <w:pPr>
        <w:pStyle w:val="libNormal"/>
        <w:rPr>
          <w:cs/>
          <w:lang w:bidi="hi-IN"/>
        </w:rPr>
      </w:pPr>
      <w:r>
        <w:rPr>
          <w:cs/>
          <w:lang w:bidi="hi-IN"/>
        </w:rPr>
        <w:br w:type="page"/>
      </w:r>
    </w:p>
    <w:p w:rsidR="001D08AD" w:rsidRDefault="001D08AD" w:rsidP="00FD6765">
      <w:pPr>
        <w:pStyle w:val="Heading1"/>
        <w:rPr>
          <w:cs/>
          <w:lang w:bidi="hi-IN"/>
        </w:rPr>
      </w:pPr>
    </w:p>
    <w:p w:rsidR="001D08AD" w:rsidRDefault="001D08AD" w:rsidP="00FD6765">
      <w:pPr>
        <w:pStyle w:val="Heading1"/>
        <w:rPr>
          <w:cs/>
          <w:lang w:bidi="hi-IN"/>
        </w:rPr>
      </w:pPr>
      <w:bookmarkStart w:id="70" w:name="_Toc457825294"/>
      <w:r w:rsidRPr="008F4AF7">
        <w:rPr>
          <w:rFonts w:hint="cs"/>
          <w:cs/>
          <w:lang w:bidi="hi-IN"/>
        </w:rPr>
        <w:t>ऐतेराज़ात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तहक़ीक़</w:t>
      </w:r>
      <w:bookmarkEnd w:id="70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चूँकि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मज़बूत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मुसतहकम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बेजा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कोशिश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t>1.</w:t>
      </w:r>
      <w:r w:rsidRPr="00E47180">
        <w:tab/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जज़्म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... </w:t>
      </w:r>
      <w:r w:rsidRPr="008F4AF7">
        <w:rPr>
          <w:rFonts w:hint="cs"/>
          <w:cs/>
          <w:lang w:bidi="hi-IN"/>
        </w:rPr>
        <w:t>मुवस्सक़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फ़ेसल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224)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अव्वल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ग़द़ीर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है।दोबारा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हिस्से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मुतालआ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लें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दुव्वुम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हज़्म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गुमराह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इत्तेफ़ाक़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अवामुन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सिव्वुम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मुतअस्सिब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हट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धर्म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आदमी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बुग़्ज़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मुहल्ली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अब्दुर्रहमान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मुल्जिम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क़त्ल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इज्तेहाद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लिसानुल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मीज़ान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229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रक़्म</w:t>
      </w:r>
      <w:r w:rsidRPr="008F4AF7">
        <w:rPr>
          <w:cs/>
          <w:lang w:bidi="hi-IN"/>
        </w:rPr>
        <w:t xml:space="preserve"> </w:t>
      </w:r>
      <w:r w:rsidRPr="00E47180">
        <w:t>5737)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मुहल्ली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482)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तुम्हारा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क़ातिल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सख़ी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ताबीर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क़त्ल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E47180">
        <w:t>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क़यामत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रसूलल्लाह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ख़बरदार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बेशक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क़यामत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क़त्ल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रीशो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रंगीन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करेगा।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तुम्हारा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क़ातिल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यहूदी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मुशाबेह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यहूदी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होगा।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मुसनद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326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17857, </w:t>
      </w:r>
      <w:r w:rsidRPr="008F4AF7">
        <w:rPr>
          <w:rFonts w:hint="cs"/>
          <w:cs/>
          <w:lang w:bidi="hi-IN"/>
        </w:rPr>
        <w:t>ख़सायसे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162,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मुसतदरके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हाकिम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151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4679)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अक़्दुल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155)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क़ंज़ुल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195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36582)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मुलजिम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तूझे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मख़्लूक़ाते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145, </w:t>
      </w:r>
      <w:r w:rsidRPr="008F4AF7">
        <w:rPr>
          <w:rFonts w:hint="cs"/>
          <w:cs/>
          <w:lang w:bidi="hi-IN"/>
        </w:rPr>
        <w:t>कामिले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435)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क़ारेईने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मोहतरम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किस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मुलजिम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मुजतहिद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वाजिबुल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क़त्ल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मुसलेमीन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ख़ुरूज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ख़ारिज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क़त्ल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मुस्लिम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अमारा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क़ातिल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अम्मार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ग़ादरिया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यसार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सलमी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तावील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मुजतहिद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चुँनाचे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क़त्ले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क़त्ल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इजतेहाद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>(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फ़स्ल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161)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जाहिलों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तौसीक़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इजतेहाद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बिलकुल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वाज़ेह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मुक़ाबले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?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सहीहुस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अहादीस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तुम्हे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गिरोह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क़त्ल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करेगा।</w:t>
      </w:r>
      <w:r w:rsidRPr="008F4AF7">
        <w:rPr>
          <w:cs/>
          <w:lang w:bidi="hi-IN"/>
        </w:rPr>
        <w:t xml:space="preserve"> (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अम्मार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फ़रज़ंदे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सुमय्या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होगें।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पालने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क़ुरैश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हिर्स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निगाहों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क़ातिल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कपड़ों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फाड़ने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आतिशे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जहन्नम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जायेगा।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512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5704)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मोजमुल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96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पहदीस</w:t>
      </w:r>
      <w:r w:rsidRPr="008F4AF7">
        <w:rPr>
          <w:cs/>
          <w:lang w:bidi="hi-IN"/>
        </w:rPr>
        <w:t xml:space="preserve"> </w:t>
      </w:r>
      <w:r w:rsidRPr="00E47180">
        <w:t>10071)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मुसतदरके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हाकिम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437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5661)</w:t>
      </w:r>
    </w:p>
    <w:p w:rsidR="001D08AD" w:rsidRDefault="001D08AD" w:rsidP="00FD6765">
      <w:pPr>
        <w:pStyle w:val="Heading1"/>
      </w:pPr>
    </w:p>
    <w:p w:rsidR="001D08AD" w:rsidRDefault="001D08AD" w:rsidP="00FD6765">
      <w:pPr>
        <w:pStyle w:val="Heading1"/>
      </w:pPr>
      <w:bookmarkStart w:id="71" w:name="_Toc457825295"/>
      <w:r w:rsidRPr="00E47180">
        <w:t>2.</w:t>
      </w:r>
      <w:r w:rsidRPr="00E47180">
        <w:tab/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bookmarkEnd w:id="71"/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गद़ीर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तैमीया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........</w:t>
      </w:r>
      <w:r w:rsidRPr="008F4AF7">
        <w:rPr>
          <w:rFonts w:hint="cs"/>
          <w:cs/>
          <w:lang w:bidi="hi-IN"/>
        </w:rPr>
        <w:t>सेहाह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बुख़ारी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इब्राहीम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जईफ़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मिनहाजुस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319)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t>1.</w:t>
      </w:r>
      <w:r w:rsidRPr="00E47180">
        <w:tab/>
      </w:r>
      <w:r w:rsidRPr="008F4AF7">
        <w:rPr>
          <w:rFonts w:hint="cs"/>
          <w:cs/>
          <w:lang w:bidi="hi-IN"/>
        </w:rPr>
        <w:t>तिरमीज़ी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2.</w:t>
      </w:r>
      <w:r w:rsidRPr="00E47180">
        <w:tab/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तैमिया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</w:p>
    <w:p w:rsidR="008F4AF7" w:rsidRPr="00E47180" w:rsidRDefault="008F4AF7" w:rsidP="008F4AF7">
      <w:pPr>
        <w:pStyle w:val="libNormal"/>
      </w:pPr>
      <w:r w:rsidRPr="00E47180">
        <w:t>3.</w:t>
      </w:r>
      <w:r w:rsidRPr="00E47180">
        <w:tab/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मख़्सूसन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फ़ज़ीलत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वारिद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तैमिया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रवैया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नासिरुद्दीन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अलबानी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ऐतेक़ादी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तैमिया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पैरवकार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lastRenderedPageBreak/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तैमिया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नाराज़ी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वज़ाहत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तैमिया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अहादिस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ज़ईफ़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जल्दी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अहादिस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छानबीन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ज़ईफ़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सिलसिलतुल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अहादिसिस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1750)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क़ारेईने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मोहतरम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तैमिया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अहेल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अहादीस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ज़ईफ़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कोशिश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फ़ेहरिस्त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E47180">
        <w:t>3.</w:t>
      </w:r>
      <w:r w:rsidRPr="00E47180">
        <w:tab/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महमूद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ज़अबी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अल्लामा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शरफ़ुद्दीन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लुग़ते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औलवियत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बय्येनात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महमूद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जअबा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औलवियत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कलाम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इल्में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लुग़त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दर्ज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बुज़ुर्ग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अलिफ़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मुफ़स्सेरीन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बयानात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अल्लामा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फ़ख़रुद्दीन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शरीफ़ा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E47180">
        <w:rPr>
          <w:rFonts w:ascii="Times New Roman" w:hAnsi="Times New Roman" w:cs="Times New Roman" w:hint="cs"/>
          <w:rtl/>
        </w:rPr>
        <w:t>فَالْيَوْمَ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يُؤْخَذُ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فِدْيَةٌ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وَلَا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الَّذِينَ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كَفَرُوا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ۚ</w:t>
      </w:r>
      <w:r w:rsidRPr="00E47180">
        <w:rPr>
          <w:rFonts w:hint="cs"/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مَأْوَاكُمُ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النَّارُ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ۖ</w:t>
      </w:r>
      <w:r w:rsidRPr="00E47180">
        <w:rPr>
          <w:rFonts w:hint="cs"/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هِيَ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مَوْلَاكُمْ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ۖ</w:t>
      </w:r>
      <w:r w:rsidRPr="00E47180">
        <w:rPr>
          <w:rFonts w:hint="cs"/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وَبِئْسَ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الْمَصِيرُ</w:t>
      </w:r>
      <w:r w:rsidRPr="00E47180"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कलबी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ज़ुज्जाज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उबैदा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फ़र्रा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सूरए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15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तर्जुमा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साहिबे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इख़्तियार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तफ़सीरे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227)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बग़वी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 (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हमदम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यही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जमख़्शरी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फ़रज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जौज़ी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नैशापुरी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क़ाज़ी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बैज़ावी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नसफ़ी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सुयूती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सऊद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वज़कूरा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मआलिमुत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तंजील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29)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कश्शाफ़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476, </w:t>
      </w:r>
      <w:r w:rsidRPr="008F4AF7">
        <w:rPr>
          <w:rFonts w:hint="cs"/>
          <w:cs/>
          <w:lang w:bidi="hi-IN"/>
        </w:rPr>
        <w:t>ज़ादुल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168, </w:t>
      </w:r>
      <w:r w:rsidRPr="008F4AF7">
        <w:rPr>
          <w:rFonts w:hint="cs"/>
          <w:cs/>
          <w:lang w:bidi="hi-IN"/>
        </w:rPr>
        <w:t>ग़रायबुल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हाशिय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131, </w:t>
      </w:r>
      <w:r w:rsidRPr="008F4AF7">
        <w:rPr>
          <w:rFonts w:hint="cs"/>
          <w:cs/>
          <w:lang w:bidi="hi-IN"/>
        </w:rPr>
        <w:t>अनवारुत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तंज़ील</w:t>
      </w:r>
      <w:r w:rsidRPr="00E47180">
        <w:t xml:space="preserve">, </w:t>
      </w:r>
      <w:r w:rsidRPr="008F4AF7">
        <w:rPr>
          <w:rFonts w:hint="cs"/>
          <w:cs/>
          <w:lang w:bidi="hi-IN"/>
        </w:rPr>
        <w:t>मदारिकुत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तंज़ील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226, </w:t>
      </w:r>
      <w:r w:rsidRPr="008F4AF7">
        <w:rPr>
          <w:rFonts w:hint="cs"/>
          <w:cs/>
          <w:lang w:bidi="hi-IN"/>
        </w:rPr>
        <w:t>तफसीरे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जलालैन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..</w:t>
      </w:r>
      <w:r w:rsidRPr="008F4AF7">
        <w:rPr>
          <w:rFonts w:hint="cs"/>
          <w:cs/>
          <w:lang w:bidi="hi-IN"/>
        </w:rPr>
        <w:t>।</w:t>
      </w:r>
      <w:r w:rsidRPr="008F4AF7">
        <w:rPr>
          <w:cs/>
          <w:lang w:bidi="hi-IN"/>
        </w:rPr>
        <w:t>)</w:t>
      </w:r>
    </w:p>
    <w:p w:rsidR="001D08AD" w:rsidRDefault="001D08AD" w:rsidP="00FD6765">
      <w:pPr>
        <w:pStyle w:val="Heading1"/>
        <w:rPr>
          <w:cs/>
          <w:lang w:bidi="hi-IN"/>
        </w:rPr>
      </w:pPr>
    </w:p>
    <w:p w:rsidR="001D08AD" w:rsidRDefault="001D08AD" w:rsidP="00FD6765">
      <w:pPr>
        <w:pStyle w:val="Heading1"/>
        <w:rPr>
          <w:cs/>
          <w:lang w:bidi="hi-IN"/>
        </w:rPr>
      </w:pPr>
      <w:bookmarkStart w:id="72" w:name="_Toc457825296"/>
      <w:r w:rsidRPr="008F4AF7">
        <w:rPr>
          <w:rFonts w:hint="cs"/>
          <w:cs/>
          <w:lang w:bidi="hi-IN"/>
        </w:rPr>
        <w:t>बे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मुतकल्लेमीन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बयानात</w:t>
      </w:r>
      <w:bookmarkEnd w:id="72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तफ़तज़ानी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क़ौशजी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वग़ैरह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चुँनाचे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तफ़तज़ानी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कलामे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इस्तेमाल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मुतवल्ली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मालिके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मशहूर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लुग़त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1D08AD" w:rsidRDefault="001D08AD" w:rsidP="00FD6765">
      <w:pPr>
        <w:pStyle w:val="Heading1"/>
        <w:rPr>
          <w:cs/>
          <w:lang w:bidi="hi-IN"/>
        </w:rPr>
      </w:pPr>
    </w:p>
    <w:p w:rsidR="001D08AD" w:rsidRDefault="001D08AD" w:rsidP="00FD6765">
      <w:pPr>
        <w:pStyle w:val="Heading1"/>
        <w:rPr>
          <w:cs/>
          <w:lang w:bidi="hi-IN"/>
        </w:rPr>
      </w:pPr>
      <w:bookmarkStart w:id="73" w:name="_Toc457825297"/>
      <w:r w:rsidRPr="008F4AF7">
        <w:rPr>
          <w:rFonts w:hint="cs"/>
          <w:cs/>
          <w:lang w:bidi="hi-IN"/>
        </w:rPr>
        <w:t>जीम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लुग़त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bookmarkEnd w:id="73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बुज़ुर्ग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लुग़त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फ़र्रा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ज़ुज्जाज़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उबैदा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अख़फ़श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रम्मानी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ज़ूज़नी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सअलब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जौहरी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वग़ैरह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1D08AD" w:rsidRDefault="001D08AD" w:rsidP="00FD6765">
      <w:pPr>
        <w:pStyle w:val="Heading1"/>
        <w:rPr>
          <w:cs/>
          <w:lang w:bidi="hi-IN"/>
        </w:rPr>
      </w:pPr>
    </w:p>
    <w:p w:rsidR="001D08AD" w:rsidRDefault="001D08AD" w:rsidP="00FD6765">
      <w:pPr>
        <w:pStyle w:val="Heading1"/>
        <w:rPr>
          <w:cs/>
          <w:lang w:bidi="hi-IN"/>
        </w:rPr>
      </w:pPr>
      <w:bookmarkStart w:id="74" w:name="_Toc457825298"/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अस्ल</w:t>
      </w:r>
      <w:bookmarkEnd w:id="74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माद्दा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क़ुर्ब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क़ुर्ब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फासला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फ़ारस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वाव</w:t>
      </w:r>
      <w:r w:rsidRPr="00E47180">
        <w:t xml:space="preserve">, </w:t>
      </w:r>
      <w:r w:rsidRPr="008F4AF7">
        <w:rPr>
          <w:rFonts w:hint="cs"/>
          <w:cs/>
          <w:lang w:bidi="hi-IN"/>
        </w:rPr>
        <w:t>लाम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वली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क़ुर्ब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क़ुर्ब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आज़ाद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आज़ाद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साहिब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क़सम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नासिर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पड़ोसी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इतलाक़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क़ुर्ब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फ़ारस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मोअजम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मक़ायसुल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लुग़त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1104)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राग़िब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इसफ़हानी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विला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मतलब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फ़ासला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E47180">
        <w:t xml:space="preserve">, </w:t>
      </w:r>
      <w:r w:rsidRPr="008F4AF7">
        <w:rPr>
          <w:rFonts w:hint="cs"/>
          <w:cs/>
          <w:lang w:bidi="hi-IN"/>
        </w:rPr>
        <w:t>सदाक़त</w:t>
      </w:r>
      <w:r w:rsidRPr="00E47180">
        <w:t xml:space="preserve">, </w:t>
      </w:r>
      <w:r w:rsidRPr="008F4AF7">
        <w:rPr>
          <w:rFonts w:hint="cs"/>
          <w:cs/>
          <w:lang w:bidi="hi-IN"/>
        </w:rPr>
        <w:t>नुसरत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ऐतेक़ाद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इसतेआरे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वज़्ने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हिदायत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नुसरत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वज़्ने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शहादत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वली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लफ़्ज़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राग़िबे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इसफ़हानी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533 )</w:t>
      </w:r>
    </w:p>
    <w:p w:rsidR="008F4AF7" w:rsidRPr="00E47180" w:rsidRDefault="008F4AF7" w:rsidP="008F4AF7">
      <w:pPr>
        <w:pStyle w:val="libNormal"/>
      </w:pP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क़ारेईने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मोहतरम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इँसान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क़दीमी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अल्फ़ाज़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महसूसात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मुतअल्लिक़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चुँनाचे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महसूसात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मख्सूस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क़ुर्ब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क़ुर्ब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इस्तेआरा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क़िस्म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मुलाज़ेमा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इजाज़त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मय्यत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मय्यत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वारिस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बच्चे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नुसरत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नुसरत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बंदों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बंदों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दुनयवी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तदबीर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क़िस्म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क़िस्म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साहिबे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तदबीर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मवानेअ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तफ़सीरे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मीज़ान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12)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तफ़सीरे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अलमीज़ान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368)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नफ़्सियाती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रियाज़तों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क़ाबिलीयत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लुत्फ़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मुकम्मल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दख्ल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इजाज़त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इज़्न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</w:p>
    <w:p w:rsidR="001D08AD" w:rsidRDefault="001D08AD" w:rsidP="00FD6765">
      <w:pPr>
        <w:pStyle w:val="Heading1"/>
      </w:pPr>
    </w:p>
    <w:p w:rsidR="001D08AD" w:rsidRDefault="001D08AD" w:rsidP="00FD6765">
      <w:pPr>
        <w:pStyle w:val="Heading1"/>
      </w:pPr>
      <w:bookmarkStart w:id="75" w:name="_Toc457825299"/>
      <w:r w:rsidRPr="00E47180">
        <w:t xml:space="preserve">4. </w:t>
      </w:r>
      <w:r w:rsidRPr="00E47180">
        <w:tab/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सज़ावार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bookmarkEnd w:id="75"/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ज़अबी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>?()</w:t>
      </w:r>
    </w:p>
    <w:p w:rsidR="008F4AF7" w:rsidRPr="00E47180" w:rsidRDefault="008F4AF7" w:rsidP="008F4AF7">
      <w:pPr>
        <w:pStyle w:val="libNormal"/>
      </w:pPr>
      <w:r w:rsidRPr="00E47180">
        <w:lastRenderedPageBreak/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बय्येनात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अव्वल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कु़रआने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दख्ल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(</w:t>
      </w:r>
      <w:r w:rsidRPr="00E47180">
        <w:rPr>
          <w:rFonts w:ascii="Times New Roman" w:hAnsi="Times New Roman" w:cs="Times New Roman" w:hint="cs"/>
          <w:rtl/>
        </w:rPr>
        <w:t>وَاعْتَصِمُوا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بِاللَّـهِ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هُوَ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مَوْلَاكُمْ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अल्लामा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फ़ख़रुद्दीन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सूरए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78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तर्जुमा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बक़ायदा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वाबस्ता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जाओ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>)</w:t>
      </w:r>
    </w:p>
    <w:p w:rsidR="008F4AF7" w:rsidRPr="00E47180" w:rsidRDefault="00FD6765" w:rsidP="008F4AF7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(</w:t>
      </w:r>
      <w:r w:rsidR="008F4AF7" w:rsidRPr="008F4AF7">
        <w:rPr>
          <w:rFonts w:hint="cs"/>
          <w:cs/>
          <w:lang w:bidi="hi-IN"/>
        </w:rPr>
        <w:t>तफ़सीरे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राज़ी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जिल्द</w:t>
      </w:r>
      <w:r w:rsidR="008F4AF7" w:rsidRPr="008F4AF7">
        <w:rPr>
          <w:cs/>
          <w:lang w:bidi="hi-IN"/>
        </w:rPr>
        <w:t xml:space="preserve"> </w:t>
      </w:r>
      <w:r w:rsidR="008F4AF7" w:rsidRPr="00E47180">
        <w:t>23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पेज</w:t>
      </w:r>
      <w:r w:rsidR="008F4AF7" w:rsidRPr="008F4AF7">
        <w:rPr>
          <w:cs/>
          <w:lang w:bidi="hi-IN"/>
        </w:rPr>
        <w:t xml:space="preserve"> </w:t>
      </w:r>
      <w:r w:rsidR="008F4AF7" w:rsidRPr="00E47180">
        <w:t>74</w:t>
      </w:r>
      <w:r>
        <w:rPr>
          <w:rFonts w:hint="cs"/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नैशापुरी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शरीफ़ा</w:t>
      </w:r>
      <w:r w:rsidRPr="008F4AF7">
        <w:rPr>
          <w:cs/>
          <w:lang w:bidi="hi-IN"/>
        </w:rPr>
        <w:t xml:space="preserve"> (</w:t>
      </w:r>
      <w:r w:rsidRPr="00E47180">
        <w:rPr>
          <w:rFonts w:ascii="Times New Roman" w:hAnsi="Times New Roman" w:cs="Times New Roman" w:hint="cs"/>
          <w:rtl/>
        </w:rPr>
        <w:t>ثُمَّ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رُدُّوا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إِلَى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مَوْلَاهُمُ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الْحَقِّ</w:t>
      </w:r>
      <w:r w:rsidRPr="008F4AF7">
        <w:rPr>
          <w:cs/>
          <w:lang w:bidi="hi-IN"/>
        </w:rPr>
        <w:t xml:space="preserve"> 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दख्ल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.</w:t>
      </w:r>
      <w:r w:rsidRPr="00E47180">
        <w:t xml:space="preserve">, </w:t>
      </w:r>
      <w:r w:rsidRPr="008F4AF7">
        <w:rPr>
          <w:rFonts w:hint="cs"/>
          <w:cs/>
          <w:lang w:bidi="hi-IN"/>
        </w:rPr>
        <w:t>चुनाँचे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  <w:r w:rsidRPr="008F4AF7">
        <w:rPr>
          <w:cs/>
          <w:lang w:bidi="hi-IN"/>
        </w:rPr>
        <w:t>(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सूरए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अनआम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62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तर्जुमा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परवरदिगार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पलटा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>()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तफ़सीरे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नैशापुरी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128)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मुतवल्ली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मुतसर्रिफ़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फ़र्क़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तीसरे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मलीक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आया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दख्ल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चौथे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जगह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आहंग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मुतवल्ली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मुनासेबत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</w:p>
    <w:p w:rsidR="001D08AD" w:rsidRDefault="001D08AD" w:rsidP="00FD6765">
      <w:pPr>
        <w:pStyle w:val="Heading1"/>
      </w:pPr>
    </w:p>
    <w:p w:rsidR="001D08AD" w:rsidRDefault="001D08AD" w:rsidP="00FD6765">
      <w:pPr>
        <w:pStyle w:val="Heading1"/>
      </w:pPr>
      <w:bookmarkStart w:id="76" w:name="_Toc457825300"/>
      <w:r w:rsidRPr="00E47180">
        <w:t xml:space="preserve">5. </w:t>
      </w:r>
      <w:r w:rsidRPr="00E47180">
        <w:tab/>
      </w:r>
      <w:r w:rsidRPr="008F4AF7">
        <w:rPr>
          <w:rFonts w:hint="cs"/>
          <w:cs/>
          <w:lang w:bidi="hi-IN"/>
        </w:rPr>
        <w:t>उस्मान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bookmarkEnd w:id="76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फ़ौरन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चौथा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अव्वल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ख़ुलाफ़ा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कहें।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जिसमें</w:t>
      </w:r>
      <w:r w:rsidRPr="008F4AF7">
        <w:rPr>
          <w:cs/>
          <w:lang w:bidi="hi-IN"/>
        </w:rPr>
        <w:t xml:space="preserve"> ...(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>)</w:t>
      </w:r>
      <w:r w:rsidRPr="00E47180">
        <w:t xml:space="preserve">, </w:t>
      </w:r>
      <w:r w:rsidRPr="008F4AF7">
        <w:rPr>
          <w:rFonts w:hint="cs"/>
          <w:cs/>
          <w:lang w:bidi="hi-IN"/>
        </w:rPr>
        <w:lastRenderedPageBreak/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फ़ौरन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सहीहुस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अहादीस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मुसनद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438)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तीसरे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मख़सूसन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क़रायने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पैगम्बरे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फ़स्ल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चौथे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गद़ीर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ख़ुलाफ़ा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सलासा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सरपरस्त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आहंग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पाँचवे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ख़लीफ़ा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मुबारकबाद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E47180">
        <w:t>?</w:t>
      </w:r>
      <w:r w:rsidRPr="008F4AF7">
        <w:rPr>
          <w:rFonts w:hint="cs"/>
          <w:cs/>
          <w:lang w:bidi="hi-IN"/>
        </w:rPr>
        <w:t>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 xml:space="preserve">6. </w:t>
      </w:r>
      <w:r w:rsidRPr="00E47180">
        <w:tab/>
      </w:r>
      <w:r w:rsidRPr="008F4AF7">
        <w:rPr>
          <w:rFonts w:hint="cs"/>
          <w:cs/>
          <w:lang w:bidi="hi-IN"/>
        </w:rPr>
        <w:t>बातिनी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E47180">
        <w:t xml:space="preserve">,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ज़ाहिरी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बातिनी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ज़ाहिरी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हुकूमत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मुतारादिफ़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ताविल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कोशिश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ख़ुलाफ़ा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सलासा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करें।</w:t>
      </w:r>
    </w:p>
    <w:p w:rsidR="008F4AF7" w:rsidRPr="00E47180" w:rsidRDefault="008F4AF7" w:rsidP="008F4AF7">
      <w:pPr>
        <w:pStyle w:val="libNormal"/>
      </w:pP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अव्वल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अलफ़ाज़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ज़ाहिर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नबूव्वत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तावील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किस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ख़ुलाफ़ा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सलासा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कोशिश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तीसरे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ज़ाहिर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मफ़हूफ़े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ज़ाहिर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चौथे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अक़ीदा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अहादीस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आम्मा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सियासी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हाकिमियत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मरजईत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क़ीस्म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</w:p>
    <w:p w:rsidR="001D08AD" w:rsidRDefault="001D08AD" w:rsidP="00FD6765">
      <w:pPr>
        <w:pStyle w:val="Heading1"/>
      </w:pPr>
    </w:p>
    <w:p w:rsidR="001D08AD" w:rsidRDefault="001D08AD" w:rsidP="00FD6765">
      <w:pPr>
        <w:pStyle w:val="Heading1"/>
      </w:pPr>
      <w:bookmarkStart w:id="77" w:name="_Toc457825301"/>
      <w:r w:rsidRPr="00E47180">
        <w:t xml:space="preserve">7. </w:t>
      </w:r>
      <w:r w:rsidRPr="00E47180">
        <w:tab/>
      </w:r>
      <w:r w:rsidRPr="008F4AF7">
        <w:rPr>
          <w:rFonts w:hint="cs"/>
          <w:cs/>
          <w:lang w:bidi="hi-IN"/>
        </w:rPr>
        <w:t>ताज़ीम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अवलवियत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ऐहतेमाल</w:t>
      </w:r>
      <w:bookmarkEnd w:id="77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शाह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वलीयुल्लाह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देहलवी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अवलवियत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जवाब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अव्वल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ज़ाहिर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ज़ाहिर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मुनसरिफ़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ज़रूरत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मुनासिबत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ख़ुतबे</w:t>
      </w:r>
      <w:r w:rsidRPr="008F4AF7">
        <w:rPr>
          <w:cs/>
          <w:lang w:bidi="hi-IN"/>
        </w:rPr>
        <w:t xml:space="preserve"> ......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आग़ाज़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मफ़हूफ़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....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अल्फ़ाज़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तीसरे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ज़ाहिर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मफ़हूफ़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मुबारकबाद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आहंग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चौथे</w:t>
      </w:r>
      <w:r w:rsidRPr="008F4AF7">
        <w:rPr>
          <w:cs/>
          <w:lang w:bidi="hi-IN"/>
        </w:rPr>
        <w:t>. (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थोड़ी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फ़र्ज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अवलवियत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मुनाफात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निसाबत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अफ़ज़ल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ज़ाहिर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अफ़ज़ल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मुनासिब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</w:p>
    <w:p w:rsidR="001D08AD" w:rsidRDefault="001D08AD" w:rsidP="00FD6765">
      <w:pPr>
        <w:pStyle w:val="Heading1"/>
      </w:pPr>
    </w:p>
    <w:p w:rsidR="001D08AD" w:rsidRDefault="001D08AD" w:rsidP="00FD6765">
      <w:pPr>
        <w:pStyle w:val="Heading1"/>
      </w:pPr>
      <w:bookmarkStart w:id="78" w:name="_Toc457825302"/>
      <w:r w:rsidRPr="00E47180">
        <w:t xml:space="preserve">8. </w:t>
      </w:r>
      <w:r w:rsidRPr="00E47180">
        <w:tab/>
      </w:r>
      <w:r w:rsidRPr="008F4AF7">
        <w:rPr>
          <w:rFonts w:hint="cs"/>
          <w:cs/>
          <w:lang w:bidi="hi-IN"/>
        </w:rPr>
        <w:t>सूरए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इमरान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68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मुख़ालिफ़त</w:t>
      </w:r>
      <w:bookmarkEnd w:id="78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शाह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वलीयुल्लाह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देहलवी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ज़रूरत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</w:p>
    <w:p w:rsidR="008F4AF7" w:rsidRPr="00E47180" w:rsidRDefault="008F4AF7" w:rsidP="008F4AF7">
      <w:pPr>
        <w:pStyle w:val="libNormal"/>
      </w:pPr>
      <w:r w:rsidRPr="00E47180">
        <w:t xml:space="preserve">: </w:t>
      </w:r>
      <w:r w:rsidRPr="00E47180">
        <w:rPr>
          <w:rFonts w:ascii="Times New Roman" w:hAnsi="Times New Roman" w:cs="Times New Roman" w:hint="cs"/>
          <w:rtl/>
        </w:rPr>
        <w:t>إِنَّ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أَوْلَى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النَّاسِ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بِإِبْرَاهِيمَ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لَلَّذِينَ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اتَّبَعُوهُ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وَهَـذَا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النَّبِيُّ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وَالَّذِينَ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آمَنُوا</w:t>
      </w:r>
      <w:r w:rsidRPr="00E47180"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सूरए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इमरान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69)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</w:p>
    <w:p w:rsidR="008F4AF7" w:rsidRPr="00E47180" w:rsidRDefault="008F4AF7" w:rsidP="008F4AF7">
      <w:pPr>
        <w:pStyle w:val="libNormal"/>
      </w:pPr>
      <w:r w:rsidRPr="00E47180">
        <w:t xml:space="preserve">, </w:t>
      </w:r>
      <w:r w:rsidRPr="008F4AF7">
        <w:rPr>
          <w:rFonts w:hint="cs"/>
          <w:cs/>
          <w:lang w:bidi="hi-IN"/>
        </w:rPr>
        <w:t>यक़ीनन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इब्राहीम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पैरव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साहिबाने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मुकम्मल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वाज़ेह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रौशन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इब्राहीम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पैरव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इब्राहीम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सज़ावार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अव्वल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औवलवियत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शरीफ़ा</w:t>
      </w:r>
      <w:r w:rsidRPr="008F4AF7">
        <w:rPr>
          <w:cs/>
          <w:lang w:bidi="hi-IN"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مَأْوَاكُمُ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النَّارُ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ۖ</w:t>
      </w:r>
      <w:r w:rsidRPr="00E47180">
        <w:rPr>
          <w:rFonts w:hint="cs"/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هِيَ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مَوْلَاكُمْ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सूरए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15)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</w:p>
    <w:p w:rsidR="008F4AF7" w:rsidRPr="00E47180" w:rsidRDefault="008F4AF7" w:rsidP="008F4AF7">
      <w:pPr>
        <w:pStyle w:val="libNormal"/>
      </w:pP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ठिकाना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जहन्नम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साहिबे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इख़्तियार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तीसरे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इब्राहीम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मुताअल्लिक़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क़रीना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क़रीना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अफ़ज़ल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मुकद्दम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इसमें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क़रीना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>)</w:t>
      </w:r>
    </w:p>
    <w:p w:rsidR="001D08AD" w:rsidRDefault="001D08AD" w:rsidP="00FD6765">
      <w:pPr>
        <w:pStyle w:val="Heading1"/>
      </w:pPr>
    </w:p>
    <w:p w:rsidR="001D08AD" w:rsidRDefault="001D08AD" w:rsidP="00FD6765">
      <w:pPr>
        <w:pStyle w:val="Heading1"/>
      </w:pPr>
      <w:bookmarkStart w:id="79" w:name="_Toc457825303"/>
      <w:r w:rsidRPr="00E47180">
        <w:t xml:space="preserve">9. </w:t>
      </w:r>
      <w:r w:rsidRPr="008F4AF7">
        <w:rPr>
          <w:rFonts w:hint="cs"/>
          <w:cs/>
          <w:lang w:bidi="hi-IN"/>
        </w:rPr>
        <w:t>ज़ैले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bookmarkEnd w:id="79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क़रीना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</w:t>
      </w:r>
      <w:r w:rsidRPr="008F4AF7">
        <w:rPr>
          <w:cs/>
          <w:lang w:bidi="hi-IN"/>
        </w:rPr>
        <w:lastRenderedPageBreak/>
        <w:t>(</w:t>
      </w:r>
      <w:r w:rsidRPr="008F4AF7">
        <w:rPr>
          <w:rFonts w:hint="cs"/>
          <w:cs/>
          <w:lang w:bidi="hi-IN"/>
        </w:rPr>
        <w:t>स</w:t>
      </w:r>
      <w:r w:rsidRPr="00E47180">
        <w:t>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..... </w:t>
      </w:r>
      <w:r w:rsidRPr="008F4AF7">
        <w:rPr>
          <w:rFonts w:hint="cs"/>
          <w:cs/>
          <w:lang w:bidi="hi-IN"/>
        </w:rPr>
        <w:t>पालने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अव्वल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......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पालने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क़ाबिले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तपते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मामूली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तीसरे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.....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.....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शाहिद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फ़िक़रा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वर्ना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मतलब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तबरानी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E47180">
        <w:t>13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गवाही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 .........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मुत्तक़ी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हिन्दी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हैसमी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रिजाल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चौथे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बुज़ुर्गों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मुहिबुद्दीन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बिदाया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निहाया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347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कंज़ुल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158)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रियाज़ुन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205)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पाँचवे</w:t>
      </w:r>
      <w:r w:rsidRPr="008F4AF7">
        <w:rPr>
          <w:cs/>
          <w:lang w:bidi="hi-IN"/>
        </w:rPr>
        <w:t xml:space="preserve">. ......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ख़ुतबे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क़रीना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जुमला</w:t>
      </w:r>
      <w:r w:rsidRPr="008F4AF7">
        <w:rPr>
          <w:cs/>
          <w:lang w:bidi="hi-IN"/>
        </w:rPr>
        <w:t xml:space="preserve"> .....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बेहतरीन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क़रीना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E47180">
        <w:t xml:space="preserve">,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छठे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... (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आया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आज़िब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बअदी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ज़रूरत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E47180">
        <w:t>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हुए।</w:t>
      </w:r>
      <w:r w:rsidRPr="008F4AF7">
        <w:rPr>
          <w:cs/>
          <w:lang w:bidi="hi-IN"/>
        </w:rPr>
        <w:t xml:space="preserve"> </w:t>
      </w:r>
    </w:p>
    <w:p w:rsidR="001D08AD" w:rsidRDefault="001D08AD" w:rsidP="00FD6765">
      <w:pPr>
        <w:pStyle w:val="Heading1"/>
      </w:pPr>
    </w:p>
    <w:p w:rsidR="001D08AD" w:rsidRDefault="001D08AD" w:rsidP="00FD6765">
      <w:pPr>
        <w:pStyle w:val="Heading1"/>
      </w:pPr>
      <w:bookmarkStart w:id="80" w:name="_Toc457825304"/>
      <w:r w:rsidRPr="00E47180">
        <w:t xml:space="preserve">10.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महबूब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bookmarkEnd w:id="80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वलीयुल्लाह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देहलवी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अफ़राद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महबूब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महबूब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महबूब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अव्वल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लुग़क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लुग़वी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दूसरे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ब़गैर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मुताबादिर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आहंग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तीसरे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क़रायने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मख़सूसन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....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मुनासेबत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चौथे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E47180">
        <w:t>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मुआविया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आयशा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तलहा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ज़ुबैर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E47180">
        <w:t>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E47180">
        <w:t xml:space="preserve">?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मुआविया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ऐलान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कराई</w:t>
      </w:r>
      <w:r w:rsidRPr="00E47180">
        <w:t>?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पाँचवें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समझा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हस्सान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शेयर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..........(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>)</w:t>
      </w:r>
    </w:p>
    <w:p w:rsidR="001D08AD" w:rsidRDefault="001D08AD" w:rsidP="00FD6765">
      <w:pPr>
        <w:pStyle w:val="Heading1"/>
      </w:pPr>
    </w:p>
    <w:p w:rsidR="001D08AD" w:rsidRDefault="001D08AD" w:rsidP="00FD6765">
      <w:pPr>
        <w:pStyle w:val="Heading1"/>
      </w:pPr>
      <w:bookmarkStart w:id="81" w:name="_Toc457825305"/>
      <w:r w:rsidRPr="00E47180">
        <w:t>11.</w:t>
      </w:r>
      <w:r w:rsidRPr="00E47180">
        <w:tab/>
      </w:r>
      <w:r w:rsidRPr="008F4AF7">
        <w:rPr>
          <w:rFonts w:hint="cs"/>
          <w:cs/>
          <w:lang w:bidi="hi-IN"/>
        </w:rPr>
        <w:t>हसने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मुसन्ना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इस्तिदलाल</w:t>
      </w:r>
      <w:bookmarkEnd w:id="81"/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शाह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वलीयुल्लाह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देहलवी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नईम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इस्फ़हानी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मुसन्ना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......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?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अल्फ़ाज़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फ़सीह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बलीग़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>...</w:t>
      </w:r>
      <w:r w:rsidRPr="008F4AF7">
        <w:rPr>
          <w:rFonts w:hint="cs"/>
          <w:cs/>
          <w:lang w:bidi="hi-IN"/>
        </w:rPr>
        <w:t>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मुसन्ना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थोड़ी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ऐतेबार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हुज्जत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मासूम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समझना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मोतबर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दूसरे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तीसरे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किस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फ़सीह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?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क़रायने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क़रायने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वाज़ेह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बलाग़त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किनाया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सराहत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फ़सीह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वाज़ेह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1D08AD" w:rsidRDefault="001D08AD" w:rsidP="00FD6765">
      <w:pPr>
        <w:pStyle w:val="Heading1"/>
      </w:pPr>
    </w:p>
    <w:p w:rsidR="001D08AD" w:rsidRDefault="001D08AD" w:rsidP="00FD6765">
      <w:pPr>
        <w:pStyle w:val="Heading1"/>
      </w:pPr>
      <w:bookmarkStart w:id="82" w:name="_Toc457825306"/>
      <w:r w:rsidRPr="00E47180">
        <w:t>12.</w:t>
      </w:r>
      <w:r w:rsidRPr="00E47180">
        <w:tab/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bookmarkEnd w:id="82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शेख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बशरी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क़रीना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क़रीना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उठाया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मुक़ाबले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कहें।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मुराजेआत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रक़्म</w:t>
      </w:r>
      <w:r w:rsidRPr="008F4AF7">
        <w:rPr>
          <w:cs/>
          <w:lang w:bidi="hi-IN"/>
        </w:rPr>
        <w:t xml:space="preserve"> </w:t>
      </w:r>
      <w:r w:rsidRPr="00E47180">
        <w:t>58)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देहलवी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ख़ुतबे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मुवर्रेख़ीन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नवीसान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बुरैद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असलमी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ख़ालिद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वग़ैरह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वापसी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शिकायत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करेगें</w:t>
      </w:r>
      <w:r w:rsidRPr="008F4AF7">
        <w:rPr>
          <w:cs/>
          <w:lang w:bidi="hi-IN"/>
        </w:rPr>
        <w:t>...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डराते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>..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दूसरे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शिकायत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तीसरे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बुरैदा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वग़ैरह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तक़सीम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ग़नायम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नुक्ते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क़िस्म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दख़ल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चौथे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बुरैदा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ताअल्लुक़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सैयद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शरफ़ुद्दीन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मर्तबा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भेजा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पहली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मर्तबा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सन्</w:t>
      </w:r>
      <w:r w:rsidRPr="008F4AF7">
        <w:rPr>
          <w:cs/>
          <w:lang w:bidi="hi-IN"/>
        </w:rPr>
        <w:t xml:space="preserve"> </w:t>
      </w:r>
      <w:r w:rsidRPr="00E47180">
        <w:t>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यमन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वापस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ख़िदमत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शिकायत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ग़ज़बनाक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करेंगें।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मर्तबा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सन्</w:t>
      </w:r>
      <w:r w:rsidRPr="008F4AF7">
        <w:rPr>
          <w:cs/>
          <w:lang w:bidi="hi-IN"/>
        </w:rPr>
        <w:t xml:space="preserve"> </w:t>
      </w:r>
      <w:r w:rsidRPr="00E47180">
        <w:t>10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अम्मामा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बाँधा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रवाना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तवज्जो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शिकायत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मुमकिन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बुरैद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वग़ैरह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सीरए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नबविया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दहलान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हाशिय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सीरए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हलबी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346)</w:t>
      </w:r>
    </w:p>
    <w:p w:rsidR="008F4AF7" w:rsidRPr="00E47180" w:rsidRDefault="008F4AF7" w:rsidP="008F4AF7">
      <w:pPr>
        <w:pStyle w:val="libNormal"/>
      </w:pPr>
      <w:r w:rsidRPr="00E47180">
        <w:lastRenderedPageBreak/>
        <w:t>(</w:t>
      </w:r>
      <w:r w:rsidRPr="008F4AF7">
        <w:rPr>
          <w:rFonts w:hint="cs"/>
          <w:cs/>
          <w:lang w:bidi="hi-IN"/>
        </w:rPr>
        <w:t>सीरए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हिशाम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212)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मुराजेआत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407)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पाँचवे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फ़र्ज़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दिखाई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तपते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रोकें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छोटी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छठे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फ़ज़ीलत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वाज़ेह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अल्फ़ाज़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मतलब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मिसाल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चचाज़ाद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दामाद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फ़रज़ंदों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पेदरे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सैयद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वग़ैरह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वगैरह</w:t>
      </w:r>
      <w:r w:rsidRPr="00E47180">
        <w:t xml:space="preserve">,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अल्फ़ाज़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जलालत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सातवे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E47180">
        <w:t xml:space="preserve">,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तबादुर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अल्फ़ाज़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करेंगें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असबाब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एलल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ताअल्लुक़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मख़सूसन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अक़्ली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मंक़ूला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E47180">
        <w:t>13.</w:t>
      </w:r>
      <w:r w:rsidRPr="00E47180">
        <w:tab/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महमूद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E47180">
        <w:t xml:space="preserve">,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लाज़िम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मुतलक़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जायेगें।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चुनाचे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मुश्किलात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जायेगी।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बय्येनात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अव्वल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E47180">
        <w:t xml:space="preserve">,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मौजूदगी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दूसरे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मुश्किल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फ़ेअली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लाज़िमा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तीसरे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मुश्किल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चौथे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BA522B">
      <w:pPr>
        <w:pStyle w:val="Heading1"/>
      </w:pPr>
      <w:bookmarkStart w:id="83" w:name="_Toc457825307"/>
      <w:r w:rsidRPr="008F4AF7">
        <w:rPr>
          <w:rFonts w:hint="cs"/>
          <w:cs/>
          <w:lang w:bidi="hi-IN"/>
        </w:rPr>
        <w:lastRenderedPageBreak/>
        <w:t>आयए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बल्लिग़</w:t>
      </w:r>
      <w:bookmarkEnd w:id="83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मख़सूसन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बल्लिग़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rPr>
          <w:rFonts w:ascii="Times New Roman" w:hAnsi="Times New Roman" w:cs="Times New Roman" w:hint="cs"/>
          <w:rtl/>
        </w:rPr>
        <w:t>يَا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أَيُّهَا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الرَّسُولُ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بَلِّغْ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أُنزِلَ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إِلَيْكَ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رَّبِّكَ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ۖ</w:t>
      </w:r>
      <w:r w:rsidRPr="00E47180">
        <w:rPr>
          <w:rFonts w:hint="cs"/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وَإِن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لَّمْ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تَفْعَلْ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فَمَا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بَلَّغْتَ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رِسَالَتَهُ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ۚ</w:t>
      </w:r>
      <w:r w:rsidRPr="00E47180">
        <w:rPr>
          <w:rFonts w:hint="cs"/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وَاللَّـهُ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يَعْصِمُكَ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النَّاسِ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ۗ</w:t>
      </w:r>
      <w:r w:rsidRPr="00E47180">
        <w:rPr>
          <w:rFonts w:hint="cs"/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إِنَّ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يَهْدِي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الْقَوْمَ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الْكَافِرِينَ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सूरए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67)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</w:p>
    <w:p w:rsidR="008F4AF7" w:rsidRPr="00E47180" w:rsidRDefault="008F4AF7" w:rsidP="008F4AF7">
      <w:pPr>
        <w:pStyle w:val="libNormal"/>
      </w:pPr>
      <w:r w:rsidRPr="00E47180">
        <w:t xml:space="preserve">, </w:t>
      </w: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परवर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दिगार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गोया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महफ़ूज़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रखेगा।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मुफ़स्सेरीन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इस्तिदलाल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मुत्तफ़िक़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मज़कूरा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तहक़ीक़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करेगें।</w:t>
      </w:r>
    </w:p>
    <w:p w:rsidR="001D08AD" w:rsidRDefault="001D08AD" w:rsidP="00FD6765">
      <w:pPr>
        <w:pStyle w:val="Heading1"/>
        <w:rPr>
          <w:rtl/>
          <w:cs/>
        </w:rPr>
      </w:pPr>
    </w:p>
    <w:p w:rsidR="001D08AD" w:rsidRDefault="001D08AD" w:rsidP="00FD6765">
      <w:pPr>
        <w:pStyle w:val="Heading1"/>
        <w:rPr>
          <w:rtl/>
          <w:cs/>
        </w:rPr>
      </w:pPr>
      <w:bookmarkStart w:id="84" w:name="_Toc457825308"/>
      <w:r w:rsidRPr="00FD6765">
        <w:rPr>
          <w:rFonts w:hint="cs"/>
          <w:cs/>
          <w:lang w:bidi="hi-IN"/>
        </w:rPr>
        <w:t>आयत</w:t>
      </w:r>
      <w:r w:rsidRPr="00FD6765">
        <w:rPr>
          <w:cs/>
          <w:lang w:bidi="hi-IN"/>
        </w:rPr>
        <w:t xml:space="preserve"> </w:t>
      </w:r>
      <w:r w:rsidRPr="00FD6765">
        <w:rPr>
          <w:rFonts w:hint="cs"/>
          <w:cs/>
          <w:lang w:bidi="hi-IN"/>
        </w:rPr>
        <w:t>के</w:t>
      </w:r>
      <w:r w:rsidRPr="00FD6765">
        <w:rPr>
          <w:cs/>
          <w:lang w:bidi="hi-IN"/>
        </w:rPr>
        <w:t xml:space="preserve"> </w:t>
      </w:r>
      <w:r w:rsidRPr="00FD6765">
        <w:rPr>
          <w:rFonts w:hint="cs"/>
          <w:cs/>
          <w:lang w:bidi="hi-IN"/>
        </w:rPr>
        <w:t>बारे</w:t>
      </w:r>
      <w:r w:rsidRPr="00FD6765">
        <w:rPr>
          <w:cs/>
          <w:lang w:bidi="hi-IN"/>
        </w:rPr>
        <w:t xml:space="preserve"> </w:t>
      </w:r>
      <w:r w:rsidRPr="00FD6765">
        <w:rPr>
          <w:rFonts w:hint="cs"/>
          <w:cs/>
          <w:lang w:bidi="hi-IN"/>
        </w:rPr>
        <w:t>में</w:t>
      </w:r>
      <w:r w:rsidRPr="00FD6765">
        <w:rPr>
          <w:cs/>
          <w:lang w:bidi="hi-IN"/>
        </w:rPr>
        <w:t xml:space="preserve"> </w:t>
      </w:r>
      <w:r w:rsidRPr="00FD6765">
        <w:rPr>
          <w:rFonts w:hint="cs"/>
          <w:cs/>
          <w:lang w:bidi="hi-IN"/>
        </w:rPr>
        <w:t>तहक़ीक़</w:t>
      </w:r>
      <w:bookmarkEnd w:id="84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दाख़िल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बल्लिग़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नुकात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मुनासिब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1D08AD" w:rsidRDefault="001D08AD" w:rsidP="00FD6765">
      <w:pPr>
        <w:pStyle w:val="Heading2"/>
      </w:pPr>
    </w:p>
    <w:p w:rsidR="001D08AD" w:rsidRDefault="001D08AD" w:rsidP="00FD6765">
      <w:pPr>
        <w:pStyle w:val="Heading2"/>
      </w:pPr>
      <w:bookmarkStart w:id="85" w:name="_Toc457825309"/>
      <w:r w:rsidRPr="00E47180">
        <w:t>1.</w:t>
      </w:r>
      <w:r w:rsidRPr="00E47180">
        <w:tab/>
      </w:r>
      <w:r w:rsidRPr="008F4AF7">
        <w:rPr>
          <w:rFonts w:hint="cs"/>
          <w:cs/>
          <w:lang w:bidi="hi-IN"/>
        </w:rPr>
        <w:t>ज़ुहूरे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फ़ेल</w:t>
      </w:r>
      <w:r w:rsidRPr="00E47180">
        <w:t xml:space="preserve">, </w:t>
      </w:r>
      <w:r w:rsidRPr="008F4AF7">
        <w:rPr>
          <w:rFonts w:hint="cs"/>
          <w:cs/>
          <w:lang w:bidi="hi-IN"/>
        </w:rPr>
        <w:t>माज़ी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bookmarkEnd w:id="85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जुमल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ज़हूरे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गुज़श्ता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मुज़ारेअ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आईन्दा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>.</w:t>
      </w:r>
      <w:r w:rsidRPr="008F4AF7">
        <w:rPr>
          <w:cs/>
          <w:lang w:bidi="hi-IN"/>
        </w:rPr>
        <w:tab/>
      </w:r>
      <w:r w:rsidRPr="008F4AF7">
        <w:rPr>
          <w:rFonts w:hint="cs"/>
          <w:cs/>
          <w:lang w:bidi="hi-IN"/>
        </w:rPr>
        <w:t>सीग़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माज़ी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गुजश्ता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मुज़ारेअ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क़रीना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आ</w:t>
      </w:r>
      <w:r w:rsidRPr="008F4AF7">
        <w:rPr>
          <w:cs/>
          <w:lang w:bidi="hi-IN"/>
        </w:rPr>
        <w:t>.</w:t>
      </w:r>
      <w:r w:rsidRPr="008F4AF7">
        <w:rPr>
          <w:cs/>
          <w:lang w:bidi="hi-IN"/>
        </w:rPr>
        <w:tab/>
      </w:r>
      <w:r w:rsidRPr="008F4AF7">
        <w:rPr>
          <w:rFonts w:hint="cs"/>
          <w:cs/>
          <w:lang w:bidi="hi-IN"/>
        </w:rPr>
        <w:t>मज़कूरा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नुबूवत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महीनों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फ़ेल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मुज़ारेअ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मुस्तक़बिल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होगें।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करेगें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नबूवत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महीनों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गोया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रिसालत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अंजाम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आलिमें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सख़्त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ज़िम्मेदारी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गुज़श्ता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परेशानी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अहसास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रवैय्या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होगा।</w:t>
      </w:r>
    </w:p>
    <w:p w:rsidR="001D08AD" w:rsidRDefault="001D08AD" w:rsidP="00FD6765">
      <w:pPr>
        <w:pStyle w:val="Heading2"/>
      </w:pPr>
    </w:p>
    <w:p w:rsidR="001D08AD" w:rsidRDefault="001D08AD" w:rsidP="00FD6765">
      <w:pPr>
        <w:pStyle w:val="Heading2"/>
      </w:pPr>
      <w:bookmarkStart w:id="86" w:name="_Toc457825310"/>
      <w:r w:rsidRPr="00E47180">
        <w:t>2.</w:t>
      </w:r>
      <w:r w:rsidRPr="00E47180">
        <w:tab/>
      </w:r>
      <w:r w:rsidRPr="008F4AF7">
        <w:rPr>
          <w:rFonts w:hint="cs"/>
          <w:cs/>
          <w:lang w:bidi="hi-IN"/>
        </w:rPr>
        <w:t>शर्त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bookmarkEnd w:id="86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फ़िक़रा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धमकी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उनवान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फ़िक़रा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शर्तिया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रियायत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गोया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E47180">
        <w:t xml:space="preserve">, </w:t>
      </w: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शर्तिया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शर्त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जज़ा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मुरत्तब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क़िस्म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शर्तिया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शर्तिया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गुफ़्तगू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रायज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शर्तिया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मुहक्क़क़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गाफ़िल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मुहक्क़क़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तफ़सीरे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मीज़ान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49)</w:t>
      </w:r>
    </w:p>
    <w:p w:rsidR="001D08AD" w:rsidRDefault="001D08AD" w:rsidP="00FD6765">
      <w:pPr>
        <w:pStyle w:val="Heading2"/>
      </w:pPr>
    </w:p>
    <w:p w:rsidR="001D08AD" w:rsidRDefault="001D08AD" w:rsidP="00FD6765">
      <w:pPr>
        <w:pStyle w:val="Heading2"/>
      </w:pPr>
      <w:bookmarkStart w:id="87" w:name="_Toc457825311"/>
      <w:r w:rsidRPr="00E47180">
        <w:t>3.</w:t>
      </w:r>
      <w:r w:rsidRPr="00E47180">
        <w:tab/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ख़ौफ़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E47180">
        <w:t>?</w:t>
      </w:r>
      <w:bookmarkEnd w:id="87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चूँकि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शुजाअ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बहादुर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अहदाफ़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मक़ासिद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बढ़ान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कुर्बानी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दरेग़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मज़कूरा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खौफ़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मुताअल्लिक़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खौफ़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रिसालत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</w:p>
    <w:p w:rsidR="001D08AD" w:rsidRDefault="001D08AD" w:rsidP="00FD6765">
      <w:pPr>
        <w:pStyle w:val="Heading2"/>
      </w:pPr>
    </w:p>
    <w:p w:rsidR="001D08AD" w:rsidRDefault="001D08AD" w:rsidP="00FD6765">
      <w:pPr>
        <w:pStyle w:val="Heading2"/>
      </w:pPr>
      <w:bookmarkStart w:id="88" w:name="_Toc457825312"/>
      <w:r w:rsidRPr="00E47180">
        <w:t>4.</w:t>
      </w:r>
      <w:r w:rsidRPr="00E47180">
        <w:tab/>
      </w:r>
      <w:r w:rsidRPr="008F4AF7">
        <w:rPr>
          <w:rFonts w:hint="cs"/>
          <w:cs/>
          <w:lang w:bidi="hi-IN"/>
        </w:rPr>
        <w:t>अन्नास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>?</w:t>
      </w:r>
      <w:bookmarkEnd w:id="88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अगरचे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फ़खरे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अफ़राद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कोशिश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क़ुफ़्फार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(</w:t>
      </w:r>
      <w:r w:rsidRPr="00E47180">
        <w:rPr>
          <w:rFonts w:ascii="Times New Roman" w:hAnsi="Times New Roman" w:cs="Times New Roman" w:hint="cs"/>
          <w:rtl/>
        </w:rPr>
        <w:t>وَاللَّـهُ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يَعْصِمُكَ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النَّاسِ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ज़ाहिर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काफ़िर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कु़फ़्फ़ार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मख़सूस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काफ़ेरीने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कुफ़्र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मर्तबा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मुनाफ़ेक़ीन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</w:p>
    <w:p w:rsidR="001D08AD" w:rsidRDefault="001D08AD" w:rsidP="00FD6765">
      <w:pPr>
        <w:pStyle w:val="Heading2"/>
      </w:pPr>
    </w:p>
    <w:p w:rsidR="001D08AD" w:rsidRDefault="001D08AD" w:rsidP="00FD6765">
      <w:pPr>
        <w:pStyle w:val="Heading2"/>
      </w:pPr>
      <w:bookmarkStart w:id="89" w:name="_Toc457825313"/>
      <w:r w:rsidRPr="00E47180">
        <w:t>5.</w:t>
      </w:r>
      <w:r w:rsidRPr="00E47180">
        <w:tab/>
      </w:r>
      <w:r w:rsidRPr="008F4AF7">
        <w:rPr>
          <w:rFonts w:hint="cs"/>
          <w:cs/>
          <w:lang w:bidi="hi-IN"/>
        </w:rPr>
        <w:t>इस्मत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bookmarkEnd w:id="89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गुज़श्ता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इस्मते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ख़ौफ़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मुनासेबत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नबूवत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तोहमतें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नुबूवत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हो।</w:t>
      </w:r>
    </w:p>
    <w:p w:rsidR="001D08AD" w:rsidRDefault="001D08AD" w:rsidP="00FD6765">
      <w:pPr>
        <w:pStyle w:val="Heading2"/>
        <w:rPr>
          <w:cs/>
          <w:lang w:bidi="hi-IN"/>
        </w:rPr>
      </w:pPr>
    </w:p>
    <w:p w:rsidR="001D08AD" w:rsidRDefault="001D08AD" w:rsidP="00FD6765">
      <w:pPr>
        <w:pStyle w:val="Heading2"/>
        <w:rPr>
          <w:cs/>
          <w:lang w:bidi="hi-IN"/>
        </w:rPr>
      </w:pPr>
      <w:bookmarkStart w:id="90" w:name="_Toc457825314"/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छानबीन</w:t>
      </w:r>
      <w:bookmarkEnd w:id="90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क़ारिये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मोहतरम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बल्लिग़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फ़रीक़ैन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1D08AD" w:rsidRDefault="001D08AD" w:rsidP="00A213D6">
      <w:pPr>
        <w:pStyle w:val="Heading1"/>
      </w:pPr>
    </w:p>
    <w:p w:rsidR="001D08AD" w:rsidRDefault="001D08AD" w:rsidP="00A213D6">
      <w:pPr>
        <w:pStyle w:val="Heading1"/>
      </w:pPr>
      <w:bookmarkStart w:id="91" w:name="_Toc457825315"/>
      <w:r w:rsidRPr="00E47180">
        <w:t>1.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नईम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इस्फ़हानी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bookmarkEnd w:id="91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नईम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शैबा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इब्राहीम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मैमून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आबिस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हज्जाफ़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अतिया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सईदे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ख़िदरी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ख़सायस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मिनल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कुरआन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अलीयिन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नईम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इसफ़हानी</w:t>
      </w:r>
      <w:r w:rsidRPr="008F4AF7">
        <w:rPr>
          <w:cs/>
          <w:lang w:bidi="hi-IN"/>
        </w:rPr>
        <w:t>)</w:t>
      </w:r>
    </w:p>
    <w:p w:rsidR="001D08AD" w:rsidRDefault="001D08AD" w:rsidP="00A213D6">
      <w:pPr>
        <w:pStyle w:val="Heading2"/>
        <w:rPr>
          <w:cs/>
          <w:lang w:bidi="hi-IN"/>
        </w:rPr>
      </w:pPr>
    </w:p>
    <w:p w:rsidR="001D08AD" w:rsidRDefault="001D08AD" w:rsidP="00A213D6">
      <w:pPr>
        <w:pStyle w:val="Heading2"/>
        <w:rPr>
          <w:cs/>
          <w:lang w:bidi="hi-IN"/>
        </w:rPr>
      </w:pPr>
      <w:bookmarkStart w:id="92" w:name="_Toc457825316"/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बीन</w:t>
      </w:r>
      <w:bookmarkEnd w:id="92"/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ख़लाद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युसुफ़े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ख़तीबे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नईम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तआरूफ़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शैख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सदुक़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बोलने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उस्ताद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lastRenderedPageBreak/>
        <w:t>•</w:t>
      </w:r>
      <w:r w:rsidRPr="00E47180">
        <w:tab/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शैबा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जज़रा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मुन्कर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करू।</w:t>
      </w:r>
      <w:r w:rsidRPr="008F4AF7">
        <w:rPr>
          <w:cs/>
          <w:lang w:bidi="hi-IN"/>
        </w:rPr>
        <w:t>(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इब्राहीम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मैमून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हय्यान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रावियों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(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कुतुबे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ज़ईफ़ा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मख़सूसन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आबिस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तिरमिज़ी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रिजाल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>(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मुतअल्लिक़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तराशा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शागिर्दों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अहादिस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220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E47180">
        <w:t>221)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सेयरे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आलामुन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69)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</w:t>
      </w:r>
      <w:r w:rsidRPr="008F4AF7">
        <w:rPr>
          <w:cs/>
          <w:lang w:bidi="hi-IN"/>
        </w:rPr>
        <w:t xml:space="preserve"> </w:t>
      </w:r>
      <w:r w:rsidRPr="00E47180">
        <w:t>43)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सेक़ात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74)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तक़रीबुत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तहज़ीब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39)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ज़ुआफ़ा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190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1347)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lastRenderedPageBreak/>
        <w:t>•</w:t>
      </w:r>
      <w:r w:rsidRPr="00E47180">
        <w:tab/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हज्जाफ़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दाउद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दाउद</w:t>
      </w:r>
      <w:r w:rsidRPr="00E47180">
        <w:t xml:space="preserve">, </w:t>
      </w:r>
      <w:r w:rsidRPr="008F4AF7">
        <w:rPr>
          <w:rFonts w:hint="cs"/>
          <w:cs/>
          <w:lang w:bidi="hi-IN"/>
        </w:rPr>
        <w:t>निसाई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रेजाल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हंमल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हातिम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सालेहुल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>(</w:t>
      </w:r>
      <w:r w:rsidRPr="008F4AF7">
        <w:rPr>
          <w:rFonts w:hint="cs"/>
          <w:cs/>
          <w:lang w:bidi="hi-IN"/>
        </w:rPr>
        <w:t>अगरचे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फज़ायल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मनाक़िब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अहादिस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ज़ईफ़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>(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आमश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सेहाहे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सित्ता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रेजाल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>(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मोतबर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मीज़ानुल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ऐतेदाल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18)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ज़ुआफ़ा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82, 83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625)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तक़रीबुत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तहज़ीब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331)</w:t>
      </w:r>
    </w:p>
    <w:p w:rsidR="001D08AD" w:rsidRDefault="001D08AD" w:rsidP="00A213D6">
      <w:pPr>
        <w:pStyle w:val="Heading2"/>
      </w:pPr>
    </w:p>
    <w:p w:rsidR="001D08AD" w:rsidRDefault="001D08AD" w:rsidP="00A213D6">
      <w:pPr>
        <w:pStyle w:val="Heading2"/>
      </w:pPr>
      <w:bookmarkStart w:id="93" w:name="_Toc457825317"/>
      <w:r w:rsidRPr="00E47180">
        <w:t>2.</w:t>
      </w:r>
      <w:r w:rsidRPr="00E47180">
        <w:tab/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असाकर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bookmarkEnd w:id="93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असाकर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वजीह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ताहिर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हामिदे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अज़हरी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मुख़ल्लदी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हलवानी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हम्माद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सज्जादा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आबिस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हज्जाफ़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अतिया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ख़िदरी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lastRenderedPageBreak/>
        <w:t xml:space="preserve"> </w:t>
      </w:r>
      <w:r w:rsidRPr="00E47180">
        <w:rPr>
          <w:rFonts w:ascii="Times New Roman" w:hAnsi="Times New Roman" w:cs="Times New Roman" w:hint="cs"/>
          <w:rtl/>
        </w:rPr>
        <w:t>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أَيُّهَا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الرَّسُولُ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بَلِّغْ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أُنزِلَ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إِلَيْكَ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رَّبِّكَ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ۖ</w:t>
      </w:r>
      <w:r w:rsidRPr="00E47180">
        <w:rPr>
          <w:rFonts w:hint="cs"/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وَإِن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لَّمْ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تَفْعَلْ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فَمَا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بَلَّغْتَ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رِسَالَتَهُ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ۚ</w:t>
      </w:r>
      <w:r w:rsidRPr="00E47180">
        <w:rPr>
          <w:rFonts w:hint="cs"/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وَاللَّـهُ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يَعْصِمُكَ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النَّاسِ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ۗ</w:t>
      </w:r>
      <w:r w:rsidRPr="00E47180">
        <w:rPr>
          <w:rFonts w:hint="cs"/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إِنَّ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يَهْدِي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الْقَوْمَ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الْكَافِرِينَ</w:t>
      </w:r>
      <w:r w:rsidRPr="00E47180"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1D08AD" w:rsidRDefault="001D08AD" w:rsidP="00A213D6">
      <w:pPr>
        <w:pStyle w:val="Heading2"/>
        <w:rPr>
          <w:cs/>
          <w:lang w:bidi="hi-IN"/>
        </w:rPr>
      </w:pPr>
    </w:p>
    <w:p w:rsidR="001D08AD" w:rsidRDefault="001D08AD" w:rsidP="00A213D6">
      <w:pPr>
        <w:pStyle w:val="Heading2"/>
        <w:rPr>
          <w:cs/>
          <w:lang w:bidi="hi-IN"/>
        </w:rPr>
      </w:pPr>
      <w:bookmarkStart w:id="94" w:name="_Toc457825318"/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छानबीन</w:t>
      </w:r>
      <w:bookmarkEnd w:id="94"/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वजीह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ताहिर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जौज़ी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शेख़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सालेद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सदूक़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शैख़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आदिल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सराहा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>(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हामिद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अज़हरी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नैशापुरी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आदिल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सदूक़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मुख़ल्लदी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हाकिम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मुसतहकम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>(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सदूक़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आदिल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तर्जुमा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अज़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दमिश्क़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86)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मुनतज़िम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54)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सेयरे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आलामुन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109)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सेयरे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आलामुन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254)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सेयरे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आलामुन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540)</w:t>
      </w:r>
    </w:p>
    <w:p w:rsidR="008F4AF7" w:rsidRPr="00E47180" w:rsidRDefault="008F4AF7" w:rsidP="00A213D6">
      <w:pPr>
        <w:pStyle w:val="libNormal"/>
      </w:pPr>
      <w:r w:rsidRPr="00E47180">
        <w:rPr>
          <w:rFonts w:hint="eastAsia"/>
        </w:rPr>
        <w:lastRenderedPageBreak/>
        <w:t>•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इब्राहिम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हलवानी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ख़तीबे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है।हाकिमे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नैशापुरी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रावियों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माना</w:t>
      </w:r>
      <w:r w:rsidRPr="008F4AF7">
        <w:rPr>
          <w:cs/>
          <w:lang w:bidi="hi-IN"/>
        </w:rPr>
        <w:t xml:space="preserve"> </w:t>
      </w:r>
      <w:r w:rsidR="00A213D6">
        <w:rPr>
          <w:rFonts w:hint="cs"/>
          <w:cs/>
          <w:lang w:bidi="hi-IN"/>
        </w:rPr>
        <w:t xml:space="preserve">है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हाफ़िज़े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उनवान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="00A213D6">
        <w:rPr>
          <w:rFonts w:hint="cs"/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जौज़ी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हम्माद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सजादा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दाउद</w:t>
      </w:r>
      <w:r w:rsidRPr="00E47180">
        <w:t xml:space="preserve">, </w:t>
      </w:r>
      <w:r w:rsidRPr="008F4AF7">
        <w:rPr>
          <w:rFonts w:hint="cs"/>
          <w:cs/>
          <w:lang w:bidi="hi-IN"/>
        </w:rPr>
        <w:t>निसाई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रेजाल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हंबल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पहुचा।</w:t>
      </w:r>
      <w:r w:rsidR="00A213D6">
        <w:rPr>
          <w:rFonts w:hint="cs"/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रावियों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="00A213D6">
        <w:rPr>
          <w:rFonts w:hint="cs"/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सदूक़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रेजाल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छानबीन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गुज़िश्ता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सेयरे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आलामुन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539)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398)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सेयरे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आलामुन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61)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सेयरे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आलामुन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60)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मुनतज़िम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279)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सेयरे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आलामुन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393)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सेयरे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आलामुन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393)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तक़रीबुत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तहज़ीब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165 )</w:t>
      </w:r>
    </w:p>
    <w:p w:rsidR="001D08AD" w:rsidRDefault="001D08AD" w:rsidP="00A213D6">
      <w:pPr>
        <w:pStyle w:val="Heading1"/>
      </w:pPr>
    </w:p>
    <w:p w:rsidR="001D08AD" w:rsidRDefault="001D08AD" w:rsidP="00A213D6">
      <w:pPr>
        <w:pStyle w:val="Heading1"/>
      </w:pPr>
      <w:r w:rsidRPr="00E47180">
        <w:t xml:space="preserve"> </w:t>
      </w:r>
      <w:bookmarkStart w:id="95" w:name="_Toc457825319"/>
      <w:r w:rsidRPr="00E47180">
        <w:t xml:space="preserve">3. </w:t>
      </w:r>
      <w:r w:rsidRPr="00E47180">
        <w:tab/>
      </w:r>
      <w:r w:rsidRPr="008F4AF7">
        <w:rPr>
          <w:rFonts w:hint="cs"/>
          <w:cs/>
          <w:lang w:bidi="hi-IN"/>
        </w:rPr>
        <w:t>वाहिदी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bookmarkEnd w:id="95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वाहिदी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सफ़्फार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मुख़ल्लदी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हमदून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इब्राहीम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ख़ल्वती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हलवानी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हम्माद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सजादा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आबिस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हज्जाफ़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अतिया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सईदे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ख़िदरी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शरीफ़ा</w:t>
      </w:r>
      <w:r w:rsidRPr="008F4AF7">
        <w:rPr>
          <w:cs/>
          <w:lang w:bidi="hi-IN"/>
        </w:rPr>
        <w:t xml:space="preserve"> (</w:t>
      </w:r>
      <w:r w:rsidRPr="00E47180">
        <w:rPr>
          <w:rFonts w:ascii="Times New Roman" w:hAnsi="Times New Roman" w:cs="Times New Roman" w:hint="cs"/>
          <w:rtl/>
        </w:rPr>
        <w:t>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أَيُّهَا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الرَّسُولُ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بَلِّغْ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أُنزِلَ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إِلَيْكَ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رَّبِّكَ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ۖ</w:t>
      </w:r>
      <w:r w:rsidRPr="00E47180">
        <w:rPr>
          <w:rFonts w:hint="cs"/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وَإِن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لَّمْ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تَفْعَلْ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فَمَا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بَلَّغْتَ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رِسَالَتَهُ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ۚ</w:t>
      </w:r>
      <w:r w:rsidRPr="00E47180">
        <w:rPr>
          <w:rFonts w:hint="cs"/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وَاللَّـهُ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يَعْصِمُكَ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النَّاسِ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ۗ</w:t>
      </w:r>
      <w:r w:rsidRPr="00E47180">
        <w:rPr>
          <w:rFonts w:hint="cs"/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إِنَّ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يَهْدِي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الْقَوْمَ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الْكَافِرِينَ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हुई।</w:t>
      </w:r>
      <w:r w:rsidRPr="008F4AF7">
        <w:rPr>
          <w:cs/>
          <w:lang w:bidi="hi-IN"/>
        </w:rPr>
        <w:t xml:space="preserve"> </w:t>
      </w:r>
    </w:p>
    <w:p w:rsidR="008F4AF7" w:rsidRPr="00A213D6" w:rsidRDefault="008F4AF7" w:rsidP="008F4AF7">
      <w:pPr>
        <w:pStyle w:val="libNormal"/>
        <w:rPr>
          <w:rStyle w:val="Heading2Char"/>
          <w:rFonts w:eastAsia="Calibri"/>
        </w:rPr>
      </w:pP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A213D6">
        <w:rPr>
          <w:rFonts w:hint="cs"/>
          <w:cs/>
          <w:lang w:bidi="hi-IN"/>
        </w:rPr>
        <w:t>की</w:t>
      </w:r>
      <w:r w:rsidRPr="00A213D6">
        <w:rPr>
          <w:rStyle w:val="Heading2Char"/>
          <w:rFonts w:eastAsia="Calibri"/>
          <w:rtl/>
          <w:cs/>
        </w:rPr>
        <w:t xml:space="preserve"> </w:t>
      </w:r>
      <w:r w:rsidRPr="00A213D6">
        <w:rPr>
          <w:rFonts w:hint="cs"/>
          <w:cs/>
          <w:lang w:bidi="hi-IN"/>
        </w:rPr>
        <w:t>छानबीन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महमूद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बय्येनात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रद्दे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मुराजेआत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अतिया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चुनाचे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अतिया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हंबल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ज़ईफ़ुल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हातिम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तज़ईफ़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कूफ़ा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तज़ईफ़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यक़ीनी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अव्वल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अतिया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ताबेईने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अदबुल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मुफ़रद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बुख़ारी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दाऊद</w:t>
      </w:r>
      <w:r w:rsidRPr="00E47180">
        <w:t xml:space="preserve">,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तिरमिज़ी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मुसनदे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रेजाल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जौज़जानी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ज़ईफ़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नासेबी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मुनहरिफ़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मशहूर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तज़ईफ़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तरजीह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हुज्जाज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तअन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तअन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सौ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दाढ़ी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..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गया।</w:t>
      </w:r>
      <w:r w:rsidRPr="008F4AF7">
        <w:rPr>
          <w:cs/>
          <w:lang w:bidi="hi-IN"/>
        </w:rPr>
        <w:t xml:space="preserve"> </w:t>
      </w:r>
    </w:p>
    <w:p w:rsidR="001D08AD" w:rsidRDefault="001D08AD" w:rsidP="00A213D6">
      <w:pPr>
        <w:pStyle w:val="Heading1"/>
      </w:pPr>
    </w:p>
    <w:p w:rsidR="001D08AD" w:rsidRDefault="001D08AD" w:rsidP="00A213D6">
      <w:pPr>
        <w:pStyle w:val="Heading1"/>
      </w:pPr>
      <w:bookmarkStart w:id="96" w:name="_Toc457825320"/>
      <w:r w:rsidRPr="00E47180">
        <w:t xml:space="preserve">4. </w:t>
      </w:r>
      <w:r w:rsidRPr="00E47180">
        <w:tab/>
      </w:r>
      <w:r w:rsidRPr="008F4AF7">
        <w:rPr>
          <w:rFonts w:hint="cs"/>
          <w:cs/>
          <w:lang w:bidi="hi-IN"/>
        </w:rPr>
        <w:t>हिबरी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bookmarkEnd w:id="96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हिबरी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हबान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कलबी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शरीफ़ा</w:t>
      </w:r>
      <w:r w:rsidRPr="008F4AF7">
        <w:rPr>
          <w:cs/>
          <w:lang w:bidi="hi-IN"/>
        </w:rPr>
        <w:t xml:space="preserve"> (</w:t>
      </w:r>
      <w:r w:rsidRPr="00E47180">
        <w:rPr>
          <w:rFonts w:ascii="Times New Roman" w:hAnsi="Times New Roman" w:cs="Times New Roman" w:hint="cs"/>
          <w:rtl/>
        </w:rPr>
        <w:t>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أَيُّهَا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الرَّسُولُ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بَلِّغْ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أُنزِلَ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إِلَيْكَ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رَّبِّكَ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ۖ</w:t>
      </w:r>
      <w:r w:rsidRPr="00E47180">
        <w:rPr>
          <w:rFonts w:hint="cs"/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وَإِن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لَّمْ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تَفْعَلْ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فَمَا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بَلَّغْتَ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رِسَالَتَهُ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ۚ</w:t>
      </w:r>
      <w:r w:rsidRPr="00E47180">
        <w:rPr>
          <w:rFonts w:hint="cs"/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وَاللَّـهُ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يَعْصِمُكَ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النَّاسِ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ۗ</w:t>
      </w:r>
      <w:r w:rsidRPr="00E47180">
        <w:rPr>
          <w:rFonts w:hint="cs"/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إِنَّ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يَهْدِي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الْقَوْمَ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الْكَافِرِينَ</w:t>
      </w:r>
      <w:r w:rsidRPr="008F4AF7">
        <w:rPr>
          <w:cs/>
          <w:lang w:bidi="hi-IN"/>
        </w:rPr>
        <w:t xml:space="preserve"> 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चुनाचे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cs/>
          <w:lang w:bidi="hi-IN"/>
        </w:rPr>
        <w:lastRenderedPageBreak/>
        <w:t>(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जिसका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पालने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इंकार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रख।</w:t>
      </w:r>
      <w:r w:rsidRPr="008F4AF7">
        <w:rPr>
          <w:cs/>
          <w:lang w:bidi="hi-IN"/>
        </w:rPr>
        <w:t>(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मोतबर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तफ़सीरे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262 )</w:t>
      </w:r>
    </w:p>
    <w:p w:rsidR="001D08AD" w:rsidRDefault="001D08AD" w:rsidP="00A213D6">
      <w:pPr>
        <w:pStyle w:val="Heading1"/>
        <w:rPr>
          <w:cs/>
          <w:lang w:bidi="hi-IN"/>
        </w:rPr>
      </w:pPr>
    </w:p>
    <w:p w:rsidR="001D08AD" w:rsidRDefault="001D08AD" w:rsidP="00A213D6">
      <w:pPr>
        <w:pStyle w:val="Heading1"/>
        <w:rPr>
          <w:cs/>
          <w:lang w:bidi="hi-IN"/>
        </w:rPr>
      </w:pPr>
      <w:r w:rsidRPr="008F4AF7">
        <w:rPr>
          <w:cs/>
          <w:lang w:bidi="hi-IN"/>
        </w:rPr>
        <w:t xml:space="preserve"> </w:t>
      </w:r>
      <w:bookmarkStart w:id="97" w:name="_Toc457825321"/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निगाह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नुज़ूल</w:t>
      </w:r>
      <w:bookmarkEnd w:id="97"/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शेख़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कुलैनी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ज़ुरारा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फ़ुज़ैल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यसार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बुकैर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मुस्लिम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मुआविया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जारू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बाक़िर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फ़रमाई</w:t>
      </w:r>
    </w:p>
    <w:p w:rsidR="008F4AF7" w:rsidRPr="00E47180" w:rsidRDefault="008F4AF7" w:rsidP="008F4AF7">
      <w:pPr>
        <w:pStyle w:val="libNormal"/>
      </w:pPr>
      <w:r w:rsidRPr="00E47180">
        <w:t xml:space="preserve"> </w:t>
      </w:r>
      <w:r w:rsidRPr="00E47180">
        <w:rPr>
          <w:rFonts w:ascii="Times New Roman" w:hAnsi="Times New Roman" w:cs="Times New Roman" w:hint="cs"/>
          <w:rtl/>
        </w:rPr>
        <w:t>إِنَّمَا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وَلِيُّكُمُ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وَرَسُولُهُ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وَالَّذِينَ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آمَنُوا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الَّذِينَ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يُقِيمُونَ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الصَّلَاةَ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وَيُؤْتُونَ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الزَّكَاةَ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وَهُمْ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رَاكِعُونَ</w:t>
      </w:r>
      <w:r w:rsidRPr="00E47180">
        <w:t xml:space="preserve"> 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सूरये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55)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ईमान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बस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साहिबाने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कायम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रुकू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ज़कात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? </w:t>
      </w:r>
      <w:r w:rsidRPr="008F4AF7">
        <w:rPr>
          <w:rFonts w:hint="cs"/>
          <w:cs/>
          <w:lang w:bidi="hi-IN"/>
        </w:rPr>
        <w:t>पस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मुस्तफ़ा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नमाज़</w:t>
      </w:r>
      <w:r w:rsidRPr="00E47180">
        <w:t xml:space="preserve">, </w:t>
      </w:r>
      <w:r w:rsidRPr="008F4AF7">
        <w:rPr>
          <w:rFonts w:hint="cs"/>
          <w:cs/>
          <w:lang w:bidi="hi-IN"/>
        </w:rPr>
        <w:t>रोज़ा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जकात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परेशान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झुटलाने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परवरदिगार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रुजू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फरमाई</w:t>
      </w:r>
    </w:p>
    <w:p w:rsidR="008F4AF7" w:rsidRPr="00E47180" w:rsidRDefault="008F4AF7" w:rsidP="008F4AF7">
      <w:pPr>
        <w:pStyle w:val="libNormal"/>
      </w:pPr>
      <w:r w:rsidRPr="00E47180">
        <w:t xml:space="preserve">: </w:t>
      </w:r>
      <w:r w:rsidRPr="00E47180">
        <w:rPr>
          <w:rFonts w:ascii="Times New Roman" w:hAnsi="Times New Roman" w:cs="Times New Roman" w:hint="cs"/>
          <w:rtl/>
        </w:rPr>
        <w:t>يَا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أَيُّهَا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الرَّسُولُ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بَلِّغْ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أُنزِلَ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إِلَيْكَ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رَّبِّكَ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وَإِن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لَّمْ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تَفْعَلْ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فَمَا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بَلَّغْتَ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رِسَالَتَهُ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وَاللَّـهُ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يَعْصِمُكَ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النَّاسِ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إِنَّ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يَهْدِي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الْقَوْمَ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الْكَافِرِينَ</w:t>
      </w:r>
      <w:r w:rsidRPr="00E47180"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परवरदिगार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गोया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महफ़ूज़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रखेगा।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वाज़ेह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ऐलान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...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हाज़ेरीन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ग़ायेबीन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काफ़ी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290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5)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सहाबा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cs/>
          <w:lang w:bidi="hi-IN"/>
        </w:rPr>
        <w:lastRenderedPageBreak/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मुतअल्लिक़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t xml:space="preserve"> 1.</w:t>
      </w:r>
      <w:r w:rsidRPr="00E47180">
        <w:tab/>
      </w:r>
      <w:r w:rsidRPr="008F4AF7">
        <w:rPr>
          <w:rFonts w:hint="cs"/>
          <w:cs/>
          <w:lang w:bidi="hi-IN"/>
        </w:rPr>
        <w:t>ज़ैद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अरक़म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424)</w:t>
      </w:r>
    </w:p>
    <w:p w:rsidR="008F4AF7" w:rsidRPr="00E47180" w:rsidRDefault="008F4AF7" w:rsidP="008F4AF7">
      <w:pPr>
        <w:pStyle w:val="libNormal"/>
      </w:pPr>
      <w:r w:rsidRPr="00E47180">
        <w:t>2.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ख़िदरी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तफ़सीरुल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173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669, </w:t>
      </w:r>
      <w:r w:rsidRPr="008F4AF7">
        <w:rPr>
          <w:rFonts w:hint="cs"/>
          <w:cs/>
          <w:lang w:bidi="hi-IN"/>
        </w:rPr>
        <w:t>दुर्रे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117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तर्जुम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अज़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दमिश्क़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85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588 )</w:t>
      </w:r>
    </w:p>
    <w:p w:rsidR="008F4AF7" w:rsidRPr="00E47180" w:rsidRDefault="008F4AF7" w:rsidP="008F4AF7">
      <w:pPr>
        <w:pStyle w:val="libNormal"/>
      </w:pPr>
      <w:r w:rsidRPr="00E47180">
        <w:t xml:space="preserve">3.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असाकर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162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133, </w:t>
      </w:r>
      <w:r w:rsidRPr="008F4AF7">
        <w:rPr>
          <w:rFonts w:hint="cs"/>
          <w:cs/>
          <w:lang w:bidi="hi-IN"/>
        </w:rPr>
        <w:t>मनाक़िबे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240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349,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क़श्फ़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92, </w:t>
      </w:r>
      <w:r w:rsidRPr="008F4AF7">
        <w:rPr>
          <w:rFonts w:hint="cs"/>
          <w:cs/>
          <w:lang w:bidi="hi-IN"/>
        </w:rPr>
        <w:t>शवाहिदुत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तंज़ील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239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240</w:t>
      </w:r>
    </w:p>
    <w:p w:rsidR="008F4AF7" w:rsidRPr="00E47180" w:rsidRDefault="008F4AF7" w:rsidP="008F4AF7">
      <w:pPr>
        <w:pStyle w:val="libNormal"/>
      </w:pPr>
      <w:r w:rsidRPr="00E47180">
        <w:t>3.</w:t>
      </w:r>
      <w:r w:rsidRPr="00E47180">
        <w:tab/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मसऊद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मनाकि़ब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239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346, </w:t>
      </w:r>
      <w:r w:rsidRPr="008F4AF7">
        <w:rPr>
          <w:rFonts w:hint="cs"/>
          <w:cs/>
          <w:lang w:bidi="hi-IN"/>
        </w:rPr>
        <w:t>दुर्रे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117, </w:t>
      </w:r>
      <w:r w:rsidRPr="008F4AF7">
        <w:rPr>
          <w:rFonts w:hint="cs"/>
          <w:cs/>
          <w:lang w:bidi="hi-IN"/>
        </w:rPr>
        <w:t>फ़तहुल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60, </w:t>
      </w:r>
      <w:r w:rsidRPr="008F4AF7">
        <w:rPr>
          <w:rFonts w:hint="cs"/>
          <w:cs/>
          <w:lang w:bidi="hi-IN"/>
        </w:rPr>
        <w:t>रुहुल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मआनी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282)</w:t>
      </w:r>
    </w:p>
    <w:p w:rsidR="008F4AF7" w:rsidRPr="00E47180" w:rsidRDefault="008F4AF7" w:rsidP="008F4AF7">
      <w:pPr>
        <w:pStyle w:val="libNormal"/>
      </w:pPr>
      <w:r w:rsidRPr="00E47180">
        <w:t>4.</w:t>
      </w:r>
      <w:r w:rsidRPr="00E47180">
        <w:tab/>
      </w:r>
      <w:r w:rsidRPr="008F4AF7">
        <w:rPr>
          <w:rFonts w:hint="cs"/>
          <w:cs/>
          <w:lang w:bidi="hi-IN"/>
        </w:rPr>
        <w:t>जाबिर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शवाहिदुत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तंज़ील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255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249)</w:t>
      </w:r>
    </w:p>
    <w:p w:rsidR="008F4AF7" w:rsidRPr="00E47180" w:rsidRDefault="008F4AF7" w:rsidP="008F4AF7">
      <w:pPr>
        <w:pStyle w:val="libNormal"/>
      </w:pPr>
      <w:r w:rsidRPr="00E47180">
        <w:t>5.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हुरैरा</w:t>
      </w:r>
      <w:r w:rsidRPr="008F4AF7">
        <w:rPr>
          <w:cs/>
          <w:lang w:bidi="hi-IN"/>
        </w:rPr>
        <w:t xml:space="preserve"> (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शवाहिदुत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तंज़ील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249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244, </w:t>
      </w:r>
      <w:r w:rsidRPr="008F4AF7">
        <w:rPr>
          <w:rFonts w:hint="cs"/>
          <w:cs/>
          <w:lang w:bidi="hi-IN"/>
        </w:rPr>
        <w:t>फ़रायदुस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समतैन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158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120</w:t>
      </w:r>
    </w:p>
    <w:p w:rsidR="008F4AF7" w:rsidRPr="00E47180" w:rsidRDefault="008F4AF7" w:rsidP="008F4AF7">
      <w:pPr>
        <w:pStyle w:val="libNormal"/>
      </w:pPr>
      <w:r w:rsidRPr="00E47180">
        <w:t>6.</w:t>
      </w:r>
      <w:r w:rsidRPr="00E47180">
        <w:tab/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असलमी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शवाहिदुत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तंज़ील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252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247)</w:t>
      </w:r>
    </w:p>
    <w:p w:rsidR="008F4AF7" w:rsidRPr="00E47180" w:rsidRDefault="008F4AF7" w:rsidP="008F4AF7">
      <w:pPr>
        <w:pStyle w:val="libNormal"/>
      </w:pPr>
      <w:r w:rsidRPr="00E47180">
        <w:t>7.</w:t>
      </w:r>
      <w:r w:rsidRPr="00E47180">
        <w:tab/>
      </w:r>
      <w:r w:rsidRPr="008F4AF7">
        <w:rPr>
          <w:rFonts w:hint="cs"/>
          <w:cs/>
          <w:lang w:bidi="hi-IN"/>
        </w:rPr>
        <w:t>बरा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आज़िब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मफ़ातिहुल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ग़ैब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50,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कश्फ़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92)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ताबेईन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ताबेईन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नुज़ूल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t>1.</w:t>
      </w:r>
      <w:r w:rsidRPr="00E47180">
        <w:tab/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बाक़िर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कश्फ़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92, </w:t>
      </w:r>
      <w:r w:rsidRPr="008F4AF7">
        <w:rPr>
          <w:rFonts w:hint="cs"/>
          <w:cs/>
          <w:lang w:bidi="hi-IN"/>
        </w:rPr>
        <w:t>यनाबीउल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मवद्दत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119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बाब</w:t>
      </w:r>
      <w:r w:rsidRPr="008F4AF7">
        <w:rPr>
          <w:cs/>
          <w:lang w:bidi="hi-IN"/>
        </w:rPr>
        <w:t xml:space="preserve"> </w:t>
      </w:r>
      <w:r w:rsidRPr="00E47180">
        <w:t xml:space="preserve">39, </w:t>
      </w:r>
      <w:r w:rsidRPr="008F4AF7">
        <w:rPr>
          <w:rFonts w:hint="cs"/>
          <w:cs/>
          <w:lang w:bidi="hi-IN"/>
        </w:rPr>
        <w:t>शवाहिदुत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तंज़ील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254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248, </w:t>
      </w:r>
      <w:r w:rsidRPr="008F4AF7">
        <w:rPr>
          <w:rFonts w:hint="cs"/>
          <w:cs/>
          <w:lang w:bidi="hi-IN"/>
        </w:rPr>
        <w:t>मफ़ातिहुल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ग़ैब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50, </w:t>
      </w:r>
      <w:r w:rsidRPr="008F4AF7">
        <w:rPr>
          <w:rFonts w:hint="cs"/>
          <w:cs/>
          <w:lang w:bidi="hi-IN"/>
        </w:rPr>
        <w:t>उमदतुल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206)</w:t>
      </w:r>
    </w:p>
    <w:p w:rsidR="008F4AF7" w:rsidRPr="00E47180" w:rsidRDefault="008F4AF7" w:rsidP="008F4AF7">
      <w:pPr>
        <w:pStyle w:val="libNormal"/>
      </w:pPr>
      <w:r w:rsidRPr="00E47180">
        <w:t>2.</w:t>
      </w:r>
      <w:r w:rsidRPr="00E47180">
        <w:tab/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जाफ़र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सादिक़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तफ़सीरुल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285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41)</w:t>
      </w:r>
    </w:p>
    <w:p w:rsidR="008F4AF7" w:rsidRPr="00E47180" w:rsidRDefault="008F4AF7" w:rsidP="008F4AF7">
      <w:pPr>
        <w:pStyle w:val="libNormal"/>
      </w:pPr>
      <w:r w:rsidRPr="00E47180">
        <w:t>3.</w:t>
      </w:r>
      <w:r w:rsidRPr="00E47180">
        <w:tab/>
      </w:r>
      <w:r w:rsidRPr="008F4AF7">
        <w:rPr>
          <w:rFonts w:hint="cs"/>
          <w:cs/>
          <w:lang w:bidi="hi-IN"/>
        </w:rPr>
        <w:t>अतिया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औफ़ी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नूरुल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मुशतइल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अलियिन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86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16)</w:t>
      </w:r>
    </w:p>
    <w:p w:rsidR="008F4AF7" w:rsidRPr="00E47180" w:rsidRDefault="008F4AF7" w:rsidP="008F4AF7">
      <w:pPr>
        <w:pStyle w:val="libNormal"/>
      </w:pPr>
      <w:r w:rsidRPr="00E47180">
        <w:lastRenderedPageBreak/>
        <w:t>4.</w:t>
      </w:r>
      <w:r w:rsidRPr="00E47180">
        <w:tab/>
      </w:r>
      <w:r w:rsidRPr="008F4AF7">
        <w:rPr>
          <w:rFonts w:hint="cs"/>
          <w:cs/>
          <w:lang w:bidi="hi-IN"/>
        </w:rPr>
        <w:t>ज़ैद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मनाक़िबे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240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348)</w:t>
      </w:r>
    </w:p>
    <w:p w:rsidR="008F4AF7" w:rsidRPr="00E47180" w:rsidRDefault="008F4AF7" w:rsidP="008F4AF7">
      <w:pPr>
        <w:pStyle w:val="libNormal"/>
      </w:pPr>
      <w:r w:rsidRPr="00E47180">
        <w:t>5.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सुमाली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मनाक़िबे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240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347)</w:t>
      </w:r>
    </w:p>
    <w:p w:rsidR="001D08AD" w:rsidRDefault="001D08AD" w:rsidP="00A213D6">
      <w:pPr>
        <w:pStyle w:val="Heading1"/>
        <w:rPr>
          <w:cs/>
          <w:lang w:bidi="hi-IN"/>
        </w:rPr>
      </w:pPr>
    </w:p>
    <w:p w:rsidR="001D08AD" w:rsidRDefault="001D08AD" w:rsidP="00A213D6">
      <w:pPr>
        <w:pStyle w:val="Heading1"/>
        <w:rPr>
          <w:cs/>
          <w:lang w:bidi="hi-IN"/>
        </w:rPr>
      </w:pPr>
      <w:bookmarkStart w:id="98" w:name="_Toc457825322"/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bookmarkEnd w:id="98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t>1.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जाफ़र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तबरी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E47180">
        <w:t>2.</w:t>
      </w:r>
      <w:r w:rsidRPr="00E47180">
        <w:tab/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हातिमें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राज़ी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दुर्रे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298, </w:t>
      </w:r>
      <w:r w:rsidRPr="008F4AF7">
        <w:rPr>
          <w:rFonts w:hint="cs"/>
          <w:cs/>
          <w:lang w:bidi="hi-IN"/>
        </w:rPr>
        <w:t>फ़तहुल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57)</w:t>
      </w:r>
    </w:p>
    <w:p w:rsidR="008F4AF7" w:rsidRPr="00E47180" w:rsidRDefault="008F4AF7" w:rsidP="008F4AF7">
      <w:pPr>
        <w:pStyle w:val="libNormal"/>
      </w:pPr>
      <w:r w:rsidRPr="00E47180">
        <w:t>3.</w:t>
      </w:r>
      <w:r w:rsidRPr="00E47180">
        <w:tab/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अब्दिल्लाह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महामिली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कंज़ुल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603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3291)</w:t>
      </w:r>
    </w:p>
    <w:p w:rsidR="008F4AF7" w:rsidRPr="00E47180" w:rsidRDefault="008F4AF7" w:rsidP="008F4AF7">
      <w:pPr>
        <w:pStyle w:val="libNormal"/>
      </w:pPr>
      <w:r w:rsidRPr="00E47180">
        <w:t>4.</w:t>
      </w:r>
      <w:r w:rsidRPr="00E47180">
        <w:tab/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मरदवेह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दुर्रे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298)</w:t>
      </w:r>
    </w:p>
    <w:p w:rsidR="008F4AF7" w:rsidRPr="00E47180" w:rsidRDefault="008F4AF7" w:rsidP="008F4AF7">
      <w:pPr>
        <w:pStyle w:val="libNormal"/>
      </w:pPr>
      <w:r w:rsidRPr="00E47180">
        <w:t>5.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इसहाक़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सालबी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lastRenderedPageBreak/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कश्फ़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92)</w:t>
      </w:r>
    </w:p>
    <w:p w:rsidR="008F4AF7" w:rsidRPr="00E47180" w:rsidRDefault="008F4AF7" w:rsidP="008F4AF7">
      <w:pPr>
        <w:pStyle w:val="libNormal"/>
      </w:pPr>
      <w:r w:rsidRPr="00E47180">
        <w:t>6.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नईम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इसफ़हानी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मिनल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अलियिन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86)</w:t>
      </w:r>
    </w:p>
    <w:p w:rsidR="008F4AF7" w:rsidRPr="00E47180" w:rsidRDefault="008F4AF7" w:rsidP="008F4AF7">
      <w:pPr>
        <w:pStyle w:val="libNormal"/>
      </w:pPr>
      <w:r w:rsidRPr="00E47180">
        <w:t>7.</w:t>
      </w:r>
      <w:r w:rsidRPr="00E47180">
        <w:tab/>
      </w:r>
      <w:r w:rsidRPr="008F4AF7">
        <w:rPr>
          <w:rFonts w:hint="cs"/>
          <w:cs/>
          <w:lang w:bidi="hi-IN"/>
        </w:rPr>
        <w:t>वाहिदी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नैशापुरी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असबाबुन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नुज़ूल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135)</w:t>
      </w:r>
    </w:p>
    <w:p w:rsidR="008F4AF7" w:rsidRPr="00E47180" w:rsidRDefault="008F4AF7" w:rsidP="008F4AF7">
      <w:pPr>
        <w:pStyle w:val="libNormal"/>
      </w:pPr>
      <w:r w:rsidRPr="00E47180">
        <w:t>8.</w:t>
      </w:r>
      <w:r w:rsidRPr="00E47180">
        <w:tab/>
      </w:r>
      <w:r w:rsidRPr="008F4AF7">
        <w:rPr>
          <w:rFonts w:hint="cs"/>
          <w:cs/>
          <w:lang w:bidi="hi-IN"/>
        </w:rPr>
        <w:t>हाकिम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हसकानी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शवाहिदुत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तंज़ील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255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249)</w:t>
      </w:r>
    </w:p>
    <w:p w:rsidR="008F4AF7" w:rsidRPr="00E47180" w:rsidRDefault="008F4AF7" w:rsidP="008F4AF7">
      <w:pPr>
        <w:pStyle w:val="libNormal"/>
      </w:pPr>
      <w:r w:rsidRPr="00E47180">
        <w:t>9.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सजिसतानी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किताबुल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तरायफ़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121)</w:t>
      </w:r>
    </w:p>
    <w:p w:rsidR="008F4AF7" w:rsidRPr="00E47180" w:rsidRDefault="008F4AF7" w:rsidP="008F4AF7">
      <w:pPr>
        <w:pStyle w:val="libNormal"/>
      </w:pPr>
      <w:r w:rsidRPr="00E47180">
        <w:t>10.</w:t>
      </w:r>
      <w:r w:rsidRPr="00E47180">
        <w:tab/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क़ासिम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असाकर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दमिश्कि़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237)</w:t>
      </w:r>
    </w:p>
    <w:p w:rsidR="008F4AF7" w:rsidRPr="00E47180" w:rsidRDefault="008F4AF7" w:rsidP="008F4AF7">
      <w:pPr>
        <w:pStyle w:val="libNormal"/>
      </w:pPr>
      <w:r w:rsidRPr="00E47180">
        <w:t>11.</w:t>
      </w:r>
      <w:r w:rsidRPr="00E47180">
        <w:tab/>
      </w:r>
      <w:r w:rsidRPr="008F4AF7">
        <w:rPr>
          <w:rFonts w:hint="cs"/>
          <w:cs/>
          <w:lang w:bidi="hi-IN"/>
        </w:rPr>
        <w:t>फ़ख़रे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राज़ी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49)</w:t>
      </w:r>
    </w:p>
    <w:p w:rsidR="008F4AF7" w:rsidRPr="00E47180" w:rsidRDefault="008F4AF7" w:rsidP="008F4AF7">
      <w:pPr>
        <w:pStyle w:val="libNormal"/>
      </w:pPr>
      <w:r w:rsidRPr="00E47180">
        <w:t>12.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नसीबी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मतालिबुस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सुऊल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16)</w:t>
      </w:r>
    </w:p>
    <w:p w:rsidR="008F4AF7" w:rsidRPr="00E47180" w:rsidRDefault="008F4AF7" w:rsidP="008F4AF7">
      <w:pPr>
        <w:pStyle w:val="libNormal"/>
      </w:pPr>
      <w:r w:rsidRPr="00E47180">
        <w:t>13.</w:t>
      </w:r>
      <w:r w:rsidRPr="00E47180">
        <w:tab/>
      </w:r>
      <w:r w:rsidRPr="008F4AF7">
        <w:rPr>
          <w:rFonts w:hint="cs"/>
          <w:cs/>
          <w:lang w:bidi="hi-IN"/>
        </w:rPr>
        <w:t>शेख़ुल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हमूई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फ़रायदुस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समतैन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158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120)</w:t>
      </w:r>
    </w:p>
    <w:p w:rsidR="008F4AF7" w:rsidRPr="00E47180" w:rsidRDefault="008F4AF7" w:rsidP="008F4AF7">
      <w:pPr>
        <w:pStyle w:val="libNormal"/>
      </w:pPr>
      <w:r w:rsidRPr="00E47180">
        <w:t>14.</w:t>
      </w:r>
      <w:r w:rsidRPr="00E47180">
        <w:tab/>
      </w:r>
      <w:r w:rsidRPr="008F4AF7">
        <w:rPr>
          <w:rFonts w:hint="cs"/>
          <w:cs/>
          <w:lang w:bidi="hi-IN"/>
        </w:rPr>
        <w:t>सैयद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हमदानी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lastRenderedPageBreak/>
        <w:t>(</w:t>
      </w:r>
      <w:r w:rsidRPr="008F4AF7">
        <w:rPr>
          <w:rFonts w:hint="cs"/>
          <w:cs/>
          <w:lang w:bidi="hi-IN"/>
        </w:rPr>
        <w:t>मवद्दतुल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मवद्दत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पंजुम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E47180">
        <w:t>15.</w:t>
      </w:r>
      <w:r w:rsidRPr="00E47180">
        <w:tab/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सबाग़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मलिकी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फ़ुसुलुल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मुहिम्मा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42)</w:t>
      </w:r>
    </w:p>
    <w:p w:rsidR="008F4AF7" w:rsidRPr="00E47180" w:rsidRDefault="008F4AF7" w:rsidP="008F4AF7">
      <w:pPr>
        <w:pStyle w:val="libNormal"/>
      </w:pPr>
      <w:r w:rsidRPr="00E47180">
        <w:t>16.</w:t>
      </w:r>
      <w:r w:rsidRPr="00E47180">
        <w:tab/>
      </w:r>
      <w:r w:rsidRPr="008F4AF7">
        <w:rPr>
          <w:rFonts w:hint="cs"/>
          <w:cs/>
          <w:lang w:bidi="hi-IN"/>
        </w:rPr>
        <w:t>क़ाज़ी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ऐनी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उमदतुल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सहीहिल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बुख़ारी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206)</w:t>
      </w:r>
    </w:p>
    <w:p w:rsidR="008F4AF7" w:rsidRPr="00E47180" w:rsidRDefault="008F4AF7" w:rsidP="008F4AF7">
      <w:pPr>
        <w:pStyle w:val="libNormal"/>
      </w:pPr>
      <w:r w:rsidRPr="00E47180">
        <w:t>17.</w:t>
      </w:r>
      <w:r w:rsidRPr="00E47180">
        <w:tab/>
      </w:r>
      <w:r w:rsidRPr="008F4AF7">
        <w:rPr>
          <w:rFonts w:hint="cs"/>
          <w:cs/>
          <w:lang w:bidi="hi-IN"/>
        </w:rPr>
        <w:t>निज़ामुद्दीन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नैशापुरी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ग़रायबुल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रग़ायबुल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फ़ुरक़ान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14)</w:t>
      </w:r>
    </w:p>
    <w:p w:rsidR="008F4AF7" w:rsidRPr="00E47180" w:rsidRDefault="008F4AF7" w:rsidP="008F4AF7">
      <w:pPr>
        <w:pStyle w:val="libNormal"/>
      </w:pPr>
      <w:r w:rsidRPr="00E47180">
        <w:t>18.</w:t>
      </w:r>
      <w:r w:rsidRPr="00E47180">
        <w:tab/>
      </w:r>
      <w:r w:rsidRPr="008F4AF7">
        <w:rPr>
          <w:rFonts w:hint="cs"/>
          <w:cs/>
          <w:lang w:bidi="hi-IN"/>
        </w:rPr>
        <w:t>कमालुद्दीन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मैबदी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दीवाने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406)</w:t>
      </w:r>
    </w:p>
    <w:p w:rsidR="008F4AF7" w:rsidRPr="00E47180" w:rsidRDefault="008F4AF7" w:rsidP="008F4AF7">
      <w:pPr>
        <w:pStyle w:val="libNormal"/>
      </w:pPr>
      <w:r w:rsidRPr="00E47180">
        <w:t>19.</w:t>
      </w:r>
      <w:r w:rsidRPr="00E47180">
        <w:tab/>
      </w:r>
      <w:r w:rsidRPr="008F4AF7">
        <w:rPr>
          <w:rFonts w:hint="cs"/>
          <w:cs/>
          <w:lang w:bidi="hi-IN"/>
        </w:rPr>
        <w:t>जलालुद्दीन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सुयूती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दुर्रे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116)</w:t>
      </w:r>
    </w:p>
    <w:p w:rsidR="008F4AF7" w:rsidRPr="00E47180" w:rsidRDefault="008F4AF7" w:rsidP="008F4AF7">
      <w:pPr>
        <w:pStyle w:val="libNormal"/>
      </w:pPr>
      <w:r w:rsidRPr="00E47180">
        <w:t>20.</w:t>
      </w:r>
      <w:r w:rsidRPr="00E47180">
        <w:tab/>
      </w:r>
      <w:r w:rsidRPr="008F4AF7">
        <w:rPr>
          <w:rFonts w:hint="cs"/>
          <w:cs/>
          <w:lang w:bidi="hi-IN"/>
        </w:rPr>
        <w:t>मीरज़ा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बदख़शानी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मिफ़ताहुन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E47180">
        <w:t>36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बाब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फ़स्ल</w:t>
      </w:r>
      <w:r w:rsidRPr="008F4AF7">
        <w:rPr>
          <w:cs/>
          <w:lang w:bidi="hi-IN"/>
        </w:rPr>
        <w:t xml:space="preserve"> </w:t>
      </w:r>
      <w:r w:rsidRPr="00E47180">
        <w:t>11)</w:t>
      </w:r>
    </w:p>
    <w:p w:rsidR="008F4AF7" w:rsidRPr="00E47180" w:rsidRDefault="008F4AF7" w:rsidP="008F4AF7">
      <w:pPr>
        <w:pStyle w:val="libNormal"/>
      </w:pPr>
      <w:r w:rsidRPr="00E47180">
        <w:t>21.</w:t>
      </w:r>
      <w:r w:rsidRPr="00E47180">
        <w:tab/>
      </w:r>
      <w:r w:rsidRPr="008F4AF7">
        <w:rPr>
          <w:rFonts w:hint="cs"/>
          <w:cs/>
          <w:lang w:bidi="hi-IN"/>
        </w:rPr>
        <w:t>शहाबुद्दीन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आलूसी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रुहुल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मआनी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192)</w:t>
      </w:r>
    </w:p>
    <w:p w:rsidR="008F4AF7" w:rsidRPr="00E47180" w:rsidRDefault="008F4AF7" w:rsidP="008F4AF7">
      <w:pPr>
        <w:pStyle w:val="libNormal"/>
      </w:pPr>
      <w:r w:rsidRPr="00E47180">
        <w:t>22.</w:t>
      </w:r>
      <w:r w:rsidRPr="00E47180">
        <w:tab/>
      </w:r>
      <w:r w:rsidRPr="008F4AF7">
        <w:rPr>
          <w:rFonts w:hint="cs"/>
          <w:cs/>
          <w:lang w:bidi="hi-IN"/>
        </w:rPr>
        <w:t>क़ाज़ी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शौकानी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फ़तहुल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60)</w:t>
      </w:r>
    </w:p>
    <w:p w:rsidR="008F4AF7" w:rsidRPr="00E47180" w:rsidRDefault="008F4AF7" w:rsidP="008F4AF7">
      <w:pPr>
        <w:pStyle w:val="libNormal"/>
      </w:pPr>
      <w:r w:rsidRPr="00E47180">
        <w:t>23.</w:t>
      </w:r>
      <w:r w:rsidRPr="00E47180">
        <w:tab/>
      </w:r>
      <w:r w:rsidRPr="008F4AF7">
        <w:rPr>
          <w:rFonts w:hint="cs"/>
          <w:cs/>
          <w:lang w:bidi="hi-IN"/>
        </w:rPr>
        <w:t>क़ंदूज़ी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हनफ़ी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lastRenderedPageBreak/>
        <w:t>(</w:t>
      </w:r>
      <w:r w:rsidRPr="008F4AF7">
        <w:rPr>
          <w:rFonts w:hint="cs"/>
          <w:cs/>
          <w:lang w:bidi="hi-IN"/>
        </w:rPr>
        <w:t>यनाबिऊल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मवद्दत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119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बाब</w:t>
      </w:r>
      <w:r w:rsidRPr="008F4AF7">
        <w:rPr>
          <w:cs/>
          <w:lang w:bidi="hi-IN"/>
        </w:rPr>
        <w:t xml:space="preserve"> </w:t>
      </w:r>
      <w:r w:rsidRPr="00E47180">
        <w:t>39)</w:t>
      </w:r>
    </w:p>
    <w:p w:rsidR="008F4AF7" w:rsidRPr="00E47180" w:rsidRDefault="008F4AF7" w:rsidP="008F4AF7">
      <w:pPr>
        <w:pStyle w:val="libNormal"/>
      </w:pPr>
      <w:r w:rsidRPr="00E47180">
        <w:t>24.</w:t>
      </w:r>
      <w:r w:rsidRPr="00E47180">
        <w:tab/>
      </w:r>
      <w:r w:rsidRPr="008F4AF7">
        <w:rPr>
          <w:rFonts w:hint="cs"/>
          <w:cs/>
          <w:lang w:bidi="hi-IN"/>
        </w:rPr>
        <w:t>शेख़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अबदहू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463 )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आय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बल्लिग़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नज़िरया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अक़ीदा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बल्लिग़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मुतअल्लिक़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(</w:t>
      </w:r>
      <w:r w:rsidRPr="00E47180">
        <w:rPr>
          <w:rFonts w:ascii="Times New Roman" w:hAnsi="Times New Roman" w:cs="Times New Roman" w:hint="cs"/>
          <w:rtl/>
        </w:rPr>
        <w:t>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أَيُّهَا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الرَّسُولُ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بَلِّغْ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أُنزِلَ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إِلَيْكَ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رَّبِّكَ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ۖ</w:t>
      </w:r>
      <w:r w:rsidRPr="00E47180">
        <w:rPr>
          <w:rFonts w:hint="cs"/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وَإِن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لَّمْ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تَفْعَلْ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فَمَا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بَلَّغْتَ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رِسَالَتَهُ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ۚ</w:t>
      </w:r>
      <w:r w:rsidRPr="00E47180">
        <w:rPr>
          <w:rFonts w:hint="cs"/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وَاللَّـهُ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يَعْصِمُكَ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النَّاسِ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ۗ</w:t>
      </w:r>
      <w:r w:rsidRPr="00E47180">
        <w:rPr>
          <w:rFonts w:hint="cs"/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إِنَّ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يَهْدِي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الْقَوْمَ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الْكَافِرِينَ</w:t>
      </w:r>
      <w:r w:rsidRPr="008F4AF7">
        <w:rPr>
          <w:cs/>
          <w:lang w:bidi="hi-IN"/>
        </w:rPr>
        <w:t xml:space="preserve"> 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मिसदाक़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अव्वल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गोया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रिसालत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ज़आमत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ओहदा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ज़िम्मेदारियों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सिवाए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वहयी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मज़कूरा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ख़ौफ़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मुख़ालेफ़त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करेंगें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इख़्तेलाफ़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तफ़रेक़ा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E47180">
        <w:t>23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ज़हमतों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मतलब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तारीख़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वरक़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गरदानी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ऐलान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क़ुरआनी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तहक़ीक़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नबूवत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इस्तेक़ामत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मामूर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तबलीग़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कोताही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माक़ूल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दरख़्वास्तों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तसलीम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पैग़ामाते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कोताही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मवारिद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सख्ती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दुशवारियाँ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ज़ौज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जै़नब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मज़कूरा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मसला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ख़ौफ़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सूरए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अहज़ाब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7)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सूरए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12)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सूरए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युनुस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15)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सूरए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अहज़ाब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37)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सूरए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अहज़ाब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53)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परेशानी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जगह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तलाळ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मुक़ाबिल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मुनाफ़ेक़ीन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झुटलाने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ख़तरनाक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नतायज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अक्सुल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ज़ब्त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मुनाफ़ेक़ीन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निफ़ाक़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क़ुफ्र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इज़ाफ़ा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तकज़ीब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क़ुफ्र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रिसालत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बढ़ना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अस्ले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रिसालत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तीसरे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आय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नुज़ूल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सहीहुस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E47180">
        <w:rPr>
          <w:rFonts w:ascii="Times New Roman" w:hAnsi="Times New Roman" w:cs="Times New Roman" w:hint="cs"/>
          <w:rtl/>
        </w:rPr>
        <w:t>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أَيُّهَا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الرَّسُولُ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بَلِّغْ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أُنزِلَ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إِلَيْكَ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رَّبِّكَ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ۖ</w:t>
      </w:r>
      <w:r w:rsidRPr="00E47180">
        <w:rPr>
          <w:rFonts w:hint="cs"/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وَإِن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لَّمْ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تَفْعَلْ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فَمَا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بَلَّغْتَ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رِسَالَتَهُ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ۚ</w:t>
      </w:r>
      <w:r w:rsidRPr="00E47180">
        <w:rPr>
          <w:rFonts w:hint="cs"/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وَاللَّـهُ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يَعْصِمُكَ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النَّاسِ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ۗ</w:t>
      </w:r>
      <w:r w:rsidRPr="00E47180">
        <w:rPr>
          <w:rFonts w:hint="cs"/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إِنَّ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يَهْدِي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الْقَوْمَ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الْكَافِرِينَ</w:t>
      </w:r>
      <w:r w:rsidRPr="00E47180">
        <w:t xml:space="preserve">)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</w:p>
    <w:p w:rsidR="001D08AD" w:rsidRDefault="001D08AD" w:rsidP="00A213D6">
      <w:pPr>
        <w:pStyle w:val="Heading2"/>
        <w:rPr>
          <w:cs/>
          <w:lang w:bidi="hi-IN"/>
        </w:rPr>
      </w:pPr>
    </w:p>
    <w:p w:rsidR="001D08AD" w:rsidRDefault="001D08AD" w:rsidP="00A213D6">
      <w:pPr>
        <w:pStyle w:val="Heading2"/>
        <w:rPr>
          <w:cs/>
          <w:lang w:bidi="hi-IN"/>
        </w:rPr>
      </w:pPr>
      <w:bookmarkStart w:id="99" w:name="_Toc457825323"/>
      <w:r w:rsidRPr="008F4AF7">
        <w:rPr>
          <w:rFonts w:hint="cs"/>
          <w:cs/>
          <w:lang w:bidi="hi-IN"/>
        </w:rPr>
        <w:t>ऐतेराज़ात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छानबीन</w:t>
      </w:r>
      <w:bookmarkEnd w:id="99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ताविलात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कोशिश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ताअल्लुक़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ताविलात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छानबीन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1D08AD" w:rsidRDefault="001D08AD" w:rsidP="00A213D6">
      <w:pPr>
        <w:pStyle w:val="Heading1"/>
      </w:pPr>
    </w:p>
    <w:p w:rsidR="001D08AD" w:rsidRDefault="001D08AD" w:rsidP="00A213D6">
      <w:pPr>
        <w:pStyle w:val="Heading1"/>
      </w:pPr>
      <w:bookmarkStart w:id="100" w:name="_Toc457825324"/>
      <w:r w:rsidRPr="00E47180">
        <w:t>1.</w:t>
      </w:r>
      <w:r w:rsidRPr="00E47180">
        <w:tab/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नुज़ूल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हिफ़ाज़त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  <w:bookmarkEnd w:id="100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हिफ़ाज़त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ज़िम्मेदारी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मुहाफ़िज़ों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जंग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छोड़ा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चुनाचे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जाओ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हिफ़ाज़त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फऱमायेगा।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अव्वल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मज़कूरा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नुज़ूल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मुख़ालिफ़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नुज़ूल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हिस्से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चूँकि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वज़ाहत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रुख्सत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फ़ासला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बुनियादी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मुफ़स्सेरीन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ग़रीब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मुत्तफ़िक़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चूँकि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मज़कूरा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बेसत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हिफ़ाज़त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ताअल्लुक़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रखती।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तीसरे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मज़कूरा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दोबार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मर्तबा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बेसत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बेसत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मुश्किल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बेसत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हिफ़ाज़त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ज़िम्मेदारी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हिफा़ज़त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ज़रूरत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तफ़सीरे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79</w:t>
      </w:r>
    </w:p>
    <w:p w:rsidR="001D08AD" w:rsidRDefault="001D08AD" w:rsidP="00A213D6">
      <w:pPr>
        <w:pStyle w:val="Heading1"/>
      </w:pPr>
    </w:p>
    <w:p w:rsidR="001D08AD" w:rsidRDefault="001D08AD" w:rsidP="00A213D6">
      <w:pPr>
        <w:pStyle w:val="Heading1"/>
      </w:pPr>
      <w:bookmarkStart w:id="101" w:name="_Toc457825325"/>
      <w:r w:rsidRPr="00E47180">
        <w:t>2.</w:t>
      </w:r>
      <w:r w:rsidRPr="00E47180">
        <w:tab/>
      </w:r>
      <w:r w:rsidRPr="008F4AF7">
        <w:rPr>
          <w:rFonts w:hint="cs"/>
          <w:cs/>
          <w:lang w:bidi="hi-IN"/>
        </w:rPr>
        <w:t>मक्के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हिफ़ाज़त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नुज़ूल</w:t>
      </w:r>
      <w:bookmarkEnd w:id="101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अल्लामा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सुयूती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कौन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सख़्त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? </w:t>
      </w:r>
      <w:r w:rsidRPr="008F4AF7">
        <w:rPr>
          <w:rFonts w:hint="cs"/>
          <w:cs/>
          <w:lang w:bidi="hi-IN"/>
        </w:rPr>
        <w:t>आं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दौराम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मुशरेकीन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जिबरईल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(.....)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खड़ा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ऐलान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कौन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परवर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दिगार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दूँ</w:t>
      </w:r>
      <w:r w:rsidRPr="00E47180">
        <w:t xml:space="preserve">, </w:t>
      </w: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वहदानियत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रिसालत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गवाही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कामयाब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जाओ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निजात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दाख़िल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जाओ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मर्द</w:t>
      </w:r>
      <w:r w:rsidRPr="00E47180">
        <w:t xml:space="preserve">, </w:t>
      </w:r>
      <w:r w:rsidRPr="008F4AF7">
        <w:rPr>
          <w:rFonts w:hint="cs"/>
          <w:cs/>
          <w:lang w:bidi="hi-IN"/>
        </w:rPr>
        <w:t>छोटे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लोंगो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ढेलों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पत्थरों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मुँह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लुआबे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दहन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फ़ेकने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झूटा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..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निजात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पीछे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हटा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दिया।</w:t>
      </w:r>
      <w:r w:rsidRPr="008F4AF7">
        <w:rPr>
          <w:cs/>
          <w:lang w:bidi="hi-IN"/>
        </w:rPr>
        <w:t>(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तफ़सीरे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79)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गढ़त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अलवियों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मुक़ाबले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फ़ज़ीलत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अव्वल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मज़कूरा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इत्तेफ़ाक़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वाहिद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अहादीस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मुख़ालिफ़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मोतबर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सकता।</w:t>
      </w:r>
    </w:p>
    <w:p w:rsidR="001D08AD" w:rsidRDefault="001D08AD" w:rsidP="00A213D6">
      <w:pPr>
        <w:pStyle w:val="Heading1"/>
      </w:pPr>
    </w:p>
    <w:p w:rsidR="001D08AD" w:rsidRDefault="001D08AD" w:rsidP="00A213D6">
      <w:pPr>
        <w:pStyle w:val="Heading1"/>
      </w:pPr>
      <w:bookmarkStart w:id="102" w:name="_Toc457825326"/>
      <w:r w:rsidRPr="00E47180">
        <w:t>3.</w:t>
      </w:r>
      <w:r w:rsidRPr="00E47180">
        <w:tab/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नुज़ूल</w:t>
      </w:r>
      <w:bookmarkEnd w:id="102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हातम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जाबिर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दौरान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कूँए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बैठे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नज्जार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कबीले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वारिस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ग़ौरस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क़त्ल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बनाया</w:t>
      </w:r>
      <w:r w:rsidRPr="008F4AF7">
        <w:rPr>
          <w:cs/>
          <w:lang w:bidi="hi-IN"/>
        </w:rPr>
        <w:t xml:space="preserve">.. </w:t>
      </w:r>
      <w:r w:rsidRPr="008F4AF7">
        <w:rPr>
          <w:rFonts w:hint="cs"/>
          <w:cs/>
          <w:lang w:bidi="hi-IN"/>
        </w:rPr>
        <w:t>चुनाँचे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तलवार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सूँघू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तलवार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लड़खड़ाया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तलवार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ख़ुदावंदे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इरादे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मानेअ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चुनाचे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: </w:t>
      </w:r>
    </w:p>
    <w:p w:rsidR="008F4AF7" w:rsidRPr="00E47180" w:rsidRDefault="008F4AF7" w:rsidP="008F4AF7">
      <w:pPr>
        <w:pStyle w:val="libNormal"/>
      </w:pPr>
      <w:r w:rsidRPr="00E47180">
        <w:t xml:space="preserve"> </w:t>
      </w:r>
      <w:r w:rsidRPr="00E47180">
        <w:rPr>
          <w:rFonts w:ascii="Times New Roman" w:hAnsi="Times New Roman" w:cs="Times New Roman" w:hint="cs"/>
          <w:rtl/>
        </w:rPr>
        <w:t>يَا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أَيُّهَا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الرَّسُولُ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بَلِّغْ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أُنزِلَ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إِلَيْكَ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رَّبِّكَ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وَإِن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لَّمْ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تَفْعَلْ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فَمَا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بَلَّغْتَ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رِسَالَتَهُ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وَاللَّـهُ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يَعْصِمُكَ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النَّاسِ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إِنَّ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يَهْدِي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الْقَوْمَ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الْكَافِرِينَ</w:t>
      </w:r>
      <w:r w:rsidRPr="00E47180"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परवर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दिगार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lastRenderedPageBreak/>
        <w:t>(</w:t>
      </w:r>
      <w:r w:rsidRPr="008F4AF7">
        <w:rPr>
          <w:rFonts w:hint="cs"/>
          <w:cs/>
          <w:lang w:bidi="hi-IN"/>
        </w:rPr>
        <w:t>तफ़सीरुल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1173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6614)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अव्वल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जाबिर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वाक़ेयन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ग़रीब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>(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हुरैरा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ज़ईफ़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तीसरे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अल्फ़ाज़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मुख़ालिफ़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पहुचाने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हिफ़ाज़त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ज़िम्मेदारी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चौथे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क़त्ल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साजिश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बेसत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मज़क़ूरा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लेता।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पाँचवे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फ़रीक़ैन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मुख़ालिफ़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परेशानी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तफ़सीरे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79)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असबाबुन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नुज़ूल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सुयूती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52, </w:t>
      </w:r>
      <w:r w:rsidRPr="008F4AF7">
        <w:rPr>
          <w:rFonts w:hint="cs"/>
          <w:cs/>
          <w:lang w:bidi="hi-IN"/>
        </w:rPr>
        <w:t>दुर्रे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119, </w:t>
      </w:r>
      <w:r w:rsidRPr="008F4AF7">
        <w:rPr>
          <w:rFonts w:hint="cs"/>
          <w:cs/>
          <w:lang w:bidi="hi-IN"/>
        </w:rPr>
        <w:t>तफ़सीरे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79</w:t>
      </w:r>
    </w:p>
    <w:p w:rsidR="001D08AD" w:rsidRDefault="001D08AD" w:rsidP="00A213D6">
      <w:pPr>
        <w:pStyle w:val="Heading1"/>
      </w:pPr>
    </w:p>
    <w:p w:rsidR="001D08AD" w:rsidRDefault="001D08AD" w:rsidP="00A213D6">
      <w:pPr>
        <w:pStyle w:val="Heading1"/>
      </w:pPr>
      <w:bookmarkStart w:id="103" w:name="_Toc457825327"/>
      <w:r w:rsidRPr="00E47180">
        <w:t xml:space="preserve">4. </w:t>
      </w:r>
      <w:r w:rsidRPr="008F4AF7">
        <w:rPr>
          <w:rFonts w:hint="cs"/>
          <w:cs/>
          <w:lang w:bidi="hi-IN"/>
        </w:rPr>
        <w:t>रज्म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क़िसास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नुज़ूल</w:t>
      </w:r>
      <w:bookmarkEnd w:id="103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मज़ूकरा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नुज़ूल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ख़ुदावंदे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रज्म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क़िसास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ऐलान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यहूदियों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मुक़ाबले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तौरेत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शौहर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रज्म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क़िसास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बचना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भेजा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जिबरईल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रज्म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क़िसास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लाये।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उमदतुल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206, </w:t>
      </w:r>
      <w:r w:rsidRPr="008F4AF7">
        <w:rPr>
          <w:rFonts w:hint="cs"/>
          <w:cs/>
          <w:lang w:bidi="hi-IN"/>
        </w:rPr>
        <w:t>तफ़सीरुल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मआलिमित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तंज़ील</w:t>
      </w:r>
      <w:r w:rsidRPr="00E47180">
        <w:t xml:space="preserve">, </w:t>
      </w:r>
      <w:r w:rsidRPr="008F4AF7">
        <w:rPr>
          <w:rFonts w:hint="cs"/>
          <w:cs/>
          <w:lang w:bidi="hi-IN"/>
        </w:rPr>
        <w:t>बग़बी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51, </w:t>
      </w:r>
      <w:r w:rsidRPr="008F4AF7">
        <w:rPr>
          <w:rFonts w:hint="cs"/>
          <w:cs/>
          <w:lang w:bidi="hi-IN"/>
        </w:rPr>
        <w:t>मफ़ातिहुल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ग़ैब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48)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नंबर</w:t>
      </w:r>
      <w:r w:rsidRPr="008F4AF7">
        <w:rPr>
          <w:cs/>
          <w:lang w:bidi="hi-IN"/>
        </w:rPr>
        <w:t xml:space="preserve"> </w:t>
      </w:r>
      <w:r w:rsidRPr="00E47180">
        <w:t>41, 43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मज़कूरा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अव्वल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मुद्दआ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मुख़ालिफ़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अल्फ़ाज़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रद्द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बेसत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यहूदी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मुतफ़र्रिक़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मग़लूब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नुक़सान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महफ़ूज़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देता।</w:t>
      </w:r>
    </w:p>
    <w:p w:rsidR="001D08AD" w:rsidRDefault="001D08AD" w:rsidP="00A213D6">
      <w:pPr>
        <w:pStyle w:val="Heading1"/>
      </w:pPr>
    </w:p>
    <w:p w:rsidR="001D08AD" w:rsidRDefault="001D08AD" w:rsidP="00A213D6">
      <w:pPr>
        <w:pStyle w:val="Heading1"/>
      </w:pPr>
      <w:bookmarkStart w:id="104" w:name="_Toc457825328"/>
      <w:r w:rsidRPr="00E47180">
        <w:t xml:space="preserve">5. </w:t>
      </w:r>
      <w:r w:rsidRPr="008F4AF7">
        <w:rPr>
          <w:rFonts w:hint="cs"/>
          <w:cs/>
          <w:lang w:bidi="hi-IN"/>
        </w:rPr>
        <w:t>यहूद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नुज़ूल</w:t>
      </w:r>
      <w:bookmarkEnd w:id="104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आय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बल्लिग़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यहूदियों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मक़ातिल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सुलेमान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बग़वी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मज़कूरा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नुज़ूल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ऐहतेमालात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तन्हा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मज़कूरा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यहूदियों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तफ़सीरे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मक़ातिल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सुलेमान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491, 492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जामेउल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307, </w:t>
      </w:r>
      <w:r w:rsidRPr="008F4AF7">
        <w:rPr>
          <w:rFonts w:hint="cs"/>
          <w:cs/>
          <w:lang w:bidi="hi-IN"/>
        </w:rPr>
        <w:t>मआलिमुत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तंज़ील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51, </w:t>
      </w:r>
      <w:r w:rsidRPr="008F4AF7">
        <w:rPr>
          <w:rFonts w:hint="cs"/>
          <w:cs/>
          <w:lang w:bidi="hi-IN"/>
        </w:rPr>
        <w:t>तफ़सीरे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असअलतुल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अजवतिहा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74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मफ़ातिहुल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ग़ैब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50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अव्वल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सूरए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हुज्जतुल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यहूदियों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हैसियत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ख़ौफ़ज़दा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हिफ़ाज़त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निगहबानी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ज़रूरत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होती।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नुज़ूल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तरतीब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क़रीना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तीसरे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पहली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क़रीना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अल्फ़ाज़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बचेगा।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चौथे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फख़रे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यहूदियों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महंगा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पड़ा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ताख़ीर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rPr>
          <w:rFonts w:ascii="Times New Roman" w:hAnsi="Times New Roman" w:cs="Times New Roman" w:hint="cs"/>
          <w:rtl/>
        </w:rPr>
        <w:t>قُلْ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أَهْلَ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الْكِتَابِ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لَسْتُمْ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عَلَىٰ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شَيْ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दीजिए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68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हालाकि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यहूदियों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सख़्त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</w:p>
    <w:p w:rsidR="008F4AF7" w:rsidRPr="00E47180" w:rsidRDefault="008F4AF7" w:rsidP="008F4AF7">
      <w:pPr>
        <w:pStyle w:val="libNormal"/>
      </w:pPr>
      <w:r w:rsidRPr="00E47180">
        <w:t xml:space="preserve">: </w:t>
      </w:r>
      <w:r w:rsidRPr="00E47180">
        <w:rPr>
          <w:rFonts w:ascii="Times New Roman" w:hAnsi="Times New Roman" w:cs="Times New Roman" w:hint="cs"/>
          <w:rtl/>
        </w:rPr>
        <w:t>وَقَالَتِ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الْيَهُودُ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يَدُ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مَغْلُولَةٌ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غُلَّتْ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أَيْدِيهِمْ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وَلُعِنُوا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بِمَا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قَالُوا</w:t>
      </w:r>
      <w:r w:rsidRPr="00E47180"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यहूदी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बंधे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बंधे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मलऊन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64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पाँचवें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मुम्किन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वुजूद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नुक़्ते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मुनाफ़ेक़ीन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ख़ौफ़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यहूदियों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ज़लालत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क़िस्म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</w:p>
    <w:p w:rsidR="001D08AD" w:rsidRDefault="001D08AD" w:rsidP="00A213D6">
      <w:pPr>
        <w:pStyle w:val="Heading1"/>
        <w:rPr>
          <w:cs/>
          <w:lang w:bidi="hi-IN"/>
        </w:rPr>
      </w:pPr>
    </w:p>
    <w:p w:rsidR="001D08AD" w:rsidRDefault="001D08AD" w:rsidP="00A213D6">
      <w:pPr>
        <w:pStyle w:val="Heading1"/>
        <w:rPr>
          <w:cs/>
          <w:lang w:bidi="hi-IN"/>
        </w:rPr>
      </w:pPr>
      <w:r w:rsidRPr="008F4AF7">
        <w:rPr>
          <w:cs/>
          <w:lang w:bidi="hi-IN"/>
        </w:rPr>
        <w:t xml:space="preserve"> </w:t>
      </w:r>
      <w:bookmarkStart w:id="105" w:name="_Toc457825329"/>
      <w:r w:rsidRPr="008F4AF7">
        <w:rPr>
          <w:rFonts w:hint="cs"/>
          <w:cs/>
          <w:lang w:bidi="hi-IN"/>
        </w:rPr>
        <w:t>आय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इकमाल</w:t>
      </w:r>
      <w:bookmarkEnd w:id="105"/>
    </w:p>
    <w:p w:rsidR="008F4AF7" w:rsidRPr="00E47180" w:rsidRDefault="008F4AF7" w:rsidP="008F4AF7">
      <w:pPr>
        <w:pStyle w:val="libNormal"/>
      </w:pP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मशहूर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E47180">
        <w:rPr>
          <w:rFonts w:ascii="Times New Roman" w:hAnsi="Times New Roman" w:cs="Times New Roman" w:hint="cs"/>
          <w:rtl/>
        </w:rPr>
        <w:t>الْيَوْمَ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أَكْمَلْتُ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دِينَكُمْ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وَأَتْمَمْتُ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عَلَيْكُمْ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نِعْمَتِي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وَرَضِيتُ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لَكُمُ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الْإِسْلَامَ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دِينًا</w:t>
      </w:r>
    </w:p>
    <w:p w:rsidR="008F4AF7" w:rsidRPr="00E47180" w:rsidRDefault="008F4AF7" w:rsidP="008F4AF7">
      <w:pPr>
        <w:pStyle w:val="libNormal"/>
      </w:pPr>
      <w:r w:rsidRPr="00E47180"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आज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नेंमत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पूरी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पसंद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3)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फ़रीक़ैन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मुतअद्दिद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चुनाचे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छानबीन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</w:p>
    <w:p w:rsidR="001D08AD" w:rsidRDefault="001D08AD" w:rsidP="00A213D6">
      <w:pPr>
        <w:pStyle w:val="Heading1"/>
        <w:rPr>
          <w:cs/>
          <w:lang w:bidi="hi-IN"/>
        </w:rPr>
      </w:pPr>
    </w:p>
    <w:p w:rsidR="001D08AD" w:rsidRDefault="001D08AD" w:rsidP="00A213D6">
      <w:pPr>
        <w:pStyle w:val="Heading1"/>
        <w:rPr>
          <w:cs/>
          <w:lang w:bidi="hi-IN"/>
        </w:rPr>
      </w:pPr>
      <w:bookmarkStart w:id="106" w:name="_Toc457825330"/>
      <w:r w:rsidRPr="008F4AF7">
        <w:rPr>
          <w:rFonts w:hint="cs"/>
          <w:cs/>
          <w:lang w:bidi="hi-IN"/>
        </w:rPr>
        <w:t>अहादीस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छानबीन</w:t>
      </w:r>
      <w:bookmarkEnd w:id="106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मोतबर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वरक़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गरदानी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सहीहुस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मिलती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नुज़ूल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तहक़ीक़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1D08AD" w:rsidRDefault="001D08AD" w:rsidP="00A213D6">
      <w:pPr>
        <w:pStyle w:val="Heading1"/>
      </w:pPr>
    </w:p>
    <w:p w:rsidR="001D08AD" w:rsidRDefault="001D08AD" w:rsidP="00A213D6">
      <w:pPr>
        <w:pStyle w:val="Heading1"/>
      </w:pPr>
      <w:bookmarkStart w:id="107" w:name="_Toc457825331"/>
      <w:r w:rsidRPr="00E47180">
        <w:t xml:space="preserve">1.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नईम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इस्फ़हानी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bookmarkEnd w:id="107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नईम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मुख़ल्लदी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शैबा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क़ैस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हारून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ख़िदरी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दरख़्त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ख़ाशाक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झाड़ी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वग़ैरह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जुमेरात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पकड़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रसूलल्लाह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सफ़ेदी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नमूदार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गयीं</w:t>
      </w:r>
      <w:r w:rsidRPr="008F4AF7">
        <w:rPr>
          <w:cs/>
          <w:lang w:bidi="hi-IN"/>
        </w:rPr>
        <w:t xml:space="preserve">..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मुतफ़र्रिक़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: </w:t>
      </w:r>
    </w:p>
    <w:p w:rsidR="008F4AF7" w:rsidRPr="00E47180" w:rsidRDefault="008F4AF7" w:rsidP="008F4AF7">
      <w:pPr>
        <w:pStyle w:val="libNormal"/>
      </w:pPr>
      <w:r w:rsidRPr="00E47180">
        <w:rPr>
          <w:rFonts w:ascii="Times New Roman" w:hAnsi="Times New Roman" w:cs="Times New Roman" w:hint="cs"/>
          <w:rtl/>
        </w:rPr>
        <w:t>الْيَوْمَ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أَكْمَلْتُ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دِينَكُمْ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وَأَتْمَمْتُ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عَلَيْكُمْ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نِعْمَتِي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وَرَضِيتُ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لَكُمُ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الْإِسْلَامَ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دِينًا</w:t>
      </w:r>
      <w:r w:rsidRPr="00E47180"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उसी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रसूलल्लाह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अल्लाहो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नेमतें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रिसालत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परवरदिगार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जिसका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पालने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ख़्वार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</w:t>
      </w:r>
      <w:r w:rsidRPr="008F4AF7">
        <w:rPr>
          <w:cs/>
          <w:lang w:bidi="hi-IN"/>
        </w:rPr>
        <w:t>...</w:t>
      </w:r>
      <w:r w:rsidRPr="008F4AF7">
        <w:rPr>
          <w:rFonts w:hint="cs"/>
          <w:cs/>
          <w:lang w:bidi="hi-IN"/>
        </w:rPr>
        <w:t>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ख़सायसुस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वहयिल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61,62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मिनल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नईम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इस्फ़हानी।</w:t>
      </w:r>
      <w:r w:rsidRPr="008F4AF7">
        <w:rPr>
          <w:cs/>
          <w:lang w:bidi="hi-IN"/>
        </w:rPr>
        <w:t>)</w:t>
      </w:r>
    </w:p>
    <w:p w:rsidR="001D08AD" w:rsidRDefault="001D08AD" w:rsidP="00A213D6">
      <w:pPr>
        <w:pStyle w:val="Heading2"/>
        <w:rPr>
          <w:cs/>
          <w:lang w:bidi="hi-IN"/>
        </w:rPr>
      </w:pPr>
    </w:p>
    <w:p w:rsidR="001D08AD" w:rsidRDefault="001D08AD" w:rsidP="00A213D6">
      <w:pPr>
        <w:pStyle w:val="Heading2"/>
        <w:rPr>
          <w:cs/>
          <w:lang w:bidi="hi-IN"/>
        </w:rPr>
      </w:pPr>
      <w:bookmarkStart w:id="108" w:name="_Toc457825332"/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छानबीन</w:t>
      </w:r>
      <w:bookmarkEnd w:id="108"/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मुख़ल्लदी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मुहर्रम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शागिर्दों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अक़ीदा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क़ुतनी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बऱक़ानी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मोतबर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लक़्ब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>(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तज़ईफ़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फज़ायल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मनाक़िब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lastRenderedPageBreak/>
        <w:t>•</w:t>
      </w:r>
      <w:r w:rsidRPr="00E47180">
        <w:tab/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शैबा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ज़हबी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जज़रा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मुन्कर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।</w:t>
      </w:r>
      <w:r w:rsidRPr="008F4AF7">
        <w:rPr>
          <w:cs/>
          <w:lang w:bidi="hi-IN"/>
        </w:rPr>
        <w:t>(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सीयरे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आलामुन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61, </w:t>
      </w:r>
      <w:r w:rsidRPr="008F4AF7">
        <w:rPr>
          <w:rFonts w:hint="cs"/>
          <w:cs/>
          <w:lang w:bidi="hi-IN"/>
        </w:rPr>
        <w:t>तारीख़े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331, </w:t>
      </w:r>
      <w:r w:rsidRPr="008F4AF7">
        <w:rPr>
          <w:rFonts w:hint="cs"/>
          <w:cs/>
          <w:lang w:bidi="hi-IN"/>
        </w:rPr>
        <w:t>शज़रातुज़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26()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तारीख़े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43()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यहया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हमानी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मुस्लिम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रेजाल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हातिम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बुज़ुर्ग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असातीज़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सदूक़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लक़्ब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रेजाल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मुवस्सक़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नामुनासिब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मुआविया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मिल्लते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क़ैस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रबी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दाऊद</w:t>
      </w:r>
      <w:r w:rsidRPr="00E47180">
        <w:t xml:space="preserve">, </w:t>
      </w:r>
      <w:r w:rsidRPr="008F4AF7">
        <w:rPr>
          <w:rFonts w:hint="cs"/>
          <w:cs/>
          <w:lang w:bidi="hi-IN"/>
        </w:rPr>
        <w:t>तिरमिज़ी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रेजाल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सदूक़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>(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हारुने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ताबेईन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मशहूर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ख़ल्क़ो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अफ़आलिल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बुख़ारी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तिरमिज़ी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रेजाल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सौरी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हम्मादीन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वग़ैरह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बुज़ुर्गाने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उस्ताद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>(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रद्द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अहादीस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बुख़ारी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बोलता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नुक़सान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  <w:rPr>
          <w:lang w:bidi="hi-IN"/>
        </w:rPr>
      </w:pPr>
      <w:r w:rsidRPr="00E47180">
        <w:t xml:space="preserve"> (</w:t>
      </w:r>
      <w:r w:rsidRPr="008F4AF7">
        <w:rPr>
          <w:rFonts w:hint="cs"/>
          <w:cs/>
          <w:lang w:bidi="hi-IN"/>
        </w:rPr>
        <w:t>तहज़ीबुत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तहज़ीब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213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="00A213D6">
        <w:t>218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तक़रीबुत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तहज़ीब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="00A213D6">
        <w:t>128</w:t>
      </w:r>
      <w:r w:rsidRPr="00E47180">
        <w:t>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तहज़ीबुत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तहज़ीब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="00A213D6">
        <w:t>361, 362</w:t>
      </w:r>
      <w:r w:rsidRPr="00E47180">
        <w:t>)</w:t>
      </w:r>
    </w:p>
    <w:p w:rsidR="008F4AF7" w:rsidRDefault="008F4AF7" w:rsidP="008F4AF7">
      <w:pPr>
        <w:pStyle w:val="libNormal"/>
        <w:rPr>
          <w:lang w:bidi="hi-IN"/>
        </w:rPr>
      </w:pPr>
      <w:r w:rsidRPr="00E47180">
        <w:t>(</w:t>
      </w:r>
      <w:r w:rsidRPr="008F4AF7">
        <w:rPr>
          <w:rFonts w:hint="cs"/>
          <w:cs/>
          <w:lang w:bidi="hi-IN"/>
        </w:rPr>
        <w:t>देखिये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मुक़द्दम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फ़तहुल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बारी</w:t>
      </w:r>
      <w:r w:rsidRPr="008F4AF7">
        <w:rPr>
          <w:cs/>
          <w:lang w:bidi="hi-IN"/>
        </w:rPr>
        <w:t>)</w:t>
      </w:r>
    </w:p>
    <w:p w:rsidR="00A213D6" w:rsidRPr="00E47180" w:rsidRDefault="00A213D6" w:rsidP="008F4AF7">
      <w:pPr>
        <w:pStyle w:val="libNormal"/>
      </w:pPr>
    </w:p>
    <w:p w:rsidR="001D08AD" w:rsidRDefault="001D08AD" w:rsidP="00A213D6">
      <w:pPr>
        <w:pStyle w:val="Heading1"/>
      </w:pPr>
    </w:p>
    <w:p w:rsidR="001D08AD" w:rsidRDefault="001D08AD" w:rsidP="00A213D6">
      <w:pPr>
        <w:pStyle w:val="Heading1"/>
      </w:pPr>
      <w:bookmarkStart w:id="109" w:name="_Toc457825333"/>
      <w:r w:rsidRPr="00E47180">
        <w:t>2</w:t>
      </w:r>
      <w:r w:rsidRPr="00E47180">
        <w:tab/>
      </w:r>
      <w:r w:rsidRPr="008F4AF7">
        <w:rPr>
          <w:rFonts w:hint="cs"/>
          <w:cs/>
          <w:lang w:bidi="hi-IN"/>
        </w:rPr>
        <w:t>ख़तीबे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bookmarkEnd w:id="109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ख़तीबे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बशरान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हबशून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मूसा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अय्यूब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ख़ल्लाल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रमली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रबीआ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करशी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शौज़ब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वर्राक़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हौशब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हुरैरा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E47180">
        <w:t>18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हिज्जा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E47180">
        <w:t>60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महीनों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मिलेगा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E47180">
        <w:t xml:space="preserve">? </w:t>
      </w:r>
      <w:r w:rsidRPr="008F4AF7">
        <w:rPr>
          <w:rFonts w:hint="cs"/>
          <w:cs/>
          <w:lang w:bidi="hi-IN"/>
        </w:rPr>
        <w:t>जी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रसूल्लाह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जिसका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मुबारक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मुबारक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यबना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E47180">
        <w:t xml:space="preserve">,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फ़रमाई।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rPr>
          <w:rFonts w:ascii="Times New Roman" w:hAnsi="Times New Roman" w:cs="Times New Roman" w:hint="cs"/>
          <w:rtl/>
        </w:rPr>
        <w:t>الْيَوْمَ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أَكْمَلْتُ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دِينَكُمْ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وَأَتْمَمْتُ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عَلَيْكُمْ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نِعْمَتِي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وَرَضِيتُ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لَكُمُ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الْإِسْلَامَ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دِينًا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ۚ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तारीख़े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290)</w:t>
      </w:r>
    </w:p>
    <w:p w:rsidR="001D08AD" w:rsidRDefault="001D08AD" w:rsidP="00A213D6">
      <w:pPr>
        <w:pStyle w:val="Heading2"/>
        <w:rPr>
          <w:cs/>
          <w:lang w:bidi="hi-IN"/>
        </w:rPr>
      </w:pPr>
    </w:p>
    <w:p w:rsidR="001D08AD" w:rsidRDefault="001D08AD" w:rsidP="00A213D6">
      <w:pPr>
        <w:pStyle w:val="Heading2"/>
        <w:rPr>
          <w:cs/>
          <w:lang w:bidi="hi-IN"/>
        </w:rPr>
      </w:pPr>
      <w:bookmarkStart w:id="110" w:name="_Toc457825334"/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छानबीन</w:t>
      </w:r>
      <w:bookmarkEnd w:id="110"/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बशरान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मुतवफ़्फ़ा</w:t>
      </w:r>
      <w:r w:rsidRPr="008F4AF7">
        <w:rPr>
          <w:cs/>
          <w:lang w:bidi="hi-IN"/>
        </w:rPr>
        <w:t xml:space="preserve"> </w:t>
      </w:r>
      <w:r w:rsidRPr="00E47180">
        <w:t xml:space="preserve">451)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ख़तीबे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सदूक़</w:t>
      </w:r>
      <w:r w:rsidRPr="00E47180">
        <w:t xml:space="preserve">,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आदिल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हाफ़िज़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क़ुतनी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मुतवफ़्फ़ा</w:t>
      </w:r>
      <w:r w:rsidRPr="008F4AF7">
        <w:rPr>
          <w:cs/>
          <w:lang w:bidi="hi-IN"/>
        </w:rPr>
        <w:t xml:space="preserve"> </w:t>
      </w:r>
      <w:r w:rsidRPr="00E47180">
        <w:t xml:space="preserve">388) </w:t>
      </w:r>
      <w:r w:rsidRPr="008F4AF7">
        <w:rPr>
          <w:rFonts w:hint="cs"/>
          <w:cs/>
          <w:lang w:bidi="hi-IN"/>
        </w:rPr>
        <w:t>जिनकी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रेजाल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तमजीद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नस्रे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हबशून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ज़हबी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सदूक़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ख़तीबे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तौसीक़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मुख़ालिफ़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lastRenderedPageBreak/>
        <w:t>•</w:t>
      </w:r>
      <w:r w:rsidRPr="00E47180">
        <w:tab/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रमली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ज़हबी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विसाक़त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वज़ाहत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हो।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ज़मरा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रबीआ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मुतवफ़्फ़ा</w:t>
      </w:r>
      <w:r w:rsidRPr="008F4AF7">
        <w:rPr>
          <w:cs/>
          <w:lang w:bidi="hi-IN"/>
        </w:rPr>
        <w:t xml:space="preserve"> </w:t>
      </w:r>
      <w:r w:rsidRPr="00E47180">
        <w:t xml:space="preserve">202)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अदबुल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मुफ़रद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बुख़ारी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रेजाल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सालेहुल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रावियों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दारमी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तौसीक़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हातिम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सअद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अफ़ज़ल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शौज़ब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मुतवफ़्फ़ा</w:t>
      </w:r>
      <w:r w:rsidRPr="008F4AF7">
        <w:rPr>
          <w:cs/>
          <w:lang w:bidi="hi-IN"/>
        </w:rPr>
        <w:t xml:space="preserve"> </w:t>
      </w:r>
      <w:r w:rsidRPr="00E47180">
        <w:t xml:space="preserve">156) </w:t>
      </w:r>
      <w:r w:rsidRPr="008F4AF7">
        <w:rPr>
          <w:rFonts w:hint="cs"/>
          <w:cs/>
          <w:lang w:bidi="hi-IN"/>
        </w:rPr>
        <w:t>उनका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दाऊद</w:t>
      </w:r>
      <w:r w:rsidRPr="00E47180">
        <w:t xml:space="preserve">, </w:t>
      </w:r>
      <w:r w:rsidRPr="008F4AF7">
        <w:rPr>
          <w:rFonts w:hint="cs"/>
          <w:cs/>
          <w:lang w:bidi="hi-IN"/>
        </w:rPr>
        <w:t>तिरमिज़ी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निसाई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रेजाल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तौसीक़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सदूक़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आबिद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सुफ़यान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शौज़ब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असातिद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हब्बान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रावियों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सेयरे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आलामुन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311)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34, </w:t>
      </w:r>
      <w:r w:rsidRPr="008F4AF7">
        <w:rPr>
          <w:rFonts w:hint="cs"/>
          <w:cs/>
          <w:lang w:bidi="hi-IN"/>
        </w:rPr>
        <w:t>सेयरे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आलामुन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449)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मिज़ानुल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ऐतेदाल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125)</w:t>
      </w:r>
    </w:p>
    <w:p w:rsidR="008F4AF7" w:rsidRPr="00E47180" w:rsidRDefault="008F4AF7" w:rsidP="008F4AF7">
      <w:pPr>
        <w:pStyle w:val="libNormal"/>
      </w:pPr>
      <w:r w:rsidRPr="00E47180">
        <w:lastRenderedPageBreak/>
        <w:t>(</w:t>
      </w:r>
      <w:r w:rsidRPr="008F4AF7">
        <w:rPr>
          <w:rFonts w:hint="cs"/>
          <w:cs/>
          <w:lang w:bidi="hi-IN"/>
        </w:rPr>
        <w:t>तहज़ीबुल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319, 320)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काशिफ़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356)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तक़रीबुत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तहज़ीब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423)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तहज़ीबुत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तहज़ीब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255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E47180">
        <w:t>261)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मतर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वर्राक़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मुतवफ़्फ़ा</w:t>
      </w:r>
      <w:r w:rsidRPr="008F4AF7">
        <w:rPr>
          <w:cs/>
          <w:lang w:bidi="hi-IN"/>
        </w:rPr>
        <w:t xml:space="preserve"> </w:t>
      </w:r>
      <w:r w:rsidRPr="00E47180">
        <w:t xml:space="preserve">129)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बुख़ारी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मुस्लिम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रेजाल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शहर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हौशब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मुतवफ़्फ़ा</w:t>
      </w:r>
      <w:r w:rsidRPr="008F4AF7">
        <w:rPr>
          <w:cs/>
          <w:lang w:bidi="hi-IN"/>
        </w:rPr>
        <w:t xml:space="preserve"> </w:t>
      </w:r>
      <w:r w:rsidRPr="00E47180">
        <w:t xml:space="preserve">112) </w:t>
      </w:r>
      <w:r w:rsidRPr="008F4AF7">
        <w:rPr>
          <w:rFonts w:hint="cs"/>
          <w:cs/>
          <w:lang w:bidi="hi-IN"/>
        </w:rPr>
        <w:t>उनका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अदबुल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मुफ़रद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बुख़ारी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मुस्लिम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सेहाहे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सित्ता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रेजाल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तहज़ीबुल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551, </w:t>
      </w:r>
      <w:r w:rsidRPr="008F4AF7">
        <w:rPr>
          <w:rFonts w:hint="cs"/>
          <w:cs/>
          <w:lang w:bidi="hi-IN"/>
        </w:rPr>
        <w:t>तक़रीबुत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तहज़ीब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252)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तहज़ीबुल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578, </w:t>
      </w:r>
      <w:r w:rsidRPr="008F4AF7">
        <w:rPr>
          <w:rFonts w:hint="cs"/>
          <w:cs/>
          <w:lang w:bidi="hi-IN"/>
        </w:rPr>
        <w:t>तक़रीबुत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तहज़ीब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355)</w:t>
      </w:r>
    </w:p>
    <w:p w:rsidR="001D08AD" w:rsidRDefault="001D08AD" w:rsidP="00A213D6">
      <w:pPr>
        <w:pStyle w:val="Heading1"/>
      </w:pPr>
    </w:p>
    <w:p w:rsidR="001D08AD" w:rsidRDefault="001D08AD" w:rsidP="00A213D6">
      <w:pPr>
        <w:pStyle w:val="Heading1"/>
      </w:pPr>
      <w:bookmarkStart w:id="111" w:name="_Toc457825335"/>
      <w:r w:rsidRPr="00E47180">
        <w:t xml:space="preserve">3.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असाकर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bookmarkEnd w:id="111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असाकर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मज़मून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ख़तीबे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मज़रफ़ी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मोहतदी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रक़्क़ी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शौज़ब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वर्राक़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हौशब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हुरैरा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मज़मून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1D08AD" w:rsidRDefault="001D08AD" w:rsidP="00A213D6">
      <w:pPr>
        <w:pStyle w:val="Heading2"/>
        <w:rPr>
          <w:cs/>
          <w:lang w:bidi="hi-IN"/>
        </w:rPr>
      </w:pPr>
    </w:p>
    <w:p w:rsidR="001D08AD" w:rsidRDefault="001D08AD" w:rsidP="00A213D6">
      <w:pPr>
        <w:pStyle w:val="Heading2"/>
        <w:rPr>
          <w:cs/>
          <w:lang w:bidi="hi-IN"/>
        </w:rPr>
      </w:pPr>
      <w:bookmarkStart w:id="112" w:name="_Toc457825336"/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बीन</w:t>
      </w:r>
      <w:bookmarkEnd w:id="112"/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मज़रफ़ी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मुतवफ़्फ़ा</w:t>
      </w:r>
      <w:r w:rsidRPr="008F4AF7">
        <w:rPr>
          <w:cs/>
          <w:lang w:bidi="hi-IN"/>
        </w:rPr>
        <w:t xml:space="preserve"> </w:t>
      </w:r>
      <w:r w:rsidRPr="00E47180">
        <w:t xml:space="preserve">527)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जौज़ी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अच्छा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अक़ीदा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हैं।ज़हबी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मुतक़न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मुहतदी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मुतवफ़्फ़ा</w:t>
      </w:r>
      <w:r w:rsidRPr="008F4AF7">
        <w:rPr>
          <w:cs/>
          <w:lang w:bidi="hi-IN"/>
        </w:rPr>
        <w:t xml:space="preserve"> </w:t>
      </w:r>
      <w:r w:rsidRPr="00E47180">
        <w:t xml:space="preserve">465) </w:t>
      </w:r>
      <w:r w:rsidRPr="008F4AF7">
        <w:rPr>
          <w:rFonts w:hint="cs"/>
          <w:cs/>
          <w:lang w:bidi="hi-IN"/>
        </w:rPr>
        <w:t>ख़तीबे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समआनी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अहादीस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क़ाबिले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ऐहतेजाज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तर्जुम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अज़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दमिश्क़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रक़्म</w:t>
      </w:r>
      <w:r w:rsidRPr="008F4AF7">
        <w:rPr>
          <w:cs/>
          <w:lang w:bidi="hi-IN"/>
        </w:rPr>
        <w:t xml:space="preserve"> </w:t>
      </w:r>
      <w:r w:rsidRPr="00E47180">
        <w:t>575, 578, 585)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मुनतज़िम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281)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सेयरे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आलामुन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241)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सेयरे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आलामुन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241)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शाहीन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मुतवफ़्फ़ा</w:t>
      </w:r>
      <w:r w:rsidRPr="008F4AF7">
        <w:rPr>
          <w:cs/>
          <w:lang w:bidi="hi-IN"/>
        </w:rPr>
        <w:t xml:space="preserve"> </w:t>
      </w:r>
      <w:r w:rsidRPr="00E47180">
        <w:t xml:space="preserve">385) </w:t>
      </w:r>
      <w:r w:rsidRPr="008F4AF7">
        <w:rPr>
          <w:rFonts w:hint="cs"/>
          <w:cs/>
          <w:lang w:bidi="hi-IN"/>
        </w:rPr>
        <w:t>ख़तीबे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माकूला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अमीन</w:t>
      </w:r>
      <w:r w:rsidRPr="00E47180">
        <w:t xml:space="preserve">, </w:t>
      </w:r>
      <w:r w:rsidRPr="008F4AF7">
        <w:rPr>
          <w:rFonts w:hint="cs"/>
          <w:cs/>
          <w:lang w:bidi="hi-IN"/>
        </w:rPr>
        <w:t>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क़ुतनी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अज़हरी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शेख़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सदूक़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lastRenderedPageBreak/>
        <w:t>•</w:t>
      </w:r>
      <w:r w:rsidRPr="00E47180">
        <w:tab/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गुज़श्ता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नैरी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रेज़ाल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तहक़ीक़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="00A213D6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सेयरे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आलामुन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431)</w:t>
      </w:r>
    </w:p>
    <w:p w:rsidR="001D08AD" w:rsidRDefault="001D08AD" w:rsidP="00A213D6">
      <w:pPr>
        <w:pStyle w:val="Heading1"/>
      </w:pPr>
    </w:p>
    <w:p w:rsidR="001D08AD" w:rsidRDefault="001D08AD" w:rsidP="00A213D6">
      <w:pPr>
        <w:pStyle w:val="Heading1"/>
      </w:pPr>
      <w:bookmarkStart w:id="113" w:name="_Toc457825337"/>
      <w:r w:rsidRPr="00E47180">
        <w:t xml:space="preserve">4. </w:t>
      </w:r>
      <w:r w:rsidRPr="00E47180">
        <w:tab/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असाकर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bookmarkEnd w:id="113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असाकर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मज़कूरा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असाकर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क़ासिमे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समरकंदी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अब्दिल्लाह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दक़्क़ाक़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महरान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नैरी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मशहूर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ऱक्क़ी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शौज़ब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वर्राक़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हौशब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हुरैरा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मज़मून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1D08AD" w:rsidRDefault="001D08AD" w:rsidP="00A213D6">
      <w:pPr>
        <w:pStyle w:val="Heading2"/>
        <w:rPr>
          <w:cs/>
          <w:lang w:bidi="hi-IN"/>
        </w:rPr>
      </w:pPr>
    </w:p>
    <w:p w:rsidR="001D08AD" w:rsidRDefault="001D08AD" w:rsidP="00A213D6">
      <w:pPr>
        <w:pStyle w:val="Heading2"/>
        <w:rPr>
          <w:cs/>
          <w:lang w:bidi="hi-IN"/>
        </w:rPr>
      </w:pPr>
      <w:bookmarkStart w:id="114" w:name="_Toc457825338"/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छानबीन</w:t>
      </w:r>
      <w:bookmarkEnd w:id="114"/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क़ासिन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समरकंदी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मुतवफ़्फ़ा</w:t>
      </w:r>
      <w:r w:rsidRPr="008F4AF7">
        <w:rPr>
          <w:cs/>
          <w:lang w:bidi="hi-IN"/>
        </w:rPr>
        <w:t xml:space="preserve"> </w:t>
      </w:r>
      <w:r w:rsidRPr="00E47180">
        <w:t xml:space="preserve">536)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असाकर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उस्ताद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lastRenderedPageBreak/>
        <w:t>•</w:t>
      </w:r>
      <w:r w:rsidRPr="00E47180">
        <w:tab/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नक़ूर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मुतवफ़्फ़ा</w:t>
      </w:r>
      <w:r w:rsidRPr="008F4AF7">
        <w:rPr>
          <w:cs/>
          <w:lang w:bidi="hi-IN"/>
        </w:rPr>
        <w:t xml:space="preserve"> </w:t>
      </w:r>
      <w:r w:rsidRPr="00E47180">
        <w:t xml:space="preserve">470) </w:t>
      </w:r>
      <w:r w:rsidRPr="008F4AF7">
        <w:rPr>
          <w:rFonts w:hint="cs"/>
          <w:cs/>
          <w:lang w:bidi="hi-IN"/>
        </w:rPr>
        <w:t>ख़तीबे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सादिक़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ख़ैरून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अलक़ाबात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नवाज़ा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रेजाल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तहक़ीक़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गुज़श्ता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(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तर्जुम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अज़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दमिश्क़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575, 578, 585)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सेयरे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आलामुन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28)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सेयरे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आलामुन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372)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नुज़ूल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रावी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E47180">
        <w:t>18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हिज्जा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मज़कूरा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नुज़ूल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t>1.</w:t>
      </w:r>
      <w:r w:rsidRPr="00E47180">
        <w:tab/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जाफ़र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तबरी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मुतवफ़्फ़ा</w:t>
      </w:r>
      <w:r w:rsidRPr="008F4AF7">
        <w:rPr>
          <w:cs/>
          <w:lang w:bidi="hi-IN"/>
        </w:rPr>
        <w:t xml:space="preserve"> </w:t>
      </w:r>
      <w:r w:rsidRPr="00E47180">
        <w:t xml:space="preserve">310)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किताबुल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विलायह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E47180">
        <w:t>2.</w:t>
      </w:r>
      <w:r w:rsidRPr="00E47180">
        <w:tab/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मरदुवह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इस्फ़हानी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मुतवफ़्फ़ा</w:t>
      </w:r>
      <w:r w:rsidRPr="008F4AF7">
        <w:rPr>
          <w:cs/>
          <w:lang w:bidi="hi-IN"/>
        </w:rPr>
        <w:t xml:space="preserve"> </w:t>
      </w:r>
      <w:r w:rsidRPr="00E47180">
        <w:t xml:space="preserve">410)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तफ़सीरे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14, </w:t>
      </w:r>
      <w:r w:rsidRPr="008F4AF7">
        <w:rPr>
          <w:rFonts w:hint="cs"/>
          <w:cs/>
          <w:lang w:bidi="hi-IN"/>
        </w:rPr>
        <w:t>दुर्रे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19, </w:t>
      </w:r>
      <w:r w:rsidRPr="008F4AF7">
        <w:rPr>
          <w:rFonts w:hint="cs"/>
          <w:cs/>
          <w:lang w:bidi="hi-IN"/>
        </w:rPr>
        <w:t>तारीख़े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दमिश्क़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237,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इतक़ान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53</w:t>
      </w:r>
    </w:p>
    <w:p w:rsidR="008F4AF7" w:rsidRPr="00E47180" w:rsidRDefault="008F4AF7" w:rsidP="008F4AF7">
      <w:pPr>
        <w:pStyle w:val="libNormal"/>
      </w:pPr>
      <w:r w:rsidRPr="00E47180">
        <w:t>3.</w:t>
      </w:r>
      <w:r w:rsidRPr="00E47180">
        <w:tab/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नईम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इस्फ़हानी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मिनल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56)</w:t>
      </w:r>
    </w:p>
    <w:p w:rsidR="008F4AF7" w:rsidRPr="00E47180" w:rsidRDefault="008F4AF7" w:rsidP="008F4AF7">
      <w:pPr>
        <w:pStyle w:val="libNormal"/>
      </w:pPr>
      <w:r w:rsidRPr="00E47180">
        <w:lastRenderedPageBreak/>
        <w:t>4.</w:t>
      </w:r>
      <w:r w:rsidRPr="00E47180">
        <w:tab/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ख़तीबे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मुतवफ़्फ़ा</w:t>
      </w:r>
      <w:r w:rsidRPr="008F4AF7">
        <w:rPr>
          <w:cs/>
          <w:lang w:bidi="hi-IN"/>
        </w:rPr>
        <w:t xml:space="preserve"> </w:t>
      </w:r>
      <w:r w:rsidRPr="00E47180">
        <w:t>463)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290)</w:t>
      </w:r>
    </w:p>
    <w:p w:rsidR="008F4AF7" w:rsidRPr="00E47180" w:rsidRDefault="008F4AF7" w:rsidP="008F4AF7">
      <w:pPr>
        <w:pStyle w:val="libNormal"/>
      </w:pPr>
      <w:r w:rsidRPr="00E47180">
        <w:t xml:space="preserve"> 5.</w:t>
      </w:r>
      <w:r w:rsidRPr="00E47180">
        <w:tab/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सजिसतानी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मुतवफ़्फ़ा</w:t>
      </w:r>
      <w:r w:rsidRPr="008F4AF7">
        <w:rPr>
          <w:cs/>
          <w:lang w:bidi="hi-IN"/>
        </w:rPr>
        <w:t xml:space="preserve"> </w:t>
      </w:r>
      <w:r w:rsidRPr="00E47180">
        <w:t>477)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किताबुल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विलायह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E47180">
        <w:t>6.</w:t>
      </w:r>
      <w:r w:rsidRPr="00E47180">
        <w:tab/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मग़ाज़ेली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मुतवफ़्फ़ा</w:t>
      </w:r>
      <w:r w:rsidRPr="008F4AF7">
        <w:rPr>
          <w:cs/>
          <w:lang w:bidi="hi-IN"/>
        </w:rPr>
        <w:t xml:space="preserve"> </w:t>
      </w:r>
      <w:r w:rsidRPr="00E47180">
        <w:t>483)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मनाक़िबे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24)</w:t>
      </w:r>
    </w:p>
    <w:p w:rsidR="008F4AF7" w:rsidRPr="00E47180" w:rsidRDefault="008F4AF7" w:rsidP="008F4AF7">
      <w:pPr>
        <w:pStyle w:val="libNormal"/>
      </w:pPr>
      <w:r w:rsidRPr="00E47180">
        <w:t>7.</w:t>
      </w:r>
      <w:r w:rsidRPr="00E47180">
        <w:tab/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क़ासिम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हसक़ानी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शवाहिदुत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तंज़ील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201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211)</w:t>
      </w:r>
    </w:p>
    <w:p w:rsidR="008F4AF7" w:rsidRPr="00E47180" w:rsidRDefault="008F4AF7" w:rsidP="008F4AF7">
      <w:pPr>
        <w:pStyle w:val="libNormal"/>
      </w:pPr>
      <w:r w:rsidRPr="00E47180">
        <w:t>8.</w:t>
      </w:r>
      <w:r w:rsidRPr="00E47180">
        <w:tab/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क़ासिम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असाकर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दमिश्क़ी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मुतवफ़्फ़ा</w:t>
      </w:r>
      <w:r w:rsidRPr="008F4AF7">
        <w:rPr>
          <w:cs/>
          <w:lang w:bidi="hi-IN"/>
        </w:rPr>
        <w:t xml:space="preserve"> </w:t>
      </w:r>
      <w:r w:rsidRPr="00E47180">
        <w:t>571)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तर्जुमा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मोमीनीन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अज़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दमिश्क़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575, 578, 585)</w:t>
      </w:r>
    </w:p>
    <w:p w:rsidR="008F4AF7" w:rsidRPr="00E47180" w:rsidRDefault="008F4AF7" w:rsidP="008F4AF7">
      <w:pPr>
        <w:pStyle w:val="libNormal"/>
      </w:pPr>
      <w:r w:rsidRPr="00E47180">
        <w:t>9.</w:t>
      </w:r>
      <w:r w:rsidRPr="00E47180">
        <w:tab/>
      </w:r>
      <w:r w:rsidRPr="008F4AF7">
        <w:rPr>
          <w:rFonts w:hint="cs"/>
          <w:cs/>
          <w:lang w:bidi="hi-IN"/>
        </w:rPr>
        <w:t>ख़तीबे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ख़ारज़मी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अलमनाक़िब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135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152)</w:t>
      </w:r>
    </w:p>
    <w:p w:rsidR="008F4AF7" w:rsidRPr="00E47180" w:rsidRDefault="008F4AF7" w:rsidP="008F4AF7">
      <w:pPr>
        <w:pStyle w:val="libNormal"/>
      </w:pPr>
      <w:r w:rsidRPr="00E47180">
        <w:t>10.</w:t>
      </w:r>
      <w:r w:rsidRPr="00E47180">
        <w:tab/>
      </w:r>
      <w:r w:rsidRPr="008F4AF7">
        <w:rPr>
          <w:rFonts w:hint="cs"/>
          <w:cs/>
          <w:lang w:bidi="hi-IN"/>
        </w:rPr>
        <w:t>सिब्ते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जौज़ी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तज़किरतुल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ख़वास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30)</w:t>
      </w:r>
    </w:p>
    <w:p w:rsidR="008F4AF7" w:rsidRPr="00E47180" w:rsidRDefault="008F4AF7" w:rsidP="008F4AF7">
      <w:pPr>
        <w:pStyle w:val="libNormal"/>
      </w:pPr>
      <w:r w:rsidRPr="00E47180">
        <w:t>11.</w:t>
      </w:r>
      <w:r w:rsidRPr="00E47180">
        <w:tab/>
      </w:r>
      <w:r w:rsidRPr="008F4AF7">
        <w:rPr>
          <w:rFonts w:hint="cs"/>
          <w:cs/>
          <w:lang w:bidi="hi-IN"/>
        </w:rPr>
        <w:t>शेख़ुल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हमूई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फ़रायदुस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समतैन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72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39</w:t>
      </w:r>
    </w:p>
    <w:p w:rsidR="008F4AF7" w:rsidRPr="00E47180" w:rsidRDefault="008F4AF7" w:rsidP="008F4AF7">
      <w:pPr>
        <w:pStyle w:val="libNormal"/>
      </w:pPr>
      <w:r w:rsidRPr="00E47180">
        <w:t>12.</w:t>
      </w:r>
      <w:r w:rsidRPr="00E47180">
        <w:tab/>
      </w:r>
      <w:r w:rsidRPr="008F4AF7">
        <w:rPr>
          <w:rFonts w:hint="cs"/>
          <w:cs/>
          <w:lang w:bidi="hi-IN"/>
        </w:rPr>
        <w:t>इमादुद्दीन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दमिश्क़ी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बिदाया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निहाया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232)</w:t>
      </w:r>
    </w:p>
    <w:p w:rsidR="008F4AF7" w:rsidRPr="00E47180" w:rsidRDefault="008F4AF7" w:rsidP="008F4AF7">
      <w:pPr>
        <w:pStyle w:val="libNormal"/>
      </w:pPr>
      <w:r w:rsidRPr="00E47180">
        <w:lastRenderedPageBreak/>
        <w:t>13.</w:t>
      </w:r>
      <w:r w:rsidRPr="00E47180">
        <w:tab/>
      </w:r>
      <w:r w:rsidRPr="008F4AF7">
        <w:rPr>
          <w:rFonts w:hint="cs"/>
          <w:cs/>
          <w:lang w:bidi="hi-IN"/>
        </w:rPr>
        <w:t>जलालुद्दीन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सुयूती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दुर्रे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19,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इतक़ान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उलूमिल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53)</w:t>
      </w:r>
    </w:p>
    <w:p w:rsidR="008F4AF7" w:rsidRPr="00E47180" w:rsidRDefault="008F4AF7" w:rsidP="008F4AF7">
      <w:pPr>
        <w:pStyle w:val="libNormal"/>
      </w:pPr>
      <w:r w:rsidRPr="00E47180">
        <w:t>14.</w:t>
      </w:r>
      <w:r w:rsidRPr="00E47180">
        <w:tab/>
      </w:r>
      <w:r w:rsidRPr="008F4AF7">
        <w:rPr>
          <w:rFonts w:hint="cs"/>
          <w:cs/>
          <w:lang w:bidi="hi-IN"/>
        </w:rPr>
        <w:t>मीरज़ा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बदख़शी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मिफ़ताहुल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बाब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फ़स्ल</w:t>
      </w:r>
      <w:r w:rsidRPr="008F4AF7">
        <w:rPr>
          <w:cs/>
          <w:lang w:bidi="hi-IN"/>
        </w:rPr>
        <w:t xml:space="preserve"> </w:t>
      </w:r>
      <w:r w:rsidRPr="00E47180">
        <w:t>11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34)</w:t>
      </w:r>
    </w:p>
    <w:p w:rsidR="008F4AF7" w:rsidRPr="00E47180" w:rsidRDefault="008F4AF7" w:rsidP="008F4AF7">
      <w:pPr>
        <w:pStyle w:val="libNormal"/>
      </w:pPr>
    </w:p>
    <w:p w:rsidR="00A213D6" w:rsidRDefault="00A213D6" w:rsidP="00DE0F6F">
      <w:pPr>
        <w:pStyle w:val="libNormal"/>
        <w:rPr>
          <w:cs/>
          <w:lang w:bidi="hi-IN"/>
        </w:rPr>
      </w:pPr>
      <w:r>
        <w:rPr>
          <w:cs/>
          <w:lang w:bidi="hi-IN"/>
        </w:rPr>
        <w:br w:type="page"/>
      </w:r>
    </w:p>
    <w:p w:rsidR="001D08AD" w:rsidRDefault="001D08AD" w:rsidP="00A213D6">
      <w:pPr>
        <w:pStyle w:val="Heading1"/>
        <w:rPr>
          <w:cs/>
          <w:lang w:bidi="hi-IN"/>
        </w:rPr>
      </w:pPr>
    </w:p>
    <w:p w:rsidR="001D08AD" w:rsidRDefault="001D08AD" w:rsidP="00A213D6">
      <w:pPr>
        <w:pStyle w:val="Heading1"/>
        <w:rPr>
          <w:cs/>
          <w:lang w:bidi="hi-IN"/>
        </w:rPr>
      </w:pPr>
      <w:bookmarkStart w:id="115" w:name="_Toc457825339"/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नुज़ूल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नज़रियात</w:t>
      </w:r>
      <w:bookmarkEnd w:id="115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नुज़ूल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1D08AD" w:rsidRDefault="001D08AD" w:rsidP="00A213D6">
      <w:pPr>
        <w:pStyle w:val="Heading2"/>
      </w:pPr>
    </w:p>
    <w:p w:rsidR="001D08AD" w:rsidRDefault="001D08AD" w:rsidP="00A213D6">
      <w:pPr>
        <w:pStyle w:val="Heading2"/>
      </w:pPr>
      <w:bookmarkStart w:id="116" w:name="_Toc457825340"/>
      <w:r w:rsidRPr="00E47180">
        <w:t>1.</w:t>
      </w:r>
      <w:r w:rsidRPr="00E47180">
        <w:tab/>
      </w:r>
      <w:r w:rsidRPr="008F4AF7">
        <w:rPr>
          <w:rFonts w:hint="cs"/>
          <w:cs/>
          <w:lang w:bidi="hi-IN"/>
        </w:rPr>
        <w:t>अज़मते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bookmarkEnd w:id="116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फ़ख़रे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.... (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मजाजी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...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हिस्से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मज़कूरा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अज़मते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जम़ाने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कुफ़्फ़ार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नाउम्मीदी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अव्वल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मजाज़ी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गै़र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वाज़ेह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ज़रूरत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फ़ख़रे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क़रीना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दूसरे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फ़तहे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मुनासिब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तीसरे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E47180">
        <w:t>18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हिज्जा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नुज़ूल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आहंग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1D08AD" w:rsidRDefault="001D08AD" w:rsidP="00A213D6">
      <w:pPr>
        <w:pStyle w:val="Heading2"/>
      </w:pPr>
    </w:p>
    <w:p w:rsidR="001D08AD" w:rsidRDefault="001D08AD" w:rsidP="00A213D6">
      <w:pPr>
        <w:pStyle w:val="Heading2"/>
      </w:pPr>
      <w:bookmarkStart w:id="117" w:name="_Toc457825341"/>
      <w:r w:rsidRPr="00E47180">
        <w:t>2.</w:t>
      </w:r>
      <w:r w:rsidRPr="00E47180">
        <w:tab/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नुज़ूल</w:t>
      </w:r>
      <w:bookmarkEnd w:id="117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फ़ख़रे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अरफ़े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यौम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E47180">
        <w:t>18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हिज्जा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सफ़र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दसवाँ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बुख़ारी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यहूदी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E47180">
        <w:t xml:space="preserve">,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पढ़ते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कौन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? </w:t>
      </w:r>
      <w:r w:rsidRPr="008F4AF7">
        <w:rPr>
          <w:rFonts w:hint="cs"/>
          <w:cs/>
          <w:lang w:bidi="hi-IN"/>
        </w:rPr>
        <w:t>उसने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E47180">
        <w:rPr>
          <w:rFonts w:ascii="Times New Roman" w:hAnsi="Times New Roman" w:cs="Times New Roman" w:hint="cs"/>
          <w:rtl/>
        </w:rPr>
        <w:t>يَا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أَيُّهَا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الرَّسُولُ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بَلِّغْ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أُنزِلَ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إِلَيْكَ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رَّبِّكَ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ۖ</w:t>
      </w:r>
      <w:r w:rsidRPr="00E47180">
        <w:rPr>
          <w:rFonts w:hint="cs"/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وَإِن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لَّمْ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تَفْعَلْ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فَمَا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بَلَّغْتَ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رِسَالَتَهُ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ۚ</w:t>
      </w:r>
      <w:r w:rsidRPr="00E47180">
        <w:rPr>
          <w:rFonts w:hint="cs"/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وَاللَّـهُ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يَعْصِمُكَ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النَّاسِ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ۗ</w:t>
      </w:r>
      <w:r w:rsidRPr="00E47180">
        <w:rPr>
          <w:rFonts w:hint="cs"/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إِنَّ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يَهْدِي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الْقَوْمَ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الْكَافِرِينَ</w:t>
      </w:r>
      <w:r w:rsidRPr="00E47180">
        <w:t xml:space="preserve">)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बुख़ारी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="00A213D6">
        <w:t>16</w:t>
      </w:r>
      <w:r w:rsidRPr="00E47180">
        <w:t>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अव्वल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ज़ईफ़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पाच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नफ़र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मुआविया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चूँकि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नफ़े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ग़ासिब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क़ाबिले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जुन्दब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चूँकि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मूसा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ज़ईफ़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हैसमी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रद्द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हाशिम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बुख़ारी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ज़ईफ़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कोशिश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...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क़ुतनी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उबाली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दूसरे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फ़ख़रे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मुवर्रेख़ीन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मुहद्देसीन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इत्तेफ़ाक़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E47180">
        <w:t>81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E47180">
        <w:t>82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ज़िन्दा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="00A213D6">
        <w:rPr>
          <w:cs/>
          <w:lang w:bidi="hi-IN"/>
        </w:rPr>
        <w:t>....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मजमऊज़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ज़वायद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13)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तहज़ीबुत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तहज़ीब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404)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लिसानुल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मीज़ान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249)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तफ़सीरे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फ़ख़रे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139)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अक़ीदा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पैदाईश</w:t>
      </w:r>
      <w:r w:rsidRPr="008F4AF7">
        <w:rPr>
          <w:cs/>
          <w:lang w:bidi="hi-IN"/>
        </w:rPr>
        <w:t xml:space="preserve"> </w:t>
      </w:r>
      <w:r w:rsidRPr="00E47180">
        <w:t>12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रबीउल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अव्वल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इत्तेफ़ाक़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E47180">
        <w:t>12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रबीउल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अव्वल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रेहलत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थोड़ा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मुद्दत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E47180">
        <w:t>18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हिज्जा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आहंग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तीसरे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मुम्किन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चौथे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मुम्किन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अरफ़े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तिलावत</w:t>
      </w:r>
      <w:r w:rsidRPr="008F4AF7">
        <w:rPr>
          <w:cs/>
          <w:lang w:bidi="hi-IN"/>
        </w:rPr>
        <w:t xml:space="preserve"> </w:t>
      </w:r>
      <w:r w:rsidRPr="00E47180">
        <w:t>18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हिज्जा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</w:t>
      </w:r>
      <w:r w:rsidRPr="008F4AF7">
        <w:rPr>
          <w:cs/>
          <w:lang w:bidi="hi-IN"/>
        </w:rPr>
        <w:lastRenderedPageBreak/>
        <w:t>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हुज्जतुल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मामूर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पाँचवे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मुम्किन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जिबरईल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सिवाए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दीजिए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देखिये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अल्लामा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तबातबाई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मायदा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हिस्से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E47180">
        <w:t>18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हिज्जा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तिलावत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दिखाई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तिलावते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ऐलान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अंजाम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तावील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="00A213D6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lastRenderedPageBreak/>
        <w:t>(</w:t>
      </w:r>
      <w:r w:rsidRPr="008F4AF7">
        <w:rPr>
          <w:rFonts w:hint="cs"/>
          <w:cs/>
          <w:lang w:bidi="hi-IN"/>
        </w:rPr>
        <w:t>तफ़सीरे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मीज़ान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196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E47180">
        <w:t>197)</w:t>
      </w:r>
    </w:p>
    <w:p w:rsidR="008F4AF7" w:rsidRPr="00E47180" w:rsidRDefault="008F4AF7" w:rsidP="008F4AF7">
      <w:pPr>
        <w:pStyle w:val="libNormal"/>
      </w:pPr>
      <w:r w:rsidRPr="00E47180">
        <w:t xml:space="preserve">3. </w:t>
      </w:r>
      <w:r w:rsidRPr="00E47180">
        <w:tab/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नुज़ूल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अस्ना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अशरी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सहीहुस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मरहूम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कुलैनी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बाक़िर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उसूले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289)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फ़रीज़ा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फ़रीज़ा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फ़रमाई</w:t>
      </w:r>
    </w:p>
    <w:p w:rsidR="008F4AF7" w:rsidRPr="00E47180" w:rsidRDefault="008F4AF7" w:rsidP="008F4AF7">
      <w:pPr>
        <w:pStyle w:val="libNormal"/>
      </w:pPr>
      <w:r w:rsidRPr="00E47180">
        <w:t xml:space="preserve">: </w:t>
      </w:r>
      <w:r w:rsidRPr="00E47180">
        <w:rPr>
          <w:rFonts w:ascii="Times New Roman" w:hAnsi="Times New Roman" w:cs="Times New Roman" w:hint="cs"/>
          <w:rtl/>
        </w:rPr>
        <w:t>الْيَوْمَ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أَكْمَلْتُ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دِينَكُمْ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وَأَتْمَمْتُ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عَلَيْكُمْ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نِعْمَتِي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وَرَضِيتُ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لَكُمُ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الْإِسْلَامَ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دِينًا</w:t>
      </w:r>
      <w:r w:rsidRPr="00E47180"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आज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पूरी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>..</w:t>
      </w:r>
      <w:r w:rsidRPr="008F4AF7">
        <w:rPr>
          <w:rFonts w:hint="cs"/>
          <w:cs/>
          <w:lang w:bidi="hi-IN"/>
        </w:rPr>
        <w:t>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नज़िरया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मज़मून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आहंग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अव्वल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मैदान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साज़िशों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इंतेक़ाल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आरज़ू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पहुच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डालेगें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E47180">
        <w:t>18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हिज्जा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दसवें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बेनज़ीर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मुन्तख़ब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ऐलान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आरज़ू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लगा।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इंतेख़ाब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नबूवत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तीसरे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नेमतें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गयीं।</w:t>
      </w:r>
    </w:p>
    <w:p w:rsidR="008F4AF7" w:rsidRDefault="008F4AF7" w:rsidP="008F4AF7">
      <w:pPr>
        <w:pStyle w:val="libNormal"/>
        <w:rPr>
          <w:lang w:bidi="hi-IN"/>
        </w:rPr>
      </w:pPr>
      <w:r w:rsidRPr="008F4AF7">
        <w:rPr>
          <w:rFonts w:hint="cs"/>
          <w:cs/>
          <w:lang w:bidi="hi-IN"/>
        </w:rPr>
        <w:t>चौथे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इसमें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</w:p>
    <w:p w:rsidR="00A213D6" w:rsidRPr="00E47180" w:rsidRDefault="00A213D6" w:rsidP="008F4AF7">
      <w:pPr>
        <w:pStyle w:val="libNormal"/>
      </w:pPr>
    </w:p>
    <w:p w:rsidR="001D08AD" w:rsidRDefault="001D08AD" w:rsidP="00A213D6">
      <w:pPr>
        <w:pStyle w:val="Heading1"/>
        <w:rPr>
          <w:cs/>
          <w:lang w:bidi="hi-IN"/>
        </w:rPr>
      </w:pPr>
    </w:p>
    <w:p w:rsidR="001D08AD" w:rsidRDefault="001D08AD" w:rsidP="00A213D6">
      <w:pPr>
        <w:pStyle w:val="Heading1"/>
        <w:rPr>
          <w:cs/>
          <w:lang w:bidi="hi-IN"/>
        </w:rPr>
      </w:pPr>
      <w:bookmarkStart w:id="118" w:name="_Toc457825342"/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यौम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इस्तेमालात</w:t>
      </w:r>
      <w:bookmarkEnd w:id="118"/>
    </w:p>
    <w:p w:rsidR="008F4AF7" w:rsidRPr="00E47180" w:rsidRDefault="008F4AF7" w:rsidP="008F4AF7">
      <w:pPr>
        <w:pStyle w:val="libNormal"/>
      </w:pPr>
      <w:r w:rsidRPr="00E47180">
        <w:t>1.</w:t>
      </w:r>
      <w:r w:rsidRPr="00E47180">
        <w:tab/>
      </w:r>
      <w:r w:rsidRPr="008F4AF7">
        <w:rPr>
          <w:rFonts w:hint="cs"/>
          <w:cs/>
          <w:lang w:bidi="hi-IN"/>
        </w:rPr>
        <w:t>तुलूए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फज्र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ग़ुरूबे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आफ़ताब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मुद्दत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यौम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यौम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मुक़ाबिल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बोला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 </w:t>
      </w:r>
      <w:r w:rsidRPr="00E47180">
        <w:rPr>
          <w:rFonts w:ascii="Times New Roman" w:hAnsi="Times New Roman" w:cs="Times New Roman" w:hint="cs"/>
          <w:rtl/>
        </w:rPr>
        <w:t>وَاسْأَلْهُمْ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عَنِ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الْقَرْيَةِ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الَّتِي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كَانَتْ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حَاضِرَةَ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lastRenderedPageBreak/>
        <w:t>الْبَحْرِ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إِذْ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يَعْدُونَ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السَّبْتِ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إِذْ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تَأْتِيهِمْ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حِيتَانُهُمْ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يَوْمَ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سَبْتِهِمْ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شُرَّعًا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وَيَوْمَ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يَسْبِتُونَ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تَأْتِيهِمْ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كَذَلِكَ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نَبْلُوهُم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بِمَا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كَانُوا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يَفْسُقُونَ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आराफ़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163)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मछलियाँ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शंबे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सतहे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</w:p>
    <w:p w:rsidR="008F4AF7" w:rsidRPr="00E47180" w:rsidRDefault="008F4AF7" w:rsidP="008F4AF7">
      <w:pPr>
        <w:pStyle w:val="libNormal"/>
      </w:pPr>
      <w:r w:rsidRPr="00E47180">
        <w:t xml:space="preserve">:  </w:t>
      </w:r>
      <w:r w:rsidRPr="00E47180">
        <w:rPr>
          <w:rFonts w:ascii="Times New Roman" w:hAnsi="Times New Roman" w:cs="Times New Roman" w:hint="cs"/>
          <w:rtl/>
        </w:rPr>
        <w:t>فَمَن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كَانَ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مِنكُم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مَّرِيضًا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أَوْ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عَلَى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سَفَرٍ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فَعِدَّةٌ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مِّنْ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أَيَّامٍ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أُخَرَ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बक़रह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184)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सफ़र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उतने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ले।</w:t>
      </w:r>
    </w:p>
    <w:p w:rsidR="008F4AF7" w:rsidRPr="00E47180" w:rsidRDefault="008F4AF7" w:rsidP="008F4AF7">
      <w:pPr>
        <w:pStyle w:val="libNormal"/>
      </w:pPr>
      <w:r w:rsidRPr="00E47180">
        <w:t>2.</w:t>
      </w:r>
      <w:r w:rsidRPr="00E47180">
        <w:tab/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मजमूए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यौम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पढ़ी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नमाज़े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यौमिया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3.</w:t>
      </w:r>
      <w:r w:rsidRPr="00E47180">
        <w:tab/>
      </w:r>
      <w:r w:rsidRPr="008F4AF7">
        <w:rPr>
          <w:rFonts w:hint="cs"/>
          <w:cs/>
          <w:lang w:bidi="hi-IN"/>
        </w:rPr>
        <w:t>ज़माना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हिस्से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यौम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t xml:space="preserve"> </w:t>
      </w:r>
      <w:r w:rsidRPr="00E47180">
        <w:rPr>
          <w:rFonts w:ascii="Times New Roman" w:hAnsi="Times New Roman" w:cs="Times New Roman" w:hint="cs"/>
          <w:rtl/>
        </w:rPr>
        <w:t>وَتِلْكَ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الْأَيَّامُ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نُدَاوِلُهَا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بَيْنَ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النَّاسِ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सूरए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इमरान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140)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उलटते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पलटते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फ़रमाते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नहजुल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बलाग़ा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हिकमत</w:t>
      </w:r>
      <w:r w:rsidRPr="008F4AF7">
        <w:rPr>
          <w:cs/>
          <w:lang w:bidi="hi-IN"/>
        </w:rPr>
        <w:t xml:space="preserve"> </w:t>
      </w:r>
      <w:r w:rsidRPr="00E47180">
        <w:t>396)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नफ़े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नुक़सान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में।</w:t>
      </w:r>
    </w:p>
    <w:p w:rsidR="008F4AF7" w:rsidRPr="00E47180" w:rsidRDefault="008F4AF7" w:rsidP="008F4AF7">
      <w:pPr>
        <w:pStyle w:val="libNormal"/>
      </w:pPr>
      <w:r w:rsidRPr="00E47180">
        <w:t>4.</w:t>
      </w:r>
      <w:r w:rsidRPr="00E47180">
        <w:tab/>
      </w:r>
      <w:r w:rsidRPr="008F4AF7">
        <w:rPr>
          <w:rFonts w:hint="cs"/>
          <w:cs/>
          <w:lang w:bidi="hi-IN"/>
        </w:rPr>
        <w:t>मरहला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आसमान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 </w:t>
      </w:r>
      <w:r w:rsidRPr="00E47180">
        <w:rPr>
          <w:rFonts w:ascii="Times New Roman" w:hAnsi="Times New Roman" w:cs="Times New Roman" w:hint="cs"/>
          <w:rtl/>
        </w:rPr>
        <w:t>الَّذِي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خَلَقَ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السَّمَاوَاتِ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وَالْأَرْضَ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سِتَّةِ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أَيَّامٍ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आराफ़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 xml:space="preserve">54, 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4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जिसने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आसमानों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E47180">
        <w:rPr>
          <w:rFonts w:ascii="Times New Roman" w:hAnsi="Times New Roman" w:cs="Times New Roman" w:hint="cs"/>
          <w:rtl/>
        </w:rPr>
        <w:t>قُلْ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أَئِنَّكُمْ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لَتَكْفُرُونَ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بِالَّذِي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خَلَقَ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الْأَرْضَ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يَوْمَيْنِ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फ़ुस्सिलत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9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जिसने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5.</w:t>
      </w:r>
      <w:r w:rsidRPr="00E47180">
        <w:tab/>
      </w:r>
      <w:r w:rsidRPr="008F4AF7">
        <w:rPr>
          <w:rFonts w:hint="cs"/>
          <w:cs/>
          <w:lang w:bidi="hi-IN"/>
        </w:rPr>
        <w:t>क़यामत</w:t>
      </w:r>
      <w:r w:rsidRPr="00E47180">
        <w:t xml:space="preserve">,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यौम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इस्तेमालात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क़यामत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क़यामत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यौम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निज़ामे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कायनात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मरहला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यौंम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ज़िक्री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रौज़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यौम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गुज़रे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मुकाबिल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क़ारेईने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केराम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हिस्से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आग़ाज़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नुज़ूल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चौबीस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घंटों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यौम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1D08AD" w:rsidRDefault="001D08AD" w:rsidP="00A213D6">
      <w:pPr>
        <w:pStyle w:val="Heading2"/>
        <w:rPr>
          <w:cs/>
          <w:lang w:bidi="hi-IN"/>
        </w:rPr>
      </w:pPr>
    </w:p>
    <w:p w:rsidR="001D08AD" w:rsidRDefault="001D08AD" w:rsidP="00A213D6">
      <w:pPr>
        <w:pStyle w:val="Heading2"/>
        <w:rPr>
          <w:cs/>
          <w:lang w:bidi="hi-IN"/>
        </w:rPr>
      </w:pPr>
      <w:bookmarkStart w:id="119" w:name="_Toc457825343"/>
      <w:r w:rsidRPr="008F4AF7">
        <w:rPr>
          <w:rFonts w:hint="cs"/>
          <w:cs/>
          <w:lang w:bidi="hi-IN"/>
        </w:rPr>
        <w:t>कुफ़्फ़ार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लालच</w:t>
      </w:r>
      <w:bookmarkEnd w:id="119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फ़िक़रे</w:t>
      </w:r>
      <w:r w:rsidRPr="008F4AF7">
        <w:rPr>
          <w:cs/>
          <w:lang w:bidi="hi-IN"/>
        </w:rPr>
        <w:t xml:space="preserve"> (....)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कुफ़्फ़ार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मुशरेकीने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मुतलक़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मुशरेकीन</w:t>
      </w:r>
      <w:r w:rsidRPr="00FD6765">
        <w:t xml:space="preserve">, </w:t>
      </w:r>
      <w:r w:rsidRPr="008F4AF7">
        <w:rPr>
          <w:rFonts w:hint="cs"/>
          <w:cs/>
          <w:lang w:bidi="hi-IN"/>
        </w:rPr>
        <w:t>बुत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कुफ़्फ़ार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कोशिश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नाबूद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दाख़िल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कुफ़्फ़ार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अहदाफ़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मक़ासिद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दर्ज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मवाक़े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FD6765">
        <w:t>1.</w:t>
      </w:r>
      <w:r w:rsidRPr="00FD6765">
        <w:tab/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कोशिश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चराग़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बिलकुल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ख़ामोश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पौधे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उखाड़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फ़ेंक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 </w:t>
      </w:r>
      <w:r w:rsidRPr="00FD6765">
        <w:rPr>
          <w:rFonts w:ascii="Times New Roman" w:hAnsi="Times New Roman" w:cs="Times New Roman" w:hint="cs"/>
          <w:rtl/>
        </w:rPr>
        <w:t>يُرِيدُونَ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أَن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يُطْفِئُوا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نُورَ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اللَّـهِ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بِأَفْوَاهِهِمْ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وَيَأْبَى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اللَّـهُ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إِلَّا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أَن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يُتِمَّ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نُورَهُ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وَلَوْ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كَرِهَ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الْكَافِرُونَ</w:t>
      </w:r>
    </w:p>
    <w:p w:rsidR="008F4AF7" w:rsidRPr="00FD6765" w:rsidRDefault="008F4AF7" w:rsidP="008F4AF7">
      <w:pPr>
        <w:pStyle w:val="libNormal"/>
        <w:rPr>
          <w:lang w:bidi="hi-IN"/>
        </w:rPr>
      </w:pPr>
      <w:r w:rsidRPr="00FD6765">
        <w:t xml:space="preserve"> (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FD6765">
        <w:t>32</w:t>
      </w:r>
      <w:r w:rsidR="00A213D6">
        <w:rPr>
          <w:rFonts w:hint="cs"/>
          <w:cs/>
          <w:lang w:bidi="hi-IN"/>
        </w:rPr>
        <w:t>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नूरे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मुँह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फ़ूंक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बुझा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तैयार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चाहे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काफ़िरों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लगे।</w:t>
      </w:r>
    </w:p>
    <w:p w:rsidR="008F4AF7" w:rsidRPr="00FD6765" w:rsidRDefault="008F4AF7" w:rsidP="008F4AF7">
      <w:pPr>
        <w:pStyle w:val="libNormal"/>
      </w:pPr>
      <w:r w:rsidRPr="00FD6765">
        <w:t>2.</w:t>
      </w:r>
      <w:r w:rsidRPr="00FD6765">
        <w:tab/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जड़ें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उखाड़ने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चराद़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बुझाने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कामयाब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पायेगें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कोशिश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गुमराह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चुनाचे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 </w:t>
      </w:r>
      <w:r w:rsidRPr="00FD6765">
        <w:rPr>
          <w:rFonts w:ascii="Times New Roman" w:hAnsi="Times New Roman" w:cs="Times New Roman" w:hint="cs"/>
          <w:rtl/>
        </w:rPr>
        <w:t>وَلَا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يَزَالُونَ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يُقَاتِلُونَكُمْ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حَتَّى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يَرُدُّوكُمْ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عَن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دِينِكُمْ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إِنِ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اسْتَطَاعُوا</w:t>
      </w:r>
    </w:p>
    <w:p w:rsidR="008F4AF7" w:rsidRPr="00FD6765" w:rsidRDefault="008F4AF7" w:rsidP="008F4AF7">
      <w:pPr>
        <w:pStyle w:val="libNormal"/>
        <w:rPr>
          <w:lang w:bidi="hi-IN"/>
        </w:rPr>
      </w:pPr>
      <w:r w:rsidRPr="00FD6765">
        <w:t xml:space="preserve"> (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बक़रह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="00A213D6">
        <w:t>217</w:t>
      </w:r>
      <w:r w:rsidR="00A213D6">
        <w:rPr>
          <w:rFonts w:hint="cs"/>
          <w:cs/>
          <w:lang w:bidi="hi-IN"/>
        </w:rPr>
        <w:t>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कुफ़्फ़ार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बराबर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रहेगें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इमकान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पलटा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सक़ाफ़ती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फ़ौजी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कोशिशे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मुश्रेकीन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कोशिश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: </w:t>
      </w:r>
      <w:r w:rsidRPr="00FD6765">
        <w:rPr>
          <w:rFonts w:ascii="Times New Roman" w:hAnsi="Times New Roman" w:cs="Times New Roman" w:hint="cs"/>
          <w:rtl/>
        </w:rPr>
        <w:t>وَدَّ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كَثِيرٌ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مِّنْ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أَهْلِ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الْكِتَابِ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لَوْ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يَرُدُّونَكُم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مِّن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بَعْدِ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إِيمَانِكُمْ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كُفَّارًا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حَسَدًا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مِّنْ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عِندِ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أَنفُسِهِم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مِّن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بَعْدِ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تَبَيَّنَ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لَهُمُ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الْحَقُّ</w:t>
      </w:r>
    </w:p>
    <w:p w:rsidR="008F4AF7" w:rsidRPr="00FD6765" w:rsidRDefault="008F4AF7" w:rsidP="008F4AF7">
      <w:pPr>
        <w:pStyle w:val="libNormal"/>
        <w:rPr>
          <w:lang w:bidi="hi-IN"/>
        </w:rPr>
      </w:pPr>
      <w:r w:rsidRPr="00FD6765">
        <w:t xml:space="preserve"> (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बक़रह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FD6765">
        <w:t>109</w:t>
      </w:r>
      <w:r w:rsidR="00A213D6">
        <w:rPr>
          <w:rFonts w:hint="cs"/>
          <w:cs/>
          <w:lang w:bidi="hi-IN"/>
        </w:rPr>
        <w:t>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काफ़िर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गुज़िश्ता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नाकामी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कोशिश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बनायें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पसंदी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क़ानेअ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</w:p>
    <w:p w:rsidR="008F4AF7" w:rsidRPr="00FD6765" w:rsidRDefault="008F4AF7" w:rsidP="008F4AF7">
      <w:pPr>
        <w:pStyle w:val="libNormal"/>
      </w:pPr>
      <w:r w:rsidRPr="00FD6765">
        <w:t xml:space="preserve">: </w:t>
      </w:r>
      <w:r w:rsidRPr="00FD6765">
        <w:rPr>
          <w:rFonts w:ascii="Times New Roman" w:hAnsi="Times New Roman" w:cs="Times New Roman" w:hint="cs"/>
          <w:rtl/>
        </w:rPr>
        <w:t>وَقَالُوا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لَن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يَدْخُلَ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الْجَنَّةَ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إِلَّا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مَن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كَانَ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هُودًا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أَوْ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نَصَارَى</w:t>
      </w:r>
      <w:r w:rsidRPr="00FD6765">
        <w:t xml:space="preserve"> 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बक़रह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FD6765">
        <w:t>111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यहूदी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जन्नत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यहूदियों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ईसाईयों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दाख़िल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होगा।</w:t>
      </w:r>
      <w:r w:rsidRPr="008F4AF7">
        <w:rPr>
          <w:cs/>
          <w:lang w:bidi="hi-IN"/>
        </w:rPr>
        <w:t>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जगह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FD6765">
        <w:rPr>
          <w:rFonts w:ascii="Times New Roman" w:hAnsi="Times New Roman" w:cs="Times New Roman" w:hint="cs"/>
          <w:rtl/>
        </w:rPr>
        <w:t>وَقَالُوا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كُونُوا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هُودًا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أَوْ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نَصَارَى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تَهْتَدُوا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FD6765">
        <w:t xml:space="preserve"> (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बक़रह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FD6765">
        <w:t>135)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यहूदी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ईसाई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यहूदी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ईसाई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जाओ।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कुफ़्फ़ार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इस्तेक़ामत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ख़ुदाओं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हिफ़ाज़त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इबादत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पायदारी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करो।</w:t>
      </w:r>
      <w:r w:rsidRPr="008F4AF7">
        <w:rPr>
          <w:cs/>
          <w:lang w:bidi="hi-IN"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أَنِ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امْشُوا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وَاصْبِرُوا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عَلَى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آلِهَتِكُمْ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FD6765">
        <w:t xml:space="preserve"> (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FD6765">
        <w:t>6)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चलो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ख़ुदाओं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क़ायम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रहो।</w:t>
      </w:r>
    </w:p>
    <w:p w:rsidR="008F4AF7" w:rsidRPr="00FD6765" w:rsidRDefault="008F4AF7" w:rsidP="008F4AF7">
      <w:pPr>
        <w:pStyle w:val="libNormal"/>
      </w:pPr>
      <w:r w:rsidRPr="00FD6765">
        <w:t>4.</w:t>
      </w:r>
      <w:r w:rsidRPr="00FD6765">
        <w:tab/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साज़िशें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तरकीब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सूझी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बेटा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रास्ते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बढ़ाये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ऐलान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नक़्शा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ऐलान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चुनाचे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कुफ़्फ़ार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मुशरेकीन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साज़िशों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</w:p>
    <w:p w:rsidR="008F4AF7" w:rsidRPr="00FD6765" w:rsidRDefault="008F4AF7" w:rsidP="008F4AF7">
      <w:pPr>
        <w:pStyle w:val="libNormal"/>
      </w:pPr>
      <w:r w:rsidRPr="00FD6765">
        <w:t xml:space="preserve"> </w:t>
      </w:r>
      <w:r w:rsidRPr="00FD6765">
        <w:rPr>
          <w:rFonts w:ascii="Times New Roman" w:hAnsi="Times New Roman" w:cs="Times New Roman" w:hint="cs"/>
          <w:rtl/>
        </w:rPr>
        <w:t>الْيَوْمَ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يَئِسَ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الَّذِينَ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كَفَرُوا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مِن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دِينِكُمْ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فَلَا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تَخْشَوْهُمْ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وَاخْشَوْنِ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الْيَوْمَ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أَكْمَلْتُ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لَكُمْ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دِينَكُمْ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وَأَتْمَمْتُ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عَلَيْكُمْ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نِعْمَتِي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وَرَضِيتُ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لَكُمُ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الْإِسْلَامَ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دِينًا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فَمَنِ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اضْطُرَّ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فِي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مَخْمَصَةٍ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غَيْرَ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مُتَجَانِفٍ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لِّإِثْمٍ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فَإِنَّ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اللَّـهَ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غَفُورٌ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رَّحِيمٌ</w:t>
      </w:r>
      <w:r w:rsidRPr="00FD6765">
        <w:t xml:space="preserve"> 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FD6765">
        <w:t>3)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कुफ़्फ़ार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डरो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डरो</w:t>
      </w:r>
      <w:r w:rsidRPr="00FD6765">
        <w:t xml:space="preserve">, </w:t>
      </w:r>
      <w:r w:rsidRPr="008F4AF7">
        <w:rPr>
          <w:rFonts w:hint="cs"/>
          <w:cs/>
          <w:lang w:bidi="hi-IN"/>
        </w:rPr>
        <w:t>आज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पूरी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पसंद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इकमाले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मतलब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>?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मज़कूरा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इकमाले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?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FD6765">
        <w:t>1.</w:t>
      </w:r>
      <w:r w:rsidRPr="00FD6765">
        <w:tab/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क़वानीन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क़वानीन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मुकम्मल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क़ानूनी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मुश्किल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इकमाले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कलाला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मादरी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पेदरी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बहन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FD6765">
        <w:t xml:space="preserve">, </w:t>
      </w:r>
      <w:r w:rsidRPr="008F4AF7">
        <w:rPr>
          <w:rFonts w:hint="cs"/>
          <w:cs/>
          <w:lang w:bidi="hi-IN"/>
        </w:rPr>
        <w:t>सूद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तबरी</w:t>
      </w:r>
      <w:r w:rsidRPr="00FD6765">
        <w:t xml:space="preserve">, </w:t>
      </w:r>
      <w:r w:rsidRPr="008F4AF7">
        <w:rPr>
          <w:rFonts w:hint="cs"/>
          <w:cs/>
          <w:lang w:bidi="hi-IN"/>
        </w:rPr>
        <w:t>बरा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आज़िब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FD6765">
        <w:rPr>
          <w:rFonts w:ascii="Times New Roman" w:hAnsi="Times New Roman" w:cs="Times New Roman" w:hint="cs"/>
          <w:rtl/>
        </w:rPr>
        <w:t>يَسْتَفْتُونَكَ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قُلِ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اللَّـهُ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يُفْتِيكُمْ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فِي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الْكَلَالَةِ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إِنِ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امْرُؤٌ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هَلَكَ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لَيْسَ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لَهُ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وَلَدٌ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وَلَهُ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أُخْتٌ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فَلَهَا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نِصْفُ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تَرَكَ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وَهُوَ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يَرِثُهَا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إِن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لَّمْ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يَكُن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لَّهَا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وَلَدٌ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فَإِن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كَانَتَا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اثْنَتَيْنِ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فَلَهُمَا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الثُّلُثَانِ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مِمَّا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تَرَكَ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وَإِن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كَانُوا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إِخْوَةً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رِّجَالًا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وَنِسَاءً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فَلِلذَّكَرِ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مِثْلُ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حَظِّ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الْأُنثَيَيْنِ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يُبَيِّنُ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اللَّـهُ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لَكُمْ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أَن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تَضِلُّوا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وَاللَّـهُ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بِكُلِّ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شَيْءٍ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عَلِيمٌ</w:t>
      </w:r>
      <w:r w:rsidRPr="00FD6765">
        <w:t xml:space="preserve"> 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FD6765">
        <w:t>176)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फ़तवा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दरयाफ़्त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दीजिये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कलाला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भाई</w:t>
      </w:r>
      <w:r w:rsidRPr="00FD6765">
        <w:t xml:space="preserve">, </w:t>
      </w:r>
      <w:r w:rsidRPr="008F4AF7">
        <w:rPr>
          <w:rFonts w:hint="cs"/>
          <w:cs/>
          <w:lang w:bidi="hi-IN"/>
        </w:rPr>
        <w:t>बहन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हय्याने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उनदुलुसी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आय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इकमाल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रेबा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आयाते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कलाला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FD6765" w:rsidRDefault="008F4AF7" w:rsidP="008F4AF7">
      <w:pPr>
        <w:pStyle w:val="libNormal"/>
      </w:pPr>
      <w:r w:rsidRPr="00FD6765">
        <w:t>2.</w:t>
      </w:r>
      <w:r w:rsidRPr="00FD6765">
        <w:tab/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ख़ालिस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शिकोह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जवाब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अव्वल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हज</w:t>
      </w:r>
      <w:r w:rsidRPr="00FD6765">
        <w:t xml:space="preserve">, </w:t>
      </w:r>
      <w:r w:rsidRPr="008F4AF7">
        <w:rPr>
          <w:rFonts w:hint="cs"/>
          <w:cs/>
          <w:lang w:bidi="hi-IN"/>
        </w:rPr>
        <w:t>शरीयते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लफ़्ज़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तावील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यौम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ज़ाहिर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आहंग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यौम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कौन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ऐलान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आया।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FD6765">
        <w:t>3.</w:t>
      </w:r>
      <w:r w:rsidRPr="00FD6765">
        <w:tab/>
      </w:r>
      <w:r w:rsidRPr="008F4AF7">
        <w:rPr>
          <w:rFonts w:hint="cs"/>
          <w:cs/>
          <w:lang w:bidi="hi-IN"/>
        </w:rPr>
        <w:t>इकमाले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नबूवत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बुलंदी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A213D6" w:rsidRDefault="00A213D6" w:rsidP="00DE0F6F">
      <w:pPr>
        <w:pStyle w:val="libNormal"/>
        <w:rPr>
          <w:cs/>
          <w:lang w:bidi="hi-IN"/>
        </w:rPr>
      </w:pPr>
      <w:r>
        <w:rPr>
          <w:cs/>
          <w:lang w:bidi="hi-IN"/>
        </w:rPr>
        <w:br w:type="page"/>
      </w:r>
    </w:p>
    <w:p w:rsidR="001D08AD" w:rsidRDefault="001D08AD" w:rsidP="00A213D6">
      <w:pPr>
        <w:pStyle w:val="Heading1"/>
        <w:rPr>
          <w:cs/>
          <w:lang w:bidi="hi-IN"/>
        </w:rPr>
      </w:pPr>
    </w:p>
    <w:p w:rsidR="001D08AD" w:rsidRDefault="001D08AD" w:rsidP="00A213D6">
      <w:pPr>
        <w:pStyle w:val="Heading1"/>
        <w:rPr>
          <w:cs/>
          <w:lang w:bidi="hi-IN"/>
        </w:rPr>
      </w:pPr>
      <w:bookmarkStart w:id="120" w:name="_Toc457825344"/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ख़ुसूसियात</w:t>
      </w:r>
      <w:bookmarkEnd w:id="120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तीसरी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FD6765">
        <w:t>18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हिज्जा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ऐलान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FD6765">
        <w:t>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ख़ुसूसियात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</w:p>
    <w:p w:rsidR="008F4AF7" w:rsidRPr="00FD6765" w:rsidRDefault="008F4AF7" w:rsidP="008F4AF7">
      <w:pPr>
        <w:pStyle w:val="libNormal"/>
      </w:pPr>
      <w:r w:rsidRPr="00FD6765">
        <w:t>1.</w:t>
      </w:r>
      <w:r w:rsidRPr="00FD6765">
        <w:tab/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उम्मीद</w:t>
      </w:r>
      <w:r w:rsidRPr="00FD6765">
        <w:t xml:space="preserve">, </w:t>
      </w:r>
      <w:r w:rsidRPr="008F4AF7">
        <w:rPr>
          <w:rFonts w:hint="cs"/>
          <w:cs/>
          <w:lang w:bidi="hi-IN"/>
        </w:rPr>
        <w:t>यास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नाउम्मीदी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तब्दील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नाबूदी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बाँधे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  <w:r w:rsidRPr="008F4AF7">
        <w:rPr>
          <w:cs/>
          <w:lang w:bidi="hi-IN"/>
        </w:rPr>
        <w:t>.....)</w:t>
      </w:r>
    </w:p>
    <w:p w:rsidR="008F4AF7" w:rsidRPr="00FD6765" w:rsidRDefault="008F4AF7" w:rsidP="008F4AF7">
      <w:pPr>
        <w:pStyle w:val="libNormal"/>
      </w:pPr>
      <w:r w:rsidRPr="00FD6765">
        <w:t>2.</w:t>
      </w:r>
      <w:r w:rsidRPr="00FD6765">
        <w:tab/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उम्मीद</w:t>
      </w:r>
      <w:r w:rsidRPr="00FD6765">
        <w:t xml:space="preserve">, </w:t>
      </w:r>
      <w:r w:rsidRPr="008F4AF7">
        <w:rPr>
          <w:rFonts w:hint="cs"/>
          <w:cs/>
          <w:lang w:bidi="hi-IN"/>
        </w:rPr>
        <w:t>नाउम्मीदी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तब्दील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साज़िशें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नाकारा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ख़ौफ़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>...)</w:t>
      </w:r>
    </w:p>
    <w:p w:rsidR="008F4AF7" w:rsidRPr="00FD6765" w:rsidRDefault="008F4AF7" w:rsidP="008F4AF7">
      <w:pPr>
        <w:pStyle w:val="libNormal"/>
      </w:pPr>
      <w:r w:rsidRPr="00FD6765">
        <w:t>3.</w:t>
      </w:r>
      <w:r w:rsidRPr="00FD6765">
        <w:tab/>
      </w:r>
      <w:r w:rsidRPr="008F4AF7">
        <w:rPr>
          <w:rFonts w:hint="cs"/>
          <w:cs/>
          <w:lang w:bidi="hi-IN"/>
        </w:rPr>
        <w:t>मुम्किन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नेंमत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अंदाज़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मुँह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मोड़ते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मुक़ाबले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नाशुक्री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ग़ज़बे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कुफ़्फ़ार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ग़लबे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रास्ता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फ़राहम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कुफ़्फ़ार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 (...)</w:t>
      </w:r>
    </w:p>
    <w:p w:rsidR="008F4AF7" w:rsidRPr="00FD6765" w:rsidRDefault="008F4AF7" w:rsidP="008F4AF7">
      <w:pPr>
        <w:pStyle w:val="libNormal"/>
      </w:pPr>
      <w:r w:rsidRPr="00FD6765">
        <w:t>4.</w:t>
      </w:r>
      <w:r w:rsidRPr="00FD6765">
        <w:tab/>
      </w:r>
      <w:r w:rsidRPr="008F4AF7">
        <w:rPr>
          <w:rFonts w:hint="cs"/>
          <w:cs/>
          <w:lang w:bidi="hi-IN"/>
        </w:rPr>
        <w:t>दीने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कैफ़ियत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तरक्क़ी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रास्ता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फ़राहम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हो।</w:t>
      </w:r>
      <w:r w:rsidRPr="008F4AF7">
        <w:rPr>
          <w:cs/>
          <w:lang w:bidi="hi-IN"/>
        </w:rPr>
        <w:t>....)</w:t>
      </w:r>
    </w:p>
    <w:p w:rsidR="008F4AF7" w:rsidRPr="00FD6765" w:rsidRDefault="008F4AF7" w:rsidP="008F4AF7">
      <w:pPr>
        <w:pStyle w:val="libNormal"/>
      </w:pPr>
      <w:r w:rsidRPr="00FD6765">
        <w:lastRenderedPageBreak/>
        <w:t>5.</w:t>
      </w:r>
      <w:r w:rsidRPr="00FD6765">
        <w:tab/>
      </w:r>
      <w:r w:rsidRPr="008F4AF7">
        <w:rPr>
          <w:rFonts w:hint="cs"/>
          <w:cs/>
          <w:lang w:bidi="hi-IN"/>
        </w:rPr>
        <w:t>मुतलक़े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नेमते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इलाही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कम्मी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तमामियत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तरक्क़ी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दर्जे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जाये।</w:t>
      </w:r>
      <w:r w:rsidRPr="008F4AF7">
        <w:rPr>
          <w:cs/>
          <w:lang w:bidi="hi-IN"/>
        </w:rPr>
        <w:t xml:space="preserve"> (.....)</w:t>
      </w:r>
    </w:p>
    <w:p w:rsidR="008F4AF7" w:rsidRPr="00FD6765" w:rsidRDefault="008F4AF7" w:rsidP="008F4AF7">
      <w:pPr>
        <w:pStyle w:val="libNormal"/>
      </w:pPr>
      <w:r w:rsidRPr="00FD6765">
        <w:t>6.</w:t>
      </w:r>
      <w:r w:rsidRPr="00FD6765">
        <w:tab/>
      </w:r>
      <w:r w:rsidRPr="008F4AF7">
        <w:rPr>
          <w:rFonts w:hint="cs"/>
          <w:cs/>
          <w:lang w:bidi="hi-IN"/>
        </w:rPr>
        <w:t>ऐलान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हमेशा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पाये।</w:t>
      </w:r>
      <w:r w:rsidRPr="008F4AF7">
        <w:rPr>
          <w:cs/>
          <w:lang w:bidi="hi-IN"/>
        </w:rPr>
        <w:t>.....)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आग़ाज़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1D08AD" w:rsidRDefault="001D08AD" w:rsidP="00A213D6">
      <w:pPr>
        <w:pStyle w:val="Heading1"/>
        <w:rPr>
          <w:cs/>
          <w:lang w:bidi="hi-IN"/>
        </w:rPr>
      </w:pPr>
    </w:p>
    <w:p w:rsidR="001D08AD" w:rsidRDefault="001D08AD" w:rsidP="00A213D6">
      <w:pPr>
        <w:pStyle w:val="Heading1"/>
        <w:rPr>
          <w:cs/>
          <w:lang w:bidi="hi-IN"/>
        </w:rPr>
      </w:pPr>
      <w:bookmarkStart w:id="121" w:name="_Toc457825345"/>
      <w:r w:rsidRPr="008F4AF7">
        <w:rPr>
          <w:rFonts w:hint="cs"/>
          <w:cs/>
          <w:lang w:bidi="hi-IN"/>
        </w:rPr>
        <w:t>नुज़ूले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कैफ़ियत</w:t>
      </w:r>
      <w:bookmarkEnd w:id="121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मुतअद्दिद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ज़ुहूर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हिस्सा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हिस्सों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हिस्से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मुफ़स्सेरीन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मजमूआ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हिस्से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मज़मून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मुश्तरक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गुफ़तगू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ज़रूरी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1D08AD" w:rsidRDefault="001D08AD" w:rsidP="00A213D6">
      <w:pPr>
        <w:pStyle w:val="Heading2"/>
      </w:pPr>
    </w:p>
    <w:p w:rsidR="001D08AD" w:rsidRDefault="001D08AD" w:rsidP="00A213D6">
      <w:pPr>
        <w:pStyle w:val="Heading2"/>
      </w:pPr>
      <w:bookmarkStart w:id="122" w:name="_Toc457825346"/>
      <w:r w:rsidRPr="00FD6765">
        <w:t xml:space="preserve">1.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नज़रिया</w:t>
      </w:r>
      <w:bookmarkEnd w:id="122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वाहिद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मुतअद्दिद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मर्तबा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</w:t>
      </w:r>
      <w:r w:rsidRPr="00FD6765">
        <w:t xml:space="preserve">,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मुतअद्दिद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निशानी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="00A213D6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हिस्से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सकती।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आहज़ाब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ततहीर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निशानी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मुख़ातब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नुज़ूल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निशानी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हिस्सा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मज़कूरा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ख़ून</w:t>
      </w:r>
      <w:r w:rsidRPr="00FD6765">
        <w:t xml:space="preserve">, </w:t>
      </w:r>
      <w:r w:rsidRPr="008F4AF7">
        <w:rPr>
          <w:rFonts w:hint="cs"/>
          <w:cs/>
          <w:lang w:bidi="hi-IN"/>
        </w:rPr>
        <w:t>मुर्दार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गोश्ते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ख़िन्ज़ीर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वग़ैरह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 (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>....)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गोश्ते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ख़िन्ज़ीर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शाहिद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सूरों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अनआम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FD6765">
        <w:t>145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FD6765">
        <w:t xml:space="preserve">115)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बक़रह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नम्बर</w:t>
      </w:r>
      <w:r w:rsidRPr="008F4AF7">
        <w:rPr>
          <w:cs/>
          <w:lang w:bidi="hi-IN"/>
        </w:rPr>
        <w:t xml:space="preserve"> </w:t>
      </w:r>
      <w:r w:rsidRPr="00FD6765">
        <w:t>173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कुफ़्फ़ार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उम्मीदी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तकमीले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नुज़ूल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ऐलान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ख़ुसूसियत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  <w:r w:rsidRPr="008F4AF7">
        <w:rPr>
          <w:cs/>
          <w:lang w:bidi="hi-IN"/>
        </w:rPr>
        <w:t>.......)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(....)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मुर्दार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FD6765">
        <w:t xml:space="preserve">,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ऐतेक़ाद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(.......)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बल्लिग़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पहनाया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</w:p>
    <w:p w:rsidR="008F4AF7" w:rsidRPr="00FD6765" w:rsidRDefault="008F4AF7" w:rsidP="008F4AF7">
      <w:pPr>
        <w:pStyle w:val="libNormal"/>
      </w:pPr>
      <w:r w:rsidRPr="00FD6765">
        <w:t xml:space="preserve">: </w:t>
      </w:r>
      <w:r w:rsidRPr="00FD6765">
        <w:rPr>
          <w:rFonts w:ascii="Times New Roman" w:hAnsi="Times New Roman" w:cs="Times New Roman" w:hint="cs"/>
          <w:rtl/>
        </w:rPr>
        <w:t>يَا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أَيُّهَا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الرَّسُولُ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بَلِّغْ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أُنزِلَ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إِلَيْكَ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مِن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رَّبِّكَ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وَإِن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لَّمْ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تَفْعَلْ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فَمَا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بَلَّغْتَ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رِسَالَتَهُ</w:t>
      </w:r>
      <w:r w:rsidRPr="00FD6765">
        <w:t xml:space="preserve"> </w:t>
      </w:r>
    </w:p>
    <w:p w:rsidR="008F4AF7" w:rsidRPr="00FD6765" w:rsidRDefault="008F4AF7" w:rsidP="008F4AF7">
      <w:pPr>
        <w:pStyle w:val="libNormal"/>
      </w:pPr>
      <w:r w:rsidRPr="00FD6765">
        <w:t xml:space="preserve"> (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FD6765">
        <w:t>67)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परवर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दिगार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FD6765">
        <w:t>23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मेहनत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बर्बाद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रिसालत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ऐलान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हिस्से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मुस्तक़िल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तरतीब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है।क़ुरआन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तरतीब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जगह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कहें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नुज़ूले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नुज़ूल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मोतरेज़ा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पूरी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ततहीर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गुज़िश्ता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वाज़ेह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तर्जुमा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1D08AD" w:rsidRDefault="001D08AD" w:rsidP="00A213D6">
      <w:pPr>
        <w:pStyle w:val="Heading2"/>
      </w:pPr>
    </w:p>
    <w:p w:rsidR="001D08AD" w:rsidRDefault="001D08AD" w:rsidP="00A213D6">
      <w:pPr>
        <w:pStyle w:val="Heading2"/>
      </w:pPr>
      <w:bookmarkStart w:id="123" w:name="_Toc457825347"/>
      <w:r w:rsidRPr="00FD6765">
        <w:t xml:space="preserve">2. </w:t>
      </w:r>
      <w:r w:rsidRPr="008F4AF7">
        <w:rPr>
          <w:rFonts w:hint="cs"/>
          <w:cs/>
          <w:lang w:bidi="hi-IN"/>
        </w:rPr>
        <w:t>दूसरा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ऐहतेमाल</w:t>
      </w:r>
      <w:r w:rsidRPr="00FD6765">
        <w:t xml:space="preserve">,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नज़रिया</w:t>
      </w:r>
      <w:bookmarkEnd w:id="123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दूसरा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फ़िक़रा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हिस्सों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मुफ़स्सेरीन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अक़ीदा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यौम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मज़कूरा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अहाकाम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नुज़ूल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युसुफ़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FD6765">
        <w:t>29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हिस्सा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युसुफ़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मुख़ातब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 (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>) (</w:t>
      </w: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युसुफ़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सरफ़े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हिस्सा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मिस्र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ज़ौजा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मुख़ातब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>) (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गुनाह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मिस्र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हिस्से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मुहावरों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गुफ़्तगू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वहदते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सियाक़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क़ानून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अक़्ली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क़ायदे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उनवान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कुल्ली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क़ायदा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हमेशा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उनवान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मख़सूसन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अंदरुनी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बेरुनी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निशानियाँ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हों।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तीसरी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गोश्तों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गुफ़्तगू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इज़तेराब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मजबूरी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हिस्से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हिस्से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मुनासेबत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>?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क्लास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तंज़ीम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शक्ल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FD6765">
        <w:t xml:space="preserve">,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मुम्किन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मौरिदे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हिस्सा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गोश्तों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मुद्दत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कातेबाने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वहयी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गोश्तों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इज़्तेरार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मजबूरी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इज़्तेरार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मज़कूरा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नुक्ते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ज़रुरी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मुनासेबत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1D08AD" w:rsidRDefault="001D08AD" w:rsidP="00A213D6">
      <w:pPr>
        <w:pStyle w:val="Heading1"/>
        <w:rPr>
          <w:cs/>
          <w:lang w:bidi="hi-IN"/>
        </w:rPr>
      </w:pPr>
    </w:p>
    <w:p w:rsidR="001D08AD" w:rsidRDefault="001D08AD" w:rsidP="00A213D6">
      <w:pPr>
        <w:pStyle w:val="Heading1"/>
        <w:rPr>
          <w:cs/>
          <w:lang w:bidi="hi-IN"/>
        </w:rPr>
      </w:pPr>
      <w:bookmarkStart w:id="124" w:name="_Toc457825348"/>
      <w:r w:rsidRPr="008F4AF7">
        <w:rPr>
          <w:rFonts w:hint="cs"/>
          <w:cs/>
          <w:lang w:bidi="hi-IN"/>
        </w:rPr>
        <w:t>आय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सअला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सायलुन</w:t>
      </w:r>
      <w:bookmarkEnd w:id="124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मुतअल्लिक़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.........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FD6765">
        <w:t xml:space="preserve"> </w:t>
      </w:r>
      <w:r w:rsidRPr="00FD6765">
        <w:rPr>
          <w:rFonts w:ascii="Times New Roman" w:hAnsi="Times New Roman" w:cs="Times New Roman" w:hint="cs"/>
          <w:rtl/>
        </w:rPr>
        <w:t>سَأَلَ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سَائِلٌ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بِعَذَابٍ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وَاقِعٍ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لِّلْكَافِرِينَ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لَيْسَ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لَهُ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دَافِعٌ</w:t>
      </w:r>
      <w:r w:rsidRPr="00FD6765">
        <w:t xml:space="preserve"> </w:t>
      </w:r>
    </w:p>
    <w:p w:rsidR="008F4AF7" w:rsidRPr="00FD6765" w:rsidRDefault="008F4AF7" w:rsidP="008F4AF7">
      <w:pPr>
        <w:pStyle w:val="libNormal"/>
      </w:pPr>
      <w:r w:rsidRPr="00FD6765">
        <w:t xml:space="preserve"> (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मआरिज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FD6765">
        <w:t>1,2)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माँगने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जिसका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काफ़िरों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अस्ली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?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ताअल्लुक़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?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?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</w:p>
    <w:p w:rsidR="001D08AD" w:rsidRDefault="001D08AD" w:rsidP="00A213D6">
      <w:pPr>
        <w:pStyle w:val="Heading1"/>
        <w:rPr>
          <w:cs/>
          <w:lang w:bidi="hi-IN"/>
        </w:rPr>
      </w:pPr>
    </w:p>
    <w:p w:rsidR="001D08AD" w:rsidRDefault="001D08AD" w:rsidP="00A213D6">
      <w:pPr>
        <w:pStyle w:val="Heading1"/>
        <w:rPr>
          <w:cs/>
          <w:lang w:bidi="hi-IN"/>
        </w:rPr>
      </w:pPr>
      <w:bookmarkStart w:id="125" w:name="_Toc457825349"/>
      <w:r w:rsidRPr="008F4AF7">
        <w:rPr>
          <w:rFonts w:hint="cs"/>
          <w:cs/>
          <w:lang w:bidi="hi-IN"/>
        </w:rPr>
        <w:t>वाक़ेय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नुज़ूल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इक़रार</w:t>
      </w:r>
      <w:bookmarkEnd w:id="125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>:</w:t>
      </w:r>
    </w:p>
    <w:p w:rsidR="001D08AD" w:rsidRDefault="001D08AD" w:rsidP="00A213D6">
      <w:pPr>
        <w:pStyle w:val="Heading1"/>
      </w:pPr>
    </w:p>
    <w:p w:rsidR="001D08AD" w:rsidRDefault="001D08AD" w:rsidP="00A213D6">
      <w:pPr>
        <w:pStyle w:val="Heading1"/>
      </w:pPr>
      <w:bookmarkStart w:id="126" w:name="_Toc457825350"/>
      <w:r w:rsidRPr="00FD6765">
        <w:t>1.</w:t>
      </w:r>
      <w:r w:rsidRPr="00FD6765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इसहाक़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सालबी</w:t>
      </w:r>
      <w:bookmarkEnd w:id="126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सुफ़यान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क़ौल</w:t>
      </w:r>
      <w:r w:rsidRPr="008F4AF7">
        <w:rPr>
          <w:cs/>
          <w:lang w:bidi="hi-IN"/>
        </w:rPr>
        <w:t xml:space="preserve"> (...)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?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जाफ़र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अजदाद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हाजियों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ऐलान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जगह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मशहूर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मुल्कों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FD6765">
        <w:t xml:space="preserve">, </w:t>
      </w:r>
      <w:r w:rsidRPr="008F4AF7">
        <w:rPr>
          <w:rFonts w:hint="cs"/>
          <w:cs/>
          <w:lang w:bidi="hi-IN"/>
        </w:rPr>
        <w:t>चुनाचे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हारिस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नोमान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फ़हरी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पहुची।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ऊँट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अबतह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चुँनाचे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ऊँट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उतरा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ऊँट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बिठाया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बाँध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ख़िदमत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हाँलाकि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FD6765">
        <w:t xml:space="preserve">,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वहदानियत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रिसालत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गवाही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पाँच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नमाज़ें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पढ़ो</w:t>
      </w:r>
      <w:r w:rsidRPr="00FD6765">
        <w:t xml:space="preserve">, </w:t>
      </w:r>
      <w:r w:rsidRPr="008F4AF7">
        <w:rPr>
          <w:rFonts w:hint="cs"/>
          <w:cs/>
          <w:lang w:bidi="hi-IN"/>
        </w:rPr>
        <w:t>हमने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रमज़ान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ज़कात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बरतरी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>.... (</w:t>
      </w:r>
      <w:r w:rsidRPr="008F4AF7">
        <w:rPr>
          <w:rFonts w:hint="cs"/>
          <w:cs/>
          <w:lang w:bidi="hi-IN"/>
        </w:rPr>
        <w:t>जिसका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FD6765">
        <w:t>?</w:t>
      </w:r>
      <w:r w:rsidRPr="008F4AF7">
        <w:rPr>
          <w:rFonts w:hint="cs"/>
          <w:cs/>
          <w:lang w:bidi="hi-IN"/>
        </w:rPr>
        <w:t>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क़सम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बेशक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हारिस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नोमान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मुँह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ऊँट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पालने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आसमान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पत्थर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दर्रनाक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मुब्तला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दे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ऊँट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ऊपर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पत्थर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पीठ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निकल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जगह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ढेर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फ़रमाई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FD6765">
        <w:t xml:space="preserve"> </w:t>
      </w:r>
      <w:r w:rsidRPr="00FD6765">
        <w:rPr>
          <w:rFonts w:ascii="Times New Roman" w:hAnsi="Times New Roman" w:cs="Times New Roman" w:hint="cs"/>
          <w:rtl/>
        </w:rPr>
        <w:t>سَأَلَ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سَائِلٌ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بِعَذَابٍ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وَاقِعٍ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لِّلْكَافِرِينَ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لَيْسَ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لَهُ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دَافِعٌ</w:t>
      </w:r>
      <w:r w:rsidRPr="00FD6765">
        <w:t xml:space="preserve"> </w:t>
      </w:r>
    </w:p>
    <w:p w:rsidR="008F4AF7" w:rsidRPr="00FD6765" w:rsidRDefault="008F4AF7" w:rsidP="008F4AF7">
      <w:pPr>
        <w:pStyle w:val="libNormal"/>
      </w:pPr>
      <w:r w:rsidRPr="00FD6765">
        <w:t xml:space="preserve"> 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कश्फ़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मज़कूरा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</w:p>
    <w:p w:rsidR="001D08AD" w:rsidRDefault="001D08AD" w:rsidP="00A213D6">
      <w:pPr>
        <w:pStyle w:val="Heading1"/>
        <w:rPr>
          <w:cs/>
          <w:lang w:bidi="hi-IN"/>
        </w:rPr>
      </w:pPr>
    </w:p>
    <w:p w:rsidR="001D08AD" w:rsidRDefault="001D08AD" w:rsidP="00A213D6">
      <w:pPr>
        <w:pStyle w:val="Heading1"/>
        <w:rPr>
          <w:cs/>
          <w:lang w:bidi="hi-IN"/>
        </w:rPr>
      </w:pPr>
      <w:bookmarkStart w:id="127" w:name="_Toc457825351"/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इसहाक़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हालात</w:t>
      </w:r>
      <w:bookmarkEnd w:id="127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ख़लक़ान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इसहाक़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इब्राहीम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नैशापूरी</w:t>
      </w:r>
      <w:r w:rsidRPr="00FD6765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मशहूर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मुफ़स्सिरे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बेनज़ीर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मुफ़स्सेरीन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बरतरी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ग़ाफ़िर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इस्माईल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फ़ारसी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सयाक़े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नैशापूर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दुरुद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भेजा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सहीहुन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FD6765">
        <w:t xml:space="preserve">, </w:t>
      </w:r>
      <w:r w:rsidRPr="008F4AF7">
        <w:rPr>
          <w:rFonts w:hint="cs"/>
          <w:cs/>
          <w:lang w:bidi="hi-IN"/>
        </w:rPr>
        <w:t>मौरिदे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इतमिनान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साहिबे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वुसूक़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सफ़दी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हाफ़िज़</w:t>
      </w:r>
      <w:r w:rsidRPr="00FD6765">
        <w:t xml:space="preserve">, </w:t>
      </w:r>
      <w:r w:rsidRPr="008F4AF7">
        <w:rPr>
          <w:rFonts w:hint="cs"/>
          <w:cs/>
          <w:lang w:bidi="hi-IN"/>
        </w:rPr>
        <w:t>आलिम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उलूमे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साहिबे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मुवस्सक़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1D08AD" w:rsidRDefault="001D08AD" w:rsidP="00A213D6">
      <w:pPr>
        <w:pStyle w:val="Heading1"/>
        <w:rPr>
          <w:cs/>
          <w:lang w:bidi="hi-IN"/>
        </w:rPr>
      </w:pPr>
    </w:p>
    <w:p w:rsidR="001D08AD" w:rsidRDefault="001D08AD" w:rsidP="00A213D6">
      <w:pPr>
        <w:pStyle w:val="Heading1"/>
        <w:rPr>
          <w:cs/>
          <w:lang w:bidi="hi-IN"/>
        </w:rPr>
      </w:pPr>
      <w:bookmarkStart w:id="128" w:name="_Toc457825352"/>
      <w:r w:rsidRPr="008F4AF7">
        <w:rPr>
          <w:rFonts w:hint="cs"/>
          <w:cs/>
          <w:lang w:bidi="hi-IN"/>
        </w:rPr>
        <w:t>सुफ़यान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हालात</w:t>
      </w:r>
      <w:bookmarkEnd w:id="128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सुफ़यान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क़ाबिले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वुसूक़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मशहूर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नोवी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सुफ़यान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ऐनिया</w:t>
      </w:r>
      <w:r w:rsidRPr="008F4AF7">
        <w:rPr>
          <w:cs/>
          <w:lang w:bidi="hi-IN"/>
        </w:rPr>
        <w:t xml:space="preserve">... </w:t>
      </w:r>
      <w:r w:rsidRPr="008F4AF7">
        <w:rPr>
          <w:rFonts w:hint="cs"/>
          <w:cs/>
          <w:lang w:bidi="hi-IN"/>
        </w:rPr>
        <w:t>आमश</w:t>
      </w:r>
      <w:r w:rsidRPr="00FD6765">
        <w:t xml:space="preserve">, </w:t>
      </w:r>
      <w:r w:rsidRPr="008F4AF7">
        <w:rPr>
          <w:rFonts w:hint="cs"/>
          <w:cs/>
          <w:lang w:bidi="hi-IN"/>
        </w:rPr>
        <w:t>सौरी</w:t>
      </w:r>
      <w:r w:rsidRPr="00FD6765">
        <w:t xml:space="preserve">, </w:t>
      </w:r>
      <w:r w:rsidRPr="008F4AF7">
        <w:rPr>
          <w:rFonts w:hint="cs"/>
          <w:cs/>
          <w:lang w:bidi="hi-IN"/>
        </w:rPr>
        <w:t>मुसइर</w:t>
      </w:r>
      <w:r w:rsidRPr="00FD6765">
        <w:t xml:space="preserve">,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जरीह</w:t>
      </w:r>
      <w:r w:rsidRPr="00FD6765">
        <w:t xml:space="preserve">, </w:t>
      </w:r>
      <w:r w:rsidRPr="008F4AF7">
        <w:rPr>
          <w:rFonts w:hint="cs"/>
          <w:cs/>
          <w:lang w:bidi="hi-IN"/>
        </w:rPr>
        <w:t>शोअबा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हम्मामस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वकीअ</w:t>
      </w:r>
      <w:r w:rsidRPr="00FD6765">
        <w:t xml:space="preserve">,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मुबारक</w:t>
      </w:r>
      <w:r w:rsidRPr="00FD6765">
        <w:t xml:space="preserve">,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मेहदी</w:t>
      </w:r>
      <w:r w:rsidRPr="00FD6765">
        <w:t xml:space="preserve">, </w:t>
      </w:r>
      <w:r w:rsidRPr="008F4AF7">
        <w:rPr>
          <w:rFonts w:hint="cs"/>
          <w:cs/>
          <w:lang w:bidi="hi-IN"/>
        </w:rPr>
        <w:t>क़त्तान</w:t>
      </w:r>
      <w:r w:rsidRPr="00FD6765">
        <w:t xml:space="preserve">, </w:t>
      </w:r>
      <w:r w:rsidRPr="008F4AF7">
        <w:rPr>
          <w:rFonts w:hint="cs"/>
          <w:cs/>
          <w:lang w:bidi="hi-IN"/>
        </w:rPr>
        <w:t>हम्माद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ज़ैद</w:t>
      </w:r>
      <w:r w:rsidRPr="00FD6765">
        <w:t xml:space="preserve">, </w:t>
      </w:r>
      <w:r w:rsidRPr="008F4AF7">
        <w:rPr>
          <w:rFonts w:hint="cs"/>
          <w:cs/>
          <w:lang w:bidi="hi-IN"/>
        </w:rPr>
        <w:t>क़ैस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रबीअ</w:t>
      </w:r>
      <w:r w:rsidRPr="00FD6765">
        <w:t xml:space="preserve">,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सालेह</w:t>
      </w:r>
      <w:r w:rsidRPr="00FD6765">
        <w:t xml:space="preserve">, </w:t>
      </w:r>
      <w:r w:rsidRPr="008F4AF7">
        <w:rPr>
          <w:rFonts w:hint="cs"/>
          <w:cs/>
          <w:lang w:bidi="hi-IN"/>
        </w:rPr>
        <w:t>शाफ़ेई</w:t>
      </w:r>
      <w:r w:rsidRPr="00FD6765">
        <w:t xml:space="preserve">,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वहब</w:t>
      </w:r>
      <w:r w:rsidRPr="00FD6765">
        <w:t xml:space="preserve">,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हंबल</w:t>
      </w:r>
      <w:r w:rsidRPr="00FD6765">
        <w:t xml:space="preserve">,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मदीनी</w:t>
      </w:r>
      <w:r w:rsidRPr="00FD6765">
        <w:t xml:space="preserve">,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मुईन</w:t>
      </w:r>
      <w:r w:rsidRPr="00FD6765">
        <w:t xml:space="preserve">,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राहवय</w:t>
      </w:r>
      <w:r w:rsidRPr="00FD6765">
        <w:t xml:space="preserve">, </w:t>
      </w:r>
      <w:r w:rsidRPr="008F4AF7">
        <w:rPr>
          <w:rFonts w:hint="cs"/>
          <w:cs/>
          <w:lang w:bidi="hi-IN"/>
        </w:rPr>
        <w:t>हमीदी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ख़लायक़ी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वग़ैरह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मुश्किल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सौरी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कत्तान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FD6765">
        <w:t xml:space="preserve">, </w:t>
      </w:r>
      <w:r w:rsidRPr="008F4AF7">
        <w:rPr>
          <w:rFonts w:hint="cs"/>
          <w:cs/>
          <w:lang w:bidi="hi-IN"/>
        </w:rPr>
        <w:t>जलालत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इत्तेफ़ाक़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ज़हबी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सुफ़यान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हेलाली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शेख़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मालिक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सुफ़यान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..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देखा</w:t>
      </w:r>
      <w:r w:rsidRPr="008F4AF7">
        <w:rPr>
          <w:cs/>
          <w:lang w:bidi="hi-IN"/>
        </w:rPr>
        <w:t xml:space="preserve">...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पाया।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याफ़ेई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FD6765">
        <w:t xml:space="preserve">, </w:t>
      </w:r>
      <w:r w:rsidRPr="008F4AF7">
        <w:rPr>
          <w:rFonts w:hint="cs"/>
          <w:cs/>
          <w:lang w:bidi="hi-IN"/>
        </w:rPr>
        <w:t>आलिम</w:t>
      </w:r>
      <w:r w:rsidRPr="00FD6765">
        <w:t xml:space="preserve">, </w:t>
      </w:r>
      <w:r w:rsidRPr="008F4AF7">
        <w:rPr>
          <w:rFonts w:hint="cs"/>
          <w:cs/>
          <w:lang w:bidi="hi-IN"/>
        </w:rPr>
        <w:t>साबित</w:t>
      </w:r>
      <w:r w:rsidRPr="00FD6765">
        <w:t xml:space="preserve">, </w:t>
      </w:r>
      <w:r w:rsidRPr="008F4AF7">
        <w:rPr>
          <w:rFonts w:hint="cs"/>
          <w:cs/>
          <w:lang w:bidi="hi-IN"/>
        </w:rPr>
        <w:t>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तक़वा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अहादीस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इजमाअ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वफ़यातुल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61, 62)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33)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तहज़ीबुल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लुग़ात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224)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सन्</w:t>
      </w:r>
      <w:r w:rsidRPr="008F4AF7">
        <w:rPr>
          <w:cs/>
          <w:lang w:bidi="hi-IN"/>
        </w:rPr>
        <w:t xml:space="preserve"> </w:t>
      </w:r>
      <w:r w:rsidRPr="00FD6765">
        <w:t>197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वाक़ेयात</w:t>
      </w:r>
      <w:r w:rsidRPr="008F4AF7">
        <w:rPr>
          <w:cs/>
          <w:lang w:bidi="hi-IN"/>
        </w:rPr>
        <w:t>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मेरातुल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जेनान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सन्</w:t>
      </w:r>
      <w:r w:rsidRPr="008F4AF7">
        <w:rPr>
          <w:cs/>
          <w:lang w:bidi="hi-IN"/>
        </w:rPr>
        <w:t xml:space="preserve"> </w:t>
      </w:r>
      <w:r w:rsidRPr="00FD6765">
        <w:t>198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वाक़ेयात</w:t>
      </w:r>
      <w:r w:rsidRPr="008F4AF7">
        <w:rPr>
          <w:cs/>
          <w:lang w:bidi="hi-IN"/>
        </w:rPr>
        <w:t>)</w:t>
      </w:r>
    </w:p>
    <w:p w:rsidR="001D08AD" w:rsidRDefault="001D08AD" w:rsidP="00A213D6">
      <w:pPr>
        <w:pStyle w:val="Heading1"/>
      </w:pPr>
    </w:p>
    <w:p w:rsidR="001D08AD" w:rsidRDefault="001D08AD" w:rsidP="00A213D6">
      <w:pPr>
        <w:pStyle w:val="Heading1"/>
      </w:pPr>
      <w:bookmarkStart w:id="129" w:name="_Toc457825353"/>
      <w:r w:rsidRPr="00FD6765">
        <w:t>2.</w:t>
      </w:r>
      <w:r w:rsidRPr="00FD6765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उबैद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हरवी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मुतवफ़्फ़ा</w:t>
      </w:r>
      <w:r w:rsidRPr="008F4AF7">
        <w:rPr>
          <w:cs/>
          <w:lang w:bidi="hi-IN"/>
        </w:rPr>
        <w:t xml:space="preserve"> </w:t>
      </w:r>
      <w:r w:rsidRPr="00FD6765">
        <w:t>223)</w:t>
      </w:r>
      <w:bookmarkEnd w:id="129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हरवी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ग़रायबुल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....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मुल्कों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शहरो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FD6765">
        <w:t xml:space="preserve">, </w:t>
      </w:r>
      <w:r w:rsidRPr="008F4AF7">
        <w:rPr>
          <w:rFonts w:hint="cs"/>
          <w:cs/>
          <w:lang w:bidi="hi-IN"/>
        </w:rPr>
        <w:t>जाबिर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हारिस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कलद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ख़िदमत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FD6765">
        <w:t xml:space="preserve">,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वहदानियत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गवाही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>....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ख़लक़ान</w:t>
      </w:r>
      <w:r w:rsidRPr="00FD6765">
        <w:t xml:space="preserve">, </w:t>
      </w:r>
      <w:r w:rsidRPr="008F4AF7">
        <w:rPr>
          <w:rFonts w:hint="cs"/>
          <w:cs/>
          <w:lang w:bidi="hi-IN"/>
        </w:rPr>
        <w:t>हरवी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सवानेह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रूहानी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फ़ुनून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मालिक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सहीहुन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पहचानते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हो।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वफ़यातुल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60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रक्म</w:t>
      </w:r>
      <w:r w:rsidRPr="008F4AF7">
        <w:rPr>
          <w:cs/>
          <w:lang w:bidi="hi-IN"/>
        </w:rPr>
        <w:t xml:space="preserve"> </w:t>
      </w:r>
      <w:r w:rsidRPr="00FD6765">
        <w:t>534)</w:t>
      </w:r>
    </w:p>
    <w:p w:rsidR="001D08AD" w:rsidRDefault="001D08AD" w:rsidP="00A213D6">
      <w:pPr>
        <w:pStyle w:val="Heading1"/>
      </w:pPr>
    </w:p>
    <w:p w:rsidR="001D08AD" w:rsidRDefault="001D08AD" w:rsidP="00A213D6">
      <w:pPr>
        <w:pStyle w:val="Heading1"/>
      </w:pPr>
      <w:bookmarkStart w:id="130" w:name="_Toc457825354"/>
      <w:r w:rsidRPr="00FD6765">
        <w:t xml:space="preserve">3. </w:t>
      </w:r>
      <w:r w:rsidRPr="00FD6765">
        <w:tab/>
      </w:r>
      <w:r w:rsidRPr="008F4AF7">
        <w:rPr>
          <w:rFonts w:hint="cs"/>
          <w:cs/>
          <w:lang w:bidi="hi-IN"/>
        </w:rPr>
        <w:t>शेखुल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हम्मूई</w:t>
      </w:r>
      <w:bookmarkEnd w:id="130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फ़रायदुस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समतैन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FD6765">
        <w:t>15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शेख़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इमादुद्दीन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बदरान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जमालुद्दीन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क़ासिम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अँसारी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ज़ब्बार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ख़ारज़मी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बैहक़ी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वाहेदी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उस्ताद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इस्हाक़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पढ़ा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सुफ़यान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?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जिसको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).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हमूई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इब्राहीम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हमविया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सदरुद्दीन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मजामेअ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उस्ताद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जिनकी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FD6765">
        <w:t>722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उलूमे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फ़रायदुस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समतैन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तालीफ़</w:t>
      </w:r>
      <w:r w:rsidRPr="008F4AF7">
        <w:rPr>
          <w:cs/>
          <w:lang w:bidi="hi-IN"/>
        </w:rPr>
        <w:t xml:space="preserve"> </w:t>
      </w:r>
      <w:r w:rsidRPr="00FD6765">
        <w:t>716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फ़रायदुस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समतैन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82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FD6765">
        <w:t>63)</w:t>
      </w:r>
    </w:p>
    <w:p w:rsidR="008F4AF7" w:rsidRPr="00FD6765" w:rsidRDefault="008F4AF7" w:rsidP="008F4AF7">
      <w:pPr>
        <w:pStyle w:val="libNormal"/>
      </w:pPr>
      <w:r w:rsidRPr="00FD6765">
        <w:lastRenderedPageBreak/>
        <w:t>(</w:t>
      </w:r>
      <w:r w:rsidRPr="008F4AF7">
        <w:rPr>
          <w:rFonts w:hint="cs"/>
          <w:cs/>
          <w:lang w:bidi="hi-IN"/>
        </w:rPr>
        <w:t>तज़किरतुल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हुफ़्फ़ाज़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 xml:space="preserve">505, </w:t>
      </w:r>
      <w:r w:rsidRPr="008F4AF7">
        <w:rPr>
          <w:rFonts w:hint="cs"/>
          <w:cs/>
          <w:lang w:bidi="hi-IN"/>
        </w:rPr>
        <w:t>मोजमे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शुयूख़ुज़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125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रक़्म</w:t>
      </w:r>
      <w:r w:rsidRPr="008F4AF7">
        <w:rPr>
          <w:cs/>
          <w:lang w:bidi="hi-IN"/>
        </w:rPr>
        <w:t xml:space="preserve"> </w:t>
      </w:r>
      <w:r w:rsidRPr="00FD6765">
        <w:t>156)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बग़दादी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जवीनी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फ़रायदुस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समतैन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FD6765">
        <w:t>716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फ़ारिग़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बेहतरीन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फज़ायल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मनाक़िब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इज़ाहुल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मकनून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क़श्फ़ुज़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ज़ुनून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182)</w:t>
      </w:r>
    </w:p>
    <w:p w:rsidR="001D08AD" w:rsidRDefault="001D08AD" w:rsidP="00A213D6">
      <w:pPr>
        <w:pStyle w:val="Heading1"/>
      </w:pPr>
    </w:p>
    <w:p w:rsidR="001D08AD" w:rsidRDefault="001D08AD" w:rsidP="00A213D6">
      <w:pPr>
        <w:pStyle w:val="Heading1"/>
      </w:pPr>
      <w:bookmarkStart w:id="131" w:name="_Toc457825355"/>
      <w:r w:rsidRPr="00FD6765">
        <w:t>4.</w:t>
      </w:r>
      <w:r w:rsidRPr="00FD6765">
        <w:tab/>
      </w:r>
      <w:r w:rsidRPr="008F4AF7">
        <w:rPr>
          <w:rFonts w:hint="cs"/>
          <w:cs/>
          <w:lang w:bidi="hi-IN"/>
        </w:rPr>
        <w:t>हाकिम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हसकानी</w:t>
      </w:r>
      <w:bookmarkEnd w:id="131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हाकिम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हसकानी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हनफ़ी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आईम्म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हाकिम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हसकानी</w:t>
      </w:r>
      <w:r w:rsidRPr="00FD6765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जाफ़रे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शैबानी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अब्दुर्रहमान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इब्राहीम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कसाई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दकीन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सुफ़यान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रुबई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हुज़ैफ़ा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 (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>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नोमान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मुन्ज़िर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फ़हरी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खड़ा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...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किया।</w:t>
      </w:r>
    </w:p>
    <w:p w:rsidR="008F4AF7" w:rsidRPr="00FD6765" w:rsidRDefault="008F4AF7" w:rsidP="008F4AF7">
      <w:pPr>
        <w:pStyle w:val="libNormal"/>
      </w:pPr>
      <w:r w:rsidRPr="00FD6765">
        <w:rPr>
          <w:rFonts w:hint="eastAsia"/>
        </w:rPr>
        <w:t>•</w:t>
      </w:r>
      <w:r w:rsidRPr="00FD6765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बग़दादी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ग़ाफ़िर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नैशापूरी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ज़िन्दगी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फ़क़ीह</w:t>
      </w:r>
      <w:r w:rsidRPr="00FD6765">
        <w:t xml:space="preserve">, </w:t>
      </w:r>
      <w:r w:rsidRPr="008F4AF7">
        <w:rPr>
          <w:rFonts w:hint="cs"/>
          <w:cs/>
          <w:lang w:bidi="hi-IN"/>
        </w:rPr>
        <w:t>फ़ाज़िल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</w:p>
    <w:p w:rsidR="008F4AF7" w:rsidRPr="00FD6765" w:rsidRDefault="008F4AF7" w:rsidP="008F4AF7">
      <w:pPr>
        <w:pStyle w:val="libNormal"/>
      </w:pPr>
      <w:r w:rsidRPr="00FD6765">
        <w:rPr>
          <w:rFonts w:hint="eastAsia"/>
        </w:rPr>
        <w:t>•</w:t>
      </w:r>
      <w:r w:rsidRPr="00FD6765">
        <w:tab/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जाफ़रे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शैबानी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नैशापूरी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ख़तीबे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सवानेह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दौलत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दौलत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</w:t>
      </w:r>
      <w:r w:rsidRPr="00FD6765">
        <w:t xml:space="preserve">,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</w:t>
      </w:r>
      <w:r w:rsidRPr="00FD6765">
        <w:t xml:space="preserve">, </w:t>
      </w:r>
      <w:r w:rsidRPr="008F4AF7">
        <w:rPr>
          <w:rFonts w:hint="cs"/>
          <w:cs/>
          <w:lang w:bidi="hi-IN"/>
        </w:rPr>
        <w:t>हज</w:t>
      </w:r>
      <w:r w:rsidRPr="00FD6765">
        <w:t xml:space="preserve">, </w:t>
      </w:r>
      <w:r w:rsidRPr="008F4AF7">
        <w:rPr>
          <w:rFonts w:hint="cs"/>
          <w:cs/>
          <w:lang w:bidi="hi-IN"/>
        </w:rPr>
        <w:t>जेहाद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ख़र्च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....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मौरिदे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वुसूक़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शवाहिदुत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तंज़ील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381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FD6765">
        <w:t>385)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सेयाक़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नैशापूर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37)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391)</w:t>
      </w:r>
    </w:p>
    <w:p w:rsidR="001D08AD" w:rsidRDefault="001D08AD" w:rsidP="00A213D6">
      <w:pPr>
        <w:pStyle w:val="Heading1"/>
        <w:rPr>
          <w:cs/>
          <w:lang w:bidi="hi-IN"/>
        </w:rPr>
      </w:pPr>
    </w:p>
    <w:p w:rsidR="001D08AD" w:rsidRDefault="001D08AD" w:rsidP="00A213D6">
      <w:pPr>
        <w:pStyle w:val="Heading1"/>
        <w:rPr>
          <w:cs/>
          <w:lang w:bidi="hi-IN"/>
        </w:rPr>
      </w:pPr>
      <w:bookmarkStart w:id="132" w:name="_Toc457825356"/>
      <w:r w:rsidRPr="008F4AF7">
        <w:rPr>
          <w:rFonts w:hint="cs"/>
          <w:cs/>
          <w:lang w:bidi="hi-IN"/>
        </w:rPr>
        <w:t>अब्दुर्हमान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असदी</w:t>
      </w:r>
      <w:r w:rsidRPr="008F4AF7">
        <w:rPr>
          <w:cs/>
          <w:lang w:bidi="hi-IN"/>
        </w:rPr>
        <w:t>:</w:t>
      </w:r>
      <w:bookmarkEnd w:id="132"/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ख़तीबे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सवानेह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तमजीद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तज़ईफ़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तज़ईफ़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क़ाबिले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तवज्जो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होती।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इब्राहीम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कसाई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दैज़ल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ज़हबी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FD6765">
        <w:t xml:space="preserve">, </w:t>
      </w:r>
      <w:r w:rsidRPr="008F4AF7">
        <w:rPr>
          <w:rFonts w:hint="cs"/>
          <w:cs/>
          <w:lang w:bidi="hi-IN"/>
        </w:rPr>
        <w:t>हाफ़िज़</w:t>
      </w:r>
      <w:r w:rsidRPr="00FD6765">
        <w:t xml:space="preserve">,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औऱ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आबिद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.... </w:t>
      </w:r>
      <w:r w:rsidRPr="008F4AF7">
        <w:rPr>
          <w:rFonts w:hint="cs"/>
          <w:cs/>
          <w:lang w:bidi="hi-IN"/>
        </w:rPr>
        <w:t>हाकिम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फज़्ल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दकीन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सेहाहे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सित्ता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रेजाल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बुख़ारी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बुज़ुर्ग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असातिज़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10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292)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लिसानुल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मीज़ान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 xml:space="preserve">234, </w:t>
      </w:r>
      <w:r w:rsidRPr="008F4AF7">
        <w:rPr>
          <w:rFonts w:hint="cs"/>
          <w:cs/>
          <w:lang w:bidi="hi-IN"/>
        </w:rPr>
        <w:t>मीज़ानुल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ऐतेदाल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111)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सेयरे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आलामुन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13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184)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तक़रीबुत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तहज़ीब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110)</w:t>
      </w:r>
    </w:p>
    <w:p w:rsidR="001D08AD" w:rsidRDefault="001D08AD" w:rsidP="00A213D6">
      <w:pPr>
        <w:pStyle w:val="Heading1"/>
        <w:rPr>
          <w:cs/>
          <w:lang w:bidi="hi-IN"/>
        </w:rPr>
      </w:pPr>
    </w:p>
    <w:p w:rsidR="001D08AD" w:rsidRDefault="001D08AD" w:rsidP="00A213D6">
      <w:pPr>
        <w:pStyle w:val="Heading1"/>
        <w:rPr>
          <w:cs/>
          <w:lang w:bidi="hi-IN"/>
        </w:rPr>
      </w:pPr>
      <w:bookmarkStart w:id="133" w:name="_Toc457825357"/>
      <w:r w:rsidRPr="008F4AF7">
        <w:rPr>
          <w:rFonts w:hint="cs"/>
          <w:cs/>
          <w:lang w:bidi="hi-IN"/>
        </w:rPr>
        <w:t>सुफ़यान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>:</w:t>
      </w:r>
      <w:bookmarkEnd w:id="133"/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सौरी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मशहूर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शोअबा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सुफ़यान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ऐनिया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आसिम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नबील</w:t>
      </w:r>
      <w:r w:rsidRPr="00FD6765">
        <w:t xml:space="preserve">, </w:t>
      </w:r>
      <w:r w:rsidRPr="008F4AF7">
        <w:rPr>
          <w:rFonts w:hint="cs"/>
          <w:cs/>
          <w:lang w:bidi="hi-IN"/>
        </w:rPr>
        <w:t>यहया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लक़्ब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सुफ़यान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असहाबे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FD6765">
        <w:t xml:space="preserve">,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सौरी।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दौरी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मुसाहिदा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मुईन</w:t>
      </w:r>
      <w:r w:rsidRPr="00FD6765">
        <w:t xml:space="preserve">, </w:t>
      </w:r>
      <w:r w:rsidRPr="008F4AF7">
        <w:rPr>
          <w:rFonts w:hint="cs"/>
          <w:cs/>
          <w:lang w:bidi="hi-IN"/>
        </w:rPr>
        <w:lastRenderedPageBreak/>
        <w:t>फ़िक्ह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ज़ौहद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वग़ैरह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सुफ़यान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मुक़द्दम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सिहाहे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सित्ता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रेजाल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रुबई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मोतमिर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सिहाहे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सित्ता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रेजाल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धोके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हुज़ैफ़ा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यमान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जलीलुल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तहज़ीबुल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11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164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FD6765">
        <w:t>169)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तक़रीबुत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तहज़ीब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177)</w:t>
      </w:r>
    </w:p>
    <w:p w:rsidR="008F4AF7" w:rsidRDefault="008F4AF7" w:rsidP="008F4AF7">
      <w:pPr>
        <w:pStyle w:val="libNormal"/>
        <w:rPr>
          <w:lang w:bidi="hi-IN"/>
        </w:rPr>
      </w:pPr>
      <w:r w:rsidRPr="00FD6765">
        <w:t>(</w:t>
      </w:r>
      <w:r w:rsidRPr="008F4AF7">
        <w:rPr>
          <w:rFonts w:hint="cs"/>
          <w:cs/>
          <w:lang w:bidi="hi-IN"/>
        </w:rPr>
        <w:t>तक़रीबुत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तहज़ीब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243)</w:t>
      </w:r>
    </w:p>
    <w:p w:rsidR="001D08AD" w:rsidRDefault="001D08AD" w:rsidP="00A213D6">
      <w:pPr>
        <w:pStyle w:val="Heading1"/>
        <w:rPr>
          <w:cs/>
          <w:lang w:bidi="hi-IN"/>
        </w:rPr>
      </w:pPr>
    </w:p>
    <w:p w:rsidR="001D08AD" w:rsidRDefault="001D08AD" w:rsidP="00A213D6">
      <w:pPr>
        <w:pStyle w:val="Heading1"/>
        <w:rPr>
          <w:cs/>
          <w:lang w:bidi="hi-IN"/>
        </w:rPr>
      </w:pPr>
      <w:bookmarkStart w:id="134" w:name="_Toc457825358"/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रावी</w:t>
      </w:r>
      <w:bookmarkEnd w:id="134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आईम्म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FD6765">
        <w:t>1.</w:t>
      </w:r>
      <w:r w:rsidRPr="00FD6765">
        <w:tab/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>)</w:t>
      </w:r>
    </w:p>
    <w:p w:rsidR="008F4AF7" w:rsidRPr="00FD6765" w:rsidRDefault="008F4AF7" w:rsidP="008F4AF7">
      <w:pPr>
        <w:pStyle w:val="libNormal"/>
      </w:pPr>
      <w:r w:rsidRPr="00FD6765">
        <w:t>2.</w:t>
      </w:r>
      <w:r w:rsidRPr="00FD6765">
        <w:tab/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बाक़िर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>)</w:t>
      </w:r>
    </w:p>
    <w:p w:rsidR="008F4AF7" w:rsidRPr="00FD6765" w:rsidRDefault="008F4AF7" w:rsidP="008F4AF7">
      <w:pPr>
        <w:pStyle w:val="libNormal"/>
      </w:pPr>
      <w:r w:rsidRPr="00FD6765">
        <w:t>3.</w:t>
      </w:r>
      <w:r w:rsidRPr="00FD6765">
        <w:tab/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जाफ़क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सादिक़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>)</w:t>
      </w:r>
    </w:p>
    <w:p w:rsidR="008F4AF7" w:rsidRPr="00FD6765" w:rsidRDefault="008F4AF7" w:rsidP="008F4AF7">
      <w:pPr>
        <w:pStyle w:val="libNormal"/>
      </w:pPr>
      <w:r w:rsidRPr="00FD6765">
        <w:t>4.</w:t>
      </w:r>
      <w:r w:rsidRPr="00FD6765">
        <w:tab/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</w:p>
    <w:p w:rsidR="008F4AF7" w:rsidRPr="00FD6765" w:rsidRDefault="008F4AF7" w:rsidP="008F4AF7">
      <w:pPr>
        <w:pStyle w:val="libNormal"/>
      </w:pPr>
      <w:r w:rsidRPr="00FD6765">
        <w:lastRenderedPageBreak/>
        <w:t>5.</w:t>
      </w:r>
      <w:r w:rsidRPr="00FD6765">
        <w:tab/>
      </w:r>
      <w:r w:rsidRPr="008F4AF7">
        <w:rPr>
          <w:rFonts w:hint="cs"/>
          <w:cs/>
          <w:lang w:bidi="hi-IN"/>
        </w:rPr>
        <w:t>हुज़ैफ़ा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यमान</w:t>
      </w:r>
    </w:p>
    <w:p w:rsidR="008F4AF7" w:rsidRPr="00FD6765" w:rsidRDefault="008F4AF7" w:rsidP="008F4AF7">
      <w:pPr>
        <w:pStyle w:val="libNormal"/>
      </w:pPr>
      <w:r w:rsidRPr="00FD6765">
        <w:t>6.</w:t>
      </w:r>
      <w:r w:rsidRPr="00FD6765">
        <w:tab/>
      </w:r>
      <w:r w:rsidRPr="008F4AF7">
        <w:rPr>
          <w:rFonts w:hint="cs"/>
          <w:cs/>
          <w:lang w:bidi="hi-IN"/>
        </w:rPr>
        <w:t>सअद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वक़ास</w:t>
      </w:r>
    </w:p>
    <w:p w:rsidR="008F4AF7" w:rsidRPr="00FD6765" w:rsidRDefault="008F4AF7" w:rsidP="008F4AF7">
      <w:pPr>
        <w:pStyle w:val="libNormal"/>
      </w:pPr>
      <w:r w:rsidRPr="00FD6765">
        <w:t>7.</w:t>
      </w:r>
      <w:r w:rsidRPr="00FD6765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हुरैरा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रावी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मज़मून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उबैद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हरवी</w:t>
      </w:r>
      <w:r w:rsidRPr="008F4AF7">
        <w:rPr>
          <w:cs/>
          <w:lang w:bidi="hi-IN"/>
        </w:rPr>
        <w:t xml:space="preserve"> (</w:t>
      </w:r>
      <w:r w:rsidRPr="00FD6765">
        <w:t>1223)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तफ़सीरे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ग़रीबुल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</w:t>
      </w:r>
      <w:r w:rsidRPr="008F4AF7">
        <w:rPr>
          <w:cs/>
          <w:lang w:bidi="hi-IN"/>
        </w:rPr>
        <w:t>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मूसली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बग़दादी</w:t>
      </w:r>
      <w:r w:rsidRPr="008F4AF7">
        <w:rPr>
          <w:cs/>
          <w:lang w:bidi="hi-IN"/>
        </w:rPr>
        <w:t xml:space="preserve"> (</w:t>
      </w:r>
      <w:r w:rsidRPr="00FD6765">
        <w:t>351)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तफ़सीरे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शिफ़ाउस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सुदूर</w:t>
      </w:r>
      <w:r w:rsidRPr="008F4AF7">
        <w:rPr>
          <w:cs/>
          <w:lang w:bidi="hi-IN"/>
        </w:rPr>
        <w:t>)</w:t>
      </w:r>
    </w:p>
    <w:p w:rsidR="008F4AF7" w:rsidRPr="00FD6765" w:rsidRDefault="008F4AF7" w:rsidP="008F4AF7">
      <w:pPr>
        <w:pStyle w:val="libNormal"/>
      </w:pPr>
      <w:r w:rsidRPr="00FD6765">
        <w:t xml:space="preserve">3.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इसहाक़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नैशा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पूरी</w:t>
      </w:r>
      <w:r w:rsidRPr="008F4AF7">
        <w:rPr>
          <w:cs/>
          <w:lang w:bidi="hi-IN"/>
        </w:rPr>
        <w:t xml:space="preserve"> (</w:t>
      </w:r>
      <w:r w:rsidRPr="00FD6765">
        <w:t>427)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कश्फ़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>)</w:t>
      </w:r>
    </w:p>
    <w:p w:rsidR="008F4AF7" w:rsidRPr="00FD6765" w:rsidRDefault="008F4AF7" w:rsidP="008F4AF7">
      <w:pPr>
        <w:pStyle w:val="libNormal"/>
      </w:pPr>
      <w:r w:rsidRPr="00FD6765">
        <w:t xml:space="preserve">4. </w:t>
      </w:r>
      <w:r w:rsidRPr="008F4AF7">
        <w:rPr>
          <w:rFonts w:hint="cs"/>
          <w:cs/>
          <w:lang w:bidi="hi-IN"/>
        </w:rPr>
        <w:t>हाकिम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हसकानी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हनफ़ी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शवाहिदुत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तंजील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383)</w:t>
      </w:r>
    </w:p>
    <w:p w:rsidR="008F4AF7" w:rsidRPr="00FD6765" w:rsidRDefault="008F4AF7" w:rsidP="008F4AF7">
      <w:pPr>
        <w:pStyle w:val="libNormal"/>
      </w:pPr>
      <w:r w:rsidRPr="00FD6765">
        <w:t>5.</w:t>
      </w:r>
      <w:r w:rsidRPr="00FD6765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क़ुरतुबी</w:t>
      </w:r>
      <w:r w:rsidRPr="008F4AF7">
        <w:rPr>
          <w:cs/>
          <w:lang w:bidi="hi-IN"/>
        </w:rPr>
        <w:t xml:space="preserve"> (</w:t>
      </w:r>
      <w:r w:rsidRPr="00FD6765">
        <w:t>567)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जामेउल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अहकामिल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278)</w:t>
      </w:r>
    </w:p>
    <w:p w:rsidR="008F4AF7" w:rsidRPr="00FD6765" w:rsidRDefault="008F4AF7" w:rsidP="008F4AF7">
      <w:pPr>
        <w:pStyle w:val="libNormal"/>
      </w:pPr>
      <w:r w:rsidRPr="00FD6765">
        <w:t>6.</w:t>
      </w:r>
      <w:r w:rsidRPr="00FD6765">
        <w:tab/>
      </w:r>
      <w:r w:rsidRPr="008F4AF7">
        <w:rPr>
          <w:rFonts w:hint="cs"/>
          <w:cs/>
          <w:lang w:bidi="hi-IN"/>
        </w:rPr>
        <w:t>सिब्ते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जौज़ी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हनफ़ी</w:t>
      </w:r>
      <w:r w:rsidRPr="008F4AF7">
        <w:rPr>
          <w:cs/>
          <w:lang w:bidi="hi-IN"/>
        </w:rPr>
        <w:t xml:space="preserve"> (</w:t>
      </w:r>
      <w:r w:rsidRPr="00FD6765">
        <w:t>654)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तज़किरतुल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ख़वास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30)</w:t>
      </w:r>
    </w:p>
    <w:p w:rsidR="008F4AF7" w:rsidRPr="00FD6765" w:rsidRDefault="008F4AF7" w:rsidP="008F4AF7">
      <w:pPr>
        <w:pStyle w:val="libNormal"/>
      </w:pPr>
      <w:r w:rsidRPr="00FD6765">
        <w:lastRenderedPageBreak/>
        <w:t>7.</w:t>
      </w:r>
      <w:r w:rsidRPr="00FD6765">
        <w:tab/>
      </w:r>
      <w:r w:rsidRPr="008F4AF7">
        <w:rPr>
          <w:rFonts w:hint="cs"/>
          <w:cs/>
          <w:lang w:bidi="hi-IN"/>
        </w:rPr>
        <w:t>शेख़ुल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हमूई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फ़रायदुस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समतैन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82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FD6765">
        <w:t>63)</w:t>
      </w:r>
    </w:p>
    <w:p w:rsidR="008F4AF7" w:rsidRPr="00FD6765" w:rsidRDefault="008F4AF7" w:rsidP="008F4AF7">
      <w:pPr>
        <w:pStyle w:val="libNormal"/>
      </w:pPr>
      <w:r w:rsidRPr="00FD6765">
        <w:t>8.</w:t>
      </w:r>
      <w:r w:rsidRPr="00FD6765">
        <w:tab/>
      </w:r>
      <w:r w:rsidRPr="008F4AF7">
        <w:rPr>
          <w:rFonts w:hint="cs"/>
          <w:cs/>
          <w:lang w:bidi="hi-IN"/>
        </w:rPr>
        <w:t>शेख़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ज़रन्दी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हनफ़ी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नज़्म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दुररुस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समतैन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93)</w:t>
      </w:r>
    </w:p>
    <w:p w:rsidR="008F4AF7" w:rsidRPr="00FD6765" w:rsidRDefault="008F4AF7" w:rsidP="008F4AF7">
      <w:pPr>
        <w:pStyle w:val="libNormal"/>
      </w:pPr>
      <w:r w:rsidRPr="00FD6765">
        <w:t>9.</w:t>
      </w:r>
      <w:r w:rsidRPr="00FD6765">
        <w:tab/>
      </w:r>
      <w:r w:rsidRPr="008F4AF7">
        <w:rPr>
          <w:rFonts w:hint="cs"/>
          <w:cs/>
          <w:lang w:bidi="hi-IN"/>
        </w:rPr>
        <w:t>नुरूद्दीन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सब्बाग़े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मालिकी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फ़ुसूलुल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मुहिम्मा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41)</w:t>
      </w:r>
    </w:p>
    <w:p w:rsidR="008F4AF7" w:rsidRPr="00FD6765" w:rsidRDefault="008F4AF7" w:rsidP="008F4AF7">
      <w:pPr>
        <w:pStyle w:val="libNormal"/>
      </w:pPr>
      <w:r w:rsidRPr="00FD6765">
        <w:t>10.</w:t>
      </w:r>
      <w:r w:rsidRPr="00FD6765">
        <w:tab/>
      </w:r>
      <w:r w:rsidRPr="008F4AF7">
        <w:rPr>
          <w:rFonts w:hint="cs"/>
          <w:cs/>
          <w:lang w:bidi="hi-IN"/>
        </w:rPr>
        <w:t>सैयद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नुरूद्दीन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समहूदी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जवाहिरुल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अक़दैन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179)</w:t>
      </w:r>
    </w:p>
    <w:p w:rsidR="008F4AF7" w:rsidRPr="00FD6765" w:rsidRDefault="008F4AF7" w:rsidP="008F4AF7">
      <w:pPr>
        <w:pStyle w:val="libNormal"/>
      </w:pPr>
      <w:r w:rsidRPr="00FD6765">
        <w:t>11.</w:t>
      </w:r>
      <w:r w:rsidRPr="00FD6765">
        <w:tab/>
      </w:r>
      <w:r w:rsidRPr="008F4AF7">
        <w:rPr>
          <w:rFonts w:hint="cs"/>
          <w:cs/>
          <w:lang w:bidi="hi-IN"/>
        </w:rPr>
        <w:t>अबुस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इमादी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इरशादुल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अक़्लिस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29)</w:t>
      </w:r>
    </w:p>
    <w:p w:rsidR="008F4AF7" w:rsidRPr="00FD6765" w:rsidRDefault="008F4AF7" w:rsidP="008F4AF7">
      <w:pPr>
        <w:pStyle w:val="libNormal"/>
      </w:pPr>
      <w:r w:rsidRPr="00FD6765">
        <w:t>12.</w:t>
      </w:r>
      <w:r w:rsidRPr="00FD6765">
        <w:tab/>
      </w:r>
      <w:r w:rsidRPr="008F4AF7">
        <w:rPr>
          <w:rFonts w:hint="cs"/>
          <w:cs/>
          <w:lang w:bidi="hi-IN"/>
        </w:rPr>
        <w:t>शमसुद्दीन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शिराज़ी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सिराजिल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380)</w:t>
      </w:r>
    </w:p>
    <w:p w:rsidR="008F4AF7" w:rsidRPr="00FD6765" w:rsidRDefault="008F4AF7" w:rsidP="008F4AF7">
      <w:pPr>
        <w:pStyle w:val="libNormal"/>
      </w:pPr>
      <w:r w:rsidRPr="00FD6765">
        <w:t>13.</w:t>
      </w:r>
      <w:r w:rsidRPr="00FD6765">
        <w:tab/>
      </w:r>
      <w:r w:rsidRPr="008F4AF7">
        <w:rPr>
          <w:rFonts w:hint="cs"/>
          <w:cs/>
          <w:lang w:bidi="hi-IN"/>
        </w:rPr>
        <w:t>सैयद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जमालुद्दीन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शिराज़ी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अरबईन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मनाक़िब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40)</w:t>
      </w:r>
    </w:p>
    <w:p w:rsidR="008F4AF7" w:rsidRPr="00FD6765" w:rsidRDefault="008F4AF7" w:rsidP="008F4AF7">
      <w:pPr>
        <w:pStyle w:val="libNormal"/>
      </w:pPr>
      <w:r w:rsidRPr="00FD6765">
        <w:t>14.</w:t>
      </w:r>
      <w:r w:rsidRPr="00FD6765">
        <w:tab/>
      </w:r>
      <w:r w:rsidRPr="008F4AF7">
        <w:rPr>
          <w:rFonts w:hint="cs"/>
          <w:cs/>
          <w:lang w:bidi="hi-IN"/>
        </w:rPr>
        <w:t>शेख़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ज़ैनुद्दीन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जामेउस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सग़ीर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218)</w:t>
      </w:r>
    </w:p>
    <w:p w:rsidR="008F4AF7" w:rsidRPr="00FD6765" w:rsidRDefault="008F4AF7" w:rsidP="008F4AF7">
      <w:pPr>
        <w:pStyle w:val="libNormal"/>
      </w:pPr>
      <w:r w:rsidRPr="00FD6765">
        <w:t>15.</w:t>
      </w:r>
      <w:r w:rsidRPr="00FD6765">
        <w:tab/>
      </w:r>
      <w:r w:rsidRPr="008F4AF7">
        <w:rPr>
          <w:rFonts w:hint="cs"/>
          <w:cs/>
          <w:lang w:bidi="hi-IN"/>
        </w:rPr>
        <w:t>शेख़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बुरहानुद्दीन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हलबी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हल्बिया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274)</w:t>
      </w:r>
    </w:p>
    <w:p w:rsidR="008F4AF7" w:rsidRPr="00FD6765" w:rsidRDefault="008F4AF7" w:rsidP="008F4AF7">
      <w:pPr>
        <w:pStyle w:val="libNormal"/>
      </w:pPr>
      <w:r w:rsidRPr="00FD6765">
        <w:lastRenderedPageBreak/>
        <w:t>16.</w:t>
      </w:r>
      <w:r w:rsidRPr="00FD6765">
        <w:tab/>
      </w:r>
      <w:r w:rsidRPr="008F4AF7">
        <w:rPr>
          <w:rFonts w:hint="cs"/>
          <w:cs/>
          <w:lang w:bidi="hi-IN"/>
        </w:rPr>
        <w:t>सैयद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शबलंजी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नुरुल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अबसार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159)</w:t>
      </w:r>
    </w:p>
    <w:p w:rsidR="008F4AF7" w:rsidRPr="00FD6765" w:rsidRDefault="008F4AF7" w:rsidP="008F4AF7">
      <w:pPr>
        <w:pStyle w:val="libNormal"/>
      </w:pPr>
      <w:r w:rsidRPr="00FD6765">
        <w:t>17.</w:t>
      </w:r>
      <w:r w:rsidRPr="00FD6765">
        <w:tab/>
      </w:r>
      <w:r w:rsidRPr="008F4AF7">
        <w:rPr>
          <w:rFonts w:hint="cs"/>
          <w:cs/>
          <w:lang w:bidi="hi-IN"/>
        </w:rPr>
        <w:t>शेख़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बाकसीर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वसीलतुल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मआल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119)</w:t>
      </w:r>
    </w:p>
    <w:p w:rsidR="008F4AF7" w:rsidRPr="00FD6765" w:rsidRDefault="008F4AF7" w:rsidP="008F4AF7">
      <w:pPr>
        <w:pStyle w:val="libNormal"/>
      </w:pPr>
      <w:r w:rsidRPr="00FD6765">
        <w:t>18.</w:t>
      </w:r>
      <w:r w:rsidRPr="00FD6765">
        <w:tab/>
      </w:r>
      <w:r w:rsidRPr="008F4AF7">
        <w:rPr>
          <w:rFonts w:hint="cs"/>
          <w:cs/>
          <w:lang w:bidi="hi-IN"/>
        </w:rPr>
        <w:t>शेख़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अब्दुर्हमान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सफ़ूरी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नुज़हतुल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मजालिस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209)</w:t>
      </w:r>
    </w:p>
    <w:p w:rsidR="008F4AF7" w:rsidRPr="00FD6765" w:rsidRDefault="008F4AF7" w:rsidP="008F4AF7">
      <w:pPr>
        <w:pStyle w:val="libNormal"/>
      </w:pPr>
      <w:r w:rsidRPr="00FD6765">
        <w:t>19.</w:t>
      </w:r>
      <w:r w:rsidRPr="00FD6765">
        <w:tab/>
      </w:r>
      <w:r w:rsidRPr="008F4AF7">
        <w:rPr>
          <w:rFonts w:hint="cs"/>
          <w:cs/>
          <w:lang w:bidi="hi-IN"/>
        </w:rPr>
        <w:t>शमसुद्दीन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हनफ़ी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जामेउस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सग़ीर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378)</w:t>
      </w:r>
    </w:p>
    <w:p w:rsidR="008F4AF7" w:rsidRPr="00FD6765" w:rsidRDefault="008F4AF7" w:rsidP="008F4AF7">
      <w:pPr>
        <w:pStyle w:val="libNormal"/>
      </w:pPr>
      <w:r w:rsidRPr="00FD6765">
        <w:t>20.</w:t>
      </w:r>
      <w:r w:rsidRPr="00FD6765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अब्दिल्लाह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ज़रक़ानी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मालिकी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शरहुल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मवाहिबिल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लदुन्निया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13)</w:t>
      </w:r>
    </w:p>
    <w:p w:rsidR="008F4AF7" w:rsidRPr="00FD6765" w:rsidRDefault="008F4AF7" w:rsidP="008F4AF7">
      <w:pPr>
        <w:pStyle w:val="libNormal"/>
      </w:pPr>
      <w:r w:rsidRPr="00FD6765">
        <w:t>21.</w:t>
      </w:r>
      <w:r w:rsidRPr="00FD6765">
        <w:tab/>
      </w:r>
      <w:r w:rsidRPr="008F4AF7">
        <w:rPr>
          <w:rFonts w:hint="cs"/>
          <w:cs/>
          <w:lang w:bidi="hi-IN"/>
        </w:rPr>
        <w:t>कंदूज़ी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हनफ़ी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यनाबीउल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मवद्दत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274)</w:t>
      </w:r>
    </w:p>
    <w:p w:rsidR="008F4AF7" w:rsidRPr="00FD6765" w:rsidRDefault="008F4AF7" w:rsidP="008F4AF7">
      <w:pPr>
        <w:pStyle w:val="libNormal"/>
      </w:pPr>
      <w:r w:rsidRPr="00FD6765">
        <w:t>22.</w:t>
      </w:r>
      <w:r w:rsidRPr="00FD6765">
        <w:tab/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युसुफ़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गंजी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हज़रात</w:t>
      </w:r>
    </w:p>
    <w:p w:rsidR="008F4AF7" w:rsidRDefault="008F4AF7" w:rsidP="008F4AF7">
      <w:pPr>
        <w:pStyle w:val="libNormal"/>
        <w:rPr>
          <w:lang w:bidi="hi-IN"/>
        </w:rPr>
      </w:pPr>
      <w:r w:rsidRPr="00FD6765">
        <w:t>(</w:t>
      </w:r>
      <w:r w:rsidRPr="008F4AF7">
        <w:rPr>
          <w:rFonts w:hint="cs"/>
          <w:cs/>
          <w:lang w:bidi="hi-IN"/>
        </w:rPr>
        <w:t>किफ़ायतुत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>)</w:t>
      </w:r>
    </w:p>
    <w:p w:rsidR="00A213D6" w:rsidRPr="00FD6765" w:rsidRDefault="00A213D6" w:rsidP="008F4AF7">
      <w:pPr>
        <w:pStyle w:val="libNormal"/>
      </w:pPr>
    </w:p>
    <w:p w:rsidR="001D08AD" w:rsidRDefault="001D08AD" w:rsidP="00A213D6">
      <w:pPr>
        <w:pStyle w:val="Heading1"/>
        <w:rPr>
          <w:cs/>
          <w:lang w:bidi="hi-IN"/>
        </w:rPr>
      </w:pPr>
    </w:p>
    <w:p w:rsidR="001D08AD" w:rsidRDefault="001D08AD" w:rsidP="00A213D6">
      <w:pPr>
        <w:pStyle w:val="Heading1"/>
        <w:rPr>
          <w:cs/>
          <w:lang w:bidi="hi-IN"/>
        </w:rPr>
      </w:pPr>
      <w:bookmarkStart w:id="135" w:name="_Toc457825359"/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दलालत</w:t>
      </w:r>
      <w:bookmarkEnd w:id="135"/>
    </w:p>
    <w:p w:rsidR="008F4AF7" w:rsidRDefault="008F4AF7" w:rsidP="008F4AF7">
      <w:pPr>
        <w:pStyle w:val="libNormal"/>
        <w:rPr>
          <w:lang w:bidi="hi-IN"/>
        </w:rPr>
      </w:pP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शवाहिद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नुसरत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हारिस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नोमान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ज़रुरत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कट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हुज्जती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ख़्वास्त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FD6765">
        <w:t xml:space="preserve">? </w:t>
      </w:r>
      <w:r w:rsidRPr="008F4AF7">
        <w:rPr>
          <w:rFonts w:hint="cs"/>
          <w:cs/>
          <w:lang w:bidi="hi-IN"/>
        </w:rPr>
        <w:t>बेशक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समझा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दुशमनी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बर्दाश्त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दरख़्वास्त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करे।</w:t>
      </w:r>
    </w:p>
    <w:p w:rsidR="00A213D6" w:rsidRPr="00FD6765" w:rsidRDefault="00A213D6" w:rsidP="008F4AF7">
      <w:pPr>
        <w:pStyle w:val="libNormal"/>
      </w:pPr>
    </w:p>
    <w:p w:rsidR="001D08AD" w:rsidRDefault="001D08AD" w:rsidP="00A213D6">
      <w:pPr>
        <w:pStyle w:val="Heading1"/>
        <w:rPr>
          <w:cs/>
          <w:lang w:bidi="hi-IN"/>
        </w:rPr>
      </w:pPr>
    </w:p>
    <w:p w:rsidR="001D08AD" w:rsidRDefault="001D08AD" w:rsidP="00A213D6">
      <w:pPr>
        <w:pStyle w:val="Heading1"/>
        <w:rPr>
          <w:cs/>
          <w:lang w:bidi="hi-IN"/>
        </w:rPr>
      </w:pPr>
      <w:bookmarkStart w:id="136" w:name="_Toc457825360"/>
      <w:r w:rsidRPr="008F4AF7">
        <w:rPr>
          <w:rFonts w:hint="cs"/>
          <w:cs/>
          <w:lang w:bidi="hi-IN"/>
        </w:rPr>
        <w:t>चंद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</w:t>
      </w:r>
      <w:bookmarkEnd w:id="136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मुतअस्सिब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तावील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तकज़ीब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बेजा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कोशिश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तहक़ीक़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तंक़ीद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1D08AD" w:rsidRDefault="001D08AD" w:rsidP="00A213D6">
      <w:pPr>
        <w:pStyle w:val="Heading2"/>
      </w:pPr>
    </w:p>
    <w:p w:rsidR="001D08AD" w:rsidRDefault="001D08AD" w:rsidP="00A213D6">
      <w:pPr>
        <w:pStyle w:val="Heading2"/>
      </w:pPr>
      <w:bookmarkStart w:id="137" w:name="_Toc457825361"/>
      <w:r w:rsidRPr="00FD6765">
        <w:t xml:space="preserve">1. 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मआरिज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!!</w:t>
      </w:r>
      <w:bookmarkEnd w:id="137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तैमिया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मआरिज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इत्तेफ़ाक़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मिनहाजुस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31)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इजमाअ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तैमिया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यक़ीनी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मजमू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मजमूई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मुम्किन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क़ायदा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चूँकि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शुरुआत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मुवाफ़िक़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मक़ामात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अलिफ़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अंकबूत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सिवाए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बे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कहफ़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इसकी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सिवाए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जीम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मुतफ़्फ़ेफ़ीन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इसकी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सिवाए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दाल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लैल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इसकी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सिवाए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मुजादेला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इसकी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सिवाए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वाव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बलद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इसकी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सिवाए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जामेउल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20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 xml:space="preserve">133,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जामेउल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अहकामिल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13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41,)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जामेउल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अहकामिल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10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 xml:space="preserve">235,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इतक़ान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41)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जामेउल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30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91)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इतक़ान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47)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इरशादुल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अक़्लिस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215)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इतक़ान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47)</w:t>
      </w:r>
    </w:p>
    <w:p w:rsidR="001D08AD" w:rsidRDefault="001D08AD" w:rsidP="00A213D6">
      <w:pPr>
        <w:pStyle w:val="Heading2"/>
      </w:pPr>
    </w:p>
    <w:p w:rsidR="001D08AD" w:rsidRDefault="001D08AD" w:rsidP="00A213D6">
      <w:pPr>
        <w:pStyle w:val="Heading2"/>
      </w:pPr>
      <w:bookmarkStart w:id="138" w:name="_Toc457825362"/>
      <w:r w:rsidRPr="00FD6765">
        <w:t>2.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करेगा</w:t>
      </w:r>
      <w:r w:rsidRPr="008F4AF7">
        <w:rPr>
          <w:cs/>
          <w:lang w:bidi="hi-IN"/>
        </w:rPr>
        <w:t>!!</w:t>
      </w:r>
      <w:bookmarkEnd w:id="138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तैमिया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मुशरेकीन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FD6765">
        <w:rPr>
          <w:rFonts w:ascii="Times New Roman" w:hAnsi="Times New Roman" w:cs="Times New Roman" w:hint="cs"/>
          <w:rtl/>
        </w:rPr>
        <w:t>وَمَا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كَانَ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اللَّـهُ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لِيُعَذِّبَهُمْ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وَأَنتَ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فِيهِمْ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ۚ</w:t>
      </w:r>
      <w:r w:rsidRPr="00FD6765">
        <w:rPr>
          <w:rFonts w:hint="cs"/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وَمَا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كَانَ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اللَّـهُ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مُعَذِّبَهُمْ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وَهُمْ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يَسْتَغْفِرُونَ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इसतिग़फ़ार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करेगें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करेगा।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अनफ़ाल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FD6765">
        <w:t>33)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मिनहाजुल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सुन्नह</w:t>
      </w:r>
      <w:r w:rsidRPr="008F4AF7">
        <w:rPr>
          <w:cs/>
          <w:lang w:bidi="hi-IN"/>
        </w:rPr>
        <w:t>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अव्वल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इसमें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क़बाहत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मुशरेकीन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हारिस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निकलता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अलिफ़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मुस्लिम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मसऊद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क़ुरैश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नाफ़रमानी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नफ़रीन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दुआ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बारगाह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पालने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युसुफ़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शिबहे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जज़ीर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ख़ुश्क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नौबत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गोश्त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भूक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प्यास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शिद्दत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आसमान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धूँए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दिखाई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लगा।</w:t>
      </w:r>
      <w:r w:rsidR="00A213D6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रास्ते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चलते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दाहिनी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झुकते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बायीं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FD6765">
        <w:t xml:space="preserve">,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उतारता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नफ़रीन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चुँनाचे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हालतमुब्तला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चलते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लरज़ता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जीम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बैहक़ी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ओसामा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मुहल्ले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भेजा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झूठी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FD6765">
        <w:t xml:space="preserve">,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नफ़रीन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मुर्दा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पेट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फटा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पड़ा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दफ़्न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कोशिश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मुस्लिम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342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FD6765">
        <w:t xml:space="preserve">39,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बुख़ारी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1730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FD6765">
        <w:t>4416)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इस्तिआब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क़िस्मे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अव्वल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359)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ख़सायसुल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कुबरा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130)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अंबिया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FD6765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मतलब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हिकमत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मुवाफ़िक़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तक़ाज़ा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1D08AD" w:rsidRDefault="001D08AD" w:rsidP="00A213D6">
      <w:pPr>
        <w:pStyle w:val="Heading2"/>
      </w:pPr>
    </w:p>
    <w:p w:rsidR="001D08AD" w:rsidRDefault="001D08AD" w:rsidP="00A213D6">
      <w:pPr>
        <w:pStyle w:val="Heading2"/>
      </w:pPr>
      <w:bookmarkStart w:id="139" w:name="_Toc457825363"/>
      <w:r w:rsidRPr="00FD6765">
        <w:t xml:space="preserve">3.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मोजिज़ा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>!!</w:t>
      </w:r>
      <w:bookmarkEnd w:id="139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तैमिया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मोजिज़े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उनवान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मशहूर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अव्वल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तैमिया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इंफ़ेरादी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क़यास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क़यास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फ़ारिक़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हादेसा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तेज़ी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FD6765">
        <w:t xml:space="preserve">, </w:t>
      </w:r>
      <w:r w:rsidRPr="008F4AF7">
        <w:rPr>
          <w:rFonts w:hint="cs"/>
          <w:cs/>
          <w:lang w:bidi="hi-IN"/>
        </w:rPr>
        <w:t>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हारिस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नोमान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जगह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चूँकि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मुतअल्लिक़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मकतबे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ख़ुलाफ़ा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हमेशा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कोशिश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1D08AD" w:rsidRDefault="001D08AD" w:rsidP="00A213D6">
      <w:pPr>
        <w:pStyle w:val="Heading2"/>
      </w:pPr>
    </w:p>
    <w:p w:rsidR="001D08AD" w:rsidRDefault="001D08AD" w:rsidP="00A213D6">
      <w:pPr>
        <w:pStyle w:val="Heading2"/>
      </w:pPr>
      <w:bookmarkStart w:id="140" w:name="_Toc457825364"/>
      <w:r w:rsidRPr="00FD6765">
        <w:t xml:space="preserve">3. </w:t>
      </w:r>
      <w:r w:rsidRPr="008F4AF7">
        <w:rPr>
          <w:rFonts w:hint="cs"/>
          <w:cs/>
          <w:lang w:bidi="hi-IN"/>
        </w:rPr>
        <w:t>मुसलमान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>!!</w:t>
      </w:r>
      <w:bookmarkEnd w:id="140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तैमिया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हारिस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ज़ाहिरी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अल्फ़ाज़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पाँचों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मख़सूसन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मज़कूरा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हारिस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गुफ़्तगू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मुरतद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मुशरिक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मुसतहिक़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मिनहाजुस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सुन्ना</w:t>
      </w:r>
      <w:r w:rsidRPr="008F4AF7">
        <w:rPr>
          <w:cs/>
          <w:lang w:bidi="hi-IN"/>
        </w:rPr>
        <w:t>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मिनहाजुस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सुन्ना</w:t>
      </w:r>
      <w:r w:rsidRPr="008F4AF7">
        <w:rPr>
          <w:cs/>
          <w:lang w:bidi="hi-IN"/>
        </w:rPr>
        <w:t>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अक्सर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हक़्क़ानियत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तूलानी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मुलाहिज़ा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इसतेहकाम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बावजूद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केराम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तवज्जो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?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मुन्तख़ब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FD6765">
        <w:t xml:space="preserve">?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ऐराज़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तवज्जोही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मज़कूरा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ज़ईफ़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निशानी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>?</w:t>
      </w:r>
    </w:p>
    <w:p w:rsidR="008F4AF7" w:rsidRPr="00FD6765" w:rsidRDefault="008F4AF7" w:rsidP="008F4AF7">
      <w:pPr>
        <w:pStyle w:val="libNormal"/>
        <w:rPr>
          <w:lang w:bidi="hi-IN"/>
        </w:rPr>
      </w:pPr>
      <w:r w:rsidRPr="008F4AF7">
        <w:rPr>
          <w:rFonts w:hint="cs"/>
          <w:cs/>
          <w:lang w:bidi="hi-IN"/>
        </w:rPr>
        <w:t>शेख़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बशरी</w:t>
      </w:r>
      <w:r w:rsidRPr="00FD6765">
        <w:t xml:space="preserve">, </w:t>
      </w:r>
      <w:r w:rsidRPr="008F4AF7">
        <w:rPr>
          <w:rFonts w:hint="cs"/>
          <w:cs/>
          <w:lang w:bidi="hi-IN"/>
        </w:rPr>
        <w:t>मरहूम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शरफ़ुद्दीन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आमिली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तूलानी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फ़स्ल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मुतअल्लिक़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अहादीस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तसदीक़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कहूँ</w:t>
      </w:r>
      <w:r w:rsidRPr="008F4AF7">
        <w:rPr>
          <w:cs/>
          <w:lang w:bidi="hi-IN"/>
        </w:rPr>
        <w:t xml:space="preserve">!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मुकम्मल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अक्सर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करू</w:t>
      </w:r>
      <w:r w:rsidR="00A213D6">
        <w:t>?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मुराजेआत</w:t>
      </w:r>
      <w:r w:rsidRPr="008F4AF7">
        <w:rPr>
          <w:cs/>
          <w:lang w:bidi="hi-IN"/>
        </w:rPr>
        <w:t>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मुनासिब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अच्छी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वाज़ेह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रौशन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पहला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सबब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सहाबा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वुजूद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हयाते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वरक़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गरदानी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केराम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अलिफ़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नस्स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मुक़ाबले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इज्तेहाद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नज़रिया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ऐतेक़ाद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अक़ीदा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ख़बरों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बिदूने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चूँन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चराँ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ज़रूरी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मसलहत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इज्तेहाद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मकतबे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ख़ुलाफ़ा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बुनियादी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चुँनाचे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मसायब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बर्दाश्त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मुक़ाबले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अक़ीदा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ऐतेक़ाद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तसलीम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चूंन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चराँ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रास्ता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मकतब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1D08AD" w:rsidRDefault="001D08AD" w:rsidP="00A213D6">
      <w:pPr>
        <w:pStyle w:val="Heading1"/>
        <w:rPr>
          <w:cs/>
          <w:lang w:bidi="hi-IN"/>
        </w:rPr>
      </w:pPr>
    </w:p>
    <w:p w:rsidR="001D08AD" w:rsidRDefault="001D08AD" w:rsidP="00A213D6">
      <w:pPr>
        <w:pStyle w:val="Heading1"/>
        <w:rPr>
          <w:cs/>
          <w:lang w:bidi="hi-IN"/>
        </w:rPr>
      </w:pPr>
      <w:bookmarkStart w:id="141" w:name="_Toc457825365"/>
      <w:r w:rsidRPr="008F4AF7">
        <w:rPr>
          <w:rFonts w:hint="cs"/>
          <w:cs/>
          <w:lang w:bidi="hi-IN"/>
        </w:rPr>
        <w:t>इज्तेहादी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तरफ़दार</w:t>
      </w:r>
      <w:bookmarkEnd w:id="141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चूँकि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मुक़ाबले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इज्तेहाद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मसलहत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ख़ातिर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इँसान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मर्ज़ी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ख़्वाहेशात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नफ़्स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मुक़ाबला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जिनकी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फ़ेहरिस्त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सुल्हे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हुदैबिया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शदीदन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मुख़ालेफ़त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दख़्ल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किया।</w:t>
      </w:r>
      <w:r w:rsidRPr="008F4AF7">
        <w:rPr>
          <w:cs/>
          <w:lang w:bidi="hi-IN"/>
        </w:rPr>
        <w:t xml:space="preserve"> .....(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निकाल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जगह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सुबह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.... </w:t>
      </w:r>
      <w:r w:rsidRPr="008F4AF7">
        <w:rPr>
          <w:rFonts w:hint="cs"/>
          <w:cs/>
          <w:lang w:bidi="hi-IN"/>
        </w:rPr>
        <w:t>रख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>(</w:t>
      </w:r>
      <w:r w:rsidRPr="008F4AF7">
        <w:rPr>
          <w:rFonts w:hint="cs"/>
          <w:cs/>
          <w:lang w:bidi="hi-IN"/>
        </w:rPr>
        <w:t>मुतअतुन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तमत्तोअ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तातील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cs/>
          <w:lang w:bidi="hi-IN"/>
        </w:rPr>
        <w:lastRenderedPageBreak/>
        <w:t>(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लश्करे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ओसामा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शिरकत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क़ाग़ज़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हाजिर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मुख़ालेफ़त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रवय्या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वहयी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ख़त्ताब</w:t>
      </w:r>
      <w:r w:rsidRPr="00FD6765">
        <w:t xml:space="preserve">,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मुख़ालेफ़त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चाहते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सोज़ी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मेहरबानी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ख़ातिर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मानेअ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मुस्लिम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जिहाद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सेयर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बाब</w:t>
      </w:r>
      <w:r w:rsidRPr="008F4AF7">
        <w:rPr>
          <w:cs/>
          <w:lang w:bidi="hi-IN"/>
        </w:rPr>
        <w:t xml:space="preserve"> </w:t>
      </w:r>
      <w:r w:rsidRPr="00FD6765">
        <w:t>34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1412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FD6765">
        <w:t>1785)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सीरये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हलबी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 xml:space="preserve">98, </w:t>
      </w:r>
      <w:r w:rsidRPr="008F4AF7">
        <w:rPr>
          <w:rFonts w:hint="cs"/>
          <w:cs/>
          <w:lang w:bidi="hi-IN"/>
        </w:rPr>
        <w:t>नीलुल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अवतार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32)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मुवत्ता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57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FD6765">
        <w:t>151)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मुस्लिम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131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निकाहुल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मुतआ</w:t>
      </w:r>
      <w:r w:rsidRPr="008F4AF7">
        <w:rPr>
          <w:cs/>
          <w:lang w:bidi="hi-IN"/>
        </w:rPr>
        <w:t>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ज़ादुल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मआद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 xml:space="preserve">184,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मुस्लिम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48)</w:t>
      </w:r>
    </w:p>
    <w:p w:rsidR="008F4AF7" w:rsidRPr="00FD6765" w:rsidRDefault="008F4AF7" w:rsidP="008F4AF7">
      <w:pPr>
        <w:pStyle w:val="libNormal"/>
      </w:pPr>
      <w:r w:rsidRPr="00FD6765">
        <w:lastRenderedPageBreak/>
        <w:t>(</w:t>
      </w:r>
      <w:r w:rsidRPr="008F4AF7">
        <w:rPr>
          <w:rFonts w:hint="cs"/>
          <w:cs/>
          <w:lang w:bidi="hi-IN"/>
        </w:rPr>
        <w:t>तबक़ात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 xml:space="preserve">190, </w:t>
      </w:r>
      <w:r w:rsidRPr="008F4AF7">
        <w:rPr>
          <w:rFonts w:hint="cs"/>
          <w:cs/>
          <w:lang w:bidi="hi-IN"/>
        </w:rPr>
        <w:t>सीरये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हलबी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207)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बुख़ारी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मर्ज़ी</w:t>
      </w:r>
      <w:r w:rsidRPr="008F4AF7">
        <w:rPr>
          <w:cs/>
          <w:lang w:bidi="hi-IN"/>
        </w:rPr>
        <w:t>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नहजुल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बलागा़</w:t>
      </w:r>
      <w:r w:rsidRPr="00FD6765">
        <w:t xml:space="preserve">,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12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21)</w:t>
      </w:r>
    </w:p>
    <w:p w:rsidR="001D08AD" w:rsidRDefault="001D08AD" w:rsidP="00A213D6">
      <w:pPr>
        <w:pStyle w:val="Heading1"/>
        <w:rPr>
          <w:cs/>
          <w:lang w:bidi="hi-IN"/>
        </w:rPr>
      </w:pPr>
    </w:p>
    <w:p w:rsidR="001D08AD" w:rsidRDefault="001D08AD" w:rsidP="00A213D6">
      <w:pPr>
        <w:pStyle w:val="Heading1"/>
        <w:rPr>
          <w:cs/>
          <w:lang w:bidi="hi-IN"/>
        </w:rPr>
      </w:pPr>
      <w:bookmarkStart w:id="142" w:name="_Toc457825366"/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मुख़ालिफ़त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मकतबे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ख़ुलाफ़ा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बहाना</w:t>
      </w:r>
      <w:bookmarkEnd w:id="142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तारिख़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मकतबे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ख़ुलाफ़ा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अरकान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छिनने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कोशिशों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बहानो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अक़्ली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उज़्र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तौजीहात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ताविलात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FD6765">
        <w:t xml:space="preserve">1. </w:t>
      </w:r>
      <w:r w:rsidRPr="008F4AF7">
        <w:rPr>
          <w:rFonts w:hint="cs"/>
          <w:cs/>
          <w:lang w:bidi="hi-IN"/>
        </w:rPr>
        <w:t>क़ुरैश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पसंद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नाशाइस्ता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शेयार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ज़बानो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बढ़ाते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चुँनाचे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क़ुरैश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नापसंद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नबूवत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ख़ानदान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नबूवत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ख़ानदाने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हाशिम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ख़ानदान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चाहिये।और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चूँकि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हुकूमत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सियासी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वुसअत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कु़रैश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तवज्जो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मबज़ूल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हाशिम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छीन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कामिले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 xml:space="preserve">63, 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 xml:space="preserve">323, 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107)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इस्तिदलाल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बेहतरीन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क़ुरैश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इंतेख़ाब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इसमें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मुश्किल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हिदायत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कराहत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FD6765">
        <w:rPr>
          <w:rFonts w:ascii="Times New Roman" w:hAnsi="Times New Roman" w:cs="Times New Roman" w:hint="cs"/>
          <w:rtl/>
        </w:rPr>
        <w:t>ذَٰلِكَ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بِأَنَّهُمْ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كَرِهُوا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أَنزَلَ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اللَّـهُ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فَأَحْبَطَ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أَعْمَالَهُمْ</w:t>
      </w:r>
    </w:p>
    <w:p w:rsidR="008F4AF7" w:rsidRPr="00FD6765" w:rsidRDefault="008F4AF7" w:rsidP="008F4AF7">
      <w:pPr>
        <w:pStyle w:val="libNormal"/>
      </w:pPr>
      <w:r w:rsidRPr="00FD6765">
        <w:t xml:space="preserve"> (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FD6765">
        <w:t>9)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समझा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मर्ज़ी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फ़ज़ीलत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दिल</w:t>
      </w:r>
      <w:r w:rsidRPr="00FD6765">
        <w:t xml:space="preserve">, </w:t>
      </w:r>
      <w:r w:rsidRPr="008F4AF7">
        <w:rPr>
          <w:rFonts w:hint="cs"/>
          <w:cs/>
          <w:lang w:bidi="hi-IN"/>
        </w:rPr>
        <w:t>क़ल्बे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वुजूद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रिज्स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बुराई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पाकीज़ा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224)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क़ारेईने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मोहतरम</w:t>
      </w:r>
      <w:r w:rsidRPr="00FD6765">
        <w:t xml:space="preserve">,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हुकूमत</w:t>
      </w:r>
      <w:r w:rsidRPr="00FD6765">
        <w:t xml:space="preserve">,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क़ायम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तवज्जो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इम्तियाज़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ओहदों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मुक़र्रर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आदिल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हाकिम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मुआशिरा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माज़ूल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नाअहल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ओहदे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बिठा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क़ुरैश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दिलसोज़ी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ख़तरनाक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ख़ौफ़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FD6765">
        <w:t>?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तवज्जो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जल्ब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धो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FD6765">
        <w:t xml:space="preserve">?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साहिबे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हुकूमत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ओहदे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मुक़र्रर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जिसको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मालूमात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FD6765">
        <w:t>?</w:t>
      </w:r>
    </w:p>
    <w:p w:rsidR="008F4AF7" w:rsidRPr="00FD6765" w:rsidRDefault="008F4AF7" w:rsidP="008F4AF7">
      <w:pPr>
        <w:pStyle w:val="libNormal"/>
      </w:pPr>
      <w:r w:rsidRPr="00FD6765">
        <w:t xml:space="preserve">2. </w:t>
      </w:r>
      <w:r w:rsidRPr="008F4AF7">
        <w:rPr>
          <w:rFonts w:hint="cs"/>
          <w:cs/>
          <w:lang w:bidi="hi-IN"/>
        </w:rPr>
        <w:t>अरब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बर्दाश्त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ग़स्ब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चूँकि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अदल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अदालत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अदल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बर्दाश्त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करसकते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मसलहत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तबक़ातुल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कुबरा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 xml:space="preserve">20, 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याक़ूबी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 xml:space="preserve">158, </w:t>
      </w:r>
      <w:r w:rsidRPr="008F4AF7">
        <w:rPr>
          <w:rFonts w:hint="cs"/>
          <w:cs/>
          <w:lang w:bidi="hi-IN"/>
        </w:rPr>
        <w:t>क़ामूसुर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रेजाल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36)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अव्वल</w:t>
      </w:r>
      <w:r w:rsidRPr="00FD6765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मुका़बिल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इज्तेहाद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सिफ़ारिशें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वसीयतें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ताकीदात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FD6765">
        <w:t xml:space="preserve">?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मासूम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ख़्वाह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मसलहत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अंदेश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FD6765">
        <w:t xml:space="preserve">?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बर्दाश्त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मुँह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मोड़ा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रुख़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?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गुमराही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</w:p>
    <w:p w:rsidR="008F4AF7" w:rsidRPr="00FD6765" w:rsidRDefault="008F4AF7" w:rsidP="008F4AF7">
      <w:pPr>
        <w:pStyle w:val="libNormal"/>
      </w:pPr>
      <w:r w:rsidRPr="00FD6765">
        <w:rPr>
          <w:rFonts w:ascii="Times New Roman" w:hAnsi="Times New Roman" w:cs="Times New Roman" w:hint="cs"/>
          <w:rtl/>
        </w:rPr>
        <w:t>فَذَٰلِكُمُ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اللَّـهُ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رَبُّكُمُ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الْحَقُّ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ۖ</w:t>
      </w:r>
      <w:r w:rsidRPr="00FD6765">
        <w:rPr>
          <w:rFonts w:hint="cs"/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فَمَاذَا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بَعْدَ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الْحَقِّ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إِلَّا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الضَّلَالُ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ۖ</w:t>
      </w:r>
      <w:r w:rsidRPr="00FD6765">
        <w:rPr>
          <w:rFonts w:hint="cs"/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فَأَنَّىٰ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تُصْرَفُونَ</w:t>
      </w:r>
      <w:r w:rsidRPr="00FD6765">
        <w:t xml:space="preserve"> 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युनुस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FD6765">
        <w:t>32)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ज़लालत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मुशरेकीन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ख़ैचने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पीछे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हटे</w:t>
      </w:r>
      <w:r w:rsidRPr="00FD6765">
        <w:t xml:space="preserve">?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वतन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मुश्किलात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पड़ा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पीछे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हटे।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दूसरे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FD6765">
        <w:t xml:space="preserve">?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ओबादा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क़बीले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मुख़ालिफ़त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की।क्या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गिरोह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बिल्कुल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निकल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मुरतद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FD6765">
        <w:t xml:space="preserve">?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क़सम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ज़िन्दा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फ़सील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करेगें</w:t>
      </w:r>
      <w:r w:rsidRPr="00FD6765">
        <w:t>? (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सक़ीफ़ा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क़ुरैश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ग़ज़बनाक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झगड़ा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गालियाँ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नाज़ेबा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अल्फ़ाज़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लगे</w:t>
      </w:r>
      <w:r w:rsidRPr="00FD6765">
        <w:t xml:space="preserve">? 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याक़ूबी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103)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याक़ूबी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254)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याक़ूबी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128)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करेंगें।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क़बीले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सरकशी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बेहतर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मुसतहिक़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जनाब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आलूसी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तावील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तबलीग़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इंख़ेताब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FD6765">
        <w:t xml:space="preserve">?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तबलीग़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मीसाक़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मुतवल्ली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क़रीबी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हुज्जत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आलूसी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गुफ़तुगू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अच्छी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नुमाइंदे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अच्छी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चालाकियों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अक़्लों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पर्दा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मुनहरिफ़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क़ारिये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मोहतरम</w:t>
      </w:r>
      <w:r w:rsidRPr="00FD6765">
        <w:t xml:space="preserve">,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क़ुरैश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मुहाजेरीन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FD6765">
        <w:t xml:space="preserve">,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अहदाफ़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मक़ासिद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तलवार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गया।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ताज़याने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शल्लाक़े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क़ायम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होती।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 xml:space="preserve">202,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325)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रुहुल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मआनी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10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45)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ख़ुतब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सिव्वुम</w:t>
      </w:r>
      <w:r w:rsidRPr="008F4AF7">
        <w:rPr>
          <w:cs/>
          <w:lang w:bidi="hi-IN"/>
        </w:rPr>
        <w:t>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हक़्क़े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बजाए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अक़्लों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मुसख़्ख़र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धोखा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मख़्सूसन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कारनामें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अंजाम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आधे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अँजाम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पहुचती।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सुफ़यान</w:t>
      </w:r>
      <w:r w:rsidRPr="00FD6765">
        <w:t xml:space="preserve">, </w:t>
      </w:r>
      <w:r w:rsidRPr="008F4AF7">
        <w:rPr>
          <w:rFonts w:hint="cs"/>
          <w:cs/>
          <w:lang w:bidi="hi-IN"/>
        </w:rPr>
        <w:t>तलहा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ज़ुबैर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मुदाफ़ेअ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सुफ़यान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सरदारे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क़ुरैश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मशविरा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मुहाजेरीन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गिरोह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मुख़ालेफ़त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बैतुश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पनाह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FD6765">
        <w:t xml:space="preserve">,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खौफ़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ज़ुबैर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तलवार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निकाली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तलवार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नियाम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रखूँगा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85)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ग़स्ब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मनमानी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हुकूमत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उन्हे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साज़िशों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अक़्लों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मुसख़्ख़र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ख़ुज़री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अव्वल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नबूवत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यक़ीनन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भरपूर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रिज़ायत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मर्ज़ी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रग़बत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रुसूख़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उनवान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कामयाब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तारिख़ुल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497)</w:t>
      </w:r>
    </w:p>
    <w:p w:rsidR="001D08AD" w:rsidRDefault="001D08AD" w:rsidP="00A213D6">
      <w:pPr>
        <w:pStyle w:val="Heading2"/>
        <w:rPr>
          <w:cs/>
          <w:lang w:bidi="hi-IN"/>
        </w:rPr>
      </w:pPr>
    </w:p>
    <w:p w:rsidR="001D08AD" w:rsidRDefault="001D08AD" w:rsidP="00A213D6">
      <w:pPr>
        <w:pStyle w:val="Heading2"/>
        <w:rPr>
          <w:cs/>
          <w:lang w:bidi="hi-IN"/>
        </w:rPr>
      </w:pPr>
      <w:bookmarkStart w:id="143" w:name="_Toc457825367"/>
      <w:r w:rsidRPr="008F4AF7">
        <w:rPr>
          <w:rFonts w:hint="cs"/>
          <w:cs/>
          <w:lang w:bidi="hi-IN"/>
        </w:rPr>
        <w:t>कम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bookmarkEnd w:id="143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ख़त्ताब</w:t>
      </w:r>
      <w:r w:rsidRPr="00FD6765">
        <w:t xml:space="preserve">,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?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छोटा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चूँकि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मुनतख़ब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छोटा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45)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फ़ज़ीलत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सिन्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?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ओसामा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FD6765">
        <w:t>19, 20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लश्कर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अमारत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वग़ैरह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ओसामा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जै़द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कमसिन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हमारे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माहिर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तजरूबाकार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लश्कर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सरदारी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मुनतख़ब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FD6765">
        <w:t xml:space="preserve">?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तवज्जो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अमारत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सरदारी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शुब्हा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सरदारी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शुब्हा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ओहदा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मक़ाम</w:t>
      </w:r>
      <w:r w:rsidRPr="00FD6765">
        <w:t xml:space="preserve">, </w:t>
      </w:r>
      <w:r w:rsidRPr="008F4AF7">
        <w:rPr>
          <w:rFonts w:hint="cs"/>
          <w:cs/>
          <w:lang w:bidi="hi-IN"/>
        </w:rPr>
        <w:t>सलाहियत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बूते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पर।</w:t>
      </w:r>
    </w:p>
    <w:p w:rsidR="001D08AD" w:rsidRDefault="001D08AD" w:rsidP="00A213D6">
      <w:pPr>
        <w:pStyle w:val="Heading2"/>
        <w:rPr>
          <w:cs/>
          <w:lang w:bidi="hi-IN"/>
        </w:rPr>
      </w:pPr>
    </w:p>
    <w:p w:rsidR="001D08AD" w:rsidRDefault="001D08AD" w:rsidP="00A213D6">
      <w:pPr>
        <w:pStyle w:val="Heading2"/>
        <w:rPr>
          <w:cs/>
          <w:lang w:bidi="hi-IN"/>
        </w:rPr>
      </w:pPr>
      <w:bookmarkStart w:id="144" w:name="_Toc457825368"/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चाहा</w:t>
      </w:r>
      <w:bookmarkEnd w:id="144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कारकरदगी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तसहीह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मिले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अगरचे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कोशिश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इरादे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तआरुज़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टकराओ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मुक़द्दम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12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78)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अव्वल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तावील</w:t>
      </w:r>
      <w:r w:rsidRPr="00FD6765">
        <w:t xml:space="preserve">, </w:t>
      </w:r>
      <w:r w:rsidRPr="008F4AF7">
        <w:rPr>
          <w:rFonts w:hint="cs"/>
          <w:cs/>
          <w:lang w:bidi="hi-IN"/>
        </w:rPr>
        <w:t>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खोलना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दरवाज़ा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गुनाहाने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कबीरा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उक़लाई</w:t>
      </w:r>
      <w:r w:rsidRPr="00FD6765">
        <w:t xml:space="preserve">, </w:t>
      </w:r>
      <w:r w:rsidRPr="008F4AF7">
        <w:rPr>
          <w:rFonts w:hint="cs"/>
          <w:cs/>
          <w:lang w:bidi="hi-IN"/>
        </w:rPr>
        <w:t>अक़्ली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मंक़ूला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बुनियादें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दरख़्वास्त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जिसका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मर्ज़ी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टकराओ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FD6765">
        <w:t xml:space="preserve">?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गुफ़तुगू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>?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तीसरे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मर्ज़ी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FD6765">
        <w:t xml:space="preserve">?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</w:p>
    <w:p w:rsidR="008F4AF7" w:rsidRPr="00FD6765" w:rsidRDefault="008F4AF7" w:rsidP="008F4AF7">
      <w:pPr>
        <w:pStyle w:val="libNormal"/>
      </w:pPr>
      <w:r w:rsidRPr="00FD6765">
        <w:t xml:space="preserve">: </w:t>
      </w:r>
      <w:r w:rsidRPr="00FD6765">
        <w:rPr>
          <w:rFonts w:ascii="Times New Roman" w:hAnsi="Times New Roman" w:cs="Times New Roman" w:hint="cs"/>
          <w:rtl/>
        </w:rPr>
        <w:t>قُلْ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إِن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كُنتُمْ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تُحِبُّونَ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اللَّـهَ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فَاتَّبِعُونِي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يُحْبِبْكُمُ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اللَّـهُ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وَيَغْفِرْ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لَكُمْ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ذُنُوبَكُمْ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وَاللَّـهُ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غَفُورٌ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رَّحِيمٌ</w:t>
      </w:r>
    </w:p>
    <w:p w:rsidR="008F4AF7" w:rsidRPr="00FD6765" w:rsidRDefault="008F4AF7" w:rsidP="008F4AF7">
      <w:pPr>
        <w:pStyle w:val="libNormal"/>
      </w:pPr>
      <w:r w:rsidRPr="00FD6765">
        <w:t xml:space="preserve"> (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इमरान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FD6765">
        <w:t>31)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FD6765">
        <w:t xml:space="preserve">,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दीजिये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पैरवी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करो</w:t>
      </w:r>
      <w:r w:rsidRPr="00FD6765">
        <w:t xml:space="preserve">,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करेगा।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जगह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FD6765">
        <w:t xml:space="preserve"> </w:t>
      </w:r>
      <w:r w:rsidRPr="00FD6765">
        <w:rPr>
          <w:rFonts w:ascii="Times New Roman" w:hAnsi="Times New Roman" w:cs="Times New Roman" w:hint="cs"/>
          <w:rtl/>
        </w:rPr>
        <w:t>مَّن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يُطِعِ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الرَّسُولَ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فَقَدْ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أَطَاعَ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اللَّـهَ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وَمَن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تَوَلَّى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فَمَا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أَرْسَلْنَاكَ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عَلَيْهِمْ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حَفِيظًا</w:t>
      </w:r>
    </w:p>
    <w:p w:rsidR="008F4AF7" w:rsidRPr="00FD6765" w:rsidRDefault="008F4AF7" w:rsidP="008F4AF7">
      <w:pPr>
        <w:pStyle w:val="libNormal"/>
      </w:pPr>
      <w:r w:rsidRPr="00FD6765">
        <w:t xml:space="preserve"> (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FD6765">
        <w:t>80)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पहली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तावील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रूगरदानी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रविशे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फिक़्र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जिन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मुक़ाबिल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साहिबे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मुक़ाबिल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मसहलत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अंदेशी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इज्तेहाद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cs/>
          <w:lang w:bidi="hi-IN"/>
        </w:rPr>
        <w:lastRenderedPageBreak/>
        <w:t>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तसहीह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चाही।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गिरोह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ज़ाहिर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सकी</w:t>
      </w:r>
      <w:r w:rsidRPr="00FD6765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गरदानते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बैठते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गिरोह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यक़ीन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गिरोह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पाँव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रौंद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गिरोह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ताबीर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हुमुज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रेआअ</w:t>
      </w:r>
      <w:r w:rsidRPr="008F4AF7">
        <w:rPr>
          <w:cs/>
          <w:lang w:bidi="hi-IN"/>
        </w:rPr>
        <w:t xml:space="preserve">..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झोकें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उड़ने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मख़्सूसन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मुसीबत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सोचने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समझने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सलाहियत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मकतबे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ख़ुलाफ़ो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सरदारों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बेहतरीन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ग़नीमत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नक़्शों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पहनाने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कोशिश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तेज़ी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सक़ीफ़ा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लिया।</w:t>
      </w:r>
      <w:r w:rsidRPr="008F4AF7">
        <w:rPr>
          <w:cs/>
          <w:lang w:bidi="hi-IN"/>
        </w:rPr>
        <w:t xml:space="preserve"> </w:t>
      </w:r>
    </w:p>
    <w:p w:rsidR="001D08AD" w:rsidRDefault="001D08AD" w:rsidP="00A213D6">
      <w:pPr>
        <w:pStyle w:val="Heading2"/>
        <w:rPr>
          <w:cs/>
          <w:lang w:bidi="hi-IN"/>
        </w:rPr>
      </w:pPr>
    </w:p>
    <w:p w:rsidR="001D08AD" w:rsidRDefault="001D08AD" w:rsidP="00A213D6">
      <w:pPr>
        <w:pStyle w:val="Heading2"/>
        <w:rPr>
          <w:cs/>
          <w:lang w:bidi="hi-IN"/>
        </w:rPr>
      </w:pPr>
      <w:bookmarkStart w:id="145" w:name="_Toc457825369"/>
      <w:r w:rsidRPr="008F4AF7">
        <w:rPr>
          <w:rFonts w:hint="cs"/>
          <w:cs/>
          <w:lang w:bidi="hi-IN"/>
        </w:rPr>
        <w:t>दूसरा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सबब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दुश्मनी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कीना</w:t>
      </w:r>
      <w:bookmarkEnd w:id="145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काफ़िर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अजदाद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क़त्ल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थी।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फ़ज़्ज़ाल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पिदरे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बुज़ुर्गा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मूसर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रिज़ा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मुँह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मोड़ा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मनाक़िब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नजदीक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FD6765">
        <w:t xml:space="preserve">?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रेज़ा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इसकी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अजदाद</w:t>
      </w:r>
      <w:r w:rsidRPr="00FD6765">
        <w:t xml:space="preserve">, </w:t>
      </w:r>
      <w:r w:rsidRPr="008F4AF7">
        <w:rPr>
          <w:rFonts w:hint="cs"/>
          <w:cs/>
          <w:lang w:bidi="hi-IN"/>
        </w:rPr>
        <w:t>भाईयों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चचा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मामू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रिश्तेदारों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क़त्ल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किनह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जितनी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FD6765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मुशरेकीन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जिहाद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मुँह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गये।</w:t>
      </w:r>
      <w:r w:rsidR="00A213D6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ख़िदमत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क़ुरैश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सत्तर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बुज़ुर्गों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कत्ल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ज़ैनुल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आबेदीन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क़ुरैश</w:t>
      </w:r>
      <w:r w:rsidRPr="00FD6765">
        <w:t xml:space="preserve">,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बुग़्ज़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FD6765">
        <w:t xml:space="preserve">?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गिरोंह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जहन्नम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गिरोह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ज़लाल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हफ़्स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हरीज़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उस्मान</w:t>
      </w:r>
      <w:r w:rsidRPr="00FD6765">
        <w:t xml:space="preserve">,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गालियाँ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हमेशा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अजदाद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क़त्ल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ऐललुश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146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FD6765">
        <w:t xml:space="preserve">3, </w:t>
      </w:r>
      <w:r w:rsidRPr="008F4AF7">
        <w:rPr>
          <w:rFonts w:hint="cs"/>
          <w:cs/>
          <w:lang w:bidi="hi-IN"/>
        </w:rPr>
        <w:t>उयूने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अख़बारे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81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FD6765">
        <w:t>15)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मनाक़िब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220)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बिहारुल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29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 xml:space="preserve">482, 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दमिश्क़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42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 xml:space="preserve">291, </w:t>
      </w:r>
      <w:r w:rsidRPr="008F4AF7">
        <w:rPr>
          <w:rFonts w:hint="cs"/>
          <w:cs/>
          <w:lang w:bidi="hi-IN"/>
        </w:rPr>
        <w:t>मारेफ़तुस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नईम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मख़तूत</w:t>
      </w:r>
      <w:r w:rsidRPr="00FD6765">
        <w:t xml:space="preserve">, 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23)</w:t>
      </w:r>
    </w:p>
    <w:p w:rsidR="008F4AF7" w:rsidRPr="00FD6765" w:rsidRDefault="008F4AF7" w:rsidP="008F4AF7">
      <w:pPr>
        <w:pStyle w:val="libNormal"/>
      </w:pPr>
      <w:r w:rsidRPr="00FD6765">
        <w:lastRenderedPageBreak/>
        <w:t>(</w:t>
      </w:r>
      <w:r w:rsidRPr="008F4AF7">
        <w:rPr>
          <w:rFonts w:hint="cs"/>
          <w:cs/>
          <w:lang w:bidi="hi-IN"/>
        </w:rPr>
        <w:t>मुख़तसरे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दमिश्क़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 xml:space="preserve">276, </w:t>
      </w:r>
      <w:r w:rsidRPr="008F4AF7">
        <w:rPr>
          <w:rFonts w:hint="cs"/>
          <w:cs/>
          <w:lang w:bidi="hi-IN"/>
        </w:rPr>
        <w:t>तहज़ीबुल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 xml:space="preserve">59, </w:t>
      </w:r>
      <w:r w:rsidRPr="008F4AF7">
        <w:rPr>
          <w:rFonts w:hint="cs"/>
          <w:cs/>
          <w:lang w:bidi="hi-IN"/>
        </w:rPr>
        <w:t>तहज़ीबुत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तहज़ीब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 xml:space="preserve">210,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मजरूहीन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हब्बान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 xml:space="preserve">268,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समआनी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50)</w:t>
      </w:r>
    </w:p>
    <w:p w:rsidR="008F4AF7" w:rsidRPr="00FD6765" w:rsidRDefault="008F4AF7" w:rsidP="008F4AF7">
      <w:pPr>
        <w:pStyle w:val="libNormal"/>
      </w:pP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तारिख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यज़ीद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मुआविया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क़त्ल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ज़बअरी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अशआर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पढ़ा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मक़तूलीन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8F4AF7">
        <w:rPr>
          <w:cs/>
          <w:lang w:bidi="hi-IN"/>
        </w:rPr>
        <w:t xml:space="preserve"> </w:t>
      </w:r>
      <w:r w:rsidR="00A213D6">
        <w:rPr>
          <w:rFonts w:hint="cs"/>
          <w:cs/>
          <w:lang w:bidi="hi-IN"/>
        </w:rPr>
        <w:t>शे</w:t>
      </w:r>
      <w:r w:rsidRPr="008F4AF7">
        <w:rPr>
          <w:rFonts w:hint="cs"/>
          <w:cs/>
          <w:lang w:bidi="hi-IN"/>
        </w:rPr>
        <w:t>र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बिदाया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निहाया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 xml:space="preserve">142, </w:t>
      </w:r>
      <w:r w:rsidRPr="008F4AF7">
        <w:rPr>
          <w:rFonts w:hint="cs"/>
          <w:cs/>
          <w:lang w:bidi="hi-IN"/>
        </w:rPr>
        <w:t>तज़किरतुल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ख़वास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 xml:space="preserve">235, 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283)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अशआर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क़बीले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अजदाद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ज़िन्दा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क़त्ल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नैज़े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ख़ज़रज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ख़ुशी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मुसर्रत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लगाते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यज़ीद</w:t>
      </w:r>
      <w:r w:rsidRPr="00FD6765">
        <w:t xml:space="preserve">, </w:t>
      </w:r>
      <w:r w:rsidRPr="008F4AF7">
        <w:rPr>
          <w:rFonts w:hint="cs"/>
          <w:cs/>
          <w:lang w:bidi="hi-IN"/>
        </w:rPr>
        <w:t>तेरे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बुज़ुर्गों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क़त्ल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हाशिम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हुकूमत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खेले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आसमान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वहयी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ख़दफ़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FD6765">
        <w:t xml:space="preserve">,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लूँ।</w:t>
      </w:r>
    </w:p>
    <w:p w:rsidR="001D08AD" w:rsidRDefault="001D08AD" w:rsidP="00A213D6">
      <w:pPr>
        <w:pStyle w:val="Heading2"/>
        <w:rPr>
          <w:cs/>
          <w:lang w:bidi="hi-IN"/>
        </w:rPr>
      </w:pPr>
    </w:p>
    <w:p w:rsidR="001D08AD" w:rsidRDefault="001D08AD" w:rsidP="00A213D6">
      <w:pPr>
        <w:pStyle w:val="Heading2"/>
        <w:rPr>
          <w:cs/>
          <w:lang w:bidi="hi-IN"/>
        </w:rPr>
      </w:pPr>
      <w:bookmarkStart w:id="146" w:name="_Toc457825370"/>
      <w:r w:rsidRPr="008F4AF7">
        <w:rPr>
          <w:rFonts w:hint="cs"/>
          <w:cs/>
          <w:lang w:bidi="hi-IN"/>
        </w:rPr>
        <w:t>तीसरा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सबब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अदालत</w:t>
      </w:r>
      <w:bookmarkEnd w:id="146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तक़वा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जिहात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मुक़द्दम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ख्वाहा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फ़र्क़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फायदा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पहुचाये।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अमीरिल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मुँह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मोड़ने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बड़ी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फ़ज़ीलत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तरजीह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बादशाहों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रवैय्या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इजाज़त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हो।</w:t>
      </w:r>
      <w:r w:rsidR="00A213D6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197)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FD6765">
        <w:t xml:space="preserve">, </w:t>
      </w:r>
      <w:r w:rsidRPr="008F4AF7">
        <w:rPr>
          <w:rFonts w:hint="cs"/>
          <w:cs/>
          <w:lang w:bidi="hi-IN"/>
        </w:rPr>
        <w:t>हारून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सअद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जाफ़र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FD6765">
        <w:t xml:space="preserve">,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FD6765">
        <w:t xml:space="preserve">,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कसम</w:t>
      </w:r>
      <w:r w:rsidRPr="00FD6765">
        <w:t xml:space="preserve">, </w:t>
      </w:r>
      <w:r w:rsidRPr="008F4AF7">
        <w:rPr>
          <w:rFonts w:hint="cs"/>
          <w:cs/>
          <w:lang w:bidi="hi-IN"/>
        </w:rPr>
        <w:t>आज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डालूँ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क़ीमत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ज़िन्दगी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इख़राजात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पूरे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करूँ।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इमाम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क़सम</w:t>
      </w:r>
      <w:r w:rsidRPr="00FD6765">
        <w:t xml:space="preserve">,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चोरी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सके।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हमू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गरदानी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मालिक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जिसने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छुपाया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की।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शऱहे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200)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174)</w:t>
      </w:r>
    </w:p>
    <w:p w:rsidR="001D08AD" w:rsidRDefault="001D08AD" w:rsidP="00A213D6">
      <w:pPr>
        <w:pStyle w:val="Heading1"/>
        <w:rPr>
          <w:cs/>
          <w:lang w:bidi="hi-IN"/>
        </w:rPr>
      </w:pPr>
    </w:p>
    <w:p w:rsidR="001D08AD" w:rsidRDefault="001D08AD" w:rsidP="00A213D6">
      <w:pPr>
        <w:pStyle w:val="Heading1"/>
        <w:rPr>
          <w:cs/>
          <w:lang w:bidi="hi-IN"/>
        </w:rPr>
      </w:pPr>
      <w:bookmarkStart w:id="147" w:name="_Toc457825371"/>
      <w:r w:rsidRPr="008F4AF7">
        <w:rPr>
          <w:rFonts w:hint="cs"/>
          <w:cs/>
          <w:lang w:bidi="hi-IN"/>
        </w:rPr>
        <w:t>चौथा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सबब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हाशिम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दुश्मनी</w:t>
      </w:r>
      <w:bookmarkEnd w:id="147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तारिख़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गवाही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क़ुरैश</w:t>
      </w:r>
      <w:r w:rsidRPr="00FD6765">
        <w:t xml:space="preserve">,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हाशिम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ज़िन्दा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आज़ार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आये।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ज़हूरे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नुक़सान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मख़सूसन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मक़सद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ऐतेक़ादात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ख़ातमा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चुँनाचे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मुसलसल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दाख़िल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मुक़ाबले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मोरचा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तैयार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मुक़ाबला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कोशिश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शिद्दत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मुक़ाबले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मुत्तलिब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ग़ुस्से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ख़िदमत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किस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ग़ज़बनाक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FD6765">
        <w:t xml:space="preserve">?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रसूलल्लाह</w:t>
      </w:r>
      <w:r w:rsidRPr="00FD6765">
        <w:t xml:space="preserve">, </w:t>
      </w:r>
      <w:r w:rsidRPr="008F4AF7">
        <w:rPr>
          <w:rFonts w:hint="cs"/>
          <w:cs/>
          <w:lang w:bidi="hi-IN"/>
        </w:rPr>
        <w:t>हमने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क़ुरैश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मिलते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गर्म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जोशी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मिलते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मिलते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अँदाज़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>?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रावी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ग़ज़बनाक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चेहरा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सुर्ख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क़सम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क़ुदरत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दाख़िल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रखे।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यनाबीउल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मवद्दत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53)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चूँकि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मक़सद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बढ़ाने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मुक़ाबला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मजबूर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मिली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क़बीले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क़त्ल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निकाली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मानेअ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ख़त्ताब</w:t>
      </w:r>
      <w:r w:rsidRPr="00FD6765">
        <w:t xml:space="preserve">,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मुनाज़ेरे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क़मस</w:t>
      </w:r>
      <w:r w:rsidRPr="00FD6765">
        <w:t xml:space="preserve">, </w:t>
      </w:r>
      <w:r w:rsidRPr="008F4AF7">
        <w:rPr>
          <w:rFonts w:hint="cs"/>
          <w:cs/>
          <w:lang w:bidi="hi-IN"/>
        </w:rPr>
        <w:t>बेशक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चचाज़ाद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क़ुरैश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बर्दाश्त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सकते।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अनस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मालिक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FD6765">
        <w:t xml:space="preserve">,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रसूलल्लाह</w:t>
      </w:r>
      <w:r w:rsidRPr="00FD6765">
        <w:t xml:space="preserve">,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मुलाहिज़ा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?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बाग़ों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गुज़रे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रुक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रसूलल्लाह</w:t>
      </w:r>
      <w:r w:rsidRPr="00FD6765">
        <w:t xml:space="preserve">,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?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ज़ाहिर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जाऊ</w:t>
      </w:r>
      <w:r w:rsidRPr="008F4AF7">
        <w:rPr>
          <w:cs/>
          <w:lang w:bidi="hi-IN"/>
        </w:rPr>
        <w:t>...(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ज़ाहिर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जायेगी।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ज़िम्न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बेशक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साज़िश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करेगी।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आगाह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जाओ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अनक़रीब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मसायब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रहेगा</w:t>
      </w:r>
      <w:r w:rsidRPr="00FD6765">
        <w:t xml:space="preserve">?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रहेगा।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उस्मान</w:t>
      </w:r>
      <w:r w:rsidRPr="00FD6765">
        <w:t xml:space="preserve">,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क़ुरैश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सत्तर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क़त्ल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="00A213D6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FD6765">
        <w:t xml:space="preserve"> (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याक़ूबी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 xml:space="preserve">137, </w:t>
      </w:r>
      <w:r w:rsidRPr="008F4AF7">
        <w:rPr>
          <w:rFonts w:hint="cs"/>
          <w:cs/>
          <w:lang w:bidi="hi-IN"/>
        </w:rPr>
        <w:t>कामिल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24)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107)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मुसतदरके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हाकिम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150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FD6765">
        <w:t>4676)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मुसतदरके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हाकिम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151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FD6765">
        <w:t>4677)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23)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बारगाह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तेरी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बारगाह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क़ुरैश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शिकायत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शरारतें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धोखे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बाज़ियाँ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मुक़ाबले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हायल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पलीद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इरादों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पालने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हिफ़ाज़त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ज़िन्दा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क़ुरैश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महफ़ूज़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</w:t>
      </w:r>
      <w:r w:rsidRPr="00FD6765">
        <w:t xml:space="preserve">,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रुह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हिफ़ाज़त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शाहिद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ख़िदमत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बतायें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बालिग़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रशीद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बेटा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लेते</w:t>
      </w:r>
      <w:r w:rsidRPr="00FD6765">
        <w:t xml:space="preserve">?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हरगिज़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FD6765">
        <w:t xml:space="preserve">,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तदबीरों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तदबीरों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क़त्ल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डालते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अरब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सल्ललाहो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अलैहे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आलिही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वसल्लम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पसंद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फज़्ल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>...</w:t>
      </w:r>
      <w:r w:rsidRPr="008F4AF7">
        <w:rPr>
          <w:rFonts w:hint="cs"/>
          <w:cs/>
          <w:lang w:bidi="hi-IN"/>
        </w:rPr>
        <w:t>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20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298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रक़्म</w:t>
      </w:r>
      <w:r w:rsidRPr="008F4AF7">
        <w:rPr>
          <w:cs/>
          <w:lang w:bidi="hi-IN"/>
        </w:rPr>
        <w:t xml:space="preserve"> </w:t>
      </w:r>
      <w:r w:rsidRPr="00FD6765">
        <w:t>413)</w:t>
      </w:r>
    </w:p>
    <w:p w:rsidR="00A213D6" w:rsidRPr="00FD6765" w:rsidRDefault="008F4AF7" w:rsidP="00A213D6">
      <w:pPr>
        <w:pStyle w:val="libNormal"/>
        <w:rPr>
          <w:lang w:bidi="hi-IN"/>
        </w:rPr>
      </w:pPr>
      <w:r w:rsidRPr="00FD6765">
        <w:t>(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20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298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रक़्म</w:t>
      </w:r>
      <w:r w:rsidRPr="008F4AF7">
        <w:rPr>
          <w:cs/>
          <w:lang w:bidi="hi-IN"/>
        </w:rPr>
        <w:t xml:space="preserve"> </w:t>
      </w:r>
      <w:r w:rsidRPr="00FD6765">
        <w:t>414)</w:t>
      </w:r>
    </w:p>
    <w:p w:rsidR="001D08AD" w:rsidRDefault="001D08AD" w:rsidP="00F36219">
      <w:pPr>
        <w:pStyle w:val="Heading1"/>
        <w:rPr>
          <w:cs/>
          <w:lang w:bidi="hi-IN"/>
        </w:rPr>
      </w:pPr>
    </w:p>
    <w:p w:rsidR="001D08AD" w:rsidRDefault="001D08AD" w:rsidP="00F36219">
      <w:pPr>
        <w:pStyle w:val="Heading1"/>
        <w:rPr>
          <w:cs/>
          <w:lang w:bidi="hi-IN"/>
        </w:rPr>
      </w:pPr>
      <w:bookmarkStart w:id="148" w:name="_Toc457825372"/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इंकार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नतायज</w:t>
      </w:r>
      <w:bookmarkEnd w:id="148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मुँह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इंकार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भूला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पैरवी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मसायब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मुबतला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गये।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FD6765">
        <w:t xml:space="preserve">1. </w:t>
      </w:r>
      <w:r w:rsidRPr="00FD6765">
        <w:rPr>
          <w:rFonts w:ascii="Times New Roman" w:hAnsi="Times New Roman" w:cs="Times New Roman" w:hint="cs"/>
          <w:rtl/>
        </w:rPr>
        <w:t>يَا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أَيُّهَا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الَّذِينَ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آمَنُوا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اسْتَجِيبُوا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لِلَّـهِ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وَلِلرَّسُولِ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إِذَا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دَعَاكُمْ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لِمَا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يُحْيِيكُمْ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وَاعْلَمُوا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أَنَّ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اللَّـهَ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يَحُولُ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بَيْنَ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الْمَرْءِ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وَقَلْبِهِ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وَأَنَّهُ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إِلَيْهِ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تُحْشَرُونَ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अनफ़ाल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FD6765">
        <w:t>24)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वालों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अल्लाह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आवाज़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लब्बैक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ज़िन्दगी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भलाई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...</w:t>
      </w:r>
      <w:r w:rsidRPr="008F4AF7">
        <w:rPr>
          <w:rFonts w:hint="cs"/>
          <w:cs/>
          <w:lang w:bidi="hi-IN"/>
        </w:rPr>
        <w:t>।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FD6765">
        <w:t xml:space="preserve">2. </w:t>
      </w:r>
      <w:r w:rsidRPr="00FD6765">
        <w:rPr>
          <w:rFonts w:ascii="Times New Roman" w:hAnsi="Times New Roman" w:cs="Times New Roman" w:hint="cs"/>
          <w:rtl/>
        </w:rPr>
        <w:t>وَمَا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كَانَ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لِمُؤْمِنٍ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وَلَا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مُؤْمِنَةٍ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إِذَا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قَضَى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اللَّـهُ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وَرَسُولُهُ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أَمْرًا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أَن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يَكُونَ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لَهُمُ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الْخِيَرَةُ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مِنْ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أَمْرِهِمْ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وَمَن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يَعْصِ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اللَّـهَ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وَرَسُولَهُ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فَقَدْ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ضَلَّ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ضَلَالًا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مُّبِينًا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अहज़ाब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FD6765">
        <w:t>36)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फ़ैसला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साहिबे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इख़्तियार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नाफ़रमानी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बड़ी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खुली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गुमराही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मुबतला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होगा।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FD6765">
        <w:t xml:space="preserve"> 3. </w:t>
      </w:r>
      <w:r w:rsidRPr="00FD6765">
        <w:rPr>
          <w:rFonts w:ascii="Times New Roman" w:hAnsi="Times New Roman" w:cs="Times New Roman" w:hint="cs"/>
          <w:rtl/>
        </w:rPr>
        <w:t>وَرَبُّكَ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يَخْلُقُ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يَشَاءُ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وَيَخْتَارُ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كَانَ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لَهُمُ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الْخِيَرَةُ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سُبْحَانَ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اللَّـهِ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وَتَعَالَى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عَمَّا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يُشْرِكُونَ</w:t>
      </w:r>
      <w:r w:rsidRPr="00FD6765">
        <w:t xml:space="preserve"> 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क़सस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FD6765">
        <w:t>68)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परवर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दिगार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मुन्तख़ब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इंकार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बुरे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नतायज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इक़रार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ज़ाहिर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मासूम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नस्स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इंकार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सुपुर्द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नतायज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ख़तरनाक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रौशन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1D08AD" w:rsidRDefault="001D08AD" w:rsidP="00F36219">
      <w:pPr>
        <w:pStyle w:val="Heading2"/>
      </w:pPr>
    </w:p>
    <w:p w:rsidR="001D08AD" w:rsidRDefault="001D08AD" w:rsidP="00F36219">
      <w:pPr>
        <w:pStyle w:val="Heading2"/>
      </w:pPr>
      <w:bookmarkStart w:id="149" w:name="_Toc457825373"/>
      <w:r w:rsidRPr="00FD6765">
        <w:t>1.</w:t>
      </w:r>
      <w:r w:rsidRPr="00FD6765">
        <w:tab/>
      </w:r>
      <w:r w:rsidRPr="008F4AF7">
        <w:rPr>
          <w:rFonts w:hint="cs"/>
          <w:cs/>
          <w:lang w:bidi="hi-IN"/>
        </w:rPr>
        <w:t>डाक्टर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महमूद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सुबही</w:t>
      </w:r>
      <w:bookmarkEnd w:id="149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सियासत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हुकूमत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वाज़ेह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अल्फ़ाज़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निज़ामे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मुश्किलात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ख़ुलाफ़ा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सलासा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हज़रात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करदगी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समझा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इत्तेफ़ाक़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मुआविया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सोचा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बेटे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यज़ीद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निज़ाम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बिदअत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तक़लीद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ईजाद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फ़ारसी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बैज़नती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बादशाहत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मुशाबेह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जाहिज़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क़ैसर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बादशाहत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डाला।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रक़्मतराज़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सितमगर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ख़ुलाफ़ा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नागवार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दीने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गुनाह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क़यामत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गर्दन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हुकूमत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बुनियाद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नज़रियतुल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लदश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अशरी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501)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नज़मुल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नशअतुहा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ततवुरेहा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267)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नज़मुल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नशअतुहा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ततवुरेहा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279)</w:t>
      </w:r>
    </w:p>
    <w:p w:rsidR="001D08AD" w:rsidRDefault="001D08AD" w:rsidP="00F36219">
      <w:pPr>
        <w:pStyle w:val="Heading2"/>
      </w:pPr>
    </w:p>
    <w:p w:rsidR="001D08AD" w:rsidRDefault="001D08AD" w:rsidP="00F36219">
      <w:pPr>
        <w:pStyle w:val="Heading2"/>
      </w:pPr>
      <w:bookmarkStart w:id="150" w:name="_Toc457825374"/>
      <w:r w:rsidRPr="00FD6765">
        <w:t xml:space="preserve">2. </w:t>
      </w:r>
      <w:r w:rsidRPr="008F4AF7">
        <w:rPr>
          <w:rFonts w:hint="cs"/>
          <w:cs/>
          <w:lang w:bidi="hi-IN"/>
        </w:rPr>
        <w:t>जाहिज़</w:t>
      </w:r>
      <w:bookmarkEnd w:id="150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हाँलाकि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तरफ़दारों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मुआविया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हूकूमत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मुआविया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हुकूमत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ज़ुल्म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सितम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बढ़ाया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अरकान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मुहाजेरीन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ज़ुल्म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सितम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हाँलाकि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तफ़रेक़ा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ग़लबे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FD6765">
        <w:t xml:space="preserve">, </w:t>
      </w:r>
      <w:r w:rsidRPr="008F4AF7">
        <w:rPr>
          <w:rFonts w:hint="cs"/>
          <w:cs/>
          <w:lang w:bidi="hi-IN"/>
        </w:rPr>
        <w:t>बादशाही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शहन्शाही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रसायले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जाहिज़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292, 297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रिसाला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नंबर</w:t>
      </w:r>
      <w:r w:rsidRPr="008F4AF7">
        <w:rPr>
          <w:cs/>
          <w:lang w:bidi="hi-IN"/>
        </w:rPr>
        <w:t xml:space="preserve"> </w:t>
      </w:r>
      <w:r w:rsidRPr="00FD6765">
        <w:t>11)</w:t>
      </w:r>
    </w:p>
    <w:p w:rsidR="001D08AD" w:rsidRDefault="001D08AD" w:rsidP="00F36219">
      <w:pPr>
        <w:pStyle w:val="Heading2"/>
      </w:pPr>
    </w:p>
    <w:p w:rsidR="001D08AD" w:rsidRDefault="001D08AD" w:rsidP="00F36219">
      <w:pPr>
        <w:pStyle w:val="Heading2"/>
      </w:pPr>
      <w:bookmarkStart w:id="151" w:name="_Toc457825375"/>
      <w:r w:rsidRPr="00FD6765">
        <w:t xml:space="preserve">3.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क़तीबा</w:t>
      </w:r>
      <w:bookmarkEnd w:id="151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जहमिय्या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मुशब्बिहा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कर्रमल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वजहहु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ताख़ीर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ग़ुलू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गुफ़तुगू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कट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हुज्जती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ज़ुल्म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मज़लूमों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ज़ुल्म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सितम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बहाया</w:t>
      </w:r>
      <w:r w:rsidRPr="008F4AF7">
        <w:rPr>
          <w:cs/>
          <w:lang w:bidi="hi-IN"/>
        </w:rPr>
        <w:t xml:space="preserve">..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जिहालत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आइम्मा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ख़ारिज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फ़ितना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इख़्तिलाफ़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यज़ीद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मुआविया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मुसतहिक़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>...</w:t>
      </w:r>
      <w:r w:rsidRPr="008F4AF7">
        <w:rPr>
          <w:rFonts w:hint="cs"/>
          <w:cs/>
          <w:lang w:bidi="hi-IN"/>
        </w:rPr>
        <w:t>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रद्दे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जहमिया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मुशब्बिहा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47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FD6765">
        <w:t>49)</w:t>
      </w:r>
    </w:p>
    <w:p w:rsidR="001D08AD" w:rsidRDefault="001D08AD" w:rsidP="00F36219">
      <w:pPr>
        <w:pStyle w:val="Heading2"/>
      </w:pPr>
    </w:p>
    <w:p w:rsidR="001D08AD" w:rsidRDefault="001D08AD" w:rsidP="00F36219">
      <w:pPr>
        <w:pStyle w:val="Heading2"/>
      </w:pPr>
      <w:bookmarkStart w:id="152" w:name="_Toc457825376"/>
      <w:r w:rsidRPr="00FD6765">
        <w:t xml:space="preserve">4. </w:t>
      </w:r>
      <w:r w:rsidRPr="008F4AF7">
        <w:rPr>
          <w:rFonts w:hint="cs"/>
          <w:cs/>
          <w:lang w:bidi="hi-IN"/>
        </w:rPr>
        <w:t>मक़रेज़ी</w:t>
      </w:r>
      <w:bookmarkEnd w:id="152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मक़रेज़ी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आयेगें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हिदायत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फ़ैसले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करेंगें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हिदायत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देगें</w:t>
      </w:r>
      <w:r w:rsidRPr="008F4AF7">
        <w:rPr>
          <w:cs/>
          <w:lang w:bidi="hi-IN"/>
        </w:rPr>
        <w:t>...</w:t>
      </w:r>
      <w:r w:rsidRPr="008F4AF7">
        <w:rPr>
          <w:rFonts w:hint="cs"/>
          <w:cs/>
          <w:lang w:bidi="hi-IN"/>
        </w:rPr>
        <w:t>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निज़ाअ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तख़ासुम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12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315, 317)</w:t>
      </w:r>
    </w:p>
    <w:p w:rsidR="001D08AD" w:rsidRDefault="001D08AD" w:rsidP="00F36219">
      <w:pPr>
        <w:pStyle w:val="Heading2"/>
      </w:pPr>
    </w:p>
    <w:p w:rsidR="001D08AD" w:rsidRDefault="001D08AD" w:rsidP="00F36219">
      <w:pPr>
        <w:pStyle w:val="Heading2"/>
      </w:pPr>
      <w:bookmarkStart w:id="153" w:name="_Toc457825377"/>
      <w:r w:rsidRPr="00FD6765">
        <w:t>5.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ज़ाहिरी</w:t>
      </w:r>
      <w:bookmarkEnd w:id="153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यज़ीद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मुआविया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नतायज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मदीना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बुज़ुर्गाने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हर्रा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हुकूमत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क़त्ल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>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हुकूमत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क़त्ल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कराया।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ज़ुबैर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मस्जिदुल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घेर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ख़्याल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>....</w:t>
      </w:r>
      <w:r w:rsidRPr="008F4AF7">
        <w:rPr>
          <w:rFonts w:hint="cs"/>
          <w:cs/>
          <w:lang w:bidi="hi-IN"/>
        </w:rPr>
        <w:t>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महल्ली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उमय्या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बादशाहों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तकबीर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नमाज़े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क़ुरबाँ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ख़ुतबों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मुक़द्दम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पूरी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हुज्जत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जमहरतिल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112)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महल्ली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55)</w:t>
      </w:r>
    </w:p>
    <w:p w:rsidR="001D08AD" w:rsidRDefault="001D08AD" w:rsidP="00F36219">
      <w:pPr>
        <w:pStyle w:val="Heading2"/>
      </w:pPr>
    </w:p>
    <w:p w:rsidR="001D08AD" w:rsidRDefault="001D08AD" w:rsidP="00F36219">
      <w:pPr>
        <w:pStyle w:val="Heading2"/>
      </w:pPr>
      <w:bookmarkStart w:id="154" w:name="_Toc457825378"/>
      <w:r w:rsidRPr="00FD6765">
        <w:t xml:space="preserve">2. </w:t>
      </w:r>
      <w:r w:rsidRPr="00FD6765">
        <w:tab/>
      </w:r>
      <w:r w:rsidRPr="008F4AF7">
        <w:rPr>
          <w:rFonts w:hint="cs"/>
          <w:cs/>
          <w:lang w:bidi="hi-IN"/>
        </w:rPr>
        <w:t>अबुस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आलूसी</w:t>
      </w:r>
      <w:bookmarkEnd w:id="154"/>
    </w:p>
    <w:p w:rsidR="008F4AF7" w:rsidRPr="00FD6765" w:rsidRDefault="008F4AF7" w:rsidP="008F4AF7">
      <w:pPr>
        <w:pStyle w:val="libNormal"/>
      </w:pPr>
      <w:r w:rsidRPr="00FD6765">
        <w:rPr>
          <w:rFonts w:ascii="Times New Roman" w:hAnsi="Times New Roman" w:cs="Times New Roman" w:hint="cs"/>
          <w:rtl/>
        </w:rPr>
        <w:t>وَإِذْ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قُلْنَا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لَكَ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إِنَّ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رَبَّكَ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أَحَاطَ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بِالنَّاسِ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وَمَا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جَعَلْنَا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الرُّؤْيَا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الَّتِي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أَرَيْنَاكَ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إِلَّا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فِتْنَةً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لِّلنَّاسِ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وَالشَّجَرَةَ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الْمَلْعُونَةَ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فِي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الْقُرْآنِ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وَنُخَوِّفُهُمْ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فَمَا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يَزِيدُهُمْ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إِلَّا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طُغْيَانًا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كَبِيرًا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मज़कूरा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हातम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मरदुवा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दयायल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बैहक़ी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असाकर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मुसय्यब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हातम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मर्रा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ख़्वाब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ख़्वाब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उमय्या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बंदर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चढ़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ख़्वाब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मज़कूरा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फ़रमाई</w:t>
      </w:r>
      <w:r w:rsidRPr="008F4AF7">
        <w:rPr>
          <w:cs/>
          <w:lang w:bidi="hi-IN"/>
        </w:rPr>
        <w:t>..</w:t>
      </w:r>
      <w:r w:rsidRPr="008F4AF7">
        <w:rPr>
          <w:rFonts w:hint="cs"/>
          <w:cs/>
          <w:lang w:bidi="hi-IN"/>
        </w:rPr>
        <w:t>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FD6765">
        <w:t>60)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तर्जुमा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दिखाया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फ़ितना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शजर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मलऊना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डराते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सरकशी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बढ़ती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FD6765">
        <w:t xml:space="preserve"> (</w:t>
      </w:r>
      <w:r w:rsidRPr="008F4AF7">
        <w:rPr>
          <w:rFonts w:hint="cs"/>
          <w:cs/>
          <w:lang w:bidi="hi-IN"/>
        </w:rPr>
        <w:t>तफ़सीरे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आलूसी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मज़कूरा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>)</w:t>
      </w:r>
    </w:p>
    <w:p w:rsidR="001D08AD" w:rsidRDefault="001D08AD" w:rsidP="00F36219">
      <w:pPr>
        <w:pStyle w:val="Heading2"/>
      </w:pPr>
    </w:p>
    <w:p w:rsidR="001D08AD" w:rsidRDefault="001D08AD" w:rsidP="00F36219">
      <w:pPr>
        <w:pStyle w:val="Heading2"/>
      </w:pPr>
      <w:bookmarkStart w:id="155" w:name="_Toc457825379"/>
      <w:r w:rsidRPr="00FD6765">
        <w:t xml:space="preserve">3. </w:t>
      </w:r>
      <w:r w:rsidRPr="00FD6765">
        <w:tab/>
      </w:r>
      <w:r w:rsidRPr="008F4AF7">
        <w:rPr>
          <w:rFonts w:hint="cs"/>
          <w:cs/>
          <w:lang w:bidi="hi-IN"/>
        </w:rPr>
        <w:t>डाक्टर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मिस्री</w:t>
      </w:r>
      <w:bookmarkEnd w:id="155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मिरातुल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मोहतरम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उमय्या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यज़ीद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मुआविया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जम़ाने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ताराज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मलिक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मरवान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इजाज़त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हुज्जाज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युसुफ़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ज़ुल्म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सितम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अंजाम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दिये</w:t>
      </w:r>
      <w:r w:rsidRPr="00FD6765">
        <w:t>?</w:t>
      </w:r>
      <w:r w:rsidRPr="008F4AF7">
        <w:rPr>
          <w:rFonts w:hint="cs"/>
          <w:cs/>
          <w:lang w:bidi="hi-IN"/>
        </w:rPr>
        <w:t>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मुक़द्दस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सुफ़यान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मरवान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झुके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यज़ीद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मुआविया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बेटों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भाईयों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क़त्ल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रसूलल्लाह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बेटियों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...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ख़ुलाफ़ा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मिल्कियत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ख़र्च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>...</w:t>
      </w:r>
      <w:r w:rsidRPr="008F4AF7">
        <w:rPr>
          <w:rFonts w:hint="cs"/>
          <w:cs/>
          <w:lang w:bidi="hi-IN"/>
        </w:rPr>
        <w:t>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तुग़यान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सरकशी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मशरिक़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मग़रिब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FD6765">
        <w:t xml:space="preserve">, </w:t>
      </w:r>
      <w:r w:rsidRPr="008F4AF7">
        <w:rPr>
          <w:rFonts w:hint="cs"/>
          <w:cs/>
          <w:lang w:bidi="hi-IN"/>
        </w:rPr>
        <w:t>ज़ियाद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उमय्या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हुकूमत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उमय्या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फ़सादात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हुज्जाज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वारिद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बुराईयों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मरअतुल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268, 270)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मरअतुल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268, 272)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फ़ितनतुल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कुबरा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रक़्म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करीबी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तरबीयत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याफ़्ता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अमानतों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वापस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अक़्दे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उख़ूवत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दामादे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ज़ुर्रियत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अलमदार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मर्तबा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मूसा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हारुन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मर्तबे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औऱ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इंतेख़ाब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मुनहरिफ़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निशानियाँ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रिश्तेदारी</w:t>
      </w:r>
      <w:r w:rsidRPr="00FD6765">
        <w:t xml:space="preserve">,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सबक़त</w:t>
      </w:r>
      <w:r w:rsidRPr="00FD6765">
        <w:t xml:space="preserve">, </w:t>
      </w:r>
      <w:r w:rsidRPr="008F4AF7">
        <w:rPr>
          <w:rFonts w:hint="cs"/>
          <w:cs/>
          <w:lang w:bidi="hi-IN"/>
        </w:rPr>
        <w:t>मुसलमानो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अज़मत</w:t>
      </w:r>
      <w:r w:rsidRPr="00FD6765">
        <w:t xml:space="preserve">, </w:t>
      </w:r>
      <w:r w:rsidRPr="008F4AF7">
        <w:rPr>
          <w:rFonts w:hint="cs"/>
          <w:cs/>
          <w:lang w:bidi="hi-IN"/>
        </w:rPr>
        <w:t>जिहाद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मसायब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बर्दाश्त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इंहेराफ़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कजी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फ़क़ाहत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शिद्दत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इसतेहकाम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वग़ैरह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वग़ैरह</w:t>
      </w:r>
      <w:r w:rsidRPr="00FD6765">
        <w:t xml:space="preserve">,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रास्ता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हाशिम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बिल्कुल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क़ुरैश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सुलूक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ख़ौफ़ज़दा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हाशिम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क़बीले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कबीले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 "</w:t>
      </w:r>
      <w:r w:rsidRPr="008F4AF7">
        <w:rPr>
          <w:rFonts w:hint="cs"/>
          <w:cs/>
          <w:lang w:bidi="hi-IN"/>
        </w:rPr>
        <w:t>मुआविया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सुफ़यान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बेटा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ओहद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ख़ंदक़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मुशरेकीन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हिन्दा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बेटा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क़त्ल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शिकम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जीगर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निकाला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चुँनाचे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हादेसा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गोया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निकली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>....</w:t>
      </w:r>
      <w:r w:rsidRPr="008F4AF7">
        <w:rPr>
          <w:rFonts w:hint="cs"/>
          <w:cs/>
          <w:lang w:bidi="hi-IN"/>
        </w:rPr>
        <w:t>।</w:t>
      </w:r>
      <w:r w:rsidR="00F36219">
        <w:rPr>
          <w:cs/>
          <w:lang w:bidi="hi-IN"/>
        </w:rPr>
        <w:t>"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फ़ितनतुल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कुबरा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152)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फ़ितनतुल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कुबरा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15)</w:t>
      </w:r>
    </w:p>
    <w:p w:rsidR="001D08AD" w:rsidRDefault="001D08AD" w:rsidP="00F36219">
      <w:pPr>
        <w:pStyle w:val="Heading2"/>
      </w:pPr>
    </w:p>
    <w:p w:rsidR="001D08AD" w:rsidRDefault="001D08AD" w:rsidP="00F36219">
      <w:pPr>
        <w:pStyle w:val="Heading2"/>
      </w:pPr>
      <w:bookmarkStart w:id="156" w:name="_Toc457825380"/>
      <w:r w:rsidRPr="00FD6765">
        <w:t xml:space="preserve">4. </w:t>
      </w:r>
      <w:r w:rsidRPr="00FD6765">
        <w:tab/>
      </w:r>
      <w:r w:rsidRPr="008F4AF7">
        <w:rPr>
          <w:rFonts w:hint="cs"/>
          <w:cs/>
          <w:lang w:bidi="hi-IN"/>
        </w:rPr>
        <w:t>मशहूर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मुवर्रिख़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सैयद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हिन्दी</w:t>
      </w:r>
      <w:bookmarkEnd w:id="156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हुकूमते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उमय्या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तालिमात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हुकूमत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बुनियादों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पलट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जगह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मुआविया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क़ब्ज़ा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हुकूमत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गुज़िश्ता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पलट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डेमोक्रेसी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जगह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ली</w:t>
      </w:r>
      <w:r w:rsidRPr="008F4AF7">
        <w:rPr>
          <w:cs/>
          <w:lang w:bidi="hi-IN"/>
        </w:rPr>
        <w:t>....</w:t>
      </w:r>
      <w:r w:rsidRPr="008F4AF7">
        <w:rPr>
          <w:rFonts w:hint="cs"/>
          <w:cs/>
          <w:lang w:bidi="hi-IN"/>
        </w:rPr>
        <w:t>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जगह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वापस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लौट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निकाला।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उमय्या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अहकामें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अरकाने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मुनहदिम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फ़ख़र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मुबाहात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...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कुर्सी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जरायम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मुलव्विस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>...</w:t>
      </w:r>
      <w:r w:rsidRPr="008F4AF7">
        <w:rPr>
          <w:rFonts w:hint="cs"/>
          <w:cs/>
          <w:lang w:bidi="hi-IN"/>
        </w:rPr>
        <w:t>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मुख़तसर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तारिख़िल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तमद्दुनिल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63)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रुहुल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296)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रुहुल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300)</w:t>
      </w:r>
    </w:p>
    <w:p w:rsidR="008F4AF7" w:rsidRPr="00FD6765" w:rsidRDefault="008F4AF7" w:rsidP="008F4AF7">
      <w:pPr>
        <w:pStyle w:val="libNormal"/>
      </w:pPr>
      <w:r w:rsidRPr="00FD6765">
        <w:lastRenderedPageBreak/>
        <w:t>(</w:t>
      </w:r>
      <w:r w:rsidRPr="008F4AF7">
        <w:rPr>
          <w:rFonts w:hint="cs"/>
          <w:cs/>
          <w:lang w:bidi="hi-IN"/>
        </w:rPr>
        <w:t>रुहुल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301)</w:t>
      </w:r>
    </w:p>
    <w:p w:rsidR="001D08AD" w:rsidRDefault="001D08AD" w:rsidP="00F36219">
      <w:pPr>
        <w:pStyle w:val="Heading2"/>
      </w:pPr>
    </w:p>
    <w:p w:rsidR="001D08AD" w:rsidRDefault="001D08AD" w:rsidP="00F36219">
      <w:pPr>
        <w:pStyle w:val="Heading2"/>
      </w:pPr>
      <w:bookmarkStart w:id="157" w:name="_Toc457825381"/>
      <w:r w:rsidRPr="00FD6765">
        <w:t xml:space="preserve">5. </w:t>
      </w:r>
      <w:r w:rsidRPr="00FD6765">
        <w:tab/>
      </w:r>
      <w:r w:rsidRPr="008F4AF7">
        <w:rPr>
          <w:rFonts w:hint="cs"/>
          <w:cs/>
          <w:lang w:bidi="hi-IN"/>
        </w:rPr>
        <w:t>डाक्टर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मिस्री</w:t>
      </w:r>
      <w:bookmarkEnd w:id="157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ज़ुहल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मुताआदिल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</w:t>
      </w:r>
      <w:r w:rsidRPr="00FD6765">
        <w:t xml:space="preserve">, </w:t>
      </w:r>
      <w:r w:rsidRPr="008F4AF7">
        <w:rPr>
          <w:rFonts w:hint="cs"/>
          <w:cs/>
          <w:lang w:bidi="hi-IN"/>
        </w:rPr>
        <w:t>मुसतहकम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पुर्स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मुसतहकम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अच्छी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आईम्मा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वाज़ेह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तंक़ीद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ज़ुल्म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मुक़ाबले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ज़ुल्म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मुस्तक़ीम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कवानीन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ख़लीफ़ो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ज़ुल्म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मुक़ाबले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तसलीम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नागवार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ज़ुल्म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यौमुल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बीमारी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रेहलत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फ़रमाई</w:t>
      </w:r>
      <w:r w:rsidRPr="00FD6765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बुख़ारी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मुस्लिम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लाओ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गुमराह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हों</w:t>
      </w:r>
      <w:r w:rsidRPr="008F4AF7">
        <w:rPr>
          <w:cs/>
          <w:lang w:bidi="hi-IN"/>
        </w:rPr>
        <w:t xml:space="preserve">...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मेहार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मर्ज़ी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जम़ाने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मुसतहकम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मतीन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रेहलत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ख़तरनाक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गयीं।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इख़्तिलाफ़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मिसदाक़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कमज़ोरी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निशानी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दफ़्न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दिये</w:t>
      </w:r>
      <w:r w:rsidRPr="008F4AF7">
        <w:rPr>
          <w:cs/>
          <w:lang w:bidi="hi-IN"/>
        </w:rPr>
        <w:t>....</w:t>
      </w:r>
      <w:r w:rsidRPr="008F4AF7">
        <w:rPr>
          <w:rFonts w:hint="cs"/>
          <w:cs/>
          <w:lang w:bidi="hi-IN"/>
        </w:rPr>
        <w:t>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फजरे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उमय्या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तअस्सुब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जाहिलियत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पुरानी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पलट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ज़ुहल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225)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यौमुल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41)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यौमुल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53)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फ़जरुल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79)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ख़लिफ़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दमिश्क़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मुआविया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कनीज़ों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लअब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ऐलान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गुनाह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फ़हशा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मुन्कर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रायज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>...</w:t>
      </w:r>
      <w:r w:rsidRPr="008F4AF7">
        <w:rPr>
          <w:rFonts w:hint="cs"/>
          <w:cs/>
          <w:lang w:bidi="hi-IN"/>
        </w:rPr>
        <w:t>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सुफ़यान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कुफ़्र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आमेज़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अक़ीदे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इज़हार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अफ़्फ़ान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हुकूमत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चुँनाचे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तीम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हुकूमत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गेंद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अरकान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उमय्या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FD6765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FD6765">
        <w:t xml:space="preserve">, </w:t>
      </w:r>
      <w:r w:rsidRPr="008F4AF7">
        <w:rPr>
          <w:rFonts w:hint="cs"/>
          <w:cs/>
          <w:lang w:bidi="hi-IN"/>
        </w:rPr>
        <w:t>मुल्क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हुकूमत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जहन्नम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FD6765">
        <w:t>? (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मुद्दत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काफ़िर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घराने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रस्सी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घराने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हुकूमत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ज़हरीले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आसार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औक़ात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ज़ाहिर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मुआविया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करूँगा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उसने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हरगिज़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पक्का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बेहतर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जाहिल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बेटे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गुनाह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जुर्म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अंजाम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तैयार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फ़तहे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आज़ाद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ज़िन्दगी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दर्दनाक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क़त्ल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बेटे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यज़ीद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कारनामे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अंजाम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दिये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जाहिलियत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बादशाही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FD6765">
        <w:t xml:space="preserve">, </w:t>
      </w:r>
      <w:r w:rsidRPr="008F4AF7">
        <w:rPr>
          <w:rFonts w:hint="cs"/>
          <w:cs/>
          <w:lang w:bidi="hi-IN"/>
        </w:rPr>
        <w:t>जिसको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मुआविया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मुन्तक़िल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नशअतुल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फ़िक्रिल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फ़लसफ़ी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229)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नज़ाअ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तख़ासुम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31)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नशअतुल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फ़िक्रिल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फ़लसफ़ी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198)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नशअतुल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फ़िक्रिल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फ़लसफ़ी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46)</w:t>
      </w:r>
    </w:p>
    <w:p w:rsidR="001D08AD" w:rsidRDefault="001D08AD" w:rsidP="00F36219">
      <w:pPr>
        <w:pStyle w:val="Heading2"/>
      </w:pPr>
    </w:p>
    <w:p w:rsidR="001D08AD" w:rsidRDefault="001D08AD" w:rsidP="00F36219">
      <w:pPr>
        <w:pStyle w:val="Heading2"/>
      </w:pPr>
      <w:bookmarkStart w:id="158" w:name="_Toc457825382"/>
      <w:r w:rsidRPr="00FD6765">
        <w:t xml:space="preserve">11.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महमूद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अक़्क़ाद</w:t>
      </w:r>
      <w:bookmarkEnd w:id="158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मुआविया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मीज़ान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उमय्या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हुकूमत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क़ायम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बशरी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ख़तरनाक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हादेसा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मुआविया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मीज़ान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542)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तबरी</w:t>
      </w:r>
      <w:r w:rsidRPr="00FD6765">
        <w:t xml:space="preserve">, </w:t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मुआविया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रखो</w:t>
      </w:r>
      <w:r w:rsidRPr="00FD6765">
        <w:t xml:space="preserve">, </w:t>
      </w:r>
      <w:r w:rsidRPr="008F4AF7">
        <w:rPr>
          <w:rFonts w:hint="cs"/>
          <w:cs/>
          <w:lang w:bidi="hi-IN"/>
        </w:rPr>
        <w:t>नमाज़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पढ़ो</w:t>
      </w:r>
      <w:r w:rsidRPr="00FD6765">
        <w:t xml:space="preserve">, </w:t>
      </w:r>
      <w:r w:rsidRPr="008F4AF7">
        <w:rPr>
          <w:rFonts w:hint="cs"/>
          <w:cs/>
          <w:lang w:bidi="hi-IN"/>
        </w:rPr>
        <w:t>हज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ज़कात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FD6765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अंजाम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FD6765">
        <w:t xml:space="preserve">,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जाऊँ।</w:t>
      </w:r>
    </w:p>
    <w:p w:rsidR="001D08AD" w:rsidRDefault="001D08AD" w:rsidP="00F36219">
      <w:pPr>
        <w:pStyle w:val="Heading2"/>
      </w:pPr>
    </w:p>
    <w:p w:rsidR="001D08AD" w:rsidRDefault="001D08AD" w:rsidP="00F36219">
      <w:pPr>
        <w:pStyle w:val="Heading2"/>
      </w:pPr>
      <w:bookmarkStart w:id="159" w:name="_Toc457825383"/>
      <w:r w:rsidRPr="00FD6765">
        <w:t>12.</w:t>
      </w:r>
      <w:r w:rsidRPr="00FD6765">
        <w:tab/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डाक्टर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महमूद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ख़ालिदी</w:t>
      </w:r>
      <w:r w:rsidRPr="00FD6765">
        <w:t xml:space="preserve">, </w:t>
      </w:r>
      <w:r w:rsidRPr="008F4AF7">
        <w:rPr>
          <w:rFonts w:hint="cs"/>
          <w:cs/>
          <w:lang w:bidi="hi-IN"/>
        </w:rPr>
        <w:t>प्रोफ़ेसर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यरमूक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युनिवर्सिटी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जार्डन</w:t>
      </w:r>
      <w:r w:rsidRPr="008F4AF7">
        <w:rPr>
          <w:cs/>
          <w:lang w:bidi="hi-IN"/>
        </w:rPr>
        <w:t>)</w:t>
      </w:r>
      <w:bookmarkEnd w:id="159"/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निज़ामे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अंदाज़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ज़ाहिर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...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इज्तेहाद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ऊपर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जदल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इज्तेहाद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गर्म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शक्ल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घर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इंतेख़ाब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शक्लें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आयीं</w:t>
      </w:r>
      <w:r w:rsidRPr="008F4AF7">
        <w:rPr>
          <w:cs/>
          <w:lang w:bidi="hi-IN"/>
        </w:rPr>
        <w:t>....</w:t>
      </w:r>
      <w:r w:rsidRPr="008F4AF7">
        <w:rPr>
          <w:rFonts w:hint="cs"/>
          <w:cs/>
          <w:lang w:bidi="hi-IN"/>
        </w:rPr>
        <w:t>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क़ारिये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मोहतरम</w:t>
      </w:r>
      <w:r w:rsidRPr="00FD6765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मुश्किलात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इख़्तिलाफ़ात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फ़ेहरिस्त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मुतअल्लिक़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अहादिस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इंकार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उसूलुल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फ़िकरिया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सक़ाफ़तिल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16)</w:t>
      </w:r>
    </w:p>
    <w:p w:rsidR="001D08AD" w:rsidRDefault="001D08AD" w:rsidP="00F36219">
      <w:pPr>
        <w:pStyle w:val="Heading2"/>
      </w:pPr>
    </w:p>
    <w:p w:rsidR="001D08AD" w:rsidRDefault="001D08AD" w:rsidP="00F36219">
      <w:pPr>
        <w:pStyle w:val="Heading2"/>
      </w:pPr>
      <w:bookmarkStart w:id="160" w:name="_Toc457825384"/>
      <w:r w:rsidRPr="00FD6765">
        <w:t>13.</w:t>
      </w:r>
      <w:r w:rsidRPr="00FD6765">
        <w:tab/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मुस्तफ़ा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राफ़ेई</w:t>
      </w:r>
      <w:r w:rsidRPr="00FD6765">
        <w:t xml:space="preserve">, </w:t>
      </w:r>
      <w:r w:rsidRPr="008F4AF7">
        <w:rPr>
          <w:rFonts w:hint="cs"/>
          <w:cs/>
          <w:lang w:bidi="hi-IN"/>
        </w:rPr>
        <w:t>पेरिस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युनिवर्सिटी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हुक़ूक़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माहिर</w:t>
      </w:r>
      <w:bookmarkEnd w:id="160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उमय्या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इंक़ेलाब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निज़ामे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हुकूमत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उनवान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हुकूमत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जौहर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उनवान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लगाकर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ख़िदमत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गुज़ार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.... </w:t>
      </w:r>
      <w:r w:rsidRPr="008F4AF7">
        <w:rPr>
          <w:rFonts w:hint="cs"/>
          <w:cs/>
          <w:lang w:bidi="hi-IN"/>
        </w:rPr>
        <w:t>उसी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मुआविया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इज़ाफ़ा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पहनाने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निज़ाम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पैरवी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मुस्तफ़ा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राफ़ेई</w:t>
      </w:r>
      <w:r w:rsidRPr="00FD6765">
        <w:t xml:space="preserve">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निज़ामे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इँसानी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30)</w:t>
      </w:r>
    </w:p>
    <w:p w:rsidR="001D08AD" w:rsidRDefault="001D08AD" w:rsidP="00F36219">
      <w:pPr>
        <w:pStyle w:val="Heading2"/>
      </w:pPr>
    </w:p>
    <w:p w:rsidR="001D08AD" w:rsidRDefault="001D08AD" w:rsidP="00F36219">
      <w:pPr>
        <w:pStyle w:val="Heading2"/>
      </w:pPr>
      <w:bookmarkStart w:id="161" w:name="_Toc457825385"/>
      <w:r w:rsidRPr="00FD6765">
        <w:t>14.</w:t>
      </w:r>
      <w:r w:rsidRPr="00FD6765">
        <w:tab/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रशीद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रज़ा</w:t>
      </w:r>
      <w:bookmarkEnd w:id="161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अलमनार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किस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उमय्या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हुकूमत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गंदा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क़वायद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हुकूमत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क़यामत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गुनाह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गर्दन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तफ़सीरे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188</w:t>
      </w:r>
    </w:p>
    <w:p w:rsidR="00F36219" w:rsidRDefault="008F4AF7" w:rsidP="008F4AF7">
      <w:pPr>
        <w:pStyle w:val="libNormal"/>
        <w:rPr>
          <w:cs/>
          <w:lang w:bidi="hi-IN"/>
        </w:rPr>
      </w:pPr>
      <w:r w:rsidRPr="008F4AF7">
        <w:rPr>
          <w:rFonts w:hint="cs"/>
          <w:cs/>
          <w:lang w:bidi="hi-IN"/>
        </w:rPr>
        <w:t>क़ारेईने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केराम</w:t>
      </w:r>
      <w:r w:rsidRPr="00FD6765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मुश्किलात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मुसलेमीन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इंकार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आईम्मा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अहादीस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इंकार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मसायब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मुश्किलात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गिरफ़्तार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मुसीबतें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शिकायत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पैरवी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मुआशरा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मुसीबतों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मुब्तला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F36219" w:rsidRDefault="00F36219" w:rsidP="00DE0F6F">
      <w:pPr>
        <w:pStyle w:val="libNormal"/>
        <w:rPr>
          <w:cs/>
          <w:lang w:bidi="hi-IN"/>
        </w:rPr>
      </w:pPr>
      <w:r>
        <w:rPr>
          <w:cs/>
          <w:lang w:bidi="hi-IN"/>
        </w:rPr>
        <w:br w:type="page"/>
      </w:r>
    </w:p>
    <w:p w:rsidR="001D08AD" w:rsidRDefault="001D08AD" w:rsidP="00F36219">
      <w:pPr>
        <w:pStyle w:val="Heading1"/>
        <w:rPr>
          <w:cs/>
          <w:lang w:bidi="hi-IN"/>
        </w:rPr>
      </w:pPr>
    </w:p>
    <w:p w:rsidR="001D08AD" w:rsidRDefault="001D08AD" w:rsidP="00F36219">
      <w:pPr>
        <w:pStyle w:val="Heading1"/>
        <w:rPr>
          <w:cs/>
          <w:lang w:bidi="hi-IN"/>
        </w:rPr>
      </w:pPr>
      <w:bookmarkStart w:id="162" w:name="_Toc457825386"/>
      <w:r w:rsidRPr="008F4AF7">
        <w:rPr>
          <w:rFonts w:hint="cs"/>
          <w:cs/>
          <w:lang w:bidi="hi-IN"/>
        </w:rPr>
        <w:t>जश्ने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मुनअक़िद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bookmarkEnd w:id="162"/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मख़्सूस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तारिख़ों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हालातों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अंजाम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जश्न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महफ़िल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मुनअक़िद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चाहे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बेसत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मुनासेबत।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मुसलमान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मुक़द्दस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मासूम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रूहानी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फ़ैज़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महाफ़िल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मुनअक़िद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बरकतें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अफ़सोस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हमेशा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बह्हाबी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बरकतों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महरूम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महफ़िल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मुनअक़िद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रोकते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मक़ासिद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मुक़द्देसात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दोबारा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मौज़ू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तहक़ीक़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1D08AD" w:rsidRDefault="001D08AD" w:rsidP="00F36219">
      <w:pPr>
        <w:pStyle w:val="Heading1"/>
        <w:rPr>
          <w:cs/>
          <w:lang w:bidi="hi-IN"/>
        </w:rPr>
      </w:pPr>
    </w:p>
    <w:p w:rsidR="001D08AD" w:rsidRDefault="001D08AD" w:rsidP="00F36219">
      <w:pPr>
        <w:pStyle w:val="Heading1"/>
        <w:rPr>
          <w:cs/>
          <w:lang w:bidi="hi-IN"/>
        </w:rPr>
      </w:pPr>
      <w:bookmarkStart w:id="163" w:name="_Toc457825387"/>
      <w:r w:rsidRPr="008F4AF7">
        <w:rPr>
          <w:rFonts w:hint="cs"/>
          <w:cs/>
          <w:lang w:bidi="hi-IN"/>
        </w:rPr>
        <w:t>वह्हबियों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फ़तवे</w:t>
      </w:r>
      <w:bookmarkEnd w:id="163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तैमिया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दिनों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क़िस्म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रुनूमा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FD6765">
        <w:t>18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हिज्जा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बुनियाद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वग़ैरह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पैरवी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FD6765">
        <w:t xml:space="preserve">,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बिदअत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ईजाद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ईसाईयों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ईसा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मुताअल्लिक़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शेख़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महफ़िल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मुनअक़िद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बिदअतों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ख़ुलाफ़ा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राशेदीन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ताबेईन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अंजाम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FD6765">
        <w:t>3.</w:t>
      </w:r>
      <w:r w:rsidRPr="00FD6765">
        <w:tab/>
      </w:r>
      <w:r w:rsidRPr="008F4AF7">
        <w:rPr>
          <w:rFonts w:hint="cs"/>
          <w:cs/>
          <w:lang w:bidi="hi-IN"/>
        </w:rPr>
        <w:t>वहाबियत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फ़तवा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कमेटी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दायमी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मिम्बरों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अंबिया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सालेहीन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पैदाइश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ज़िन्दा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महफ़िल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मजलिस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मुनअक़िद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उठाना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क़ब्रों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जलाना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ईजाद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बिदअतें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गुज़श्ता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अंबिया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सालेहीन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अंजाम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बेहतरीन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सदियाँ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कहलाती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अँजान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FD6765">
        <w:t>4.</w:t>
      </w:r>
      <w:r w:rsidRPr="00FD6765">
        <w:tab/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फ़ौज़ान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बिदअतें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रबीउल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अव्वल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मुनासेबत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महफ़िल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वग़ैरह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मुनअक़िद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करना।</w:t>
      </w:r>
    </w:p>
    <w:p w:rsidR="008F4AF7" w:rsidRPr="00FD6765" w:rsidRDefault="008F4AF7" w:rsidP="008F4AF7">
      <w:pPr>
        <w:pStyle w:val="libNormal"/>
      </w:pPr>
      <w:r w:rsidRPr="00FD6765">
        <w:t>5.</w:t>
      </w:r>
      <w:r w:rsidRPr="00FD6765">
        <w:tab/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उसीमैन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बच्चो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जश्न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चूँकि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मुशाबेहत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ग़ैरों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क़ौम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मुशाबेह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श़ुमार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जायेगा।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इक़तेज़ाउल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सिरातिल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मुस्तक़ीम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293, 295)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मजमू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फ़तावा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मक़ालाते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मुतनव्व</w:t>
      </w:r>
      <w:r w:rsidRPr="008F4AF7">
        <w:rPr>
          <w:cs/>
          <w:lang w:bidi="hi-IN"/>
        </w:rPr>
        <w:t>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लुजनतुल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दायमा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फ़तवा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रक़्म</w:t>
      </w:r>
      <w:r w:rsidRPr="008F4AF7">
        <w:rPr>
          <w:cs/>
          <w:lang w:bidi="hi-IN"/>
        </w:rPr>
        <w:t xml:space="preserve"> </w:t>
      </w:r>
      <w:r w:rsidRPr="00FD6765">
        <w:t>1774)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बिदअत</w:t>
      </w:r>
      <w:r w:rsidRPr="00FD6765">
        <w:t xml:space="preserve">,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फ़ौज़ान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25, 27)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फ़तावा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43)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जश्ने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मुनअक़िद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निशानी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इँसान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अँदर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इँसान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नफ़रत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ताबीर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1D08AD" w:rsidRDefault="001D08AD" w:rsidP="00F36219">
      <w:pPr>
        <w:pStyle w:val="Heading1"/>
        <w:rPr>
          <w:cs/>
          <w:lang w:bidi="hi-IN"/>
        </w:rPr>
      </w:pPr>
    </w:p>
    <w:p w:rsidR="001D08AD" w:rsidRDefault="001D08AD" w:rsidP="00F36219">
      <w:pPr>
        <w:pStyle w:val="Heading1"/>
        <w:rPr>
          <w:cs/>
          <w:lang w:bidi="hi-IN"/>
        </w:rPr>
      </w:pPr>
      <w:bookmarkStart w:id="164" w:name="_Toc457825388"/>
      <w:r w:rsidRPr="008F4AF7">
        <w:rPr>
          <w:rFonts w:hint="cs"/>
          <w:cs/>
          <w:lang w:bidi="hi-IN"/>
        </w:rPr>
        <w:t>वुजूबे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bookmarkEnd w:id="164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अक़्ली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मंक़ूला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>:</w:t>
      </w:r>
    </w:p>
    <w:p w:rsidR="001D08AD" w:rsidRDefault="001D08AD" w:rsidP="00F36219">
      <w:pPr>
        <w:pStyle w:val="Heading2"/>
      </w:pPr>
    </w:p>
    <w:p w:rsidR="001D08AD" w:rsidRDefault="001D08AD" w:rsidP="00F36219">
      <w:pPr>
        <w:pStyle w:val="Heading2"/>
      </w:pPr>
      <w:bookmarkStart w:id="165" w:name="_Toc457825389"/>
      <w:r w:rsidRPr="00FD6765">
        <w:t xml:space="preserve">1.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bookmarkEnd w:id="165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फ़ेररिस्त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उसूलन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मौजूदात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मोहताज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FD6765">
        <w:rPr>
          <w:rFonts w:ascii="Times New Roman" w:hAnsi="Times New Roman" w:cs="Times New Roman" w:hint="cs"/>
          <w:rtl/>
        </w:rPr>
        <w:t>يَا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أَيُّهَا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الَّذِينَ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آمَنُوا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إِنَّ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كَثِيرًا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مِّنَ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الْأَحْبَارِ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وَالرُّهْبَانِ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لَيَأْكُلُونَ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أَمْوَالَ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النَّاسِ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بِالْبَاطِلِ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وَيَصُدُّونَ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عَن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سَبِيلِ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اللَّـهِ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ۗ</w:t>
      </w:r>
      <w:r w:rsidRPr="00FD6765">
        <w:rPr>
          <w:rFonts w:hint="cs"/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وَالَّذِينَ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يَكْنِزُونَ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الذَّهَبَ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وَالْفِضَّةَ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وَلَا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يُنفِقُونَهَا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فِي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سَبِيلِ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اللَّـهِ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فَبَشِّرْهُم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بِعَذَابٍ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أَلِيمٍ</w:t>
      </w:r>
      <w:r w:rsidRPr="00FD6765">
        <w:t xml:space="preserve"> 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FD6765">
        <w:t>24)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पैग़म्बर</w:t>
      </w:r>
      <w:r w:rsidRPr="00FD6765">
        <w:t xml:space="preserve">,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दीजिये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बाप</w:t>
      </w:r>
      <w:r w:rsidRPr="00FD6765">
        <w:t xml:space="preserve">, </w:t>
      </w:r>
      <w:r w:rsidRPr="008F4AF7">
        <w:rPr>
          <w:rFonts w:hint="cs"/>
          <w:cs/>
          <w:lang w:bidi="hi-IN"/>
        </w:rPr>
        <w:t>दादा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औलाद</w:t>
      </w:r>
      <w:r w:rsidRPr="00FD6765">
        <w:t xml:space="preserve">, </w:t>
      </w:r>
      <w:r w:rsidRPr="008F4AF7">
        <w:rPr>
          <w:rFonts w:hint="cs"/>
          <w:cs/>
          <w:lang w:bidi="hi-IN"/>
        </w:rPr>
        <w:t>बिरादरान</w:t>
      </w:r>
      <w:r w:rsidRPr="00FD6765">
        <w:t xml:space="preserve">, </w:t>
      </w:r>
      <w:r w:rsidRPr="008F4AF7">
        <w:rPr>
          <w:rFonts w:hint="cs"/>
          <w:cs/>
          <w:lang w:bidi="hi-IN"/>
        </w:rPr>
        <w:t>अज़वाज</w:t>
      </w:r>
      <w:r w:rsidRPr="00FD6765">
        <w:t xml:space="preserve">, </w:t>
      </w:r>
      <w:r w:rsidRPr="008F4AF7">
        <w:rPr>
          <w:rFonts w:hint="cs"/>
          <w:cs/>
          <w:lang w:bidi="hi-IN"/>
        </w:rPr>
        <w:t>अशीरा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क़बीला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जिन्हे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तिजारत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ख़सारे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मकानात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जिन्हे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पसंद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FD6765">
        <w:t xml:space="preserve">, </w:t>
      </w:r>
      <w:r w:rsidRPr="008F4AF7">
        <w:rPr>
          <w:rFonts w:hint="cs"/>
          <w:cs/>
          <w:lang w:bidi="hi-IN"/>
        </w:rPr>
        <w:t>तुम्हारी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निगाह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अल्लाह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जिहाद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महबूब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इंतेजार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फ़ासिक़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हिदायत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1D08AD" w:rsidRDefault="001D08AD" w:rsidP="00F36219">
      <w:pPr>
        <w:pStyle w:val="Heading2"/>
      </w:pPr>
    </w:p>
    <w:p w:rsidR="001D08AD" w:rsidRDefault="001D08AD" w:rsidP="00F36219">
      <w:pPr>
        <w:pStyle w:val="Heading2"/>
      </w:pPr>
      <w:bookmarkStart w:id="166" w:name="_Toc457825390"/>
      <w:r w:rsidRPr="00FD6765">
        <w:t xml:space="preserve">2.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bookmarkEnd w:id="166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ख़ातिर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वास्ता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फ़ैज़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मज़कूरा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FD6765">
        <w:t xml:space="preserve"> (</w:t>
      </w:r>
      <w:r w:rsidRPr="008F4AF7">
        <w:rPr>
          <w:rFonts w:hint="cs"/>
          <w:cs/>
          <w:lang w:bidi="hi-IN"/>
        </w:rPr>
        <w:t>मुसतदरके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हाकिम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149)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करो।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मनाक़िब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कमालात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असबाब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1D08AD" w:rsidRDefault="001D08AD" w:rsidP="00F36219">
      <w:pPr>
        <w:pStyle w:val="Heading2"/>
      </w:pPr>
    </w:p>
    <w:p w:rsidR="001D08AD" w:rsidRDefault="001D08AD" w:rsidP="00F36219">
      <w:pPr>
        <w:pStyle w:val="Heading2"/>
      </w:pPr>
      <w:bookmarkStart w:id="167" w:name="_Toc457825391"/>
      <w:r w:rsidRPr="00FD6765">
        <w:t xml:space="preserve">3.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>)</w:t>
      </w:r>
      <w:bookmarkEnd w:id="167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मनाक़िब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कमालात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वास्ता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फ़ैज़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कतए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चुँनाचे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गुज़श्ता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ज़िम्न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FD6765">
        <w:t xml:space="preserve"> (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रखो।</w:t>
      </w:r>
      <w:r w:rsidRPr="008F4AF7">
        <w:rPr>
          <w:cs/>
          <w:lang w:bidi="hi-IN"/>
        </w:rPr>
        <w:t>)</w:t>
      </w:r>
    </w:p>
    <w:p w:rsidR="001D08AD" w:rsidRDefault="001D08AD" w:rsidP="00F36219">
      <w:pPr>
        <w:pStyle w:val="Heading2"/>
        <w:rPr>
          <w:cs/>
          <w:lang w:bidi="hi-IN"/>
        </w:rPr>
      </w:pPr>
    </w:p>
    <w:p w:rsidR="001D08AD" w:rsidRDefault="001D08AD" w:rsidP="00F36219">
      <w:pPr>
        <w:pStyle w:val="Heading2"/>
        <w:rPr>
          <w:cs/>
          <w:lang w:bidi="hi-IN"/>
        </w:rPr>
      </w:pPr>
      <w:bookmarkStart w:id="168" w:name="_Toc457825392"/>
      <w:r w:rsidRPr="008F4AF7">
        <w:rPr>
          <w:rFonts w:hint="cs"/>
          <w:cs/>
          <w:lang w:bidi="hi-IN"/>
        </w:rPr>
        <w:t>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वुजूहात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FD6765">
        <w:t>?</w:t>
      </w:r>
      <w:bookmarkEnd w:id="168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चूँकि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दर्ज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जै़ल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वुजूहात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लाज़िम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FD6765">
        <w:t xml:space="preserve">1. </w:t>
      </w:r>
      <w:r w:rsidRPr="008F4AF7">
        <w:rPr>
          <w:rFonts w:hint="cs"/>
          <w:cs/>
          <w:lang w:bidi="hi-IN"/>
        </w:rPr>
        <w:t>इन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रिश्ता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साहिबे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रिसालत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क़यामत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सिवाए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के।</w:t>
      </w:r>
    </w:p>
    <w:p w:rsidR="008F4AF7" w:rsidRPr="00FD6765" w:rsidRDefault="008F4AF7" w:rsidP="008F4AF7">
      <w:pPr>
        <w:pStyle w:val="libNormal"/>
      </w:pPr>
      <w:r w:rsidRPr="00FD6765">
        <w:t xml:space="preserve">2.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महबूब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FD6765">
        <w:lastRenderedPageBreak/>
        <w:t xml:space="preserve">3.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FD6765">
        <w:t xml:space="preserve">, </w:t>
      </w:r>
      <w:r w:rsidRPr="008F4AF7">
        <w:rPr>
          <w:rFonts w:hint="cs"/>
          <w:cs/>
          <w:lang w:bidi="hi-IN"/>
        </w:rPr>
        <w:t>अजरे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रिसालत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FD6765">
        <w:rPr>
          <w:rFonts w:ascii="Times New Roman" w:hAnsi="Times New Roman" w:cs="Times New Roman" w:hint="cs"/>
          <w:rtl/>
        </w:rPr>
        <w:t>قُل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لَّا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أَسْأَلُكُمْ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عَلَيْهِ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أَجْرًا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إِلَّا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الْمَوَدَّةَ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فِي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الْقُرْبَىٰ</w:t>
      </w:r>
    </w:p>
    <w:p w:rsidR="008F4AF7" w:rsidRPr="00FD6765" w:rsidRDefault="008F4AF7" w:rsidP="008F4AF7">
      <w:pPr>
        <w:pStyle w:val="libNormal"/>
      </w:pPr>
      <w:r w:rsidRPr="00FD6765">
        <w:t xml:space="preserve"> (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FD6765">
        <w:t>23)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दिजीये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तबलीग़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सिवाए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करो</w:t>
      </w:r>
    </w:p>
    <w:p w:rsidR="008F4AF7" w:rsidRPr="00FD6765" w:rsidRDefault="008F4AF7" w:rsidP="008F4AF7">
      <w:pPr>
        <w:pStyle w:val="libNormal"/>
      </w:pPr>
      <w:r w:rsidRPr="00FD6765">
        <w:t>4.</w:t>
      </w:r>
      <w:r w:rsidRPr="00FD6765">
        <w:tab/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क़यामत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जायेगा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FD6765">
        <w:rPr>
          <w:rFonts w:ascii="Times New Roman" w:hAnsi="Times New Roman" w:cs="Times New Roman" w:hint="cs"/>
          <w:rtl/>
        </w:rPr>
        <w:t>وَقِفُوهُمْ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ۖ</w:t>
      </w:r>
      <w:r w:rsidRPr="00FD6765">
        <w:rPr>
          <w:rFonts w:hint="cs"/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إِنَّهُم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مَّسْئُولُونَ</w:t>
      </w:r>
      <w:r w:rsidRPr="00FD6765">
        <w:t xml:space="preserve">) 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सिब्ते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जौज़ी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मुजाहिद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क़यामत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जायेगा।</w:t>
      </w:r>
      <w:r w:rsidRPr="008F4AF7">
        <w:rPr>
          <w:cs/>
          <w:lang w:bidi="hi-IN"/>
        </w:rPr>
        <w:t xml:space="preserve"> 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FD6765">
        <w:t>24)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तज़किरतुल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ख़वास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10)</w:t>
      </w:r>
    </w:p>
    <w:p w:rsidR="008F4AF7" w:rsidRPr="00FD6765" w:rsidRDefault="008F4AF7" w:rsidP="008F4AF7">
      <w:pPr>
        <w:pStyle w:val="libNormal"/>
      </w:pPr>
      <w:r w:rsidRPr="00FD6765">
        <w:t>5.</w:t>
      </w:r>
      <w:r w:rsidRPr="00FD6765">
        <w:tab/>
      </w:r>
      <w:r w:rsidRPr="008F4AF7">
        <w:rPr>
          <w:rFonts w:hint="cs"/>
          <w:cs/>
          <w:lang w:bidi="hi-IN"/>
        </w:rPr>
        <w:t>आले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मासूमीन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>)</w:t>
      </w:r>
      <w:r w:rsidRPr="00FD6765">
        <w:t xml:space="preserve">,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पल्ला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सक़लैन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....</w:t>
      </w:r>
      <w:r w:rsidRPr="008F4AF7">
        <w:rPr>
          <w:rFonts w:hint="cs"/>
          <w:cs/>
          <w:lang w:bidi="hi-IN"/>
        </w:rPr>
        <w:t>हदीस</w:t>
      </w:r>
    </w:p>
    <w:p w:rsidR="008F4AF7" w:rsidRPr="00FD6765" w:rsidRDefault="008F4AF7" w:rsidP="008F4AF7">
      <w:pPr>
        <w:pStyle w:val="libNormal"/>
      </w:pPr>
      <w:r w:rsidRPr="00FD6765">
        <w:t>6.</w:t>
      </w:r>
      <w:r w:rsidRPr="00FD6765">
        <w:tab/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अहादीस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FD6765">
        <w:t xml:space="preserve">, </w:t>
      </w:r>
      <w:r w:rsidRPr="008F4AF7">
        <w:rPr>
          <w:rFonts w:hint="cs"/>
          <w:cs/>
          <w:lang w:bidi="hi-IN"/>
        </w:rPr>
        <w:t>तुम्हे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रखेगा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रखेगा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मुनाफ़िक़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होगा।</w:t>
      </w:r>
    </w:p>
    <w:p w:rsidR="008F4AF7" w:rsidRPr="00FD6765" w:rsidRDefault="008F4AF7" w:rsidP="008F4AF7">
      <w:pPr>
        <w:pStyle w:val="libNormal"/>
      </w:pPr>
      <w:r w:rsidRPr="00FD6765">
        <w:lastRenderedPageBreak/>
        <w:t>7.</w:t>
      </w:r>
      <w:r w:rsidRPr="00FD6765">
        <w:tab/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कश्ती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निजात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FD6765">
        <w:rPr>
          <w:rFonts w:ascii="Times New Roman" w:hAnsi="Times New Roman" w:cs="Times New Roman" w:hint="cs"/>
          <w:rtl/>
        </w:rPr>
        <w:t>مَثَلُ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أهلِ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بَيتي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مَثَلُ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سَفينَةِ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نُوحٍ؛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مَن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رَكِبَها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نَجا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مَن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تَخَلّفَ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عَنها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غَرِقَ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कश्ती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नूह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निजात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गरदानी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ग़र्क़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गया।</w:t>
      </w:r>
    </w:p>
    <w:p w:rsidR="008F4AF7" w:rsidRPr="00FD6765" w:rsidRDefault="008F4AF7" w:rsidP="008F4AF7">
      <w:pPr>
        <w:pStyle w:val="libNormal"/>
      </w:pPr>
      <w:r w:rsidRPr="00FD6765">
        <w:t>8.</w:t>
      </w:r>
      <w:r w:rsidRPr="00FD6765">
        <w:tab/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FD6765">
        <w:t xml:space="preserve">, </w:t>
      </w:r>
      <w:r w:rsidRPr="008F4AF7">
        <w:rPr>
          <w:rFonts w:hint="cs"/>
          <w:cs/>
          <w:lang w:bidi="hi-IN"/>
        </w:rPr>
        <w:t>आमाल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इबादात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ज़रूरी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झुक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पेट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पढ़े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रस्सी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मानिन्द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आतिशे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जहन्नम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देगा।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दमिश्क़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12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143)</w:t>
      </w:r>
    </w:p>
    <w:p w:rsidR="008F4AF7" w:rsidRPr="00FD6765" w:rsidRDefault="008F4AF7" w:rsidP="008F4AF7">
      <w:pPr>
        <w:pStyle w:val="libNormal"/>
      </w:pPr>
      <w:r w:rsidRPr="00FD6765">
        <w:t>9.</w:t>
      </w:r>
      <w:r w:rsidRPr="00FD6765">
        <w:tab/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क़ारेईने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केराम</w:t>
      </w:r>
      <w:r w:rsidRPr="00FD6765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नुक्ता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क़ाबिले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तवज्जो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मोटर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महबूब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इक़्तेदा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परवाज़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तैयार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जायें।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जश्न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महफ़िल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मुनअक़िद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महबूब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जलवे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दर्जे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FD6765">
        <w:t xml:space="preserve">, </w:t>
      </w:r>
      <w:r w:rsidRPr="008F4AF7">
        <w:rPr>
          <w:rFonts w:hint="cs"/>
          <w:cs/>
          <w:lang w:bidi="hi-IN"/>
        </w:rPr>
        <w:lastRenderedPageBreak/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नफ़सियाती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दिखाई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अलबत्ता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बेरुनी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महबूब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पैरवी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मुनहसिर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आसार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जलवे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इतलाक़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टकराव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महबूब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क़त्ल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इँसान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ज़िन्दगी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जलवे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</w:p>
    <w:p w:rsidR="008F4AF7" w:rsidRPr="00FD6765" w:rsidRDefault="008F4AF7" w:rsidP="008F4AF7">
      <w:pPr>
        <w:pStyle w:val="libNormal"/>
      </w:pPr>
      <w:r w:rsidRPr="00FD6765">
        <w:t xml:space="preserve">1. </w:t>
      </w:r>
      <w:r w:rsidRPr="008F4AF7">
        <w:rPr>
          <w:rFonts w:hint="cs"/>
          <w:cs/>
          <w:lang w:bidi="hi-IN"/>
        </w:rPr>
        <w:t>इताअत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पैरवी</w:t>
      </w:r>
    </w:p>
    <w:p w:rsidR="008F4AF7" w:rsidRPr="00FD6765" w:rsidRDefault="008F4AF7" w:rsidP="008F4AF7">
      <w:pPr>
        <w:pStyle w:val="libNormal"/>
      </w:pPr>
      <w:r w:rsidRPr="00FD6765">
        <w:t xml:space="preserve">2. </w:t>
      </w:r>
      <w:r w:rsidRPr="008F4AF7">
        <w:rPr>
          <w:rFonts w:hint="cs"/>
          <w:cs/>
          <w:lang w:bidi="hi-IN"/>
        </w:rPr>
        <w:t>महबूब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ज़ियारत</w:t>
      </w:r>
    </w:p>
    <w:p w:rsidR="008F4AF7" w:rsidRPr="00FD6765" w:rsidRDefault="008F4AF7" w:rsidP="008F4AF7">
      <w:pPr>
        <w:pStyle w:val="libNormal"/>
      </w:pPr>
      <w:r w:rsidRPr="00FD6765">
        <w:t xml:space="preserve">3. </w:t>
      </w:r>
      <w:r w:rsidRPr="008F4AF7">
        <w:rPr>
          <w:rFonts w:hint="cs"/>
          <w:cs/>
          <w:lang w:bidi="hi-IN"/>
        </w:rPr>
        <w:t>महबूब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तकरीम</w:t>
      </w:r>
    </w:p>
    <w:p w:rsidR="008F4AF7" w:rsidRPr="00FD6765" w:rsidRDefault="008F4AF7" w:rsidP="008F4AF7">
      <w:pPr>
        <w:pStyle w:val="libNormal"/>
      </w:pPr>
      <w:r w:rsidRPr="00FD6765">
        <w:t xml:space="preserve">4. </w:t>
      </w:r>
      <w:r w:rsidRPr="008F4AF7">
        <w:rPr>
          <w:rFonts w:hint="cs"/>
          <w:cs/>
          <w:lang w:bidi="hi-IN"/>
        </w:rPr>
        <w:t>महबूब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ज़रुरतों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</w:p>
    <w:p w:rsidR="008F4AF7" w:rsidRPr="00FD6765" w:rsidRDefault="008F4AF7" w:rsidP="008F4AF7">
      <w:pPr>
        <w:pStyle w:val="libNormal"/>
      </w:pPr>
      <w:r w:rsidRPr="00FD6765">
        <w:t xml:space="preserve">5. </w:t>
      </w:r>
      <w:r w:rsidRPr="008F4AF7">
        <w:rPr>
          <w:rFonts w:hint="cs"/>
          <w:cs/>
          <w:lang w:bidi="hi-IN"/>
        </w:rPr>
        <w:t>महबूब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दिफ़ाअ</w:t>
      </w:r>
    </w:p>
    <w:p w:rsidR="008F4AF7" w:rsidRPr="00FD6765" w:rsidRDefault="008F4AF7" w:rsidP="008F4AF7">
      <w:pPr>
        <w:pStyle w:val="libNormal"/>
      </w:pPr>
      <w:r w:rsidRPr="00FD6765">
        <w:t xml:space="preserve">6. </w:t>
      </w:r>
      <w:r w:rsidRPr="008F4AF7">
        <w:rPr>
          <w:rFonts w:hint="cs"/>
          <w:cs/>
          <w:lang w:bidi="hi-IN"/>
        </w:rPr>
        <w:t>महबूब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फ़िराक़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हुज़्न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मलाल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याक़ूब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फ़िरोक़े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युसुफ़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</w:p>
    <w:p w:rsidR="008F4AF7" w:rsidRPr="00FD6765" w:rsidRDefault="008F4AF7" w:rsidP="008F4AF7">
      <w:pPr>
        <w:pStyle w:val="libNormal"/>
      </w:pPr>
      <w:r w:rsidRPr="00FD6765">
        <w:t xml:space="preserve">7. </w:t>
      </w:r>
      <w:r w:rsidRPr="008F4AF7">
        <w:rPr>
          <w:rFonts w:hint="cs"/>
          <w:cs/>
          <w:lang w:bidi="hi-IN"/>
        </w:rPr>
        <w:t>महबूब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निशानियों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हिफ़ाज़त</w:t>
      </w:r>
    </w:p>
    <w:p w:rsidR="008F4AF7" w:rsidRPr="00FD6765" w:rsidRDefault="008F4AF7" w:rsidP="008F4AF7">
      <w:pPr>
        <w:pStyle w:val="libNormal"/>
      </w:pPr>
      <w:r w:rsidRPr="00FD6765">
        <w:t xml:space="preserve">8. </w:t>
      </w:r>
      <w:r w:rsidRPr="008F4AF7">
        <w:rPr>
          <w:rFonts w:hint="cs"/>
          <w:cs/>
          <w:lang w:bidi="hi-IN"/>
        </w:rPr>
        <w:t>महबूब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ऐहतेराम</w:t>
      </w:r>
    </w:p>
    <w:p w:rsidR="008F4AF7" w:rsidRPr="00FD6765" w:rsidRDefault="008F4AF7" w:rsidP="008F4AF7">
      <w:pPr>
        <w:pStyle w:val="libNormal"/>
      </w:pPr>
      <w:r w:rsidRPr="00FD6765">
        <w:t xml:space="preserve">9. </w:t>
      </w:r>
      <w:r w:rsidRPr="008F4AF7">
        <w:rPr>
          <w:rFonts w:hint="cs"/>
          <w:cs/>
          <w:lang w:bidi="hi-IN"/>
        </w:rPr>
        <w:t>महबूब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मुताअल्लिक़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बोसा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देना</w:t>
      </w:r>
    </w:p>
    <w:p w:rsidR="008F4AF7" w:rsidRPr="00FD6765" w:rsidRDefault="008F4AF7" w:rsidP="008F4AF7">
      <w:pPr>
        <w:pStyle w:val="libNormal"/>
      </w:pPr>
      <w:r w:rsidRPr="00FD6765">
        <w:t xml:space="preserve">10. </w:t>
      </w:r>
      <w:r w:rsidRPr="008F4AF7">
        <w:rPr>
          <w:rFonts w:hint="cs"/>
          <w:cs/>
          <w:lang w:bidi="hi-IN"/>
        </w:rPr>
        <w:t>महबूब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पैदाईश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जश्न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महफ़िल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मुनअक़िद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</w:p>
    <w:p w:rsidR="001D08AD" w:rsidRDefault="001D08AD" w:rsidP="00F36219">
      <w:pPr>
        <w:pStyle w:val="Heading1"/>
        <w:rPr>
          <w:cs/>
          <w:lang w:bidi="hi-IN"/>
        </w:rPr>
      </w:pPr>
    </w:p>
    <w:p w:rsidR="001D08AD" w:rsidRDefault="001D08AD" w:rsidP="00F36219">
      <w:pPr>
        <w:pStyle w:val="Heading1"/>
        <w:rPr>
          <w:cs/>
          <w:lang w:bidi="hi-IN"/>
        </w:rPr>
      </w:pPr>
      <w:bookmarkStart w:id="169" w:name="_Toc457825393"/>
      <w:r w:rsidRPr="008F4AF7">
        <w:rPr>
          <w:rFonts w:hint="cs"/>
          <w:cs/>
          <w:lang w:bidi="hi-IN"/>
        </w:rPr>
        <w:t>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रौशनी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bookmarkEnd w:id="169"/>
    </w:p>
    <w:p w:rsidR="008F4AF7" w:rsidRDefault="008F4AF7" w:rsidP="008F4AF7">
      <w:pPr>
        <w:pStyle w:val="libNormal"/>
        <w:rPr>
          <w:lang w:bidi="hi-IN"/>
        </w:rPr>
      </w:pP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रग़बत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दिलाई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1D08AD" w:rsidRDefault="001D08AD" w:rsidP="00F36219">
      <w:pPr>
        <w:pStyle w:val="Heading2"/>
        <w:rPr>
          <w:cs/>
          <w:lang w:bidi="hi-IN"/>
        </w:rPr>
      </w:pPr>
    </w:p>
    <w:p w:rsidR="001D08AD" w:rsidRDefault="001D08AD" w:rsidP="00F36219">
      <w:pPr>
        <w:pStyle w:val="Heading2"/>
        <w:rPr>
          <w:cs/>
          <w:lang w:bidi="hi-IN"/>
        </w:rPr>
      </w:pPr>
      <w:bookmarkStart w:id="170" w:name="_Toc457825394"/>
      <w:r>
        <w:rPr>
          <w:rFonts w:hint="cs"/>
          <w:cs/>
          <w:lang w:bidi="hi-IN"/>
        </w:rPr>
        <w:t>हज</w:t>
      </w:r>
      <w:bookmarkEnd w:id="170"/>
    </w:p>
    <w:p w:rsidR="008F4AF7" w:rsidRPr="00FD6765" w:rsidRDefault="008F4AF7" w:rsidP="008F4AF7">
      <w:pPr>
        <w:pStyle w:val="libNormal"/>
      </w:pPr>
      <w:r w:rsidRPr="00FD6765">
        <w:t>1.</w:t>
      </w:r>
      <w:r w:rsidRPr="008F4AF7">
        <w:rPr>
          <w:rFonts w:hint="cs"/>
          <w:cs/>
          <w:lang w:bidi="hi-IN"/>
        </w:rPr>
        <w:t>हज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मुतअल्लिक़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बीशतर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गुज़श्ता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अंबिया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ख़िदमत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अलिफ़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मक़ामे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इब्रहीम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>)</w:t>
      </w:r>
    </w:p>
    <w:p w:rsidR="008F4AF7" w:rsidRPr="00FD6765" w:rsidRDefault="008F4AF7" w:rsidP="008F4AF7">
      <w:pPr>
        <w:pStyle w:val="libNormal"/>
      </w:pPr>
      <w:r w:rsidRPr="00FD6765">
        <w:rPr>
          <w:rFonts w:ascii="Times New Roman" w:hAnsi="Times New Roman" w:cs="Times New Roman" w:hint="cs"/>
          <w:rtl/>
        </w:rPr>
        <w:t>وَإِذْ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جَعَلْنَا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الْبَيْتَ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مَثَابَةً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لِّلنَّاسِ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وَأَمْنًا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وَاتَّخِذُوا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مِن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مَّقَامِ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إِبْرَاهِيمَ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مُصَلًّى</w:t>
      </w:r>
      <w:r w:rsidRPr="00FD6765">
        <w:t xml:space="preserve"> 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बक़रा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FD6765">
        <w:t>125)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इब्राहीम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मुसल्ला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बनाओ।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इब्राहीम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क़दमों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जगह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मुतबर्रक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मुसल्ला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इब्राहीम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तामीर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बुख़ारी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तामीर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इस्माईल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पत्थर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उठा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इब्राहीम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तामीर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ऊची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बड़ा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पत्थर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इब्राहीम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खड़ो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तामीर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मुकम्मल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बुख़ारी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अंबिया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158)</w:t>
      </w:r>
    </w:p>
    <w:p w:rsidR="001D08AD" w:rsidRDefault="001D08AD" w:rsidP="00F36219">
      <w:pPr>
        <w:pStyle w:val="Heading2"/>
        <w:rPr>
          <w:cs/>
          <w:lang w:bidi="hi-IN"/>
        </w:rPr>
      </w:pPr>
    </w:p>
    <w:p w:rsidR="001D08AD" w:rsidRDefault="001D08AD" w:rsidP="00F36219">
      <w:pPr>
        <w:pStyle w:val="Heading2"/>
        <w:rPr>
          <w:cs/>
          <w:lang w:bidi="hi-IN"/>
        </w:rPr>
      </w:pPr>
      <w:bookmarkStart w:id="171" w:name="_Toc457825395"/>
      <w:r w:rsidRPr="008F4AF7">
        <w:rPr>
          <w:rFonts w:hint="cs"/>
          <w:cs/>
          <w:lang w:bidi="hi-IN"/>
        </w:rPr>
        <w:t>ब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सफ़ा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मरवा</w:t>
      </w:r>
      <w:bookmarkEnd w:id="171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FD6765">
        <w:rPr>
          <w:rFonts w:ascii="Times New Roman" w:hAnsi="Times New Roman" w:cs="Times New Roman" w:hint="cs"/>
          <w:rtl/>
        </w:rPr>
        <w:t>إِنَّ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الصَّفَا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وَالْمَرْوَةَ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مِن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شَعَآئِرِ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اللّهِ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فَمَنْ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حَجَّ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الْبَيْتَ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أَوِ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اعْتَمَرَ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فَلاَ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جُنَاحَ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عَلَيْهِ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أَن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يَطَّوَّفَ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بِهِمَا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وَمَن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تَطَوَّعَ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خَيْراً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فَإِنَّ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اللّهَ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شَاكِرٌ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عَلِيمٌ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बेशक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पहाड़ियाँ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निशानियों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पहाड़ियों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अरकान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हाजरा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कोशिश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ज़िन्दा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बुख़ारी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इब्राहीम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हाजरा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बेटे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इस्माईल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मुद्दत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प्यास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ग़लबा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FD6765">
        <w:t xml:space="preserve">, </w:t>
      </w:r>
      <w:r w:rsidRPr="008F4AF7">
        <w:rPr>
          <w:rFonts w:hint="cs"/>
          <w:cs/>
          <w:lang w:bidi="hi-IN"/>
        </w:rPr>
        <w:t>इस्माईल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प्यास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शिद्दत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तड़पने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हाजरा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पहाड़ी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बेटे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तलाश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तलब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होककर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उतरीं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तेज़ी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चलीं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पहाड़ी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चढ़ी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तलब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मिला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कोशिश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1D08AD" w:rsidRDefault="001D08AD" w:rsidP="00F36219">
      <w:pPr>
        <w:pStyle w:val="Heading2"/>
        <w:rPr>
          <w:cs/>
          <w:lang w:bidi="hi-IN"/>
        </w:rPr>
      </w:pPr>
    </w:p>
    <w:p w:rsidR="001D08AD" w:rsidRDefault="001D08AD" w:rsidP="00F36219">
      <w:pPr>
        <w:pStyle w:val="Heading2"/>
        <w:rPr>
          <w:cs/>
          <w:lang w:bidi="hi-IN"/>
        </w:rPr>
      </w:pPr>
      <w:bookmarkStart w:id="172" w:name="_Toc457825396"/>
      <w:r w:rsidRPr="008F4AF7">
        <w:rPr>
          <w:rFonts w:hint="cs"/>
          <w:cs/>
          <w:lang w:bidi="hi-IN"/>
        </w:rPr>
        <w:t>जीम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क़ुर्बानी</w:t>
      </w:r>
      <w:bookmarkEnd w:id="172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FD6765">
        <w:rPr>
          <w:rFonts w:ascii="Times New Roman" w:hAnsi="Times New Roman" w:cs="Times New Roman" w:hint="cs"/>
          <w:rtl/>
        </w:rPr>
        <w:t>فَبَشَّرْنَاهُ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بِغُلَامٍ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حَلِيمٍ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فَلَمَّا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بَلَغَ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مَعَهُ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السَّعْيَ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قَالَ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يَا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بُنَيَّ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إِنِّي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أَرَى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فِي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الْمَنَامِ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أَنِّي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أَذْبَحُكَ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فَانظُرْ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مَاذَا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تَرَى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قَالَ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يَا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أَبَتِ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افْعَلْ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تُؤْمَرُ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سَتَجِدُنِي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إِن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شَاءَ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اللَّـهُ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مِنَ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الصَّابِرِينَ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فَلَمَّا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أَسْلَمَا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وَتَلَّهُ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لِلْجَبِينِ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وَنَادَيْنَاهُ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أَن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يَا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إِبْرَاهِيمُ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قَدْ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صَدَّقْتَ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الرُّؤْيَا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إِنَّا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كَذَلِكَ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نَجْزِي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الْمُحْسِنِينَ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إِنَّ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هَـذَا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لَهُوَ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الْبَلَاءُ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الْمُبِينُ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وَفَدَيْنَاهُ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بِذِبْحٍ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عَظِيمٍ</w:t>
      </w:r>
      <w:r w:rsidRPr="00FD6765">
        <w:t xml:space="preserve"> 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FD6765">
        <w:t>101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FD6765">
        <w:t>107)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फ़रजंद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बशारत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फ़रजंद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दौड़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धूप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बेटा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ख़्वाब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ज़िब्ह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FD6765">
        <w:t xml:space="preserve">, </w:t>
      </w:r>
      <w:r w:rsidRPr="008F4AF7">
        <w:rPr>
          <w:rFonts w:hint="cs"/>
          <w:cs/>
          <w:lang w:bidi="hi-IN"/>
        </w:rPr>
        <w:t>अब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बताओ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ख़्याल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? </w:t>
      </w:r>
      <w:r w:rsidRPr="008F4AF7">
        <w:rPr>
          <w:rFonts w:hint="cs"/>
          <w:cs/>
          <w:lang w:bidi="hi-IN"/>
        </w:rPr>
        <w:t>फ़रंज़ंद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इंशा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पायेगें।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तसलीम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बेटे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लिटा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आवाज़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इब्राहीम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ख़्वाब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दिखाया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बड़ा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खुला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इम्तेहान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क़ुर्बानी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फ़िदाकारी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क़ुर्बानी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हाजियों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मैदान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इब्राहीम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पैरवी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इम्तेहाने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बुज़ुर्ग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गोसफ़ंद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ज़िब्ह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करें।</w:t>
      </w:r>
    </w:p>
    <w:p w:rsidR="001D08AD" w:rsidRDefault="001D08AD" w:rsidP="00F36219">
      <w:pPr>
        <w:pStyle w:val="Heading2"/>
        <w:rPr>
          <w:cs/>
          <w:lang w:bidi="hi-IN"/>
        </w:rPr>
      </w:pPr>
    </w:p>
    <w:p w:rsidR="001D08AD" w:rsidRDefault="001D08AD" w:rsidP="00F36219">
      <w:pPr>
        <w:pStyle w:val="Heading2"/>
        <w:rPr>
          <w:cs/>
          <w:lang w:bidi="hi-IN"/>
        </w:rPr>
      </w:pPr>
      <w:bookmarkStart w:id="173" w:name="_Toc457825397"/>
      <w:r w:rsidRPr="008F4AF7">
        <w:rPr>
          <w:rFonts w:hint="cs"/>
          <w:cs/>
          <w:lang w:bidi="hi-IN"/>
        </w:rPr>
        <w:t>द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रमिये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जमरात</w:t>
      </w:r>
      <w:bookmarkEnd w:id="173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हंबल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तियालसी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जिबरईल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इब्राहीम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उक़बा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चले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शैतान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ज़ाहिर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इब्राहीम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पत्थर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फेंके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शैतान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निकल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इब्राहीम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जमर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वुसता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शैतान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ज़ाहिर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FD6765">
        <w:t xml:space="preserve">,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पत्थर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शैतान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निकल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इब्राहीम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जमर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क़सवा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शैतान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ज़ाहिर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इब्राहीम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पत्थर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शैतान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निकल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मुसनदे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 xml:space="preserve">306, </w:t>
      </w:r>
      <w:r w:rsidRPr="008F4AF7">
        <w:rPr>
          <w:rFonts w:hint="cs"/>
          <w:cs/>
          <w:lang w:bidi="hi-IN"/>
        </w:rPr>
        <w:t>मुसनदे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तियालसी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FD6765">
        <w:t>2697)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क़ारेईने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केराम</w:t>
      </w:r>
      <w:r w:rsidRPr="00FD6765">
        <w:t xml:space="preserve">,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मुशाहेदा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हाजियों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रखें।</w:t>
      </w:r>
    </w:p>
    <w:p w:rsidR="008F4AF7" w:rsidRPr="00FD6765" w:rsidRDefault="008F4AF7" w:rsidP="008F4AF7">
      <w:pPr>
        <w:pStyle w:val="libNormal"/>
      </w:pPr>
      <w:r w:rsidRPr="00FD6765">
        <w:t xml:space="preserve">2.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FD6765">
        <w:rPr>
          <w:rFonts w:ascii="Times New Roman" w:hAnsi="Times New Roman" w:cs="Times New Roman" w:hint="cs"/>
          <w:rtl/>
        </w:rPr>
        <w:t>ذَلِكَ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وَمَن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يُعَظِّمْ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شَعَائِرَ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اللَّـهِ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فَإِنَّهَا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مِن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تَقْوَى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الْقُلُوبِ</w:t>
      </w:r>
      <w:r w:rsidRPr="00FD6765">
        <w:t xml:space="preserve"> 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FD6765">
        <w:t>32)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फ़ैसला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निशानियों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तक़वे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होगी।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इस्तिदलाल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शआयर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निशानी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शआयरे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निशानियाँ</w:t>
      </w:r>
      <w:r w:rsidRPr="00FD6765">
        <w:t xml:space="preserve">,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रहनुमाई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शआयरे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जश्ने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मुन्क़िद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FD6765">
        <w:t xml:space="preserve">, </w:t>
      </w:r>
      <w:r w:rsidRPr="008F4AF7">
        <w:rPr>
          <w:rFonts w:hint="cs"/>
          <w:cs/>
          <w:lang w:bidi="hi-IN"/>
        </w:rPr>
        <w:t>वली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कमालात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FD6765" w:rsidRDefault="008F4AF7" w:rsidP="008F4AF7">
      <w:pPr>
        <w:pStyle w:val="libNormal"/>
      </w:pPr>
      <w:r w:rsidRPr="00FD6765">
        <w:lastRenderedPageBreak/>
        <w:t>3.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</w:p>
    <w:p w:rsidR="008F4AF7" w:rsidRPr="00FD6765" w:rsidRDefault="008F4AF7" w:rsidP="008F4AF7">
      <w:pPr>
        <w:pStyle w:val="libNormal"/>
      </w:pPr>
      <w:r w:rsidRPr="00FD6765">
        <w:rPr>
          <w:rFonts w:ascii="Times New Roman" w:hAnsi="Times New Roman" w:cs="Times New Roman" w:hint="cs"/>
          <w:rtl/>
        </w:rPr>
        <w:t>وَذَكِّرْهُم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بِأَيَّامِ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اللَّـهِ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दिलायें।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इब्राहीम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FD6765">
        <w:t>5)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मतलब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अय्यामुल्लाह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ग़लबे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ज़ाहिर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अहदाफ़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मक़ासिद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बढ़ा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सकें।</w:t>
      </w:r>
    </w:p>
    <w:p w:rsidR="008F4AF7" w:rsidRPr="00FD6765" w:rsidRDefault="008F4AF7" w:rsidP="008F4AF7">
      <w:pPr>
        <w:pStyle w:val="libNormal"/>
      </w:pPr>
      <w:r w:rsidRPr="00FD6765">
        <w:t>4.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</w:p>
    <w:p w:rsidR="008F4AF7" w:rsidRPr="00FD6765" w:rsidRDefault="008F4AF7" w:rsidP="008F4AF7">
      <w:pPr>
        <w:pStyle w:val="libNormal"/>
      </w:pPr>
      <w:r w:rsidRPr="00FD6765">
        <w:rPr>
          <w:rFonts w:ascii="Times New Roman" w:hAnsi="Times New Roman" w:cs="Times New Roman" w:hint="cs"/>
          <w:rtl/>
        </w:rPr>
        <w:t>قُل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لَّا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أَسْأَلُكُمْ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عَلَيْهِ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أَجْرًا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إِلَّا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الْمَوَدَّةَ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فِي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الْقُرْبَى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दिजिये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तबलीग़े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रिसालत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सिवाए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करो।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FD6765">
        <w:t>23)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जश्ने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मुनअक़िद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रिसालत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हिस्सा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FD6765" w:rsidRDefault="008F4AF7" w:rsidP="008F4AF7">
      <w:pPr>
        <w:pStyle w:val="libNormal"/>
      </w:pPr>
      <w:r w:rsidRPr="00FD6765">
        <w:t>5.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क़सम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चढ़े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क़सम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पर्दापोशी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ले।</w:t>
      </w:r>
    </w:p>
    <w:p w:rsidR="008F4AF7" w:rsidRPr="00FD6765" w:rsidRDefault="008F4AF7" w:rsidP="008F4AF7">
      <w:pPr>
        <w:pStyle w:val="libNormal"/>
      </w:pPr>
      <w:r w:rsidRPr="00FD6765">
        <w:rPr>
          <w:rFonts w:ascii="Times New Roman" w:hAnsi="Times New Roman" w:cs="Times New Roman" w:hint="cs"/>
          <w:rtl/>
        </w:rPr>
        <w:t>وَالضُّحَى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وَاللَّيْلِ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إِذَا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سَجَى</w:t>
      </w:r>
    </w:p>
    <w:p w:rsidR="008F4AF7" w:rsidRPr="00FD6765" w:rsidRDefault="008F4AF7" w:rsidP="008F4AF7">
      <w:pPr>
        <w:pStyle w:val="libNormal"/>
      </w:pPr>
      <w:r w:rsidRPr="00FD6765">
        <w:lastRenderedPageBreak/>
        <w:t>(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ज़ुहा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FD6765">
        <w:t>1,2)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हलबी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सीरये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हलबिया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क़सम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क़सम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सीरये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हलबिया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58)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रौशन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क़सम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निशानी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क़सम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ऐहतेराम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जश्ने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FD6765">
        <w:t>6.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नुसरत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FD6765">
        <w:rPr>
          <w:rFonts w:ascii="Times New Roman" w:hAnsi="Times New Roman" w:cs="Times New Roman" w:hint="cs"/>
          <w:rtl/>
        </w:rPr>
        <w:t>فَالَّذِينَ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آمَنُوا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بِهِ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وَعَزَّرُوهُ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وَنَصَرُوهُ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وَاتَّبَعُوا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النُّورَ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الَّذِي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أُنزِلَ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مَعَهُ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أُولَـئِكَ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هُمُ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الْمُفْلِحُونَ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ऐहतेराम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इमदाद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याफ़्ता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कामयाब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आराफ़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FD6765">
        <w:t>157)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नुसरत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निजात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बशारत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मबअस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तकरीम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>?</w:t>
      </w:r>
    </w:p>
    <w:p w:rsidR="008F4AF7" w:rsidRPr="00FD6765" w:rsidRDefault="008F4AF7" w:rsidP="008F4AF7">
      <w:pPr>
        <w:pStyle w:val="libNormal"/>
      </w:pPr>
      <w:r w:rsidRPr="00FD6765">
        <w:t>7.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FD6765">
        <w:rPr>
          <w:rFonts w:ascii="Times New Roman" w:hAnsi="Times New Roman" w:cs="Times New Roman" w:hint="cs"/>
          <w:rtl/>
        </w:rPr>
        <w:t>فَإِذَا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فَرَغْتَ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فَانصَبْ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फ़ारिग़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नस्ब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इनशेराह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FD6765">
        <w:t>7)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जश्ने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सतह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बढ़ावा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अज़मत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मज़कूरा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नुसरत</w:t>
      </w:r>
      <w:r w:rsidRPr="00FD6765">
        <w:t xml:space="preserve">, </w:t>
      </w:r>
      <w:r w:rsidRPr="008F4AF7">
        <w:rPr>
          <w:rFonts w:hint="cs"/>
          <w:cs/>
          <w:lang w:bidi="hi-IN"/>
        </w:rPr>
        <w:t>ताज़ीम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तकरीम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जगह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FD6765">
        <w:rPr>
          <w:rFonts w:ascii="Times New Roman" w:hAnsi="Times New Roman" w:cs="Times New Roman" w:hint="cs"/>
          <w:rtl/>
        </w:rPr>
        <w:t>وَيَنصُرَكَ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اللَّـهُ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نَصْرًا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عَزِيزًا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ज़बरदस्त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फ़तह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FD6765">
        <w:t>3)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नुसरत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>?</w:t>
      </w:r>
    </w:p>
    <w:p w:rsidR="008F4AF7" w:rsidRPr="00FD6765" w:rsidRDefault="008F4AF7" w:rsidP="008F4AF7">
      <w:pPr>
        <w:pStyle w:val="libNormal"/>
      </w:pPr>
      <w:r w:rsidRPr="00FD6765">
        <w:t>8.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जगह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फऱमाता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</w:p>
    <w:p w:rsidR="008F4AF7" w:rsidRPr="00FD6765" w:rsidRDefault="008F4AF7" w:rsidP="008F4AF7">
      <w:pPr>
        <w:pStyle w:val="libNormal"/>
      </w:pPr>
      <w:r w:rsidRPr="00FD6765">
        <w:rPr>
          <w:rFonts w:ascii="Times New Roman" w:hAnsi="Times New Roman" w:cs="Times New Roman" w:hint="cs"/>
          <w:rtl/>
        </w:rPr>
        <w:lastRenderedPageBreak/>
        <w:t>وَكُلًّا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نَّقُصُّ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عَلَيْكَ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مِنْ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أَنبَاءِ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الرُّسُلِ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نُثَبِّتُ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بِهِ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فُؤَادَكَ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وَجَاءَكَ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فِي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هَـذِهِ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الْحَقُّ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وَمَوْعِظَةٌ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وَذِكْرَى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لِلْمُؤْمِنِينَ</w:t>
      </w:r>
      <w:r w:rsidRPr="00FD6765">
        <w:t xml:space="preserve"> 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गुज़श्ता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मज़बूत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रखें।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FD6765">
        <w:t>120)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अच्छी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गुज़श्ता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अंबिया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हिकमते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सुकून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मुश्किलात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परेशानियों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जम़ाने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ज़रुरत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ज़रुरत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विलादते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मबअस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मुक़द्दस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जगह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फ़ज़ीलत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आशना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इज़ाफ़ा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हो।</w:t>
      </w:r>
    </w:p>
    <w:p w:rsidR="00F36219" w:rsidRDefault="00F36219" w:rsidP="00DE0F6F">
      <w:pPr>
        <w:pStyle w:val="libNormal"/>
        <w:rPr>
          <w:cs/>
          <w:lang w:bidi="hi-IN"/>
        </w:rPr>
      </w:pPr>
      <w:r>
        <w:rPr>
          <w:cs/>
          <w:lang w:bidi="hi-IN"/>
        </w:rPr>
        <w:br w:type="page"/>
      </w:r>
    </w:p>
    <w:p w:rsidR="001D08AD" w:rsidRDefault="001D08AD" w:rsidP="00F36219">
      <w:pPr>
        <w:pStyle w:val="Heading1"/>
        <w:rPr>
          <w:cs/>
          <w:lang w:bidi="hi-IN"/>
        </w:rPr>
      </w:pPr>
    </w:p>
    <w:p w:rsidR="001D08AD" w:rsidRDefault="001D08AD" w:rsidP="00F36219">
      <w:pPr>
        <w:pStyle w:val="Heading1"/>
        <w:rPr>
          <w:cs/>
          <w:lang w:bidi="hi-IN"/>
        </w:rPr>
      </w:pPr>
      <w:bookmarkStart w:id="174" w:name="_Toc457825398"/>
      <w:r w:rsidRPr="008F4AF7">
        <w:rPr>
          <w:rFonts w:hint="cs"/>
          <w:cs/>
          <w:lang w:bidi="hi-IN"/>
        </w:rPr>
        <w:t>जश्न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मनाना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रौशनी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bookmarkEnd w:id="174"/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मुतअद्दिद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रौशनी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जश्न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महफ़िल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FD6765">
        <w:t>1.</w:t>
      </w:r>
      <w:r w:rsidRPr="00FD6765">
        <w:tab/>
      </w:r>
      <w:r w:rsidRPr="008F4AF7">
        <w:rPr>
          <w:rFonts w:hint="cs"/>
          <w:cs/>
          <w:lang w:bidi="hi-IN"/>
        </w:rPr>
        <w:t>मुस्लिम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क़तादा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FD6765">
        <w:t xml:space="preserve">?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FD6765">
        <w:t>2.</w:t>
      </w:r>
      <w:r w:rsidRPr="00FD6765">
        <w:tab/>
      </w:r>
      <w:r w:rsidRPr="008F4AF7">
        <w:rPr>
          <w:rFonts w:hint="cs"/>
          <w:cs/>
          <w:lang w:bidi="hi-IN"/>
        </w:rPr>
        <w:t>मुस्लिम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मदीने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वारिद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यहूदी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आशूरा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इस्राईल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फ़िरऔन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कामयाबी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ऐहतेराम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मुसतहिक़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आशूर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अल्लामा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सुयूती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असक़लानी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जश्न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इस्तिदलाल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मुस्लिम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819)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मुस्लिम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FD6765">
        <w:t xml:space="preserve">130,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बुख़ारी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215)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अलहावी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फ़तावा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196)</w:t>
      </w:r>
    </w:p>
    <w:p w:rsidR="008F4AF7" w:rsidRPr="00FD6765" w:rsidRDefault="008F4AF7" w:rsidP="008F4AF7">
      <w:pPr>
        <w:pStyle w:val="libNormal"/>
      </w:pPr>
      <w:r w:rsidRPr="00FD6765">
        <w:t>3.</w:t>
      </w:r>
      <w:r w:rsidRPr="00FD6765">
        <w:tab/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नासिरुद्दीन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दमिश्क़ी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सौबिया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आज़ाद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क़ारेई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मोहतरम</w:t>
      </w:r>
      <w:r w:rsidRPr="00FD6765">
        <w:t xml:space="preserve">, </w:t>
      </w:r>
      <w:r w:rsidRPr="008F4AF7">
        <w:rPr>
          <w:rFonts w:hint="cs"/>
          <w:cs/>
          <w:lang w:bidi="hi-IN"/>
        </w:rPr>
        <w:t>गुज़श्ता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जश्न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FD6765">
        <w:t>4.</w:t>
      </w:r>
      <w:r w:rsidRPr="00FD6765">
        <w:tab/>
      </w:r>
      <w:r w:rsidRPr="008F4AF7">
        <w:rPr>
          <w:rFonts w:hint="cs"/>
          <w:cs/>
          <w:lang w:bidi="hi-IN"/>
        </w:rPr>
        <w:t>बैहक़ी</w:t>
      </w:r>
      <w:r w:rsidRPr="00FD6765">
        <w:t xml:space="preserve">, </w:t>
      </w:r>
      <w:r w:rsidRPr="008F4AF7">
        <w:rPr>
          <w:rFonts w:hint="cs"/>
          <w:cs/>
          <w:lang w:bidi="hi-IN"/>
        </w:rPr>
        <w:t>अनस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मालिक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नुबूवत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गोसफ़ंद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अक़ीक़ा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वारिद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साँतवें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गोसफ़ंद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ज़िब्ह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सुयूती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मर्तबा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अक़ीक़ा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शुक्रिया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अक़ीक़ा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ख़ल्क़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भेजा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ऊपर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दुरुद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भेजे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बारगाह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शुक्रे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इजतेमाअ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खाना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खिलाये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मिठाई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तक़सीम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FD6765">
        <w:t>5.</w:t>
      </w:r>
      <w:r w:rsidRPr="00FD6765">
        <w:tab/>
      </w:r>
      <w:r w:rsidRPr="008F4AF7">
        <w:rPr>
          <w:rFonts w:hint="cs"/>
          <w:cs/>
          <w:lang w:bidi="hi-IN"/>
        </w:rPr>
        <w:t>तिरमिज़ी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फ़ज़ीलत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आदम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ख़ल्क़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मैरिदुस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मौलिदिन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नबी</w:t>
      </w:r>
      <w:r w:rsidRPr="008F4AF7">
        <w:rPr>
          <w:cs/>
          <w:lang w:bidi="hi-IN"/>
        </w:rPr>
        <w:t>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अलहावी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196)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अलहावी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196)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तिरमिज़ी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FD6765">
        <w:t>491)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क़ार</w:t>
      </w:r>
      <w:r w:rsidR="00F36219">
        <w:rPr>
          <w:rFonts w:hint="cs"/>
          <w:cs/>
          <w:lang w:bidi="hi-IN"/>
        </w:rPr>
        <w:t>े</w:t>
      </w:r>
      <w:r w:rsidRPr="008F4AF7">
        <w:rPr>
          <w:rFonts w:hint="cs"/>
          <w:cs/>
          <w:lang w:bidi="hi-IN"/>
        </w:rPr>
        <w:t>ई</w:t>
      </w:r>
      <w:r w:rsidR="00F36219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मोहतरम</w:t>
      </w:r>
      <w:r w:rsidRPr="00FD6765">
        <w:t xml:space="preserve">, </w:t>
      </w:r>
      <w:r w:rsidRPr="008F4AF7">
        <w:rPr>
          <w:rFonts w:hint="cs"/>
          <w:cs/>
          <w:lang w:bidi="hi-IN"/>
        </w:rPr>
        <w:t>इन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अहादीस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फ़ज़ीलत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बड़ी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किया।</w:t>
      </w:r>
    </w:p>
    <w:p w:rsidR="001D08AD" w:rsidRDefault="001D08AD" w:rsidP="00F36219">
      <w:pPr>
        <w:pStyle w:val="Heading1"/>
        <w:rPr>
          <w:cs/>
          <w:lang w:bidi="hi-IN"/>
        </w:rPr>
      </w:pPr>
    </w:p>
    <w:p w:rsidR="001D08AD" w:rsidRDefault="001D08AD" w:rsidP="00F36219">
      <w:pPr>
        <w:pStyle w:val="Heading1"/>
        <w:rPr>
          <w:cs/>
          <w:lang w:bidi="hi-IN"/>
        </w:rPr>
      </w:pPr>
      <w:bookmarkStart w:id="175" w:name="_Toc457825399"/>
      <w:r w:rsidRPr="008F4AF7">
        <w:rPr>
          <w:rFonts w:hint="cs"/>
          <w:cs/>
          <w:lang w:bidi="hi-IN"/>
        </w:rPr>
        <w:t>जश्न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फ़वायद</w:t>
      </w:r>
      <w:bookmarkEnd w:id="175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जश्न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महफ़िल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मुनअक़िद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बरकतें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फ़वायद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</w:p>
    <w:p w:rsidR="008F4AF7" w:rsidRPr="00FD6765" w:rsidRDefault="008F4AF7" w:rsidP="008F4AF7">
      <w:pPr>
        <w:pStyle w:val="libNormal"/>
      </w:pPr>
      <w:r w:rsidRPr="00FD6765">
        <w:t>1.</w:t>
      </w:r>
      <w:r w:rsidRPr="00FD6765">
        <w:tab/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जश्न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महफ़िल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बुनियाद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दोबारा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बाँधते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बढ़ायेगें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अहसास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मुक़तदा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कदम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बढ़ाना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चाहिये।</w:t>
      </w:r>
    </w:p>
    <w:p w:rsidR="008F4AF7" w:rsidRPr="00FD6765" w:rsidRDefault="008F4AF7" w:rsidP="008F4AF7">
      <w:pPr>
        <w:pStyle w:val="libNormal"/>
      </w:pPr>
      <w:r w:rsidRPr="00FD6765">
        <w:t>2.</w:t>
      </w:r>
      <w:r w:rsidRPr="00FD6765">
        <w:tab/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इज़हार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बातिनी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राब्ते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फ़ैज़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बरकतों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होना।</w:t>
      </w:r>
    </w:p>
    <w:p w:rsidR="008F4AF7" w:rsidRPr="00FD6765" w:rsidRDefault="008F4AF7" w:rsidP="008F4AF7">
      <w:pPr>
        <w:pStyle w:val="libNormal"/>
      </w:pPr>
      <w:r w:rsidRPr="00FD6765">
        <w:t>3.</w:t>
      </w:r>
      <w:r w:rsidRPr="00FD6765">
        <w:tab/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महफ़िलों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ज़ुल्मे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सतीज़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ज़ुल्म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मुक़ाबला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अहकामे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वग़ैरह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वग़ैरह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रास्ते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चलते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पैरवी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FD6765" w:rsidRDefault="008F4AF7" w:rsidP="008F4AF7">
      <w:pPr>
        <w:pStyle w:val="libNormal"/>
      </w:pPr>
      <w:r w:rsidRPr="00FD6765">
        <w:t>4.</w:t>
      </w:r>
      <w:r w:rsidRPr="00FD6765">
        <w:tab/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इज़ाफ़ा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FD6765">
        <w:t>5.</w:t>
      </w:r>
      <w:r w:rsidRPr="00FD6765">
        <w:tab/>
      </w:r>
      <w:r w:rsidRPr="008F4AF7">
        <w:rPr>
          <w:rFonts w:hint="cs"/>
          <w:cs/>
          <w:lang w:bidi="hi-IN"/>
        </w:rPr>
        <w:t>इन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महफ़िलों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कमालात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तौज़ीह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तशरीह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पैरवी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FD6765" w:rsidRDefault="008F4AF7" w:rsidP="008F4AF7">
      <w:pPr>
        <w:pStyle w:val="libNormal"/>
      </w:pPr>
      <w:r w:rsidRPr="00FD6765">
        <w:t>6.</w:t>
      </w:r>
      <w:r w:rsidRPr="00FD6765">
        <w:tab/>
      </w:r>
      <w:r w:rsidRPr="008F4AF7">
        <w:rPr>
          <w:rFonts w:hint="cs"/>
          <w:cs/>
          <w:lang w:bidi="hi-IN"/>
        </w:rPr>
        <w:t>ख़ुशी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मुसर्रत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इज़हार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इज़हार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मुसतहकम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FD6765" w:rsidRDefault="008F4AF7" w:rsidP="008F4AF7">
      <w:pPr>
        <w:pStyle w:val="libNormal"/>
      </w:pPr>
      <w:r w:rsidRPr="00FD6765">
        <w:t>7.</w:t>
      </w:r>
      <w:r w:rsidRPr="00FD6765">
        <w:tab/>
      </w:r>
      <w:r w:rsidRPr="008F4AF7">
        <w:rPr>
          <w:rFonts w:hint="cs"/>
          <w:cs/>
          <w:lang w:bidi="hi-IN"/>
        </w:rPr>
        <w:t>जश्न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महफ़िल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मिठाई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खिलाने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इतआम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ग़रीबों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जश्न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माद्दी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फ़ायदा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FD6765">
        <w:t>8.</w:t>
      </w:r>
      <w:r w:rsidRPr="00FD6765">
        <w:tab/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महफ़िलों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ज़िन्दा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तिलावत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FD6765">
        <w:t>9.</w:t>
      </w:r>
      <w:r w:rsidRPr="00FD6765">
        <w:tab/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मवाक़े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दुरुद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भेजते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FD6765" w:rsidRDefault="008F4AF7" w:rsidP="008F4AF7">
      <w:pPr>
        <w:pStyle w:val="libNormal"/>
      </w:pPr>
      <w:r w:rsidRPr="00FD6765">
        <w:t>10.</w:t>
      </w:r>
      <w:r w:rsidRPr="00FD6765">
        <w:tab/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मवाक़े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बेहतरीन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1D08AD" w:rsidRDefault="001D08AD" w:rsidP="00F36219">
      <w:pPr>
        <w:pStyle w:val="Heading1"/>
        <w:rPr>
          <w:cs/>
          <w:lang w:bidi="hi-IN"/>
        </w:rPr>
      </w:pPr>
    </w:p>
    <w:p w:rsidR="001D08AD" w:rsidRDefault="001D08AD" w:rsidP="00F36219">
      <w:pPr>
        <w:pStyle w:val="Heading1"/>
        <w:rPr>
          <w:cs/>
          <w:lang w:bidi="hi-IN"/>
        </w:rPr>
      </w:pPr>
      <w:bookmarkStart w:id="176" w:name="_Toc457825400"/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अहमियत</w:t>
      </w:r>
      <w:bookmarkEnd w:id="176"/>
      <w:r w:rsidRPr="008F4AF7">
        <w:rPr>
          <w:cs/>
          <w:lang w:bidi="hi-IN"/>
        </w:rPr>
        <w:t xml:space="preserve">  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जावेदाना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इबादत</w:t>
      </w:r>
      <w:r w:rsidRPr="00FD6765">
        <w:t xml:space="preserve">, </w:t>
      </w:r>
      <w:r w:rsidRPr="008F4AF7">
        <w:rPr>
          <w:rFonts w:hint="cs"/>
          <w:cs/>
          <w:lang w:bidi="hi-IN"/>
        </w:rPr>
        <w:t>ख़ुशू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ख़ुज़ू</w:t>
      </w:r>
      <w:r w:rsidRPr="00FD6765">
        <w:t xml:space="preserve">, </w:t>
      </w:r>
      <w:r w:rsidRPr="008F4AF7">
        <w:rPr>
          <w:rFonts w:hint="cs"/>
          <w:cs/>
          <w:lang w:bidi="hi-IN"/>
        </w:rPr>
        <w:t>जश्न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ग़रीबों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ख़ानदान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रफ़्त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जश्न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अच्छे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कपड़े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ज़ीनत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राग़िब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असबाब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मुतवज्जेह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रावियों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तहक़ीक़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अशआऱ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पढ़ते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मालूमात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इज़ाफ़ा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हमेशा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मुताअल्लिक़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अहादीस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पढ़ी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हमेशगी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मुतअल्लिक़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1D08AD" w:rsidRDefault="001D08AD" w:rsidP="00F36219">
      <w:pPr>
        <w:pStyle w:val="Heading2"/>
      </w:pPr>
    </w:p>
    <w:p w:rsidR="001D08AD" w:rsidRDefault="001D08AD" w:rsidP="00F36219">
      <w:pPr>
        <w:pStyle w:val="Heading2"/>
      </w:pPr>
      <w:bookmarkStart w:id="177" w:name="_Toc457825401"/>
      <w:r w:rsidRPr="00FD6765">
        <w:t xml:space="preserve">1. </w:t>
      </w:r>
      <w:r w:rsidRPr="00FD6765">
        <w:tab/>
      </w:r>
      <w:r w:rsidRPr="008F4AF7">
        <w:rPr>
          <w:rFonts w:hint="cs"/>
          <w:cs/>
          <w:lang w:bidi="hi-IN"/>
        </w:rPr>
        <w:t>शियों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bookmarkEnd w:id="177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शरीक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ग़ैर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फ़ज़ीलत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फ़ायज़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गुफ़्तुगू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ख़ुशी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मुसर्रत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फ़स्ल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चौथा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ख़लीफ़ा।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बैरनी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आसारुल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बाक़िया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तलहा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अशआर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मख़लूक़ात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फ़ज़ीलत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आसारुल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बाक़िया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क़ुरुनिल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334)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मतालिबुस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सुऊल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53)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मुमकिन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मर्तबा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अज़ीम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मंज़िलत</w:t>
      </w:r>
      <w:r w:rsidRPr="00FD6765">
        <w:t xml:space="preserve">, </w:t>
      </w:r>
      <w:r w:rsidRPr="008F4AF7">
        <w:rPr>
          <w:rFonts w:hint="cs"/>
          <w:cs/>
          <w:lang w:bidi="hi-IN"/>
        </w:rPr>
        <w:t>बुलंद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दर्जा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रफ़ीअ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मुसर्रत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तारिख़ी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कुतुब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मशरिक़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मग़रिब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मुत्तफ़िक़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मिस्री</w:t>
      </w:r>
      <w:r w:rsidRPr="00FD6765">
        <w:t xml:space="preserve">, </w:t>
      </w:r>
      <w:r w:rsidRPr="008F4AF7">
        <w:rPr>
          <w:rFonts w:hint="cs"/>
          <w:cs/>
          <w:lang w:bidi="hi-IN"/>
        </w:rPr>
        <w:t>मग़रबी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इराक़ी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ईरानी</w:t>
      </w:r>
      <w:r w:rsidRPr="00FD6765">
        <w:t xml:space="preserve">, </w:t>
      </w:r>
      <w:r w:rsidRPr="008F4AF7">
        <w:rPr>
          <w:rFonts w:hint="cs"/>
          <w:cs/>
          <w:lang w:bidi="hi-IN"/>
        </w:rPr>
        <w:t>हिन्दी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नमाज़</w:t>
      </w:r>
      <w:r w:rsidRPr="00FD6765">
        <w:t xml:space="preserve">, </w:t>
      </w:r>
      <w:r w:rsidRPr="008F4AF7">
        <w:rPr>
          <w:rFonts w:hint="cs"/>
          <w:cs/>
          <w:lang w:bidi="hi-IN"/>
        </w:rPr>
        <w:t>दुआ</w:t>
      </w:r>
      <w:r w:rsidRPr="00FD6765">
        <w:t xml:space="preserve">, </w:t>
      </w:r>
      <w:r w:rsidRPr="008F4AF7">
        <w:rPr>
          <w:rFonts w:hint="cs"/>
          <w:cs/>
          <w:lang w:bidi="hi-IN"/>
        </w:rPr>
        <w:t>खुतबा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इत्तेफ़ाक़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ख़ल्लक़ान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हुज्जतुल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वापसी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अक़्दे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उख़ूवत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पढ़ा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मूसा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हारुन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ख़ुदाया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नासिरों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रुसवा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मसऊदी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ख़ल्लक़ान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गुफ़्तुगू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चुँनाचे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औलादे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सआलबी</w:t>
      </w:r>
      <w:r w:rsidRPr="00FD6765">
        <w:t xml:space="preserve">, </w:t>
      </w:r>
      <w:r w:rsidRPr="008F4AF7">
        <w:rPr>
          <w:rFonts w:hint="cs"/>
          <w:cs/>
          <w:lang w:bidi="hi-IN"/>
        </w:rPr>
        <w:t>शबे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मशहूर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ऊटों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कजावों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ख़ुतबा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मोहतरम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इबादत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बेदारी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मतालिबुस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सुऊल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56)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वफ़यातुल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ख़लक़ान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60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223)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वफ़यातुल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ख़लक़ान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60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223 )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तंबीह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इशराफ़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मसऊदी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221)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सेमारुल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क़ुलूब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सआलबी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511)</w:t>
      </w:r>
    </w:p>
    <w:p w:rsidR="001D08AD" w:rsidRDefault="001D08AD" w:rsidP="00F36219">
      <w:pPr>
        <w:pStyle w:val="Heading2"/>
      </w:pPr>
    </w:p>
    <w:p w:rsidR="001D08AD" w:rsidRDefault="001D08AD" w:rsidP="00F36219">
      <w:pPr>
        <w:pStyle w:val="Heading2"/>
      </w:pPr>
      <w:bookmarkStart w:id="178" w:name="_Toc457825402"/>
      <w:r w:rsidRPr="00FD6765">
        <w:t>2.</w:t>
      </w:r>
      <w:r w:rsidRPr="00FD6765">
        <w:tab/>
      </w:r>
      <w:r w:rsidRPr="008F4AF7">
        <w:rPr>
          <w:rFonts w:hint="cs"/>
          <w:cs/>
          <w:lang w:bidi="hi-IN"/>
        </w:rPr>
        <w:t>ईदे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इब्तेदा</w:t>
      </w:r>
      <w:bookmarkEnd w:id="178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तारीख़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वरक़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गरदानी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इब्तेदा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शुरुआत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मसरुर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हस्सान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क़ैस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ओबाद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वग़ैरह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अशआर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1D08AD" w:rsidRDefault="001D08AD" w:rsidP="00F36219">
      <w:pPr>
        <w:pStyle w:val="Heading2"/>
        <w:rPr>
          <w:cs/>
          <w:lang w:bidi="hi-IN"/>
        </w:rPr>
      </w:pPr>
    </w:p>
    <w:p w:rsidR="001D08AD" w:rsidRDefault="001D08AD" w:rsidP="00F36219">
      <w:pPr>
        <w:pStyle w:val="Heading2"/>
        <w:rPr>
          <w:cs/>
          <w:lang w:bidi="hi-IN"/>
        </w:rPr>
      </w:pPr>
      <w:bookmarkStart w:id="179" w:name="_Toc457825403"/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पैग़ामात</w:t>
      </w:r>
      <w:bookmarkEnd w:id="179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अफ़राद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मुआशरे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लिहा़ज़ा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मुनासिब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मौज़ू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अच्छी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तहक़ीक़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पैग़ामात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FD6765">
        <w:t xml:space="preserve">?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पैग़ामात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हयाते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? </w:t>
      </w:r>
      <w:r w:rsidRPr="008F4AF7">
        <w:rPr>
          <w:rFonts w:hint="cs"/>
          <w:cs/>
          <w:lang w:bidi="hi-IN"/>
        </w:rPr>
        <w:t>अब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नुकात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दहानी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जश्न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महफ़िल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ज़रुरी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FD6765">
        <w:t>1.</w:t>
      </w:r>
      <w:r w:rsidRPr="00FD6765">
        <w:tab/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मासूम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ज़रुरी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रास्ते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बढ़ाये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अग़राज़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मक़ासिद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अरकान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मजमूए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पासदारी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मेहदी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अलैहिस्सलाम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FD6765" w:rsidRDefault="008F4AF7" w:rsidP="008F4AF7">
      <w:pPr>
        <w:pStyle w:val="libNormal"/>
      </w:pPr>
      <w:r w:rsidRPr="00FD6765">
        <w:t>2.</w:t>
      </w:r>
      <w:r w:rsidRPr="00FD6765">
        <w:tab/>
      </w:r>
      <w:r w:rsidRPr="008F4AF7">
        <w:rPr>
          <w:rFonts w:hint="cs"/>
          <w:cs/>
          <w:lang w:bidi="hi-IN"/>
        </w:rPr>
        <w:t>अंबिया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तआरुफ़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मंसब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FD6765">
        <w:t>3.</w:t>
      </w:r>
      <w:r w:rsidRPr="00FD6765">
        <w:tab/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पैग़ामात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ख़ुसूसियात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नाकस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मुआशरे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रहबर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रास्ते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सियासी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मुत्तहिद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चुँनाचे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मुलाहिज़ा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चौथी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जश्ने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अज़ीमुश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जश्न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मुनअक़िद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मुआशरे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आशना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अगरचे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हुकूमते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जश्न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फ़वायद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पैग़ामात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लगी</w:t>
      </w:r>
      <w:r w:rsidRPr="00FD6765">
        <w:t xml:space="preserve">,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जश्न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मुनअक़िद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क़त्ल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मुआशरे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जश्न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बरकतों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फ़वायद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मुनअक़िद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मुसम्मम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FD6765">
        <w:t>4.</w:t>
      </w:r>
      <w:r w:rsidRPr="00FD6765">
        <w:tab/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हमेशगी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मुआशरे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नमूना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आईम्मा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मासूमीन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हाकिमियत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बरकात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फ़ैज़याब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हों।</w:t>
      </w:r>
    </w:p>
    <w:p w:rsidR="008F4AF7" w:rsidRPr="00FD6765" w:rsidRDefault="008F4AF7" w:rsidP="008F4AF7">
      <w:pPr>
        <w:pStyle w:val="libNormal"/>
      </w:pPr>
      <w:r w:rsidRPr="00FD6765">
        <w:t>5.</w:t>
      </w:r>
      <w:r w:rsidRPr="00FD6765">
        <w:tab/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जश्ने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FD6765">
        <w:t xml:space="preserve">, </w:t>
      </w:r>
      <w:r w:rsidRPr="008F4AF7">
        <w:rPr>
          <w:rFonts w:hint="cs"/>
          <w:cs/>
          <w:lang w:bidi="hi-IN"/>
        </w:rPr>
        <w:t>शिईयत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निशानी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ऐलान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महवरियत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कामयाबी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जाये।</w:t>
      </w:r>
    </w:p>
    <w:p w:rsidR="008F4AF7" w:rsidRPr="00FD6765" w:rsidRDefault="008F4AF7" w:rsidP="008F4AF7">
      <w:pPr>
        <w:pStyle w:val="libNormal"/>
      </w:pPr>
      <w:r w:rsidRPr="00FD6765">
        <w:t>6.</w:t>
      </w:r>
      <w:r w:rsidRPr="00FD6765">
        <w:tab/>
      </w:r>
      <w:r w:rsidRPr="008F4AF7">
        <w:rPr>
          <w:rFonts w:hint="cs"/>
          <w:cs/>
          <w:lang w:bidi="hi-IN"/>
        </w:rPr>
        <w:t>वाक़ेय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मिलता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हकी़क़त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पहचानने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हमेशा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कोशिश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कोताही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अगरचे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हुज्जत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मख़ूससन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हज्जतुल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कोताही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की।</w:t>
      </w:r>
    </w:p>
    <w:p w:rsidR="008F4AF7" w:rsidRPr="00FD6765" w:rsidRDefault="008F4AF7" w:rsidP="008F4AF7">
      <w:pPr>
        <w:pStyle w:val="libNormal"/>
      </w:pPr>
      <w:r w:rsidRPr="00FD6765">
        <w:t>7.</w:t>
      </w:r>
      <w:r w:rsidRPr="00FD6765">
        <w:tab/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क़यामत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मरजईयत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सक़लैन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मासूम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रहनुमाई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फ़रमाई।</w:t>
      </w:r>
    </w:p>
    <w:p w:rsidR="008F4AF7" w:rsidRPr="00FD6765" w:rsidRDefault="008F4AF7" w:rsidP="008F4AF7">
      <w:pPr>
        <w:pStyle w:val="libNormal"/>
      </w:pPr>
      <w:r w:rsidRPr="00FD6765">
        <w:lastRenderedPageBreak/>
        <w:t>8.</w:t>
      </w:r>
      <w:r w:rsidRPr="00FD6765">
        <w:tab/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मवाक़े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मसलहत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ख़ातिर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मसलहत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मसलहत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अंदाज़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मसलहत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क़ुर्बान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हालाकि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मुआशरे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उठता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क़त्ल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ग़ारत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गर्म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मसलहत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वअज़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नसीहत</w:t>
      </w:r>
      <w:r w:rsidRPr="00FD6765">
        <w:t xml:space="preserve">, </w:t>
      </w:r>
      <w:r w:rsidRPr="008F4AF7">
        <w:rPr>
          <w:rFonts w:hint="cs"/>
          <w:cs/>
          <w:lang w:bidi="hi-IN"/>
        </w:rPr>
        <w:t>इतमामे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हुज्जत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मज़लूमीयत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इज़हार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समझा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महफ़ूज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उशके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दर्दनाक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हादेसा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तलाफ़ी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मुमकिन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FD6765">
        <w:t xml:space="preserve">,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क़यामत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मसलहत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मसलहत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छोड़ा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FD6765">
        <w:t>9.</w:t>
      </w:r>
      <w:r w:rsidRPr="00FD6765">
        <w:tab/>
      </w:r>
      <w:r w:rsidRPr="008F4AF7">
        <w:rPr>
          <w:rFonts w:hint="cs"/>
          <w:cs/>
          <w:lang w:bidi="hi-IN"/>
        </w:rPr>
        <w:t>इकमाले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FD6765">
        <w:t xml:space="preserve">, </w:t>
      </w:r>
      <w:r w:rsidRPr="008F4AF7">
        <w:rPr>
          <w:rFonts w:hint="cs"/>
          <w:cs/>
          <w:lang w:bidi="hi-IN"/>
        </w:rPr>
        <w:t>इतमामे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इतमामे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हुज्जत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रिज़ायत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FD6765">
        <w:t>10.</w:t>
      </w:r>
      <w:r w:rsidRPr="00FD6765">
        <w:tab/>
      </w:r>
      <w:r w:rsidRPr="008F4AF7">
        <w:rPr>
          <w:rFonts w:hint="cs"/>
          <w:cs/>
          <w:lang w:bidi="hi-IN"/>
        </w:rPr>
        <w:t>तबलीग़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ऐलान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छुप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हुज्जतुल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ऐलान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मुतफ़र्रिक़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दिया।</w:t>
      </w:r>
    </w:p>
    <w:p w:rsidR="008F4AF7" w:rsidRPr="00FD6765" w:rsidRDefault="008F4AF7" w:rsidP="008F4AF7">
      <w:pPr>
        <w:pStyle w:val="libNormal"/>
      </w:pPr>
      <w:r w:rsidRPr="00FD6765">
        <w:t>11.</w:t>
      </w:r>
      <w:r w:rsidRPr="00FD6765">
        <w:tab/>
      </w:r>
      <w:r w:rsidRPr="008F4AF7">
        <w:rPr>
          <w:rFonts w:hint="cs"/>
          <w:cs/>
          <w:lang w:bidi="hi-IN"/>
        </w:rPr>
        <w:t>ख़िलाफ़त</w:t>
      </w:r>
      <w:r w:rsidRPr="00FD6765">
        <w:t xml:space="preserve">, </w:t>
      </w:r>
      <w:r w:rsidRPr="008F4AF7">
        <w:rPr>
          <w:rFonts w:hint="cs"/>
          <w:cs/>
          <w:lang w:bidi="hi-IN"/>
        </w:rPr>
        <w:t>जानशीनी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मासयल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फैररिस्त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तर्क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हालाकि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ख़तरनाक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बीमारी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ख़ातिर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मुश्किल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तवज्जो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सफ़र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आग़ाज़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सफ़र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किया।</w:t>
      </w:r>
    </w:p>
    <w:p w:rsidR="008F4AF7" w:rsidRPr="00FD6765" w:rsidRDefault="008F4AF7" w:rsidP="008F4AF7">
      <w:pPr>
        <w:pStyle w:val="libNormal"/>
      </w:pPr>
      <w:r w:rsidRPr="00FD6765">
        <w:t>12.</w:t>
      </w:r>
      <w:r w:rsidRPr="00FD6765">
        <w:tab/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मुआशरे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रुहे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मुआशरे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सुतून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जायेगें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</w:p>
    <w:p w:rsidR="008F4AF7" w:rsidRPr="00FD6765" w:rsidRDefault="008F4AF7" w:rsidP="008F4AF7">
      <w:pPr>
        <w:pStyle w:val="libNormal"/>
      </w:pPr>
      <w:r w:rsidRPr="00FD6765">
        <w:rPr>
          <w:rFonts w:ascii="Times New Roman" w:hAnsi="Times New Roman" w:cs="Times New Roman" w:hint="cs"/>
          <w:rtl/>
        </w:rPr>
        <w:t>وَإِن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لَّمْ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تَفْعَلْ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فَمَا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بَلَّغْتَ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رِسَالَتَهُ</w:t>
      </w:r>
      <w:r w:rsidRPr="00FD6765">
        <w:t xml:space="preserve"> 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गोया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पहुचाया।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FD6765">
        <w:t>67)</w:t>
      </w:r>
    </w:p>
    <w:p w:rsidR="00F36219" w:rsidRDefault="00F36219" w:rsidP="00DE0F6F">
      <w:pPr>
        <w:pStyle w:val="libNormal"/>
        <w:rPr>
          <w:cs/>
          <w:lang w:bidi="hi-IN"/>
        </w:rPr>
      </w:pPr>
      <w:r>
        <w:rPr>
          <w:cs/>
          <w:lang w:bidi="hi-IN"/>
        </w:rPr>
        <w:br w:type="page"/>
      </w:r>
    </w:p>
    <w:p w:rsidR="001D08AD" w:rsidRDefault="001D08AD" w:rsidP="00F36219">
      <w:pPr>
        <w:pStyle w:val="Heading1"/>
        <w:rPr>
          <w:cs/>
          <w:lang w:bidi="hi-IN"/>
        </w:rPr>
      </w:pPr>
    </w:p>
    <w:p w:rsidR="001D08AD" w:rsidRDefault="001D08AD" w:rsidP="00F36219">
      <w:pPr>
        <w:pStyle w:val="Heading1"/>
        <w:rPr>
          <w:cs/>
          <w:lang w:bidi="hi-IN"/>
        </w:rPr>
      </w:pPr>
      <w:bookmarkStart w:id="180" w:name="_Toc457825404"/>
      <w:r>
        <w:rPr>
          <w:rFonts w:hint="cs"/>
          <w:cs/>
          <w:lang w:bidi="hi-IN"/>
        </w:rPr>
        <w:t>वहा</w:t>
      </w:r>
      <w:r w:rsidRPr="008F4AF7">
        <w:rPr>
          <w:rFonts w:hint="cs"/>
          <w:cs/>
          <w:lang w:bidi="hi-IN"/>
        </w:rPr>
        <w:t>बियों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तहक़ीक़</w:t>
      </w:r>
      <w:bookmarkEnd w:id="180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आयात</w:t>
      </w:r>
      <w:r w:rsidRPr="00FD6765">
        <w:t xml:space="preserve">,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जश्न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महफ़िल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ज़ायज़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रुजहान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बावजूद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वह्हाबी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मुक़ाबला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मुक़द्दस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मानेअ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कोशिश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पहला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प्रोग्राम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ग़ैरे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इबादत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जगह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इबादत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उन्सुरे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मुक़व्विम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इबादत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इतलाक़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उलूहीयत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रूबूबीयत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ऐतेक़ाद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तकरीम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उन्सुर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इबादत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दूसरा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प्रोग्राम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ग़ालेबन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मर्दों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मौसीक़ी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क़सीदा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पढ़ना।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जवाब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गुनाह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जगह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चाहे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प्रोग्राम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उसेक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ममदूह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पसंदीदा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गुनाह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अंजाम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गुनाह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फ़तहुल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अक़ीदतित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तौहीद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154,155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>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मदख़ल</w:t>
      </w:r>
      <w:r w:rsidRPr="00FD6765">
        <w:t xml:space="preserve">, </w:t>
      </w:r>
      <w:r w:rsidRPr="008F4AF7">
        <w:rPr>
          <w:rFonts w:hint="cs"/>
          <w:cs/>
          <w:lang w:bidi="hi-IN"/>
        </w:rPr>
        <w:t>इब्नुल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अलहावी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लिलफ़तावा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सुयूती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19)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तीसरा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पैग़ंम्बरे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घरों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दो।इब्ने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क़य्यिम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जश्न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महफ़िल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हुरमत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इस्तिदलाल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अव्वल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मुद्दआ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क़ब्रे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मका़मात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इँसान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हुज़ूर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ख़ुज़ू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ख़ुशू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कब्रे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मुनव्वर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ख़ुशी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मुसर्रत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आहंग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मुमानेअत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मक़मात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ख़ुशी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मुसर्रत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इज़हार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सुबकी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ज़ियारत</w:t>
      </w:r>
      <w:r w:rsidRPr="00FD6765">
        <w:t xml:space="preserve">, </w:t>
      </w:r>
      <w:r w:rsidRPr="008F4AF7">
        <w:rPr>
          <w:rFonts w:hint="cs"/>
          <w:cs/>
          <w:lang w:bidi="hi-IN"/>
        </w:rPr>
        <w:t>सलाम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पढ़ो।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मुसमदे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246)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हाशिय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औनिल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मअबूद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32)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कशफ़ुल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इरतियाब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449)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चौथा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प्रोग्राम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क़सीदा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ख़्वानी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ईसाईयों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मुशाबेहत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इक़तेज़ाउस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294)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अव्वल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मुशाबेहत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तअल्लुक़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इरादे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शबाहत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क़स्द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मुशाबेहत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लागू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महफ़िल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कुफ़्फ़ार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ईसाईयों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शबाहत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क़स्द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? </w:t>
      </w:r>
      <w:r w:rsidRPr="008F4AF7">
        <w:rPr>
          <w:rFonts w:hint="cs"/>
          <w:cs/>
          <w:lang w:bidi="hi-IN"/>
        </w:rPr>
        <w:t>हरगिज़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बुख़ारी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मग़ाज़ी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ग़ज़व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औहद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सुफ़यान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मुशरेकीन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ज़िन्दाबाद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हुबल</w:t>
      </w:r>
      <w:r w:rsidRPr="00FD6765">
        <w:t xml:space="preserve">,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FD6765">
        <w:t xml:space="preserve">, </w:t>
      </w: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कहें</w:t>
      </w:r>
      <w:r w:rsidRPr="00FD6765">
        <w:t xml:space="preserve">?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कहो</w:t>
      </w:r>
      <w:r w:rsidRPr="008F4AF7">
        <w:rPr>
          <w:cs/>
          <w:lang w:bidi="hi-IN"/>
        </w:rPr>
        <w:t xml:space="preserve"> ....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सुफ़यान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मुशरेकीन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हमारे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उज़्ज़ा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उज़्ज़ा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FD6765">
        <w:t xml:space="preserve">,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कहें</w:t>
      </w:r>
      <w:r w:rsidRPr="00FD6765">
        <w:t xml:space="preserve">?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कहो</w:t>
      </w:r>
      <w:r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>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बुख़ारी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FD6765">
        <w:t xml:space="preserve">4043,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बिदाया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निहाया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28)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वह्हाबियों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रसूलल्लाह</w:t>
      </w:r>
      <w:r w:rsidRPr="00FD6765">
        <w:t xml:space="preserve">, </w:t>
      </w:r>
      <w:r w:rsidRPr="008F4AF7">
        <w:rPr>
          <w:rFonts w:hint="cs"/>
          <w:cs/>
          <w:lang w:bidi="hi-IN"/>
        </w:rPr>
        <w:t>आपका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काफ़िरों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मुशाबेह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?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FD6765">
        <w:rPr>
          <w:rFonts w:ascii="Times New Roman" w:hAnsi="Times New Roman" w:cs="Times New Roman" w:hint="cs"/>
          <w:rtl/>
        </w:rPr>
        <w:t>آمَنُوا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كُتِبَ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عَلَيْكُمُ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الصِّيَامُ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كَمَا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كُتِبَ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عَلَى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الَّذِينَ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مِن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قَبْلِكُمْ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لَعَلَّكُمْ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تَتَّقُونَ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उसी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FD6765">
        <w:t>183)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शेख़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शलतूत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फ़तावा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जिसमें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मग़रिबी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मुमालिक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टोपों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पहनना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?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टोपे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मुस्लिम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शेआर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मुसलमान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टोपों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मुशाबेहत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गर्मी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सर्दी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बचने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पहनने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फ़तावा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शलतूत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88)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मुशाबेह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जश्न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महफ़िल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तीसरे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शलतूत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ईसाईयों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मुशाबेहत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मक़सूद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मुशाबेहत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नाक़ूस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बजाना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मुशाबेहत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पाचवाँ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सलफ़े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अंजाम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अव्वल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मासूम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फ़ेअल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अंजाम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अंजाम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B42E0E">
        <w:rPr>
          <w:rFonts w:hint="cs"/>
          <w:cs/>
          <w:lang w:bidi="hi-IN"/>
        </w:rPr>
        <w:lastRenderedPageBreak/>
        <w:t>दूसरे</w:t>
      </w:r>
      <w:r w:rsidRPr="00FD6765">
        <w:t xml:space="preserve">, </w:t>
      </w:r>
      <w:r w:rsidRPr="00B42E0E">
        <w:rPr>
          <w:rFonts w:hint="cs"/>
          <w:cs/>
          <w:lang w:bidi="hi-IN"/>
        </w:rPr>
        <w:t>इब्ने</w:t>
      </w:r>
      <w:r w:rsidRPr="00B42E0E">
        <w:rPr>
          <w:rtl/>
          <w:cs/>
        </w:rPr>
        <w:t xml:space="preserve"> </w:t>
      </w:r>
      <w:r w:rsidRPr="00B42E0E">
        <w:rPr>
          <w:rFonts w:hint="cs"/>
          <w:cs/>
          <w:lang w:bidi="hi-IN"/>
        </w:rPr>
        <w:t>तैमिया</w:t>
      </w:r>
      <w:r w:rsidRPr="00B42E0E">
        <w:rPr>
          <w:rtl/>
          <w:cs/>
        </w:rPr>
        <w:t xml:space="preserve"> </w:t>
      </w:r>
      <w:r w:rsidRPr="00B42E0E">
        <w:rPr>
          <w:rFonts w:hint="cs"/>
          <w:cs/>
          <w:lang w:bidi="hi-IN"/>
        </w:rPr>
        <w:t>के</w:t>
      </w:r>
      <w:r w:rsidRPr="00B42E0E">
        <w:rPr>
          <w:rtl/>
          <w:cs/>
        </w:rPr>
        <w:t xml:space="preserve"> </w:t>
      </w:r>
      <w:r w:rsidRPr="00B42E0E">
        <w:rPr>
          <w:rFonts w:hint="cs"/>
          <w:cs/>
          <w:lang w:bidi="hi-IN"/>
        </w:rPr>
        <w:t>ज़माने</w:t>
      </w:r>
      <w:r w:rsidRPr="00B42E0E">
        <w:rPr>
          <w:rtl/>
          <w:cs/>
        </w:rPr>
        <w:t xml:space="preserve"> </w:t>
      </w:r>
      <w:r w:rsidRPr="00B42E0E">
        <w:rPr>
          <w:rFonts w:hint="cs"/>
          <w:cs/>
          <w:lang w:bidi="hi-IN"/>
        </w:rPr>
        <w:t>से</w:t>
      </w:r>
      <w:r w:rsidRPr="00B42E0E">
        <w:rPr>
          <w:rtl/>
          <w:cs/>
        </w:rPr>
        <w:t xml:space="preserve"> </w:t>
      </w:r>
      <w:r w:rsidRPr="00B42E0E">
        <w:rPr>
          <w:rFonts w:hint="cs"/>
          <w:cs/>
          <w:lang w:bidi="hi-IN"/>
        </w:rPr>
        <w:t>पहले</w:t>
      </w:r>
      <w:r w:rsidRPr="00B42E0E">
        <w:rPr>
          <w:rtl/>
          <w:cs/>
        </w:rPr>
        <w:t xml:space="preserve"> </w:t>
      </w:r>
      <w:r w:rsidRPr="00B42E0E">
        <w:rPr>
          <w:rFonts w:hint="cs"/>
          <w:cs/>
          <w:lang w:bidi="hi-IN"/>
        </w:rPr>
        <w:t>मुसलमानों</w:t>
      </w:r>
      <w:r w:rsidRPr="00B42E0E">
        <w:rPr>
          <w:rtl/>
          <w:cs/>
        </w:rPr>
        <w:t xml:space="preserve"> </w:t>
      </w:r>
      <w:r w:rsidRPr="00B42E0E">
        <w:rPr>
          <w:rFonts w:hint="cs"/>
          <w:cs/>
          <w:lang w:bidi="hi-IN"/>
        </w:rPr>
        <w:t>का</w:t>
      </w:r>
      <w:r w:rsidRPr="00B42E0E">
        <w:rPr>
          <w:rtl/>
          <w:cs/>
        </w:rPr>
        <w:t xml:space="preserve"> </w:t>
      </w:r>
      <w:r w:rsidRPr="00B42E0E">
        <w:rPr>
          <w:rFonts w:hint="cs"/>
          <w:cs/>
          <w:lang w:bidi="hi-IN"/>
        </w:rPr>
        <w:t>अमल</w:t>
      </w:r>
      <w:r w:rsidRPr="00B42E0E">
        <w:rPr>
          <w:rtl/>
          <w:cs/>
        </w:rPr>
        <w:t xml:space="preserve"> </w:t>
      </w:r>
      <w:r w:rsidRPr="00B42E0E">
        <w:rPr>
          <w:rFonts w:hint="cs"/>
          <w:cs/>
          <w:lang w:bidi="hi-IN"/>
        </w:rPr>
        <w:t>और</w:t>
      </w:r>
      <w:r w:rsidRPr="00B42E0E">
        <w:rPr>
          <w:rtl/>
          <w:cs/>
        </w:rPr>
        <w:t xml:space="preserve"> </w:t>
      </w:r>
      <w:r w:rsidRPr="00B42E0E">
        <w:rPr>
          <w:rFonts w:hint="cs"/>
          <w:cs/>
          <w:lang w:bidi="hi-IN"/>
        </w:rPr>
        <w:t>सीरत</w:t>
      </w:r>
      <w:r w:rsidRPr="00B42E0E">
        <w:rPr>
          <w:rtl/>
          <w:cs/>
        </w:rPr>
        <w:t xml:space="preserve"> </w:t>
      </w:r>
      <w:r w:rsidRPr="00B42E0E">
        <w:rPr>
          <w:rFonts w:hint="cs"/>
          <w:cs/>
          <w:lang w:bidi="hi-IN"/>
        </w:rPr>
        <w:t>इस</w:t>
      </w:r>
      <w:r w:rsidRPr="00B42E0E">
        <w:rPr>
          <w:rtl/>
          <w:cs/>
        </w:rPr>
        <w:t xml:space="preserve"> </w:t>
      </w:r>
      <w:r w:rsidRPr="00B42E0E">
        <w:rPr>
          <w:rFonts w:hint="cs"/>
          <w:cs/>
          <w:lang w:bidi="hi-IN"/>
        </w:rPr>
        <w:t>तरह</w:t>
      </w:r>
      <w:r w:rsidRPr="00B42E0E">
        <w:rPr>
          <w:rtl/>
          <w:cs/>
        </w:rPr>
        <w:t xml:space="preserve"> </w:t>
      </w:r>
      <w:r w:rsidRPr="00B42E0E">
        <w:rPr>
          <w:rFonts w:hint="cs"/>
          <w:cs/>
          <w:lang w:bidi="hi-IN"/>
        </w:rPr>
        <w:t>की</w:t>
      </w:r>
      <w:r w:rsidRPr="00B42E0E">
        <w:rPr>
          <w:rtl/>
          <w:cs/>
        </w:rPr>
        <w:t xml:space="preserve"> </w:t>
      </w:r>
      <w:r w:rsidRPr="00B42E0E">
        <w:rPr>
          <w:rFonts w:hint="cs"/>
          <w:cs/>
          <w:lang w:bidi="hi-IN"/>
        </w:rPr>
        <w:t>महफ़िल</w:t>
      </w:r>
      <w:r w:rsidRPr="00B42E0E">
        <w:rPr>
          <w:rtl/>
          <w:cs/>
        </w:rPr>
        <w:t xml:space="preserve"> </w:t>
      </w:r>
      <w:r w:rsidRPr="00B42E0E">
        <w:rPr>
          <w:rFonts w:hint="cs"/>
          <w:cs/>
          <w:lang w:bidi="hi-IN"/>
        </w:rPr>
        <w:t>क़ायम</w:t>
      </w:r>
      <w:r w:rsidRPr="00B42E0E">
        <w:rPr>
          <w:rtl/>
          <w:cs/>
        </w:rPr>
        <w:t xml:space="preserve"> </w:t>
      </w:r>
      <w:r w:rsidRPr="00B42E0E">
        <w:rPr>
          <w:rFonts w:hint="cs"/>
          <w:cs/>
          <w:lang w:bidi="hi-IN"/>
        </w:rPr>
        <w:t>करने</w:t>
      </w:r>
      <w:r w:rsidRPr="00B42E0E">
        <w:rPr>
          <w:rtl/>
          <w:cs/>
        </w:rPr>
        <w:t xml:space="preserve"> </w:t>
      </w:r>
      <w:r w:rsidRPr="00B42E0E">
        <w:rPr>
          <w:rFonts w:hint="cs"/>
          <w:cs/>
          <w:lang w:bidi="hi-IN"/>
        </w:rPr>
        <w:t>पर</w:t>
      </w:r>
      <w:r w:rsidRPr="00B42E0E">
        <w:rPr>
          <w:rtl/>
          <w:cs/>
        </w:rPr>
        <w:t xml:space="preserve"> </w:t>
      </w:r>
      <w:r w:rsidRPr="00B42E0E">
        <w:rPr>
          <w:rFonts w:hint="cs"/>
          <w:cs/>
          <w:lang w:bidi="hi-IN"/>
        </w:rPr>
        <w:t>थी</w:t>
      </w:r>
      <w:r w:rsidRPr="00B42E0E">
        <w:rPr>
          <w:rtl/>
          <w:cs/>
        </w:rPr>
        <w:t xml:space="preserve"> </w:t>
      </w:r>
      <w:r w:rsidRPr="00B42E0E">
        <w:rPr>
          <w:rFonts w:hint="cs"/>
          <w:cs/>
          <w:lang w:bidi="hi-IN"/>
        </w:rPr>
        <w:t>और</w:t>
      </w:r>
      <w:r w:rsidRPr="00B42E0E">
        <w:rPr>
          <w:rtl/>
          <w:cs/>
        </w:rPr>
        <w:t xml:space="preserve"> </w:t>
      </w:r>
      <w:r w:rsidRPr="00B42E0E">
        <w:rPr>
          <w:rFonts w:hint="cs"/>
          <w:cs/>
          <w:lang w:bidi="hi-IN"/>
        </w:rPr>
        <w:t>अहले</w:t>
      </w:r>
      <w:r w:rsidRPr="00B42E0E">
        <w:rPr>
          <w:rtl/>
          <w:cs/>
        </w:rPr>
        <w:t xml:space="preserve"> </w:t>
      </w:r>
      <w:r w:rsidRPr="00B42E0E">
        <w:rPr>
          <w:rFonts w:hint="cs"/>
          <w:cs/>
          <w:lang w:bidi="hi-IN"/>
        </w:rPr>
        <w:t>सुन्नत</w:t>
      </w:r>
      <w:r w:rsidRPr="00B42E0E">
        <w:rPr>
          <w:rtl/>
          <w:cs/>
        </w:rPr>
        <w:t xml:space="preserve"> </w:t>
      </w:r>
      <w:r w:rsidRPr="00B42E0E">
        <w:rPr>
          <w:rFonts w:hint="cs"/>
          <w:cs/>
          <w:lang w:bidi="hi-IN"/>
        </w:rPr>
        <w:t>इस</w:t>
      </w:r>
      <w:r w:rsidRPr="00B42E0E">
        <w:rPr>
          <w:rtl/>
          <w:cs/>
        </w:rPr>
        <w:t xml:space="preserve"> </w:t>
      </w:r>
      <w:r w:rsidRPr="00B42E0E">
        <w:rPr>
          <w:rFonts w:hint="cs"/>
          <w:cs/>
          <w:lang w:bidi="hi-IN"/>
        </w:rPr>
        <w:t>बात</w:t>
      </w:r>
      <w:r w:rsidRPr="00B42E0E">
        <w:rPr>
          <w:rtl/>
          <w:cs/>
        </w:rPr>
        <w:t xml:space="preserve"> </w:t>
      </w:r>
      <w:r w:rsidRPr="00B42E0E">
        <w:rPr>
          <w:rFonts w:hint="cs"/>
          <w:cs/>
          <w:lang w:bidi="hi-IN"/>
        </w:rPr>
        <w:t>के</w:t>
      </w:r>
      <w:r w:rsidRPr="00B42E0E">
        <w:rPr>
          <w:rtl/>
          <w:cs/>
        </w:rPr>
        <w:t xml:space="preserve"> </w:t>
      </w:r>
      <w:r w:rsidRPr="00B42E0E">
        <w:rPr>
          <w:rFonts w:hint="cs"/>
          <w:cs/>
          <w:lang w:bidi="hi-IN"/>
        </w:rPr>
        <w:t>क़ायल</w:t>
      </w:r>
      <w:r w:rsidRPr="00B42E0E">
        <w:rPr>
          <w:rtl/>
          <w:cs/>
        </w:rPr>
        <w:t xml:space="preserve"> </w:t>
      </w:r>
      <w:r w:rsidRPr="00B42E0E">
        <w:rPr>
          <w:rFonts w:hint="cs"/>
          <w:cs/>
          <w:lang w:bidi="hi-IN"/>
        </w:rPr>
        <w:t>हैं</w:t>
      </w:r>
      <w:r w:rsidRPr="00B42E0E">
        <w:rPr>
          <w:rtl/>
          <w:cs/>
        </w:rPr>
        <w:t xml:space="preserve"> </w:t>
      </w:r>
      <w:r w:rsidRPr="00B42E0E">
        <w:rPr>
          <w:rFonts w:hint="cs"/>
          <w:cs/>
          <w:lang w:bidi="hi-IN"/>
        </w:rPr>
        <w:t>कि</w:t>
      </w:r>
      <w:r w:rsidRPr="00B42E0E">
        <w:rPr>
          <w:rtl/>
          <w:cs/>
        </w:rPr>
        <w:t xml:space="preserve"> </w:t>
      </w:r>
      <w:r w:rsidRPr="00B42E0E">
        <w:rPr>
          <w:rFonts w:hint="cs"/>
          <w:cs/>
          <w:lang w:bidi="hi-IN"/>
        </w:rPr>
        <w:t>इजमाअ</w:t>
      </w:r>
      <w:r w:rsidRPr="00B42E0E">
        <w:rPr>
          <w:rtl/>
          <w:cs/>
        </w:rPr>
        <w:t xml:space="preserve"> </w:t>
      </w:r>
      <w:r w:rsidRPr="00B42E0E">
        <w:rPr>
          <w:rFonts w:hint="cs"/>
          <w:cs/>
          <w:lang w:bidi="hi-IN"/>
        </w:rPr>
        <w:t>हुज्जत</w:t>
      </w:r>
      <w:r w:rsidRPr="00B42E0E">
        <w:rPr>
          <w:rtl/>
          <w:cs/>
        </w:rPr>
        <w:t xml:space="preserve"> </w:t>
      </w:r>
      <w:r w:rsidRPr="00B42E0E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तीसरे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तैमिया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सलफ़े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अंजाम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बेशक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अनक़रीब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होगी।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B42E0E">
        <w:rPr>
          <w:rFonts w:hint="cs"/>
          <w:cs/>
          <w:lang w:bidi="hi-IN"/>
        </w:rPr>
        <w:t>मजमउज़</w:t>
      </w:r>
      <w:r w:rsidRPr="00B42E0E">
        <w:rPr>
          <w:rtl/>
          <w:cs/>
        </w:rPr>
        <w:t xml:space="preserve"> </w:t>
      </w:r>
      <w:r w:rsidRPr="00B42E0E">
        <w:rPr>
          <w:rFonts w:hint="cs"/>
          <w:cs/>
          <w:lang w:bidi="hi-IN"/>
        </w:rPr>
        <w:t>ज़वायद</w:t>
      </w:r>
      <w:r w:rsidRPr="00B42E0E">
        <w:rPr>
          <w:rtl/>
          <w:cs/>
        </w:rPr>
        <w:t xml:space="preserve"> </w:t>
      </w:r>
      <w:r w:rsidRPr="00B42E0E">
        <w:rPr>
          <w:rFonts w:hint="cs"/>
          <w:cs/>
          <w:lang w:bidi="hi-IN"/>
        </w:rPr>
        <w:t>जिल्द</w:t>
      </w:r>
      <w:r w:rsidRPr="00B42E0E">
        <w:rPr>
          <w:rtl/>
          <w:cs/>
        </w:rPr>
        <w:t xml:space="preserve"> </w:t>
      </w:r>
      <w:r w:rsidRPr="00FD6765">
        <w:t>10</w:t>
      </w:r>
      <w:r w:rsidRPr="00B42E0E">
        <w:rPr>
          <w:rtl/>
          <w:cs/>
        </w:rPr>
        <w:t xml:space="preserve"> </w:t>
      </w:r>
      <w:r w:rsidRPr="00B42E0E">
        <w:rPr>
          <w:rFonts w:hint="cs"/>
          <w:cs/>
          <w:lang w:bidi="hi-IN"/>
        </w:rPr>
        <w:t>पेज</w:t>
      </w:r>
      <w:r w:rsidRPr="00B42E0E">
        <w:rPr>
          <w:rtl/>
          <w:cs/>
        </w:rPr>
        <w:t xml:space="preserve"> </w:t>
      </w:r>
      <w:r w:rsidRPr="00FD6765">
        <w:t xml:space="preserve">66, </w:t>
      </w:r>
      <w:r w:rsidRPr="00B42E0E">
        <w:rPr>
          <w:rFonts w:hint="cs"/>
          <w:cs/>
          <w:lang w:bidi="hi-IN"/>
        </w:rPr>
        <w:t>क़ंज़ुल</w:t>
      </w:r>
      <w:r w:rsidRPr="00B42E0E">
        <w:rPr>
          <w:rtl/>
          <w:cs/>
        </w:rPr>
        <w:t xml:space="preserve"> </w:t>
      </w:r>
      <w:r w:rsidRPr="00B42E0E">
        <w:rPr>
          <w:rFonts w:hint="cs"/>
          <w:cs/>
          <w:lang w:bidi="hi-IN"/>
        </w:rPr>
        <w:t>उम्माल</w:t>
      </w:r>
      <w:r w:rsidRPr="00B42E0E">
        <w:rPr>
          <w:rtl/>
          <w:cs/>
        </w:rPr>
        <w:t xml:space="preserve"> </w:t>
      </w:r>
      <w:r w:rsidRPr="00B42E0E">
        <w:rPr>
          <w:rFonts w:hint="cs"/>
          <w:cs/>
          <w:lang w:bidi="hi-IN"/>
        </w:rPr>
        <w:t>जिल्द</w:t>
      </w:r>
      <w:r w:rsidRPr="00B42E0E">
        <w:rPr>
          <w:rtl/>
          <w:cs/>
        </w:rPr>
        <w:t xml:space="preserve"> </w:t>
      </w:r>
      <w:r w:rsidRPr="00FD6765">
        <w:t>2</w:t>
      </w:r>
      <w:r w:rsidRPr="00B42E0E">
        <w:rPr>
          <w:rtl/>
          <w:cs/>
        </w:rPr>
        <w:t xml:space="preserve"> </w:t>
      </w:r>
      <w:r w:rsidRPr="00B42E0E">
        <w:rPr>
          <w:rFonts w:hint="cs"/>
          <w:cs/>
          <w:lang w:bidi="hi-IN"/>
        </w:rPr>
        <w:t>पेज</w:t>
      </w:r>
      <w:r w:rsidRPr="00B42E0E">
        <w:rPr>
          <w:rtl/>
          <w:cs/>
        </w:rPr>
        <w:t xml:space="preserve"> </w:t>
      </w:r>
      <w:r w:rsidRPr="00FD6765">
        <w:t>374)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छठा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ख़ुशी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मुसर्रत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बिदअत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अव्वल</w:t>
      </w:r>
      <w:r w:rsidRPr="00FD6765">
        <w:t xml:space="preserve">,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मक़ाम</w:t>
      </w:r>
      <w:r w:rsidRPr="00FD6765">
        <w:t xml:space="preserve">, </w:t>
      </w:r>
      <w:r w:rsidRPr="008F4AF7">
        <w:rPr>
          <w:rFonts w:hint="cs"/>
          <w:cs/>
          <w:lang w:bidi="hi-IN"/>
        </w:rPr>
        <w:t>मज़रूफ़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क़द्र</w:t>
      </w:r>
      <w:r w:rsidRPr="00FD6765">
        <w:t xml:space="preserve">, </w:t>
      </w:r>
      <w:r w:rsidRPr="008F4AF7">
        <w:rPr>
          <w:rFonts w:hint="cs"/>
          <w:cs/>
          <w:lang w:bidi="hi-IN"/>
        </w:rPr>
        <w:t>चुनाचे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FD6765">
        <w:rPr>
          <w:rFonts w:ascii="Times New Roman" w:hAnsi="Times New Roman" w:cs="Times New Roman" w:hint="cs"/>
          <w:rtl/>
        </w:rPr>
        <w:t>انا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انزلناه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في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ليلة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مباركة</w:t>
      </w:r>
      <w:r w:rsidRPr="00FD6765">
        <w:t xml:space="preserve"> 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विलादते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जश्न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दूसरे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अहकामे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उनवान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मुतअल्लिक़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ततबीक़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मुकल्लफ़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ज़िम्मे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ग़रीबों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फ़क़ीरों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मिसदाक़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मुनतबिक़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ज़िम्मेदारी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ग़रीब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ज़रूरत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अंजाम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FD6765">
        <w:t xml:space="preserve">?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मुनतबिक़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मुकल्लफ़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छोड़ा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मुनासिब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मुनतबिक़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हम्दु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लिल्लाहि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रब्बिल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आलमीन</w:t>
      </w:r>
      <w:r w:rsidRPr="00FD6765">
        <w:t xml:space="preserve">,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लहुश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शुक्रो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हाज़न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नेअमा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रब्बना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तक़ब्बल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मिन्ना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इन्नका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अनतस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समीऊल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अलीम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इक़बाल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हैदरी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इतमामे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तर्जुमा</w:t>
      </w:r>
      <w:r w:rsidRPr="008F4AF7">
        <w:rPr>
          <w:cs/>
          <w:lang w:bidi="hi-IN"/>
        </w:rPr>
        <w:t xml:space="preserve"> </w:t>
      </w:r>
      <w:r w:rsidRPr="00FD6765">
        <w:t>13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रजबुल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मुरज्जब</w:t>
      </w:r>
      <w:r w:rsidRPr="008F4AF7">
        <w:rPr>
          <w:cs/>
          <w:lang w:bidi="hi-IN"/>
        </w:rPr>
        <w:t xml:space="preserve"> </w:t>
      </w:r>
      <w:r w:rsidRPr="00FD6765">
        <w:t>1427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शंबा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FD6765">
        <w:t>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अगस्त</w:t>
      </w:r>
      <w:r w:rsidRPr="008F4AF7">
        <w:rPr>
          <w:cs/>
          <w:lang w:bidi="hi-IN"/>
        </w:rPr>
        <w:t xml:space="preserve"> </w:t>
      </w:r>
      <w:r w:rsidRPr="00FD6765">
        <w:t>2006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हिन्दी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टाइप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सैयद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एजाज़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मूसवी</w:t>
      </w:r>
    </w:p>
    <w:p w:rsidR="00F36219" w:rsidRDefault="008F4AF7" w:rsidP="008F4AF7">
      <w:pPr>
        <w:pStyle w:val="libNormal"/>
      </w:pPr>
      <w:r w:rsidRPr="00FD6765">
        <w:t>(2008)</w:t>
      </w:r>
    </w:p>
    <w:p w:rsidR="00F36219" w:rsidRDefault="00F36219" w:rsidP="00DE0F6F">
      <w:pPr>
        <w:pStyle w:val="libNormal"/>
      </w:pPr>
      <w:r>
        <w:br w:type="page"/>
      </w:r>
    </w:p>
    <w:p w:rsidR="001D08AD" w:rsidRDefault="001D08AD" w:rsidP="00F36219">
      <w:pPr>
        <w:pStyle w:val="Heading1"/>
        <w:rPr>
          <w:cs/>
          <w:lang w:bidi="hi-IN"/>
        </w:rPr>
      </w:pPr>
    </w:p>
    <w:p w:rsidR="001D08AD" w:rsidRDefault="001D08AD" w:rsidP="00F36219">
      <w:pPr>
        <w:pStyle w:val="Heading1"/>
        <w:rPr>
          <w:cs/>
          <w:lang w:bidi="hi-IN"/>
        </w:rPr>
      </w:pPr>
      <w:bookmarkStart w:id="181" w:name="_Toc457825405"/>
      <w:r>
        <w:rPr>
          <w:rFonts w:hint="cs"/>
          <w:cs/>
          <w:lang w:bidi="hi-IN"/>
        </w:rPr>
        <w:t>फेहरिस्त</w:t>
      </w:r>
      <w:bookmarkEnd w:id="181"/>
    </w:p>
    <w:sdt>
      <w:sdtPr>
        <w:rPr>
          <w:rFonts w:ascii="Mangal" w:eastAsia="Calibri" w:hAnsi="Mangal"/>
          <w:b w:val="0"/>
          <w:bCs w:val="0"/>
          <w:color w:val="000000"/>
        </w:rPr>
        <w:id w:val="9883938"/>
        <w:docPartObj>
          <w:docPartGallery w:val="Table of Contents"/>
          <w:docPartUnique/>
        </w:docPartObj>
      </w:sdtPr>
      <w:sdtContent>
        <w:p w:rsidR="00F36219" w:rsidRDefault="00F36219">
          <w:pPr>
            <w:pStyle w:val="TOCHeading"/>
          </w:pPr>
          <w:r>
            <w:t>Contents</w:t>
          </w:r>
        </w:p>
        <w:p w:rsidR="00BA522B" w:rsidRDefault="00A014EA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r>
            <w:fldChar w:fldCharType="begin"/>
          </w:r>
          <w:r w:rsidR="00F36219">
            <w:instrText xml:space="preserve"> TOC \o "1-3" \h \z \u </w:instrText>
          </w:r>
          <w:r>
            <w:fldChar w:fldCharType="separate"/>
          </w:r>
          <w:hyperlink w:anchor="_Toc457825224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</w:t>
            </w:r>
            <w:r w:rsidR="00BA522B" w:rsidRPr="00DD6459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="00BA522B" w:rsidRPr="00DD6459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वहदते</w:t>
            </w:r>
            <w:r w:rsidR="00BA522B" w:rsidRPr="00DD6459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इस्लामी</w:t>
            </w:r>
            <w:r w:rsidR="00BA522B">
              <w:rPr>
                <w:noProof/>
                <w:webHidden/>
              </w:rPr>
              <w:tab/>
            </w:r>
            <w:r w:rsidR="00BA522B"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_Toc457825224 \h </w:instrText>
            </w:r>
            <w:r w:rsidR="00BA522B">
              <w:rPr>
                <w:noProof/>
                <w:webHidden/>
              </w:rPr>
            </w:r>
            <w:r w:rsidR="00BA522B"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1</w:t>
            </w:r>
            <w:r w:rsidR="00BA522B"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left" w:pos="110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25" w:history="1">
            <w:r w:rsidRPr="00DD6459">
              <w:rPr>
                <w:rStyle w:val="Hyperlink"/>
                <w:noProof/>
              </w:rPr>
              <w:t xml:space="preserve">1. 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वहदत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ह़कीक़त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left" w:pos="110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26" w:history="1">
            <w:r w:rsidRPr="00DD6459">
              <w:rPr>
                <w:rStyle w:val="Hyperlink"/>
                <w:noProof/>
              </w:rPr>
              <w:t xml:space="preserve">2. 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हक़ीकी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पर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वहदत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मुमकिन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है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left" w:pos="110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27" w:history="1">
            <w:r w:rsidRPr="00DD6459">
              <w:rPr>
                <w:rStyle w:val="Hyperlink"/>
                <w:noProof/>
              </w:rPr>
              <w:t>(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>)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हक़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तरफ़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रग़बत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28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.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हक़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इक़रार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left" w:pos="110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29" w:history="1">
            <w:r w:rsidRPr="00DD6459">
              <w:rPr>
                <w:rStyle w:val="Hyperlink"/>
                <w:noProof/>
              </w:rPr>
              <w:t xml:space="preserve">3. 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दीनी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मरजअ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इंतेख़ाब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करना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30" w:history="1">
            <w:r w:rsidRPr="00DD6459">
              <w:rPr>
                <w:rStyle w:val="Hyperlink"/>
                <w:noProof/>
              </w:rPr>
              <w:t xml:space="preserve">5.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इंसानी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ज़िन्दगी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पर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असर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31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दलील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बुरहान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साथ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मज़हब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इंतेख़ाब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32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अंधी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तक़लीद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33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इल्मे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गैब</w:t>
            </w:r>
            <w:r w:rsidRPr="00DD6459">
              <w:rPr>
                <w:rStyle w:val="Hyperlink"/>
                <w:noProof/>
              </w:rPr>
              <w:t xml:space="preserve">,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रिवायात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रौशनी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34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पैग़म्बरे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अकरम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सामने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तीन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रास्ते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35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पहले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तरीक़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ए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कार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तरफ़दार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36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पहले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तरीक़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ए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कार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पर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होने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वाले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ऐतेराज़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37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दूसरे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तरीक़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ए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कार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पर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ऐतेराज़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38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.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हज़रत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अली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अफ़ज़लियत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पर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दलालत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करने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वाली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अहादीस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239" w:history="1">
            <w:r w:rsidRPr="00DD6459">
              <w:rPr>
                <w:rStyle w:val="Hyperlink"/>
                <w:noProof/>
              </w:rPr>
              <w:t xml:space="preserve">1.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अली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>)</w:t>
            </w:r>
            <w:r w:rsidRPr="00DD6459">
              <w:rPr>
                <w:rStyle w:val="Hyperlink"/>
                <w:noProof/>
              </w:rPr>
              <w:t xml:space="preserve">,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पैग़म्बरे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अकरम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भाई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2"/>
            <w:tabs>
              <w:tab w:val="left" w:pos="6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240" w:history="1">
            <w:r w:rsidRPr="00DD6459">
              <w:rPr>
                <w:rStyle w:val="Hyperlink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अली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मौलूदे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काबा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2"/>
            <w:tabs>
              <w:tab w:val="left" w:pos="6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241" w:history="1">
            <w:r w:rsidRPr="00DD6459">
              <w:rPr>
                <w:rStyle w:val="Hyperlink"/>
                <w:noProof/>
              </w:rPr>
              <w:t>3-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अली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तरबीयते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इलाही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2"/>
            <w:tabs>
              <w:tab w:val="left" w:pos="6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242" w:history="1">
            <w:r w:rsidRPr="00DD6459">
              <w:rPr>
                <w:rStyle w:val="Hyperlink"/>
                <w:noProof/>
              </w:rPr>
              <w:t>5-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अली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सबसे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पहले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मोमिन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2"/>
            <w:tabs>
              <w:tab w:val="left" w:pos="6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243" w:history="1">
            <w:r w:rsidRPr="00DD6459">
              <w:rPr>
                <w:rStyle w:val="Hyperlink"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अली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ख़ुदा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वंदे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आलम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नज़दीक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मख़लूक़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सबसे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ज़्यादा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महबूब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2"/>
            <w:tabs>
              <w:tab w:val="left" w:pos="6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244" w:history="1">
            <w:r w:rsidRPr="00DD6459">
              <w:rPr>
                <w:rStyle w:val="Hyperlink"/>
                <w:noProof/>
              </w:rPr>
              <w:t>7.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अली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औऱ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पैग़म्बर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एक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नूर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2"/>
            <w:tabs>
              <w:tab w:val="left" w:pos="6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245" w:history="1">
            <w:r w:rsidRPr="00DD6459">
              <w:rPr>
                <w:rStyle w:val="Hyperlink"/>
                <w:noProof/>
              </w:rPr>
              <w:t xml:space="preserve">8. 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अली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सबसे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बड़े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ज़ाहिद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2"/>
            <w:tabs>
              <w:tab w:val="left" w:pos="6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246" w:history="1">
            <w:r w:rsidRPr="00DD6459">
              <w:rPr>
                <w:rStyle w:val="Hyperlink"/>
                <w:noProof/>
              </w:rPr>
              <w:t>9.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अली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सहाबा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सबसे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ज़्यादा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शुजाअ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बहादुर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2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247" w:history="1">
            <w:r w:rsidRPr="00DD6459">
              <w:rPr>
                <w:rStyle w:val="Hyperlink"/>
                <w:noProof/>
              </w:rPr>
              <w:t>10.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अली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सहाबा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सबसे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बड़े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आलिम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48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.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अली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आलमीयत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इक़रार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सहाबा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ज़बानी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49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तमाम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उलूम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मर्कज़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अली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2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250" w:history="1">
            <w:r w:rsidRPr="00DD6459">
              <w:rPr>
                <w:rStyle w:val="Hyperlink"/>
                <w:noProof/>
              </w:rPr>
              <w:t>11.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हज़रत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अली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ज़माने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बुत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शिकन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51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तरबीयती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तैयारी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52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.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आपकी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इमामत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विलायत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पर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बयान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53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.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अमली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तदबीरें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54" w:history="1">
            <w:r w:rsidRPr="00DD6459">
              <w:rPr>
                <w:rStyle w:val="Hyperlink"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रोज़े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अली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हाथों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को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बुलंद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करना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55" w:history="1">
            <w:r w:rsidRPr="00DD6459">
              <w:rPr>
                <w:rStyle w:val="Hyperlink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लश्करे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ओसामा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को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रवाना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करना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56" w:history="1">
            <w:r w:rsidRPr="00DD6459">
              <w:rPr>
                <w:rStyle w:val="Hyperlink"/>
                <w:noProof/>
              </w:rPr>
              <w:t xml:space="preserve">3.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वसीयत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लिखने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हुक्म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57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उमर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ने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वसीयत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नामा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लिखे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जाने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रुकावट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क्यों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DD6459">
              <w:rPr>
                <w:rStyle w:val="Hyperlink"/>
                <w:noProof/>
              </w:rPr>
              <w:t>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58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हदीसे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59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वाकेय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ए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60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वाक़ेय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ए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61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गद़ीर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ज़ुग़राफ़ियाई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हैसियत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62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हदीसे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सहाबा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रावी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63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हदीसे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को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नक़्ल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करने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वाले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ताबेईन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64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दूसरी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सदी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हदीसे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रावी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65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तीसरी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सदी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हदीसे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रावी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66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चौथी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सदी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हदीसे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रावी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67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पाँचवी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सदी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हदीसे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रावी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68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छठी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सदी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हदीसे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रावी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69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सातवी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सदी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हदीसे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रावी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70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आठवीं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सदी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हदीसे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रावी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71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नवीं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सदी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हदीसे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रावी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72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दसवीं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सदी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हदीसे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रावी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73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गवारहवीं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सदी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हदीसे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रावी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74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बारहवीं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सदी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हदीसे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रावी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75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तेरहवीं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सदी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हदीसे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रावी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76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चौदहवीं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सदी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हदीसे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रावी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77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हदीसे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तवातुर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78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हदीसे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तवातुर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इक़रार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करने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वाले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उलामा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279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हदीसे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तहनीयत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280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हदीसे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तहनीयत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अहले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सुन्नत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रावी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81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मुवल्लेफ़ीने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हदीसे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82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हदीसे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दलादत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83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हदीसे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को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छिपाने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वाले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84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ऐहतेजाजात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हदीसे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2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285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रोज़े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शूरा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286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.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ख़िलाफ़ते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उस्मान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ज़माने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287" w:history="1">
            <w:r w:rsidRPr="00DD6459">
              <w:rPr>
                <w:rStyle w:val="Hyperlink"/>
                <w:noProof/>
              </w:rPr>
              <w:t>(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कूफ़े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मजमे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288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गवाही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देने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वाले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हज़रात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289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ल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.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जंगे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जमल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ऐहतेजाज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290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.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कूफ़े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हदीसे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सवारान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291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ल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.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जंगे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सिफ़्फ़ीन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ऐहतेजाज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92" w:history="1">
            <w:r w:rsidRPr="00DD6459">
              <w:rPr>
                <w:rStyle w:val="Hyperlink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हदीसे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ज़रिये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हज़रते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ज़हरा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ऐहतेजाज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93" w:history="1">
            <w:r w:rsidRPr="00DD6459">
              <w:rPr>
                <w:rStyle w:val="Hyperlink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हदीसे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ज़रिये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दीगर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हज़रात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ऐहतेजाज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94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ऐतेराज़ात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तहक़ीक़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95" w:history="1">
            <w:r w:rsidRPr="00DD6459">
              <w:rPr>
                <w:rStyle w:val="Hyperlink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हदीसे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सेहत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लोगों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दरमियान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इख़्तिलाफ़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है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96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.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मुतकल्लेमीन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बयानात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97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जीम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.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अहले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लुग़त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बयान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98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लफ़्ज़े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मौला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अस्ल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left" w:pos="110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99" w:history="1">
            <w:r w:rsidRPr="00DD6459">
              <w:rPr>
                <w:rStyle w:val="Hyperlink"/>
                <w:noProof/>
              </w:rPr>
              <w:t xml:space="preserve">4. 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मुहब्बत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औला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सज़ावार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होना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_Toc457825299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left" w:pos="110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00" w:history="1">
            <w:r w:rsidRPr="00DD6459">
              <w:rPr>
                <w:rStyle w:val="Hyperlink"/>
                <w:noProof/>
              </w:rPr>
              <w:t xml:space="preserve">5. 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उस्मान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बाद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हज़रत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अमीर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इमामत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left" w:pos="110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01" w:history="1">
            <w:r w:rsidRPr="00DD6459">
              <w:rPr>
                <w:rStyle w:val="Hyperlink"/>
                <w:noProof/>
              </w:rPr>
              <w:t xml:space="preserve">7. 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ताज़ीम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अवलवियत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ऐहतेमाल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left" w:pos="110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02" w:history="1">
            <w:r w:rsidRPr="00DD6459">
              <w:rPr>
                <w:rStyle w:val="Hyperlink"/>
                <w:noProof/>
              </w:rPr>
              <w:t xml:space="preserve">8. 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सूरए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आले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इमरान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आयत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noProof/>
              </w:rPr>
              <w:t>68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मुख़ालिफ़त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03" w:history="1">
            <w:r w:rsidRPr="00DD6459">
              <w:rPr>
                <w:rStyle w:val="Hyperlink"/>
                <w:noProof/>
              </w:rPr>
              <w:t xml:space="preserve">9.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ज़ैले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हदीस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04" w:history="1">
            <w:r w:rsidRPr="00DD6459">
              <w:rPr>
                <w:rStyle w:val="Hyperlink"/>
                <w:noProof/>
              </w:rPr>
              <w:t xml:space="preserve">10.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मौला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मअना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महबूब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हैं।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left" w:pos="110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05" w:history="1">
            <w:r w:rsidRPr="00DD6459">
              <w:rPr>
                <w:rStyle w:val="Hyperlink"/>
                <w:noProof/>
              </w:rPr>
              <w:t>11.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हसने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मुसन्ना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रिवायत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इस्तिदलाल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left" w:pos="110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06" w:history="1">
            <w:r w:rsidRPr="00DD6459">
              <w:rPr>
                <w:rStyle w:val="Hyperlink"/>
                <w:noProof/>
              </w:rPr>
              <w:t>12.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मुहब्बत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मअना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मुराद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लेने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पर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क़रीने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मौजूद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होना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07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आयए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बल्लिग़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08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आयत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बारे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तहक़ीक़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2"/>
            <w:tabs>
              <w:tab w:val="left" w:pos="6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09" w:history="1">
            <w:r w:rsidRPr="00DD6459">
              <w:rPr>
                <w:rStyle w:val="Hyperlink"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ज़ुहूरे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फ़ेल</w:t>
            </w:r>
            <w:r w:rsidRPr="00DD6459">
              <w:rPr>
                <w:rStyle w:val="Hyperlink"/>
                <w:noProof/>
              </w:rPr>
              <w:t xml:space="preserve">,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माज़ी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होता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है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2"/>
            <w:tabs>
              <w:tab w:val="left" w:pos="6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10" w:history="1">
            <w:r w:rsidRPr="00DD6459">
              <w:rPr>
                <w:rStyle w:val="Hyperlink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शर्त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अहमियत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बयान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2"/>
            <w:tabs>
              <w:tab w:val="left" w:pos="6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11" w:history="1">
            <w:r w:rsidRPr="00DD6459">
              <w:rPr>
                <w:rStyle w:val="Hyperlink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पैग़म्बरे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अकरम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को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क्या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ख़ौफ़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था</w:t>
            </w:r>
            <w:r w:rsidRPr="00DD6459">
              <w:rPr>
                <w:rStyle w:val="Hyperlink"/>
                <w:noProof/>
              </w:rPr>
              <w:t>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2"/>
            <w:tabs>
              <w:tab w:val="left" w:pos="6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12" w:history="1">
            <w:r w:rsidRPr="00DD6459">
              <w:rPr>
                <w:rStyle w:val="Hyperlink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अन्नास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क्या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मुराद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है</w:t>
            </w:r>
            <w:r w:rsidRPr="00DD6459">
              <w:rPr>
                <w:rStyle w:val="Hyperlink"/>
                <w:noProof/>
              </w:rPr>
              <w:t>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2"/>
            <w:tabs>
              <w:tab w:val="left" w:pos="6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13" w:history="1">
            <w:r w:rsidRPr="00DD6459">
              <w:rPr>
                <w:rStyle w:val="Hyperlink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इस्मत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मअना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14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रिवायात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छानबीन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15" w:history="1">
            <w:r w:rsidRPr="00DD6459">
              <w:rPr>
                <w:rStyle w:val="Hyperlink"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अबू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नईम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इस्फ़हानी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रिवायत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16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सनद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छान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बीन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2"/>
            <w:tabs>
              <w:tab w:val="left" w:pos="6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17" w:history="1">
            <w:r w:rsidRPr="00DD6459">
              <w:rPr>
                <w:rStyle w:val="Hyperlink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इब्ने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असाकर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रिवायत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18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सनद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छानबीन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left" w:pos="110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19" w:history="1">
            <w:r w:rsidRPr="00DD6459">
              <w:rPr>
                <w:rStyle w:val="Hyperlink"/>
                <w:noProof/>
              </w:rPr>
              <w:t xml:space="preserve">3. 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वाहिदी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रिवायत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left" w:pos="110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20" w:history="1">
            <w:r w:rsidRPr="00DD6459">
              <w:rPr>
                <w:rStyle w:val="Hyperlink"/>
                <w:noProof/>
              </w:rPr>
              <w:t xml:space="preserve">4. 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हिबरी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रिवायत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21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अहले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बैत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निगाह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आयत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शाने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नुज़ूल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22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हदीस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रिवायत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करने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वाले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उलामा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ए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अहले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सुन्नत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23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ऐतेराज़ात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छानबीन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24" w:history="1">
            <w:r w:rsidRPr="00DD6459">
              <w:rPr>
                <w:rStyle w:val="Hyperlink"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आयत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नुज़ूल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मदीने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पैग़म्बरे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अकरम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हिफ़ाज़त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लिये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हुआ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था।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25" w:history="1">
            <w:r w:rsidRPr="00DD6459">
              <w:rPr>
                <w:rStyle w:val="Hyperlink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मक्के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हिफ़ाज़त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सिलसिले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आयत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नुज़ूल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26" w:history="1">
            <w:r w:rsidRPr="00DD6459">
              <w:rPr>
                <w:rStyle w:val="Hyperlink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बनी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अनमार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जंग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वक़्त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आयत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नुज़ूल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27" w:history="1">
            <w:r w:rsidRPr="00DD6459">
              <w:rPr>
                <w:rStyle w:val="Hyperlink"/>
                <w:noProof/>
              </w:rPr>
              <w:t xml:space="preserve">4.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रज्म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क़िसास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बारे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आयत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नुज़ूल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28" w:history="1">
            <w:r w:rsidRPr="00DD6459">
              <w:rPr>
                <w:rStyle w:val="Hyperlink"/>
                <w:noProof/>
              </w:rPr>
              <w:t xml:space="preserve">5.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यहूद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मक्कारी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बारे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आयत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नुज़ूल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29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आय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ए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इकमाल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30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अहादीस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छानबीन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31" w:history="1">
            <w:r w:rsidRPr="00DD6459">
              <w:rPr>
                <w:rStyle w:val="Hyperlink"/>
                <w:noProof/>
              </w:rPr>
              <w:t xml:space="preserve">1.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अबू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नईम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इस्फ़हानी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रिवायत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32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सनद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छानबीन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33" w:history="1">
            <w:r w:rsidRPr="00DD6459">
              <w:rPr>
                <w:rStyle w:val="Hyperlink"/>
                <w:noProof/>
              </w:rPr>
              <w:t>2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ख़तीबे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बग़दादी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रिवायत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34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सनद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छानबीन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35" w:history="1">
            <w:r w:rsidRPr="00DD6459">
              <w:rPr>
                <w:rStyle w:val="Hyperlink"/>
                <w:noProof/>
              </w:rPr>
              <w:t xml:space="preserve">3.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इब्ने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असाकर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रिवायत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36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सनद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छान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बीन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left" w:pos="110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37" w:history="1">
            <w:r w:rsidRPr="00DD6459">
              <w:rPr>
                <w:rStyle w:val="Hyperlink"/>
                <w:noProof/>
              </w:rPr>
              <w:t xml:space="preserve">4. 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इब्ने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असाकर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दूसरी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रिवायत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38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सनद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छानबीन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39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आयत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शाने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नुज़ूल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बारे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नज़रियात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2"/>
            <w:tabs>
              <w:tab w:val="left" w:pos="6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40" w:history="1">
            <w:r w:rsidRPr="00DD6459">
              <w:rPr>
                <w:rStyle w:val="Hyperlink"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अज़मते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इस्लाम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ज़माने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तरफ़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इशारा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2"/>
            <w:tabs>
              <w:tab w:val="left" w:pos="6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41" w:history="1">
            <w:r w:rsidRPr="00DD6459">
              <w:rPr>
                <w:rStyle w:val="Hyperlink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रोज़े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अरफ़ा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आयत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नुज़ूल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42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लफ़्ज़े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अल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यौम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इस्तेमालात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43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कुफ़्फ़ार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लालच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44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आयत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रोज़े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ख़ुसूसियात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45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नुज़ूले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आयत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कैफ़ियत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46" w:history="1">
            <w:r w:rsidRPr="00DD6459">
              <w:rPr>
                <w:rStyle w:val="Hyperlink"/>
                <w:noProof/>
              </w:rPr>
              <w:t xml:space="preserve">1.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शिया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उलामा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नज़रिया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47" w:history="1">
            <w:r w:rsidRPr="00DD6459">
              <w:rPr>
                <w:rStyle w:val="Hyperlink"/>
                <w:noProof/>
              </w:rPr>
              <w:t xml:space="preserve">2.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दूसरा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ऐहतेमाल</w:t>
            </w:r>
            <w:r w:rsidRPr="00DD6459">
              <w:rPr>
                <w:rStyle w:val="Hyperlink"/>
                <w:noProof/>
              </w:rPr>
              <w:t xml:space="preserve">,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अहले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सुन्नत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नज़रिया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48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आय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ए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सअला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सायलुन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49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वाक़ेय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ए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आयत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नुज़ूल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इक़रार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50" w:history="1">
            <w:r w:rsidRPr="00DD6459">
              <w:rPr>
                <w:rStyle w:val="Hyperlink"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अबू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इसहाक़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सालबी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51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अबू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इसहाक़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सालबी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मुख़्तसर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हालात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52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सुफ़यान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बिन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ऐनिया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मुख़्तसर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हालात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53" w:history="1">
            <w:r w:rsidRPr="00DD6459">
              <w:rPr>
                <w:rStyle w:val="Hyperlink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अबू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उबैद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हरवी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मुतवफ़्फ़ा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noProof/>
              </w:rPr>
              <w:t>223)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left" w:pos="110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54" w:history="1">
            <w:r w:rsidRPr="00DD6459">
              <w:rPr>
                <w:rStyle w:val="Hyperlink"/>
                <w:noProof/>
              </w:rPr>
              <w:t xml:space="preserve">3. 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शेखुल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इस्लाम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हम्मूई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55" w:history="1">
            <w:r w:rsidRPr="00DD6459">
              <w:rPr>
                <w:rStyle w:val="Hyperlink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हाकिम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हसकानी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56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अब्दुर्हमान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बिन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असदी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>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57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सुफ़यान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बिन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सईद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>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58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अहले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बैत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असहाब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हदीस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रावी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59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हदीस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दलालत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60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चंद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ऐतेराज़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उनके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जवाब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61" w:history="1">
            <w:r w:rsidRPr="00DD6459">
              <w:rPr>
                <w:rStyle w:val="Hyperlink"/>
                <w:noProof/>
              </w:rPr>
              <w:t xml:space="preserve">1.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सूर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ए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मआरिज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मक्की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है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>!!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62" w:history="1">
            <w:r w:rsidRPr="00DD6459">
              <w:rPr>
                <w:rStyle w:val="Hyperlink"/>
                <w:noProof/>
              </w:rPr>
              <w:t>2.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ख़ुदा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वंदे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आलम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पैग़म्बरे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अकरम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होते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हुए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अज़ाब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नही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करेगा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>!!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63" w:history="1">
            <w:r w:rsidRPr="00DD6459">
              <w:rPr>
                <w:rStyle w:val="Hyperlink"/>
                <w:noProof/>
              </w:rPr>
              <w:t xml:space="preserve">3.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अगर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ऐसा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था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तो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मोजिज़ा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होना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चाहिये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था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>!!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64" w:history="1">
            <w:r w:rsidRPr="00DD6459">
              <w:rPr>
                <w:rStyle w:val="Hyperlink"/>
                <w:noProof/>
              </w:rPr>
              <w:t xml:space="preserve">3.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मुसलमान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पर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दुनिया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अज़ाब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नही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होता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>!!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65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इज्तेहादी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तरीक़े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तरफ़दार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66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अली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मुख़ालिफ़त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मकतबे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ख़ुलाफ़ा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बहाना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67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कम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उम्र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होना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68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ख़ुदा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ने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नही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चाहा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69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दूसरा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सबब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: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दुश्मनी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कीना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70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तीसरा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सबब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: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अली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अदालत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71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चौथा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सबब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: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बनी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हाशिम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दुश्मनी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72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हदीसे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इंकार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नतायज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2"/>
            <w:tabs>
              <w:tab w:val="left" w:pos="6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73" w:history="1">
            <w:r w:rsidRPr="00DD6459">
              <w:rPr>
                <w:rStyle w:val="Hyperlink"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डाक्टर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अहमद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महमूद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सुबही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74" w:history="1">
            <w:r w:rsidRPr="00DD6459">
              <w:rPr>
                <w:rStyle w:val="Hyperlink"/>
                <w:noProof/>
              </w:rPr>
              <w:t xml:space="preserve">2.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जाहिज़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75" w:history="1">
            <w:r w:rsidRPr="00DD6459">
              <w:rPr>
                <w:rStyle w:val="Hyperlink"/>
                <w:noProof/>
              </w:rPr>
              <w:t xml:space="preserve">3.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इब्ने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क़तीबा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76" w:history="1">
            <w:r w:rsidRPr="00DD6459">
              <w:rPr>
                <w:rStyle w:val="Hyperlink"/>
                <w:noProof/>
              </w:rPr>
              <w:t xml:space="preserve">4.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मक़रेज़ी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77" w:history="1">
            <w:r w:rsidRPr="00DD6459">
              <w:rPr>
                <w:rStyle w:val="Hyperlink"/>
                <w:noProof/>
              </w:rPr>
              <w:t>5.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इब्ने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हज़्म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ज़ाहिरी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2"/>
            <w:tabs>
              <w:tab w:val="left" w:pos="6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78" w:history="1">
            <w:r w:rsidRPr="00DD6459">
              <w:rPr>
                <w:rStyle w:val="Hyperlink"/>
                <w:noProof/>
              </w:rPr>
              <w:t xml:space="preserve">2. 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अबुस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सना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आलूसी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2"/>
            <w:tabs>
              <w:tab w:val="left" w:pos="6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79" w:history="1">
            <w:r w:rsidRPr="00DD6459">
              <w:rPr>
                <w:rStyle w:val="Hyperlink"/>
                <w:noProof/>
              </w:rPr>
              <w:t xml:space="preserve">3. 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डाक्टर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ताहा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हुसैन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मिस्री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2"/>
            <w:tabs>
              <w:tab w:val="left" w:pos="6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80" w:history="1">
            <w:r w:rsidRPr="00DD6459">
              <w:rPr>
                <w:rStyle w:val="Hyperlink"/>
                <w:noProof/>
              </w:rPr>
              <w:t xml:space="preserve">4. 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मशहूर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मुवर्रिख़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सैयद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अमीर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अली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हिन्दी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2"/>
            <w:tabs>
              <w:tab w:val="left" w:pos="6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81" w:history="1">
            <w:r w:rsidRPr="00DD6459">
              <w:rPr>
                <w:rStyle w:val="Hyperlink"/>
                <w:noProof/>
              </w:rPr>
              <w:t xml:space="preserve">5. 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डाक्टर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अहमद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अमीन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मिस्री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82" w:history="1">
            <w:r w:rsidRPr="00DD6459">
              <w:rPr>
                <w:rStyle w:val="Hyperlink"/>
                <w:noProof/>
              </w:rPr>
              <w:t xml:space="preserve">11.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अब्बास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महमूद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अक़्क़ाद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2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83" w:history="1">
            <w:r w:rsidRPr="00DD6459">
              <w:rPr>
                <w:rStyle w:val="Hyperlink"/>
                <w:noProof/>
              </w:rPr>
              <w:t>12.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डाक्टर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महमूद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ख़ालिदी</w:t>
            </w:r>
            <w:r w:rsidRPr="00DD6459">
              <w:rPr>
                <w:rStyle w:val="Hyperlink"/>
                <w:noProof/>
              </w:rPr>
              <w:t xml:space="preserve">,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प्रोफ़ेसर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यरमूक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युनिवर्सिटी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जार्डन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2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84" w:history="1">
            <w:r w:rsidRPr="00DD6459">
              <w:rPr>
                <w:rStyle w:val="Hyperlink"/>
                <w:noProof/>
              </w:rPr>
              <w:t>13.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मुस्तफ़ा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राफ़ेई</w:t>
            </w:r>
            <w:r w:rsidRPr="00DD6459">
              <w:rPr>
                <w:rStyle w:val="Hyperlink"/>
                <w:noProof/>
              </w:rPr>
              <w:t xml:space="preserve">,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पेरिस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युनिवर्सिटी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हुक़ूक़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माहिर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2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85" w:history="1">
            <w:r w:rsidRPr="00DD6459">
              <w:rPr>
                <w:rStyle w:val="Hyperlink"/>
                <w:noProof/>
              </w:rPr>
              <w:t>14.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मुहम्मद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रशीद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रज़ा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86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जश्ने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मुनअक़िद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करना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87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वह्हबियों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फ़तवे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88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वुजूबे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मुहब्बत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89" w:history="1">
            <w:r w:rsidRPr="00DD6459">
              <w:rPr>
                <w:rStyle w:val="Hyperlink"/>
                <w:noProof/>
              </w:rPr>
              <w:t xml:space="preserve">1.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ख़ुदा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वंदे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आलम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मुहब्बत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90" w:history="1">
            <w:r w:rsidRPr="00DD6459">
              <w:rPr>
                <w:rStyle w:val="Hyperlink"/>
                <w:noProof/>
              </w:rPr>
              <w:t xml:space="preserve">2.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रसूले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अकरम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मुहब्बत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91" w:history="1">
            <w:r w:rsidRPr="00DD6459">
              <w:rPr>
                <w:rStyle w:val="Hyperlink"/>
                <w:noProof/>
              </w:rPr>
              <w:t xml:space="preserve">3.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अहले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बैते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पैग़म्बर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92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किन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वुजूहात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बेना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पर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आले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रसूल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मुहब्बत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जाये</w:t>
            </w:r>
            <w:r w:rsidRPr="00DD6459">
              <w:rPr>
                <w:rStyle w:val="Hyperlink"/>
                <w:noProof/>
              </w:rPr>
              <w:t>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93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याद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मनाना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क़ुरआन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रौशनी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94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हज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95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.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सफ़ा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मरवा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96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जीम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.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क़ुर्बानी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97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द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.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रमिये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जमरात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98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जश्न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याद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मनाना</w:t>
            </w:r>
            <w:r w:rsidRPr="00DD6459">
              <w:rPr>
                <w:rStyle w:val="Hyperlink"/>
                <w:noProof/>
              </w:rPr>
              <w:t xml:space="preserve">,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हदीस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रौशनी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99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जश्न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मनाने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फ़वायद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_Toc457825399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400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इस्लाम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ईदे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अहमियत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_Toc457825400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2"/>
            <w:tabs>
              <w:tab w:val="left" w:pos="6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401" w:history="1">
            <w:r w:rsidRPr="00DD6459">
              <w:rPr>
                <w:rStyle w:val="Hyperlink"/>
                <w:noProof/>
              </w:rPr>
              <w:t xml:space="preserve">1. 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शियों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मख़्सूस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न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होना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_Toc457825401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2"/>
            <w:tabs>
              <w:tab w:val="left" w:pos="6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402" w:history="1">
            <w:r w:rsidRPr="00DD6459">
              <w:rPr>
                <w:rStyle w:val="Hyperlink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ईदे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इब्तेदा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_Toc457825402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403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पैग़ामात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_Toc457825403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404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वहाबियों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ऐतेराज़ात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तहक़ीक़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_Toc457825404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BA522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405" w:history="1">
            <w:r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फेहरिस्त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_Toc457825405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36219" w:rsidRDefault="00A014EA" w:rsidP="00DE0F6F">
          <w:pPr>
            <w:pStyle w:val="libNormal"/>
          </w:pPr>
          <w:r>
            <w:fldChar w:fldCharType="end"/>
          </w:r>
        </w:p>
      </w:sdtContent>
    </w:sdt>
    <w:sectPr w:rsidR="00F36219" w:rsidSect="0023507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4B23" w:rsidRDefault="009C4B23" w:rsidP="008B7801">
      <w:pPr>
        <w:spacing w:after="0" w:line="240" w:lineRule="auto"/>
      </w:pPr>
      <w:r>
        <w:separator/>
      </w:r>
    </w:p>
  </w:endnote>
  <w:endnote w:type="continuationSeparator" w:id="0">
    <w:p w:rsidR="009C4B23" w:rsidRDefault="009C4B23" w:rsidP="008B7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olaimanLipi">
    <w:altName w:val="Corbel"/>
    <w:charset w:val="00"/>
    <w:family w:val="script"/>
    <w:pitch w:val="fixed"/>
    <w:sig w:usb0="00000001" w:usb1="00002000" w:usb2="00000000" w:usb3="00000000" w:csb0="00000093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utonnyMJ">
    <w:altName w:val="Times New Roman"/>
    <w:charset w:val="00"/>
    <w:family w:val="auto"/>
    <w:pitch w:val="variable"/>
    <w:sig w:usb0="00000000" w:usb1="00000048" w:usb2="00000000" w:usb3="00000000" w:csb0="0000003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8AD" w:rsidRDefault="00A014EA">
    <w:pPr>
      <w:pStyle w:val="Footer"/>
      <w:jc w:val="center"/>
    </w:pPr>
    <w:r w:rsidRPr="00AA7385">
      <w:rPr>
        <w:rFonts w:ascii="SutonnyMJ" w:hAnsi="SutonnyMJ" w:cs="SutonnyMJ"/>
      </w:rPr>
      <w:fldChar w:fldCharType="begin"/>
    </w:r>
    <w:r w:rsidR="001D08AD" w:rsidRPr="00AA7385">
      <w:rPr>
        <w:rFonts w:ascii="SutonnyMJ" w:hAnsi="SutonnyMJ" w:cs="SutonnyMJ"/>
      </w:rPr>
      <w:instrText xml:space="preserve"> PAGE   \* MERGEFORMAT </w:instrText>
    </w:r>
    <w:r w:rsidRPr="00AA7385">
      <w:rPr>
        <w:rFonts w:ascii="SutonnyMJ" w:hAnsi="SutonnyMJ" w:cs="SutonnyMJ"/>
      </w:rPr>
      <w:fldChar w:fldCharType="separate"/>
    </w:r>
    <w:r w:rsidR="00E7695A">
      <w:rPr>
        <w:rFonts w:ascii="SutonnyMJ" w:hAnsi="SutonnyMJ" w:cs="SutonnyMJ"/>
        <w:noProof/>
      </w:rPr>
      <w:t>429</w:t>
    </w:r>
    <w:r w:rsidRPr="00AA7385">
      <w:rPr>
        <w:rFonts w:ascii="SutonnyMJ" w:hAnsi="SutonnyMJ" w:cs="SutonnyMJ"/>
      </w:rPr>
      <w:fldChar w:fldCharType="end"/>
    </w:r>
  </w:p>
  <w:p w:rsidR="001D08AD" w:rsidRDefault="001D08A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4B23" w:rsidRDefault="009C4B23" w:rsidP="008B7801">
      <w:pPr>
        <w:spacing w:after="0" w:line="240" w:lineRule="auto"/>
      </w:pPr>
      <w:r>
        <w:separator/>
      </w:r>
    </w:p>
  </w:footnote>
  <w:footnote w:type="continuationSeparator" w:id="0">
    <w:p w:rsidR="009C4B23" w:rsidRDefault="009C4B23" w:rsidP="008B78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34A37"/>
    <w:multiLevelType w:val="hybridMultilevel"/>
    <w:tmpl w:val="B406F6DA"/>
    <w:lvl w:ilvl="0" w:tplc="7A50CF00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attachedTemplate r:id="rId1"/>
  <w:stylePaneFormatFilter w:val="17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B42E0E"/>
    <w:rsid w:val="00007817"/>
    <w:rsid w:val="00017F8E"/>
    <w:rsid w:val="00043999"/>
    <w:rsid w:val="000451DA"/>
    <w:rsid w:val="000A16E2"/>
    <w:rsid w:val="000D0FC8"/>
    <w:rsid w:val="000D641E"/>
    <w:rsid w:val="00137658"/>
    <w:rsid w:val="0016774F"/>
    <w:rsid w:val="001A3437"/>
    <w:rsid w:val="001D08AD"/>
    <w:rsid w:val="00235071"/>
    <w:rsid w:val="00275890"/>
    <w:rsid w:val="0028094A"/>
    <w:rsid w:val="0028663A"/>
    <w:rsid w:val="00292BC3"/>
    <w:rsid w:val="00296130"/>
    <w:rsid w:val="002B709B"/>
    <w:rsid w:val="002D15B8"/>
    <w:rsid w:val="002E4766"/>
    <w:rsid w:val="00304CCF"/>
    <w:rsid w:val="003137DA"/>
    <w:rsid w:val="00331D48"/>
    <w:rsid w:val="0033697A"/>
    <w:rsid w:val="003A1605"/>
    <w:rsid w:val="003A380C"/>
    <w:rsid w:val="003E4BC2"/>
    <w:rsid w:val="00406D51"/>
    <w:rsid w:val="004138B4"/>
    <w:rsid w:val="00495B54"/>
    <w:rsid w:val="004A56BA"/>
    <w:rsid w:val="004C57A4"/>
    <w:rsid w:val="00544132"/>
    <w:rsid w:val="00553605"/>
    <w:rsid w:val="00584195"/>
    <w:rsid w:val="005862E0"/>
    <w:rsid w:val="00593844"/>
    <w:rsid w:val="0059796A"/>
    <w:rsid w:val="005D2D86"/>
    <w:rsid w:val="005D3333"/>
    <w:rsid w:val="0061174D"/>
    <w:rsid w:val="00663BEC"/>
    <w:rsid w:val="006746F0"/>
    <w:rsid w:val="00687E6B"/>
    <w:rsid w:val="00690232"/>
    <w:rsid w:val="0069778C"/>
    <w:rsid w:val="006C230E"/>
    <w:rsid w:val="006D197A"/>
    <w:rsid w:val="00707890"/>
    <w:rsid w:val="00733E6E"/>
    <w:rsid w:val="00735514"/>
    <w:rsid w:val="0075520E"/>
    <w:rsid w:val="007719FE"/>
    <w:rsid w:val="00776659"/>
    <w:rsid w:val="007B649B"/>
    <w:rsid w:val="007D0C93"/>
    <w:rsid w:val="007E3A6A"/>
    <w:rsid w:val="00840C16"/>
    <w:rsid w:val="00870944"/>
    <w:rsid w:val="008715EA"/>
    <w:rsid w:val="008A5A1E"/>
    <w:rsid w:val="008B7801"/>
    <w:rsid w:val="008C77D1"/>
    <w:rsid w:val="008D4310"/>
    <w:rsid w:val="008D6263"/>
    <w:rsid w:val="008F0D7B"/>
    <w:rsid w:val="008F4AF7"/>
    <w:rsid w:val="009117EC"/>
    <w:rsid w:val="00934323"/>
    <w:rsid w:val="0094696C"/>
    <w:rsid w:val="00976CDC"/>
    <w:rsid w:val="009C4B23"/>
    <w:rsid w:val="00A014EA"/>
    <w:rsid w:val="00A069B8"/>
    <w:rsid w:val="00A07514"/>
    <w:rsid w:val="00A213D6"/>
    <w:rsid w:val="00A2744B"/>
    <w:rsid w:val="00A455D0"/>
    <w:rsid w:val="00A560EA"/>
    <w:rsid w:val="00A77675"/>
    <w:rsid w:val="00AA7385"/>
    <w:rsid w:val="00AB18E8"/>
    <w:rsid w:val="00AB6543"/>
    <w:rsid w:val="00B42E0E"/>
    <w:rsid w:val="00BA522B"/>
    <w:rsid w:val="00BE1409"/>
    <w:rsid w:val="00C2470C"/>
    <w:rsid w:val="00C303C9"/>
    <w:rsid w:val="00C50E46"/>
    <w:rsid w:val="00C53098"/>
    <w:rsid w:val="00C539D3"/>
    <w:rsid w:val="00CC48FE"/>
    <w:rsid w:val="00CD6645"/>
    <w:rsid w:val="00CE088A"/>
    <w:rsid w:val="00CE09E4"/>
    <w:rsid w:val="00D02065"/>
    <w:rsid w:val="00D44DB1"/>
    <w:rsid w:val="00D450D2"/>
    <w:rsid w:val="00D457C0"/>
    <w:rsid w:val="00D7533E"/>
    <w:rsid w:val="00DA0646"/>
    <w:rsid w:val="00DE0F6F"/>
    <w:rsid w:val="00DF0DAD"/>
    <w:rsid w:val="00DF1559"/>
    <w:rsid w:val="00E21BCB"/>
    <w:rsid w:val="00E2613F"/>
    <w:rsid w:val="00E30987"/>
    <w:rsid w:val="00E32589"/>
    <w:rsid w:val="00E400A5"/>
    <w:rsid w:val="00E47180"/>
    <w:rsid w:val="00E52113"/>
    <w:rsid w:val="00E7695A"/>
    <w:rsid w:val="00E84EB1"/>
    <w:rsid w:val="00E9343A"/>
    <w:rsid w:val="00EB1BF3"/>
    <w:rsid w:val="00EC4B61"/>
    <w:rsid w:val="00F11A1C"/>
    <w:rsid w:val="00F20557"/>
    <w:rsid w:val="00F36219"/>
    <w:rsid w:val="00F525D6"/>
    <w:rsid w:val="00F860D8"/>
    <w:rsid w:val="00F91E16"/>
    <w:rsid w:val="00FA2BBB"/>
    <w:rsid w:val="00FD2E0A"/>
    <w:rsid w:val="00FD6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5D6"/>
    <w:pPr>
      <w:spacing w:after="200" w:line="276" w:lineRule="auto"/>
    </w:pPr>
    <w:rPr>
      <w:sz w:val="32"/>
      <w:szCs w:val="32"/>
    </w:rPr>
  </w:style>
  <w:style w:type="paragraph" w:styleId="Heading1">
    <w:name w:val="heading 1"/>
    <w:basedOn w:val="libNormal"/>
    <w:link w:val="Heading1Char"/>
    <w:uiPriority w:val="9"/>
    <w:qFormat/>
    <w:rsid w:val="003137DA"/>
    <w:pPr>
      <w:keepNext/>
      <w:keepLines/>
      <w:spacing w:before="120"/>
      <w:outlineLvl w:val="0"/>
    </w:pPr>
    <w:rPr>
      <w:rFonts w:ascii="SolaimanLipi" w:eastAsia="Times New Roman" w:hAnsi="SolaimanLipi"/>
      <w:b/>
      <w:bCs/>
      <w:color w:val="1F497D"/>
      <w:sz w:val="36"/>
      <w:szCs w:val="36"/>
    </w:rPr>
  </w:style>
  <w:style w:type="paragraph" w:styleId="Heading2">
    <w:name w:val="heading 2"/>
    <w:basedOn w:val="libNormal"/>
    <w:link w:val="Heading2Char"/>
    <w:uiPriority w:val="9"/>
    <w:qFormat/>
    <w:rsid w:val="00CE088A"/>
    <w:pPr>
      <w:keepNext/>
      <w:keepLines/>
      <w:spacing w:before="120"/>
      <w:outlineLvl w:val="1"/>
    </w:pPr>
    <w:rPr>
      <w:rFonts w:ascii="SolaimanLipi" w:eastAsia="Times New Roman" w:hAnsi="SolaimanLipi"/>
      <w:b/>
      <w:bCs/>
      <w:color w:val="1F497D"/>
      <w:sz w:val="32"/>
      <w:szCs w:val="32"/>
    </w:rPr>
  </w:style>
  <w:style w:type="paragraph" w:styleId="Heading3">
    <w:name w:val="heading 3"/>
    <w:basedOn w:val="libNormal"/>
    <w:link w:val="Heading3Char"/>
    <w:uiPriority w:val="9"/>
    <w:qFormat/>
    <w:rsid w:val="00E32589"/>
    <w:pPr>
      <w:keepNext/>
      <w:keepLines/>
      <w:spacing w:before="120"/>
      <w:outlineLvl w:val="2"/>
    </w:pPr>
    <w:rPr>
      <w:rFonts w:ascii="Times New Roman" w:eastAsia="Times New Roman" w:hAnsi="Times New Roman"/>
      <w:color w:val="1F497D"/>
      <w:szCs w:val="32"/>
    </w:rPr>
  </w:style>
  <w:style w:type="paragraph" w:styleId="Heading4">
    <w:name w:val="heading 4"/>
    <w:basedOn w:val="libNormal"/>
    <w:link w:val="Heading4Char"/>
    <w:uiPriority w:val="9"/>
    <w:qFormat/>
    <w:rsid w:val="00E32589"/>
    <w:pPr>
      <w:keepNext/>
      <w:keepLines/>
      <w:spacing w:before="240" w:after="60"/>
      <w:outlineLvl w:val="3"/>
    </w:pPr>
    <w:rPr>
      <w:rFonts w:ascii="Times New Roman" w:eastAsia="Times New Roman" w:hAnsi="Times New Roman"/>
      <w:b/>
      <w:bCs/>
      <w:szCs w:val="32"/>
    </w:rPr>
  </w:style>
  <w:style w:type="paragraph" w:styleId="Heading5">
    <w:name w:val="heading 5"/>
    <w:basedOn w:val="libNormal"/>
    <w:link w:val="Heading5Char"/>
    <w:uiPriority w:val="9"/>
    <w:qFormat/>
    <w:rsid w:val="00E32589"/>
    <w:pPr>
      <w:keepNext/>
      <w:keepLines/>
      <w:spacing w:before="240" w:after="60"/>
      <w:outlineLvl w:val="4"/>
    </w:pPr>
    <w:rPr>
      <w:rFonts w:ascii="Times New Roman" w:eastAsia="Times New Roman" w:hAnsi="Times New Roman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007817"/>
    <w:pPr>
      <w:spacing w:line="360" w:lineRule="auto"/>
      <w:ind w:firstLine="289"/>
      <w:jc w:val="both"/>
    </w:pPr>
    <w:rPr>
      <w:rFonts w:ascii="Mangal" w:hAnsi="Mangal" w:cs="Mangal"/>
      <w:color w:val="000000"/>
      <w:sz w:val="28"/>
      <w:szCs w:val="28"/>
    </w:rPr>
  </w:style>
  <w:style w:type="character" w:customStyle="1" w:styleId="libNormalChar">
    <w:name w:val="libNormal Char"/>
    <w:link w:val="libNormal"/>
    <w:rsid w:val="00007817"/>
    <w:rPr>
      <w:rFonts w:ascii="Mangal" w:hAnsi="Mangal" w:cs="Mangal"/>
      <w:color w:val="000000"/>
      <w:sz w:val="28"/>
      <w:szCs w:val="28"/>
    </w:rPr>
  </w:style>
  <w:style w:type="character" w:customStyle="1" w:styleId="Heading1Char">
    <w:name w:val="Heading 1 Char"/>
    <w:link w:val="Heading1"/>
    <w:uiPriority w:val="9"/>
    <w:rsid w:val="003137DA"/>
    <w:rPr>
      <w:rFonts w:ascii="SolaimanLipi" w:eastAsia="Times New Roman" w:hAnsi="SolaimanLipi" w:cs="SolaimanLipi"/>
      <w:b/>
      <w:bCs/>
      <w:color w:val="1F497D"/>
      <w:sz w:val="36"/>
      <w:szCs w:val="36"/>
    </w:rPr>
  </w:style>
  <w:style w:type="character" w:customStyle="1" w:styleId="Heading2Char">
    <w:name w:val="Heading 2 Char"/>
    <w:link w:val="Heading2"/>
    <w:uiPriority w:val="9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character" w:customStyle="1" w:styleId="Heading3Char">
    <w:name w:val="Heading 3 Char"/>
    <w:link w:val="Heading3"/>
    <w:uiPriority w:val="9"/>
    <w:rsid w:val="00E32589"/>
    <w:rPr>
      <w:rFonts w:ascii="Times New Roman" w:eastAsia="Times New Roman" w:hAnsi="Times New Roman" w:cs="SolaimanLipi"/>
      <w:color w:val="1F497D"/>
      <w:sz w:val="28"/>
      <w:szCs w:val="32"/>
    </w:rPr>
  </w:style>
  <w:style w:type="character" w:customStyle="1" w:styleId="Heading4Char">
    <w:name w:val="Heading 4 Char"/>
    <w:link w:val="Heading4"/>
    <w:uiPriority w:val="9"/>
    <w:rsid w:val="00E32589"/>
    <w:rPr>
      <w:rFonts w:ascii="Times New Roman" w:eastAsia="Times New Roman" w:hAnsi="Times New Roman" w:cs="SolaimanLipi"/>
      <w:b/>
      <w:bCs/>
      <w:color w:val="000000"/>
      <w:sz w:val="28"/>
      <w:szCs w:val="32"/>
    </w:rPr>
  </w:style>
  <w:style w:type="character" w:customStyle="1" w:styleId="Heading5Char">
    <w:name w:val="Heading 5 Char"/>
    <w:link w:val="Heading5"/>
    <w:uiPriority w:val="9"/>
    <w:rsid w:val="00E32589"/>
    <w:rPr>
      <w:rFonts w:ascii="Times New Roman" w:eastAsia="Times New Roman" w:hAnsi="Times New Roman" w:cs="SolaimanLipi"/>
      <w:color w:val="000000"/>
      <w:sz w:val="28"/>
      <w:szCs w:val="32"/>
    </w:rPr>
  </w:style>
  <w:style w:type="paragraph" w:customStyle="1" w:styleId="libAr">
    <w:name w:val="libAr"/>
    <w:link w:val="libArChar"/>
    <w:qFormat/>
    <w:rsid w:val="00E32589"/>
    <w:pPr>
      <w:bidi/>
      <w:ind w:firstLine="289"/>
      <w:jc w:val="both"/>
    </w:pPr>
    <w:rPr>
      <w:rFonts w:ascii="Times New Roman" w:hAnsi="Times New Roman" w:cs="Traditional Arabic"/>
      <w:color w:val="000000"/>
      <w:sz w:val="28"/>
      <w:szCs w:val="32"/>
    </w:rPr>
  </w:style>
  <w:style w:type="character" w:customStyle="1" w:styleId="libArChar">
    <w:name w:val="libAr Char"/>
    <w:link w:val="libAr"/>
    <w:rsid w:val="00E32589"/>
    <w:rPr>
      <w:rFonts w:ascii="Times New Roman" w:hAnsi="Times New Roman" w:cs="Traditional Arabic"/>
      <w:color w:val="000000"/>
      <w:sz w:val="28"/>
      <w:szCs w:val="32"/>
      <w:lang w:val="en-US" w:eastAsia="en-US" w:bidi="ar-SA"/>
    </w:rPr>
  </w:style>
  <w:style w:type="paragraph" w:customStyle="1" w:styleId="Heading1Center">
    <w:name w:val="Heading 1 Center"/>
    <w:basedOn w:val="Heading1"/>
    <w:link w:val="Heading1CenterChar"/>
    <w:qFormat/>
    <w:rsid w:val="0028094A"/>
    <w:pPr>
      <w:jc w:val="center"/>
    </w:pPr>
    <w:rPr>
      <w:rFonts w:ascii="Mangal" w:hAnsi="Mangal"/>
      <w:lang w:bidi="fa-IR"/>
    </w:rPr>
  </w:style>
  <w:style w:type="character" w:customStyle="1" w:styleId="Heading1CenterChar">
    <w:name w:val="Heading 1 Center Char"/>
    <w:link w:val="Heading1Center"/>
    <w:rsid w:val="0028094A"/>
    <w:rPr>
      <w:rFonts w:ascii="Mangal" w:eastAsia="Times New Roman" w:hAnsi="Mangal" w:cs="Mangal"/>
      <w:b/>
      <w:bCs/>
      <w:color w:val="1F497D"/>
      <w:sz w:val="36"/>
      <w:szCs w:val="36"/>
      <w:lang w:bidi="fa-IR"/>
    </w:rPr>
  </w:style>
  <w:style w:type="paragraph" w:customStyle="1" w:styleId="Heading2Center">
    <w:name w:val="Heading 2 Center"/>
    <w:basedOn w:val="Heading2"/>
    <w:link w:val="Heading2CenterChar"/>
    <w:qFormat/>
    <w:rsid w:val="00CE088A"/>
    <w:pPr>
      <w:jc w:val="center"/>
    </w:pPr>
  </w:style>
  <w:style w:type="character" w:customStyle="1" w:styleId="Heading2CenterChar">
    <w:name w:val="Heading 2 Center Char"/>
    <w:link w:val="Heading2Center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paragraph" w:customStyle="1" w:styleId="Heading3Center">
    <w:name w:val="Heading 3 Center"/>
    <w:basedOn w:val="Heading3"/>
    <w:link w:val="Heading3CenterChar"/>
    <w:qFormat/>
    <w:rsid w:val="00E32589"/>
    <w:pPr>
      <w:jc w:val="center"/>
    </w:pPr>
  </w:style>
  <w:style w:type="character" w:customStyle="1" w:styleId="Heading3CenterChar">
    <w:name w:val="Heading 3 Center Char"/>
    <w:basedOn w:val="Heading3Char"/>
    <w:link w:val="Heading3Center"/>
    <w:rsid w:val="00E32589"/>
  </w:style>
  <w:style w:type="paragraph" w:customStyle="1" w:styleId="Heading4Center">
    <w:name w:val="Heading 4 Center"/>
    <w:basedOn w:val="Heading4"/>
    <w:link w:val="Heading4CenterChar"/>
    <w:qFormat/>
    <w:rsid w:val="00E32589"/>
    <w:pPr>
      <w:jc w:val="center"/>
    </w:pPr>
  </w:style>
  <w:style w:type="character" w:customStyle="1" w:styleId="Heading4CenterChar">
    <w:name w:val="Heading 4 Center Char"/>
    <w:basedOn w:val="Heading4Char"/>
    <w:link w:val="Heading4Center"/>
    <w:rsid w:val="00E32589"/>
  </w:style>
  <w:style w:type="paragraph" w:customStyle="1" w:styleId="Heading5Center">
    <w:name w:val="Heading 5 Center"/>
    <w:basedOn w:val="Heading5"/>
    <w:link w:val="Heading5CenterChar"/>
    <w:qFormat/>
    <w:rsid w:val="00E32589"/>
    <w:pPr>
      <w:jc w:val="center"/>
    </w:pPr>
  </w:style>
  <w:style w:type="character" w:customStyle="1" w:styleId="Heading5CenterChar">
    <w:name w:val="Heading 5 Center Char"/>
    <w:basedOn w:val="Heading5Char"/>
    <w:link w:val="Heading5Center"/>
    <w:rsid w:val="00E32589"/>
  </w:style>
  <w:style w:type="paragraph" w:customStyle="1" w:styleId="libArAie">
    <w:name w:val="libArAie"/>
    <w:basedOn w:val="libAr"/>
    <w:link w:val="libArAieChar"/>
    <w:rsid w:val="00E32589"/>
    <w:rPr>
      <w:color w:val="008000"/>
    </w:rPr>
  </w:style>
  <w:style w:type="character" w:customStyle="1" w:styleId="libArAieChar">
    <w:name w:val="libArAie Char"/>
    <w:link w:val="libArAie"/>
    <w:rsid w:val="00E32589"/>
    <w:rPr>
      <w:rFonts w:ascii="Times New Roman" w:hAnsi="Times New Roman" w:cs="Traditional Arabic"/>
      <w:color w:val="008000"/>
      <w:sz w:val="28"/>
      <w:szCs w:val="32"/>
      <w:lang w:val="en-US" w:eastAsia="en-US" w:bidi="ar-SA"/>
    </w:rPr>
  </w:style>
  <w:style w:type="paragraph" w:customStyle="1" w:styleId="libAie">
    <w:name w:val="libAie"/>
    <w:basedOn w:val="libNormal"/>
    <w:link w:val="libAieChar"/>
    <w:rsid w:val="00CE088A"/>
    <w:rPr>
      <w:rFonts w:eastAsia="SolaimanLipi"/>
      <w:color w:val="008000"/>
    </w:rPr>
  </w:style>
  <w:style w:type="character" w:customStyle="1" w:styleId="libAieChar">
    <w:name w:val="libAie Char"/>
    <w:link w:val="libAie"/>
    <w:rsid w:val="00CE088A"/>
    <w:rPr>
      <w:rFonts w:ascii="Mangal" w:eastAsia="SolaimanLipi" w:hAnsi="Mangal" w:cs="Mangal"/>
      <w:color w:val="008000"/>
      <w:sz w:val="28"/>
      <w:szCs w:val="28"/>
    </w:rPr>
  </w:style>
  <w:style w:type="paragraph" w:customStyle="1" w:styleId="libBold1">
    <w:name w:val="libBold1"/>
    <w:basedOn w:val="libNormal"/>
    <w:link w:val="libBold1Char"/>
    <w:rsid w:val="00E32589"/>
    <w:rPr>
      <w:b/>
      <w:bCs/>
    </w:rPr>
  </w:style>
  <w:style w:type="character" w:customStyle="1" w:styleId="libBold1Char">
    <w:name w:val="libBold1 Char"/>
    <w:link w:val="libBold1"/>
    <w:rsid w:val="00E32589"/>
    <w:rPr>
      <w:rFonts w:ascii="Mangal" w:hAnsi="Mangal" w:cs="Mangal"/>
      <w:b/>
      <w:bCs/>
      <w:color w:val="000000"/>
      <w:sz w:val="28"/>
      <w:szCs w:val="28"/>
    </w:rPr>
  </w:style>
  <w:style w:type="paragraph" w:customStyle="1" w:styleId="libFootnote">
    <w:name w:val="libFootnote"/>
    <w:basedOn w:val="libNormal"/>
    <w:link w:val="libFootnoteChar"/>
    <w:rsid w:val="00235071"/>
    <w:rPr>
      <w:sz w:val="24"/>
      <w:szCs w:val="24"/>
    </w:rPr>
  </w:style>
  <w:style w:type="character" w:customStyle="1" w:styleId="libFootnoteChar">
    <w:name w:val="libFootnote Char"/>
    <w:link w:val="libFootnote"/>
    <w:rsid w:val="00235071"/>
    <w:rPr>
      <w:rFonts w:ascii="Mangal" w:hAnsi="Mangal" w:cs="Mangal"/>
      <w:color w:val="000000"/>
      <w:sz w:val="24"/>
      <w:szCs w:val="24"/>
    </w:rPr>
  </w:style>
  <w:style w:type="paragraph" w:customStyle="1" w:styleId="libFootnote0">
    <w:name w:val="libFootnote0"/>
    <w:basedOn w:val="libFootnote"/>
    <w:link w:val="libFootnote0Char"/>
    <w:rsid w:val="008A5A1E"/>
    <w:pPr>
      <w:ind w:firstLine="0"/>
    </w:pPr>
    <w:rPr>
      <w:rFonts w:eastAsia="Times New Roman"/>
    </w:rPr>
  </w:style>
  <w:style w:type="character" w:customStyle="1" w:styleId="libFootnote0Char">
    <w:name w:val="libFootnote0 Char"/>
    <w:link w:val="libFootnote0"/>
    <w:rsid w:val="008A5A1E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Bold2">
    <w:name w:val="libBold2"/>
    <w:basedOn w:val="libBold1"/>
    <w:link w:val="libBold2Char"/>
    <w:rsid w:val="00235071"/>
    <w:rPr>
      <w:sz w:val="26"/>
      <w:szCs w:val="26"/>
    </w:rPr>
  </w:style>
  <w:style w:type="character" w:customStyle="1" w:styleId="libBold2Char">
    <w:name w:val="libBold2 Char"/>
    <w:link w:val="libBold2"/>
    <w:rsid w:val="00235071"/>
    <w:rPr>
      <w:rFonts w:ascii="Mangal" w:hAnsi="Mangal" w:cs="Mangal"/>
      <w:b/>
      <w:bCs/>
      <w:color w:val="000000"/>
      <w:sz w:val="26"/>
      <w:szCs w:val="26"/>
    </w:rPr>
  </w:style>
  <w:style w:type="paragraph" w:customStyle="1" w:styleId="libCenterBold1">
    <w:name w:val="libCenterBold1"/>
    <w:basedOn w:val="libBold1"/>
    <w:rsid w:val="00235071"/>
    <w:pPr>
      <w:jc w:val="center"/>
    </w:pPr>
    <w:rPr>
      <w:rFonts w:eastAsia="Times New Roman"/>
      <w:sz w:val="32"/>
      <w:szCs w:val="32"/>
    </w:rPr>
  </w:style>
  <w:style w:type="paragraph" w:customStyle="1" w:styleId="libCenterBold2">
    <w:name w:val="libCenterBold2"/>
    <w:basedOn w:val="libCenterBold1"/>
    <w:rsid w:val="008A5A1E"/>
    <w:rPr>
      <w:sz w:val="28"/>
      <w:szCs w:val="28"/>
    </w:rPr>
  </w:style>
  <w:style w:type="paragraph" w:customStyle="1" w:styleId="libCenter">
    <w:name w:val="libCenter"/>
    <w:basedOn w:val="libCenterBold2"/>
    <w:rsid w:val="00235071"/>
    <w:rPr>
      <w:b w:val="0"/>
      <w:bCs w:val="0"/>
    </w:rPr>
  </w:style>
  <w:style w:type="paragraph" w:customStyle="1" w:styleId="libFootnoteCenter">
    <w:name w:val="libFootnoteCenter"/>
    <w:basedOn w:val="libFootnote"/>
    <w:link w:val="libFootnoteCenterChar"/>
    <w:rsid w:val="00A455D0"/>
    <w:pPr>
      <w:jc w:val="center"/>
    </w:pPr>
    <w:rPr>
      <w:rFonts w:eastAsia="Times New Roman"/>
    </w:rPr>
  </w:style>
  <w:style w:type="character" w:customStyle="1" w:styleId="libFootnoteCenterChar">
    <w:name w:val="libFootnoteCenter Char"/>
    <w:link w:val="libFootnoteCenter"/>
    <w:rsid w:val="00A455D0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FootnoteCenterBold">
    <w:name w:val="libFootnoteCenterBold"/>
    <w:basedOn w:val="libFootnoteCenter"/>
    <w:link w:val="libFootnoteCenterBoldChar"/>
    <w:rsid w:val="00A455D0"/>
    <w:rPr>
      <w:b/>
      <w:bCs/>
    </w:rPr>
  </w:style>
  <w:style w:type="character" w:customStyle="1" w:styleId="libFootnoteCenterBoldChar">
    <w:name w:val="libFootnoteCenterBold Char"/>
    <w:link w:val="libFootnoteCenterBold"/>
    <w:rsid w:val="00A455D0"/>
    <w:rPr>
      <w:rFonts w:ascii="Mangal" w:eastAsia="Times New Roman" w:hAnsi="Mangal" w:cs="Mangal"/>
      <w:b/>
      <w:bCs/>
      <w:color w:val="000000"/>
      <w:sz w:val="24"/>
      <w:szCs w:val="24"/>
    </w:rPr>
  </w:style>
  <w:style w:type="paragraph" w:customStyle="1" w:styleId="libFootnoteBold">
    <w:name w:val="libFootnoteBold"/>
    <w:basedOn w:val="libFootnote"/>
    <w:link w:val="libFootnoteBoldChar"/>
    <w:rsid w:val="00A455D0"/>
    <w:rPr>
      <w:b/>
      <w:bCs/>
    </w:rPr>
  </w:style>
  <w:style w:type="character" w:customStyle="1" w:styleId="libFootnoteBoldChar">
    <w:name w:val="libFootnoteBold Char"/>
    <w:link w:val="libFootnoteBold"/>
    <w:rsid w:val="00A455D0"/>
    <w:rPr>
      <w:rFonts w:ascii="Mangal" w:hAnsi="Mangal" w:cs="Mangal"/>
      <w:b/>
      <w:bCs/>
      <w:color w:val="000000"/>
      <w:sz w:val="24"/>
      <w:szCs w:val="24"/>
    </w:rPr>
  </w:style>
  <w:style w:type="paragraph" w:customStyle="1" w:styleId="libFootnoteAie">
    <w:name w:val="libFootnoteAie"/>
    <w:basedOn w:val="libFootnote"/>
    <w:link w:val="libFootnoteAieChar"/>
    <w:rsid w:val="00E2613F"/>
    <w:rPr>
      <w:color w:val="008000"/>
    </w:rPr>
  </w:style>
  <w:style w:type="character" w:customStyle="1" w:styleId="libFootnoteAieChar">
    <w:name w:val="libFootnoteAie Char"/>
    <w:link w:val="libFootnoteAie"/>
    <w:rsid w:val="00E2613F"/>
    <w:rPr>
      <w:rFonts w:ascii="Mangal" w:hAnsi="Mangal" w:cs="Mangal"/>
      <w:color w:val="008000"/>
      <w:sz w:val="24"/>
      <w:szCs w:val="24"/>
    </w:rPr>
  </w:style>
  <w:style w:type="paragraph" w:customStyle="1" w:styleId="libFootnoteRight">
    <w:name w:val="libFootnoteRight"/>
    <w:basedOn w:val="libFootnote"/>
    <w:link w:val="libFootnoteRightChar"/>
    <w:rsid w:val="00A455D0"/>
    <w:pPr>
      <w:jc w:val="right"/>
    </w:pPr>
    <w:rPr>
      <w:rFonts w:eastAsia="Times New Roman"/>
    </w:rPr>
  </w:style>
  <w:style w:type="character" w:customStyle="1" w:styleId="libFootnoteRightChar">
    <w:name w:val="libFootnoteRight Char"/>
    <w:link w:val="libFootnoteRight"/>
    <w:rsid w:val="00A455D0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FootnoteRightBold">
    <w:name w:val="libFootnoteRightBold"/>
    <w:basedOn w:val="libFootnoteRight"/>
    <w:link w:val="libFootnoteRightBoldChar"/>
    <w:rsid w:val="00A455D0"/>
    <w:rPr>
      <w:b/>
      <w:bCs/>
    </w:rPr>
  </w:style>
  <w:style w:type="character" w:customStyle="1" w:styleId="libFootnoteRightBoldChar">
    <w:name w:val="libFootnoteRightBold Char"/>
    <w:link w:val="libFootnoteRightBold"/>
    <w:rsid w:val="00A455D0"/>
    <w:rPr>
      <w:rFonts w:ascii="Mangal" w:eastAsia="Times New Roman" w:hAnsi="Mangal" w:cs="Mangal"/>
      <w:b/>
      <w:bCs/>
      <w:color w:val="000000"/>
      <w:sz w:val="24"/>
      <w:szCs w:val="24"/>
    </w:rPr>
  </w:style>
  <w:style w:type="paragraph" w:customStyle="1" w:styleId="libRight">
    <w:name w:val="libRight"/>
    <w:basedOn w:val="libNormal"/>
    <w:link w:val="libRightChar"/>
    <w:rsid w:val="00A455D0"/>
    <w:pPr>
      <w:jc w:val="right"/>
    </w:pPr>
  </w:style>
  <w:style w:type="character" w:customStyle="1" w:styleId="libRightChar">
    <w:name w:val="libRight Char"/>
    <w:basedOn w:val="libNormalChar"/>
    <w:link w:val="libRight"/>
    <w:rsid w:val="00A455D0"/>
  </w:style>
  <w:style w:type="paragraph" w:customStyle="1" w:styleId="libRightBold">
    <w:name w:val="libRightBold"/>
    <w:basedOn w:val="libRight"/>
    <w:link w:val="libRightBoldChar"/>
    <w:rsid w:val="00A455D0"/>
    <w:rPr>
      <w:b/>
      <w:bCs/>
    </w:rPr>
  </w:style>
  <w:style w:type="character" w:customStyle="1" w:styleId="libRightBoldChar">
    <w:name w:val="libRightBold Char"/>
    <w:link w:val="libRightBold"/>
    <w:rsid w:val="00A455D0"/>
    <w:rPr>
      <w:rFonts w:ascii="Mangal" w:hAnsi="Mangal" w:cs="Mangal"/>
      <w:b/>
      <w:bCs/>
      <w:color w:val="000000"/>
      <w:sz w:val="28"/>
      <w:szCs w:val="28"/>
    </w:rPr>
  </w:style>
  <w:style w:type="paragraph" w:customStyle="1" w:styleId="libLine">
    <w:name w:val="libLine"/>
    <w:basedOn w:val="libNormal"/>
    <w:link w:val="libLineChar"/>
    <w:rsid w:val="00A455D0"/>
    <w:pPr>
      <w:ind w:firstLine="0"/>
    </w:pPr>
    <w:rPr>
      <w:rFonts w:eastAsia="Times New Roman"/>
      <w:sz w:val="26"/>
      <w:szCs w:val="26"/>
    </w:rPr>
  </w:style>
  <w:style w:type="character" w:customStyle="1" w:styleId="libLineChar">
    <w:name w:val="libLine Char"/>
    <w:link w:val="libLine"/>
    <w:rsid w:val="00A455D0"/>
    <w:rPr>
      <w:rFonts w:ascii="Mangal" w:eastAsia="Times New Roman" w:hAnsi="Mangal" w:cs="Mangal"/>
      <w:color w:val="000000"/>
      <w:sz w:val="26"/>
      <w:szCs w:val="26"/>
    </w:rPr>
  </w:style>
  <w:style w:type="paragraph" w:customStyle="1" w:styleId="libBoldItalic">
    <w:name w:val="libBoldItalic"/>
    <w:basedOn w:val="libNormal"/>
    <w:link w:val="libBoldItalicChar"/>
    <w:rsid w:val="0028663A"/>
    <w:rPr>
      <w:b/>
      <w:bCs/>
      <w:i/>
      <w:iCs/>
    </w:rPr>
  </w:style>
  <w:style w:type="character" w:customStyle="1" w:styleId="libBoldItalicChar">
    <w:name w:val="libBoldItalic Char"/>
    <w:link w:val="libBoldItalic"/>
    <w:rsid w:val="0028663A"/>
    <w:rPr>
      <w:rFonts w:ascii="Mangal" w:hAnsi="Mangal" w:cs="Mangal"/>
      <w:b/>
      <w:bCs/>
      <w:i/>
      <w:iCs/>
      <w:color w:val="000000"/>
      <w:sz w:val="28"/>
      <w:szCs w:val="28"/>
    </w:rPr>
  </w:style>
  <w:style w:type="paragraph" w:customStyle="1" w:styleId="libFootnoteNum">
    <w:name w:val="libFootnoteNum"/>
    <w:basedOn w:val="libNormal"/>
    <w:link w:val="libFootnoteNumChar"/>
    <w:rsid w:val="00235071"/>
    <w:rPr>
      <w:color w:val="C00000"/>
      <w:sz w:val="24"/>
      <w:szCs w:val="24"/>
      <w:vertAlign w:val="superscript"/>
    </w:rPr>
  </w:style>
  <w:style w:type="character" w:customStyle="1" w:styleId="libFootnoteNumChar">
    <w:name w:val="libFootnoteNum Char"/>
    <w:link w:val="libFootnoteNum"/>
    <w:rsid w:val="00235071"/>
    <w:rPr>
      <w:rFonts w:ascii="Mangal" w:hAnsi="Mangal" w:cs="Mangal"/>
      <w:color w:val="C00000"/>
      <w:sz w:val="24"/>
      <w:szCs w:val="24"/>
      <w:vertAlign w:val="superscript"/>
    </w:rPr>
  </w:style>
  <w:style w:type="paragraph" w:customStyle="1" w:styleId="libAlaem">
    <w:name w:val="libAlaem"/>
    <w:basedOn w:val="libNormal"/>
    <w:link w:val="libAlaemChar"/>
    <w:rsid w:val="00235071"/>
    <w:rPr>
      <w:rFonts w:ascii="Times New Roman" w:hAnsi="Times New Roman"/>
    </w:rPr>
  </w:style>
  <w:style w:type="character" w:customStyle="1" w:styleId="libAlaemChar">
    <w:name w:val="libAlaem Char"/>
    <w:link w:val="libAlaem"/>
    <w:rsid w:val="00235071"/>
    <w:rPr>
      <w:rFonts w:ascii="Times New Roman" w:hAnsi="Times New Roman" w:cs="Times New Roman"/>
      <w:color w:val="000000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HeaderChar">
    <w:name w:val="Header Char"/>
    <w:link w:val="Header"/>
    <w:uiPriority w:val="99"/>
    <w:rsid w:val="008B7801"/>
    <w:rPr>
      <w:rFonts w:ascii="Calibri" w:eastAsia="Calibri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FooterChar">
    <w:name w:val="Footer Char"/>
    <w:link w:val="Footer"/>
    <w:uiPriority w:val="99"/>
    <w:rsid w:val="008B7801"/>
    <w:rPr>
      <w:rFonts w:ascii="Calibri" w:eastAsia="Calibri" w:hAnsi="Calibri" w:cs="Times New Roman"/>
      <w:sz w:val="22"/>
      <w:szCs w:val="22"/>
    </w:rPr>
  </w:style>
  <w:style w:type="character" w:styleId="Hyperlink">
    <w:name w:val="Hyperlink"/>
    <w:uiPriority w:val="99"/>
    <w:rsid w:val="00776659"/>
    <w:rPr>
      <w:rFonts w:ascii="SolaimanLipi" w:hAnsi="SolaimanLipi" w:cs="SolaimanLipi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385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A7385"/>
    <w:rPr>
      <w:rFonts w:ascii="Tahoma" w:eastAsia="Calibri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FD2E0A"/>
    <w:pPr>
      <w:spacing w:before="480" w:line="276" w:lineRule="auto"/>
      <w:ind w:firstLine="0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TOC1">
    <w:name w:val="toc 1"/>
    <w:basedOn w:val="libNormal"/>
    <w:next w:val="Normal"/>
    <w:autoRedefine/>
    <w:uiPriority w:val="39"/>
    <w:unhideWhenUsed/>
    <w:qFormat/>
    <w:rsid w:val="0077665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FD2E0A"/>
    <w:pPr>
      <w:spacing w:after="100"/>
      <w:ind w:left="220"/>
    </w:pPr>
    <w:rPr>
      <w:rFonts w:eastAsia="Times New Roman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D2E0A"/>
    <w:pPr>
      <w:spacing w:after="100"/>
      <w:ind w:left="440"/>
    </w:pPr>
    <w:rPr>
      <w:rFonts w:eastAsia="Times New Roman"/>
      <w:sz w:val="22"/>
      <w:szCs w:val="22"/>
    </w:rPr>
  </w:style>
  <w:style w:type="paragraph" w:customStyle="1" w:styleId="libCenterTitr">
    <w:name w:val="libCenterTitr"/>
    <w:basedOn w:val="libCenterBold1"/>
    <w:rsid w:val="00776659"/>
    <w:rPr>
      <w:sz w:val="56"/>
      <w:szCs w:val="56"/>
    </w:rPr>
  </w:style>
  <w:style w:type="paragraph" w:styleId="TOC4">
    <w:name w:val="toc 4"/>
    <w:basedOn w:val="Normal"/>
    <w:next w:val="Normal"/>
    <w:autoRedefine/>
    <w:uiPriority w:val="39"/>
    <w:unhideWhenUsed/>
    <w:rsid w:val="006C230E"/>
    <w:pPr>
      <w:spacing w:after="100"/>
      <w:ind w:left="660"/>
    </w:pPr>
    <w:rPr>
      <w:rFonts w:eastAsia="Times New Roman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6C230E"/>
    <w:pPr>
      <w:spacing w:after="100"/>
      <w:ind w:left="880"/>
    </w:pPr>
    <w:rPr>
      <w:rFonts w:eastAsia="Times New Roman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6C230E"/>
    <w:pPr>
      <w:spacing w:after="100"/>
      <w:ind w:left="1100"/>
    </w:pPr>
    <w:rPr>
      <w:rFonts w:eastAsia="Times New Roman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6C230E"/>
    <w:pPr>
      <w:spacing w:after="100"/>
      <w:ind w:left="1320"/>
    </w:pPr>
    <w:rPr>
      <w:rFonts w:eastAsia="Times New Roman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6C230E"/>
    <w:pPr>
      <w:spacing w:after="100"/>
      <w:ind w:left="1540"/>
    </w:pPr>
    <w:rPr>
      <w:rFonts w:eastAsia="Times New Roman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6C230E"/>
    <w:pPr>
      <w:spacing w:after="100"/>
      <w:ind w:left="1760"/>
    </w:pPr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ghavi\Desktop\Doc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E495D-FCEE-457F-9DBC-154277437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</Template>
  <TotalTime>1</TotalTime>
  <Pages>429</Pages>
  <Words>61281</Words>
  <Characters>349304</Characters>
  <Application>Microsoft Office Word</Application>
  <DocSecurity>0</DocSecurity>
  <Lines>2910</Lines>
  <Paragraphs>819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 Defenition</Company>
  <LinksUpToDate>false</LinksUpToDate>
  <CharactersWithSpaces>409766</CharactersWithSpaces>
  <SharedDoc>false</SharedDoc>
  <HLinks>
    <vt:vector size="486" baseType="variant">
      <vt:variant>
        <vt:i4>1245232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_Toc442215770</vt:lpwstr>
      </vt:variant>
      <vt:variant>
        <vt:i4>1179696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_Toc442215769</vt:lpwstr>
      </vt:variant>
      <vt:variant>
        <vt:i4>1179696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_Toc442215768</vt:lpwstr>
      </vt:variant>
      <vt:variant>
        <vt:i4>1179696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_Toc442215767</vt:lpwstr>
      </vt:variant>
      <vt:variant>
        <vt:i4>1179696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_Toc442215766</vt:lpwstr>
      </vt:variant>
      <vt:variant>
        <vt:i4>1179696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_Toc442215765</vt:lpwstr>
      </vt:variant>
      <vt:variant>
        <vt:i4>1179696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_Toc442215764</vt:lpwstr>
      </vt:variant>
      <vt:variant>
        <vt:i4>1179696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_Toc442215763</vt:lpwstr>
      </vt:variant>
      <vt:variant>
        <vt:i4>1179696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_Toc442215762</vt:lpwstr>
      </vt:variant>
      <vt:variant>
        <vt:i4>1179696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_Toc442215761</vt:lpwstr>
      </vt:variant>
      <vt:variant>
        <vt:i4>1179696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_Toc442215760</vt:lpwstr>
      </vt:variant>
      <vt:variant>
        <vt:i4>1114160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_Toc442215759</vt:lpwstr>
      </vt:variant>
      <vt:variant>
        <vt:i4>1114160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_Toc442215758</vt:lpwstr>
      </vt:variant>
      <vt:variant>
        <vt:i4>1114160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_Toc442215757</vt:lpwstr>
      </vt:variant>
      <vt:variant>
        <vt:i4>1114160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_Toc442215756</vt:lpwstr>
      </vt:variant>
      <vt:variant>
        <vt:i4>1114160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_Toc442215755</vt:lpwstr>
      </vt:variant>
      <vt:variant>
        <vt:i4>1114160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_Toc442215754</vt:lpwstr>
      </vt:variant>
      <vt:variant>
        <vt:i4>1114160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_Toc442215753</vt:lpwstr>
      </vt:variant>
      <vt:variant>
        <vt:i4>1114160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_Toc442215752</vt:lpwstr>
      </vt:variant>
      <vt:variant>
        <vt:i4>1114160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_Toc442215751</vt:lpwstr>
      </vt:variant>
      <vt:variant>
        <vt:i4>1114160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_Toc442215750</vt:lpwstr>
      </vt:variant>
      <vt:variant>
        <vt:i4>1048624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_Toc442215749</vt:lpwstr>
      </vt:variant>
      <vt:variant>
        <vt:i4>1048624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_Toc442215748</vt:lpwstr>
      </vt:variant>
      <vt:variant>
        <vt:i4>1048624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_Toc442215747</vt:lpwstr>
      </vt:variant>
      <vt:variant>
        <vt:i4>1048624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_Toc442215746</vt:lpwstr>
      </vt:variant>
      <vt:variant>
        <vt:i4>1048624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_Toc442215745</vt:lpwstr>
      </vt:variant>
      <vt:variant>
        <vt:i4>1048624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_Toc442215744</vt:lpwstr>
      </vt:variant>
      <vt:variant>
        <vt:i4>1048624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_Toc442215743</vt:lpwstr>
      </vt:variant>
      <vt:variant>
        <vt:i4>1048624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_Toc442215742</vt:lpwstr>
      </vt:variant>
      <vt:variant>
        <vt:i4>1048624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_Toc442215741</vt:lpwstr>
      </vt:variant>
      <vt:variant>
        <vt:i4>1048624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_Toc442215740</vt:lpwstr>
      </vt:variant>
      <vt:variant>
        <vt:i4>1507376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_Toc442215739</vt:lpwstr>
      </vt:variant>
      <vt:variant>
        <vt:i4>1507376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_Toc442215738</vt:lpwstr>
      </vt:variant>
      <vt:variant>
        <vt:i4>1507376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_Toc442215737</vt:lpwstr>
      </vt:variant>
      <vt:variant>
        <vt:i4>1507376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_Toc442215736</vt:lpwstr>
      </vt:variant>
      <vt:variant>
        <vt:i4>1507376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_Toc442215735</vt:lpwstr>
      </vt:variant>
      <vt:variant>
        <vt:i4>1507376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_Toc442215734</vt:lpwstr>
      </vt:variant>
      <vt:variant>
        <vt:i4>1507376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_Toc442215733</vt:lpwstr>
      </vt:variant>
      <vt:variant>
        <vt:i4>1507376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_Toc442215732</vt:lpwstr>
      </vt:variant>
      <vt:variant>
        <vt:i4>1507376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_Toc442215731</vt:lpwstr>
      </vt:variant>
      <vt:variant>
        <vt:i4>1507376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_Toc442215730</vt:lpwstr>
      </vt:variant>
      <vt:variant>
        <vt:i4>1441840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_Toc442215729</vt:lpwstr>
      </vt:variant>
      <vt:variant>
        <vt:i4>1441840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_Toc442215728</vt:lpwstr>
      </vt:variant>
      <vt:variant>
        <vt:i4>1441840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_Toc442215727</vt:lpwstr>
      </vt:variant>
      <vt:variant>
        <vt:i4>1441840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_Toc442215726</vt:lpwstr>
      </vt:variant>
      <vt:variant>
        <vt:i4>1441840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_Toc442215725</vt:lpwstr>
      </vt:variant>
      <vt:variant>
        <vt:i4>1441840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_Toc442215724</vt:lpwstr>
      </vt:variant>
      <vt:variant>
        <vt:i4>1441840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_Toc442215723</vt:lpwstr>
      </vt:variant>
      <vt:variant>
        <vt:i4>1441840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_Toc442215722</vt:lpwstr>
      </vt:variant>
      <vt:variant>
        <vt:i4>1441840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_Toc442215721</vt:lpwstr>
      </vt:variant>
      <vt:variant>
        <vt:i4>1441840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_Toc442215720</vt:lpwstr>
      </vt:variant>
      <vt:variant>
        <vt:i4>1376304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_Toc442215719</vt:lpwstr>
      </vt:variant>
      <vt:variant>
        <vt:i4>1376304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_Toc442215718</vt:lpwstr>
      </vt:variant>
      <vt:variant>
        <vt:i4>1376304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_Toc442215717</vt:lpwstr>
      </vt:variant>
      <vt:variant>
        <vt:i4>1376304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_Toc442215716</vt:lpwstr>
      </vt:variant>
      <vt:variant>
        <vt:i4>1376304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_Toc442215715</vt:lpwstr>
      </vt:variant>
      <vt:variant>
        <vt:i4>1376304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_Toc442215714</vt:lpwstr>
      </vt:variant>
      <vt:variant>
        <vt:i4>1376304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_Toc442215713</vt:lpwstr>
      </vt:variant>
      <vt:variant>
        <vt:i4>1376304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_Toc442215712</vt:lpwstr>
      </vt:variant>
      <vt:variant>
        <vt:i4>1376304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_Toc442215711</vt:lpwstr>
      </vt:variant>
      <vt:variant>
        <vt:i4>1376304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_Toc442215710</vt:lpwstr>
      </vt:variant>
      <vt:variant>
        <vt:i4>1310768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_Toc442215709</vt:lpwstr>
      </vt:variant>
      <vt:variant>
        <vt:i4>1310768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_Toc442215708</vt:lpwstr>
      </vt:variant>
      <vt:variant>
        <vt:i4>1310768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_Toc442215707</vt:lpwstr>
      </vt:variant>
      <vt:variant>
        <vt:i4>1310768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_Toc442215706</vt:lpwstr>
      </vt:variant>
      <vt:variant>
        <vt:i4>1310768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_Toc442215705</vt:lpwstr>
      </vt:variant>
      <vt:variant>
        <vt:i4>1310768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_Toc442215704</vt:lpwstr>
      </vt:variant>
      <vt:variant>
        <vt:i4>1310768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_Toc442215703</vt:lpwstr>
      </vt:variant>
      <vt:variant>
        <vt:i4>1310768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_Toc442215702</vt:lpwstr>
      </vt:variant>
      <vt:variant>
        <vt:i4>1310768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_Toc442215701</vt:lpwstr>
      </vt:variant>
      <vt:variant>
        <vt:i4>1310768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_Toc442215700</vt:lpwstr>
      </vt:variant>
      <vt:variant>
        <vt:i4>1900593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_Toc442215699</vt:lpwstr>
      </vt:variant>
      <vt:variant>
        <vt:i4>1900593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_Toc442215698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_Toc442215697</vt:lpwstr>
      </vt:variant>
      <vt:variant>
        <vt:i4>1900593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_Toc442215696</vt:lpwstr>
      </vt:variant>
      <vt:variant>
        <vt:i4>1900593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_Toc442215695</vt:lpwstr>
      </vt:variant>
      <vt:variant>
        <vt:i4>1900593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_Toc442215694</vt:lpwstr>
      </vt:variant>
      <vt:variant>
        <vt:i4>1900593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_Toc442215693</vt:lpwstr>
      </vt:variant>
      <vt:variant>
        <vt:i4>1900593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_Toc442215692</vt:lpwstr>
      </vt:variant>
      <vt:variant>
        <vt:i4>1900593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_Toc442215691</vt:lpwstr>
      </vt:variant>
      <vt:variant>
        <vt:i4>1900593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_Toc442215690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Naghavi</dc:creator>
  <cp:lastModifiedBy>Naghavi</cp:lastModifiedBy>
  <cp:revision>2</cp:revision>
  <cp:lastPrinted>2016-02-03T09:03:00Z</cp:lastPrinted>
  <dcterms:created xsi:type="dcterms:W3CDTF">2016-08-01T10:02:00Z</dcterms:created>
  <dcterms:modified xsi:type="dcterms:W3CDTF">2016-08-01T10:02:00Z</dcterms:modified>
</cp:coreProperties>
</file>