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DB" w:rsidRDefault="009E2CDB" w:rsidP="009E2CDB">
      <w:pPr>
        <w:pStyle w:val="libTitr1"/>
      </w:pPr>
      <w:bookmarkStart w:id="0" w:name="_Toc419558212"/>
      <w:r>
        <w:rPr>
          <w:rFonts w:hint="cs"/>
          <w:cs/>
        </w:rPr>
        <w:t>ख़ुरूजे</w:t>
      </w:r>
      <w:r>
        <w:rPr>
          <w:cs/>
        </w:rPr>
        <w:t xml:space="preserve"> </w:t>
      </w:r>
      <w:r>
        <w:rPr>
          <w:rFonts w:hint="cs"/>
          <w:cs/>
        </w:rPr>
        <w:t>मुख़्तार</w:t>
      </w:r>
      <w:bookmarkEnd w:id="0"/>
    </w:p>
    <w:p w:rsidR="009E2CDB" w:rsidRPr="008D505E" w:rsidRDefault="009E2CDB" w:rsidP="009E2CDB">
      <w:pPr>
        <w:pStyle w:val="libTitr2"/>
      </w:pPr>
      <w:r>
        <w:rPr>
          <w:rFonts w:hint="cs"/>
          <w:cs/>
          <w:lang w:bidi="hi-IN"/>
        </w:rPr>
        <w:t>लेखकः</w:t>
      </w:r>
      <w:r w:rsidRPr="008D505E">
        <w:rPr>
          <w:rFonts w:hint="cs"/>
          <w:cs/>
          <w:lang w:bidi="hi-IN"/>
        </w:rPr>
        <w:t>सैय्यद</w:t>
      </w:r>
      <w:r w:rsidRPr="008D505E">
        <w:rPr>
          <w:cs/>
          <w:lang w:bidi="hi-IN"/>
        </w:rPr>
        <w:t xml:space="preserve"> </w:t>
      </w:r>
      <w:r w:rsidRPr="008D505E">
        <w:rPr>
          <w:rFonts w:hint="cs"/>
          <w:cs/>
          <w:lang w:bidi="hi-IN"/>
        </w:rPr>
        <w:t>मोहम्मद</w:t>
      </w:r>
      <w:r w:rsidRPr="008D505E">
        <w:rPr>
          <w:cs/>
          <w:lang w:bidi="hi-IN"/>
        </w:rPr>
        <w:t xml:space="preserve"> </w:t>
      </w:r>
      <w:r w:rsidRPr="008D505E">
        <w:rPr>
          <w:rFonts w:hint="cs"/>
          <w:cs/>
          <w:lang w:bidi="hi-IN"/>
        </w:rPr>
        <w:t>अली</w:t>
      </w:r>
      <w:r w:rsidRPr="008D505E">
        <w:rPr>
          <w:cs/>
          <w:lang w:bidi="hi-IN"/>
        </w:rPr>
        <w:t xml:space="preserve"> </w:t>
      </w:r>
      <w:r w:rsidRPr="008D505E">
        <w:rPr>
          <w:rFonts w:hint="cs"/>
          <w:cs/>
          <w:lang w:bidi="hi-IN"/>
        </w:rPr>
        <w:t>अफ़ज़ई</w:t>
      </w:r>
    </w:p>
    <w:p w:rsidR="009E2CDB" w:rsidRDefault="009E2CDB" w:rsidP="009E2CDB">
      <w:pPr>
        <w:pStyle w:val="libCenterBold1"/>
        <w:rPr>
          <w:rFonts w:hint="cs"/>
          <w:lang w:bidi="hi-IN"/>
        </w:rPr>
      </w:pPr>
      <w:r>
        <w:rPr>
          <w:rFonts w:hint="cs"/>
          <w:cs/>
          <w:lang w:bidi="hi-IN"/>
        </w:rPr>
        <w:t>मुतरजिमः</w:t>
      </w:r>
      <w:r w:rsidRPr="008D505E">
        <w:rPr>
          <w:rFonts w:hint="cs"/>
          <w:cs/>
          <w:lang w:bidi="hi-IN"/>
        </w:rPr>
        <w:t>मौलाना</w:t>
      </w:r>
      <w:r w:rsidRPr="008D505E">
        <w:rPr>
          <w:cs/>
          <w:lang w:bidi="hi-IN"/>
        </w:rPr>
        <w:t xml:space="preserve"> </w:t>
      </w:r>
      <w:r w:rsidRPr="008D505E">
        <w:rPr>
          <w:rFonts w:hint="cs"/>
          <w:cs/>
          <w:lang w:bidi="hi-IN"/>
        </w:rPr>
        <w:t>सैय्यद</w:t>
      </w:r>
      <w:r w:rsidRPr="008D505E">
        <w:rPr>
          <w:cs/>
          <w:lang w:bidi="hi-IN"/>
        </w:rPr>
        <w:t xml:space="preserve"> </w:t>
      </w:r>
      <w:r w:rsidRPr="008D505E">
        <w:rPr>
          <w:rFonts w:hint="cs"/>
          <w:cs/>
          <w:lang w:bidi="hi-IN"/>
        </w:rPr>
        <w:t>अली</w:t>
      </w:r>
      <w:r w:rsidRPr="008D505E">
        <w:rPr>
          <w:cs/>
          <w:lang w:bidi="hi-IN"/>
        </w:rPr>
        <w:t xml:space="preserve"> </w:t>
      </w:r>
      <w:r w:rsidRPr="008D505E">
        <w:rPr>
          <w:rFonts w:hint="cs"/>
          <w:cs/>
          <w:lang w:bidi="hi-IN"/>
        </w:rPr>
        <w:t>हसन</w:t>
      </w:r>
      <w:r w:rsidRPr="008D505E">
        <w:rPr>
          <w:cs/>
          <w:lang w:bidi="hi-IN"/>
        </w:rPr>
        <w:t xml:space="preserve"> </w:t>
      </w:r>
      <w:r w:rsidRPr="008D505E">
        <w:rPr>
          <w:rFonts w:hint="cs"/>
          <w:cs/>
          <w:lang w:bidi="hi-IN"/>
        </w:rPr>
        <w:t>अख़तर</w:t>
      </w:r>
      <w:r w:rsidRPr="008D505E">
        <w:rPr>
          <w:cs/>
          <w:lang w:bidi="hi-IN"/>
        </w:rPr>
        <w:t xml:space="preserve"> </w:t>
      </w:r>
      <w:r w:rsidRPr="008D505E">
        <w:rPr>
          <w:rFonts w:hint="cs"/>
          <w:cs/>
          <w:lang w:bidi="hi-IN"/>
        </w:rPr>
        <w:t>अमरोहवी</w:t>
      </w:r>
    </w:p>
    <w:p w:rsidR="009E2CDB" w:rsidRDefault="009E2CDB" w:rsidP="009E2CDB">
      <w:pPr>
        <w:pStyle w:val="libNotice"/>
        <w:rPr>
          <w:rFonts w:hint="cs"/>
          <w:lang w:bidi="hi-IN"/>
        </w:rPr>
      </w:pPr>
      <w:r w:rsidRPr="009E2CDB">
        <w:rPr>
          <w:rFonts w:hint="cs"/>
          <w:cs/>
        </w:rPr>
        <w:t>नोटः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ये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किताब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अलहसनैन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इस्लामी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नेटवर्क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के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ज़रीऐ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अपने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पाठको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के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लिऐ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टाइप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कराई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गई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है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और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इस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किताब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मे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टाइप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वग़ैरा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की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ग़लतीयो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पर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काम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किया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गया</w:t>
      </w:r>
      <w:r w:rsidRPr="009E2CDB">
        <w:rPr>
          <w:cs/>
        </w:rPr>
        <w:t xml:space="preserve"> </w:t>
      </w:r>
      <w:r w:rsidRPr="009E2CDB">
        <w:rPr>
          <w:rFonts w:hint="cs"/>
          <w:cs/>
        </w:rPr>
        <w:t>है।</w:t>
      </w:r>
    </w:p>
    <w:p w:rsidR="009E2CDB" w:rsidRPr="009E2CDB" w:rsidRDefault="009E2CDB" w:rsidP="009E2CDB">
      <w:pPr>
        <w:pStyle w:val="libNotice"/>
        <w:rPr>
          <w:lang w:bidi="hi-IN"/>
        </w:rPr>
      </w:pPr>
      <w:r>
        <w:rPr>
          <w:lang w:bidi="hi-IN"/>
        </w:rPr>
        <w:t>Alhassanain.org/hindi</w:t>
      </w:r>
    </w:p>
    <w:p w:rsidR="009E2CDB" w:rsidRDefault="009E2CDB">
      <w:pPr>
        <w:spacing w:after="0" w:line="240" w:lineRule="auto"/>
        <w:rPr>
          <w:rFonts w:ascii="Mangal" w:eastAsia="Times New Roman" w:hAnsi="Mangal" w:cs="Mangal"/>
          <w:b/>
          <w:bCs/>
          <w:color w:val="000000"/>
        </w:rPr>
      </w:pPr>
      <w:r>
        <w:br w:type="page"/>
      </w:r>
    </w:p>
    <w:p w:rsidR="009E2CDB" w:rsidRPr="009E2CDB" w:rsidRDefault="009E2CDB" w:rsidP="009E2CDB">
      <w:pPr>
        <w:pStyle w:val="libBold1"/>
        <w:rPr>
          <w:rFonts w:hint="cs"/>
          <w:cs/>
          <w:lang w:bidi="hi-IN"/>
        </w:rPr>
      </w:pPr>
      <w:r>
        <w:rPr>
          <w:rFonts w:hint="cs"/>
          <w:cs/>
          <w:lang w:bidi="hi-IN"/>
        </w:rPr>
        <w:lastRenderedPageBreak/>
        <w:t>इंतेसाब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>-</w:t>
      </w:r>
    </w:p>
    <w:p w:rsidR="009E2CDB" w:rsidRDefault="009E2CDB" w:rsidP="009E2CDB">
      <w:pPr>
        <w:pStyle w:val="libNormal"/>
      </w:pPr>
      <w:r>
        <w:t>"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</w:t>
      </w:r>
      <w:r>
        <w:rPr>
          <w:cs/>
          <w:lang w:bidi="hi-IN"/>
        </w:rPr>
        <w:t xml:space="preserve"> " (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>.</w:t>
      </w:r>
      <w:r>
        <w:t xml:space="preserve">19,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227)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libBold1"/>
      </w:pPr>
      <w:bookmarkStart w:id="1" w:name="_Toc419558214"/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रब्बानी</w:t>
      </w:r>
      <w:bookmarkEnd w:id="1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सबन्नल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क़ोतेलु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अमवातन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अहयाउन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यर्ज़क़ून</w:t>
      </w:r>
      <w:r>
        <w:rPr>
          <w:cs/>
          <w:lang w:bidi="hi-IN"/>
        </w:rPr>
        <w:t>. (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169)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तर्जुमाः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libBold1"/>
      </w:pPr>
      <w:bookmarkStart w:id="2" w:name="_Toc419558215"/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bookmarkEnd w:id="2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दिफ़ाअ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ग़ासिबो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)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3" w:name="_Toc419558216"/>
      <w:bookmarkStart w:id="4" w:name="_Toc473593415"/>
      <w:r>
        <w:rPr>
          <w:rFonts w:hint="cs"/>
          <w:cs/>
          <w:lang w:bidi="hi-IN"/>
        </w:rPr>
        <w:lastRenderedPageBreak/>
        <w:t>अर्ज़े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नाशिर</w:t>
      </w:r>
      <w:bookmarkEnd w:id="3"/>
      <w:bookmarkEnd w:id="4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t xml:space="preserve">,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तड़प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तड़प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t xml:space="preserve">,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सिब्ते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नाबीना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अंधा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मुस्तुफ़ा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0)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ललकारा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लटकाया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तारकोल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ख़ूबसूरतों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लटकाया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झुलसा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सद्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तमस्ख़ुराना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बिगड़ा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चिराग़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सद्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कोयला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मयस्सर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t>66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तफ़्तीश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दिन</w:t>
      </w:r>
      <w:r>
        <w:rPr>
          <w:cs/>
          <w:lang w:bidi="hi-IN"/>
        </w:rPr>
        <w:t xml:space="preserve"> </w:t>
      </w:r>
      <w:r>
        <w:t>248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हज्जाजे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जहती</w:t>
      </w:r>
      <w:r>
        <w:t xml:space="preserve">,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t xml:space="preserve">,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दर्ख़ास्त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तड़प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तड़प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मुआवेनत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t xml:space="preserve">,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अँगुश्तरी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सनान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हुर्मुला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बेसाख़्ता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</w:p>
    <w:p w:rsidR="009E2CDB" w:rsidRDefault="009E2CDB" w:rsidP="009E2CDB">
      <w:pPr>
        <w:pStyle w:val="libNormal"/>
      </w:pPr>
      <w:r>
        <w:t>"</w:t>
      </w:r>
      <w:r>
        <w:rPr>
          <w:rFonts w:hint="cs"/>
          <w:cs/>
          <w:lang w:bidi="hi-IN"/>
        </w:rPr>
        <w:t>क्रज़ालेकर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यअ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मून</w:t>
      </w:r>
      <w:r>
        <w:rPr>
          <w:cs/>
          <w:lang w:bidi="hi-IN"/>
        </w:rPr>
        <w:t>"</w:t>
      </w:r>
    </w:p>
    <w:p w:rsidR="009E2CDB" w:rsidRDefault="009E2CDB" w:rsidP="009E2CDB">
      <w:pPr>
        <w:pStyle w:val="libNormal"/>
      </w:pPr>
      <w:r>
        <w:t>"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अहलेदानिश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उनवानात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क़ारेइन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इस्तेफ़ादा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इन्तेक़ामे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मो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रज्जिम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अमरोहवी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एजेन्सी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इशाअत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सै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तबातबाई</w:t>
      </w:r>
      <w:r>
        <w:t xml:space="preserve">,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एजेन्सी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लखनऊ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5" w:name="_Toc419558217"/>
      <w:bookmarkStart w:id="6" w:name="_Toc473593416"/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bookmarkEnd w:id="5"/>
      <w:bookmarkEnd w:id="6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अख़बार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lastRenderedPageBreak/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फ़रामोश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चापलूसी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बहरूपिये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रूस्वा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लिखवायीं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नफ़्फ़िर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t xml:space="preserve">, </w:t>
      </w:r>
      <w:r>
        <w:rPr>
          <w:rFonts w:hint="cs"/>
          <w:cs/>
          <w:lang w:bidi="hi-IN"/>
        </w:rPr>
        <w:t>मसलअन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दरोग़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वग़ैरा।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libNormal"/>
      </w:pP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7" w:name="_Toc419558218"/>
      <w:bookmarkStart w:id="8" w:name="_Toc473593417"/>
      <w:r>
        <w:rPr>
          <w:rFonts w:hint="cs"/>
          <w:cs/>
          <w:lang w:bidi="hi-IN"/>
        </w:rPr>
        <w:t>बयाने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bookmarkEnd w:id="7"/>
      <w:bookmarkEnd w:id="8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मुदाफ़ेअत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मसरूफ़े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लुक़मा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मशग़ूले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अग़यार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ख़ुदावन्दा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t xml:space="preserve">, </w:t>
      </w:r>
      <w:r>
        <w:rPr>
          <w:rFonts w:hint="cs"/>
          <w:cs/>
          <w:lang w:bidi="hi-IN"/>
        </w:rPr>
        <w:t>ख़ुदाया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lastRenderedPageBreak/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ख़ींचा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दरोग़ा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दरोग़ा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हदियातन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t xml:space="preserve">, </w:t>
      </w:r>
      <w:r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t xml:space="preserve">, </w:t>
      </w:r>
      <w:r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हदियातन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अज़्दवाज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9" w:name="_Toc419558219"/>
      <w:bookmarkStart w:id="10" w:name="_Toc473593418"/>
      <w:r>
        <w:rPr>
          <w:rFonts w:hint="cs"/>
          <w:cs/>
          <w:lang w:bidi="hi-IN"/>
        </w:rPr>
        <w:lastRenderedPageBreak/>
        <w:t>हासिले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bookmarkEnd w:id="9"/>
      <w:bookmarkEnd w:id="10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बिनाये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तक़य्यामख़सूस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मक्कारी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रख़ें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मस्ख़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ग़ाज़ा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लागाया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क़स्त्रहाय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अख़बारात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फ़िदाकारिये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इस्तेबदाद्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क़स्त्रो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फ़ूँक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11" w:name="_Toc419558220"/>
      <w:bookmarkStart w:id="12" w:name="_Toc473593419"/>
      <w:r>
        <w:rPr>
          <w:rFonts w:hint="cs"/>
          <w:cs/>
          <w:lang w:bidi="hi-IN"/>
        </w:rPr>
        <w:lastRenderedPageBreak/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bookmarkEnd w:id="11"/>
      <w:bookmarkEnd w:id="12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अलैहिर्रहमा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मग़्फ़ेरत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शहीदे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लिबनानी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ख़ुशनूदिये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13" w:name="_Toc419558221"/>
      <w:bookmarkStart w:id="14" w:name="_Toc473593420"/>
      <w:r>
        <w:rPr>
          <w:rFonts w:hint="cs"/>
          <w:cs/>
          <w:lang w:bidi="hi-IN"/>
        </w:rPr>
        <w:t>नतीजा</w:t>
      </w:r>
      <w:bookmarkEnd w:id="13"/>
      <w:bookmarkEnd w:id="14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शियाने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अलमनांक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9E2CDB" w:rsidRDefault="009E2CDB" w:rsidP="009E2CDB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जाँबाज़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बहाया</w:t>
      </w:r>
      <w:r>
        <w:t xml:space="preserve">, </w:t>
      </w:r>
      <w:r>
        <w:rPr>
          <w:rFonts w:hint="cs"/>
          <w:cs/>
          <w:lang w:bidi="hi-IN"/>
        </w:rPr>
        <w:t>भुलाया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</w:t>
      </w:r>
      <w:r>
        <w:t xml:space="preserve">, </w:t>
      </w:r>
      <w:r>
        <w:rPr>
          <w:rFonts w:hint="cs"/>
          <w:cs/>
          <w:lang w:bidi="hi-IN"/>
        </w:rPr>
        <w:t>ख़ुसूसन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हैय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ज़िल्ला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सय्यादुश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मुजाहेदीने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दांग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लहराये</w:t>
      </w:r>
      <w:r>
        <w:t xml:space="preserve">,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इस्तेबदाद्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?</w:t>
      </w:r>
    </w:p>
    <w:p w:rsidR="009E2CDB" w:rsidRDefault="009E2CDB" w:rsidP="009E2CDB">
      <w:pPr>
        <w:pStyle w:val="Heading1"/>
      </w:pPr>
      <w:r>
        <w:rPr>
          <w:cs/>
          <w:lang w:bidi="hi-IN"/>
        </w:rPr>
        <w:br w:type="page"/>
      </w:r>
      <w:bookmarkStart w:id="15" w:name="_Toc419558222"/>
      <w:bookmarkStart w:id="16" w:name="_Toc473593421"/>
      <w:r>
        <w:rPr>
          <w:rFonts w:hint="cs"/>
          <w:cs/>
          <w:lang w:bidi="hi-IN"/>
        </w:rPr>
        <w:lastRenderedPageBreak/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bookmarkEnd w:id="15"/>
      <w:bookmarkEnd w:id="16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ख़ाशाक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Heading1"/>
      </w:pPr>
      <w:bookmarkStart w:id="17" w:name="_Toc419558223"/>
      <w:bookmarkStart w:id="18" w:name="_Toc473593422"/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</w:t>
      </w:r>
      <w:bookmarkEnd w:id="17"/>
      <w:bookmarkEnd w:id="18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तायफ़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मसऊद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मसऊद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अम्मूई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नुक़ूश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तायफ़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लश्करे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तायफ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19" w:name="_Toc419558224"/>
      <w:bookmarkStart w:id="20" w:name="_Toc473593423"/>
      <w:r>
        <w:rPr>
          <w:rFonts w:hint="cs"/>
          <w:cs/>
          <w:lang w:bidi="hi-IN"/>
        </w:rPr>
        <w:t>पिदरे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bookmarkEnd w:id="19"/>
      <w:bookmarkEnd w:id="20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पिदरे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मसऊदे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सक़फ़ी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मुजाहिदे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हक़्क़ानियत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तायफ़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मोहिब्बे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9E2CDB" w:rsidRDefault="009E2CDB" w:rsidP="009E2CDB">
      <w:pPr>
        <w:pStyle w:val="Heading1"/>
      </w:pPr>
      <w:bookmarkStart w:id="21" w:name="_Toc419558225"/>
      <w:bookmarkStart w:id="22" w:name="_Toc473593424"/>
      <w:r>
        <w:rPr>
          <w:rFonts w:hint="cs"/>
          <w:cs/>
          <w:lang w:bidi="hi-IN"/>
        </w:rPr>
        <w:lastRenderedPageBreak/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bookmarkEnd w:id="21"/>
      <w:bookmarkEnd w:id="22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इक्तेफ़ा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देखा।</w:t>
      </w:r>
    </w:p>
    <w:p w:rsidR="009E2CDB" w:rsidRDefault="009E2CDB" w:rsidP="009E2CDB">
      <w:pPr>
        <w:pStyle w:val="Heading1"/>
      </w:pPr>
      <w:bookmarkStart w:id="23" w:name="_Toc419558226"/>
      <w:bookmarkStart w:id="24" w:name="_Toc473593425"/>
      <w:r>
        <w:rPr>
          <w:rFonts w:hint="cs"/>
          <w:cs/>
          <w:lang w:bidi="hi-IN"/>
        </w:rPr>
        <w:t>कारनामा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bookmarkEnd w:id="23"/>
      <w:bookmarkEnd w:id="24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दोस्तदाराने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t>(1)</w:t>
      </w:r>
      <w:r>
        <w:tab/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मोअज़्ज़ेज़िने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9E2CDB" w:rsidRDefault="009E2CDB" w:rsidP="009E2CDB">
      <w:pPr>
        <w:pStyle w:val="libNormal"/>
        <w:rPr>
          <w:rFonts w:hint="cs"/>
          <w:lang w:bidi="hi-IN"/>
        </w:rPr>
      </w:pPr>
      <w:r>
        <w:lastRenderedPageBreak/>
        <w:t>(2)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फ़रमालें।</w:t>
      </w:r>
      <w:r>
        <w:rPr>
          <w:cs/>
          <w:lang w:bidi="hi-IN"/>
        </w:rPr>
        <w:t xml:space="preserve"> </w:t>
      </w:r>
    </w:p>
    <w:p w:rsidR="009E2CDB" w:rsidRDefault="009E2CDB" w:rsidP="009E2CDB">
      <w:pPr>
        <w:pStyle w:val="libFootnoteAie"/>
      </w:pP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अफ़्फ़ानी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</w:t>
      </w:r>
      <w:r>
        <w:t>7)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हमशीरा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25" w:name="_Toc419558227"/>
      <w:bookmarkStart w:id="26" w:name="_Toc473593426"/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फ़िदाकारी</w:t>
      </w:r>
      <w:bookmarkEnd w:id="25"/>
      <w:bookmarkEnd w:id="26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नेज़ाअ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ग़ासेबाना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शहनशाहिय्यत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अव्वालीन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मुख़्लेसाना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मुनाफ़क्क़िर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27" w:name="_Toc419558228"/>
      <w:bookmarkStart w:id="28" w:name="_Toc473593427"/>
      <w:r>
        <w:rPr>
          <w:rFonts w:hint="cs"/>
          <w:cs/>
          <w:lang w:bidi="hi-IN"/>
        </w:rPr>
        <w:t>शख़्सियते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bookmarkEnd w:id="27"/>
      <w:bookmarkEnd w:id="28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शराफ़त</w:t>
      </w:r>
      <w:r>
        <w:t xml:space="preserve">, </w:t>
      </w:r>
      <w:r>
        <w:rPr>
          <w:rFonts w:hint="cs"/>
          <w:cs/>
          <w:lang w:bidi="hi-IN"/>
        </w:rPr>
        <w:t>ज़ेहानत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तेफ़ूलियत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शफ़क़्क़त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क़य्यिस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क़य्यिस</w:t>
      </w:r>
      <w:r>
        <w:rPr>
          <w:cs/>
          <w:lang w:bidi="hi-IN"/>
        </w:rPr>
        <w:t xml:space="preserve"> )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अक़्लमनद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ज़ीरकी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ग़ोरबा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निर्धन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मज़दूरों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मुआविन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आक़ाओ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ताजीस्त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t xml:space="preserve">,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ख़ुशगुफ़्तार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t xml:space="preserve">,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राज़दां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29" w:name="_Toc419558229"/>
      <w:bookmarkStart w:id="30" w:name="_Toc473593428"/>
      <w:r>
        <w:rPr>
          <w:rFonts w:hint="cs"/>
          <w:cs/>
          <w:lang w:bidi="hi-IN"/>
        </w:rPr>
        <w:t>तारीख़</w:t>
      </w:r>
      <w:bookmarkEnd w:id="29"/>
      <w:bookmarkEnd w:id="30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मक़ासिदे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गाहे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आज़मूदाकारी</w:t>
      </w:r>
      <w:r>
        <w:t xml:space="preserve">, </w:t>
      </w:r>
      <w:r>
        <w:rPr>
          <w:rFonts w:hint="cs"/>
          <w:cs/>
          <w:lang w:bidi="hi-IN"/>
        </w:rPr>
        <w:t>तजुर्बा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पुख़्तागी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दिक़्क़ते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तौफ़ीक़ाते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9E2CDB" w:rsidRDefault="009E2CDB" w:rsidP="009E2CDB">
      <w:pPr>
        <w:pStyle w:val="Heading1"/>
      </w:pPr>
      <w:bookmarkStart w:id="31" w:name="_Toc419558230"/>
      <w:bookmarkStart w:id="32" w:name="_Toc473593429"/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दाख़िला</w:t>
      </w:r>
      <w:bookmarkEnd w:id="31"/>
      <w:bookmarkEnd w:id="32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पाँचवी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अतराफ़े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हालियाने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अठ्ठारह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t xml:space="preserve">,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t xml:space="preserve">,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अतफ़ाल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दस्तर्बदार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ख़ुदावन्दी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फ़ज़लिल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मर्दुमें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नायबे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इज़्तेराब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33" w:name="_Toc419558231"/>
      <w:bookmarkStart w:id="34" w:name="_Toc473593430"/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bookmarkEnd w:id="33"/>
      <w:bookmarkEnd w:id="34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lastRenderedPageBreak/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अमरौं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निगेहबाने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9E2CDB" w:rsidRDefault="009E2CDB" w:rsidP="009E2CDB">
      <w:pPr>
        <w:pStyle w:val="libNormal"/>
      </w:pPr>
      <w:r>
        <w:t>(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बातिनी</w:t>
      </w:r>
      <w:r>
        <w:rPr>
          <w:cs/>
          <w:lang w:bidi="hi-IN"/>
        </w:rPr>
        <w:t>)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लापरवाही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एअतेनाई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मुताकब्बिर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आशोफ़्ता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अफ़रोख़्ता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35" w:name="_Toc419558232"/>
      <w:bookmarkStart w:id="36" w:name="_Toc473593431"/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पिंजरे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bookmarkEnd w:id="35"/>
      <w:bookmarkEnd w:id="36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तजुर्बात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दिखलायीं।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मुआविन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ज़ंजीरों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मोअल्लिम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दोस्तदाराने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मशग़ूले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इस्तहक़ाम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फ़ुर्सत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क़ुर्बानियाँ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दरेग़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37" w:name="_Toc419558233"/>
      <w:bookmarkStart w:id="38" w:name="_Toc473593432"/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रवानगी</w:t>
      </w:r>
      <w:bookmarkEnd w:id="37"/>
      <w:bookmarkEnd w:id="38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मोअज़्ज़ेज़ीने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मुनक़्क़द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मोअज़्ज़ेज़ीने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दर्ख़ास्त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तवक़्क़ुफ़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अतिफ़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इन्केलाबे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हत्तुल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इम्कान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39" w:name="_Toc419558234"/>
      <w:bookmarkStart w:id="40" w:name="_Toc473593433"/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>)</w:t>
      </w:r>
      <w:bookmarkEnd w:id="39"/>
      <w:bookmarkEnd w:id="40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लफ़्ज़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गुज़ीश्ता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आइंन्दा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41" w:name="_Toc419558235"/>
      <w:bookmarkStart w:id="42" w:name="_Toc473593434"/>
      <w:r>
        <w:rPr>
          <w:rFonts w:hint="cs"/>
          <w:cs/>
          <w:lang w:bidi="hi-IN"/>
        </w:rPr>
        <w:lastRenderedPageBreak/>
        <w:t>गिरोहे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तव्वाबीन</w:t>
      </w:r>
      <w:bookmarkEnd w:id="41"/>
      <w:bookmarkEnd w:id="42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t>61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t>61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64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t>64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सरकर्दगी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इर्द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मुरासलत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आशूरा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मख़्फ़ी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मोअज़्ज़ेज़ीने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</w:t>
      </w:r>
      <w:r>
        <w:t xml:space="preserve">,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फ़िज़ायें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गूँजने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सारातुल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डिक्शनरी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सार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तहरीक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जुंबिश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t>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लब्बैक</w:t>
      </w:r>
      <w:r>
        <w:rPr>
          <w:cs/>
          <w:lang w:bidi="hi-IN"/>
        </w:rPr>
        <w:t xml:space="preserve">"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ज़ोश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मुन्तक़िमे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दूगाँ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जाँनिसारी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r>
        <w:rPr>
          <w:cs/>
          <w:lang w:bidi="hi-IN"/>
        </w:rPr>
        <w:br w:type="page"/>
      </w:r>
      <w:bookmarkStart w:id="43" w:name="_Toc419558236"/>
      <w:bookmarkStart w:id="44" w:name="_Toc473593435"/>
      <w:r>
        <w:rPr>
          <w:rFonts w:hint="cs"/>
          <w:cs/>
          <w:lang w:bidi="hi-IN"/>
        </w:rPr>
        <w:lastRenderedPageBreak/>
        <w:t>आग़ाज़े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शुरूआत</w:t>
      </w:r>
      <w:r>
        <w:rPr>
          <w:cs/>
          <w:lang w:bidi="hi-IN"/>
        </w:rPr>
        <w:t>)</w:t>
      </w:r>
      <w:bookmarkEnd w:id="43"/>
      <w:bookmarkEnd w:id="44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अक्स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क़ातेलीने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इन्तेशार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नुमायन्दा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45" w:name="_Toc419558237"/>
      <w:bookmarkStart w:id="46" w:name="_Toc473593436"/>
      <w:r>
        <w:rPr>
          <w:rFonts w:hint="cs"/>
          <w:cs/>
          <w:lang w:bidi="hi-IN"/>
        </w:rPr>
        <w:lastRenderedPageBreak/>
        <w:t>सौगन्दे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वफ़ादारी</w:t>
      </w:r>
      <w:bookmarkEnd w:id="45"/>
      <w:bookmarkEnd w:id="46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क़िल्लत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वचन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मुतावातिर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अस्तग़फार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तौफ़ीक़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बेकसि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पुरज़ोश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मुसय्यब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प्रभावपूर्ण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मुसय्यब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रद्दो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मुतावातिर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निरन्तर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बित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मान्दा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47" w:name="_Toc419558238"/>
      <w:bookmarkStart w:id="48" w:name="_Toc473593437"/>
      <w:r>
        <w:rPr>
          <w:rFonts w:hint="cs"/>
          <w:cs/>
          <w:lang w:bidi="hi-IN"/>
        </w:rPr>
        <w:t>आग़ाज़े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शुरूआत</w:t>
      </w:r>
      <w:r>
        <w:rPr>
          <w:cs/>
          <w:lang w:bidi="hi-IN"/>
        </w:rPr>
        <w:t>)</w:t>
      </w:r>
      <w:bookmarkEnd w:id="47"/>
      <w:bookmarkEnd w:id="48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शुरूआत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t xml:space="preserve">, </w:t>
      </w:r>
      <w:r>
        <w:rPr>
          <w:rFonts w:hint="cs"/>
          <w:cs/>
          <w:lang w:bidi="hi-IN"/>
        </w:rPr>
        <w:t>वालिये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49" w:name="_Toc419558239"/>
      <w:bookmarkStart w:id="50" w:name="_Toc473593438"/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bookmarkEnd w:id="49"/>
      <w:bookmarkEnd w:id="50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 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कोशीशों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पत्रों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तौफ़िक़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तव्वाबीन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इन्शाल्लाह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जाऊँगा।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मुशावेरती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गर्मियाँ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नुमायन्दा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51" w:name="_Toc419558240"/>
      <w:bookmarkStart w:id="52" w:name="_Toc473593439"/>
      <w:r>
        <w:rPr>
          <w:rFonts w:hint="cs"/>
          <w:cs/>
          <w:lang w:bidi="hi-IN"/>
        </w:rPr>
        <w:t>मदीना की तरफ</w:t>
      </w:r>
      <w:bookmarkEnd w:id="51"/>
      <w:bookmarkEnd w:id="52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बुज़ूर्ग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53" w:name="_Toc419558241"/>
      <w:bookmarkStart w:id="54" w:name="_Toc473593440"/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bookmarkEnd w:id="53"/>
      <w:bookmarkEnd w:id="54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मरमूम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बुज़ूर्ग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फ़ख़्र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कहुँगा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तौफ़ीक़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मग़फ़ेरत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>,</w:t>
      </w:r>
    </w:p>
    <w:p w:rsidR="009E2CDB" w:rsidRDefault="009E2CDB" w:rsidP="009E2CDB">
      <w:pPr>
        <w:pStyle w:val="Heading1"/>
        <w:rPr>
          <w:rFonts w:hint="cs"/>
          <w:lang w:bidi="hi-IN"/>
        </w:rPr>
      </w:pPr>
      <w:bookmarkStart w:id="55" w:name="_Toc419558242"/>
      <w:bookmarkStart w:id="56" w:name="_Toc473593441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bookmarkEnd w:id="55"/>
      <w:bookmarkEnd w:id="56"/>
    </w:p>
    <w:p w:rsidR="009E2CDB" w:rsidRDefault="009E2CDB" w:rsidP="009E2CDB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दिफ़ाअ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बहबूदी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इस्तेख़ारे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हुक़ुक़ूल्लाह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हुक़ूक़ल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उपलब्ध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भाषड़ों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आवरिये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कर्दिगी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रख़ूगाँ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फ़रमाबरदारी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हामेकारी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एअतेराज़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अतहार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 xml:space="preserve">,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दिखाया</w:t>
      </w:r>
      <w:r>
        <w:t xml:space="preserve">,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मुताद्दुद</w:t>
      </w:r>
      <w:r>
        <w:rPr>
          <w:cs/>
          <w:lang w:bidi="hi-IN"/>
        </w:rPr>
        <w:t xml:space="preserve"> (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जज़्बाते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उछल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तौफ़ीक़े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संधि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मुसालेहत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रसीदा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t xml:space="preserve">, </w:t>
      </w:r>
      <w:r>
        <w:rPr>
          <w:rFonts w:hint="cs"/>
          <w:cs/>
          <w:lang w:bidi="hi-IN"/>
        </w:rPr>
        <w:t>ख़ू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अबरूओं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फड़कती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नब्ज़ों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57" w:name="_Toc419558243"/>
      <w:bookmarkStart w:id="58" w:name="_Toc473593442"/>
      <w:r>
        <w:rPr>
          <w:rFonts w:hint="cs"/>
          <w:cs/>
          <w:lang w:bidi="hi-IN"/>
        </w:rPr>
        <w:lastRenderedPageBreak/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bookmarkEnd w:id="57"/>
      <w:bookmarkEnd w:id="58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t>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t>66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मुशावेरती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मख़्फ़ी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गुप्त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</w:t>
      </w:r>
      <w:r>
        <w:rPr>
          <w:cs/>
          <w:lang w:bidi="hi-IN"/>
        </w:rPr>
        <w:t xml:space="preserve"> </w:t>
      </w:r>
      <w:r>
        <w:t>28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शंबा।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t>100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मार्गो</w:t>
      </w:r>
      <w:r>
        <w:rPr>
          <w:cs/>
          <w:lang w:bidi="hi-IN"/>
        </w:rPr>
        <w:t xml:space="preserve">) 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38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मुहाफ़िज़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रक्षक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तार्रूफ़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r>
        <w:rPr>
          <w:cs/>
          <w:lang w:bidi="hi-IN"/>
        </w:rPr>
        <w:br w:type="page"/>
      </w:r>
      <w:bookmarkStart w:id="59" w:name="_Toc419558244"/>
      <w:bookmarkStart w:id="60" w:name="_Toc473593443"/>
      <w:r>
        <w:rPr>
          <w:rFonts w:hint="cs"/>
          <w:cs/>
          <w:lang w:bidi="hi-IN"/>
        </w:rPr>
        <w:lastRenderedPageBreak/>
        <w:t>जंग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युध्द</w:t>
      </w:r>
      <w:r>
        <w:rPr>
          <w:cs/>
          <w:lang w:bidi="hi-IN"/>
        </w:rPr>
        <w:t>)</w:t>
      </w:r>
      <w:bookmarkEnd w:id="59"/>
      <w:bookmarkEnd w:id="60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फ़िज़ाओं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गूँजने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>, 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चिल्लायाः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सय्यादुश्शोहदा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लब्बैक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लब्बैक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lastRenderedPageBreak/>
        <w:t>राशिद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फ़ुतुहात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फ़त्हेयाब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ख़ुर्रमी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61" w:name="_Toc419558245"/>
      <w:bookmarkStart w:id="62" w:name="_Toc473593444"/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ख़ुशख़बरी</w:t>
      </w:r>
      <w:bookmarkEnd w:id="61"/>
      <w:bookmarkEnd w:id="62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ख़चाखच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कोताही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शर्मनांक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t xml:space="preserve">,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अतराफ़े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तक़र्रूर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नियुक्ति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अब्दुर्रहमान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कर्दिगी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ईदे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क़ुर्बान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बक़रीद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अब्दुर्रहमान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रबई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ऊबाशे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रेज़ी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lastRenderedPageBreak/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गुनाहगारों</w:t>
      </w:r>
      <w:r>
        <w:t xml:space="preserve">,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t xml:space="preserve">, </w:t>
      </w:r>
      <w:r>
        <w:rPr>
          <w:rFonts w:hint="cs"/>
          <w:cs/>
          <w:lang w:bidi="hi-IN"/>
        </w:rPr>
        <w:t>बरादर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ख़यानतकारों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बदकिरदारों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मसावत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बराबरी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ध्यानपूर्वक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मुतालेआ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शूरिशियों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रेज़ी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अड़तालीस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63" w:name="_Toc419558246"/>
      <w:bookmarkStart w:id="64" w:name="_Toc473593445"/>
      <w:r>
        <w:rPr>
          <w:rFonts w:hint="cs"/>
          <w:cs/>
          <w:lang w:bidi="hi-IN"/>
        </w:rPr>
        <w:t>आग़ाज़े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शुरूआत</w:t>
      </w:r>
      <w:r>
        <w:rPr>
          <w:cs/>
          <w:lang w:bidi="hi-IN"/>
        </w:rPr>
        <w:t>)</w:t>
      </w:r>
      <w:bookmarkEnd w:id="63"/>
      <w:bookmarkEnd w:id="64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मुहाफ़िज़े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फ़ुरात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रक्षक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65" w:name="_Toc419558247"/>
      <w:bookmarkStart w:id="66" w:name="_Toc473593446"/>
      <w:r>
        <w:rPr>
          <w:rFonts w:hint="cs"/>
          <w:cs/>
          <w:lang w:bidi="hi-IN"/>
        </w:rPr>
        <w:t>कमीनों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bookmarkEnd w:id="65"/>
      <w:bookmarkEnd w:id="66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67" w:name="_Toc419558248"/>
      <w:bookmarkStart w:id="68" w:name="_Toc473593447"/>
      <w:r>
        <w:rPr>
          <w:rFonts w:hint="cs"/>
          <w:cs/>
          <w:lang w:bidi="hi-IN"/>
        </w:rPr>
        <w:t>हुर्मुला</w:t>
      </w:r>
      <w:bookmarkEnd w:id="67"/>
      <w:bookmarkEnd w:id="68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>?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हुर्मुला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बेसाख़्ता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सुब्हानल्लाह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निकला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सुब्हानल्लाह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बरहक़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सुब्हानल्लाह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हुर्मुला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हुर्मुला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9E2CDB" w:rsidRDefault="009E2CDB" w:rsidP="009E2CDB">
      <w:pPr>
        <w:pStyle w:val="Heading1"/>
      </w:pPr>
      <w:bookmarkStart w:id="69" w:name="_Toc419558249"/>
      <w:bookmarkStart w:id="70" w:name="_Toc473593448"/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गुनाहगार</w:t>
      </w:r>
      <w:bookmarkEnd w:id="69"/>
      <w:bookmarkEnd w:id="70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गर्दा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 xml:space="preserve">0)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?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मोअज़्ज़ेज़ीन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तजस्सुसे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तैनात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71" w:name="_Toc419558250"/>
      <w:bookmarkStart w:id="72" w:name="_Toc473593449"/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तुफ़ैल</w:t>
      </w:r>
      <w:bookmarkEnd w:id="71"/>
      <w:bookmarkEnd w:id="72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अब्दुल्लाहे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t xml:space="preserve">,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तुफ़ैल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फ़ज़लिल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t xml:space="preserve">,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तुफ़ैल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t xml:space="preserve">, </w:t>
      </w:r>
      <w:r>
        <w:rPr>
          <w:rFonts w:hint="cs"/>
          <w:cs/>
          <w:lang w:bidi="hi-IN"/>
        </w:rPr>
        <w:t>अब्दुल्लाहे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अज़ियत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मुशावेरत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पन्द्रह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73" w:name="_Toc419558251"/>
      <w:bookmarkStart w:id="74" w:name="_Toc473593450"/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bookmarkEnd w:id="73"/>
      <w:bookmarkEnd w:id="74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दहक़ानों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मुहाफ़िज़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रक्षक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दहक़ानों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क़ुल्तानिया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कर्दिगी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क़ुल्तानिया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जूँही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हदक़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चश्म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फँसा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बौखला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सँभालना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बाँधकर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ख़ींचते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यज़ीदी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0)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फ़ख़्र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भुगत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दरख़ास्त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ज़जींर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बसरी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ख़ींचा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ख़न्जर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ख़न्जर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लिटाकर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चिल्लाकर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75" w:name="_Toc419558252"/>
      <w:bookmarkStart w:id="76" w:name="_Toc473593451"/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bookmarkEnd w:id="75"/>
      <w:bookmarkEnd w:id="76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गन्दगियों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77" w:name="_Toc419558253"/>
      <w:bookmarkStart w:id="78" w:name="_Toc473593452"/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</w:t>
      </w:r>
      <w:bookmarkEnd w:id="77"/>
      <w:bookmarkEnd w:id="78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मेख़ो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ताज़ानाल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चींख़ते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चिल्लाते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79" w:name="_Toc419558254"/>
      <w:bookmarkStart w:id="80" w:name="_Toc473593453"/>
      <w:r>
        <w:rPr>
          <w:rFonts w:hint="cs"/>
          <w:cs/>
          <w:lang w:bidi="hi-IN"/>
        </w:rPr>
        <w:t>अन्जामे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ख़ूली</w:t>
      </w:r>
      <w:bookmarkEnd w:id="79"/>
      <w:bookmarkEnd w:id="80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लाइन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t xml:space="preserve">, </w:t>
      </w:r>
      <w:r>
        <w:rPr>
          <w:rFonts w:hint="cs"/>
          <w:cs/>
          <w:lang w:bidi="hi-IN"/>
        </w:rPr>
        <w:t>राहते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ख़ूली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81" w:name="_Toc419558255"/>
      <w:bookmarkStart w:id="82" w:name="_Toc473593454"/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</w:t>
      </w:r>
      <w:bookmarkEnd w:id="81"/>
      <w:bookmarkEnd w:id="82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सनान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रज्जिम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अट्ठारह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</w:t>
      </w:r>
      <w:r>
        <w:t xml:space="preserve">,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अँगुली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संक्षिप्त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गुज़री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दुहराने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83" w:name="_Toc419558256"/>
      <w:bookmarkStart w:id="84" w:name="_Toc473593455"/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bookmarkEnd w:id="83"/>
      <w:bookmarkEnd w:id="84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मुजरेमाने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मुताल्लिक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lastRenderedPageBreak/>
        <w:t>उमरः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दक़दीरे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>?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उमरः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तक़दीरे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उमरः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तक़दीरे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t>?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उमरः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ग़ज़बनाक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मआसियात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उमरः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सय्यदुश्शोहदा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t>?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उमरः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काँपने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85" w:name="_Toc419558257"/>
      <w:bookmarkStart w:id="86" w:name="_Toc473593456"/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bookmarkEnd w:id="85"/>
      <w:bookmarkEnd w:id="86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</w:t>
      </w:r>
      <w:r>
        <w:t xml:space="preserve">? </w:t>
      </w:r>
      <w:r>
        <w:rPr>
          <w:rFonts w:hint="cs"/>
          <w:cs/>
          <w:lang w:bidi="hi-IN"/>
        </w:rPr>
        <w:t>हफ़्स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काटना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आशा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मुहाफ़िज़ों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मुतावज्जेह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अँगुश्त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भाँजे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ख़ुदावन्दा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लेखको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कथानुसार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अट्ठारह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87" w:name="_Toc419558258"/>
      <w:bookmarkStart w:id="88" w:name="_Toc473593457"/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फतेह</w:t>
      </w:r>
      <w:bookmarkEnd w:id="87"/>
      <w:bookmarkEnd w:id="88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दाख़िली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मुफ़्सेदीन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मग़्लूब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इब्राहीमे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>
        <w:t>67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उख़ड़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t xml:space="preserve">,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चिहाग़ां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लटके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भिजवाये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89" w:name="_Toc419558259"/>
      <w:bookmarkStart w:id="90" w:name="_Toc473593458"/>
      <w:r>
        <w:rPr>
          <w:rFonts w:hint="cs"/>
          <w:cs/>
          <w:lang w:bidi="hi-IN"/>
        </w:rPr>
        <w:lastRenderedPageBreak/>
        <w:t>बयाने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)</w:t>
      </w:r>
      <w:bookmarkEnd w:id="89"/>
      <w:bookmarkEnd w:id="90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ख़ुदाया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क़ूबूल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मुट्ठियों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भींचकर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पीसकर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साँसों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ज़ंजीरों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ख़ाही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स्वतन्त्रता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सिसकती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दरमे</w:t>
      </w:r>
      <w:r>
        <w:t xml:space="preserve">, </w:t>
      </w:r>
      <w:r>
        <w:rPr>
          <w:rFonts w:hint="cs"/>
          <w:cs/>
          <w:lang w:bidi="hi-IN"/>
        </w:rPr>
        <w:t>क़दमें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सुख़ने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इफ़्तेख़ार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मुर्तक़िबे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रूसवाई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तहसबन्नल्लाहा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ग़ाफ़ेलन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यअ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मलुज़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ज़ालेमून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43 )</w:t>
      </w:r>
    </w:p>
    <w:p w:rsidR="009E2CDB" w:rsidRDefault="009E2CDB" w:rsidP="009E2CDB">
      <w:pPr>
        <w:pStyle w:val="libNormal"/>
      </w:pPr>
      <w:r>
        <w:t>(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सितमगारों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91" w:name="_Toc419558260"/>
      <w:bookmarkStart w:id="92" w:name="_Toc473593459"/>
      <w:r>
        <w:rPr>
          <w:rFonts w:hint="cs"/>
          <w:cs/>
          <w:lang w:bidi="hi-IN"/>
        </w:rPr>
        <w:lastRenderedPageBreak/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bookmarkEnd w:id="91"/>
      <w:bookmarkEnd w:id="92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मुख़ाल्फ़त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मेमबर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दुशनाम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0)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पूछी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नाशाएस्ता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पहुँचाऊँ।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तशवीशनाक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मर्दानावार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9E2CDB" w:rsidRDefault="009E2CDB" w:rsidP="009E2CDB">
      <w:pPr>
        <w:pStyle w:val="Heading1"/>
      </w:pPr>
      <w:bookmarkStart w:id="93" w:name="_Toc419558261"/>
      <w:bookmarkStart w:id="94" w:name="_Toc473593460"/>
      <w:r>
        <w:rPr>
          <w:rFonts w:hint="cs"/>
          <w:cs/>
          <w:lang w:bidi="hi-IN"/>
        </w:rPr>
        <w:t>जाँबाज़ी</w:t>
      </w:r>
      <w:bookmarkEnd w:id="93"/>
      <w:bookmarkEnd w:id="94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ख़ूंख़ार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ज़फरयाब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आख़ीर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उन्नीस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(</w:t>
      </w:r>
      <w:r>
        <w:t xml:space="preserve">20) </w:t>
      </w:r>
      <w:r>
        <w:rPr>
          <w:rFonts w:hint="cs"/>
          <w:cs/>
          <w:lang w:bidi="hi-IN"/>
        </w:rPr>
        <w:t>जाँबाज़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पहुँचुगी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ख़ुदावन्दा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 xml:space="preserve">0)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अनुसरण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हूँ।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95" w:name="_Toc419558262"/>
      <w:bookmarkStart w:id="96" w:name="_Toc473593461"/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>)</w:t>
      </w:r>
      <w:bookmarkEnd w:id="95"/>
      <w:bookmarkEnd w:id="96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सददेबाब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हवलनाक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ग़रक़ाबे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जावेद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तहसबन्नल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क़ोतेलु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सबीलिल्लाहे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अहयाउन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रब्बेहिम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युर्ज़क़ून</w:t>
      </w:r>
      <w:r>
        <w:rPr>
          <w:cs/>
          <w:lang w:bidi="hi-IN"/>
        </w:rPr>
        <w:t xml:space="preserve"> </w:t>
      </w:r>
    </w:p>
    <w:p w:rsidR="009E2CDB" w:rsidRDefault="009E2CDB" w:rsidP="009E2CDB">
      <w:pPr>
        <w:pStyle w:val="libFootnoteAie"/>
      </w:pPr>
      <w:r>
        <w:t>(</w:t>
      </w:r>
      <w:r>
        <w:rPr>
          <w:rFonts w:hint="cs"/>
          <w:cs/>
          <w:lang w:bidi="hi-IN"/>
        </w:rPr>
        <w:t>सूरे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168)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97" w:name="_Toc419558263"/>
      <w:bookmarkStart w:id="98" w:name="_Toc473593462"/>
      <w:r>
        <w:rPr>
          <w:rFonts w:hint="cs"/>
          <w:cs/>
          <w:lang w:bidi="hi-IN"/>
        </w:rPr>
        <w:t>मुख़्तारे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bookmarkEnd w:id="97"/>
      <w:bookmarkEnd w:id="98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फ़ुज़्तो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रब्बिल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जाँबाज़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इब्राहीमे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इस्कीमें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जंगजूओं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सरकर्दिगी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फ़ाख़्ता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सआदते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कूदकर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तारीक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अँधा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मुन्फ़रिद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0)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हैय़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99" w:name="_Toc419558264"/>
      <w:bookmarkStart w:id="100" w:name="_Toc473593463"/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 उलामा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bookmarkEnd w:id="99"/>
      <w:bookmarkEnd w:id="100"/>
    </w:p>
    <w:p w:rsidR="009E2CDB" w:rsidRDefault="009E2CDB" w:rsidP="009E2CDB">
      <w:pPr>
        <w:pStyle w:val="libNormal"/>
      </w:pPr>
      <w:r>
        <w:t>(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द्रष्टि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>)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ताहेरीन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शफ़क़्क़त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101" w:name="_Toc419558265"/>
      <w:bookmarkStart w:id="102" w:name="_Toc473593464"/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bookmarkEnd w:id="101"/>
      <w:bookmarkEnd w:id="102"/>
    </w:p>
    <w:p w:rsidR="009E2CDB" w:rsidRDefault="009E2CDB" w:rsidP="009E2CDB">
      <w:pPr>
        <w:pStyle w:val="libNormal"/>
      </w:pPr>
      <w:r>
        <w:t>(1)</w:t>
      </w:r>
      <w:r>
        <w:tab/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</w:p>
    <w:p w:rsidR="009E2CDB" w:rsidRDefault="009E2CDB" w:rsidP="009E2CDB">
      <w:pPr>
        <w:pStyle w:val="libNormal"/>
      </w:pPr>
      <w:r>
        <w:t>(2)</w:t>
      </w:r>
      <w:r>
        <w:tab/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</w:p>
    <w:p w:rsidR="009E2CDB" w:rsidRDefault="009E2CDB" w:rsidP="009E2CDB">
      <w:pPr>
        <w:pStyle w:val="libNormal"/>
      </w:pPr>
      <w:r>
        <w:t>(3)</w:t>
      </w:r>
      <w:r>
        <w:tab/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</w:p>
    <w:p w:rsidR="009E2CDB" w:rsidRDefault="009E2CDB" w:rsidP="009E2CDB">
      <w:pPr>
        <w:pStyle w:val="libNormal"/>
      </w:pPr>
      <w:r>
        <w:t>(4)</w:t>
      </w:r>
      <w:r>
        <w:tab/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</w:p>
    <w:p w:rsidR="009E2CDB" w:rsidRDefault="009E2CDB" w:rsidP="009E2CDB">
      <w:pPr>
        <w:pStyle w:val="libNormal"/>
      </w:pPr>
      <w:r>
        <w:t>(5)</w:t>
      </w:r>
      <w:r>
        <w:tab/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मुख़्लिस</w:t>
      </w:r>
    </w:p>
    <w:p w:rsidR="009E2CDB" w:rsidRDefault="009E2CDB" w:rsidP="009E2CDB">
      <w:pPr>
        <w:pStyle w:val="libNormal"/>
      </w:pPr>
      <w:r>
        <w:t>(6)</w:t>
      </w:r>
      <w:r>
        <w:tab/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रोज़गार</w:t>
      </w:r>
    </w:p>
    <w:p w:rsidR="009E2CDB" w:rsidRDefault="009E2CDB" w:rsidP="009E2CDB">
      <w:pPr>
        <w:pStyle w:val="libNormal"/>
      </w:pPr>
      <w:r>
        <w:t>(7)</w:t>
      </w:r>
      <w:r>
        <w:tab/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</w:p>
    <w:p w:rsidR="009E2CDB" w:rsidRDefault="009E2CDB" w:rsidP="009E2CDB">
      <w:pPr>
        <w:pStyle w:val="libNormal"/>
      </w:pPr>
      <w:r>
        <w:lastRenderedPageBreak/>
        <w:t>(8)</w:t>
      </w:r>
      <w:r>
        <w:tab/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फ़रमाये।</w:t>
      </w:r>
    </w:p>
    <w:p w:rsidR="009E2CDB" w:rsidRDefault="009E2CDB" w:rsidP="009E2CDB">
      <w:pPr>
        <w:pStyle w:val="libNormal"/>
      </w:pPr>
    </w:p>
    <w:p w:rsidR="009E2CDB" w:rsidRDefault="009E2CDB" w:rsidP="009E2CDB">
      <w:pPr>
        <w:pStyle w:val="libNormal"/>
      </w:pPr>
    </w:p>
    <w:p w:rsidR="009E2CDB" w:rsidRDefault="009E2CDB" w:rsidP="009E2CDB">
      <w:pPr>
        <w:pStyle w:val="Heading1"/>
      </w:pPr>
      <w:bookmarkStart w:id="103" w:name="_Toc419558266"/>
      <w:bookmarkStart w:id="104" w:name="_Toc473593465"/>
      <w:r>
        <w:rPr>
          <w:rFonts w:hint="cs"/>
          <w:cs/>
          <w:lang w:bidi="hi-IN"/>
        </w:rPr>
        <w:t>क़ता</w:t>
      </w:r>
      <w:bookmarkEnd w:id="103"/>
      <w:bookmarkEnd w:id="104"/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ज़ेबाइश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9E2CDB" w:rsidRDefault="009E2CDB" w:rsidP="009E2CDB">
      <w:pPr>
        <w:pStyle w:val="libNormal"/>
      </w:pP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अख़्तर</w:t>
      </w:r>
      <w:r>
        <w:t xml:space="preserve">,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9E2CDB" w:rsidRDefault="00092B00" w:rsidP="00092B00">
      <w:pPr>
        <w:pStyle w:val="libLine"/>
      </w:pPr>
      <w:r>
        <w:t xml:space="preserve"> </w:t>
      </w:r>
      <w:r w:rsidR="009E2CDB">
        <w:t>[[</w:t>
      </w:r>
      <w:r w:rsidR="009E2CDB">
        <w:rPr>
          <w:rFonts w:hint="cs"/>
          <w:cs/>
          <w:lang w:bidi="hi-IN"/>
        </w:rPr>
        <w:t>अलहम्दो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लिल्लाह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ये किताब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खुरूजे मुख्तार पूरी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टाईप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हो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गई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खुदा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वंदे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आलम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से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दुआगौ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हुं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कि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हमारे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इस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अमल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को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कुबुल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फरमाऐ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और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इमाम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हुसैन</w:t>
      </w:r>
      <w:r w:rsidR="009E2CDB">
        <w:rPr>
          <w:cs/>
          <w:lang w:bidi="hi-IN"/>
        </w:rPr>
        <w:t xml:space="preserve"> (</w:t>
      </w:r>
      <w:r w:rsidR="009E2CDB">
        <w:rPr>
          <w:rFonts w:hint="cs"/>
          <w:cs/>
          <w:lang w:bidi="hi-IN"/>
        </w:rPr>
        <w:t>अ</w:t>
      </w:r>
      <w:r w:rsidR="009E2CDB">
        <w:rPr>
          <w:cs/>
          <w:lang w:bidi="hi-IN"/>
        </w:rPr>
        <w:t xml:space="preserve">.) </w:t>
      </w:r>
      <w:r w:rsidR="009E2CDB">
        <w:rPr>
          <w:rFonts w:hint="cs"/>
          <w:cs/>
          <w:lang w:bidi="hi-IN"/>
        </w:rPr>
        <w:t>फाउनडेशन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को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को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तरक्की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इनायत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फरमाए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कि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जिन्होने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इस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किताब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को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अपनी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साइट</w:t>
      </w:r>
      <w:r w:rsidR="009E2CDB">
        <w:rPr>
          <w:cs/>
          <w:lang w:bidi="hi-IN"/>
        </w:rPr>
        <w:t xml:space="preserve"> (</w:t>
      </w:r>
      <w:r w:rsidR="009E2CDB">
        <w:rPr>
          <w:rFonts w:hint="cs"/>
          <w:cs/>
          <w:lang w:bidi="hi-IN"/>
        </w:rPr>
        <w:t>अलहसनैन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इस्लामी</w:t>
      </w:r>
      <w:r w:rsidR="009E2CD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नेटवर्क</w:t>
      </w:r>
      <w:r w:rsidR="009E2CDB">
        <w:rPr>
          <w:cs/>
          <w:lang w:bidi="hi-IN"/>
        </w:rPr>
        <w:t xml:space="preserve">) </w:t>
      </w:r>
      <w:r w:rsidR="009E2CDB">
        <w:rPr>
          <w:rFonts w:hint="cs"/>
          <w:cs/>
          <w:lang w:bidi="hi-IN"/>
        </w:rPr>
        <w:t>के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लिऐ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टाइप</w:t>
      </w:r>
      <w:r w:rsidR="009E2CDB">
        <w:rPr>
          <w:cs/>
          <w:lang w:bidi="hi-IN"/>
        </w:rPr>
        <w:t xml:space="preserve"> </w:t>
      </w:r>
      <w:r w:rsidR="009E2CDB">
        <w:rPr>
          <w:rFonts w:hint="cs"/>
          <w:cs/>
          <w:lang w:bidi="hi-IN"/>
        </w:rPr>
        <w:t>कराया।</w:t>
      </w:r>
      <w:r w:rsidR="009E2CDB" w:rsidRPr="00FA4AE8">
        <w:rPr>
          <w:cs/>
          <w:lang w:bidi="hi-IN"/>
        </w:rPr>
        <w:t>]]</w:t>
      </w:r>
    </w:p>
    <w:p w:rsidR="00092B00" w:rsidRDefault="00092B00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rFonts w:ascii="Mangal" w:hAnsi="Mangal"/>
          <w:b/>
          <w:bCs/>
          <w:color w:val="000000"/>
          <w:cs/>
          <w:lang w:bidi="hi-IN"/>
        </w:rPr>
        <w:br w:type="page"/>
      </w:r>
    </w:p>
    <w:sdt>
      <w:sdtPr>
        <w:id w:val="12701079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092B00" w:rsidRDefault="00092B00">
          <w:pPr>
            <w:pStyle w:val="TOCHeading"/>
            <w:rPr>
              <w:rFonts w:hint="cs"/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3593415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अर्ज़े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नाशिर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16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मुख़्तसर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गुफ़्तुगू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17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बयाने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हक़ीक़त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18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हासिले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रवायात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19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हमारे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उलमा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फ़ैसला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20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नतीजा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21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ज़िन्दगी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22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क़बीला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सक़ीफ़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23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पिदरे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24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मादरे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25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कारनामा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26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फ़िदाकारी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27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शख़्सियते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28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तारीख़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29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हज़रते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मुस्लिम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कूफ़े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दाख़िला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30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कूफ़े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तरफ़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वापसी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31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शेर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पिंजरे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32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हिजाज़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रवानगी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33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तव्वाबीन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तौबा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34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गिरोहे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तव्वाबीन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35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आग़ाज़े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कार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शुरूआत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36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सौगन्दे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वफ़ादारी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37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आग़ाज़े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शुरूआत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38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नया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क़ैद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ख़ाना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39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मदीना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तरफ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40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मो</w:t>
            </w:r>
            <w:r w:rsidRPr="0080275C">
              <w:rPr>
                <w:rStyle w:val="Hyperlink"/>
                <w:noProof/>
              </w:rPr>
              <w:t>0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हनफ़िया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जवाब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41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सज्जाद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जवाब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42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मुक़ाबला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43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जंग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युध्द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44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पहली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ख़ुशख़बरी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45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आग़ाज़े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इन्तेक़ाम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बदला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लेने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शुरूआत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46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कमीनों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अंजाम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47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हुर्मुला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48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दो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गुनाहगार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49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हकीम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तुफ़ैल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50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अब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शिम्र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क़त्ल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किया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जाता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51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यह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ज़ालिमो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अंजाम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52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कुछ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ख़ताकार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53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अन्जामे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ख़ूली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54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दो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ख़ताकार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55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उमरे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साद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मौत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56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उमरे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साद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बेटा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57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आख़िरी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फतेह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58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बयाने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59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आख़री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जंग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60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जाँबाज़ी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61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हयाते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अबदी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सदैव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ज़िन्दगी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62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सक़फ़ी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क़ातिल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अन्जाम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63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बुज़ुर्ग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उलामा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नज़र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64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तर्जुमा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ज़ियारते</w:t>
            </w:r>
            <w:r w:rsidRPr="0080275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मुख़्तार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593465" w:history="1">
            <w:r w:rsidRPr="0080275C">
              <w:rPr>
                <w:rStyle w:val="Hyperlink"/>
                <w:rFonts w:cs="Mangal" w:hint="cs"/>
                <w:noProof/>
                <w:cs/>
                <w:lang w:bidi="hi-IN"/>
              </w:rPr>
              <w:t>क़ता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_Toc473593465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92B00" w:rsidRDefault="00092B00">
          <w:r>
            <w:fldChar w:fldCharType="end"/>
          </w:r>
        </w:p>
      </w:sdtContent>
    </w:sdt>
    <w:p w:rsidR="00092B00" w:rsidRPr="00F11A1C" w:rsidRDefault="00092B00" w:rsidP="00092B00">
      <w:pPr>
        <w:pStyle w:val="Heading1"/>
      </w:pPr>
    </w:p>
    <w:p w:rsidR="00C60BAA" w:rsidRPr="00A62D76" w:rsidRDefault="00C60BAA" w:rsidP="00A62D76">
      <w:pPr>
        <w:rPr>
          <w:rtl/>
          <w:cs/>
        </w:rPr>
      </w:pPr>
    </w:p>
    <w:sectPr w:rsidR="00C60BAA" w:rsidRPr="00A62D76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D31" w:rsidRDefault="003F6D31" w:rsidP="008B7801">
      <w:pPr>
        <w:spacing w:after="0" w:line="240" w:lineRule="auto"/>
      </w:pPr>
      <w:r>
        <w:separator/>
      </w:r>
    </w:p>
  </w:endnote>
  <w:endnote w:type="continuationSeparator" w:id="0">
    <w:p w:rsidR="003F6D31" w:rsidRDefault="003F6D31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1E1" w:rsidRDefault="0086587B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0821E1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092B00">
      <w:rPr>
        <w:rFonts w:ascii="SutonnyMJ" w:hAnsi="SutonnyMJ" w:cs="SutonnyMJ"/>
        <w:noProof/>
      </w:rPr>
      <w:t>73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D31" w:rsidRDefault="003F6D31" w:rsidP="008B7801">
      <w:pPr>
        <w:spacing w:after="0" w:line="240" w:lineRule="auto"/>
      </w:pPr>
      <w:r>
        <w:separator/>
      </w:r>
    </w:p>
  </w:footnote>
  <w:footnote w:type="continuationSeparator" w:id="0">
    <w:p w:rsidR="003F6D31" w:rsidRDefault="003F6D31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92B00"/>
    <w:rsid w:val="00007817"/>
    <w:rsid w:val="00017F8E"/>
    <w:rsid w:val="00041E80"/>
    <w:rsid w:val="00043999"/>
    <w:rsid w:val="000451DA"/>
    <w:rsid w:val="0007490F"/>
    <w:rsid w:val="000821E1"/>
    <w:rsid w:val="00092B00"/>
    <w:rsid w:val="000A16E2"/>
    <w:rsid w:val="000A787D"/>
    <w:rsid w:val="000D0FC8"/>
    <w:rsid w:val="000D641E"/>
    <w:rsid w:val="000E6001"/>
    <w:rsid w:val="00112743"/>
    <w:rsid w:val="00137658"/>
    <w:rsid w:val="001652D2"/>
    <w:rsid w:val="00166B2A"/>
    <w:rsid w:val="0016774F"/>
    <w:rsid w:val="001829DB"/>
    <w:rsid w:val="001A0CC2"/>
    <w:rsid w:val="001A3437"/>
    <w:rsid w:val="001C49F5"/>
    <w:rsid w:val="001F5D63"/>
    <w:rsid w:val="0020120B"/>
    <w:rsid w:val="00202634"/>
    <w:rsid w:val="00207CEC"/>
    <w:rsid w:val="0021625C"/>
    <w:rsid w:val="00235071"/>
    <w:rsid w:val="00266853"/>
    <w:rsid w:val="00275890"/>
    <w:rsid w:val="00277517"/>
    <w:rsid w:val="00280632"/>
    <w:rsid w:val="0028094A"/>
    <w:rsid w:val="0028663A"/>
    <w:rsid w:val="00292BC3"/>
    <w:rsid w:val="00296130"/>
    <w:rsid w:val="002A5FAC"/>
    <w:rsid w:val="002B6ACF"/>
    <w:rsid w:val="002B709B"/>
    <w:rsid w:val="002C1B77"/>
    <w:rsid w:val="002D15B8"/>
    <w:rsid w:val="002E4766"/>
    <w:rsid w:val="00304CCF"/>
    <w:rsid w:val="003137DA"/>
    <w:rsid w:val="003277AE"/>
    <w:rsid w:val="00327E10"/>
    <w:rsid w:val="00331D48"/>
    <w:rsid w:val="0033697A"/>
    <w:rsid w:val="00376475"/>
    <w:rsid w:val="00385BC7"/>
    <w:rsid w:val="003A1605"/>
    <w:rsid w:val="003A380C"/>
    <w:rsid w:val="003E4BC2"/>
    <w:rsid w:val="003E6793"/>
    <w:rsid w:val="003F6D31"/>
    <w:rsid w:val="00406D51"/>
    <w:rsid w:val="00466FB5"/>
    <w:rsid w:val="00495B54"/>
    <w:rsid w:val="004A56BA"/>
    <w:rsid w:val="004C57A4"/>
    <w:rsid w:val="004D6143"/>
    <w:rsid w:val="004D783B"/>
    <w:rsid w:val="004E1F6D"/>
    <w:rsid w:val="004E6557"/>
    <w:rsid w:val="004E710D"/>
    <w:rsid w:val="00506800"/>
    <w:rsid w:val="0053165C"/>
    <w:rsid w:val="00544132"/>
    <w:rsid w:val="00553605"/>
    <w:rsid w:val="0056112A"/>
    <w:rsid w:val="00580F04"/>
    <w:rsid w:val="00581C01"/>
    <w:rsid w:val="00584195"/>
    <w:rsid w:val="005862E0"/>
    <w:rsid w:val="00593844"/>
    <w:rsid w:val="0059796A"/>
    <w:rsid w:val="005B568F"/>
    <w:rsid w:val="005B7D24"/>
    <w:rsid w:val="005D2D86"/>
    <w:rsid w:val="005D3333"/>
    <w:rsid w:val="005E1043"/>
    <w:rsid w:val="0061174D"/>
    <w:rsid w:val="00641F16"/>
    <w:rsid w:val="00650534"/>
    <w:rsid w:val="00663BEC"/>
    <w:rsid w:val="006746F0"/>
    <w:rsid w:val="006877F6"/>
    <w:rsid w:val="00690232"/>
    <w:rsid w:val="00690B60"/>
    <w:rsid w:val="006A5305"/>
    <w:rsid w:val="006B240B"/>
    <w:rsid w:val="006C230E"/>
    <w:rsid w:val="006D197A"/>
    <w:rsid w:val="006F73E6"/>
    <w:rsid w:val="0070563E"/>
    <w:rsid w:val="00707890"/>
    <w:rsid w:val="0071325E"/>
    <w:rsid w:val="00714388"/>
    <w:rsid w:val="007243F7"/>
    <w:rsid w:val="00733E6E"/>
    <w:rsid w:val="0075520E"/>
    <w:rsid w:val="0076100E"/>
    <w:rsid w:val="007719FE"/>
    <w:rsid w:val="00776659"/>
    <w:rsid w:val="00780F9A"/>
    <w:rsid w:val="007A740B"/>
    <w:rsid w:val="007B649B"/>
    <w:rsid w:val="007C711A"/>
    <w:rsid w:val="007D0C93"/>
    <w:rsid w:val="007E3A6A"/>
    <w:rsid w:val="00840C16"/>
    <w:rsid w:val="008521C9"/>
    <w:rsid w:val="0086587B"/>
    <w:rsid w:val="00870944"/>
    <w:rsid w:val="008715EA"/>
    <w:rsid w:val="00884972"/>
    <w:rsid w:val="008A5A1E"/>
    <w:rsid w:val="008B7801"/>
    <w:rsid w:val="008C77D1"/>
    <w:rsid w:val="008D4279"/>
    <w:rsid w:val="008D4310"/>
    <w:rsid w:val="008D6263"/>
    <w:rsid w:val="008E5C68"/>
    <w:rsid w:val="008E7A39"/>
    <w:rsid w:val="008F0D7B"/>
    <w:rsid w:val="008F3D9F"/>
    <w:rsid w:val="009117EC"/>
    <w:rsid w:val="00932A77"/>
    <w:rsid w:val="00934323"/>
    <w:rsid w:val="0094613E"/>
    <w:rsid w:val="0094696C"/>
    <w:rsid w:val="00961F33"/>
    <w:rsid w:val="00976CDC"/>
    <w:rsid w:val="00991F81"/>
    <w:rsid w:val="00992F23"/>
    <w:rsid w:val="009E2CDB"/>
    <w:rsid w:val="00A069B8"/>
    <w:rsid w:val="00A07514"/>
    <w:rsid w:val="00A07CA6"/>
    <w:rsid w:val="00A2744B"/>
    <w:rsid w:val="00A32F52"/>
    <w:rsid w:val="00A357FF"/>
    <w:rsid w:val="00A455D0"/>
    <w:rsid w:val="00A555DC"/>
    <w:rsid w:val="00A560EA"/>
    <w:rsid w:val="00A62D76"/>
    <w:rsid w:val="00A73C64"/>
    <w:rsid w:val="00A77675"/>
    <w:rsid w:val="00A77932"/>
    <w:rsid w:val="00A82FC6"/>
    <w:rsid w:val="00A9511C"/>
    <w:rsid w:val="00AA7385"/>
    <w:rsid w:val="00AB18E8"/>
    <w:rsid w:val="00AB6543"/>
    <w:rsid w:val="00B12C60"/>
    <w:rsid w:val="00B22407"/>
    <w:rsid w:val="00B3251F"/>
    <w:rsid w:val="00B34C00"/>
    <w:rsid w:val="00B72F9C"/>
    <w:rsid w:val="00BC4A6D"/>
    <w:rsid w:val="00BD2034"/>
    <w:rsid w:val="00BE1409"/>
    <w:rsid w:val="00BE360D"/>
    <w:rsid w:val="00C2470C"/>
    <w:rsid w:val="00C25C33"/>
    <w:rsid w:val="00C303C9"/>
    <w:rsid w:val="00C436E2"/>
    <w:rsid w:val="00C43F9B"/>
    <w:rsid w:val="00C53098"/>
    <w:rsid w:val="00C539D3"/>
    <w:rsid w:val="00C60BAA"/>
    <w:rsid w:val="00C747C4"/>
    <w:rsid w:val="00C966ED"/>
    <w:rsid w:val="00CA0F1B"/>
    <w:rsid w:val="00CB1DE2"/>
    <w:rsid w:val="00CB2CAE"/>
    <w:rsid w:val="00CC48FE"/>
    <w:rsid w:val="00CD6645"/>
    <w:rsid w:val="00CE088A"/>
    <w:rsid w:val="00CE09E4"/>
    <w:rsid w:val="00CE5C16"/>
    <w:rsid w:val="00CF7EA6"/>
    <w:rsid w:val="00D02065"/>
    <w:rsid w:val="00D44DB1"/>
    <w:rsid w:val="00D450D2"/>
    <w:rsid w:val="00D457C0"/>
    <w:rsid w:val="00D7533E"/>
    <w:rsid w:val="00D822B6"/>
    <w:rsid w:val="00D94704"/>
    <w:rsid w:val="00D970EB"/>
    <w:rsid w:val="00DA0646"/>
    <w:rsid w:val="00DA5618"/>
    <w:rsid w:val="00DB0CD5"/>
    <w:rsid w:val="00DD52E9"/>
    <w:rsid w:val="00DD7EF1"/>
    <w:rsid w:val="00DE7D70"/>
    <w:rsid w:val="00DF0DAD"/>
    <w:rsid w:val="00DF1559"/>
    <w:rsid w:val="00E21BCB"/>
    <w:rsid w:val="00E2613F"/>
    <w:rsid w:val="00E30987"/>
    <w:rsid w:val="00E32589"/>
    <w:rsid w:val="00E33510"/>
    <w:rsid w:val="00E35DBB"/>
    <w:rsid w:val="00E400A5"/>
    <w:rsid w:val="00E51F4C"/>
    <w:rsid w:val="00E52113"/>
    <w:rsid w:val="00E61F44"/>
    <w:rsid w:val="00E82A24"/>
    <w:rsid w:val="00E84EB1"/>
    <w:rsid w:val="00E9343A"/>
    <w:rsid w:val="00EA6470"/>
    <w:rsid w:val="00EB08B0"/>
    <w:rsid w:val="00EB1BF3"/>
    <w:rsid w:val="00EC4B61"/>
    <w:rsid w:val="00EC59F9"/>
    <w:rsid w:val="00ED0C42"/>
    <w:rsid w:val="00F0394E"/>
    <w:rsid w:val="00F11A1C"/>
    <w:rsid w:val="00F20557"/>
    <w:rsid w:val="00F2413E"/>
    <w:rsid w:val="00F25523"/>
    <w:rsid w:val="00F25B39"/>
    <w:rsid w:val="00F46E01"/>
    <w:rsid w:val="00F525D6"/>
    <w:rsid w:val="00F5263F"/>
    <w:rsid w:val="00F538E3"/>
    <w:rsid w:val="00F578A8"/>
    <w:rsid w:val="00F82475"/>
    <w:rsid w:val="00F860D8"/>
    <w:rsid w:val="00F91E16"/>
    <w:rsid w:val="00FA2BBB"/>
    <w:rsid w:val="00FB3623"/>
    <w:rsid w:val="00FD2E0A"/>
    <w:rsid w:val="00FF4EDF"/>
    <w:rsid w:val="00FF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CD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714388"/>
    <w:pPr>
      <w:outlineLvl w:val="3"/>
    </w:pPr>
    <w:rPr>
      <w:lang w:bidi="hi-IN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714388"/>
    <w:rPr>
      <w:rFonts w:ascii="Mangal" w:hAnsi="Mangal" w:cs="Mangal"/>
      <w:color w:val="000000"/>
      <w:sz w:val="28"/>
      <w:szCs w:val="28"/>
      <w:lang w:bidi="hi-IN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libItalic">
    <w:name w:val="libItalic"/>
    <w:basedOn w:val="libNormal"/>
    <w:link w:val="libItalicChar"/>
    <w:rsid w:val="009E2CDB"/>
    <w:rPr>
      <w:i/>
      <w:iCs/>
    </w:rPr>
  </w:style>
  <w:style w:type="character" w:customStyle="1" w:styleId="libItalicChar">
    <w:name w:val="libItalic Char"/>
    <w:link w:val="libItalic"/>
    <w:rsid w:val="009E2CDB"/>
    <w:rPr>
      <w:rFonts w:ascii="Mangal" w:hAnsi="Mangal" w:cs="Mangal"/>
      <w:i/>
      <w:iCs/>
      <w:color w:val="000000"/>
      <w:sz w:val="28"/>
      <w:szCs w:val="28"/>
    </w:rPr>
  </w:style>
  <w:style w:type="paragraph" w:customStyle="1" w:styleId="libUnderline">
    <w:name w:val="libUnderline"/>
    <w:basedOn w:val="libNormal"/>
    <w:link w:val="libUnderlineChar"/>
    <w:rsid w:val="009E2CDB"/>
    <w:rPr>
      <w:u w:val="single"/>
    </w:rPr>
  </w:style>
  <w:style w:type="character" w:customStyle="1" w:styleId="libUnderlineChar">
    <w:name w:val="libUnderline Char"/>
    <w:link w:val="libUnderline"/>
    <w:rsid w:val="009E2CDB"/>
    <w:rPr>
      <w:rFonts w:ascii="Mangal" w:hAnsi="Mangal" w:cs="Mangal"/>
      <w:color w:val="000000"/>
      <w:sz w:val="28"/>
      <w:szCs w:val="28"/>
      <w:u w:val="single"/>
    </w:rPr>
  </w:style>
  <w:style w:type="paragraph" w:customStyle="1" w:styleId="libUnderlineBold">
    <w:name w:val="libUnderlineBold"/>
    <w:basedOn w:val="libUnderline"/>
    <w:link w:val="libUnderlineBoldChar"/>
    <w:rsid w:val="009E2CDB"/>
    <w:rPr>
      <w:b/>
      <w:bCs/>
    </w:rPr>
  </w:style>
  <w:style w:type="character" w:customStyle="1" w:styleId="libUnderlineBoldChar">
    <w:name w:val="libUnderlineBold Char"/>
    <w:link w:val="libUnderlineBold"/>
    <w:rsid w:val="009E2CDB"/>
    <w:rPr>
      <w:rFonts w:ascii="Mangal" w:hAnsi="Mangal" w:cs="Mangal"/>
      <w:b/>
      <w:bCs/>
      <w:color w:val="000000"/>
      <w:sz w:val="28"/>
      <w:szCs w:val="28"/>
      <w:u w:val="single"/>
    </w:rPr>
  </w:style>
  <w:style w:type="paragraph" w:customStyle="1" w:styleId="libUnderlineItalic">
    <w:name w:val="libUnderlineItalic"/>
    <w:basedOn w:val="libUnderline"/>
    <w:link w:val="libUnderlineItalicChar"/>
    <w:rsid w:val="009E2CDB"/>
    <w:rPr>
      <w:i/>
      <w:iCs/>
    </w:rPr>
  </w:style>
  <w:style w:type="character" w:customStyle="1" w:styleId="libUnderlineItalicChar">
    <w:name w:val="libUnderlineItalic Char"/>
    <w:link w:val="libUnderlineItalic"/>
    <w:rsid w:val="009E2CDB"/>
    <w:rPr>
      <w:rFonts w:ascii="Mangal" w:hAnsi="Mangal" w:cs="Mangal"/>
      <w:i/>
      <w:iCs/>
      <w:color w:val="000000"/>
      <w:sz w:val="28"/>
      <w:szCs w:val="28"/>
      <w:u w:val="single"/>
    </w:rPr>
  </w:style>
  <w:style w:type="paragraph" w:customStyle="1" w:styleId="libUnderlineBoldItalic">
    <w:name w:val="libUnderlineBoldItalic"/>
    <w:basedOn w:val="libNormal"/>
    <w:link w:val="libUnderlineBoldItalicChar"/>
    <w:rsid w:val="009E2CDB"/>
    <w:rPr>
      <w:b/>
      <w:bCs/>
      <w:i/>
      <w:iCs/>
      <w:u w:val="single"/>
    </w:rPr>
  </w:style>
  <w:style w:type="character" w:customStyle="1" w:styleId="libUnderlineBoldItalicChar">
    <w:name w:val="libUnderlineBoldItalic Char"/>
    <w:link w:val="libUnderlineBoldItalic"/>
    <w:rsid w:val="009E2CDB"/>
    <w:rPr>
      <w:rFonts w:ascii="Mangal" w:hAnsi="Mangal" w:cs="Mangal"/>
      <w:b/>
      <w:bCs/>
      <w:i/>
      <w:iCs/>
      <w:color w:val="000000"/>
      <w:sz w:val="28"/>
      <w:szCs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qavi\Desktop\templet_hind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79D4C-4FE3-4735-B65A-36579605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templet_hindi</Template>
  <TotalTime>15</TotalTime>
  <Pages>76</Pages>
  <Words>11540</Words>
  <Characters>65780</Characters>
  <Application>Microsoft Office Word</Application>
  <DocSecurity>0</DocSecurity>
  <Lines>548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77166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2016-11-21T11:54:00Z</cp:lastPrinted>
  <dcterms:created xsi:type="dcterms:W3CDTF">2017-01-30T22:50:00Z</dcterms:created>
  <dcterms:modified xsi:type="dcterms:W3CDTF">2017-01-30T23:06:00Z</dcterms:modified>
</cp:coreProperties>
</file>