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58" w:rsidRDefault="0028094A" w:rsidP="0028094A">
      <w:pPr>
        <w:pStyle w:val="Heading1Center"/>
        <w:rPr>
          <w:lang w:bidi="ar-SA"/>
        </w:rPr>
      </w:pPr>
      <w:bookmarkStart w:id="0" w:name="_Toc442266445"/>
      <w:r w:rsidRPr="0028094A">
        <w:rPr>
          <w:rFonts w:hint="cs"/>
          <w:cs/>
          <w:lang w:bidi="hi-IN"/>
        </w:rPr>
        <w:t>हज़रत</w:t>
      </w:r>
      <w:r w:rsidRPr="0028094A">
        <w:rPr>
          <w:cs/>
          <w:lang w:bidi="hi-IN"/>
        </w:rPr>
        <w:t xml:space="preserve"> </w:t>
      </w:r>
      <w:r w:rsidRPr="0028094A">
        <w:rPr>
          <w:rFonts w:hint="cs"/>
          <w:cs/>
          <w:lang w:bidi="hi-IN"/>
        </w:rPr>
        <w:t>आयशा</w:t>
      </w:r>
      <w:r w:rsidRPr="0028094A">
        <w:rPr>
          <w:cs/>
          <w:lang w:bidi="hi-IN"/>
        </w:rPr>
        <w:t xml:space="preserve"> </w:t>
      </w:r>
      <w:r w:rsidRPr="0028094A">
        <w:rPr>
          <w:rFonts w:hint="cs"/>
          <w:cs/>
          <w:lang w:bidi="hi-IN"/>
        </w:rPr>
        <w:t>की</w:t>
      </w:r>
      <w:r w:rsidRPr="0028094A">
        <w:rPr>
          <w:cs/>
          <w:lang w:bidi="hi-IN"/>
        </w:rPr>
        <w:t xml:space="preserve"> </w:t>
      </w:r>
      <w:r w:rsidRPr="0028094A">
        <w:rPr>
          <w:rFonts w:hint="cs"/>
          <w:cs/>
          <w:lang w:bidi="hi-IN"/>
        </w:rPr>
        <w:t>तारीख़ी</w:t>
      </w:r>
      <w:r w:rsidRPr="0028094A">
        <w:rPr>
          <w:cs/>
          <w:lang w:bidi="hi-IN"/>
        </w:rPr>
        <w:t xml:space="preserve"> </w:t>
      </w:r>
      <w:r w:rsidRPr="0028094A">
        <w:rPr>
          <w:rFonts w:hint="cs"/>
          <w:cs/>
          <w:lang w:bidi="hi-IN"/>
        </w:rPr>
        <w:t>हैसियत</w:t>
      </w:r>
      <w:bookmarkEnd w:id="0"/>
    </w:p>
    <w:p w:rsidR="00137658" w:rsidRDefault="00137658" w:rsidP="00137658">
      <w:pPr>
        <w:pStyle w:val="libCenter"/>
      </w:pPr>
      <w:r>
        <w:rPr>
          <w:rFonts w:hint="cs"/>
          <w:cs/>
          <w:lang w:bidi="hi-IN"/>
        </w:rPr>
        <w:t>लेखकः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काज़मी</w:t>
      </w:r>
    </w:p>
    <w:p w:rsidR="00137658" w:rsidRDefault="00137658" w:rsidP="00137658">
      <w:pPr>
        <w:pStyle w:val="libCenter"/>
      </w:pPr>
      <w:r>
        <w:rPr>
          <w:rFonts w:hint="cs"/>
          <w:cs/>
          <w:lang w:bidi="hi-IN"/>
        </w:rPr>
        <w:t>तर्जुमाः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इलाहाबादी</w:t>
      </w:r>
    </w:p>
    <w:p w:rsidR="00137658" w:rsidRDefault="00137658" w:rsidP="00137658">
      <w:pPr>
        <w:pStyle w:val="libCenterBold1"/>
      </w:pP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</w:p>
    <w:p w:rsidR="00137658" w:rsidRPr="006C230E" w:rsidRDefault="00137658" w:rsidP="006C230E">
      <w:pPr>
        <w:rPr>
          <w:rtl/>
          <w:cs/>
        </w:rPr>
      </w:pPr>
      <w:r>
        <w:rPr>
          <w:cs/>
          <w:lang w:bidi="hi-IN"/>
        </w:rPr>
        <w:br w:type="page"/>
      </w:r>
    </w:p>
    <w:p w:rsidR="00137658" w:rsidRDefault="00137658" w:rsidP="0028094A">
      <w:pPr>
        <w:pStyle w:val="Heading1Center"/>
      </w:pPr>
      <w:bookmarkStart w:id="1" w:name="_Toc442215691"/>
      <w:bookmarkStart w:id="2" w:name="_Toc442266446"/>
      <w:r>
        <w:rPr>
          <w:rFonts w:hint="cs"/>
          <w:cs/>
          <w:lang w:bidi="hi-IN"/>
        </w:rPr>
        <w:lastRenderedPageBreak/>
        <w:t>इन्तेसाब</w:t>
      </w:r>
      <w:bookmarkEnd w:id="1"/>
      <w:bookmarkEnd w:id="2"/>
    </w:p>
    <w:p w:rsidR="00137658" w:rsidRDefault="00137658" w:rsidP="00495B54">
      <w:pPr>
        <w:pStyle w:val="libCenterTitr"/>
      </w:pP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137658" w:rsidRDefault="00137658" w:rsidP="00495B54">
      <w:pPr>
        <w:pStyle w:val="libCenterTitr"/>
      </w:pPr>
      <w:r>
        <w:t>-</w:t>
      </w: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काज़मी</w:t>
      </w:r>
    </w:p>
    <w:p w:rsidR="00137658" w:rsidRPr="006C230E" w:rsidRDefault="00137658" w:rsidP="006C230E">
      <w:pPr>
        <w:rPr>
          <w:rtl/>
          <w:cs/>
        </w:rPr>
      </w:pPr>
      <w:r>
        <w:rPr>
          <w:cs/>
          <w:lang w:bidi="hi-IN"/>
        </w:rPr>
        <w:br w:type="page"/>
      </w:r>
    </w:p>
    <w:p w:rsidR="00137658" w:rsidRDefault="00137658" w:rsidP="00137658">
      <w:pPr>
        <w:pStyle w:val="Heading1"/>
      </w:pPr>
      <w:bookmarkStart w:id="3" w:name="_Toc442215692"/>
      <w:bookmarkStart w:id="4" w:name="_Toc442266447"/>
      <w:r>
        <w:rPr>
          <w:rFonts w:hint="cs"/>
          <w:cs/>
          <w:lang w:bidi="hi-IN"/>
        </w:rPr>
        <w:lastRenderedPageBreak/>
        <w:t>हर्फ़े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आग़ाज़ः</w:t>
      </w:r>
      <w:bookmarkEnd w:id="3"/>
      <w:bookmarkEnd w:id="4"/>
    </w:p>
    <w:p w:rsidR="00137658" w:rsidRDefault="00137658" w:rsidP="00137658">
      <w:pPr>
        <w:pStyle w:val="libBold1"/>
      </w:pPr>
      <w:r>
        <w:rPr>
          <w:rFonts w:hint="cs"/>
          <w:cs/>
          <w:lang w:bidi="hi-IN"/>
        </w:rPr>
        <w:t>हुज्जतुल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  <w:r>
        <w:rPr>
          <w:cs/>
          <w:lang w:bidi="hi-IN"/>
        </w:rPr>
        <w:t xml:space="preserve"> </w:t>
      </w:r>
    </w:p>
    <w:p w:rsidR="00137658" w:rsidRDefault="00137658" w:rsidP="00137658">
      <w:pPr>
        <w:pStyle w:val="libBold1"/>
      </w:pPr>
      <w:r>
        <w:rPr>
          <w:rFonts w:hint="cs"/>
          <w:cs/>
          <w:lang w:bidi="hi-IN"/>
        </w:rPr>
        <w:t>सेक्रेट्रीः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ट्रस्ट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लखनऊ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उम्मलुम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तलव्वुन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अज़्दवाजी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चिड़चिड़ापन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हादिसाना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शद्दोमद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अक़वाल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तलव्वुन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?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चराग़पा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चिड़चिड़ेपन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हौदज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अम्मां</w:t>
      </w:r>
      <w:r>
        <w:t xml:space="preserve">,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बारबर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मुहक़िक़्क़े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लफ़्फ़ाज़ी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ठोस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अलमुर्तज़ा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अलख़ुलफ़ा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अलखुलफ़ा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 w:rsidR="007E3976">
        <w:rPr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इत्तिहादे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मुसन्नेफ़ीन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हक़ाइक़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तबातबाई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कारेनुमायां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वस्सलामः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ज़ाहिद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इदाराए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लखनऊ</w:t>
      </w:r>
    </w:p>
    <w:p w:rsidR="00137658" w:rsidRDefault="00137658" w:rsidP="00137658">
      <w:pPr>
        <w:pStyle w:val="libNormal"/>
      </w:pPr>
      <w:r>
        <w:t xml:space="preserve"> </w:t>
      </w:r>
    </w:p>
    <w:p w:rsidR="00137658" w:rsidRDefault="00137658" w:rsidP="00495B54">
      <w:pPr>
        <w:pStyle w:val="Heading1"/>
      </w:pPr>
      <w:r>
        <w:rPr>
          <w:cs/>
          <w:lang w:bidi="hi-IN"/>
        </w:rPr>
        <w:br w:type="page"/>
      </w:r>
      <w:bookmarkStart w:id="5" w:name="_Toc442215693"/>
      <w:bookmarkStart w:id="6" w:name="_Toc442266448"/>
      <w:r>
        <w:rPr>
          <w:rFonts w:hint="cs"/>
          <w:cs/>
          <w:lang w:bidi="hi-IN"/>
        </w:rPr>
        <w:lastRenderedPageBreak/>
        <w:t>अर्ज़े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मुअल्लिफ़</w:t>
      </w:r>
      <w:bookmarkEnd w:id="5"/>
      <w:bookmarkEnd w:id="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डा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नवाब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वुस्अतें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इनफ़िरादी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इजतिमाई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..................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इनफ़िरादी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इजतिमाई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नासाज़गार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t xml:space="preserve">,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चिंगारी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लग़ज़िश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बरादिराने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मुसतहकम</w:t>
      </w:r>
      <w:r>
        <w:t xml:space="preserve">, </w:t>
      </w:r>
      <w:r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हक़ाइक़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अलख़ुलफ़ा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अलख़ुलफ़ा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137658" w:rsidRDefault="00137658" w:rsidP="005D1733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मम्नूनों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दरख़्वास्त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गेरांक़द्र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मोइनों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मुतशक्किर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एच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अदमेसेहत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ख़ुदावन्दे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काज़मी</w:t>
      </w:r>
    </w:p>
    <w:p w:rsidR="00137658" w:rsidRDefault="00137658" w:rsidP="00137658">
      <w:pPr>
        <w:pStyle w:val="libNormal"/>
      </w:pPr>
      <w:r>
        <w:lastRenderedPageBreak/>
        <w:t xml:space="preserve">7. </w:t>
      </w:r>
      <w:r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t>1416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(</w:t>
      </w:r>
      <w:r>
        <w:t>1995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t xml:space="preserve">0) </w:t>
      </w:r>
      <w:r>
        <w:rPr>
          <w:rFonts w:hint="cs"/>
          <w:cs/>
          <w:lang w:bidi="hi-IN"/>
        </w:rPr>
        <w:t>लखनऊ।</w:t>
      </w:r>
    </w:p>
    <w:p w:rsidR="00137658" w:rsidRDefault="00DA0646" w:rsidP="00DA0646">
      <w:pPr>
        <w:pStyle w:val="Heading1Center"/>
        <w:rPr>
          <w:lang w:bidi="ar-SA"/>
        </w:rPr>
      </w:pPr>
      <w:bookmarkStart w:id="7" w:name="_Toc442215694"/>
      <w:r>
        <w:rPr>
          <w:cs/>
          <w:lang w:bidi="hi-IN"/>
        </w:rPr>
        <w:br w:type="page"/>
      </w:r>
      <w:bookmarkStart w:id="8" w:name="_Toc442266449"/>
      <w:r w:rsidR="00137658">
        <w:rPr>
          <w:rFonts w:hint="cs"/>
          <w:cs/>
          <w:lang w:bidi="hi-IN"/>
        </w:rPr>
        <w:lastRenderedPageBreak/>
        <w:t>हज़रत</w:t>
      </w:r>
      <w:r w:rsidR="00137658">
        <w:rPr>
          <w:rtl/>
          <w:cs/>
        </w:rPr>
        <w:t xml:space="preserve"> </w:t>
      </w:r>
      <w:r w:rsidR="00137658">
        <w:rPr>
          <w:rFonts w:hint="cs"/>
          <w:cs/>
          <w:lang w:bidi="hi-IN"/>
        </w:rPr>
        <w:t>आयशा</w:t>
      </w:r>
      <w:bookmarkEnd w:id="7"/>
      <w:bookmarkEnd w:id="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अहादीस</w:t>
      </w:r>
      <w:r>
        <w:t xml:space="preserve">,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पुरअसरार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तअर्रूफ़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( </w:t>
      </w:r>
      <w:r>
        <w:rPr>
          <w:rFonts w:hint="cs"/>
          <w:cs/>
          <w:lang w:bidi="hi-IN"/>
        </w:rPr>
        <w:t>हजऱत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तलव्वुन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</w:t>
      </w:r>
      <w:r>
        <w:t xml:space="preserve">, </w:t>
      </w:r>
      <w:r>
        <w:rPr>
          <w:rFonts w:hint="cs"/>
          <w:cs/>
          <w:lang w:bidi="hi-IN"/>
        </w:rPr>
        <w:t>हसद</w:t>
      </w:r>
      <w:r>
        <w:t xml:space="preserve">, </w:t>
      </w:r>
      <w:r>
        <w:rPr>
          <w:rFonts w:hint="cs"/>
          <w:cs/>
          <w:lang w:bidi="hi-IN"/>
        </w:rPr>
        <w:t>जलन</w:t>
      </w:r>
      <w:r>
        <w:t xml:space="preserve">, </w:t>
      </w:r>
      <w:r>
        <w:rPr>
          <w:rFonts w:hint="cs"/>
          <w:cs/>
          <w:lang w:bidi="hi-IN"/>
        </w:rPr>
        <w:t>नफ़रत</w:t>
      </w:r>
      <w:r>
        <w:t xml:space="preserve">, </w:t>
      </w:r>
      <w:r>
        <w:rPr>
          <w:rFonts w:hint="cs"/>
          <w:cs/>
          <w:lang w:bidi="hi-IN"/>
        </w:rPr>
        <w:t>अदावत</w:t>
      </w:r>
      <w:r>
        <w:t xml:space="preserve">, </w:t>
      </w:r>
      <w:r>
        <w:rPr>
          <w:rFonts w:hint="cs"/>
          <w:cs/>
          <w:lang w:bidi="hi-IN"/>
        </w:rPr>
        <w:t>ख़ुसूमत</w:t>
      </w:r>
      <w:r>
        <w:t xml:space="preserve">, </w:t>
      </w:r>
      <w:r>
        <w:rPr>
          <w:rFonts w:hint="cs"/>
          <w:cs/>
          <w:lang w:bidi="hi-IN"/>
        </w:rPr>
        <w:t>शरारत</w:t>
      </w:r>
      <w:r>
        <w:t xml:space="preserve">, </w:t>
      </w:r>
      <w:r>
        <w:rPr>
          <w:rFonts w:hint="cs"/>
          <w:cs/>
          <w:lang w:bidi="hi-IN"/>
        </w:rPr>
        <w:t>ग़ीबत</w:t>
      </w:r>
      <w:r>
        <w:t xml:space="preserve">, </w:t>
      </w:r>
      <w:r>
        <w:rPr>
          <w:rFonts w:hint="cs"/>
          <w:cs/>
          <w:lang w:bidi="hi-IN"/>
        </w:rPr>
        <w:t>ऐबजुई</w:t>
      </w:r>
      <w:r>
        <w:t xml:space="preserve">, </w:t>
      </w:r>
      <w:r>
        <w:rPr>
          <w:rFonts w:hint="cs"/>
          <w:cs/>
          <w:lang w:bidi="hi-IN"/>
        </w:rPr>
        <w:t>चुग़लख़ोरी</w:t>
      </w:r>
      <w:r>
        <w:t xml:space="preserve">, </w:t>
      </w:r>
      <w:r>
        <w:rPr>
          <w:rFonts w:hint="cs"/>
          <w:cs/>
          <w:lang w:bidi="hi-IN"/>
        </w:rPr>
        <w:t>हठधर्मी</w:t>
      </w:r>
      <w:r>
        <w:t xml:space="preserve">, </w:t>
      </w:r>
      <w:r>
        <w:rPr>
          <w:rFonts w:hint="cs"/>
          <w:cs/>
          <w:lang w:bidi="hi-IN"/>
        </w:rPr>
        <w:t>ख़ुदपरस्ती</w:t>
      </w:r>
      <w:r>
        <w:t xml:space="preserve">, </w:t>
      </w:r>
      <w:r>
        <w:rPr>
          <w:rFonts w:hint="cs"/>
          <w:cs/>
          <w:lang w:bidi="hi-IN"/>
        </w:rPr>
        <w:t>कीनापरवरी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सरफ़राज़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इरफ़ाने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t xml:space="preserve">,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जसारतों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>(</w:t>
      </w:r>
      <w:r>
        <w:t>2)  (</w:t>
      </w:r>
      <w:r>
        <w:rPr>
          <w:rFonts w:hint="cs"/>
          <w:cs/>
          <w:lang w:bidi="hi-IN"/>
        </w:rPr>
        <w:t>मआज़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>)</w:t>
      </w:r>
    </w:p>
    <w:p w:rsidR="00137658" w:rsidRDefault="00137658" w:rsidP="00DA0646">
      <w:pPr>
        <w:pStyle w:val="libFootnoteAie"/>
      </w:pPr>
      <w:r>
        <w:lastRenderedPageBreak/>
        <w:t xml:space="preserve">1.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158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अहयाउल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ग़ेज़ालीः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29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t xml:space="preserve">,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कशमकश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मुईनो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कर्बनाक</w:t>
      </w:r>
      <w:r>
        <w:t xml:space="preserve">,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चटाई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? (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-</w:t>
      </w:r>
      <w:r>
        <w:t>1)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अलाहिदा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अहज़ाब</w:t>
      </w:r>
      <w:r>
        <w:rPr>
          <w:cs/>
          <w:lang w:bidi="hi-IN"/>
        </w:rPr>
        <w:t xml:space="preserve"> </w:t>
      </w:r>
      <w:r>
        <w:t>– 50)</w:t>
      </w:r>
    </w:p>
    <w:p w:rsidR="00137658" w:rsidRDefault="00137658" w:rsidP="00DA0646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105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मुआलेमुत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तनज़ील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909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194-95</w:t>
      </w:r>
    </w:p>
    <w:p w:rsidR="00137658" w:rsidRDefault="00137658" w:rsidP="00DA0646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शराअ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159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उठीं</w:t>
      </w:r>
      <w:r>
        <w:t xml:space="preserve">,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ताजील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t xml:space="preserve">, </w:t>
      </w:r>
      <w:r>
        <w:rPr>
          <w:rFonts w:hint="cs"/>
          <w:cs/>
          <w:lang w:bidi="hi-IN"/>
        </w:rPr>
        <w:t>मलाइक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मुईनो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-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तम्बीह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वार्निंग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करूगां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</w:t>
      </w:r>
      <w:r>
        <w:t xml:space="preserve">, </w:t>
      </w:r>
      <w:r>
        <w:rPr>
          <w:rFonts w:hint="cs"/>
          <w:cs/>
          <w:lang w:bidi="hi-IN"/>
        </w:rPr>
        <w:t>मुतीअ</w:t>
      </w:r>
      <w:r>
        <w:t xml:space="preserve">, </w:t>
      </w:r>
      <w:r>
        <w:rPr>
          <w:rFonts w:hint="cs"/>
          <w:cs/>
          <w:lang w:bidi="hi-IN"/>
        </w:rPr>
        <w:t>इबादतगुज़ार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>(</w:t>
      </w:r>
      <w:r>
        <w:t xml:space="preserve">2)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आख़िरूज़्ज़िक्र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मोआशरे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बदरजहा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t xml:space="preserve">, </w:t>
      </w:r>
      <w:r>
        <w:rPr>
          <w:rFonts w:hint="cs"/>
          <w:cs/>
          <w:lang w:bidi="hi-IN"/>
        </w:rPr>
        <w:t>हसीनो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</w:t>
      </w:r>
      <w:r>
        <w:t xml:space="preserve">, </w:t>
      </w:r>
      <w:r>
        <w:rPr>
          <w:rFonts w:hint="cs"/>
          <w:cs/>
          <w:lang w:bidi="hi-IN"/>
        </w:rPr>
        <w:t>मुतीअ</w:t>
      </w:r>
      <w:r>
        <w:t xml:space="preserve">, </w:t>
      </w:r>
      <w:r>
        <w:rPr>
          <w:rFonts w:hint="cs"/>
          <w:cs/>
          <w:lang w:bidi="hi-IN"/>
        </w:rPr>
        <w:t>फ़रमाबरदार</w:t>
      </w:r>
      <w:r>
        <w:t xml:space="preserve">, </w:t>
      </w:r>
      <w:r>
        <w:rPr>
          <w:rFonts w:hint="cs"/>
          <w:cs/>
          <w:lang w:bidi="hi-IN"/>
        </w:rPr>
        <w:t>इबादतगुज़ार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मुत्तसिफ़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DA0646">
      <w:pPr>
        <w:pStyle w:val="libFootnoteAie"/>
      </w:pPr>
      <w:r>
        <w:lastRenderedPageBreak/>
        <w:t>1.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128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69-71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</w:t>
      </w:r>
      <w:r>
        <w:t>– 10)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दग़ाबाज़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मुतीअ</w:t>
      </w:r>
      <w:r>
        <w:t xml:space="preserve">, </w:t>
      </w:r>
      <w:r>
        <w:rPr>
          <w:rFonts w:hint="cs"/>
          <w:cs/>
          <w:lang w:bidi="hi-IN"/>
        </w:rPr>
        <w:t>फ़रमाबरदार</w:t>
      </w:r>
      <w:r>
        <w:t xml:space="preserve">, </w:t>
      </w:r>
      <w:r>
        <w:rPr>
          <w:rFonts w:hint="cs"/>
          <w:cs/>
          <w:lang w:bidi="hi-IN"/>
        </w:rPr>
        <w:t>मोमिना</w:t>
      </w:r>
      <w:r>
        <w:t xml:space="preserve">, </w:t>
      </w:r>
      <w:r>
        <w:rPr>
          <w:rFonts w:hint="cs"/>
          <w:cs/>
          <w:lang w:bidi="hi-IN"/>
        </w:rPr>
        <w:t>इताअतगुज़ार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फ़रमाबरदारों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-</w:t>
      </w:r>
      <w:r>
        <w:t>12)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तहरीमः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 </w:t>
      </w:r>
      <w:r>
        <w:t>11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...........................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मोमिना</w:t>
      </w:r>
      <w:r>
        <w:t xml:space="preserve">, </w:t>
      </w:r>
      <w:r>
        <w:rPr>
          <w:rFonts w:hint="cs"/>
          <w:cs/>
          <w:lang w:bidi="hi-IN"/>
        </w:rPr>
        <w:t>सालिहा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तशफ़्फ़ी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तौबतुन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अज़्दवाजी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काएनात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शहज़ादिए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पच्चीस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.........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बाविक़ार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वफ़ादारो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पन्द्रह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मसलिहते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सहूलियतों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अज़्दवाजी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इर्तिकाई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जिद्दोजहद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सरबलन्द</w:t>
      </w:r>
      <w:r>
        <w:t xml:space="preserve">,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t xml:space="preserve">,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कनीज़ों</w:t>
      </w:r>
      <w:r>
        <w:t xml:space="preserve">, </w:t>
      </w:r>
      <w:r>
        <w:rPr>
          <w:rFonts w:hint="cs"/>
          <w:cs/>
          <w:lang w:bidi="hi-IN"/>
        </w:rPr>
        <w:t>लावारिस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बेवाओं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अज़्दवाजी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तक़द्दुस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इतमिनान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राहत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महरहूमा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ख़ुल्के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मकारमे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t xml:space="preserve">, </w:t>
      </w:r>
      <w:r>
        <w:rPr>
          <w:rFonts w:hint="cs"/>
          <w:cs/>
          <w:lang w:bidi="hi-IN"/>
        </w:rPr>
        <w:t>सच्ची</w:t>
      </w:r>
      <w:r>
        <w:t xml:space="preserve">, </w:t>
      </w:r>
      <w:r>
        <w:rPr>
          <w:rFonts w:hint="cs"/>
          <w:cs/>
          <w:lang w:bidi="hi-IN"/>
        </w:rPr>
        <w:t>पुरख़ुलूस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ग़ैरेफ़ानी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क़ुरबानी</w:t>
      </w:r>
      <w:r>
        <w:t xml:space="preserve">, </w:t>
      </w:r>
      <w:r>
        <w:rPr>
          <w:rFonts w:hint="cs"/>
          <w:cs/>
          <w:lang w:bidi="hi-IN"/>
        </w:rPr>
        <w:t>अताअतों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फ़रमाबरदारी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पच्चीस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रिफ़ाक़त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पन्द्रह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किताबुन्निसा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t xml:space="preserve">,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मनाक़िबे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गोसफ़न्द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मनाकिबे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..............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210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मुतग़य्यर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झुठला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मालोज़र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माख़ज़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अक़ीदतमन्दाने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तानाज़नी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137658" w:rsidRDefault="00137658" w:rsidP="00DA0646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150 – 154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तल्हा।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मनद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117, </w:t>
      </w:r>
      <w:r>
        <w:rPr>
          <w:rFonts w:hint="cs"/>
          <w:cs/>
          <w:lang w:bidi="hi-IN"/>
        </w:rPr>
        <w:t>तिर्मिज़ीः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247, </w:t>
      </w:r>
      <w:r>
        <w:rPr>
          <w:rFonts w:hint="cs"/>
          <w:cs/>
          <w:lang w:bidi="hi-IN"/>
        </w:rPr>
        <w:t>सुन्न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315.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177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36 – 195,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138, </w:t>
      </w:r>
      <w:r>
        <w:rPr>
          <w:rFonts w:hint="cs"/>
          <w:cs/>
          <w:lang w:bidi="hi-IN"/>
        </w:rPr>
        <w:t>कन्ज़ुल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224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रब्तेकलाम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मुलाहिज़ा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एतिमाद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मुग़ाफ़ीर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नाआशना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ताअल्लुक़</w:t>
      </w:r>
      <w:r>
        <w:t xml:space="preserve">?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मक़्खियों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t xml:space="preserve">    *</w:t>
      </w:r>
      <w:r>
        <w:rPr>
          <w:rFonts w:hint="cs"/>
          <w:cs/>
          <w:lang w:bidi="hi-IN"/>
        </w:rPr>
        <w:t>मुग़ाफ़िर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बदबूदार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क़ब्तिया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शबख़्वाबी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ज्वालामुखी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t xml:space="preserve">?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..............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ग़जब</w:t>
      </w:r>
      <w:r>
        <w:rPr>
          <w:cs/>
          <w:lang w:bidi="hi-IN"/>
        </w:rPr>
        <w:t xml:space="preserve">...........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अन्धेरे</w:t>
      </w:r>
      <w:r>
        <w:rPr>
          <w:cs/>
          <w:lang w:bidi="hi-IN"/>
        </w:rPr>
        <w:t xml:space="preserve">.............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t xml:space="preserve">,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t xml:space="preserve">,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लौंडी।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दुर्रे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239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देखूंगी।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फूटे</w:t>
      </w:r>
      <w:r>
        <w:rPr>
          <w:cs/>
          <w:lang w:bidi="hi-IN"/>
        </w:rPr>
        <w:t xml:space="preserve">........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लेतीं</w:t>
      </w:r>
      <w:r>
        <w:t xml:space="preserve">,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खलबली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चुग़ली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अफ़शाए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एआनत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सालेहुलमोमिनीन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ख़मीसः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135,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231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138, </w:t>
      </w:r>
      <w:r>
        <w:rPr>
          <w:rFonts w:hint="cs"/>
          <w:cs/>
          <w:lang w:bidi="hi-IN"/>
        </w:rPr>
        <w:t>मुस्लिमः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330, </w:t>
      </w:r>
      <w:r>
        <w:rPr>
          <w:rFonts w:hint="cs"/>
          <w:cs/>
          <w:lang w:bidi="hi-IN"/>
        </w:rPr>
        <w:t>मिश्कात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तलाक़ः</w:t>
      </w:r>
      <w:r>
        <w:rPr>
          <w:cs/>
          <w:lang w:bidi="hi-IN"/>
        </w:rPr>
        <w:t xml:space="preserve">- </w:t>
      </w:r>
      <w:r>
        <w:t xml:space="preserve">285,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230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.........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गुरूरो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.........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t xml:space="preserve">?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फ़टकारते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t xml:space="preserve">,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ग़ुरूरो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.......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बदनसीबी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नावाकिफ़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मुसनद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487, </w:t>
      </w:r>
      <w:r>
        <w:rPr>
          <w:rFonts w:hint="cs"/>
          <w:cs/>
          <w:lang w:bidi="hi-IN"/>
        </w:rPr>
        <w:t>मुआलेमुल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तन्ज़ीलः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165,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163, 171, </w:t>
      </w:r>
      <w:r>
        <w:rPr>
          <w:rFonts w:hint="cs"/>
          <w:cs/>
          <w:lang w:bidi="hi-IN"/>
        </w:rPr>
        <w:t>मदारिजुन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नुबुव्वतः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605.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बबुर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राजुलः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785</w:t>
      </w:r>
    </w:p>
    <w:p w:rsidR="00137658" w:rsidRDefault="00137658" w:rsidP="00DA0646">
      <w:pPr>
        <w:pStyle w:val="libFootnoteAie"/>
      </w:pPr>
      <w:r>
        <w:t xml:space="preserve"> </w:t>
      </w:r>
    </w:p>
    <w:p w:rsidR="00137658" w:rsidRDefault="00137658" w:rsidP="00137658">
      <w:pPr>
        <w:pStyle w:val="Heading1"/>
      </w:pPr>
      <w:bookmarkStart w:id="9" w:name="_Toc442215695"/>
      <w:bookmarkStart w:id="10" w:name="_Toc442266450"/>
      <w:r>
        <w:rPr>
          <w:rFonts w:hint="cs"/>
          <w:cs/>
          <w:lang w:bidi="hi-IN"/>
        </w:rPr>
        <w:t>नसबी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bookmarkEnd w:id="9"/>
      <w:bookmarkEnd w:id="1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..............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..........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उवैमर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अब्दुश्शम्स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सनजरह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वअहद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ताअल्लुक़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>(</w:t>
      </w:r>
      <w:r>
        <w:t xml:space="preserve">3) </w:t>
      </w:r>
      <w:r>
        <w:rPr>
          <w:rFonts w:hint="cs"/>
          <w:cs/>
          <w:lang w:bidi="hi-IN"/>
        </w:rPr>
        <w:t>शोहरा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असकंदरिया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DA0646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t xml:space="preserve">–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51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</w:t>
      </w:r>
    </w:p>
    <w:p w:rsidR="00137658" w:rsidRDefault="00137658" w:rsidP="00DA0646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t xml:space="preserve">–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51</w:t>
      </w:r>
    </w:p>
    <w:p w:rsidR="00137658" w:rsidRDefault="00137658" w:rsidP="00DA0646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आलमानीः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11" w:name="_Toc442215696"/>
      <w:bookmarkStart w:id="12" w:name="_Toc442266451"/>
      <w:r>
        <w:rPr>
          <w:rFonts w:hint="cs"/>
          <w:cs/>
          <w:lang w:bidi="hi-IN"/>
        </w:rPr>
        <w:t>पैदाइश</w:t>
      </w:r>
      <w:bookmarkEnd w:id="11"/>
      <w:bookmarkEnd w:id="1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तआर्रूफ़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ख़िरद</w:t>
      </w:r>
      <w:r>
        <w:t xml:space="preserve">, </w:t>
      </w:r>
      <w:r>
        <w:rPr>
          <w:rFonts w:hint="cs"/>
          <w:cs/>
          <w:lang w:bidi="hi-IN"/>
        </w:rPr>
        <w:t>फ़हमो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t xml:space="preserve">,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कम्सिन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कुवांरी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दोशीजह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मफ़रूज़ा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फ़ाटक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lastRenderedPageBreak/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मन्तिक़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रिकार्ड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.........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तअय्युन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मुनतशिरो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कसौटी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तसनीफ़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अम्रमुतहक़्क़ि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अग़लब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कोर्ट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फ़्रेशलर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DA0646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52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आलमानीः</w:t>
      </w:r>
      <w:r>
        <w:rPr>
          <w:cs/>
          <w:lang w:bidi="hi-IN"/>
        </w:rPr>
        <w:t xml:space="preserve">- 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13" w:name="_Toc442215697"/>
      <w:bookmarkStart w:id="14" w:name="_Toc442266452"/>
      <w:r>
        <w:rPr>
          <w:rFonts w:hint="cs"/>
          <w:cs/>
          <w:lang w:bidi="hi-IN"/>
        </w:rPr>
        <w:t>शादी</w:t>
      </w:r>
      <w:bookmarkEnd w:id="13"/>
      <w:bookmarkEnd w:id="1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.......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पुरअसरार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t xml:space="preserve">,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मिशकात</w:t>
      </w:r>
      <w:r>
        <w:t xml:space="preserve">,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</w:t>
      </w:r>
      <w:r>
        <w:t xml:space="preserve">, </w:t>
      </w:r>
      <w:r>
        <w:rPr>
          <w:rFonts w:hint="cs"/>
          <w:cs/>
          <w:lang w:bidi="hi-IN"/>
        </w:rPr>
        <w:t>तबरी</w:t>
      </w:r>
      <w:r>
        <w:t xml:space="preserve">,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t xml:space="preserve">, </w:t>
      </w:r>
      <w:r>
        <w:rPr>
          <w:rFonts w:hint="cs"/>
          <w:cs/>
          <w:lang w:bidi="hi-IN"/>
        </w:rPr>
        <w:t>इस्तेयाब</w:t>
      </w:r>
      <w:r>
        <w:t xml:space="preserve">, </w:t>
      </w:r>
      <w:r>
        <w:rPr>
          <w:rFonts w:hint="cs"/>
          <w:cs/>
          <w:lang w:bidi="hi-IN"/>
        </w:rPr>
        <w:t>इज़ालतुल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मदारिजिन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नुबुव्वत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पाकबाज़ो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ग़मगुसार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t xml:space="preserve">, </w:t>
      </w:r>
      <w:r>
        <w:rPr>
          <w:rFonts w:hint="cs"/>
          <w:cs/>
          <w:lang w:bidi="hi-IN"/>
        </w:rPr>
        <w:t>मोहसिना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मग़मूमो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289, </w:t>
      </w:r>
      <w:r>
        <w:rPr>
          <w:rFonts w:hint="cs"/>
          <w:cs/>
          <w:lang w:bidi="hi-IN"/>
        </w:rPr>
        <w:t>मदारिजुन्नुबूवतः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74</w:t>
      </w:r>
    </w:p>
    <w:p w:rsidR="00137658" w:rsidRDefault="00137658" w:rsidP="00DA0646">
      <w:pPr>
        <w:pStyle w:val="libFootnoteAie"/>
      </w:pPr>
      <w:r>
        <w:t xml:space="preserve">2,3. </w:t>
      </w:r>
      <w:r>
        <w:rPr>
          <w:rFonts w:hint="cs"/>
          <w:cs/>
          <w:lang w:bidi="hi-IN"/>
        </w:rPr>
        <w:t>इज़ालतुल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110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इज़तिराब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तख़फ़ीक़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रन्जो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पैग़्मबर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......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ख़ूला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बाकरा</w:t>
      </w:r>
      <w:r>
        <w:rPr>
          <w:cs/>
          <w:lang w:bidi="hi-IN"/>
        </w:rPr>
        <w:t xml:space="preserve">.......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......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बेवा</w:t>
      </w:r>
      <w:r>
        <w:rPr>
          <w:cs/>
          <w:lang w:bidi="hi-IN"/>
        </w:rPr>
        <w:t xml:space="preserve">.......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जुम्आ।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नुबुव्वत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ग्यारवहें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मेहर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3)</w:t>
      </w:r>
    </w:p>
    <w:p w:rsidR="00137658" w:rsidRDefault="00137658" w:rsidP="00DA0646">
      <w:pPr>
        <w:pStyle w:val="libFootnoteAie"/>
      </w:pPr>
      <w:r>
        <w:lastRenderedPageBreak/>
        <w:t xml:space="preserve">1.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176,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43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176</w:t>
      </w:r>
    </w:p>
    <w:p w:rsidR="00137658" w:rsidRDefault="00137658" w:rsidP="00DA0646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40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मुतहम्मिल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मुलतफ़ित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t xml:space="preserve">?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t xml:space="preserve">?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हमजोलियों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हापती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सजाया</w:t>
      </w:r>
      <w:r>
        <w:t xml:space="preserve">, </w:t>
      </w:r>
      <w:r>
        <w:rPr>
          <w:rFonts w:hint="cs"/>
          <w:cs/>
          <w:lang w:bidi="hi-IN"/>
        </w:rPr>
        <w:t>संवारा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(</w:t>
      </w:r>
      <w:r>
        <w:t xml:space="preserve">3)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जफ़ाफ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DA0646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229 (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>)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इस्तेयाबः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11,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बाबुन्निसाः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43,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तज्वीजे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</w:p>
    <w:p w:rsidR="00137658" w:rsidRDefault="00137658" w:rsidP="00DA0646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228</w:t>
      </w:r>
    </w:p>
    <w:p w:rsidR="00137658" w:rsidRDefault="00137658" w:rsidP="00DA0646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176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देहेल्वी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t xml:space="preserve">, </w:t>
      </w: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निकाली</w:t>
      </w:r>
      <w:r>
        <w:t xml:space="preserve">, </w:t>
      </w:r>
      <w:r>
        <w:rPr>
          <w:rFonts w:hint="cs"/>
          <w:cs/>
          <w:lang w:bidi="hi-IN"/>
        </w:rPr>
        <w:t>मुह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ख़ींचती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फ़रोकश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तवक्कुफ़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पुर्सुकून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(</w:t>
      </w:r>
      <w:r>
        <w:t xml:space="preserve">1)...........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उब्बादह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हिक़ायत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पेचोख़म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हुकमरां</w:t>
      </w:r>
      <w:r>
        <w:t xml:space="preserve">,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पोस्टमार्टम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t xml:space="preserve">, </w:t>
      </w:r>
      <w:r>
        <w:rPr>
          <w:rFonts w:hint="cs"/>
          <w:cs/>
          <w:lang w:bidi="hi-IN"/>
        </w:rPr>
        <w:t>इस्मत</w:t>
      </w:r>
      <w:r>
        <w:t xml:space="preserve">,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लबकुशाई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दरीहद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DA0646">
      <w:pPr>
        <w:pStyle w:val="libFootnoteAie"/>
      </w:pPr>
      <w:r>
        <w:lastRenderedPageBreak/>
        <w:t xml:space="preserve">1. </w:t>
      </w:r>
      <w:r>
        <w:rPr>
          <w:rFonts w:hint="cs"/>
          <w:cs/>
          <w:lang w:bidi="hi-IN"/>
        </w:rPr>
        <w:t>इजालतुल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11, </w:t>
      </w:r>
      <w:r>
        <w:rPr>
          <w:rFonts w:hint="cs"/>
          <w:cs/>
          <w:lang w:bidi="hi-IN"/>
        </w:rPr>
        <w:t>इस्तेयाबः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765, </w:t>
      </w:r>
      <w:r>
        <w:rPr>
          <w:rFonts w:hint="cs"/>
          <w:cs/>
          <w:lang w:bidi="hi-IN"/>
        </w:rPr>
        <w:t>मुसतदरक</w:t>
      </w:r>
      <w:r>
        <w:t xml:space="preserve">,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मदारिजुन्नबुव्वतः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89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जुर्अतमन्दाना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बैरूनी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प्लेटफ़ार्म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वेसातत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ज़फ़ाफ़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t xml:space="preserve">?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कौनेन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गुड्ड़ों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1)</w:t>
      </w:r>
    </w:p>
    <w:p w:rsidR="00137658" w:rsidRPr="00E2613F" w:rsidRDefault="00E2613F" w:rsidP="00E2613F">
      <w:pPr>
        <w:pStyle w:val="libFootnoteAie"/>
      </w:pPr>
      <w:r w:rsidRPr="00E2613F">
        <w:rPr>
          <w:rFonts w:hint="cs"/>
          <w:rtl/>
          <w:cs/>
        </w:rPr>
        <w:t xml:space="preserve">1. </w:t>
      </w:r>
      <w:r w:rsidR="00137658" w:rsidRPr="00E2613F">
        <w:rPr>
          <w:rFonts w:hint="cs"/>
          <w:cs/>
          <w:lang w:bidi="hi-IN"/>
        </w:rPr>
        <w:t>तबक़ात</w:t>
      </w:r>
      <w:r w:rsidR="00137658" w:rsidRPr="00E2613F">
        <w:rPr>
          <w:rtl/>
          <w:cs/>
        </w:rPr>
        <w:t xml:space="preserve"> </w:t>
      </w:r>
      <w:r w:rsidR="00137658" w:rsidRPr="00E2613F">
        <w:rPr>
          <w:rFonts w:hint="cs"/>
          <w:cs/>
          <w:lang w:bidi="hi-IN"/>
        </w:rPr>
        <w:t>इब्ने</w:t>
      </w:r>
      <w:r w:rsidR="00137658" w:rsidRPr="00E2613F">
        <w:rPr>
          <w:rtl/>
          <w:cs/>
        </w:rPr>
        <w:t xml:space="preserve"> </w:t>
      </w:r>
      <w:r w:rsidR="00137658" w:rsidRPr="00E2613F">
        <w:rPr>
          <w:rFonts w:hint="cs"/>
          <w:cs/>
          <w:lang w:bidi="hi-IN"/>
        </w:rPr>
        <w:t>सअद</w:t>
      </w:r>
      <w:r w:rsidR="00137658" w:rsidRPr="00E2613F">
        <w:rPr>
          <w:rtl/>
          <w:cs/>
        </w:rPr>
        <w:t xml:space="preserve"> </w:t>
      </w:r>
      <w:r w:rsidR="00137658" w:rsidRPr="00E2613F">
        <w:rPr>
          <w:rFonts w:hint="cs"/>
          <w:cs/>
          <w:lang w:bidi="hi-IN"/>
        </w:rPr>
        <w:t>जिल्द</w:t>
      </w:r>
      <w:r w:rsidR="00137658" w:rsidRPr="00E2613F">
        <w:rPr>
          <w:rtl/>
          <w:cs/>
        </w:rPr>
        <w:t xml:space="preserve"> </w:t>
      </w:r>
      <w:r w:rsidR="00137658" w:rsidRPr="00E2613F">
        <w:t>2</w:t>
      </w:r>
      <w:r w:rsidR="00137658" w:rsidRPr="00E2613F">
        <w:rPr>
          <w:rtl/>
          <w:cs/>
        </w:rPr>
        <w:t xml:space="preserve"> </w:t>
      </w:r>
      <w:r w:rsidR="00137658" w:rsidRPr="00E2613F">
        <w:rPr>
          <w:rFonts w:hint="cs"/>
          <w:cs/>
          <w:lang w:bidi="hi-IN"/>
        </w:rPr>
        <w:t>पेज</w:t>
      </w:r>
      <w:r w:rsidR="00137658" w:rsidRPr="00E2613F">
        <w:rPr>
          <w:rtl/>
          <w:cs/>
        </w:rPr>
        <w:t xml:space="preserve"> </w:t>
      </w:r>
      <w:r w:rsidR="00137658" w:rsidRPr="00E2613F">
        <w:rPr>
          <w:rFonts w:hint="cs"/>
          <w:cs/>
          <w:lang w:bidi="hi-IN"/>
        </w:rPr>
        <w:t>न</w:t>
      </w:r>
      <w:r w:rsidR="00137658" w:rsidRPr="00E2613F">
        <w:rPr>
          <w:rtl/>
          <w:cs/>
        </w:rPr>
        <w:t xml:space="preserve">. </w:t>
      </w:r>
      <w:r w:rsidR="00137658" w:rsidRPr="00E2613F">
        <w:t>140</w:t>
      </w:r>
    </w:p>
    <w:p w:rsidR="00137658" w:rsidRPr="00E2613F" w:rsidRDefault="00137658" w:rsidP="00E2613F">
      <w:pPr>
        <w:pStyle w:val="libNormal"/>
        <w:rPr>
          <w:lang w:bidi="hi-IN"/>
        </w:rPr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नौइय्यत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t xml:space="preserve">,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t xml:space="preserve">, </w:t>
      </w:r>
      <w:r>
        <w:rPr>
          <w:rFonts w:hint="cs"/>
          <w:cs/>
          <w:lang w:bidi="hi-IN"/>
        </w:rPr>
        <w:t>जिल्दे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क़बाइल</w:t>
      </w:r>
      <w:r>
        <w:t xml:space="preserve">,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मुतअद्दिद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मुनफ़रिद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इज़्दिवाजी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t>1.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t>,</w:t>
      </w:r>
    </w:p>
    <w:p w:rsidR="00137658" w:rsidRDefault="00137658" w:rsidP="00137658">
      <w:pPr>
        <w:pStyle w:val="libNormal"/>
      </w:pPr>
      <w:r>
        <w:t>2.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t xml:space="preserve">, </w:t>
      </w:r>
    </w:p>
    <w:p w:rsidR="00137658" w:rsidRDefault="00137658" w:rsidP="00137658">
      <w:pPr>
        <w:pStyle w:val="libNormal"/>
      </w:pPr>
      <w:r>
        <w:t>3.</w:t>
      </w:r>
      <w:r>
        <w:rPr>
          <w:rFonts w:hint="cs"/>
          <w:cs/>
          <w:lang w:bidi="hi-IN"/>
        </w:rPr>
        <w:t>बेवगी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ज़माना।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बहलायें</w:t>
      </w:r>
      <w:r>
        <w:rPr>
          <w:cs/>
          <w:lang w:bidi="hi-IN"/>
        </w:rPr>
        <w:t xml:space="preserve">........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अनोखी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बेवगी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पैंसठ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मदारिजुन्नुबुव्वतः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266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दस्तावेज़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..........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क़ुआरी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शोअबदह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जफ़ाफ़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झेलने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हिक़ायत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तहीरर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अग़लब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एतिबार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इद्राक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ग़मगुसारों</w:t>
      </w:r>
      <w:r>
        <w:t xml:space="preserve">, </w:t>
      </w:r>
      <w:r>
        <w:rPr>
          <w:rFonts w:hint="cs"/>
          <w:cs/>
          <w:lang w:bidi="hi-IN"/>
        </w:rPr>
        <w:t>मददगारों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मुहक़्क़्कि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मुशर्रफ़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अफ़सान्वी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</w:t>
      </w:r>
      <w:r>
        <w:rPr>
          <w:cs/>
          <w:lang w:bidi="hi-IN"/>
        </w:rPr>
        <w:t xml:space="preserve"> </w:t>
      </w:r>
      <w:r>
        <w:t>91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t xml:space="preserve">,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>"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पन्द्रह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>(</w:t>
      </w:r>
      <w:r>
        <w:t>3)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t xml:space="preserve">–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52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91</w:t>
      </w:r>
    </w:p>
    <w:p w:rsidR="00137658" w:rsidRDefault="00137658" w:rsidP="00DA0646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तरजुमाः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92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क़रीन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मलाल</w:t>
      </w:r>
      <w:r>
        <w:t xml:space="preserve">, </w:t>
      </w:r>
      <w:r>
        <w:rPr>
          <w:rFonts w:hint="cs"/>
          <w:cs/>
          <w:lang w:bidi="hi-IN"/>
        </w:rPr>
        <w:t>कर्बो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इज़तिराब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शिबली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अलमतूफ़ी</w:t>
      </w:r>
      <w:r>
        <w:rPr>
          <w:cs/>
          <w:lang w:bidi="hi-IN"/>
        </w:rPr>
        <w:t xml:space="preserve"> </w:t>
      </w:r>
      <w:r>
        <w:t>230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शिबली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t xml:space="preserve">, </w:t>
      </w:r>
      <w:r>
        <w:rPr>
          <w:rFonts w:hint="cs"/>
          <w:cs/>
          <w:lang w:bidi="hi-IN"/>
        </w:rPr>
        <w:t>कातिबे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मोतमिद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....... </w:t>
      </w:r>
      <w:r>
        <w:rPr>
          <w:rFonts w:hint="cs"/>
          <w:cs/>
          <w:lang w:bidi="hi-IN"/>
        </w:rPr>
        <w:t>वाक़िदी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मोहतर्मा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ज़फ़ाफ़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t xml:space="preserve">?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कुआंरी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उम्महातुल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बांझपन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मुरादों</w:t>
      </w:r>
      <w:r>
        <w:t xml:space="preserve">, </w:t>
      </w:r>
      <w:r>
        <w:rPr>
          <w:rFonts w:hint="cs"/>
          <w:cs/>
          <w:lang w:bidi="hi-IN"/>
        </w:rPr>
        <w:t>तम्न्नाओं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काशकोल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सुनियेः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अग़राज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थेः</w:t>
      </w:r>
    </w:p>
    <w:p w:rsidR="00137658" w:rsidRDefault="00137658" w:rsidP="00137658">
      <w:pPr>
        <w:pStyle w:val="libNormal"/>
      </w:pPr>
      <w:r>
        <w:lastRenderedPageBreak/>
        <w:t xml:space="preserve">1.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ख़ावन्द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DA0646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बाक़िदिः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40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पानीपतीः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118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15" w:name="_Toc442215698"/>
      <w:bookmarkStart w:id="16" w:name="_Toc442266453"/>
      <w:r>
        <w:rPr>
          <w:rFonts w:hint="cs"/>
          <w:cs/>
          <w:lang w:bidi="hi-IN"/>
        </w:rPr>
        <w:t>हुस्नो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bookmarkEnd w:id="15"/>
      <w:bookmarkEnd w:id="1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t xml:space="preserve">,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फ़ौक़ियत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t xml:space="preserve">, </w:t>
      </w:r>
      <w:r>
        <w:rPr>
          <w:rFonts w:hint="cs"/>
          <w:cs/>
          <w:lang w:bidi="hi-IN"/>
        </w:rPr>
        <w:t>ख़ूबसूरती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रअनायी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t xml:space="preserve">, </w:t>
      </w:r>
      <w:r>
        <w:rPr>
          <w:rFonts w:hint="cs"/>
          <w:cs/>
          <w:lang w:bidi="hi-IN"/>
        </w:rPr>
        <w:t>इस्तेहज़ा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इस्तिहानत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अंगुश्तनुमाई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t xml:space="preserve">, </w:t>
      </w:r>
      <w:r>
        <w:rPr>
          <w:rFonts w:hint="cs"/>
          <w:cs/>
          <w:lang w:bidi="hi-IN"/>
        </w:rPr>
        <w:t>दिलोजान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अफ़सोसनांक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बअदे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इलतिफ़ात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मयस्सर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मरज़ेइयत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वज़ाइफ़ो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तवज्जुतो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मरज़ेइयत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t xml:space="preserve">,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घिरौंदे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</w:t>
      </w:r>
      <w:r>
        <w:t xml:space="preserve">,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t xml:space="preserve">,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>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>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........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इन्किशाफ़क़ारी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जहरूस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>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इन्किशाफ़ात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कसौटी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मुशक्कल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गंजी</w:t>
      </w:r>
      <w:r>
        <w:t xml:space="preserve">, </w:t>
      </w:r>
      <w:r>
        <w:rPr>
          <w:rFonts w:hint="cs"/>
          <w:cs/>
          <w:lang w:bidi="hi-IN"/>
        </w:rPr>
        <w:t>दाएमुल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जहरूस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मुजस्समा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137658" w:rsidRDefault="00137658" w:rsidP="00DA0646">
      <w:pPr>
        <w:pStyle w:val="libFootnoteAie"/>
      </w:pPr>
      <w:r>
        <w:lastRenderedPageBreak/>
        <w:t xml:space="preserve">1.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119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तरजुमाः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119</w:t>
      </w:r>
    </w:p>
    <w:p w:rsidR="00137658" w:rsidRDefault="00137658" w:rsidP="00DA0646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t xml:space="preserve">–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54 – 55</w:t>
      </w:r>
    </w:p>
    <w:p w:rsidR="00137658" w:rsidRDefault="00137658" w:rsidP="00DA0646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t xml:space="preserve">–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54 – 55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t xml:space="preserve"> </w:t>
      </w:r>
    </w:p>
    <w:p w:rsidR="00137658" w:rsidRDefault="00137658" w:rsidP="00137658">
      <w:pPr>
        <w:pStyle w:val="Heading1"/>
      </w:pPr>
      <w:bookmarkStart w:id="17" w:name="_Toc442215699"/>
      <w:bookmarkStart w:id="18" w:name="_Toc442266454"/>
      <w:r>
        <w:rPr>
          <w:rFonts w:hint="cs"/>
          <w:cs/>
          <w:lang w:bidi="hi-IN"/>
        </w:rPr>
        <w:t>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bookmarkEnd w:id="17"/>
      <w:bookmarkEnd w:id="1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मिशकात</w:t>
      </w:r>
      <w:r>
        <w:rPr>
          <w:cs/>
          <w:lang w:bidi="hi-IN"/>
        </w:rPr>
        <w:t>(</w:t>
      </w:r>
      <w:r>
        <w:t xml:space="preserve">2)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तिर्मिज़ी</w:t>
      </w:r>
      <w:r>
        <w:rPr>
          <w:cs/>
          <w:lang w:bidi="hi-IN"/>
        </w:rPr>
        <w:t>(</w:t>
      </w:r>
      <w:r>
        <w:t xml:space="preserve">3)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रेशमी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>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मसलिहत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स्टूडियों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देहेल्वी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मनक़बते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इश्तियाक़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>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बन्ज़िला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>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वहशत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मजनू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ख़ुदनुमाई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मुअर्रेख़ीनो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421166">
      <w:pPr>
        <w:pStyle w:val="libNormal"/>
      </w:pP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</w:t>
      </w:r>
      <w:r w:rsidR="00421166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421166">
        <w:rPr>
          <w:rFonts w:hint="cs"/>
          <w:cs/>
          <w:lang w:bidi="hi-IN"/>
        </w:rPr>
        <w:t>इ</w:t>
      </w:r>
      <w:r>
        <w:rPr>
          <w:rFonts w:hint="cs"/>
          <w:cs/>
          <w:lang w:bidi="hi-IN"/>
        </w:rPr>
        <w:t>बारत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ब्रेकेट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इश्तिबाह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t xml:space="preserve">21, </w:t>
      </w:r>
      <w:r>
        <w:rPr>
          <w:rFonts w:hint="cs"/>
          <w:cs/>
          <w:lang w:bidi="hi-IN"/>
        </w:rPr>
        <w:t>किताबुन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48, </w:t>
      </w:r>
      <w:r>
        <w:rPr>
          <w:rFonts w:hint="cs"/>
          <w:cs/>
          <w:lang w:bidi="hi-IN"/>
        </w:rPr>
        <w:t>मतबूआ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करांची</w:t>
      </w:r>
      <w:r>
        <w:t xml:space="preserve">, </w:t>
      </w:r>
      <w:r>
        <w:rPr>
          <w:rFonts w:hint="cs"/>
          <w:cs/>
          <w:lang w:bidi="hi-IN"/>
        </w:rPr>
        <w:t>पाकिस्तान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मिशक़ातः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141</w:t>
      </w:r>
    </w:p>
    <w:p w:rsidR="00137658" w:rsidRDefault="00137658" w:rsidP="00DA0646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तिर्मिज़ी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मनाक़िबे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</w:p>
    <w:p w:rsidR="00137658" w:rsidRDefault="00137658" w:rsidP="00DA0646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मदारिजुन्नुबूवतः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60</w:t>
      </w:r>
    </w:p>
    <w:p w:rsidR="00137658" w:rsidRDefault="00137658" w:rsidP="00DA0646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मदारिजुन्नुबूवतः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60 -61</w:t>
      </w:r>
    </w:p>
    <w:p w:rsidR="00137658" w:rsidRDefault="00137658" w:rsidP="00DA0646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मदारिजुन्नुबूवतः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60 -61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t xml:space="preserve">?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इन्फ़िरादियत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t xml:space="preserve">?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t xml:space="preserve">, </w:t>
      </w:r>
      <w:r>
        <w:rPr>
          <w:rFonts w:hint="cs"/>
          <w:cs/>
          <w:lang w:bidi="hi-IN"/>
        </w:rPr>
        <w:t>कागज़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लिफ़ाफ़े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मढ़वा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बहलायें।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  <w:r>
        <w:rPr>
          <w:rFonts w:hint="cs"/>
          <w:cs/>
          <w:lang w:bidi="hi-IN"/>
        </w:rPr>
        <w:t>आग़ोशे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?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देहेल्वी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अक़ीदतमन्दाने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हठधर्मी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</w:p>
    <w:p w:rsidR="00137658" w:rsidRPr="006C230E" w:rsidRDefault="00137658" w:rsidP="006C230E">
      <w:pPr>
        <w:rPr>
          <w:rtl/>
          <w:cs/>
        </w:rPr>
      </w:pPr>
      <w:r>
        <w:rPr>
          <w:cs/>
          <w:lang w:bidi="hi-IN"/>
        </w:rPr>
        <w:br w:type="page"/>
      </w:r>
    </w:p>
    <w:p w:rsidR="00137658" w:rsidRDefault="00137658" w:rsidP="00137658">
      <w:pPr>
        <w:pStyle w:val="Heading1"/>
      </w:pPr>
      <w:bookmarkStart w:id="19" w:name="_Toc442215700"/>
      <w:bookmarkStart w:id="20" w:name="_Toc442266455"/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bookmarkEnd w:id="19"/>
      <w:bookmarkEnd w:id="2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मनचली</w:t>
      </w:r>
      <w:r>
        <w:t xml:space="preserve">, </w:t>
      </w:r>
      <w:r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शाइस्ता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मोहज्ज़ब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</w:t>
      </w:r>
      <w:r>
        <w:t xml:space="preserve">,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गाना</w:t>
      </w:r>
      <w:r>
        <w:t xml:space="preserve">, </w:t>
      </w:r>
      <w:r>
        <w:rPr>
          <w:rFonts w:hint="cs"/>
          <w:cs/>
          <w:lang w:bidi="hi-IN"/>
        </w:rPr>
        <w:t>बजाना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t xml:space="preserve">, </w:t>
      </w:r>
      <w:r>
        <w:rPr>
          <w:rFonts w:hint="cs"/>
          <w:cs/>
          <w:lang w:bidi="hi-IN"/>
        </w:rPr>
        <w:t>मुस्लिम</w:t>
      </w:r>
      <w:r>
        <w:t xml:space="preserve">, </w:t>
      </w:r>
      <w:r>
        <w:rPr>
          <w:rFonts w:hint="cs"/>
          <w:cs/>
          <w:lang w:bidi="hi-IN"/>
        </w:rPr>
        <w:t>मिशक़ात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तिर्मिज़ी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मुतहर्रिको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मुज़तरिब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तबीअत</w:t>
      </w:r>
      <w:r>
        <w:t xml:space="preserve">, </w:t>
      </w:r>
      <w:r>
        <w:rPr>
          <w:rFonts w:hint="cs"/>
          <w:cs/>
          <w:lang w:bidi="hi-IN"/>
        </w:rPr>
        <w:t>शरफ़ो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नख़वत</w:t>
      </w:r>
      <w:r>
        <w:t xml:space="preserve">, </w:t>
      </w:r>
      <w:r>
        <w:rPr>
          <w:rFonts w:hint="cs"/>
          <w:cs/>
          <w:lang w:bidi="hi-IN"/>
        </w:rPr>
        <w:t>ग़ुरूर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चिड़चिड़ापन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मारपीट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ग़ीबत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चुग़लख़ोरी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ख़ुदनुमाई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सिंघार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ज़ेबाइश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137658" w:rsidRDefault="00137658" w:rsidP="00137658">
      <w:pPr>
        <w:pStyle w:val="libNormal"/>
      </w:pPr>
    </w:p>
    <w:p w:rsidR="00137658" w:rsidRDefault="00137658" w:rsidP="00DA0646">
      <w:pPr>
        <w:pStyle w:val="Heading1"/>
      </w:pPr>
      <w:bookmarkStart w:id="21" w:name="_Toc442266456"/>
      <w:r>
        <w:rPr>
          <w:rFonts w:hint="cs"/>
          <w:cs/>
          <w:lang w:bidi="hi-IN"/>
        </w:rPr>
        <w:lastRenderedPageBreak/>
        <w:t>पार्टी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bookmarkEnd w:id="21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इफ़्तिराकों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बक़ायदाह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पार्टियों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तक़्सीम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ईज़ारसानी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</w:t>
      </w:r>
      <w:r>
        <w:t xml:space="preserve">, </w:t>
      </w:r>
      <w:r>
        <w:rPr>
          <w:rFonts w:hint="cs"/>
          <w:cs/>
          <w:lang w:bidi="hi-IN"/>
        </w:rPr>
        <w:t>ग़मगुसार</w:t>
      </w:r>
      <w:r>
        <w:t xml:space="preserve">, </w:t>
      </w:r>
      <w:r>
        <w:rPr>
          <w:rFonts w:hint="cs"/>
          <w:cs/>
          <w:lang w:bidi="hi-IN"/>
        </w:rPr>
        <w:t>मोईनो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पार्टियां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>(</w:t>
      </w:r>
      <w:r>
        <w:t xml:space="preserve">1)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हुमैरा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t xml:space="preserve">?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सरसब्ज़ों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कुंआरी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कुंआरी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?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t xml:space="preserve">,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चरायेंगे</w:t>
      </w:r>
      <w:r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>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लगों</w:t>
      </w:r>
      <w:r>
        <w:t xml:space="preserve">, </w:t>
      </w:r>
      <w:r>
        <w:rPr>
          <w:rFonts w:hint="cs"/>
          <w:cs/>
          <w:lang w:bidi="hi-IN"/>
        </w:rPr>
        <w:t>मोहमल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मुहज़्ज़ब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मुहज़्ज़ब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रद्देअमल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t xml:space="preserve">?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सरसब्ज़ो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मुद्दीसीनों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बेग़ैरती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DA0646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कशफ़ुल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ग़म्माः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73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उक़ाद</w:t>
      </w:r>
      <w:r>
        <w:t xml:space="preserve">,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39</w:t>
      </w:r>
    </w:p>
    <w:p w:rsidR="00137658" w:rsidRDefault="00137658" w:rsidP="00DA0646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68, 69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22" w:name="_Toc442215701"/>
      <w:bookmarkStart w:id="23" w:name="_Toc442266457"/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bookmarkEnd w:id="22"/>
      <w:bookmarkEnd w:id="23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फ़्रेशलर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आलमानी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इकलौती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रूजहानों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रूजहानों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t>, (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>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फ़ौक़ीयत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उमंगों</w:t>
      </w:r>
      <w:r>
        <w:t xml:space="preserve">, </w:t>
      </w:r>
      <w:r>
        <w:rPr>
          <w:rFonts w:hint="cs"/>
          <w:cs/>
          <w:lang w:bidi="hi-IN"/>
        </w:rPr>
        <w:t>आरज़ूओं</w:t>
      </w:r>
      <w:r>
        <w:t xml:space="preserve">, </w:t>
      </w:r>
      <w:r>
        <w:rPr>
          <w:rFonts w:hint="cs"/>
          <w:cs/>
          <w:lang w:bidi="hi-IN"/>
        </w:rPr>
        <w:t>तमन्नाओं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मियाना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बांझ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उमंगों</w:t>
      </w:r>
      <w:r>
        <w:t xml:space="preserve">, </w:t>
      </w:r>
      <w:r>
        <w:rPr>
          <w:rFonts w:hint="cs"/>
          <w:cs/>
          <w:lang w:bidi="hi-IN"/>
        </w:rPr>
        <w:t>आरज़ूओं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झटके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अरमानों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तसव्वुरात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धुंवा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>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?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पार्टियों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गुज़रता।</w:t>
      </w:r>
      <w:r>
        <w:rPr>
          <w:cs/>
          <w:lang w:bidi="hi-IN"/>
        </w:rPr>
        <w:t>(</w:t>
      </w:r>
      <w:r>
        <w:t>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>(</w:t>
      </w:r>
      <w:r>
        <w:t>8)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t xml:space="preserve">,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>?</w:t>
      </w:r>
    </w:p>
    <w:p w:rsidR="00137658" w:rsidRDefault="00137658" w:rsidP="00DA0646">
      <w:pPr>
        <w:pStyle w:val="libFootnoteAie"/>
      </w:pPr>
      <w:r>
        <w:t>1.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49 – 54</w:t>
      </w:r>
    </w:p>
    <w:p w:rsidR="00137658" w:rsidRDefault="00137658" w:rsidP="00DA0646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219</w:t>
      </w:r>
    </w:p>
    <w:p w:rsidR="00137658" w:rsidRDefault="00137658" w:rsidP="00DA0646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221</w:t>
      </w:r>
    </w:p>
    <w:p w:rsidR="00137658" w:rsidRDefault="00137658" w:rsidP="00DA0646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मुसदतरक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153 – 156</w:t>
      </w:r>
    </w:p>
    <w:p w:rsidR="00137658" w:rsidRDefault="00137658" w:rsidP="00DA0646">
      <w:pPr>
        <w:pStyle w:val="libFootnoteAie"/>
      </w:pPr>
      <w:r>
        <w:lastRenderedPageBreak/>
        <w:t xml:space="preserve">5. </w:t>
      </w:r>
      <w:r>
        <w:rPr>
          <w:rFonts w:hint="cs"/>
          <w:cs/>
          <w:lang w:bidi="hi-IN"/>
        </w:rPr>
        <w:t>कन्ज़ुल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ग़ाबा</w:t>
      </w:r>
      <w:r>
        <w:t xml:space="preserve">, </w:t>
      </w:r>
      <w:r>
        <w:rPr>
          <w:rFonts w:hint="cs"/>
          <w:cs/>
          <w:lang w:bidi="hi-IN"/>
        </w:rPr>
        <w:t>तबक़ात</w:t>
      </w:r>
      <w:r>
        <w:t xml:space="preserve">, </w:t>
      </w:r>
      <w:r>
        <w:rPr>
          <w:rFonts w:hint="cs"/>
          <w:cs/>
          <w:lang w:bidi="hi-IN"/>
        </w:rPr>
        <w:t>इस्तेयाब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</w:p>
    <w:p w:rsidR="00137658" w:rsidRDefault="00137658" w:rsidP="00DA0646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86</w:t>
      </w:r>
    </w:p>
    <w:p w:rsidR="00137658" w:rsidRDefault="00137658" w:rsidP="00DA0646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तबक़ातः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8,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153</w:t>
      </w:r>
    </w:p>
    <w:p w:rsidR="00137658" w:rsidRDefault="00137658" w:rsidP="00DA0646">
      <w:pPr>
        <w:pStyle w:val="libFootnoteAie"/>
      </w:pPr>
      <w:r>
        <w:t xml:space="preserve">8.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49 – 54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सिपुर्दे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आंसुओं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नुबुव्वत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t xml:space="preserve">, </w:t>
      </w:r>
      <w:r>
        <w:rPr>
          <w:rFonts w:hint="cs"/>
          <w:cs/>
          <w:lang w:bidi="hi-IN"/>
        </w:rPr>
        <w:t>शफ़ीआ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हस्नैन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रंजिश</w:t>
      </w:r>
      <w:r>
        <w:t xml:space="preserve">, </w:t>
      </w:r>
      <w:r>
        <w:rPr>
          <w:rFonts w:hint="cs"/>
          <w:cs/>
          <w:lang w:bidi="hi-IN"/>
        </w:rPr>
        <w:t>कशीदगी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पेचोताब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बागडोर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...........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पुरमलाल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मसर्रतो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अस्मा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देतीं</w:t>
      </w:r>
      <w: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मुमानिअत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दूं।</w:t>
      </w:r>
      <w:r>
        <w:rPr>
          <w:cs/>
          <w:lang w:bidi="hi-IN"/>
        </w:rPr>
        <w:t>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अस्मा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कौनेन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8)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9)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10)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दोज़ख़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तक़्सीम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11)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12)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फ़ज़ाइलों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मनाक़िब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 xml:space="preserve">15)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(</w:t>
      </w:r>
      <w:r>
        <w:t>16)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मुवर्रिख़े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गोरखपूरी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बइक़्तिज़ाए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t>17)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459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ज़खाएरूल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मुहिउद्दीन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53, 1356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t xml:space="preserve">, </w:t>
      </w:r>
      <w:r>
        <w:rPr>
          <w:rFonts w:hint="cs"/>
          <w:cs/>
          <w:lang w:bidi="hi-IN"/>
        </w:rPr>
        <w:t>इसतेयाबा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772</w:t>
      </w:r>
    </w:p>
    <w:p w:rsidR="00137658" w:rsidRDefault="00137658" w:rsidP="00870944">
      <w:pPr>
        <w:pStyle w:val="libFootnoteAie"/>
      </w:pPr>
      <w:r>
        <w:rPr>
          <w:rFonts w:hint="cs"/>
          <w:cs/>
          <w:lang w:bidi="hi-IN"/>
        </w:rPr>
        <w:t>कौकबे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दुर्रीः</w:t>
      </w:r>
      <w:r>
        <w:rPr>
          <w:cs/>
          <w:lang w:bidi="hi-IN"/>
        </w:rPr>
        <w:t xml:space="preserve">- 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178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196.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155</w:t>
      </w:r>
    </w:p>
    <w:p w:rsidR="00137658" w:rsidRDefault="00137658" w:rsidP="0087094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154</w:t>
      </w:r>
    </w:p>
    <w:p w:rsidR="00137658" w:rsidRDefault="00137658" w:rsidP="0087094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157</w:t>
      </w:r>
    </w:p>
    <w:p w:rsidR="00137658" w:rsidRDefault="00137658" w:rsidP="00870944">
      <w:pPr>
        <w:pStyle w:val="libFootnoteAie"/>
      </w:pPr>
      <w:r>
        <w:t xml:space="preserve">8.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152</w:t>
      </w:r>
    </w:p>
    <w:p w:rsidR="00137658" w:rsidRDefault="00137658" w:rsidP="00870944">
      <w:pPr>
        <w:pStyle w:val="libFootnoteAie"/>
      </w:pPr>
      <w:r>
        <w:t xml:space="preserve">9.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161</w:t>
      </w:r>
    </w:p>
    <w:p w:rsidR="00137658" w:rsidRDefault="00137658" w:rsidP="00870944">
      <w:pPr>
        <w:pStyle w:val="libFootnoteAie"/>
      </w:pPr>
      <w:r>
        <w:t xml:space="preserve">10.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263</w:t>
      </w:r>
    </w:p>
    <w:p w:rsidR="00137658" w:rsidRDefault="00137658" w:rsidP="00870944">
      <w:pPr>
        <w:pStyle w:val="libFootnoteAie"/>
      </w:pPr>
      <w:r>
        <w:t xml:space="preserve">11.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167</w:t>
      </w:r>
    </w:p>
    <w:p w:rsidR="00137658" w:rsidRDefault="00137658" w:rsidP="00870944">
      <w:pPr>
        <w:pStyle w:val="libFootnoteAie"/>
      </w:pPr>
      <w:r>
        <w:t xml:space="preserve">12.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166</w:t>
      </w:r>
    </w:p>
    <w:p w:rsidR="00137658" w:rsidRDefault="00137658" w:rsidP="00870944">
      <w:pPr>
        <w:pStyle w:val="libFootnoteAie"/>
      </w:pPr>
      <w:r>
        <w:t xml:space="preserve">13.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168.</w:t>
      </w:r>
    </w:p>
    <w:p w:rsidR="00137658" w:rsidRDefault="00137658" w:rsidP="00870944">
      <w:pPr>
        <w:pStyle w:val="libFootnoteAie"/>
      </w:pPr>
      <w:r>
        <w:lastRenderedPageBreak/>
        <w:t xml:space="preserve">14.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186, </w:t>
      </w:r>
      <w:r>
        <w:rPr>
          <w:rFonts w:hint="cs"/>
          <w:cs/>
          <w:lang w:bidi="hi-IN"/>
        </w:rPr>
        <w:t>मनक़बतः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138</w:t>
      </w:r>
    </w:p>
    <w:p w:rsidR="00137658" w:rsidRDefault="00137658" w:rsidP="00870944">
      <w:pPr>
        <w:pStyle w:val="libFootnoteAie"/>
      </w:pPr>
      <w:r>
        <w:t xml:space="preserve">15. </w:t>
      </w:r>
      <w:r>
        <w:rPr>
          <w:rFonts w:hint="cs"/>
          <w:cs/>
          <w:lang w:bidi="hi-IN"/>
        </w:rPr>
        <w:t>रियाज़ुन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नज़रहः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189</w:t>
      </w:r>
    </w:p>
    <w:p w:rsidR="00137658" w:rsidRDefault="00137658" w:rsidP="00870944">
      <w:pPr>
        <w:pStyle w:val="libFootnoteAie"/>
      </w:pPr>
      <w:r>
        <w:t xml:space="preserve">16.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81, </w:t>
      </w:r>
      <w:r>
        <w:rPr>
          <w:rFonts w:hint="cs"/>
          <w:cs/>
          <w:lang w:bidi="hi-IN"/>
        </w:rPr>
        <w:t>मिस्र</w:t>
      </w:r>
    </w:p>
    <w:p w:rsidR="00137658" w:rsidRDefault="00137658" w:rsidP="00870944">
      <w:pPr>
        <w:pStyle w:val="libFootnoteAie"/>
      </w:pPr>
      <w:r>
        <w:t xml:space="preserve">17. </w:t>
      </w:r>
      <w:r>
        <w:rPr>
          <w:rFonts w:hint="cs"/>
          <w:cs/>
          <w:lang w:bidi="hi-IN"/>
        </w:rPr>
        <w:t>चारीख़े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285</w:t>
      </w:r>
    </w:p>
    <w:p w:rsidR="00137658" w:rsidRDefault="00137658" w:rsidP="00870944">
      <w:pPr>
        <w:pStyle w:val="libFootnoteAie"/>
      </w:pP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बइक़तिजाए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?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बेक़रारी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मदारिज़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तफ़व्वुक़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डटकर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अंसारों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ख़ैमाज़न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t xml:space="preserve">,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t xml:space="preserve">, </w:t>
      </w:r>
      <w:r>
        <w:rPr>
          <w:rFonts w:hint="cs"/>
          <w:cs/>
          <w:lang w:bidi="hi-IN"/>
        </w:rPr>
        <w:t>अनसार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तख़ल्लुफ़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ग़ैज़ो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इफ़तिराक़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t xml:space="preserve">,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मसर्रतो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t xml:space="preserve">,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>(</w:t>
      </w:r>
      <w:r>
        <w:t xml:space="preserve">1) </w:t>
      </w:r>
      <w:r>
        <w:rPr>
          <w:rFonts w:hint="cs"/>
          <w:cs/>
          <w:lang w:bidi="hi-IN"/>
        </w:rPr>
        <w:t>ग़ालिबन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नवासों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t xml:space="preserve">,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जअदह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>(</w:t>
      </w:r>
      <w:r>
        <w:t xml:space="preserve">2)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पार्थिव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पेवस्त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(</w:t>
      </w:r>
      <w:r>
        <w:t xml:space="preserve">3)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शोअरा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आजिज़ो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870944">
      <w:pPr>
        <w:pStyle w:val="libFootnoteAie"/>
      </w:pPr>
      <w:r>
        <w:lastRenderedPageBreak/>
        <w:t xml:space="preserve">1.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सुयूतीः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215,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183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मक़ातिलुत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तालिबीनः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30, 1307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183</w:t>
      </w:r>
    </w:p>
    <w:p w:rsidR="00137658" w:rsidRDefault="00137658" w:rsidP="00137658">
      <w:pPr>
        <w:pStyle w:val="libNormal"/>
      </w:pPr>
    </w:p>
    <w:p w:rsidR="00137658" w:rsidRDefault="00137658" w:rsidP="00870944">
      <w:pPr>
        <w:pStyle w:val="Heading1"/>
      </w:pPr>
      <w:r>
        <w:rPr>
          <w:cs/>
          <w:lang w:bidi="hi-IN"/>
        </w:rPr>
        <w:br w:type="page"/>
      </w:r>
      <w:bookmarkStart w:id="24" w:name="_Toc442215702"/>
      <w:bookmarkStart w:id="25" w:name="_Toc442266458"/>
      <w:r>
        <w:rPr>
          <w:rFonts w:hint="cs"/>
          <w:cs/>
          <w:lang w:bidi="hi-IN"/>
        </w:rPr>
        <w:lastRenderedPageBreak/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छलांग</w:t>
      </w:r>
      <w:bookmarkEnd w:id="24"/>
      <w:bookmarkEnd w:id="25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ग़मगुसार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सल्वातुल्लाहे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t xml:space="preserve">, </w:t>
      </w:r>
      <w:r>
        <w:rPr>
          <w:rFonts w:hint="cs"/>
          <w:cs/>
          <w:lang w:bidi="hi-IN"/>
        </w:rPr>
        <w:t>ख़ैरियत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सरगुज़श्त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बहलाते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फ़राग़त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उम्मुहातुल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t xml:space="preserve">, </w:t>
      </w:r>
      <w:r>
        <w:rPr>
          <w:rFonts w:hint="cs"/>
          <w:cs/>
          <w:lang w:bidi="hi-IN"/>
        </w:rPr>
        <w:t>अज़ीयत</w:t>
      </w:r>
      <w:r>
        <w:t xml:space="preserve">,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इज़तिराब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अकसरो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शहज़ादिये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कौनेन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निस्फ़े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t xml:space="preserve">,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....... </w:t>
      </w:r>
      <w:r>
        <w:rPr>
          <w:rFonts w:hint="cs"/>
          <w:cs/>
          <w:lang w:bidi="hi-IN"/>
        </w:rPr>
        <w:t>ग़ालेबन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नाशइस्ता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रंजीदाह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>(</w:t>
      </w:r>
      <w:r>
        <w:t xml:space="preserve">1)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137658" w:rsidRDefault="00137658" w:rsidP="00870944">
      <w:pPr>
        <w:pStyle w:val="libFootnoteAie"/>
      </w:pPr>
      <w:r>
        <w:t>1.</w:t>
      </w:r>
      <w:r>
        <w:rPr>
          <w:rFonts w:hint="cs"/>
          <w:cs/>
          <w:lang w:bidi="hi-IN"/>
        </w:rPr>
        <w:t>जज़बुल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क़ुलूबः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157, </w:t>
      </w:r>
      <w:r>
        <w:rPr>
          <w:rFonts w:hint="cs"/>
          <w:cs/>
          <w:lang w:bidi="hi-IN"/>
        </w:rPr>
        <w:t>कलकत्ता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26" w:name="_Toc442215703"/>
      <w:bookmarkStart w:id="27" w:name="_Toc442266459"/>
      <w:r>
        <w:rPr>
          <w:rFonts w:hint="cs"/>
          <w:cs/>
          <w:lang w:bidi="hi-IN"/>
        </w:rPr>
        <w:lastRenderedPageBreak/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bookmarkEnd w:id="26"/>
      <w:bookmarkEnd w:id="27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लबकुशाई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>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ढूंढा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इस्तिग़फ़ार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>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नौइय्यत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उतारी</w:t>
      </w:r>
      <w:r>
        <w:t xml:space="preserve">,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t xml:space="preserve">, </w:t>
      </w:r>
      <w:r>
        <w:rPr>
          <w:rFonts w:hint="cs"/>
          <w:cs/>
          <w:lang w:bidi="hi-IN"/>
        </w:rPr>
        <w:t>नालैन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तअक़्क़ुब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बक़ीअ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चुपचाप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पताओगी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तअक़्क़ुब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>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हेलाल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यसाफ़</w:t>
      </w:r>
      <w:r>
        <w:t xml:space="preserve">, </w:t>
      </w:r>
      <w:r>
        <w:rPr>
          <w:rFonts w:hint="cs"/>
          <w:cs/>
          <w:lang w:bidi="hi-IN"/>
        </w:rPr>
        <w:t>अबूमली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रूकू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इस्तिग़फ़ार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वल्लाहो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t xml:space="preserve">,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तअक़्क़ुब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147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151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201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221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28" w:name="_Toc442215704"/>
      <w:bookmarkStart w:id="29" w:name="_Toc442266460"/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bookmarkEnd w:id="28"/>
      <w:bookmarkEnd w:id="29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बदगुमानी</w:t>
      </w:r>
      <w: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</w:t>
      </w:r>
      <w:r>
        <w:t xml:space="preserve">?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?(1)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तसकीने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तोड़ना</w:t>
      </w:r>
      <w:r>
        <w:t xml:space="preserve">,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वग़ैरह।</w:t>
      </w:r>
    </w:p>
    <w:p w:rsidR="00137658" w:rsidRDefault="00137658" w:rsidP="00870944">
      <w:pPr>
        <w:pStyle w:val="libFootnoteAie"/>
      </w:pPr>
      <w:r>
        <w:t>1.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115</w:t>
      </w:r>
    </w:p>
    <w:p w:rsidR="00137658" w:rsidRDefault="00137658" w:rsidP="00137658">
      <w:pPr>
        <w:pStyle w:val="libNormal"/>
        <w:rPr>
          <w:lang w:bidi="hi-IN"/>
        </w:rPr>
      </w:pPr>
    </w:p>
    <w:p w:rsidR="00137658" w:rsidRDefault="00137658" w:rsidP="00137658">
      <w:pPr>
        <w:pStyle w:val="Heading1"/>
      </w:pPr>
      <w:bookmarkStart w:id="30" w:name="_Toc442215705"/>
      <w:bookmarkStart w:id="31" w:name="_Toc442266461"/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फोड़</w:t>
      </w:r>
      <w:bookmarkEnd w:id="30"/>
      <w:bookmarkEnd w:id="31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>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हमपाश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कुसूर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तख़रीबकार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अक्कासी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तख़रीबकारी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इशरत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111, </w:t>
      </w:r>
      <w:r>
        <w:rPr>
          <w:rFonts w:hint="cs"/>
          <w:cs/>
          <w:lang w:bidi="hi-IN"/>
        </w:rPr>
        <w:t>कन्ज़ुल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44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277, </w:t>
      </w:r>
      <w:r w:rsidR="00870944">
        <w:rPr>
          <w:rFonts w:hint="cs"/>
          <w:cs/>
          <w:lang w:bidi="hi-IN"/>
        </w:rPr>
        <w:t>सोनन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148, </w:t>
      </w:r>
      <w:r>
        <w:rPr>
          <w:rFonts w:hint="cs"/>
          <w:cs/>
          <w:lang w:bidi="hi-IN"/>
        </w:rPr>
        <w:t>हाशिया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183- 284</w:t>
      </w:r>
    </w:p>
    <w:p w:rsidR="00137658" w:rsidRDefault="00137658" w:rsidP="00137658">
      <w:pPr>
        <w:pStyle w:val="libNormal"/>
        <w:rPr>
          <w:lang w:bidi="hi-IN"/>
        </w:rPr>
      </w:pPr>
    </w:p>
    <w:p w:rsidR="00137658" w:rsidRDefault="00137658" w:rsidP="00137658">
      <w:pPr>
        <w:pStyle w:val="Heading1"/>
      </w:pPr>
      <w:bookmarkStart w:id="32" w:name="_Toc442215706"/>
      <w:bookmarkStart w:id="33" w:name="_Toc442266462"/>
      <w:r>
        <w:rPr>
          <w:rFonts w:hint="cs"/>
          <w:cs/>
          <w:lang w:bidi="hi-IN"/>
        </w:rPr>
        <w:t>गालम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गलौज</w:t>
      </w:r>
      <w:bookmarkEnd w:id="32"/>
      <w:bookmarkEnd w:id="33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तिर्मिज़ी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>(</w:t>
      </w:r>
      <w:r>
        <w:t>2)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34" w:name="_Toc442215707"/>
      <w:bookmarkStart w:id="35" w:name="_Toc442266463"/>
      <w:r>
        <w:rPr>
          <w:rFonts w:hint="cs"/>
          <w:cs/>
          <w:lang w:bidi="hi-IN"/>
        </w:rPr>
        <w:t>गुत्थम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गुत्था</w:t>
      </w:r>
      <w:bookmarkEnd w:id="34"/>
      <w:bookmarkEnd w:id="35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गुनगुनाते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........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t xml:space="preserve">,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बाज़ाब्ता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गुत्थम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गुत्था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लीजिए।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3)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127, </w:t>
      </w:r>
      <w:r>
        <w:rPr>
          <w:rFonts w:hint="cs"/>
          <w:cs/>
          <w:lang w:bidi="hi-IN"/>
        </w:rPr>
        <w:t>मुस्तरक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4,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29.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तिर्मिज़ी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ज़रकशी</w:t>
      </w:r>
      <w:r>
        <w:t xml:space="preserve">, </w:t>
      </w:r>
      <w:r>
        <w:rPr>
          <w:rFonts w:hint="cs"/>
          <w:cs/>
          <w:lang w:bidi="hi-IN"/>
        </w:rPr>
        <w:t>इजाबा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73, </w:t>
      </w:r>
      <w:r>
        <w:rPr>
          <w:rFonts w:hint="cs"/>
          <w:cs/>
          <w:lang w:bidi="hi-IN"/>
        </w:rPr>
        <w:t>मदारेजुन्नुबवा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616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इजाबाः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ज़रकशी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36" w:name="_Toc442215708"/>
      <w:bookmarkStart w:id="37" w:name="_Toc442266464"/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पिटाई</w:t>
      </w:r>
      <w:bookmarkEnd w:id="36"/>
      <w:bookmarkEnd w:id="37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सल्लाल्लाहो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बचाओ।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बेइख़तियार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आप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बाबुत्तमीम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38" w:name="_Toc442215709"/>
      <w:bookmarkStart w:id="39" w:name="_Toc442266465"/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bookmarkEnd w:id="38"/>
      <w:bookmarkEnd w:id="39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खंन्दक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मरदान्गी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t xml:space="preserve">?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ताज्जुब</w:t>
      </w:r>
      <w:r>
        <w:t xml:space="preserve">, </w:t>
      </w:r>
      <w:r>
        <w:rPr>
          <w:rFonts w:hint="cs"/>
          <w:cs/>
          <w:lang w:bidi="hi-IN"/>
        </w:rPr>
        <w:t>बालाए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t xml:space="preserve">?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t xml:space="preserve">,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8,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56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99 -141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हज्जुन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40" w:name="_Toc442215710"/>
      <w:bookmarkStart w:id="41" w:name="_Toc442266466"/>
      <w:r>
        <w:rPr>
          <w:rFonts w:hint="cs"/>
          <w:cs/>
          <w:lang w:bidi="hi-IN"/>
        </w:rPr>
        <w:lastRenderedPageBreak/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bookmarkEnd w:id="40"/>
      <w:bookmarkEnd w:id="41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मोवर्रेख़ीन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क़ब्तिया</w:t>
      </w:r>
      <w:r>
        <w:t xml:space="preserve">,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हजश</w:t>
      </w:r>
      <w:r>
        <w:t xml:space="preserve">, </w:t>
      </w:r>
      <w:r>
        <w:rPr>
          <w:rFonts w:hint="cs"/>
          <w:cs/>
          <w:lang w:bidi="hi-IN"/>
        </w:rPr>
        <w:t>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हासेदाना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? (1)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असाबा</w:t>
      </w:r>
      <w:r>
        <w:rPr>
          <w:cs/>
          <w:lang w:bidi="hi-IN"/>
        </w:rPr>
        <w:t>(</w:t>
      </w:r>
      <w:r>
        <w:t xml:space="preserve">3)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>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>(</w:t>
      </w:r>
      <w:r>
        <w:t>5)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118,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4,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374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तबक़ातः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8,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154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असाबाः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4,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362, 784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4,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198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164</w:t>
      </w:r>
    </w:p>
    <w:p w:rsidR="00137658" w:rsidRDefault="00137658" w:rsidP="00137658">
      <w:pPr>
        <w:pStyle w:val="libNormal"/>
      </w:pPr>
      <w:r>
        <w:t xml:space="preserve"> </w:t>
      </w:r>
    </w:p>
    <w:p w:rsidR="00137658" w:rsidRDefault="00137658" w:rsidP="00137658">
      <w:pPr>
        <w:pStyle w:val="Heading1"/>
      </w:pPr>
      <w:bookmarkStart w:id="42" w:name="_Toc442215711"/>
      <w:bookmarkStart w:id="43" w:name="_Toc442266467"/>
      <w:r>
        <w:rPr>
          <w:rFonts w:hint="cs"/>
          <w:cs/>
          <w:lang w:bidi="hi-IN"/>
        </w:rPr>
        <w:t>आऊज़ो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</w:t>
      </w:r>
      <w:bookmarkEnd w:id="42"/>
      <w:bookmarkEnd w:id="43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जौनिया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इन्ताहाई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मुनज़्ज़म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मन्सूबा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</w:t>
      </w:r>
      <w:r>
        <w:t xml:space="preserve">,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जौनिया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संवारे।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</w:t>
      </w:r>
      <w:r>
        <w:rPr>
          <w:cs/>
          <w:lang w:bidi="hi-IN"/>
        </w:rPr>
        <w:t xml:space="preserve">...... </w:t>
      </w:r>
      <w:r>
        <w:rPr>
          <w:rFonts w:hint="cs"/>
          <w:cs/>
          <w:lang w:bidi="hi-IN"/>
        </w:rPr>
        <w:t>निकला।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तहज़ीबे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870944">
      <w:pPr>
        <w:pStyle w:val="libFootnoteAie"/>
      </w:pPr>
      <w:r>
        <w:t>1.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8,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145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79, </w:t>
      </w:r>
      <w:r>
        <w:rPr>
          <w:rFonts w:hint="cs"/>
          <w:cs/>
          <w:lang w:bidi="hi-IN"/>
        </w:rPr>
        <w:t>मुसतदरकः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4,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37, </w:t>
      </w:r>
      <w:r>
        <w:rPr>
          <w:rFonts w:hint="cs"/>
          <w:cs/>
          <w:lang w:bidi="hi-IN"/>
        </w:rPr>
        <w:t>इस्तेयाबः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73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असाबाः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350</w:t>
      </w:r>
    </w:p>
    <w:p w:rsidR="00137658" w:rsidRDefault="00137658" w:rsidP="00870944">
      <w:pPr>
        <w:pStyle w:val="libFootnoteAie"/>
        <w:rPr>
          <w:lang w:bidi="hi-IN"/>
        </w:rPr>
      </w:pPr>
      <w:r>
        <w:t xml:space="preserve">4. </w:t>
      </w:r>
      <w:r>
        <w:rPr>
          <w:rFonts w:hint="cs"/>
          <w:cs/>
          <w:lang w:bidi="hi-IN"/>
        </w:rPr>
        <w:t>तहज़ीबः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309</w:t>
      </w:r>
    </w:p>
    <w:p w:rsidR="00870944" w:rsidRDefault="00870944" w:rsidP="00870944">
      <w:pPr>
        <w:pStyle w:val="libFootnoteAie"/>
        <w:rPr>
          <w:lang w:bidi="hi-IN"/>
        </w:rPr>
      </w:pPr>
    </w:p>
    <w:p w:rsidR="00137658" w:rsidRDefault="00137658" w:rsidP="00870944">
      <w:pPr>
        <w:pStyle w:val="Heading1"/>
      </w:pPr>
      <w:bookmarkStart w:id="44" w:name="_Toc442266468"/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bookmarkEnd w:id="4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हुस्नो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बहकावे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बरग़लाने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रूजूअ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मुजस्समा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8,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148,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5,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299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असाबाः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4,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392,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309, </w:t>
      </w:r>
      <w:r>
        <w:rPr>
          <w:rFonts w:hint="cs"/>
          <w:cs/>
          <w:lang w:bidi="hi-IN"/>
        </w:rPr>
        <w:t>ज़हबीः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325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45" w:name="_Toc442215712"/>
      <w:bookmarkStart w:id="46" w:name="_Toc442266469"/>
      <w:r>
        <w:rPr>
          <w:rFonts w:hint="cs"/>
          <w:cs/>
          <w:lang w:bidi="hi-IN"/>
        </w:rPr>
        <w:lastRenderedPageBreak/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सरगुज़श्त</w:t>
      </w:r>
      <w:bookmarkEnd w:id="45"/>
      <w:bookmarkEnd w:id="4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असकन्दर्या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बाफ़ूर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माबूर</w:t>
      </w:r>
      <w:r>
        <w:rPr>
          <w:cs/>
          <w:lang w:bidi="hi-IN"/>
        </w:rPr>
        <w:t xml:space="preserve">*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इन्ताहाई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वज़ैहम्ल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ज़िल्हिज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सुयूती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तसनीफ़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मोहाज़ेरा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मक़ूक़स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सन्जीदगी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माख़ूज़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क़ाब्तिया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कमतरो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मारिया</w:t>
      </w:r>
      <w:r>
        <w:t xml:space="preserve">, </w:t>
      </w:r>
      <w:r>
        <w:rPr>
          <w:rFonts w:hint="cs"/>
          <w:cs/>
          <w:lang w:bidi="hi-IN"/>
        </w:rPr>
        <w:t>शहज़ादी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बावेक़ार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वाल्दैन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पिन्दांरे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वुगज़ों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लड़ाई</w:t>
      </w:r>
      <w:r>
        <w:t xml:space="preserve">,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मारपीट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बरग़लाती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ग़ीबत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बामुसीबता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तबक़ातः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8,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134, </w:t>
      </w:r>
      <w:r>
        <w:rPr>
          <w:rFonts w:hint="cs"/>
          <w:cs/>
          <w:lang w:bidi="hi-IN"/>
        </w:rPr>
        <w:t>हालाते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.)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हुस्नुल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मुहाज़राः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47 (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>)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8,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150, 202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29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7,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47" w:name="_Toc442215713"/>
      <w:bookmarkStart w:id="48" w:name="_Toc442266470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)</w:t>
      </w:r>
      <w:bookmarkEnd w:id="47"/>
      <w:bookmarkEnd w:id="4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मैं</w:t>
      </w:r>
      <w:r>
        <w:t xml:space="preserve">,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t xml:space="preserve">,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अज़मतों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......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थप्पड़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मोहक्किक़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t xml:space="preserve">,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उबैदए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क़ुरान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थप्पड़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शाफ़ेई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ज़दोकोब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(</w:t>
      </w:r>
      <w:r>
        <w:t xml:space="preserve">4) 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मुन्दर्जा ज़ेल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</w:p>
    <w:p w:rsidR="00137658" w:rsidRDefault="00137658" w:rsidP="00137658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मुर्तक़िब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*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5) (</w:t>
      </w:r>
      <w:r>
        <w:rPr>
          <w:rFonts w:hint="cs"/>
          <w:cs/>
          <w:lang w:bidi="hi-IN"/>
        </w:rPr>
        <w:t>मआज़ल्लाह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ख़मर</w:t>
      </w:r>
      <w:r>
        <w:t xml:space="preserve">, </w:t>
      </w:r>
      <w:r>
        <w:rPr>
          <w:rFonts w:hint="cs"/>
          <w:cs/>
          <w:lang w:bidi="hi-IN"/>
        </w:rPr>
        <w:t>अंगूर</w:t>
      </w:r>
      <w:r>
        <w:t xml:space="preserve">, </w:t>
      </w:r>
      <w:r>
        <w:rPr>
          <w:rFonts w:hint="cs"/>
          <w:cs/>
          <w:lang w:bidi="hi-IN"/>
        </w:rPr>
        <w:t>जौ</w:t>
      </w:r>
      <w:r>
        <w:t xml:space="preserve">, </w:t>
      </w:r>
      <w:r>
        <w:rPr>
          <w:rFonts w:hint="cs"/>
          <w:cs/>
          <w:lang w:bidi="hi-IN"/>
        </w:rPr>
        <w:t>गेहूं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ग़ेज़ाली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मनखूल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ग़ेज़ाली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</w:t>
      </w:r>
      <w:r>
        <w:rPr>
          <w:cs/>
          <w:lang w:bidi="hi-IN"/>
        </w:rPr>
        <w:t xml:space="preserve"> </w:t>
      </w:r>
      <w:r>
        <w:t>301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बेधड़क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शिबली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अलमामून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221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सोसाइटियां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अम्न</w:t>
      </w:r>
      <w:r>
        <w:t xml:space="preserve">, </w:t>
      </w:r>
      <w:r>
        <w:rPr>
          <w:rFonts w:hint="cs"/>
          <w:cs/>
          <w:lang w:bidi="hi-IN"/>
        </w:rPr>
        <w:t>फ़राग़</w:t>
      </w:r>
      <w:r>
        <w:t xml:space="preserve">, </w:t>
      </w:r>
      <w:r>
        <w:rPr>
          <w:rFonts w:hint="cs"/>
          <w:cs/>
          <w:lang w:bidi="hi-IN"/>
        </w:rPr>
        <w:t>इत्मीनान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ज़रोमाल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मयस्सर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ताड़ी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?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तशरीह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ग़ेज़ाली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तन्क़ीद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t xml:space="preserve">, </w:t>
      </w:r>
      <w:r>
        <w:rPr>
          <w:rFonts w:hint="cs"/>
          <w:cs/>
          <w:lang w:bidi="hi-IN"/>
        </w:rPr>
        <w:t>रद्दुल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शिबली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तसरीहात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मआज़ल्लाह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कशफ़ुल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ग़म्माः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76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t xml:space="preserve">–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30.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उक़ाद</w:t>
      </w:r>
      <w:r>
        <w:rPr>
          <w:cs/>
          <w:lang w:bidi="hi-IN"/>
        </w:rPr>
        <w:t xml:space="preserve">) </w:t>
      </w:r>
      <w:r>
        <w:t xml:space="preserve">–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98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नुज़हतुल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मजालिसः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102</w:t>
      </w:r>
    </w:p>
    <w:p w:rsidR="00137658" w:rsidRDefault="00137658" w:rsidP="00870944">
      <w:pPr>
        <w:pStyle w:val="libFootnoteAie"/>
      </w:pPr>
      <w:r>
        <w:t xml:space="preserve">*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शराब।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तलख़ीसुस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सहाहः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112, </w:t>
      </w:r>
      <w:r>
        <w:rPr>
          <w:rFonts w:hint="cs"/>
          <w:cs/>
          <w:lang w:bidi="hi-IN"/>
        </w:rPr>
        <w:t>मतबुआ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लाहौर</w:t>
      </w:r>
    </w:p>
    <w:p w:rsidR="00137658" w:rsidRDefault="00137658" w:rsidP="0087094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मिशकातः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5,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मतबुआ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लाहौर</w:t>
      </w:r>
    </w:p>
    <w:p w:rsidR="00137658" w:rsidRDefault="00137658" w:rsidP="00137658">
      <w:pPr>
        <w:pStyle w:val="libNormal"/>
      </w:pPr>
    </w:p>
    <w:p w:rsidR="00137658" w:rsidRPr="006C230E" w:rsidRDefault="00137658" w:rsidP="006C230E">
      <w:pPr>
        <w:rPr>
          <w:rtl/>
          <w:cs/>
        </w:rPr>
      </w:pPr>
      <w:r>
        <w:rPr>
          <w:cs/>
          <w:lang w:bidi="hi-IN"/>
        </w:rPr>
        <w:br w:type="page"/>
      </w:r>
    </w:p>
    <w:p w:rsidR="00137658" w:rsidRDefault="00137658" w:rsidP="00137658">
      <w:pPr>
        <w:pStyle w:val="Heading1"/>
      </w:pPr>
      <w:bookmarkStart w:id="49" w:name="_Toc442215714"/>
      <w:bookmarkStart w:id="50" w:name="_Toc442266471"/>
      <w:r>
        <w:rPr>
          <w:rFonts w:hint="cs"/>
          <w:cs/>
          <w:lang w:bidi="hi-IN"/>
        </w:rPr>
        <w:lastRenderedPageBreak/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बोहतान</w:t>
      </w:r>
      <w:bookmarkEnd w:id="49"/>
      <w:bookmarkEnd w:id="5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मुस्लिम</w:t>
      </w:r>
      <w:r>
        <w:t xml:space="preserve">,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तिर्मिज़ी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t xml:space="preserve">,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नबुवत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t xml:space="preserve">,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t xml:space="preserve">,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नशीनी</w:t>
      </w:r>
      <w:r>
        <w:t xml:space="preserve">,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t xml:space="preserve">,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पढ़िये</w:t>
      </w:r>
      <w:r>
        <w:t xml:space="preserve">,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पढ़ियेः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बिइस्मे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रब्बेका</w:t>
      </w:r>
      <w:r>
        <w:rPr>
          <w:cs/>
          <w:lang w:bidi="hi-IN"/>
        </w:rPr>
        <w:t>..........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बेसहारा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नादारों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ख़बरगिरी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मेहमानों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ख़दीजा</w:t>
      </w:r>
      <w:r>
        <w:t xml:space="preserve">,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वरक़ा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नोफ़ल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नसरानी</w:t>
      </w:r>
      <w:r>
        <w:t xml:space="preserve">, </w:t>
      </w:r>
      <w:r>
        <w:rPr>
          <w:rFonts w:hint="cs"/>
          <w:cs/>
          <w:lang w:bidi="hi-IN"/>
        </w:rPr>
        <w:t>नाबीना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सुनों</w:t>
      </w:r>
      <w:r>
        <w:t xml:space="preserve">,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सरगुज़श्त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>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फ़रिश्ता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बंधाना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पेशिनगोई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?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?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शारेहीन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t xml:space="preserve">?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फ़रिश्ता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मोहमल।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51" w:name="_Toc442215715"/>
      <w:bookmarkStart w:id="52" w:name="_Toc442266472"/>
      <w:r>
        <w:rPr>
          <w:rFonts w:hint="cs"/>
          <w:cs/>
          <w:lang w:bidi="hi-IN"/>
        </w:rPr>
        <w:t>गुड़ियों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bookmarkEnd w:id="51"/>
      <w:bookmarkEnd w:id="5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ख़ुराफ़ाती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मशागेल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</w:t>
      </w:r>
      <w:r>
        <w:t xml:space="preserve">, </w:t>
      </w:r>
      <w:r>
        <w:rPr>
          <w:rFonts w:hint="cs"/>
          <w:cs/>
          <w:lang w:bidi="hi-IN"/>
        </w:rPr>
        <w:t>नाच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गुड़ियां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घोड़ों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घोंड़ों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गुड़ियां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गुड्डों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गुलाबों</w:t>
      </w:r>
      <w:r>
        <w:t xml:space="preserve">, </w:t>
      </w:r>
      <w:r>
        <w:rPr>
          <w:rFonts w:hint="cs"/>
          <w:cs/>
          <w:lang w:bidi="hi-IN"/>
        </w:rPr>
        <w:t>सताबो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मआज़ल्लाह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कम्सिनी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खुर्दसाली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सत्रह</w:t>
      </w:r>
      <w:r>
        <w:t xml:space="preserve">, </w:t>
      </w:r>
      <w:r>
        <w:rPr>
          <w:rFonts w:hint="cs"/>
          <w:cs/>
          <w:lang w:bidi="hi-IN"/>
        </w:rPr>
        <w:t>अट्ठारह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गुड़िया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जुज़्वे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t xml:space="preserve">,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t xml:space="preserve">, </w:t>
      </w:r>
      <w:r>
        <w:rPr>
          <w:rFonts w:hint="cs"/>
          <w:cs/>
          <w:lang w:bidi="hi-IN"/>
        </w:rPr>
        <w:t>बसिलसिलला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</w:t>
      </w:r>
      <w:r>
        <w:t xml:space="preserve">,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तिर्मिज़ी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t>,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मिशकातुल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मुसाबीहः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282,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मदारे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नुबूवतः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602,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मनाक़िबे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t xml:space="preserve">, </w:t>
      </w:r>
      <w:r>
        <w:rPr>
          <w:rFonts w:hint="cs"/>
          <w:cs/>
          <w:lang w:bidi="hi-IN"/>
        </w:rPr>
        <w:t>रफउल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एजाबा</w:t>
      </w:r>
      <w:r>
        <w:t xml:space="preserve">,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सतर</w:t>
      </w:r>
      <w:r>
        <w:rPr>
          <w:cs/>
          <w:lang w:bidi="hi-IN"/>
        </w:rPr>
        <w:t xml:space="preserve"> </w:t>
      </w:r>
      <w:r>
        <w:t xml:space="preserve">19, </w:t>
      </w:r>
      <w:r>
        <w:rPr>
          <w:rFonts w:hint="cs"/>
          <w:cs/>
          <w:lang w:bidi="hi-IN"/>
        </w:rPr>
        <w:t>सिद्दीक़ी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लाहौर</w:t>
      </w:r>
      <w:r>
        <w:t xml:space="preserve">, </w:t>
      </w:r>
      <w:r>
        <w:rPr>
          <w:rFonts w:hint="cs"/>
          <w:cs/>
          <w:lang w:bidi="hi-IN"/>
        </w:rPr>
        <w:t>अलमुअल्लेम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19 -24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53" w:name="_Toc442215716"/>
      <w:bookmarkStart w:id="54" w:name="_Toc442266473"/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मुज़ख़रफ़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bookmarkEnd w:id="53"/>
      <w:bookmarkEnd w:id="5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मसानीद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मुहद्देसीन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अर्बा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उम्महातुल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ख़ुसूसियातों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ज़ुरूरियात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मद्देनज़र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बिरंगी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मुज़ख़रफ़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मसानीद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t xml:space="preserve">,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तमसख़ुर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चौखट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ख़ाकम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...........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शबोरोज़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आय़शा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तकल्लुम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t xml:space="preserve">?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?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रूजहानात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मुलाहेज़ह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फ़रमाएं।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Heading1"/>
      </w:pPr>
      <w:bookmarkStart w:id="55" w:name="_Toc442215717"/>
      <w:bookmarkStart w:id="56" w:name="_Toc442266474"/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bookmarkEnd w:id="55"/>
      <w:bookmarkEnd w:id="5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असक़लानी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चुटकियां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चेजाइकि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चुटकियां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t xml:space="preserve">,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होतीं</w:t>
      </w:r>
      <w:r>
        <w:t xml:space="preserve">?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वहां</w:t>
      </w:r>
      <w:r>
        <w:t xml:space="preserve">,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t xml:space="preserve">,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दरद्दद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लाहौला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57" w:name="_Toc442215718"/>
      <w:bookmarkStart w:id="58" w:name="_Toc442266475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एतेराफ़</w:t>
      </w:r>
      <w:bookmarkEnd w:id="57"/>
      <w:bookmarkEnd w:id="5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पशेमां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पशेमां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तख़ातुब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मन्ज़ेलत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t xml:space="preserve">?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मुतर्जिम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.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245, </w:t>
      </w:r>
      <w:r>
        <w:rPr>
          <w:rFonts w:hint="cs"/>
          <w:cs/>
          <w:lang w:bidi="hi-IN"/>
        </w:rPr>
        <w:t>उमदतुलक़ारी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502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फतहुल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245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51, </w:t>
      </w:r>
      <w:r>
        <w:rPr>
          <w:rFonts w:hint="cs"/>
          <w:cs/>
          <w:lang w:bidi="hi-IN"/>
        </w:rPr>
        <w:t>बाबुस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125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तर्जुमाः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t xml:space="preserve">, </w:t>
      </w:r>
      <w:r>
        <w:rPr>
          <w:rFonts w:hint="cs"/>
          <w:cs/>
          <w:lang w:bidi="hi-IN"/>
        </w:rPr>
        <w:t>मिर्ज़ा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देहल्वी</w:t>
      </w:r>
    </w:p>
    <w:p w:rsidR="00137658" w:rsidRDefault="00137658" w:rsidP="00137658">
      <w:pPr>
        <w:pStyle w:val="libNormal"/>
      </w:pPr>
      <w:r>
        <w:t xml:space="preserve"> </w:t>
      </w:r>
    </w:p>
    <w:p w:rsidR="00137658" w:rsidRDefault="00137658" w:rsidP="00663BEC">
      <w:pPr>
        <w:pStyle w:val="Heading1"/>
      </w:pPr>
      <w:bookmarkStart w:id="59" w:name="_Toc442215719"/>
      <w:bookmarkStart w:id="60" w:name="_Toc442266476"/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bookmarkEnd w:id="59"/>
      <w:bookmarkEnd w:id="6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दसतरख़्वान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चूसते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t xml:space="preserve">, </w:t>
      </w:r>
      <w:r>
        <w:rPr>
          <w:rFonts w:hint="cs"/>
          <w:cs/>
          <w:lang w:bidi="hi-IN"/>
        </w:rPr>
        <w:t>गूदा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...........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बेग़ैरती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t>1.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64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61" w:name="_Toc442215720"/>
      <w:bookmarkStart w:id="62" w:name="_Toc442266477"/>
      <w:r>
        <w:rPr>
          <w:rFonts w:hint="cs"/>
          <w:cs/>
          <w:lang w:bidi="hi-IN"/>
        </w:rPr>
        <w:t>शैतानी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bookmarkEnd w:id="61"/>
      <w:bookmarkEnd w:id="6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t xml:space="preserve">,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लड़कियां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शग़ले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अयाज़न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मुर्तक़िब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870944">
      <w:pPr>
        <w:pStyle w:val="libFootnoteAie"/>
      </w:pP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1.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108,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ईदैन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63" w:name="_Toc442215721"/>
      <w:bookmarkStart w:id="64" w:name="_Toc442266478"/>
      <w:r>
        <w:rPr>
          <w:rFonts w:hint="cs"/>
          <w:cs/>
          <w:lang w:bidi="hi-IN"/>
        </w:rPr>
        <w:t>हब्शियों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</w:t>
      </w:r>
      <w:bookmarkEnd w:id="63"/>
      <w:bookmarkEnd w:id="6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देखोगी</w:t>
      </w:r>
      <w: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ताज़ियाना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ख़ुराफ़ात</w:t>
      </w:r>
      <w:r>
        <w:t xml:space="preserve">, </w:t>
      </w:r>
      <w:r>
        <w:rPr>
          <w:rFonts w:hint="cs"/>
          <w:cs/>
          <w:lang w:bidi="hi-IN"/>
        </w:rPr>
        <w:t>लग़्वियान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मुज़रवफ़रात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सरोकार</w:t>
      </w:r>
      <w:r>
        <w:t xml:space="preserve">? </w:t>
      </w:r>
      <w:r>
        <w:rPr>
          <w:rFonts w:hint="cs"/>
          <w:cs/>
          <w:lang w:bidi="hi-IN"/>
        </w:rPr>
        <w:t>अज़मत</w:t>
      </w:r>
      <w:r>
        <w:t xml:space="preserve">, </w:t>
      </w:r>
      <w:r>
        <w:rPr>
          <w:rFonts w:hint="cs"/>
          <w:cs/>
          <w:lang w:bidi="hi-IN"/>
        </w:rPr>
        <w:t>विक़ार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हब्शियों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t xml:space="preserve">?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>........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........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870944">
      <w:pPr>
        <w:pStyle w:val="libFootnoteAie"/>
      </w:pPr>
      <w:r>
        <w:t>1.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30, 5118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178,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499,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तिर्मिज़ी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65" w:name="_Toc442215722"/>
      <w:bookmarkStart w:id="66" w:name="_Toc442266479"/>
      <w:r>
        <w:rPr>
          <w:rFonts w:hint="cs"/>
          <w:cs/>
          <w:lang w:bidi="hi-IN"/>
        </w:rPr>
        <w:t>कहानियों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</w:t>
      </w:r>
      <w:bookmarkEnd w:id="65"/>
      <w:bookmarkEnd w:id="6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क़िस्से</w:t>
      </w:r>
      <w:r>
        <w:t xml:space="preserve">, </w:t>
      </w:r>
      <w:r>
        <w:rPr>
          <w:rFonts w:hint="cs"/>
          <w:cs/>
          <w:lang w:bidi="hi-IN"/>
        </w:rPr>
        <w:t>कहानियां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हिक़ायत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लग़्वियात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देखिये।</w:t>
      </w:r>
    </w:p>
    <w:p w:rsidR="00137658" w:rsidRDefault="00137658" w:rsidP="00870944">
      <w:pPr>
        <w:pStyle w:val="libFootnoteAie"/>
      </w:pPr>
      <w:r>
        <w:t>1.</w:t>
      </w:r>
      <w:r>
        <w:rPr>
          <w:rFonts w:hint="cs"/>
          <w:cs/>
          <w:lang w:bidi="hi-IN"/>
        </w:rPr>
        <w:t>मिशकातः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281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52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67" w:name="_Toc442215723"/>
      <w:bookmarkStart w:id="68" w:name="_Toc442266480"/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bookmarkEnd w:id="67"/>
      <w:bookmarkEnd w:id="6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मोटापे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खिलखिला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जानें।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69" w:name="_Toc442215724"/>
      <w:bookmarkStart w:id="70" w:name="_Toc442266481"/>
      <w:r>
        <w:rPr>
          <w:rFonts w:hint="cs"/>
          <w:cs/>
          <w:lang w:bidi="hi-IN"/>
        </w:rPr>
        <w:t>छुली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छुलय्या</w:t>
      </w:r>
      <w:bookmarkEnd w:id="69"/>
      <w:bookmarkEnd w:id="7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छुलय्या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ढ़ूंड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निकालते।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........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t xml:space="preserve">,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छुलय्या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गुन्ज़ाइश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छुलय्या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? 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6,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157,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हसुनुल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780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536, </w:t>
      </w:r>
      <w:r>
        <w:rPr>
          <w:rFonts w:hint="cs"/>
          <w:cs/>
          <w:lang w:bidi="hi-IN"/>
        </w:rPr>
        <w:t>मज़ाहिरे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162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71" w:name="_Toc442215725"/>
      <w:bookmarkStart w:id="72" w:name="_Toc442266482"/>
      <w:r>
        <w:rPr>
          <w:rFonts w:hint="cs"/>
          <w:cs/>
          <w:lang w:bidi="hi-IN"/>
        </w:rPr>
        <w:lastRenderedPageBreak/>
        <w:t>आऊज़ो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ख़ुराफ़ात</w:t>
      </w:r>
      <w:bookmarkEnd w:id="71"/>
      <w:bookmarkEnd w:id="7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नफ़सानी</w:t>
      </w:r>
      <w:r>
        <w:t xml:space="preserve">, </w:t>
      </w:r>
      <w:r>
        <w:rPr>
          <w:rFonts w:hint="cs"/>
          <w:cs/>
          <w:lang w:bidi="hi-IN"/>
        </w:rPr>
        <w:t>शहवानी</w:t>
      </w:r>
      <w:r>
        <w:t xml:space="preserve">, </w:t>
      </w:r>
      <w:r>
        <w:rPr>
          <w:rFonts w:hint="cs"/>
          <w:cs/>
          <w:lang w:bidi="hi-IN"/>
        </w:rPr>
        <w:t>अख़लाक़ी</w:t>
      </w:r>
      <w:r>
        <w:t xml:space="preserve">, </w:t>
      </w:r>
      <w:r>
        <w:rPr>
          <w:rFonts w:hint="cs"/>
          <w:cs/>
          <w:lang w:bidi="hi-IN"/>
        </w:rPr>
        <w:t>मुआशीराती</w:t>
      </w:r>
      <w:r>
        <w:t xml:space="preserve">,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नागुफ़्ताबह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अज़ीमुश्शान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बेहूदह</w:t>
      </w:r>
      <w:r>
        <w:t xml:space="preserve">, </w:t>
      </w:r>
      <w:r>
        <w:rPr>
          <w:rFonts w:hint="cs"/>
          <w:cs/>
          <w:lang w:bidi="hi-IN"/>
        </w:rPr>
        <w:t>लग़्व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इलज़ामात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t xml:space="preserve">,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t xml:space="preserve">, </w:t>
      </w:r>
      <w:r>
        <w:rPr>
          <w:rFonts w:hint="cs"/>
          <w:cs/>
          <w:lang w:bidi="hi-IN"/>
        </w:rPr>
        <w:t>बुज़ुर्गी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468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40- 46,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474, 489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मदारेजुन्नुबूव्वत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601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41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37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41, </w:t>
      </w:r>
      <w:r>
        <w:rPr>
          <w:rFonts w:hint="cs"/>
          <w:cs/>
          <w:lang w:bidi="hi-IN"/>
        </w:rPr>
        <w:t>मिशकातः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56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नसरूल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2000, </w:t>
      </w:r>
      <w:r>
        <w:rPr>
          <w:rFonts w:hint="cs"/>
          <w:cs/>
          <w:lang w:bidi="hi-IN"/>
        </w:rPr>
        <w:t>एहकामुल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मसाजिद</w:t>
      </w:r>
      <w:r>
        <w:t xml:space="preserve">,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101</w:t>
      </w:r>
    </w:p>
    <w:p w:rsidR="00137658" w:rsidRDefault="00137658" w:rsidP="0087094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211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73" w:name="_Toc442215726"/>
      <w:bookmarkStart w:id="74" w:name="_Toc442266483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bookmarkEnd w:id="73"/>
      <w:bookmarkEnd w:id="7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पूछने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?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75" w:name="_Toc442215727"/>
      <w:bookmarkStart w:id="76" w:name="_Toc442266484"/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पेशिनगोईयां</w:t>
      </w:r>
      <w:bookmarkEnd w:id="75"/>
      <w:bookmarkEnd w:id="7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मुख़बिरे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निकालेगा।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भौंकेगें।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39,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मुजतबाई</w:t>
      </w:r>
      <w:r>
        <w:rPr>
          <w:cs/>
          <w:lang w:bidi="hi-IN"/>
        </w:rPr>
        <w:t xml:space="preserve"> </w:t>
      </w:r>
      <w:r>
        <w:t>1332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132 (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>)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71, (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सवाइक़े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मुहर्रिक़ाः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71 (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>)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71, </w:t>
      </w:r>
      <w:r>
        <w:rPr>
          <w:rFonts w:hint="cs"/>
          <w:cs/>
          <w:lang w:bidi="hi-IN"/>
        </w:rPr>
        <w:t>अवाहिबः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95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77" w:name="_Toc442215728"/>
      <w:bookmarkStart w:id="78" w:name="_Toc442266485"/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bookmarkEnd w:id="77"/>
      <w:bookmarkEnd w:id="7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t xml:space="preserve">,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रिफ़ाक़त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ग़ैरत</w:t>
      </w:r>
      <w:r>
        <w:t xml:space="preserve">,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बरग़शता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छुड़ाइये</w:t>
      </w:r>
      <w:r>
        <w:t xml:space="preserve">,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cr/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t>29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65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lastRenderedPageBreak/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देहल्वी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- </w:t>
      </w:r>
      <w:r>
        <w:cr/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मन्हूस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कमबख़्त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214 (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>)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. </w:t>
      </w:r>
      <w:r>
        <w:t xml:space="preserve">22,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54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मदारिजुन्नुबूव्वतः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266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79" w:name="_Toc442215729"/>
      <w:bookmarkStart w:id="80" w:name="_Toc442266486"/>
      <w:r>
        <w:rPr>
          <w:rFonts w:hint="cs"/>
          <w:cs/>
          <w:lang w:bidi="hi-IN"/>
        </w:rPr>
        <w:lastRenderedPageBreak/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bookmarkEnd w:id="79"/>
      <w:bookmarkEnd w:id="8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अख़फ़ाए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चश्मपोशी</w:t>
      </w:r>
      <w:r>
        <w:t xml:space="preserve">,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नावाक़िफ़ियत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t xml:space="preserve">, </w:t>
      </w:r>
      <w:r>
        <w:rPr>
          <w:rFonts w:hint="cs"/>
          <w:cs/>
          <w:lang w:bidi="hi-IN"/>
        </w:rPr>
        <w:t>सिर्रूल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आलमीन</w:t>
      </w:r>
      <w:r>
        <w:t xml:space="preserve">, </w:t>
      </w:r>
      <w:r>
        <w:rPr>
          <w:rFonts w:hint="cs"/>
          <w:cs/>
          <w:lang w:bidi="hi-IN"/>
        </w:rPr>
        <w:t>अलवाफ़ि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इनकिशाफ़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तशहीर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मसतूरो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मुज़्मर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t xml:space="preserve">?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जानशीनी</w:t>
      </w:r>
      <w:r>
        <w:t xml:space="preserve">,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इक़्तिदारी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शहनशाहे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हरक़ल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...... </w:t>
      </w:r>
      <w:r>
        <w:rPr>
          <w:rFonts w:hint="cs"/>
          <w:cs/>
          <w:lang w:bidi="hi-IN"/>
        </w:rPr>
        <w:t>तबूक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इक्कीसवें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वाज़ह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कबींदह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!</w:t>
      </w:r>
      <w:r>
        <w:t xml:space="preserve">?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कनज़ूल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नापाको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ढलानों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बएजाज़े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हुज़ैफ़ाए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हुज़ैफ़ा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हुज़ैफ़ा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कचोकों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टहोंकों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एतिराफ़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हुज़ैफ़ा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ज़िल्हिज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बग़रज़े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ज़ुर्रियत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(</w:t>
      </w:r>
      <w:r>
        <w:t>8)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137658" w:rsidRDefault="00137658" w:rsidP="00137658">
      <w:pPr>
        <w:pStyle w:val="libNormal"/>
      </w:pP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उबैदह</w:t>
      </w:r>
      <w:r>
        <w:t xml:space="preserve">, </w:t>
      </w:r>
      <w:r>
        <w:rPr>
          <w:rFonts w:hint="cs"/>
          <w:cs/>
          <w:lang w:bidi="hi-IN"/>
        </w:rPr>
        <w:t>अब्दुर्रहमान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हुज़ैफ़ा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कआबा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इन्किशाफ़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डेविन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(</w:t>
      </w:r>
      <w:r>
        <w:t>9)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ग़दीरे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किबरिया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रखेगा।</w:t>
      </w:r>
      <w:r>
        <w:rPr>
          <w:cs/>
          <w:lang w:bidi="hi-IN"/>
        </w:rPr>
        <w:t xml:space="preserve"> (</w:t>
      </w:r>
      <w:r>
        <w:t>10)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मनकुन्तो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11)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अबनाअना</w:t>
      </w:r>
      <w:r>
        <w:t xml:space="preserve">, </w:t>
      </w:r>
      <w:r>
        <w:rPr>
          <w:rFonts w:hint="cs"/>
          <w:cs/>
          <w:lang w:bidi="hi-IN"/>
        </w:rPr>
        <w:t>निसाअना</w:t>
      </w:r>
      <w:r>
        <w:t xml:space="preserve">, </w:t>
      </w:r>
      <w:r>
        <w:rPr>
          <w:rFonts w:hint="cs"/>
          <w:cs/>
          <w:lang w:bidi="hi-IN"/>
        </w:rPr>
        <w:t>वअनफ़ोसना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ताअर्रूफ़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साज़िशायों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आक़ाबिरीने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इन्तिशारों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इफ़्तिराक़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दाएमीं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हकीमाना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ख़तमी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अंसारों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बकरो</w:t>
      </w:r>
      <w:r>
        <w:t xml:space="preserve">, </w:t>
      </w:r>
      <w:r>
        <w:rPr>
          <w:rFonts w:hint="cs"/>
          <w:cs/>
          <w:lang w:bidi="hi-IN"/>
        </w:rPr>
        <w:t>उमरों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t xml:space="preserve">,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t xml:space="preserve">, </w:t>
      </w:r>
      <w:r>
        <w:rPr>
          <w:rFonts w:hint="cs"/>
          <w:cs/>
          <w:lang w:bidi="hi-IN"/>
        </w:rPr>
        <w:t>उबैदए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जर्राह</w:t>
      </w:r>
      <w:r>
        <w:t xml:space="preserve">, </w:t>
      </w:r>
      <w:r>
        <w:rPr>
          <w:rFonts w:hint="cs"/>
          <w:cs/>
          <w:lang w:bidi="hi-IN"/>
        </w:rPr>
        <w:t>अब्दुर्रहमान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t xml:space="preserve">,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12)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तवस्सुल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पेशक़दमी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तख़ल्लुफ़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इक़्दाम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ज़ुल्फ़िक़ार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तहफ़्फ़ुज़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तारिख़ी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तजज़िये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t xml:space="preserve">, </w:t>
      </w:r>
      <w:r>
        <w:rPr>
          <w:rFonts w:hint="cs"/>
          <w:cs/>
          <w:lang w:bidi="hi-IN"/>
        </w:rPr>
        <w:t>दवात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काग़ज़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 xml:space="preserve">13)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नविशते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(</w:t>
      </w:r>
      <w:r>
        <w:t>14)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डॉक्टर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मलिहाबादी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गुलछर्रे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उड़ायें।</w:t>
      </w:r>
      <w:r>
        <w:rPr>
          <w:cs/>
          <w:lang w:bidi="hi-IN"/>
        </w:rPr>
        <w:t xml:space="preserve"> (</w:t>
      </w:r>
      <w:r>
        <w:t>15)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अज़मतों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तवक़्क़ुफ़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(</w:t>
      </w:r>
      <w:r>
        <w:t>16)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इन्किशाफ़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मुताल्लेक़ीन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137658" w:rsidRDefault="00137658" w:rsidP="00137658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(</w:t>
      </w:r>
      <w:r>
        <w:t>17)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शम्सुल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डिप्टी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खिसकीं।</w:t>
      </w:r>
      <w:r>
        <w:rPr>
          <w:cs/>
          <w:lang w:bidi="hi-IN"/>
        </w:rPr>
        <w:t xml:space="preserve"> (</w:t>
      </w:r>
      <w:r>
        <w:t>18)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(</w:t>
      </w:r>
      <w:r>
        <w:t>19)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फ़रसूदह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तसफ़ीया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(</w:t>
      </w:r>
      <w:r>
        <w:t>20)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  <w:r>
        <w:rPr>
          <w:cs/>
          <w:lang w:bidi="hi-IN"/>
        </w:rPr>
        <w:t xml:space="preserve"> (</w:t>
      </w:r>
      <w:r>
        <w:t>21)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पेशनमाज़ी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लानती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अखाड़े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मुतमक़्क़िन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इस्तेहक़ाक़े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मनगढ़त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इख़तिराअ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आराइयां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बागडोर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मुत्तफ़िक़ो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 w:rsidR="00663BEC" w:rsidRPr="00663BEC">
        <w:t>”</w:t>
      </w:r>
      <w: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रस्साकशी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अहमतरीन</w:t>
      </w:r>
      <w:r>
        <w:rPr>
          <w:cs/>
          <w:lang w:bidi="hi-IN"/>
        </w:rPr>
        <w:t xml:space="preserve"> - - - - - - - - - - - - - - - - - - - - - - - - -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127,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t>1314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ग़ेज़ाली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बम्बईः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अल्वाफ़ीः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मिश्कात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बाबः</w:t>
      </w:r>
      <w:r>
        <w:rPr>
          <w:cs/>
          <w:lang w:bidi="hi-IN"/>
        </w:rPr>
        <w:t xml:space="preserve">-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85.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इज़ालतुल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ख़ुल्फ़ाः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261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12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कन्ज़ुल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404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ख़मीसः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144</w:t>
      </w:r>
    </w:p>
    <w:p w:rsidR="00137658" w:rsidRDefault="00137658" w:rsidP="0087094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मदारिजुन्नुबूव्वतः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302</w:t>
      </w:r>
    </w:p>
    <w:p w:rsidR="00137658" w:rsidRDefault="00137658" w:rsidP="0087094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मीज़ानुल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एतिदाल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336, </w:t>
      </w:r>
      <w:r>
        <w:rPr>
          <w:rFonts w:hint="cs"/>
          <w:cs/>
          <w:lang w:bidi="hi-IN"/>
        </w:rPr>
        <w:t>मतबअ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लखनऊ</w:t>
      </w:r>
    </w:p>
    <w:p w:rsidR="00137658" w:rsidRDefault="00137658" w:rsidP="00870944">
      <w:pPr>
        <w:pStyle w:val="libFootnoteAie"/>
      </w:pPr>
      <w:r>
        <w:t xml:space="preserve">8.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238, </w:t>
      </w:r>
      <w:r>
        <w:rPr>
          <w:rFonts w:hint="cs"/>
          <w:cs/>
          <w:lang w:bidi="hi-IN"/>
        </w:rPr>
        <w:t>फ़तहुल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194,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ख़मीसः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कन्ज़ुल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146</w:t>
      </w:r>
    </w:p>
    <w:p w:rsidR="00137658" w:rsidRDefault="00137658" w:rsidP="00870944">
      <w:pPr>
        <w:pStyle w:val="libFootnoteAie"/>
      </w:pPr>
      <w:r>
        <w:t xml:space="preserve">9. </w:t>
      </w:r>
      <w:r>
        <w:rPr>
          <w:rFonts w:hint="cs"/>
          <w:cs/>
          <w:lang w:bidi="hi-IN"/>
        </w:rPr>
        <w:t>इबशेराह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आयतः</w:t>
      </w:r>
      <w:r>
        <w:rPr>
          <w:cs/>
          <w:lang w:bidi="hi-IN"/>
        </w:rPr>
        <w:t xml:space="preserve"> </w:t>
      </w:r>
      <w:r>
        <w:t>7</w:t>
      </w:r>
    </w:p>
    <w:p w:rsidR="00137658" w:rsidRDefault="00137658" w:rsidP="00870944">
      <w:pPr>
        <w:pStyle w:val="libFootnoteAie"/>
      </w:pPr>
      <w:r>
        <w:t xml:space="preserve">10. </w:t>
      </w:r>
      <w:r>
        <w:rPr>
          <w:rFonts w:hint="cs"/>
          <w:cs/>
          <w:lang w:bidi="hi-IN"/>
        </w:rPr>
        <w:t>माइदहः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आयतः</w:t>
      </w:r>
      <w:r>
        <w:rPr>
          <w:cs/>
          <w:lang w:bidi="hi-IN"/>
        </w:rPr>
        <w:t xml:space="preserve"> </w:t>
      </w:r>
      <w:r>
        <w:t>67</w:t>
      </w:r>
    </w:p>
    <w:p w:rsidR="00137658" w:rsidRDefault="00137658" w:rsidP="00870944">
      <w:pPr>
        <w:pStyle w:val="libFootnoteAie"/>
      </w:pPr>
      <w:r>
        <w:lastRenderedPageBreak/>
        <w:t xml:space="preserve">11.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398</w:t>
      </w:r>
    </w:p>
    <w:p w:rsidR="00137658" w:rsidRDefault="00137658" w:rsidP="00870944">
      <w:pPr>
        <w:pStyle w:val="libFootnoteAie"/>
      </w:pPr>
      <w:r>
        <w:t xml:space="preserve">12.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120,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188</w:t>
      </w:r>
    </w:p>
    <w:p w:rsidR="00137658" w:rsidRDefault="00137658" w:rsidP="00870944">
      <w:pPr>
        <w:pStyle w:val="libFootnoteAie"/>
      </w:pPr>
      <w:r>
        <w:t xml:space="preserve">13.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134, </w:t>
      </w:r>
      <w:r>
        <w:rPr>
          <w:rFonts w:hint="cs"/>
          <w:cs/>
          <w:lang w:bidi="hi-IN"/>
        </w:rPr>
        <w:t>मुस्लिमः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76, </w:t>
      </w:r>
      <w:r>
        <w:rPr>
          <w:rFonts w:hint="cs"/>
          <w:cs/>
          <w:lang w:bidi="hi-IN"/>
        </w:rPr>
        <w:t>सिर्रूल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आलेमीनः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90</w:t>
      </w:r>
    </w:p>
    <w:p w:rsidR="00137658" w:rsidRDefault="00137658" w:rsidP="00870944">
      <w:pPr>
        <w:pStyle w:val="libFootnoteAie"/>
      </w:pPr>
      <w:r>
        <w:t xml:space="preserve">14.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701, </w:t>
      </w:r>
      <w:r>
        <w:rPr>
          <w:rFonts w:hint="cs"/>
          <w:cs/>
          <w:lang w:bidi="hi-IN"/>
        </w:rPr>
        <w:t>मुस्लिमः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77</w:t>
      </w:r>
    </w:p>
    <w:p w:rsidR="00137658" w:rsidRDefault="00137658" w:rsidP="00870944">
      <w:pPr>
        <w:pStyle w:val="libFootnoteAie"/>
      </w:pPr>
      <w:r>
        <w:t xml:space="preserve">15. </w:t>
      </w:r>
      <w:r>
        <w:rPr>
          <w:rFonts w:hint="cs"/>
          <w:cs/>
          <w:lang w:bidi="hi-IN"/>
        </w:rPr>
        <w:t>माख़ूज़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अलख़ुलफ़ाः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91</w:t>
      </w:r>
    </w:p>
    <w:p w:rsidR="00137658" w:rsidRDefault="00137658" w:rsidP="00870944">
      <w:pPr>
        <w:pStyle w:val="libFootnoteAie"/>
      </w:pPr>
      <w:r>
        <w:t xml:space="preserve">16. </w:t>
      </w:r>
      <w:r>
        <w:rPr>
          <w:rFonts w:hint="cs"/>
          <w:cs/>
          <w:lang w:bidi="hi-IN"/>
        </w:rPr>
        <w:t>रियाज़ुन्नज़रहः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180</w:t>
      </w:r>
    </w:p>
    <w:p w:rsidR="00137658" w:rsidRDefault="00137658" w:rsidP="00870944">
      <w:pPr>
        <w:pStyle w:val="libFootnoteAie"/>
      </w:pPr>
      <w:r>
        <w:t xml:space="preserve">17.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928</w:t>
      </w:r>
    </w:p>
    <w:p w:rsidR="00137658" w:rsidRDefault="00137658" w:rsidP="00870944">
      <w:pPr>
        <w:pStyle w:val="libFootnoteAie"/>
      </w:pPr>
      <w:r>
        <w:t xml:space="preserve">18. </w:t>
      </w:r>
      <w:r>
        <w:rPr>
          <w:rFonts w:hint="cs"/>
          <w:cs/>
          <w:lang w:bidi="hi-IN"/>
        </w:rPr>
        <w:t>उम्माहातुल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91</w:t>
      </w:r>
    </w:p>
    <w:p w:rsidR="00137658" w:rsidRDefault="00137658" w:rsidP="00870944">
      <w:pPr>
        <w:pStyle w:val="libFootnoteAie"/>
      </w:pPr>
      <w:r>
        <w:t xml:space="preserve">19. </w:t>
      </w:r>
      <w:r>
        <w:rPr>
          <w:rFonts w:hint="cs"/>
          <w:cs/>
          <w:lang w:bidi="hi-IN"/>
        </w:rPr>
        <w:t>उम्माहातुल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102</w:t>
      </w:r>
    </w:p>
    <w:p w:rsidR="00137658" w:rsidRDefault="00137658" w:rsidP="00870944">
      <w:pPr>
        <w:pStyle w:val="libFootnoteAie"/>
      </w:pPr>
      <w:r>
        <w:t xml:space="preserve">20. </w:t>
      </w:r>
      <w:r>
        <w:rPr>
          <w:rFonts w:hint="cs"/>
          <w:cs/>
          <w:lang w:bidi="hi-IN"/>
        </w:rPr>
        <w:t>उम्माहातुल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98</w:t>
      </w:r>
    </w:p>
    <w:p w:rsidR="00137658" w:rsidRDefault="00137658" w:rsidP="00870944">
      <w:pPr>
        <w:pStyle w:val="libFootnoteAie"/>
      </w:pPr>
      <w:r>
        <w:t xml:space="preserve">21. </w:t>
      </w:r>
      <w:r>
        <w:rPr>
          <w:rFonts w:hint="cs"/>
          <w:cs/>
          <w:lang w:bidi="hi-IN"/>
        </w:rPr>
        <w:t>अलख़ुलफ़ाः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दरमन्सूरः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84, </w:t>
      </w:r>
      <w:r>
        <w:rPr>
          <w:rFonts w:hint="cs"/>
          <w:cs/>
          <w:lang w:bidi="hi-IN"/>
        </w:rPr>
        <w:t>कन्ज़ुल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271, </w:t>
      </w:r>
      <w:r>
        <w:rPr>
          <w:rFonts w:hint="cs"/>
          <w:cs/>
          <w:lang w:bidi="hi-IN"/>
        </w:rPr>
        <w:t>इज़ालतुल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ख़ुल्फ़ाः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199,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</w:t>
      </w:r>
      <w:r>
        <w:rPr>
          <w:cs/>
          <w:lang w:bidi="hi-IN"/>
        </w:rPr>
        <w:t xml:space="preserve">.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229 (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t xml:space="preserve"> </w:t>
      </w:r>
    </w:p>
    <w:p w:rsidR="00137658" w:rsidRDefault="00663BEC" w:rsidP="00870944">
      <w:pPr>
        <w:pStyle w:val="Heading1"/>
      </w:pPr>
      <w:r>
        <w:rPr>
          <w:cs/>
          <w:lang w:bidi="hi-IN"/>
        </w:rPr>
        <w:br w:type="page"/>
      </w:r>
      <w:bookmarkStart w:id="81" w:name="_Toc442215730"/>
      <w:bookmarkStart w:id="82" w:name="_Toc442266487"/>
      <w:r w:rsidR="00137658">
        <w:rPr>
          <w:rFonts w:hint="cs"/>
          <w:cs/>
          <w:lang w:bidi="hi-IN"/>
        </w:rPr>
        <w:lastRenderedPageBreak/>
        <w:t>अबू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बकर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व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उमर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का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दौरे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हुकूमत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और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आयशा</w:t>
      </w:r>
      <w:bookmarkEnd w:id="81"/>
      <w:bookmarkEnd w:id="8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खेलकूद</w:t>
      </w:r>
      <w:r>
        <w:t xml:space="preserve">,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t xml:space="preserve">, </w:t>
      </w:r>
      <w:r>
        <w:rPr>
          <w:rFonts w:hint="cs"/>
          <w:cs/>
          <w:lang w:bidi="hi-IN"/>
        </w:rPr>
        <w:t>धमा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चौकड़ी</w:t>
      </w:r>
      <w:r>
        <w:t xml:space="preserve">, </w:t>
      </w:r>
      <w:r>
        <w:rPr>
          <w:rFonts w:hint="cs"/>
          <w:cs/>
          <w:lang w:bidi="hi-IN"/>
        </w:rPr>
        <w:t>नफ़रतो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t xml:space="preserve">,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सन्जीदगी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मयस्सर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ख़ुशहाली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अकाबेरीने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मन्ज़ेलत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मयस्सर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lastRenderedPageBreak/>
        <w:t>(</w:t>
      </w:r>
      <w:r>
        <w:rPr>
          <w:rFonts w:hint="cs"/>
          <w:cs/>
          <w:lang w:bidi="hi-IN"/>
        </w:rPr>
        <w:t>ज़ुक़वान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ग़ुलामे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चहीती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उम्माहातुल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आसाइशें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मुहय्यां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उफ़्फ़ान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सारबरानी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...... </w:t>
      </w:r>
      <w:r>
        <w:rPr>
          <w:rFonts w:hint="cs"/>
          <w:cs/>
          <w:lang w:bidi="hi-IN"/>
        </w:rPr>
        <w:t>होशियार</w:t>
      </w:r>
      <w:r>
        <w:rPr>
          <w:cs/>
          <w:lang w:bidi="hi-IN"/>
        </w:rPr>
        <w:t xml:space="preserve">........ </w:t>
      </w:r>
      <w:r>
        <w:rPr>
          <w:rFonts w:hint="cs"/>
          <w:cs/>
          <w:lang w:bidi="hi-IN"/>
        </w:rPr>
        <w:t>ख़बरदार</w:t>
      </w:r>
      <w:r>
        <w:rPr>
          <w:cs/>
          <w:lang w:bidi="hi-IN"/>
        </w:rPr>
        <w:t xml:space="preserve">......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t xml:space="preserve">, </w:t>
      </w:r>
      <w:r>
        <w:rPr>
          <w:rFonts w:hint="cs"/>
          <w:cs/>
          <w:lang w:bidi="hi-IN"/>
        </w:rPr>
        <w:t>बैअते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मिक़दाद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अमरे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मुहिबउद्दीन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गरजदार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घसीट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ख़ींचता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बज़ाहिर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जदोकोब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ज़हारा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शाख़साना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तबक़ातः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375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मुसतदरक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ख़िराजः</w:t>
      </w:r>
      <w:r>
        <w:rPr>
          <w:cs/>
          <w:lang w:bidi="hi-IN"/>
        </w:rPr>
        <w:t xml:space="preserve">- </w:t>
      </w:r>
      <w:r>
        <w:t>25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8,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208- 209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तबक़ातः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208- 209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275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83" w:name="_Toc442215731"/>
      <w:bookmarkStart w:id="84" w:name="_Toc442266488"/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bookmarkEnd w:id="83"/>
      <w:bookmarkEnd w:id="8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वरग़लाया</w:t>
      </w:r>
      <w:r>
        <w:t xml:space="preserve">, </w:t>
      </w:r>
      <w:r>
        <w:rPr>
          <w:rFonts w:hint="cs"/>
          <w:cs/>
          <w:lang w:bidi="hi-IN"/>
        </w:rPr>
        <w:t>भड़काया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ममलेकते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तख़फ़ीफ़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फ़रमायें।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85" w:name="_Toc442215732"/>
      <w:bookmarkStart w:id="86" w:name="_Toc442266489"/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गवाहियां</w:t>
      </w:r>
      <w:bookmarkEnd w:id="85"/>
      <w:bookmarkEnd w:id="86"/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माख़ज़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ख़ुलफ़ा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t xml:space="preserve"> </w:t>
      </w:r>
    </w:p>
    <w:p w:rsidR="00137658" w:rsidRDefault="00137658" w:rsidP="00663BEC">
      <w:pPr>
        <w:pStyle w:val="Heading1"/>
      </w:pPr>
      <w:r>
        <w:t xml:space="preserve"> </w:t>
      </w:r>
      <w:bookmarkStart w:id="87" w:name="_Toc442215733"/>
      <w:bookmarkStart w:id="88" w:name="_Toc442266490"/>
      <w:r>
        <w:t>(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</w:t>
      </w:r>
      <w:r>
        <w:rPr>
          <w:cs/>
          <w:lang w:bidi="hi-IN"/>
        </w:rPr>
        <w:t>)</w:t>
      </w:r>
      <w:bookmarkEnd w:id="87"/>
      <w:bookmarkEnd w:id="8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हौदज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t xml:space="preserve">? </w:t>
      </w:r>
      <w:r>
        <w:rPr>
          <w:rFonts w:hint="cs"/>
          <w:cs/>
          <w:lang w:bidi="hi-IN"/>
        </w:rPr>
        <w:t>मुग़ीरह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2"/>
      </w:pPr>
      <w:bookmarkStart w:id="89" w:name="_Toc442215734"/>
      <w:bookmarkStart w:id="90" w:name="_Toc442266491"/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bookmarkEnd w:id="89"/>
      <w:bookmarkEnd w:id="9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2"/>
      </w:pPr>
      <w:bookmarkStart w:id="91" w:name="_Toc442215735"/>
      <w:bookmarkStart w:id="92" w:name="_Toc442266492"/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कलाब</w:t>
      </w:r>
      <w:bookmarkEnd w:id="91"/>
      <w:bookmarkEnd w:id="9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हिसारे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पूछा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663BEC">
      <w:pPr>
        <w:pStyle w:val="Heading2"/>
      </w:pPr>
      <w:bookmarkStart w:id="93" w:name="_Toc442215736"/>
      <w:bookmarkStart w:id="94" w:name="_Toc442266493"/>
      <w:r>
        <w:rPr>
          <w:rFonts w:hint="cs"/>
          <w:cs/>
          <w:lang w:bidi="hi-IN"/>
        </w:rPr>
        <w:lastRenderedPageBreak/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bookmarkEnd w:id="93"/>
      <w:bookmarkEnd w:id="9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2"/>
      </w:pPr>
      <w:bookmarkStart w:id="95" w:name="_Toc442215737"/>
      <w:bookmarkStart w:id="96" w:name="_Toc442266494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bookmarkEnd w:id="95"/>
      <w:bookmarkEnd w:id="9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6)</w:t>
      </w:r>
    </w:p>
    <w:p w:rsidR="00663BEC" w:rsidRDefault="00663BEC" w:rsidP="00137658">
      <w:pPr>
        <w:pStyle w:val="libNormal"/>
        <w:rPr>
          <w:lang w:bidi="hi-IN"/>
        </w:rPr>
      </w:pPr>
    </w:p>
    <w:p w:rsidR="00137658" w:rsidRDefault="00137658" w:rsidP="00663BEC">
      <w:pPr>
        <w:pStyle w:val="Heading2"/>
      </w:pPr>
      <w:bookmarkStart w:id="97" w:name="_Toc442215738"/>
      <w:bookmarkStart w:id="98" w:name="_Toc442266495"/>
      <w:r>
        <w:rPr>
          <w:rFonts w:hint="cs"/>
          <w:cs/>
          <w:lang w:bidi="hi-IN"/>
        </w:rPr>
        <w:lastRenderedPageBreak/>
        <w:t>अमरए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bookmarkEnd w:id="97"/>
      <w:bookmarkEnd w:id="9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तारिख़ी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हौलनाक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धब्बों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बागडोर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t xml:space="preserve">,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5,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68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190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49,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188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187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80</w:t>
      </w:r>
    </w:p>
    <w:p w:rsidR="00137658" w:rsidRDefault="00137658" w:rsidP="0087094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.</w:t>
      </w:r>
      <w:r>
        <w:t xml:space="preserve">80,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173</w:t>
      </w:r>
    </w:p>
    <w:p w:rsidR="00137658" w:rsidRDefault="00137658" w:rsidP="0087094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54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99" w:name="_Toc442215739"/>
      <w:bookmarkStart w:id="100" w:name="_Toc442266496"/>
      <w:r>
        <w:rPr>
          <w:rFonts w:hint="cs"/>
          <w:cs/>
          <w:lang w:bidi="hi-IN"/>
        </w:rPr>
        <w:lastRenderedPageBreak/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मौक़फ़</w:t>
      </w:r>
      <w:bookmarkEnd w:id="99"/>
      <w:bookmarkEnd w:id="10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मुहक़्क़िक़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मोज़िजा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ख़ुसूसन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बुग़्ज़ो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नुक़्ताए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गोरखपुरी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मोअतज़ेली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नाशाइस्ता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मसरूफ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t xml:space="preserve">?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मुलजिम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अशशाफ़ी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t>158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गुजश्ता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मसर्रतों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अलैहेमुस्सलाम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पेवस्त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हक़ाएक़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गुन्जाइश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हौलनाक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162,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140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258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275</w:t>
      </w:r>
    </w:p>
    <w:p w:rsidR="00137658" w:rsidRDefault="00137658" w:rsidP="00870944">
      <w:pPr>
        <w:pStyle w:val="libFootnoteAie"/>
      </w:pPr>
      <w:r>
        <w:lastRenderedPageBreak/>
        <w:t xml:space="preserve">4.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195</w:t>
      </w:r>
    </w:p>
    <w:p w:rsidR="00137658" w:rsidRDefault="00137658" w:rsidP="00870944">
      <w:pPr>
        <w:pStyle w:val="libFootnoteAie"/>
      </w:pPr>
    </w:p>
    <w:p w:rsidR="00137658" w:rsidRDefault="00137658" w:rsidP="00663BEC">
      <w:pPr>
        <w:pStyle w:val="Heading1"/>
      </w:pPr>
      <w:bookmarkStart w:id="101" w:name="_Toc442215740"/>
      <w:bookmarkStart w:id="102" w:name="_Toc442266497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bookmarkEnd w:id="101"/>
      <w:bookmarkEnd w:id="10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हौलनाक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ख़ुंरेज़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वरग़लाने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तवस्सुल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मग़लूब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हर्बा</w:t>
      </w:r>
      <w:r>
        <w:t xml:space="preserve">,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नअलैने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पेट्रोल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चिंगारी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बिखरे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मोहासेरीन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t xml:space="preserve">,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करेंगें।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ख़ैरख़्वाह</w:t>
      </w:r>
      <w:r>
        <w:t xml:space="preserve">, </w:t>
      </w:r>
      <w:r>
        <w:rPr>
          <w:rFonts w:hint="cs"/>
          <w:cs/>
          <w:lang w:bidi="hi-IN"/>
        </w:rPr>
        <w:t>हमनवा</w:t>
      </w:r>
      <w:r>
        <w:t xml:space="preserve">, </w:t>
      </w:r>
      <w:r>
        <w:rPr>
          <w:rFonts w:hint="cs"/>
          <w:cs/>
          <w:lang w:bidi="hi-IN"/>
        </w:rPr>
        <w:t>तरफ़दार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मोईनों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रवय्ये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आमाजगाह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करूगां</w:t>
      </w:r>
      <w:r>
        <w:t xml:space="preserve">, </w:t>
      </w:r>
      <w:r>
        <w:rPr>
          <w:rFonts w:hint="cs"/>
          <w:cs/>
          <w:lang w:bidi="hi-IN"/>
        </w:rPr>
        <w:t>फ़िलहाल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इन्क़िलाब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मुस्तक़िलन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राजेऊन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अफ़सुर्दगी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दनदनाते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मसर्रतो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किलोमीटर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ख़िसकने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धुंवा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तेवराकर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बेसाख्ता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जांऊ।</w:t>
      </w:r>
      <w:r>
        <w:rPr>
          <w:cs/>
          <w:lang w:bidi="hi-IN"/>
        </w:rPr>
        <w:t xml:space="preserve"> (</w:t>
      </w:r>
      <w:r>
        <w:t>8)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रंजोग़म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स्टेज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ड्रामा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रहूंगी।</w:t>
      </w:r>
      <w:r>
        <w:rPr>
          <w:cs/>
          <w:lang w:bidi="hi-IN"/>
        </w:rPr>
        <w:t xml:space="preserve"> (</w:t>
      </w:r>
      <w:r>
        <w:t>9)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10)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कैसी</w:t>
      </w:r>
      <w:r>
        <w:t xml:space="preserve">?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t xml:space="preserve">,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lastRenderedPageBreak/>
        <w:t xml:space="preserve">2.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137658" w:rsidRDefault="00137658" w:rsidP="00137658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t>4. (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t xml:space="preserve">,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</w:p>
    <w:p w:rsidR="00137658" w:rsidRDefault="00137658" w:rsidP="00137658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फ़टकने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t xml:space="preserve">? </w:t>
      </w:r>
      <w:r>
        <w:rPr>
          <w:rFonts w:hint="cs"/>
          <w:cs/>
          <w:lang w:bidi="hi-IN"/>
        </w:rPr>
        <w:t>बोलीः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राएगां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ढिडोंरा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लब्बैक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ग़द्दारी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12)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इख़राजात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13)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रिहाइशगाह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मीटिंग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t xml:space="preserve">?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रद्दोक़द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मद्देनज़र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ज़ुल्फ़िक़ार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आमाजगाह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आय़शा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जौलानियों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434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132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113</w:t>
      </w:r>
    </w:p>
    <w:p w:rsidR="00137658" w:rsidRDefault="00137658" w:rsidP="00870944">
      <w:pPr>
        <w:pStyle w:val="libFootnoteAie"/>
      </w:pPr>
      <w:r>
        <w:lastRenderedPageBreak/>
        <w:t xml:space="preserve">4.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411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मोअतज़ेलीः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404</w:t>
      </w:r>
    </w:p>
    <w:p w:rsidR="00137658" w:rsidRDefault="00137658" w:rsidP="0087094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468</w:t>
      </w:r>
    </w:p>
    <w:p w:rsidR="00137658" w:rsidRDefault="00137658" w:rsidP="0087094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शराह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77</w:t>
      </w:r>
    </w:p>
    <w:p w:rsidR="00137658" w:rsidRDefault="00137658" w:rsidP="00870944">
      <w:pPr>
        <w:pStyle w:val="libFootnoteAie"/>
      </w:pPr>
      <w:r>
        <w:t xml:space="preserve">8.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105</w:t>
      </w:r>
    </w:p>
    <w:p w:rsidR="00137658" w:rsidRDefault="00137658" w:rsidP="00870944">
      <w:pPr>
        <w:pStyle w:val="libFootnoteAie"/>
      </w:pPr>
      <w:r>
        <w:t xml:space="preserve">9.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105</w:t>
      </w:r>
    </w:p>
    <w:p w:rsidR="00137658" w:rsidRDefault="00137658" w:rsidP="00870944">
      <w:pPr>
        <w:pStyle w:val="libFootnoteAie"/>
      </w:pPr>
      <w:r>
        <w:t xml:space="preserve">10.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 </w:t>
      </w:r>
      <w:r>
        <w:t>105</w:t>
      </w:r>
    </w:p>
    <w:p w:rsidR="00137658" w:rsidRDefault="00137658" w:rsidP="00870944">
      <w:pPr>
        <w:pStyle w:val="libFootnoteAie"/>
      </w:pPr>
      <w:r>
        <w:t xml:space="preserve">11.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52</w:t>
      </w:r>
    </w:p>
    <w:p w:rsidR="00137658" w:rsidRDefault="00137658" w:rsidP="00870944">
      <w:pPr>
        <w:pStyle w:val="libFootnoteAie"/>
      </w:pPr>
      <w:r>
        <w:t xml:space="preserve">12.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156</w:t>
      </w:r>
    </w:p>
    <w:p w:rsidR="00137658" w:rsidRDefault="00137658" w:rsidP="00870944">
      <w:pPr>
        <w:pStyle w:val="libFootnoteAie"/>
      </w:pPr>
      <w:r>
        <w:t xml:space="preserve">13.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172</w:t>
      </w:r>
    </w:p>
    <w:p w:rsidR="00137658" w:rsidRDefault="00137658" w:rsidP="00870944">
      <w:pPr>
        <w:pStyle w:val="libFootnoteAie"/>
      </w:pPr>
      <w:r>
        <w:t xml:space="preserve">14.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</w:t>
      </w:r>
      <w:r>
        <w:rPr>
          <w:cs/>
          <w:lang w:bidi="hi-IN"/>
        </w:rPr>
        <w:t xml:space="preserve"> .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434</w:t>
      </w:r>
    </w:p>
    <w:p w:rsidR="00137658" w:rsidRDefault="00137658" w:rsidP="00137658">
      <w:pPr>
        <w:pStyle w:val="libNormal"/>
      </w:pPr>
      <w:r>
        <w:t xml:space="preserve"> </w:t>
      </w:r>
    </w:p>
    <w:p w:rsidR="00137658" w:rsidRDefault="00663BEC" w:rsidP="00870944">
      <w:pPr>
        <w:pStyle w:val="Heading1"/>
      </w:pPr>
      <w:r>
        <w:rPr>
          <w:cs/>
          <w:lang w:bidi="hi-IN"/>
        </w:rPr>
        <w:br w:type="page"/>
      </w:r>
      <w:bookmarkStart w:id="103" w:name="_Toc442215741"/>
      <w:bookmarkStart w:id="104" w:name="_Toc442266498"/>
      <w:r w:rsidR="00137658">
        <w:rPr>
          <w:rFonts w:hint="cs"/>
          <w:cs/>
          <w:lang w:bidi="hi-IN"/>
        </w:rPr>
        <w:lastRenderedPageBreak/>
        <w:t>आयशा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के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बढ़ते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क़दम</w:t>
      </w:r>
      <w:bookmarkEnd w:id="103"/>
      <w:bookmarkEnd w:id="10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महाज़े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तसफ़िये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मुवाफ़िक़त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हौदज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उम्महातुल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हमआहंगी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तजावुज़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शिग़ाफ़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समेंटे।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t xml:space="preserve">?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दोगी</w:t>
      </w:r>
      <w:r>
        <w:t xml:space="preserve">?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चारदीवारी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पुरअम्न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अर्क़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बाहाओ।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?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बनायेंगे।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हड़बोग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किनाराकश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ख़ालिद</w:t>
      </w:r>
      <w:r>
        <w:t xml:space="preserve">, </w:t>
      </w:r>
      <w:r>
        <w:rPr>
          <w:rFonts w:hint="cs"/>
          <w:cs/>
          <w:lang w:bidi="hi-IN"/>
        </w:rPr>
        <w:t>मुग़ीरह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137658" w:rsidRDefault="00137658" w:rsidP="0087094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61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106</w:t>
      </w:r>
    </w:p>
    <w:p w:rsidR="00137658" w:rsidRDefault="00137658" w:rsidP="0087094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59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99</w:t>
      </w:r>
    </w:p>
    <w:p w:rsidR="00137658" w:rsidRDefault="00137658" w:rsidP="0087094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472</w:t>
      </w:r>
    </w:p>
    <w:p w:rsidR="00137658" w:rsidRDefault="00137658" w:rsidP="0087094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472</w:t>
      </w:r>
    </w:p>
    <w:p w:rsidR="00663BEC" w:rsidRDefault="00663BEC" w:rsidP="00137658">
      <w:pPr>
        <w:pStyle w:val="libNormal"/>
      </w:pPr>
    </w:p>
    <w:p w:rsidR="00137658" w:rsidRDefault="00137658" w:rsidP="00663BEC">
      <w:pPr>
        <w:pStyle w:val="Heading1"/>
      </w:pPr>
      <w:bookmarkStart w:id="105" w:name="_Toc442215742"/>
      <w:bookmarkStart w:id="106" w:name="_Toc442266499"/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इसतेफ़सार</w:t>
      </w:r>
      <w:bookmarkEnd w:id="105"/>
      <w:bookmarkEnd w:id="10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गामज़न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अजाएमों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मुतज़लज़िल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हुंईं</w:t>
      </w:r>
      <w:r>
        <w:t xml:space="preserve">?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तम्बीह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भौंकेंगे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इसतिग़फ़ार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इसतेफ़्सार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ख़ौफ़ो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भौंकेंगे।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कशमकश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तज़बजुब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हुल्लड़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उठो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मुज़महिल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पड़ी।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107" w:name="_Toc442215743"/>
      <w:bookmarkStart w:id="108" w:name="_Toc442266500"/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bookmarkEnd w:id="107"/>
      <w:bookmarkEnd w:id="10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निपटा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बाग़ियाना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खिचकिचाने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हन्ज़ला</w:t>
      </w:r>
      <w:r>
        <w:t xml:space="preserve">, </w:t>
      </w:r>
      <w:r>
        <w:rPr>
          <w:rFonts w:hint="cs"/>
          <w:cs/>
          <w:lang w:bidi="hi-IN"/>
        </w:rPr>
        <w:t>हसीम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क़सावए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दिलाया</w:t>
      </w:r>
      <w:r>
        <w:t xml:space="preserve">,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Pr="00E2613F" w:rsidRDefault="00137658" w:rsidP="00E2613F">
      <w:pPr>
        <w:pStyle w:val="libFootnoteAie"/>
        <w:rPr>
          <w:lang w:bidi="hi-IN"/>
        </w:rPr>
      </w:pPr>
      <w:r w:rsidRPr="00E2613F">
        <w:rPr>
          <w:cs/>
          <w:lang w:bidi="hi-IN"/>
        </w:rPr>
        <w:t xml:space="preserve">1. </w:t>
      </w:r>
      <w:r w:rsidRPr="00E2613F">
        <w:rPr>
          <w:rFonts w:hint="cs"/>
          <w:cs/>
          <w:lang w:bidi="hi-IN"/>
        </w:rPr>
        <w:t>ये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चश्मा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ए</w:t>
      </w:r>
      <w:r w:rsidRPr="00E2613F">
        <w:rPr>
          <w:cs/>
          <w:lang w:bidi="hi-IN"/>
        </w:rPr>
        <w:t xml:space="preserve"> </w:t>
      </w:r>
      <w:r w:rsidR="00495B54" w:rsidRPr="00E2613F">
        <w:rPr>
          <w:rFonts w:hint="cs"/>
          <w:cs/>
          <w:lang w:bidi="hi-IN"/>
        </w:rPr>
        <w:t>हव्वाब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बिन्ते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कल्ब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इब्ने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दबुर्रह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के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नाम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पर</w:t>
      </w:r>
      <w:r w:rsidRPr="00E2613F">
        <w:rPr>
          <w:cs/>
          <w:lang w:bidi="hi-IN"/>
        </w:rPr>
        <w:t xml:space="preserve"> </w:t>
      </w:r>
      <w:r w:rsidR="00495B54" w:rsidRPr="00E2613F">
        <w:rPr>
          <w:rFonts w:hint="cs"/>
          <w:cs/>
          <w:lang w:bidi="hi-IN"/>
        </w:rPr>
        <w:t>हव्वाब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कहलाता</w:t>
      </w:r>
      <w:r w:rsidRPr="00E2613F">
        <w:rPr>
          <w:cs/>
          <w:lang w:bidi="hi-IN"/>
        </w:rPr>
        <w:t xml:space="preserve"> </w:t>
      </w:r>
      <w:r w:rsidRPr="00E2613F">
        <w:rPr>
          <w:rFonts w:hint="cs"/>
          <w:cs/>
          <w:lang w:bidi="hi-IN"/>
        </w:rPr>
        <w:t>है।</w:t>
      </w:r>
    </w:p>
    <w:p w:rsidR="00137658" w:rsidRDefault="00137658" w:rsidP="0087094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107</w:t>
      </w:r>
    </w:p>
    <w:p w:rsidR="00137658" w:rsidRDefault="00137658" w:rsidP="0087094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107</w:t>
      </w:r>
    </w:p>
    <w:p w:rsidR="00137658" w:rsidRDefault="00137658" w:rsidP="00870944">
      <w:pPr>
        <w:pStyle w:val="libFootnoteAie"/>
      </w:pPr>
      <w:r>
        <w:lastRenderedPageBreak/>
        <w:t xml:space="preserve">4.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खवासुल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39</w:t>
      </w:r>
    </w:p>
    <w:p w:rsidR="00137658" w:rsidRDefault="00137658" w:rsidP="0087094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108</w:t>
      </w:r>
    </w:p>
    <w:p w:rsidR="00137658" w:rsidRDefault="00137658" w:rsidP="0087094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13</w:t>
      </w:r>
    </w:p>
    <w:p w:rsidR="00137658" w:rsidRDefault="00137658" w:rsidP="0087094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अनसाबुल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अशनफ़ः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430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109" w:name="_Toc442215744"/>
      <w:bookmarkStart w:id="110" w:name="_Toc442266501"/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अशअरी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अंदाज़ी</w:t>
      </w:r>
      <w:bookmarkEnd w:id="109"/>
      <w:r w:rsidR="00495B54">
        <w:rPr>
          <w:rFonts w:hint="cs"/>
          <w:cs/>
          <w:lang w:bidi="hi-IN"/>
        </w:rPr>
        <w:t xml:space="preserve"> (साज़ीशे)</w:t>
      </w:r>
      <w:bookmarkEnd w:id="11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ज़ीवक़ार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मद्देनज़र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अशअरी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अशअरी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इन्सेदाद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t xml:space="preserve">,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कशमकश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t xml:space="preserve">,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मुआनिदाना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फटकारते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गिड़गिड़ा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बेराहरूओं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अस्हाबे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सिफ़्फ़ीन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बेदीनों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ख़वारिज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ज़ारिहाना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पेशिनगोई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मुतनब्बे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ख़बरदार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कराओ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495B5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117</w:t>
      </w:r>
    </w:p>
    <w:p w:rsidR="00137658" w:rsidRDefault="00137658" w:rsidP="00495B5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117</w:t>
      </w:r>
    </w:p>
    <w:p w:rsidR="00137658" w:rsidRDefault="00137658" w:rsidP="00495B5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अख़बारूत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145</w:t>
      </w:r>
    </w:p>
    <w:p w:rsidR="00137658" w:rsidRDefault="00137658" w:rsidP="00495B5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मुसतदरक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139</w:t>
      </w:r>
    </w:p>
    <w:p w:rsidR="00137658" w:rsidRDefault="00137658" w:rsidP="00495B5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122</w:t>
      </w:r>
    </w:p>
    <w:p w:rsidR="00137658" w:rsidRDefault="00137658" w:rsidP="00495B5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याक़ूबीः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157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111" w:name="_Toc442215745"/>
      <w:bookmarkStart w:id="112" w:name="_Toc442266502"/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bookmarkEnd w:id="111"/>
      <w:bookmarkEnd w:id="11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बेजुर्मो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ग़लतफ़हमी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तआव्वुन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?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लड़ेगे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अशअरी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तवक़्क़ुफ़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t xml:space="preserve">,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गोइयां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आराइयां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="00663BEC">
        <w:rPr>
          <w:rFonts w:hint="cs"/>
          <w:cs/>
          <w:lang w:bidi="hi-IN"/>
        </w:rPr>
        <w:t>क़तादा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दरेग़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मर्क़ूज़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तआव्वुन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113" w:name="_Toc442215746"/>
      <w:bookmarkStart w:id="114" w:name="_Toc442266503"/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दुर्गत</w:t>
      </w:r>
      <w:bookmarkEnd w:id="113"/>
      <w:bookmarkEnd w:id="11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तल्हा</w:t>
      </w:r>
      <w:r>
        <w:t xml:space="preserve">,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t xml:space="preserve">, </w:t>
      </w:r>
      <w:r>
        <w:rPr>
          <w:rFonts w:hint="cs"/>
          <w:cs/>
          <w:lang w:bidi="hi-IN"/>
        </w:rPr>
        <w:t>सर</w:t>
      </w:r>
      <w:r>
        <w:t xml:space="preserve">, </w:t>
      </w:r>
      <w:r>
        <w:rPr>
          <w:rFonts w:hint="cs"/>
          <w:cs/>
          <w:lang w:bidi="hi-IN"/>
        </w:rPr>
        <w:t>भौं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t xml:space="preserve">, </w:t>
      </w:r>
      <w:r>
        <w:rPr>
          <w:rFonts w:hint="cs"/>
          <w:cs/>
          <w:lang w:bidi="hi-IN"/>
        </w:rPr>
        <w:t>भौ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बुलाओ।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</w:p>
    <w:p w:rsidR="00137658" w:rsidRDefault="00137658" w:rsidP="00495B54">
      <w:pPr>
        <w:pStyle w:val="Heading1"/>
      </w:pPr>
      <w:bookmarkStart w:id="115" w:name="_Toc442215747"/>
      <w:bookmarkStart w:id="116" w:name="_Toc442266504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असग़र</w:t>
      </w:r>
      <w:bookmarkEnd w:id="115"/>
      <w:bookmarkEnd w:id="11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बेजुर्मो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सफ़्फ़ाकी</w:t>
      </w:r>
      <w:r>
        <w:t xml:space="preserve">, </w:t>
      </w:r>
      <w:r>
        <w:rPr>
          <w:rFonts w:hint="cs"/>
          <w:cs/>
          <w:lang w:bidi="hi-IN"/>
        </w:rPr>
        <w:t>ख़ूंरेज़ी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t xml:space="preserve">?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t xml:space="preserve">?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सफ़आरा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t xml:space="preserve">,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घुटनों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दबोंच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बाज़िगरी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असग़र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रबीउस्सानी</w:t>
      </w:r>
      <w:r>
        <w:rPr>
          <w:cs/>
          <w:lang w:bidi="hi-IN"/>
        </w:rPr>
        <w:t xml:space="preserve"> </w:t>
      </w:r>
      <w:r>
        <w:t>36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137658" w:rsidRDefault="00137658" w:rsidP="00495B5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111</w:t>
      </w:r>
    </w:p>
    <w:p w:rsidR="00137658" w:rsidRDefault="00137658" w:rsidP="00495B5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485</w:t>
      </w:r>
    </w:p>
    <w:p w:rsidR="00137658" w:rsidRDefault="00137658" w:rsidP="00495B5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491</w:t>
      </w:r>
    </w:p>
    <w:p w:rsidR="00137658" w:rsidRDefault="00137658" w:rsidP="00137658">
      <w:pPr>
        <w:pStyle w:val="libNormal"/>
      </w:pPr>
    </w:p>
    <w:p w:rsidR="00137658" w:rsidRDefault="00495B54" w:rsidP="00663BEC">
      <w:pPr>
        <w:pStyle w:val="Heading1"/>
      </w:pPr>
      <w:bookmarkStart w:id="117" w:name="_Toc442215748"/>
      <w:r>
        <w:rPr>
          <w:cs/>
          <w:lang w:bidi="hi-IN"/>
        </w:rPr>
        <w:br w:type="page"/>
      </w:r>
      <w:bookmarkStart w:id="118" w:name="_Toc442266505"/>
      <w:r w:rsidR="00137658">
        <w:rPr>
          <w:rFonts w:hint="cs"/>
          <w:cs/>
          <w:lang w:bidi="hi-IN"/>
        </w:rPr>
        <w:lastRenderedPageBreak/>
        <w:t>उस्मान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बिन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हुनैफ़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की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रिहाई</w:t>
      </w:r>
      <w:bookmarkEnd w:id="117"/>
      <w:bookmarkEnd w:id="11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t xml:space="preserve">,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अज़ीज़ों</w:t>
      </w:r>
      <w:r>
        <w:t xml:space="preserve">,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119" w:name="_Toc442215749"/>
      <w:bookmarkStart w:id="120" w:name="_Toc442266506"/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शाहेलाफ़ता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bookmarkEnd w:id="119"/>
      <w:bookmarkEnd w:id="12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नागुज़ीर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मैयसरा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सिपहसालार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जमगठा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ख़शीयते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किबरिया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सिपहसालार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बांधे</w:t>
      </w:r>
      <w:r>
        <w:t xml:space="preserve">,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मलबूस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उब्बादह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रंगारंग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असदउल्लाहुलग़ालिब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t xml:space="preserve">,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t xml:space="preserve">,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आंसुओं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121" w:name="_Toc442215750"/>
      <w:bookmarkStart w:id="122" w:name="_Toc442266507"/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bookmarkEnd w:id="121"/>
      <w:bookmarkEnd w:id="12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ठाठें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बेहुर्मती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हिचकिचाया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हर्बोज़र्ब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दस्तबर्दार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मुरझाए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मंडलाते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फ़रसख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जरमूज़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लामुहाला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123" w:name="_Toc442215751"/>
      <w:bookmarkStart w:id="124" w:name="_Toc442266508"/>
      <w:r>
        <w:rPr>
          <w:rFonts w:hint="cs"/>
          <w:cs/>
          <w:lang w:bidi="hi-IN"/>
        </w:rPr>
        <w:t>इतमामे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bookmarkEnd w:id="123"/>
      <w:bookmarkEnd w:id="12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t xml:space="preserve">,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मुसहफ़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मुजाशई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मुशाजई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मुशाजई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सरफ़रोशी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नेज़ों</w:t>
      </w:r>
      <w:r>
        <w:t xml:space="preserve">, </w:t>
      </w:r>
      <w:r>
        <w:rPr>
          <w:rFonts w:hint="cs"/>
          <w:cs/>
          <w:lang w:bidi="hi-IN"/>
        </w:rPr>
        <w:t>भालों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बौछारों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कमबख़्त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मुतअद्दिद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राजेऊन।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495B5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520</w:t>
      </w:r>
    </w:p>
    <w:p w:rsidR="00137658" w:rsidRDefault="00137658" w:rsidP="00495B5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151</w:t>
      </w:r>
    </w:p>
    <w:p w:rsidR="00137658" w:rsidRDefault="00137658" w:rsidP="00495B5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199,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364,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94- 95</w:t>
      </w:r>
    </w:p>
    <w:p w:rsidR="00137658" w:rsidRDefault="00137658" w:rsidP="00495B5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असदुलग़ाबाः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185</w:t>
      </w:r>
    </w:p>
    <w:p w:rsidR="00137658" w:rsidRDefault="00137658" w:rsidP="00495B5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522</w:t>
      </w:r>
    </w:p>
    <w:p w:rsidR="00137658" w:rsidRDefault="00137658" w:rsidP="00495B5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याक़ूबीः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117</w:t>
      </w:r>
    </w:p>
    <w:p w:rsidR="00137658" w:rsidRDefault="00137658" w:rsidP="00495B5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117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lastRenderedPageBreak/>
        <w:t xml:space="preserve"> </w:t>
      </w:r>
    </w:p>
    <w:p w:rsidR="00137658" w:rsidRDefault="00137658" w:rsidP="00663BEC">
      <w:pPr>
        <w:pStyle w:val="Heading1"/>
      </w:pPr>
      <w:bookmarkStart w:id="125" w:name="_Toc442215752"/>
      <w:bookmarkStart w:id="126" w:name="_Toc442266509"/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bookmarkEnd w:id="125"/>
      <w:bookmarkEnd w:id="12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मुख़ालिफ़ीन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इस्तिक़लाल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ज़ेबेतन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बांधा</w:t>
      </w:r>
      <w:r>
        <w:t xml:space="preserve">, </w:t>
      </w:r>
      <w:r>
        <w:rPr>
          <w:rFonts w:hint="cs"/>
          <w:cs/>
          <w:lang w:bidi="hi-IN"/>
        </w:rPr>
        <w:t>ज़ुल्फ़िक़ार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t xml:space="preserve">, </w:t>
      </w:r>
      <w:r>
        <w:rPr>
          <w:rFonts w:hint="cs"/>
          <w:cs/>
          <w:lang w:bidi="hi-IN"/>
        </w:rPr>
        <w:t>मैंमने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ठिठक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तवक्क़ुफ़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लुढ़कते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तहोबाला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देखों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t xml:space="preserve">,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हिलाते</w:t>
      </w:r>
      <w:r>
        <w:t xml:space="preserve">, </w:t>
      </w:r>
      <w:r>
        <w:rPr>
          <w:rFonts w:hint="cs"/>
          <w:cs/>
          <w:lang w:bidi="hi-IN"/>
        </w:rPr>
        <w:t>बरछियां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t xml:space="preserve">,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</w:p>
    <w:p w:rsidR="00137658" w:rsidRDefault="00137658" w:rsidP="00137658">
      <w:pPr>
        <w:pStyle w:val="libNormal"/>
      </w:pPr>
    </w:p>
    <w:p w:rsidR="00137658" w:rsidRDefault="00137658" w:rsidP="00663BEC">
      <w:pPr>
        <w:pStyle w:val="Heading1"/>
      </w:pPr>
      <w:bookmarkStart w:id="127" w:name="_Toc442215753"/>
      <w:bookmarkStart w:id="128" w:name="_Toc442266510"/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हलाकत</w:t>
      </w:r>
      <w:bookmarkEnd w:id="127"/>
      <w:bookmarkEnd w:id="12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दरोगीर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ढ़ूंढ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पिडली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रुका</w:t>
      </w:r>
      <w:r>
        <w:t xml:space="preserve">,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</w:t>
      </w:r>
      <w:r w:rsidR="00663BEC">
        <w:rPr>
          <w:rFonts w:hint="cs"/>
          <w:cs/>
          <w:lang w:bidi="hi-IN"/>
        </w:rPr>
        <w:t>ं</w:t>
      </w:r>
      <w:r>
        <w:rPr>
          <w:rFonts w:hint="cs"/>
          <w:cs/>
          <w:lang w:bidi="hi-IN"/>
        </w:rPr>
        <w:t>डली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t xml:space="preserve">, </w:t>
      </w:r>
      <w:r>
        <w:rPr>
          <w:rFonts w:hint="cs"/>
          <w:cs/>
          <w:lang w:bidi="hi-IN"/>
        </w:rPr>
        <w:t>याकूबी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असाकार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मक़्तूल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रेगिस्तान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29" w:name="_Toc442215754"/>
      <w:bookmarkStart w:id="130" w:name="_Toc442266511"/>
      <w:r>
        <w:rPr>
          <w:rFonts w:hint="cs"/>
          <w:cs/>
          <w:lang w:bidi="hi-IN"/>
        </w:rPr>
        <w:lastRenderedPageBreak/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</w:t>
      </w:r>
      <w:bookmarkEnd w:id="129"/>
      <w:bookmarkEnd w:id="13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t xml:space="preserve">, </w:t>
      </w:r>
      <w:r>
        <w:rPr>
          <w:rFonts w:hint="cs"/>
          <w:cs/>
          <w:lang w:bidi="hi-IN"/>
        </w:rPr>
        <w:t>हौसलों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वलवलों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t xml:space="preserve">, </w:t>
      </w:r>
      <w:r>
        <w:rPr>
          <w:rFonts w:hint="cs"/>
          <w:cs/>
          <w:lang w:bidi="hi-IN"/>
        </w:rPr>
        <w:t>इस्तिक़लाल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मेगनियां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सूंघ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मेंगनियां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इफ़तिख़ार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कटते</w:t>
      </w:r>
      <w:r>
        <w:t xml:space="preserve">,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मेहारकशों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ज़ब्बह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t xml:space="preserve">, </w:t>
      </w:r>
      <w:r>
        <w:rPr>
          <w:rFonts w:hint="cs"/>
          <w:cs/>
          <w:lang w:bidi="hi-IN"/>
        </w:rPr>
        <w:t>रजज़िया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सौर</w:t>
      </w:r>
      <w:r>
        <w:t xml:space="preserve">,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क़अब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t xml:space="preserve">,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कोठरी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किनाराकश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t xml:space="preserve">,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क़अब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t xml:space="preserve">?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t xml:space="preserve">,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सनसनाता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t xml:space="preserve">,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मनहूस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t xml:space="preserve">,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रजाज़िया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बरअंगेख़्ता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चहारदीवारी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495B5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तबक़ातः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222</w:t>
      </w:r>
    </w:p>
    <w:p w:rsidR="00137658" w:rsidRDefault="00137658" w:rsidP="00495B5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204, </w:t>
      </w:r>
      <w:r>
        <w:rPr>
          <w:rFonts w:hint="cs"/>
          <w:cs/>
          <w:lang w:bidi="hi-IN"/>
        </w:rPr>
        <w:t>याक़ूबीः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158, </w:t>
      </w:r>
      <w:r>
        <w:rPr>
          <w:rFonts w:hint="cs"/>
          <w:cs/>
          <w:lang w:bidi="hi-IN"/>
        </w:rPr>
        <w:t>मुसतदरकः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271,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84, </w:t>
      </w:r>
      <w:r>
        <w:rPr>
          <w:rFonts w:hint="cs"/>
          <w:cs/>
          <w:lang w:bidi="hi-IN"/>
        </w:rPr>
        <w:t>इस्तेयाबः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207- 208, </w:t>
      </w:r>
      <w:r>
        <w:rPr>
          <w:rFonts w:hint="cs"/>
          <w:cs/>
          <w:lang w:bidi="hi-IN"/>
        </w:rPr>
        <w:t>असाबाः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222, </w:t>
      </w:r>
      <w:r>
        <w:rPr>
          <w:rFonts w:hint="cs"/>
          <w:cs/>
          <w:lang w:bidi="hi-IN"/>
        </w:rPr>
        <w:t>अकदुल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321</w:t>
      </w:r>
    </w:p>
    <w:p w:rsidR="00137658" w:rsidRDefault="00137658" w:rsidP="00495B5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412,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97</w:t>
      </w:r>
    </w:p>
    <w:p w:rsidR="00137658" w:rsidRDefault="00137658" w:rsidP="00495B5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204</w:t>
      </w:r>
    </w:p>
    <w:p w:rsidR="00137658" w:rsidRDefault="00137658" w:rsidP="00495B5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211- 212</w:t>
      </w:r>
    </w:p>
    <w:p w:rsidR="00137658" w:rsidRDefault="00137658" w:rsidP="00137658">
      <w:pPr>
        <w:pStyle w:val="libNormal"/>
      </w:pPr>
    </w:p>
    <w:p w:rsidR="00137658" w:rsidRDefault="00137658" w:rsidP="00137658">
      <w:pPr>
        <w:pStyle w:val="libNormal"/>
      </w:pPr>
      <w:r>
        <w:lastRenderedPageBreak/>
        <w:t xml:space="preserve"> </w:t>
      </w:r>
    </w:p>
    <w:p w:rsidR="00137658" w:rsidRDefault="00137658" w:rsidP="006C230E">
      <w:pPr>
        <w:pStyle w:val="Heading1"/>
      </w:pPr>
      <w:bookmarkStart w:id="131" w:name="_Toc442215755"/>
      <w:bookmarkStart w:id="132" w:name="_Toc442266512"/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bookmarkEnd w:id="131"/>
      <w:bookmarkEnd w:id="13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मदाएनी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t xml:space="preserve">,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धकेल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शोमिये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t xml:space="preserve">,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ठहरो</w:t>
      </w:r>
      <w:r>
        <w:t xml:space="preserve">,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उठाऊं</w:t>
      </w:r>
      <w:r>
        <w:t xml:space="preserve">,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33" w:name="_Toc442215756"/>
      <w:bookmarkStart w:id="134" w:name="_Toc442266513"/>
      <w:r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bookmarkEnd w:id="133"/>
      <w:bookmarkEnd w:id="13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कंकरियां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हौदज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t xml:space="preserve">,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तग़य्युर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बक़ौले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जमख़शरी</w:t>
      </w:r>
      <w:r>
        <w:t xml:space="preserve">,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t xml:space="preserve">,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बढ़ो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ज़ुल्फ़िक़ार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कौदंने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मोतज़ेली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भूंखा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t xml:space="preserve">,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तवक़्क़ुफ़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t xml:space="preserve">,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t xml:space="preserve">, </w:t>
      </w:r>
      <w:r>
        <w:rPr>
          <w:rFonts w:hint="cs"/>
          <w:cs/>
          <w:lang w:bidi="hi-IN"/>
        </w:rPr>
        <w:t>अदि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ग़ुर्राने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t xml:space="preserve">,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बिखर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ज़ुल्फ़िक़ार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हौंसले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पेवस्त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नख़अ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ज़ुल्फ़िक़ार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कोंचें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भगदड़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टिड्डियां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रौंदते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हौदज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35" w:name="_Toc442215757"/>
      <w:bookmarkStart w:id="136" w:name="_Toc442266514"/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bookmarkEnd w:id="135"/>
      <w:bookmarkEnd w:id="13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हौदज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नापसन्दीदा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t xml:space="preserve">, </w:t>
      </w:r>
      <w:r>
        <w:rPr>
          <w:rFonts w:hint="cs"/>
          <w:cs/>
          <w:lang w:bidi="hi-IN"/>
        </w:rPr>
        <w:t>ख़ुसअमिया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मसऊदी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मुरव्वेजुज़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नापसन्दीदा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नापसन्दीदा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हौदज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टहोका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हुमैरा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t xml:space="preserve">?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फ़त्हेयाब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फ़रमाइये।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बख़ुदा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हक़गो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मानें।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37" w:name="_Toc442215758"/>
      <w:bookmarkStart w:id="138" w:name="_Toc442266515"/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माफ़ी</w:t>
      </w:r>
      <w:bookmarkEnd w:id="137"/>
      <w:bookmarkEnd w:id="13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कन्ज़ुल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दस्तरस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इद्दह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नुक़्ताचीनी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t xml:space="preserve">?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क़ुंर्आ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अंदाज़ी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कुंर्आ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इस्तिग़फ़ार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39" w:name="_Toc442215759"/>
      <w:bookmarkStart w:id="140" w:name="_Toc442266516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bookmarkEnd w:id="139"/>
      <w:bookmarkEnd w:id="14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मेमिनीन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मानेंगी</w:t>
      </w:r>
      <w:r>
        <w:t xml:space="preserve">,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अबदर्बा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मसऊदी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41" w:name="_Toc442215760"/>
      <w:bookmarkStart w:id="142" w:name="_Toc442266517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नताइज</w:t>
      </w:r>
      <w:bookmarkEnd w:id="141"/>
      <w:bookmarkEnd w:id="14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उस्सानी</w:t>
      </w:r>
      <w:r>
        <w:rPr>
          <w:cs/>
          <w:lang w:bidi="hi-IN"/>
        </w:rPr>
        <w:t xml:space="preserve"> </w:t>
      </w:r>
      <w:r>
        <w:t>36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 </w:t>
      </w:r>
      <w:r>
        <w:t>656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हौलनाक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मक़तूलीन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(</w:t>
      </w:r>
      <w:r>
        <w:t>8)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मुसददिक़ा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t>9)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अबदरबा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पटख़ने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10)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कटे</w:t>
      </w:r>
      <w:r>
        <w:t xml:space="preserve">,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फ़ूटीं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सिफ़्फ़ीन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सिफ़्फ़ीन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सिफ़्फ़ीन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तहफ़्फ़ुज़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सिफ़्फ़ीन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मुम्लिकत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राहज़नी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डकैती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जावजा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ख़वारिज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मआज़ल्लाह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(</w:t>
      </w:r>
      <w:r>
        <w:t>11)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खवारिज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एतिक़ादी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137658" w:rsidRDefault="00137658" w:rsidP="00137658">
      <w:pPr>
        <w:pStyle w:val="libNormal"/>
      </w:pPr>
    </w:p>
    <w:p w:rsidR="006C230E" w:rsidRPr="006C230E" w:rsidRDefault="006C230E" w:rsidP="006C230E">
      <w:pPr>
        <w:rPr>
          <w:rtl/>
          <w:cs/>
        </w:rPr>
      </w:pPr>
      <w:r>
        <w:rPr>
          <w:cs/>
          <w:lang w:bidi="hi-IN"/>
        </w:rPr>
        <w:br w:type="page"/>
      </w:r>
    </w:p>
    <w:p w:rsidR="00137658" w:rsidRDefault="00137658" w:rsidP="006C230E">
      <w:pPr>
        <w:pStyle w:val="Heading1"/>
      </w:pPr>
      <w:bookmarkStart w:id="143" w:name="_Toc442215761"/>
      <w:bookmarkStart w:id="144" w:name="_Toc442266518"/>
      <w:r>
        <w:rPr>
          <w:rFonts w:hint="cs"/>
          <w:cs/>
          <w:lang w:bidi="hi-IN"/>
        </w:rPr>
        <w:lastRenderedPageBreak/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bookmarkEnd w:id="143"/>
      <w:bookmarkEnd w:id="14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</w:t>
      </w:r>
      <w:r>
        <w:t xml:space="preserve">, </w:t>
      </w:r>
      <w:r>
        <w:rPr>
          <w:rFonts w:hint="cs"/>
          <w:cs/>
          <w:lang w:bidi="hi-IN"/>
        </w:rPr>
        <w:t>सुल्ह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इबतिदा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सैंकड़ों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अहदशिकनी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मुर्तक़िब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दहशतगर्दी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हौलनाक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मजाशेई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बुज़दिली</w:t>
      </w:r>
      <w:r>
        <w:t xml:space="preserve">, </w:t>
      </w:r>
      <w:r>
        <w:rPr>
          <w:rFonts w:hint="cs"/>
          <w:cs/>
          <w:lang w:bidi="hi-IN"/>
        </w:rPr>
        <w:t>कामचोरी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t xml:space="preserve">, </w:t>
      </w:r>
      <w:r>
        <w:rPr>
          <w:rFonts w:hint="cs"/>
          <w:cs/>
          <w:lang w:bidi="hi-IN"/>
        </w:rPr>
        <w:t>यकजहती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</w:p>
    <w:p w:rsidR="00137658" w:rsidRDefault="00137658" w:rsidP="00137658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मूसलाधार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ताक़्क़ुब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12)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सरशार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दक़ीक़ा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हिफ़ज़ती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495B5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मोतज़ेलीः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85</w:t>
      </w:r>
    </w:p>
    <w:p w:rsidR="00137658" w:rsidRDefault="00137658" w:rsidP="00495B5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फ़ारूक़ः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35</w:t>
      </w:r>
    </w:p>
    <w:p w:rsidR="00137658" w:rsidRDefault="00137658" w:rsidP="00495B5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89</w:t>
      </w:r>
    </w:p>
    <w:p w:rsidR="00137658" w:rsidRDefault="00137658" w:rsidP="00495B5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204</w:t>
      </w:r>
    </w:p>
    <w:p w:rsidR="00137658" w:rsidRDefault="00137658" w:rsidP="00495B5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328,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</w:p>
    <w:p w:rsidR="00137658" w:rsidRDefault="00137658" w:rsidP="00495B5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कन्ज़ुल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215- 217</w:t>
      </w:r>
    </w:p>
    <w:p w:rsidR="00137658" w:rsidRDefault="00137658" w:rsidP="00495B5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</w:p>
    <w:p w:rsidR="00137658" w:rsidRDefault="00137658" w:rsidP="00495B54">
      <w:pPr>
        <w:pStyle w:val="libFootnoteAie"/>
      </w:pPr>
      <w:r>
        <w:t xml:space="preserve">8.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226</w:t>
      </w:r>
    </w:p>
    <w:p w:rsidR="00137658" w:rsidRDefault="00137658" w:rsidP="00495B54">
      <w:pPr>
        <w:pStyle w:val="libFootnoteAie"/>
      </w:pPr>
      <w:r>
        <w:t xml:space="preserve">9. </w:t>
      </w:r>
      <w:r>
        <w:rPr>
          <w:rFonts w:hint="cs"/>
          <w:cs/>
          <w:lang w:bidi="hi-IN"/>
        </w:rPr>
        <w:t>तबरीः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218</w:t>
      </w:r>
    </w:p>
    <w:p w:rsidR="00137658" w:rsidRDefault="00137658" w:rsidP="00495B54">
      <w:pPr>
        <w:pStyle w:val="libFootnoteAie"/>
      </w:pPr>
      <w:r>
        <w:t xml:space="preserve">10.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320</w:t>
      </w:r>
    </w:p>
    <w:p w:rsidR="00137658" w:rsidRDefault="00137658" w:rsidP="00495B54">
      <w:pPr>
        <w:pStyle w:val="libFootnoteAie"/>
      </w:pPr>
      <w:r>
        <w:lastRenderedPageBreak/>
        <w:t xml:space="preserve">11. </w:t>
      </w:r>
      <w:r>
        <w:rPr>
          <w:rFonts w:hint="cs"/>
          <w:cs/>
          <w:lang w:bidi="hi-IN"/>
        </w:rPr>
        <w:t>मुल्लो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शहरिस्वानीः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158</w:t>
      </w:r>
    </w:p>
    <w:p w:rsidR="00137658" w:rsidRDefault="00137658" w:rsidP="00495B54">
      <w:pPr>
        <w:pStyle w:val="libFootnoteAie"/>
      </w:pPr>
      <w:r>
        <w:t xml:space="preserve">12. </w:t>
      </w:r>
      <w:r>
        <w:rPr>
          <w:rFonts w:hint="cs"/>
          <w:cs/>
          <w:lang w:bidi="hi-IN"/>
        </w:rPr>
        <w:t>अख़्बारूत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151</w:t>
      </w:r>
    </w:p>
    <w:p w:rsidR="00137658" w:rsidRDefault="00137658" w:rsidP="00495B54">
      <w:pPr>
        <w:pStyle w:val="libFootnoteAie"/>
      </w:pPr>
    </w:p>
    <w:p w:rsidR="00137658" w:rsidRDefault="00495B54" w:rsidP="006C230E">
      <w:pPr>
        <w:pStyle w:val="Heading1"/>
      </w:pPr>
      <w:bookmarkStart w:id="145" w:name="_Toc442215762"/>
      <w:r>
        <w:rPr>
          <w:cs/>
          <w:lang w:bidi="hi-IN"/>
        </w:rPr>
        <w:br w:type="page"/>
      </w:r>
      <w:bookmarkStart w:id="146" w:name="_Toc442266519"/>
      <w:r w:rsidR="00137658">
        <w:rPr>
          <w:rFonts w:hint="cs"/>
          <w:cs/>
          <w:lang w:bidi="hi-IN"/>
        </w:rPr>
        <w:lastRenderedPageBreak/>
        <w:t>जंगे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जमल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की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रौशनी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में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हज़रत</w:t>
      </w:r>
      <w:r w:rsidR="00137658">
        <w:rPr>
          <w:cs/>
          <w:lang w:bidi="hi-IN"/>
        </w:rPr>
        <w:t xml:space="preserve"> </w:t>
      </w:r>
      <w:r w:rsidR="00137658">
        <w:rPr>
          <w:rFonts w:hint="cs"/>
          <w:cs/>
          <w:lang w:bidi="hi-IN"/>
        </w:rPr>
        <w:t>आयशा</w:t>
      </w:r>
      <w:bookmarkEnd w:id="145"/>
      <w:bookmarkEnd w:id="14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चहारदीवारी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t xml:space="preserve">,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निकलों।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चहारदीवारी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अतलाफ़े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t xml:space="preserve">, </w:t>
      </w:r>
      <w:r>
        <w:rPr>
          <w:rFonts w:hint="cs"/>
          <w:cs/>
          <w:lang w:bidi="hi-IN"/>
        </w:rPr>
        <w:t>क़त्लों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(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सैकड़ों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दोज़ख़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जवांसाल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दोज़ख़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नांगवार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मोतज़ली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पेवस्त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फ़सीहो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बरग़लाया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t>?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t xml:space="preserve">?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ग़स्बी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तदब्बुर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तल्हा</w:t>
      </w:r>
      <w:r>
        <w:t xml:space="preserve">,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47" w:name="_Toc442215763"/>
      <w:bookmarkStart w:id="148" w:name="_Toc442266520"/>
      <w:r>
        <w:rPr>
          <w:rFonts w:hint="cs"/>
          <w:cs/>
          <w:lang w:bidi="hi-IN"/>
        </w:rPr>
        <w:lastRenderedPageBreak/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bookmarkEnd w:id="147"/>
      <w:bookmarkEnd w:id="14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137658" w:rsidRDefault="00137658" w:rsidP="00495B54">
      <w:pPr>
        <w:pStyle w:val="libNormal"/>
      </w:pP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बन्दोबस्त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 w:rsidR="00495B54">
        <w:rPr>
          <w:rFonts w:hint="cs"/>
          <w:cs/>
          <w:lang w:bidi="hi-IN"/>
        </w:rPr>
        <w:t>ऐ</w:t>
      </w:r>
      <w:r>
        <w:rPr>
          <w:rFonts w:hint="cs"/>
          <w:cs/>
          <w:lang w:bidi="hi-IN"/>
        </w:rPr>
        <w:t>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49" w:name="_Toc442215764"/>
      <w:bookmarkStart w:id="150" w:name="_Toc442266521"/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bookmarkEnd w:id="149"/>
      <w:bookmarkEnd w:id="15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अब्दुल्लाह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इकलौते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दहाढ़ें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(</w:t>
      </w:r>
      <w:r>
        <w:t>8)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अधमुआ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बेक़रारी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9)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t>10)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नशोनुमा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मनहूस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(</w:t>
      </w:r>
      <w:r>
        <w:t>11)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(</w:t>
      </w:r>
      <w:r>
        <w:t>12)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13)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t xml:space="preserve">, </w:t>
      </w:r>
      <w:r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बचायी।</w:t>
      </w:r>
      <w:r>
        <w:rPr>
          <w:cs/>
          <w:lang w:bidi="hi-IN"/>
        </w:rPr>
        <w:t xml:space="preserve"> (</w:t>
      </w:r>
      <w:r>
        <w:t>14)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कराया।</w:t>
      </w:r>
      <w:r>
        <w:rPr>
          <w:cs/>
          <w:lang w:bidi="hi-IN"/>
        </w:rPr>
        <w:t xml:space="preserve"> (</w:t>
      </w:r>
      <w:r>
        <w:t>15)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मोवर्रेख़ीन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हक़ाइक़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51" w:name="_Toc442215765"/>
      <w:bookmarkStart w:id="152" w:name="_Toc442266522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शरमिंदगी</w:t>
      </w:r>
      <w:bookmarkEnd w:id="151"/>
      <w:bookmarkEnd w:id="152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........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t xml:space="preserve">,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(</w:t>
      </w:r>
      <w:r>
        <w:t>16)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मसरूक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आसुंओं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  <w:r>
        <w:rPr>
          <w:cs/>
          <w:lang w:bidi="hi-IN"/>
        </w:rPr>
        <w:t xml:space="preserve"> (</w:t>
      </w:r>
      <w:r>
        <w:t>17)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बलाग़ातुन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मुज़तरिबो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इज़तेराबी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(</w:t>
      </w:r>
      <w:r>
        <w:t>18)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19)</w:t>
      </w:r>
    </w:p>
    <w:p w:rsidR="00137658" w:rsidRDefault="00137658" w:rsidP="00495B5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101</w:t>
      </w:r>
    </w:p>
    <w:p w:rsidR="00137658" w:rsidRDefault="00137658" w:rsidP="00495B5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</w:t>
      </w:r>
    </w:p>
    <w:p w:rsidR="00137658" w:rsidRDefault="00137658" w:rsidP="00495B5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108</w:t>
      </w:r>
    </w:p>
    <w:p w:rsidR="00137658" w:rsidRDefault="00137658" w:rsidP="00495B5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428</w:t>
      </w:r>
    </w:p>
    <w:p w:rsidR="00137658" w:rsidRDefault="00137658" w:rsidP="00495B5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17</w:t>
      </w:r>
    </w:p>
    <w:p w:rsidR="00137658" w:rsidRDefault="00137658" w:rsidP="00495B5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इस्तीयाबः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214</w:t>
      </w:r>
    </w:p>
    <w:p w:rsidR="00137658" w:rsidRDefault="00137658" w:rsidP="00495B5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अक़दुल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93</w:t>
      </w:r>
    </w:p>
    <w:p w:rsidR="00137658" w:rsidRDefault="00137658" w:rsidP="00495B54">
      <w:pPr>
        <w:pStyle w:val="libFootnoteAie"/>
      </w:pPr>
      <w:r>
        <w:t xml:space="preserve">8. 9. 10.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400- 402,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442- 443</w:t>
      </w:r>
    </w:p>
    <w:p w:rsidR="00137658" w:rsidRDefault="00137658" w:rsidP="00495B54">
      <w:pPr>
        <w:pStyle w:val="libFootnoteAie"/>
      </w:pPr>
      <w:r>
        <w:lastRenderedPageBreak/>
        <w:t xml:space="preserve">11. </w:t>
      </w:r>
      <w:r>
        <w:rPr>
          <w:rFonts w:hint="cs"/>
          <w:cs/>
          <w:lang w:bidi="hi-IN"/>
        </w:rPr>
        <w:t>मोरव्वेजुज़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बरहाशिया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163, 164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5, </w:t>
      </w:r>
      <w:r>
        <w:rPr>
          <w:rFonts w:hint="cs"/>
          <w:cs/>
          <w:lang w:bidi="hi-IN"/>
        </w:rPr>
        <w:t>याक़ूबीः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807</w:t>
      </w:r>
    </w:p>
    <w:p w:rsidR="00137658" w:rsidRDefault="00137658" w:rsidP="00495B54">
      <w:pPr>
        <w:pStyle w:val="libFootnoteAie"/>
      </w:pPr>
      <w:r>
        <w:t xml:space="preserve">12. </w:t>
      </w:r>
      <w:r>
        <w:rPr>
          <w:rFonts w:hint="cs"/>
          <w:cs/>
          <w:lang w:bidi="hi-IN"/>
        </w:rPr>
        <w:t>मोरव्वेजुज़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बरहाशिया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163, 164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5, </w:t>
      </w:r>
      <w:r>
        <w:rPr>
          <w:rFonts w:hint="cs"/>
          <w:cs/>
          <w:lang w:bidi="hi-IN"/>
        </w:rPr>
        <w:t>याक़ूबीः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807</w:t>
      </w:r>
    </w:p>
    <w:p w:rsidR="00137658" w:rsidRDefault="00137658" w:rsidP="00495B54">
      <w:pPr>
        <w:pStyle w:val="libFootnoteAie"/>
      </w:pPr>
      <w:r>
        <w:t xml:space="preserve">13. </w:t>
      </w:r>
      <w:r>
        <w:rPr>
          <w:rFonts w:hint="cs"/>
          <w:cs/>
          <w:lang w:bidi="hi-IN"/>
        </w:rPr>
        <w:t>मोरव्वेजुज़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163- 164,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877</w:t>
      </w:r>
    </w:p>
    <w:p w:rsidR="00137658" w:rsidRDefault="00137658" w:rsidP="00495B54">
      <w:pPr>
        <w:pStyle w:val="libFootnoteAie"/>
      </w:pPr>
      <w:r>
        <w:t xml:space="preserve">14. </w:t>
      </w:r>
      <w:r>
        <w:rPr>
          <w:rFonts w:hint="cs"/>
          <w:cs/>
          <w:lang w:bidi="hi-IN"/>
        </w:rPr>
        <w:t>तहज़ीबः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8- 9, </w:t>
      </w:r>
      <w:r>
        <w:rPr>
          <w:rFonts w:hint="cs"/>
          <w:cs/>
          <w:lang w:bidi="hi-IN"/>
        </w:rPr>
        <w:t>मुरव्वेजुज़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158</w:t>
      </w:r>
    </w:p>
    <w:p w:rsidR="00137658" w:rsidRDefault="00137658" w:rsidP="00495B54">
      <w:pPr>
        <w:pStyle w:val="libFootnoteAie"/>
      </w:pP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आग़ानीः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9,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</w:t>
      </w:r>
    </w:p>
    <w:p w:rsidR="00137658" w:rsidRDefault="00137658" w:rsidP="00495B54">
      <w:pPr>
        <w:pStyle w:val="libFootnoteAie"/>
      </w:pPr>
      <w:r>
        <w:t xml:space="preserve">16. </w:t>
      </w:r>
      <w:r>
        <w:rPr>
          <w:rFonts w:hint="cs"/>
          <w:cs/>
          <w:lang w:bidi="hi-IN"/>
        </w:rPr>
        <w:t>असदुल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284,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</w:t>
      </w:r>
    </w:p>
    <w:p w:rsidR="00137658" w:rsidRDefault="00137658" w:rsidP="00495B54">
      <w:pPr>
        <w:pStyle w:val="libFootnoteAie"/>
      </w:pPr>
      <w:r>
        <w:t xml:space="preserve">17.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56</w:t>
      </w:r>
    </w:p>
    <w:p w:rsidR="00137658" w:rsidRDefault="00137658" w:rsidP="00495B54">
      <w:pPr>
        <w:pStyle w:val="libFootnoteAie"/>
      </w:pPr>
      <w:r>
        <w:t xml:space="preserve">18. </w:t>
      </w:r>
      <w:r>
        <w:rPr>
          <w:rFonts w:hint="cs"/>
          <w:cs/>
          <w:lang w:bidi="hi-IN"/>
        </w:rPr>
        <w:t>बलाख़तुन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8,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</w:t>
      </w:r>
    </w:p>
    <w:p w:rsidR="00137658" w:rsidRDefault="00137658" w:rsidP="00495B54">
      <w:pPr>
        <w:pStyle w:val="libFootnoteAie"/>
      </w:pPr>
      <w:r>
        <w:t xml:space="preserve">19.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नबलाः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134, </w:t>
      </w:r>
      <w:r>
        <w:rPr>
          <w:rFonts w:hint="cs"/>
          <w:cs/>
          <w:lang w:bidi="hi-IN"/>
        </w:rPr>
        <w:t>मुतराक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53" w:name="_Toc442215766"/>
      <w:bookmarkStart w:id="154" w:name="_Toc442266523"/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bookmarkEnd w:id="153"/>
      <w:bookmarkEnd w:id="154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किर्दारों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t xml:space="preserve">,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बुग़ज़ों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t xml:space="preserve">,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ज्वालामुखी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निकाली</w:t>
      </w:r>
      <w:r>
        <w:t xml:space="preserve">,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t xml:space="preserve">,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t xml:space="preserve">,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(</w:t>
      </w:r>
      <w:r>
        <w:t>1)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2)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ख़रीदी।</w:t>
      </w:r>
      <w:r>
        <w:rPr>
          <w:cs/>
          <w:lang w:bidi="hi-IN"/>
        </w:rPr>
        <w:t xml:space="preserve"> (</w:t>
      </w:r>
      <w:r>
        <w:t>3)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अट्ठारह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7658" w:rsidRDefault="00137658" w:rsidP="00137658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हुजर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t xml:space="preserve">, </w:t>
      </w:r>
      <w:r>
        <w:rPr>
          <w:rFonts w:hint="cs"/>
          <w:cs/>
          <w:lang w:bidi="hi-IN"/>
        </w:rPr>
        <w:t>रंजीदा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मुतग़य्यर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(</w:t>
      </w:r>
      <w:r>
        <w:t>5)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बिलइत्तिफ़ाक़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.......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निकलेगा।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मिलें।</w:t>
      </w:r>
      <w:r>
        <w:rPr>
          <w:cs/>
          <w:lang w:bidi="hi-IN"/>
        </w:rPr>
        <w:t xml:space="preserve"> (</w:t>
      </w:r>
      <w:r>
        <w:t>6)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वसीअतर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(</w:t>
      </w:r>
      <w:r>
        <w:t>7)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(</w:t>
      </w:r>
      <w:r>
        <w:t>8)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बियाबानों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छानती।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राकिटों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सफ़्फ़ाक़ी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55" w:name="_Toc442215767"/>
      <w:bookmarkStart w:id="156" w:name="_Toc442266524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bookmarkEnd w:id="155"/>
      <w:bookmarkEnd w:id="156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अबरू</w:t>
      </w:r>
      <w:r>
        <w:t xml:space="preserve">, </w:t>
      </w:r>
      <w:r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ख़ाशाक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दरख़्वास्त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(</w:t>
      </w:r>
      <w:r>
        <w:t>9)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Heading1"/>
      </w:pPr>
      <w:bookmarkStart w:id="157" w:name="_Toc442215768"/>
      <w:bookmarkStart w:id="158" w:name="_Toc442266525"/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bookmarkEnd w:id="157"/>
      <w:bookmarkEnd w:id="158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अक़ाइदों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</w:t>
      </w:r>
      <w:r>
        <w:t xml:space="preserve">, </w:t>
      </w:r>
      <w:r>
        <w:rPr>
          <w:rFonts w:hint="cs"/>
          <w:cs/>
          <w:lang w:bidi="hi-IN"/>
        </w:rPr>
        <w:t>गुनाहगार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कशमकश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अक़ाइदों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अक़ाइदों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मुनसिफ़ाना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मियाना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तारिख़ी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बरअंगेख़्ता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परवरदीगारे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कमोबेश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मुहक़्क़ेक़ीने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इज़तेदादी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इज़तेदादी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मफ़रूज़ात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इज़तेहादी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मुत्तफ़क़ा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t xml:space="preserve">,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इजतिहाद</w:t>
      </w:r>
      <w:r>
        <w:t xml:space="preserve">, </w:t>
      </w:r>
      <w:r>
        <w:rPr>
          <w:rFonts w:hint="cs"/>
          <w:cs/>
          <w:lang w:bidi="hi-IN"/>
        </w:rPr>
        <w:t>हर्ग़िज़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शिआ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बदचलन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मुत्तफ़क़ा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t xml:space="preserve">, </w:t>
      </w:r>
      <w:r>
        <w:rPr>
          <w:rFonts w:hint="cs"/>
          <w:cs/>
          <w:lang w:bidi="hi-IN"/>
        </w:rPr>
        <w:t>उज़्वाजुहू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उम्माहातुम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आय़ात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मुमानिअत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दाएरे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बीविंयों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मुतनब्बे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दुगना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मुआख़िज़ा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मुआख़िज़ा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495B54">
      <w:pPr>
        <w:pStyle w:val="libFootnoteAie"/>
      </w:pPr>
      <w:r>
        <w:t xml:space="preserve">1.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36, </w:t>
      </w:r>
      <w:r>
        <w:rPr>
          <w:rFonts w:hint="cs"/>
          <w:cs/>
          <w:lang w:bidi="hi-IN"/>
        </w:rPr>
        <w:t>मुसतदरकः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13, </w:t>
      </w:r>
      <w:r>
        <w:rPr>
          <w:rFonts w:hint="cs"/>
          <w:cs/>
          <w:lang w:bidi="hi-IN"/>
        </w:rPr>
        <w:t>हलीयतुल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47</w:t>
      </w:r>
    </w:p>
    <w:p w:rsidR="00137658" w:rsidRDefault="00137658" w:rsidP="00495B54">
      <w:pPr>
        <w:pStyle w:val="libFootnoteAie"/>
      </w:pPr>
      <w:r>
        <w:t xml:space="preserve">2.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127</w:t>
      </w:r>
    </w:p>
    <w:p w:rsidR="00137658" w:rsidRDefault="00137658" w:rsidP="00495B54">
      <w:pPr>
        <w:pStyle w:val="libFootnoteAie"/>
      </w:pPr>
      <w:r>
        <w:t xml:space="preserve">3.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</w:t>
      </w:r>
    </w:p>
    <w:p w:rsidR="00137658" w:rsidRDefault="00137658" w:rsidP="00495B54">
      <w:pPr>
        <w:pStyle w:val="libFootnoteAie"/>
      </w:pPr>
      <w:r>
        <w:t xml:space="preserve">4.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77, 459</w:t>
      </w:r>
    </w:p>
    <w:p w:rsidR="00137658" w:rsidRDefault="00137658" w:rsidP="00495B54">
      <w:pPr>
        <w:pStyle w:val="libFootnoteAie"/>
      </w:pPr>
      <w:r>
        <w:t xml:space="preserve">5. </w:t>
      </w:r>
      <w:r>
        <w:rPr>
          <w:rFonts w:hint="cs"/>
          <w:cs/>
          <w:lang w:bidi="hi-IN"/>
        </w:rPr>
        <w:t>तरबीः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156</w:t>
      </w:r>
    </w:p>
    <w:p w:rsidR="00137658" w:rsidRDefault="00137658" w:rsidP="00495B54">
      <w:pPr>
        <w:pStyle w:val="libFootnoteAie"/>
      </w:pPr>
      <w:r>
        <w:t xml:space="preserve">6. </w:t>
      </w:r>
      <w:r>
        <w:rPr>
          <w:rFonts w:hint="cs"/>
          <w:cs/>
          <w:lang w:bidi="hi-IN"/>
        </w:rPr>
        <w:t>इस्तेयाबः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134, </w:t>
      </w:r>
      <w:r>
        <w:rPr>
          <w:rFonts w:hint="cs"/>
          <w:cs/>
          <w:lang w:bidi="hi-IN"/>
        </w:rPr>
        <w:t>असदुल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386</w:t>
      </w:r>
    </w:p>
    <w:p w:rsidR="00137658" w:rsidRDefault="00137658" w:rsidP="00495B54">
      <w:pPr>
        <w:pStyle w:val="libFootnoteAie"/>
      </w:pPr>
      <w:r>
        <w:t xml:space="preserve">7. </w:t>
      </w:r>
      <w:r>
        <w:rPr>
          <w:rFonts w:hint="cs"/>
          <w:cs/>
          <w:lang w:bidi="hi-IN"/>
        </w:rPr>
        <w:t>बुख़ारीः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126</w:t>
      </w:r>
    </w:p>
    <w:p w:rsidR="00137658" w:rsidRDefault="00137658" w:rsidP="00495B54">
      <w:pPr>
        <w:pStyle w:val="libFootnoteAie"/>
      </w:pPr>
      <w:r>
        <w:t xml:space="preserve">8.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क़ामिलः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199,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236,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89, </w:t>
      </w:r>
      <w:r>
        <w:rPr>
          <w:rFonts w:hint="cs"/>
          <w:cs/>
          <w:lang w:bidi="hi-IN"/>
        </w:rPr>
        <w:t>इस्तेयाब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ग़ाबा</w:t>
      </w:r>
      <w:r>
        <w:t xml:space="preserve">, </w:t>
      </w:r>
      <w:r>
        <w:rPr>
          <w:rFonts w:hint="cs"/>
          <w:cs/>
          <w:lang w:bidi="hi-IN"/>
        </w:rPr>
        <w:t>असाबा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</w:p>
    <w:p w:rsidR="00137658" w:rsidRDefault="00137658" w:rsidP="00495B54">
      <w:pPr>
        <w:pStyle w:val="libFootnoteAie"/>
      </w:pPr>
      <w:r>
        <w:t xml:space="preserve">9.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</w:t>
      </w:r>
      <w:r>
        <w:rPr>
          <w:cs/>
          <w:lang w:bidi="hi-IN"/>
        </w:rPr>
        <w:t xml:space="preserve">. </w:t>
      </w:r>
      <w:r>
        <w:t xml:space="preserve">3,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147, </w:t>
      </w:r>
      <w:r>
        <w:rPr>
          <w:rFonts w:hint="cs"/>
          <w:cs/>
          <w:lang w:bidi="hi-IN"/>
        </w:rPr>
        <w:t>मतबुआ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तेहरान</w:t>
      </w:r>
      <w:r>
        <w:rPr>
          <w:cs/>
          <w:lang w:bidi="hi-IN"/>
        </w:rPr>
        <w:t xml:space="preserve"> </w:t>
      </w:r>
      <w:r>
        <w:t>1271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</w:p>
    <w:p w:rsidR="00137658" w:rsidRDefault="00137658" w:rsidP="00495B54">
      <w:pPr>
        <w:pStyle w:val="libFootnoteAie"/>
      </w:pPr>
    </w:p>
    <w:p w:rsidR="00137658" w:rsidRDefault="00137658" w:rsidP="006C230E">
      <w:pPr>
        <w:pStyle w:val="Heading1"/>
      </w:pPr>
      <w:bookmarkStart w:id="159" w:name="_Toc442215769"/>
      <w:bookmarkStart w:id="160" w:name="_Toc442266526"/>
      <w:r>
        <w:rPr>
          <w:rFonts w:hint="cs"/>
          <w:cs/>
          <w:lang w:bidi="hi-IN"/>
        </w:rPr>
        <w:t>एतिराफ़ाते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bookmarkEnd w:id="159"/>
      <w:bookmarkEnd w:id="160"/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बोले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बुग़्ज़ों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यक़ीक़न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कारेईंन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कसौटी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कसौटी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कन्ज़ुल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सियूतीः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236, </w:t>
      </w:r>
      <w:r>
        <w:rPr>
          <w:rFonts w:hint="cs"/>
          <w:cs/>
          <w:lang w:bidi="hi-IN"/>
        </w:rPr>
        <w:t>इस्तेयाबः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328)</w:t>
      </w:r>
    </w:p>
    <w:p w:rsidR="00137658" w:rsidRDefault="00137658" w:rsidP="00137658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?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इस्तिग़फ़ार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यनाबीउल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मोवद्दतः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71, </w:t>
      </w:r>
      <w:r>
        <w:rPr>
          <w:rFonts w:hint="cs"/>
          <w:cs/>
          <w:lang w:bidi="hi-IN"/>
        </w:rPr>
        <w:t>बेरूत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कुन्निदह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सवाइक़े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मुहर्रिक़ाः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123)</w:t>
      </w:r>
    </w:p>
    <w:p w:rsidR="00137658" w:rsidRDefault="00137658" w:rsidP="00137658">
      <w:pPr>
        <w:pStyle w:val="libNormal"/>
      </w:pPr>
      <w:r>
        <w:lastRenderedPageBreak/>
        <w:t xml:space="preserve">4.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रोज़ादार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नमाज़ी</w:t>
      </w:r>
      <w:r>
        <w:rPr>
          <w:cs/>
          <w:lang w:bidi="hi-IN"/>
        </w:rPr>
        <w:t>)</w:t>
      </w:r>
    </w:p>
    <w:p w:rsidR="00137658" w:rsidRDefault="00137658" w:rsidP="00137658">
      <w:pPr>
        <w:pStyle w:val="libNormal"/>
      </w:pPr>
      <w:r>
        <w:t>(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तिर्मिज़ीः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475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रियाजुन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नज़रहः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213)</w:t>
      </w:r>
    </w:p>
    <w:p w:rsidR="00137658" w:rsidRDefault="00137658" w:rsidP="00137658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जमी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मुसतदरकः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154)</w:t>
      </w:r>
    </w:p>
    <w:p w:rsidR="00137658" w:rsidRDefault="00137658" w:rsidP="00137658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ख़लाइक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ज़ख़ाइरूल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उक़बाः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78)</w:t>
      </w:r>
    </w:p>
    <w:p w:rsidR="00137658" w:rsidRDefault="00137658" w:rsidP="00137658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मुसतदरकः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2,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152)</w:t>
      </w:r>
    </w:p>
    <w:p w:rsidR="00137658" w:rsidRDefault="00137658" w:rsidP="00137658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137658" w:rsidRDefault="00137658" w:rsidP="00495B54">
      <w:pPr>
        <w:pStyle w:val="libFootnoteAie"/>
      </w:pPr>
      <w:r>
        <w:lastRenderedPageBreak/>
        <w:t>(</w:t>
      </w:r>
      <w:r>
        <w:rPr>
          <w:rFonts w:hint="cs"/>
          <w:cs/>
          <w:lang w:bidi="hi-IN"/>
        </w:rPr>
        <w:t>यनाबीउल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मवद्दतः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81)</w:t>
      </w:r>
    </w:p>
    <w:p w:rsidR="00137658" w:rsidRDefault="00137658" w:rsidP="00137658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रियाज़ुन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नज़रहः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291)</w:t>
      </w:r>
    </w:p>
    <w:p w:rsidR="00137658" w:rsidRDefault="00137658" w:rsidP="00137658">
      <w:pPr>
        <w:pStyle w:val="libNormal"/>
      </w:pPr>
      <w:r>
        <w:t xml:space="preserve">10.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सवाइक़े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मुहर्रिक़ाः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क़ाहिरह</w:t>
      </w:r>
      <w:r>
        <w:t xml:space="preserve">, </w:t>
      </w:r>
      <w:r>
        <w:rPr>
          <w:rFonts w:hint="cs"/>
          <w:cs/>
          <w:lang w:bidi="hi-IN"/>
        </w:rPr>
        <w:t>कनज़ुल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आमलः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यनाबीउल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मुवद्दतः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248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हज्जुल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मतालिबः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20)</w:t>
      </w:r>
    </w:p>
    <w:p w:rsidR="00137658" w:rsidRDefault="00137658" w:rsidP="00137658">
      <w:pPr>
        <w:pStyle w:val="libNormal"/>
      </w:pPr>
      <w:r>
        <w:t xml:space="preserve">11.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यनाबीउल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मुवद्दतः</w:t>
      </w:r>
      <w:r>
        <w:rPr>
          <w:cs/>
          <w:lang w:bidi="hi-IN"/>
        </w:rPr>
        <w:t xml:space="preserve">- </w:t>
      </w: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246)</w:t>
      </w:r>
    </w:p>
    <w:p w:rsidR="00137658" w:rsidRDefault="00137658" w:rsidP="00137658">
      <w:pPr>
        <w:pStyle w:val="libNormal"/>
      </w:pPr>
      <w:r>
        <w:t xml:space="preserve">12.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137658" w:rsidRDefault="00137658" w:rsidP="00495B54">
      <w:pPr>
        <w:pStyle w:val="libFootnoteAie"/>
      </w:pPr>
      <w:r>
        <w:t>(</w:t>
      </w:r>
      <w:r>
        <w:rPr>
          <w:rFonts w:hint="cs"/>
          <w:cs/>
          <w:lang w:bidi="hi-IN"/>
        </w:rPr>
        <w:t>किफ़ायतुत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184)</w:t>
      </w:r>
    </w:p>
    <w:p w:rsidR="00137658" w:rsidRDefault="00137658" w:rsidP="00137658">
      <w:pPr>
        <w:pStyle w:val="libNormal"/>
      </w:pPr>
      <w:r>
        <w:rPr>
          <w:rFonts w:hint="cs"/>
          <w:cs/>
          <w:lang w:bidi="hi-IN"/>
        </w:rPr>
        <w:lastRenderedPageBreak/>
        <w:t>मज़कूरह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 xml:space="preserve">, </w:t>
      </w:r>
      <w:r>
        <w:rPr>
          <w:rFonts w:hint="cs"/>
          <w:cs/>
          <w:lang w:bidi="hi-IN"/>
        </w:rPr>
        <w:t>अक़ीदतमनदाने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वस्सलाम</w:t>
      </w:r>
    </w:p>
    <w:p w:rsidR="00137658" w:rsidRDefault="00137658" w:rsidP="00137658">
      <w:pPr>
        <w:pStyle w:val="libNormal"/>
      </w:pPr>
      <w:r>
        <w:t>***********************************************</w:t>
      </w:r>
    </w:p>
    <w:p w:rsidR="00137658" w:rsidRDefault="00137658" w:rsidP="00137658">
      <w:pPr>
        <w:pStyle w:val="libNormal"/>
      </w:pPr>
    </w:p>
    <w:p w:rsidR="00137658" w:rsidRDefault="00137658" w:rsidP="006C230E">
      <w:pPr>
        <w:pStyle w:val="libBold1"/>
      </w:pPr>
      <w:r>
        <w:t>[[</w:t>
      </w:r>
      <w:r>
        <w:rPr>
          <w:rFonts w:hint="cs"/>
          <w:cs/>
          <w:lang w:bidi="hi-IN"/>
        </w:rPr>
        <w:t>अलहम्दो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''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हैसीयत</w:t>
      </w:r>
      <w:r>
        <w:t xml:space="preserve">''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टाईप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दुआगौ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फाउनडेशन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साइट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नैटवर्क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कराया।</w:t>
      </w:r>
      <w:r>
        <w:rPr>
          <w:cs/>
          <w:lang w:bidi="hi-IN"/>
        </w:rPr>
        <w:t>]]</w:t>
      </w:r>
    </w:p>
    <w:p w:rsidR="00137658" w:rsidRDefault="00137658" w:rsidP="006C230E">
      <w:pPr>
        <w:pStyle w:val="libBold1"/>
      </w:pP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उवैस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नक़वी</w:t>
      </w:r>
    </w:p>
    <w:p w:rsidR="00137658" w:rsidRDefault="00137658" w:rsidP="006C230E">
      <w:pPr>
        <w:pStyle w:val="libBold1"/>
      </w:pPr>
      <w:r>
        <w:t>30:01:2016</w:t>
      </w:r>
    </w:p>
    <w:p w:rsidR="00137658" w:rsidRDefault="00137658" w:rsidP="00137658">
      <w:pPr>
        <w:pStyle w:val="libNormal"/>
      </w:pPr>
      <w:r>
        <w:t xml:space="preserve"> </w:t>
      </w:r>
    </w:p>
    <w:p w:rsidR="00495B54" w:rsidRDefault="006C230E" w:rsidP="00495B54">
      <w:pPr>
        <w:pStyle w:val="Heading1"/>
      </w:pPr>
      <w:r>
        <w:rPr>
          <w:cs/>
          <w:lang w:bidi="hi-IN"/>
        </w:rPr>
        <w:br w:type="page"/>
      </w:r>
      <w:bookmarkStart w:id="161" w:name="_Toc442215770"/>
      <w:bookmarkStart w:id="162" w:name="_Toc442266527"/>
      <w:r w:rsidR="00137658">
        <w:rPr>
          <w:rFonts w:hint="cs"/>
          <w:cs/>
          <w:lang w:bidi="hi-IN"/>
        </w:rPr>
        <w:lastRenderedPageBreak/>
        <w:t>फेहरीस्त</w:t>
      </w:r>
      <w:bookmarkEnd w:id="161"/>
      <w:bookmarkEnd w:id="162"/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13172F">
        <w:rPr>
          <w:rFonts w:cs="Times New Roman"/>
        </w:rPr>
        <w:fldChar w:fldCharType="begin"/>
      </w:r>
      <w:r w:rsidR="00495B54">
        <w:instrText xml:space="preserve"> TOC \o "1-3" \h \z \u </w:instrText>
      </w:r>
      <w:r w:rsidRPr="0013172F">
        <w:rPr>
          <w:rFonts w:cs="Times New Roman"/>
        </w:rPr>
        <w:fldChar w:fldCharType="separate"/>
      </w:r>
      <w:hyperlink w:anchor="_Toc442266445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तारीख़ी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हैसियत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46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इन्तेसाब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47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हर्फ़े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आग़ाज़ः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48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अर्ज़े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मुअल्लिफ़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49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noProof/>
            <w:lang w:bidi="fa-IR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0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नसबी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सिलसिला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1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पैदाइश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2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शादी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3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हुस्नो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जमाल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4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हरीर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में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5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मिज़ाजी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कैफ़ियत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6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पार्टी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बन्दी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7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अहलेबैत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)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अदावत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8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छलांग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59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रसूल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)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पीछा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करना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0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शैतान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1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तोड़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फोड़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2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गालम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गलौज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3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गुत्थम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गुत्था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4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पिटाई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5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उमर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लानत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मलामत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6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पैग़म्बर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)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दीगर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अज़्वाज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हसद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7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आऊज़ो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बिल्लाहे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मिनक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8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मलीका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जादू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69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मारिया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क़िब्तिया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सरगुज़श्त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0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और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अज़मते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रसूल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)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1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दूसरा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बोहतान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107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2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गुड़ियों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में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घोड़ा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110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3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मुज़ख़रफ़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हदीसें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112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4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जनाज़ा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115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5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एतेराफ़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117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6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हड्डी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118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7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शैतानी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काम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119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8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हब्शियों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नाच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120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79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कहानियों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शौक़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121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0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लम्बी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दौड़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122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1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छुली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छुलय्या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123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2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आऊज़ो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बिल्लाहे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मिन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हाज़ल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ख़ुराफ़ात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124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3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अनोखा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ग़ुस्ल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125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4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बारे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में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रसूल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.)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पेशिनगोईयां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126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5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एक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अनार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दो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बीमार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127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6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पैग़म्बरे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इस्लाम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)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शहादत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130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7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अबू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बकर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उमर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दौरे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हुकूमत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और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146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8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उस्मान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दौरे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हुकूमत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और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150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89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क़त्ले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उस्मान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ख़िलाफ़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सहाबा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गवाहियां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152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90" w:history="1">
        <w:r w:rsidR="0054610B" w:rsidRPr="000D5B3E">
          <w:rPr>
            <w:rStyle w:val="Hyperlink"/>
            <w:noProof/>
          </w:rPr>
          <w:t>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हिस्सा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दोम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)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152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442266491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सअद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इब्ने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अबी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विक़ास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153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442266492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इब्ने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कलाब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153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442266493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अम्मार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बिन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यासिर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154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442266494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इक़रार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154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</w:rPr>
      </w:pPr>
      <w:hyperlink w:anchor="_Toc442266495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अमरए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आस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155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96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अमीरूल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मोमिनीन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अली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)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ख़िलाफ़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मौक़फ़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157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97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जंगे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जमल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तैयारियां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और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उसका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पस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मंज़र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160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98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बढ़ते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क़दम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175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499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कुत्तों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इसतेफ़सार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180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0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उम्मुल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मोमिनीन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उम्मे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सलमा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पेशकश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183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1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अबू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मूसा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अशअरी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रख़ना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अंदाज़ी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साज़ीशे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)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185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2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और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अहले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बसरा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189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3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उस्मान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बिन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हुनैफ़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दुर्गत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193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4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जंगे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जमले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असग़र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196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5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उस्मान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बिन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हुनैफ़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रिहाई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199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6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बसरा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में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शाहेलाफ़ता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आमद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199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7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मैदाने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जमल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202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8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इतमामे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हुज्जत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204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09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मोहम्मद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इब्ने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हनफ़िया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हमला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208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0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तल्हा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हलाकत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209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1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ऊंट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मुहाफ़िज़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211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2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अमर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इब्ने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अहलबे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ज़ब्बी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वाक़िआ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215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3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घमासान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जंग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216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4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अमीरूल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मोमिनीन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(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>.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स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)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रहमो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करम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220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5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आम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माफ़ी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222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6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वापसी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223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7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जंगे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जमल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नताइज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225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8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जंगे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जमल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रौशनी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में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अली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मिसाली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किरदार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229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19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जंगे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जमल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रौशनी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में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233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20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तल्हा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और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ज़ुबैर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मौक़िफ़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238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21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अब्दुल्लाह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इब्ने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ज़ुबैर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240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22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शरमिंदगी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244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23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अहदे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माविया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और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246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24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इबरतनाक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अंजाम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251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25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हज़रत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मुताल्लिक़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मुसलमानों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के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मुख़तलिफ़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नज़रियात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253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26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एतिराफ़ाते</w:t>
        </w:r>
        <w:r w:rsidR="0054610B" w:rsidRPr="000D5B3E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आयशा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257</w:t>
        </w:r>
        <w:r>
          <w:rPr>
            <w:noProof/>
            <w:webHidden/>
          </w:rPr>
          <w:fldChar w:fldCharType="end"/>
        </w:r>
      </w:hyperlink>
    </w:p>
    <w:p w:rsidR="0054610B" w:rsidRDefault="0013172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266527" w:history="1">
        <w:r w:rsidR="0054610B" w:rsidRPr="000D5B3E">
          <w:rPr>
            <w:rStyle w:val="Hyperlink"/>
            <w:rFonts w:cs="Mangal" w:hint="cs"/>
            <w:noProof/>
            <w:cs/>
            <w:lang w:bidi="hi-IN"/>
          </w:rPr>
          <w:t>फेहरीस्त</w:t>
        </w:r>
        <w:r w:rsidR="005461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610B">
          <w:rPr>
            <w:noProof/>
            <w:webHidden/>
          </w:rPr>
          <w:instrText xml:space="preserve"> PAGEREF _Toc442266527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1166">
          <w:rPr>
            <w:noProof/>
            <w:webHidden/>
          </w:rPr>
          <w:t>262</w:t>
        </w:r>
        <w:r>
          <w:rPr>
            <w:noProof/>
            <w:webHidden/>
          </w:rPr>
          <w:fldChar w:fldCharType="end"/>
        </w:r>
      </w:hyperlink>
    </w:p>
    <w:p w:rsidR="00495B54" w:rsidRDefault="0013172F">
      <w:r>
        <w:fldChar w:fldCharType="end"/>
      </w:r>
    </w:p>
    <w:sectPr w:rsidR="00495B54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BB3" w:rsidRDefault="00660BB3" w:rsidP="008B7801">
      <w:pPr>
        <w:spacing w:after="0" w:line="240" w:lineRule="auto"/>
      </w:pPr>
      <w:r>
        <w:separator/>
      </w:r>
    </w:p>
  </w:endnote>
  <w:endnote w:type="continuationSeparator" w:id="1">
    <w:p w:rsidR="00660BB3" w:rsidRDefault="00660BB3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BCB" w:rsidRDefault="0013172F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E21BCB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421166">
      <w:rPr>
        <w:rFonts w:ascii="SutonnyMJ" w:hAnsi="SutonnyMJ" w:cs="SutonnyMJ"/>
        <w:noProof/>
      </w:rPr>
      <w:t>53</w:t>
    </w:r>
    <w:r w:rsidRPr="00AA7385">
      <w:rPr>
        <w:rFonts w:ascii="SutonnyMJ" w:hAnsi="SutonnyMJ" w:cs="SutonnyMJ"/>
      </w:rPr>
      <w:fldChar w:fldCharType="end"/>
    </w:r>
  </w:p>
  <w:p w:rsidR="00E21BCB" w:rsidRDefault="00E21B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BB3" w:rsidRDefault="00660BB3" w:rsidP="008B7801">
      <w:pPr>
        <w:spacing w:after="0" w:line="240" w:lineRule="auto"/>
      </w:pPr>
      <w:r>
        <w:separator/>
      </w:r>
    </w:p>
  </w:footnote>
  <w:footnote w:type="continuationSeparator" w:id="1">
    <w:p w:rsidR="00660BB3" w:rsidRDefault="00660BB3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37658"/>
    <w:rsid w:val="00017F8E"/>
    <w:rsid w:val="000451DA"/>
    <w:rsid w:val="000A16E2"/>
    <w:rsid w:val="000A1FDE"/>
    <w:rsid w:val="000D0FC8"/>
    <w:rsid w:val="000D641E"/>
    <w:rsid w:val="0013172F"/>
    <w:rsid w:val="00137658"/>
    <w:rsid w:val="00170EAA"/>
    <w:rsid w:val="001A3437"/>
    <w:rsid w:val="00235071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A1605"/>
    <w:rsid w:val="003A380C"/>
    <w:rsid w:val="003E4BC2"/>
    <w:rsid w:val="00406D51"/>
    <w:rsid w:val="00421166"/>
    <w:rsid w:val="00495B54"/>
    <w:rsid w:val="004A56BA"/>
    <w:rsid w:val="004C57A4"/>
    <w:rsid w:val="00544132"/>
    <w:rsid w:val="0054610B"/>
    <w:rsid w:val="00584195"/>
    <w:rsid w:val="005862E0"/>
    <w:rsid w:val="00593844"/>
    <w:rsid w:val="0059796A"/>
    <w:rsid w:val="005D1733"/>
    <w:rsid w:val="005D2D86"/>
    <w:rsid w:val="005D3333"/>
    <w:rsid w:val="0061174D"/>
    <w:rsid w:val="00660BB3"/>
    <w:rsid w:val="00663BEC"/>
    <w:rsid w:val="006746F0"/>
    <w:rsid w:val="00690232"/>
    <w:rsid w:val="006C230E"/>
    <w:rsid w:val="006D197A"/>
    <w:rsid w:val="00707890"/>
    <w:rsid w:val="00733E6E"/>
    <w:rsid w:val="0075520E"/>
    <w:rsid w:val="00762E35"/>
    <w:rsid w:val="007719FE"/>
    <w:rsid w:val="00776659"/>
    <w:rsid w:val="007D0C93"/>
    <w:rsid w:val="007D2EFD"/>
    <w:rsid w:val="007E3976"/>
    <w:rsid w:val="007E3A6A"/>
    <w:rsid w:val="00870944"/>
    <w:rsid w:val="008715EA"/>
    <w:rsid w:val="008A5A1E"/>
    <w:rsid w:val="008B7801"/>
    <w:rsid w:val="008D4310"/>
    <w:rsid w:val="008D6263"/>
    <w:rsid w:val="008F0D7B"/>
    <w:rsid w:val="009117EC"/>
    <w:rsid w:val="00934323"/>
    <w:rsid w:val="0094696C"/>
    <w:rsid w:val="00976CDC"/>
    <w:rsid w:val="009A29EA"/>
    <w:rsid w:val="00A05734"/>
    <w:rsid w:val="00A069B8"/>
    <w:rsid w:val="00A07514"/>
    <w:rsid w:val="00A2744B"/>
    <w:rsid w:val="00A455D0"/>
    <w:rsid w:val="00A560EA"/>
    <w:rsid w:val="00A77675"/>
    <w:rsid w:val="00AA7385"/>
    <w:rsid w:val="00AB18E8"/>
    <w:rsid w:val="00AB6543"/>
    <w:rsid w:val="00BE1409"/>
    <w:rsid w:val="00C1077E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F0DAD"/>
    <w:rsid w:val="00DF1559"/>
    <w:rsid w:val="00E21BCB"/>
    <w:rsid w:val="00E2613F"/>
    <w:rsid w:val="00E30987"/>
    <w:rsid w:val="00E32589"/>
    <w:rsid w:val="00E400A5"/>
    <w:rsid w:val="00E52113"/>
    <w:rsid w:val="00E77127"/>
    <w:rsid w:val="00E84EB1"/>
    <w:rsid w:val="00E9343A"/>
    <w:rsid w:val="00EB1BF3"/>
    <w:rsid w:val="00EC4B61"/>
    <w:rsid w:val="00F11A1C"/>
    <w:rsid w:val="00F20557"/>
    <w:rsid w:val="00F525D6"/>
    <w:rsid w:val="00F91E16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5D1733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D1733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5D1733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5D1733"/>
    <w:rPr>
      <w:rFonts w:ascii="Mangal" w:eastAsia="Times New Roman" w:hAnsi="Mangal" w:cs="Mangal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5D1733"/>
    <w:rPr>
      <w:b/>
      <w:bCs/>
    </w:rPr>
  </w:style>
  <w:style w:type="character" w:customStyle="1" w:styleId="libBold1Char">
    <w:name w:val="libBold1 Char"/>
    <w:link w:val="libBold1"/>
    <w:rsid w:val="005D1733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170EAA"/>
    <w:rPr>
      <w:color w:val="008000"/>
    </w:rPr>
  </w:style>
  <w:style w:type="character" w:customStyle="1" w:styleId="libFootnoteAieChar">
    <w:name w:val="libFootnoteAie Char"/>
    <w:link w:val="libFootnoteAie"/>
    <w:rsid w:val="00170EAA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link w:val="libItalic"/>
    <w:rsid w:val="0028663A"/>
    <w:rPr>
      <w:rFonts w:ascii="Mangal" w:hAnsi="Mangal" w:cs="Mangal"/>
      <w:i/>
      <w:iCs/>
      <w:color w:val="000000"/>
      <w:sz w:val="28"/>
      <w:szCs w:val="28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link w:val="libUnderline"/>
    <w:rsid w:val="0028663A"/>
    <w:rPr>
      <w:rFonts w:ascii="Mangal" w:hAnsi="Mangal" w:cs="Mangal"/>
      <w:color w:val="000000"/>
      <w:sz w:val="28"/>
      <w:szCs w:val="28"/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link w:val="libUnderlineBold"/>
    <w:rsid w:val="0028663A"/>
    <w:rPr>
      <w:rFonts w:ascii="Mangal" w:hAnsi="Mangal" w:cs="Mangal"/>
      <w:b/>
      <w:bCs/>
      <w:color w:val="000000"/>
      <w:sz w:val="28"/>
      <w:szCs w:val="28"/>
      <w:u w:val="single"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link w:val="libUnderlineItalic"/>
    <w:rsid w:val="0028663A"/>
    <w:rPr>
      <w:rFonts w:ascii="Mangal" w:hAnsi="Mangal" w:cs="Mangal"/>
      <w:i/>
      <w:iCs/>
      <w:color w:val="000000"/>
      <w:sz w:val="28"/>
      <w:szCs w:val="28"/>
      <w:u w:val="single"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link w:val="libUnderlineBoldItalic"/>
    <w:rsid w:val="0028663A"/>
    <w:rPr>
      <w:rFonts w:ascii="Mangal" w:hAnsi="Mangal" w:cs="Mangal"/>
      <w:b/>
      <w:bCs/>
      <w:i/>
      <w:iCs/>
      <w:color w:val="000000"/>
      <w:sz w:val="28"/>
      <w:szCs w:val="28"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tes\Template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Template01.dotx</Template>
  <TotalTime>20</TotalTime>
  <Pages>267</Pages>
  <Words>40782</Words>
  <Characters>232459</Characters>
  <Application>Microsoft Office Word</Application>
  <DocSecurity>0</DocSecurity>
  <Lines>1937</Lines>
  <Paragraphs>545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272696</CharactersWithSpaces>
  <SharedDoc>false</SharedDoc>
  <HLinks>
    <vt:vector size="498" baseType="variant">
      <vt:variant>
        <vt:i4>2031665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_Toc442266183</vt:lpwstr>
      </vt:variant>
      <vt:variant>
        <vt:i4>2031665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_Toc442266182</vt:lpwstr>
      </vt:variant>
      <vt:variant>
        <vt:i4>2031665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_Toc442266181</vt:lpwstr>
      </vt:variant>
      <vt:variant>
        <vt:i4>2031665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_Toc442266180</vt:lpwstr>
      </vt:variant>
      <vt:variant>
        <vt:i4>1048625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_Toc442266179</vt:lpwstr>
      </vt:variant>
      <vt:variant>
        <vt:i4>1048625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_Toc442266178</vt:lpwstr>
      </vt:variant>
      <vt:variant>
        <vt:i4>1048625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_Toc442266177</vt:lpwstr>
      </vt:variant>
      <vt:variant>
        <vt:i4>1048625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_Toc442266176</vt:lpwstr>
      </vt:variant>
      <vt:variant>
        <vt:i4>1048625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_Toc442266175</vt:lpwstr>
      </vt:variant>
      <vt:variant>
        <vt:i4>1048625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_Toc442266174</vt:lpwstr>
      </vt:variant>
      <vt:variant>
        <vt:i4>1048625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_Toc442266173</vt:lpwstr>
      </vt:variant>
      <vt:variant>
        <vt:i4>1048625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_Toc442266172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_Toc442266171</vt:lpwstr>
      </vt:variant>
      <vt:variant>
        <vt:i4>1048625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_Toc442266170</vt:lpwstr>
      </vt:variant>
      <vt:variant>
        <vt:i4>1114161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_Toc442266169</vt:lpwstr>
      </vt:variant>
      <vt:variant>
        <vt:i4>1114161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_Toc442266168</vt:lpwstr>
      </vt:variant>
      <vt:variant>
        <vt:i4>1114161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_Toc442266167</vt:lpwstr>
      </vt:variant>
      <vt:variant>
        <vt:i4>1114161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_Toc442266166</vt:lpwstr>
      </vt:variant>
      <vt:variant>
        <vt:i4>1114161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_Toc442266165</vt:lpwstr>
      </vt:variant>
      <vt:variant>
        <vt:i4>1114161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_Toc442266164</vt:lpwstr>
      </vt:variant>
      <vt:variant>
        <vt:i4>1114161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_Toc442266163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_Toc442266162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_Toc442266161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_Toc442266160</vt:lpwstr>
      </vt:variant>
      <vt:variant>
        <vt:i4>1179697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_Toc442266159</vt:lpwstr>
      </vt:variant>
      <vt:variant>
        <vt:i4>1179697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_Toc442266158</vt:lpwstr>
      </vt:variant>
      <vt:variant>
        <vt:i4>1179697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_Toc442266157</vt:lpwstr>
      </vt:variant>
      <vt:variant>
        <vt:i4>1179697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_Toc442266156</vt:lpwstr>
      </vt:variant>
      <vt:variant>
        <vt:i4>1179697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_Toc442266155</vt:lpwstr>
      </vt:variant>
      <vt:variant>
        <vt:i4>1179697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_Toc442266154</vt:lpwstr>
      </vt:variant>
      <vt:variant>
        <vt:i4>1179697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_Toc442266153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_Toc442266152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_Toc442266151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_Toc442266150</vt:lpwstr>
      </vt:variant>
      <vt:variant>
        <vt:i4>1245233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_Toc442266149</vt:lpwstr>
      </vt:variant>
      <vt:variant>
        <vt:i4>1245233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_Toc442266148</vt:lpwstr>
      </vt:variant>
      <vt:variant>
        <vt:i4>1245233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_Toc442266147</vt:lpwstr>
      </vt:variant>
      <vt:variant>
        <vt:i4>1245233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_Toc442266146</vt:lpwstr>
      </vt:variant>
      <vt:variant>
        <vt:i4>1245233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_Toc442266145</vt:lpwstr>
      </vt:variant>
      <vt:variant>
        <vt:i4>1245233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_Toc442266144</vt:lpwstr>
      </vt:variant>
      <vt:variant>
        <vt:i4>1245233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_Toc442266143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_Toc442266142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_Toc442266141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_Toc442266140</vt:lpwstr>
      </vt:variant>
      <vt:variant>
        <vt:i4>1310769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_Toc442266139</vt:lpwstr>
      </vt:variant>
      <vt:variant>
        <vt:i4>1310769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_Toc442266138</vt:lpwstr>
      </vt:variant>
      <vt:variant>
        <vt:i4>1310769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_Toc442266137</vt:lpwstr>
      </vt:variant>
      <vt:variant>
        <vt:i4>1310769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_Toc442266136</vt:lpwstr>
      </vt:variant>
      <vt:variant>
        <vt:i4>1310769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_Toc442266135</vt:lpwstr>
      </vt:variant>
      <vt:variant>
        <vt:i4>1310769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_Toc442266134</vt:lpwstr>
      </vt:variant>
      <vt:variant>
        <vt:i4>1310769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_Toc442266133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_Toc442266132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_Toc442266131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_Toc442266130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_Toc442266129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_Toc442266128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_Toc442266127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_Toc442266126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_Toc442266125</vt:lpwstr>
      </vt:variant>
      <vt:variant>
        <vt:i4>1376305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_Toc442266124</vt:lpwstr>
      </vt:variant>
      <vt:variant>
        <vt:i4>1376305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_Toc442266123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_Toc442266122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_Toc442266121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_Toc442266120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_Toc442266119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_Toc442266118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_Toc442266117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_Toc442266116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_Toc442266115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_Toc442266114</vt:lpwstr>
      </vt:variant>
      <vt:variant>
        <vt:i4>1441841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_Toc442266113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_Toc442266112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_Toc442266111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_Toc442266110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_Toc442266109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_Toc442266108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_Toc442266107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_Toc442266106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_Toc442266105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_Toc442266104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_Toc442266103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_Toc442266102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_Toc442266101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HD4</dc:creator>
  <cp:lastModifiedBy>E1</cp:lastModifiedBy>
  <cp:revision>8</cp:revision>
  <cp:lastPrinted>2016-02-03T09:41:00Z</cp:lastPrinted>
  <dcterms:created xsi:type="dcterms:W3CDTF">2016-02-03T09:07:00Z</dcterms:created>
  <dcterms:modified xsi:type="dcterms:W3CDTF">2016-02-03T09:49:00Z</dcterms:modified>
</cp:coreProperties>
</file>