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4D0" w:rsidRPr="00F664D0" w:rsidRDefault="00F664D0" w:rsidP="00F664D0">
      <w:pPr>
        <w:pStyle w:val="Heading1Center"/>
      </w:pPr>
      <w:bookmarkStart w:id="0" w:name="_Toc444514640"/>
      <w:r w:rsidRPr="00F664D0">
        <w:rPr>
          <w:rFonts w:hint="cs"/>
          <w:cs/>
        </w:rPr>
        <w:t>बोहलोल</w:t>
      </w:r>
      <w:r w:rsidRPr="00F664D0">
        <w:rPr>
          <w:cs/>
        </w:rPr>
        <w:t xml:space="preserve"> </w:t>
      </w:r>
      <w:r w:rsidRPr="00F664D0">
        <w:rPr>
          <w:rFonts w:hint="cs"/>
          <w:cs/>
        </w:rPr>
        <w:t>दाना</w:t>
      </w:r>
      <w:bookmarkEnd w:id="0"/>
    </w:p>
    <w:p w:rsidR="00F664D0" w:rsidRPr="00F664D0" w:rsidRDefault="00F664D0" w:rsidP="00F664D0">
      <w:pPr>
        <w:pStyle w:val="libCenter"/>
      </w:pPr>
      <w:r>
        <w:rPr>
          <w:rFonts w:hint="cs"/>
          <w:cs/>
          <w:lang w:bidi="hi-IN"/>
        </w:rPr>
        <w:t xml:space="preserve">लेखिकाः </w:t>
      </w:r>
      <w:r w:rsidRPr="00F664D0">
        <w:rPr>
          <w:rFonts w:hint="cs"/>
          <w:cs/>
          <w:lang w:bidi="hi-IN"/>
        </w:rPr>
        <w:t>सैय्यदा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आबिदा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नरजिस</w:t>
      </w:r>
    </w:p>
    <w:p w:rsidR="00F664D0" w:rsidRPr="00F664D0" w:rsidRDefault="00F664D0" w:rsidP="00F664D0">
      <w:pPr>
        <w:pStyle w:val="libCenter"/>
      </w:pPr>
      <w:r w:rsidRPr="00F664D0">
        <w:rPr>
          <w:rFonts w:hint="cs"/>
          <w:cs/>
          <w:lang w:bidi="hi-IN"/>
        </w:rPr>
        <w:t>अलहसनैन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इस्लामी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नैटवर्क</w:t>
      </w:r>
    </w:p>
    <w:p w:rsidR="00F664D0" w:rsidRDefault="00F664D0" w:rsidP="00F664D0">
      <w:pPr>
        <w:pStyle w:val="libCenter"/>
        <w:rPr>
          <w:cs/>
          <w:lang w:bidi="hi-IN"/>
        </w:rPr>
      </w:pPr>
      <w:r>
        <w:rPr>
          <w:cs/>
          <w:lang w:bidi="hi-IN"/>
        </w:rPr>
        <w:br w:type="page"/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मेजाज़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एहतेराम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मुस्तहक़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जमशेद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ख़क़ान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वेक़ार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छिपाये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नेमतो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जन्नत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देखेंगें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बर्हना</w:t>
      </w:r>
      <w:r w:rsidRPr="00F664D0">
        <w:rPr>
          <w:cs/>
          <w:lang w:bidi="hi-IN"/>
        </w:rPr>
        <w:t xml:space="preserve"> </w:t>
      </w:r>
      <w:r w:rsidRPr="00F664D0">
        <w:t>–</w:t>
      </w:r>
      <w:r w:rsidRPr="00F664D0">
        <w:rPr>
          <w:rFonts w:hint="cs"/>
          <w:cs/>
          <w:lang w:bidi="hi-IN"/>
        </w:rPr>
        <w:t>पा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फकीरो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हिक़ारत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नज़दीक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ख़ौफे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चमकते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आदम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जन्नत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गेंहू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एवज़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जन्नत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जौं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एवज़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ख़रीदेंगें।</w:t>
      </w:r>
    </w:p>
    <w:p w:rsidR="00F664D0" w:rsidRPr="00F664D0" w:rsidRDefault="002D076C" w:rsidP="002D076C">
      <w:pPr>
        <w:pStyle w:val="libBold1"/>
      </w:pPr>
      <w:r>
        <w:t>(</w:t>
      </w:r>
      <w:r>
        <w:rPr>
          <w:cs/>
          <w:lang w:bidi="hi-IN"/>
        </w:rPr>
        <w:t>आप इस किताब को अलहसनैन इस्लामी नैटवर्क पर पढ़ रहे है।)</w:t>
      </w:r>
    </w:p>
    <w:p w:rsidR="00F664D0" w:rsidRPr="00F664D0" w:rsidRDefault="00F664D0" w:rsidP="00F664D0">
      <w:pPr>
        <w:pStyle w:val="libNormal"/>
        <w:rPr>
          <w:cs/>
        </w:rPr>
      </w:pPr>
      <w:r w:rsidRPr="00F664D0">
        <w:rPr>
          <w:cs/>
        </w:rPr>
        <w:br w:type="page"/>
      </w:r>
    </w:p>
    <w:p w:rsidR="00F664D0" w:rsidRPr="00F664D0" w:rsidRDefault="00F664D0" w:rsidP="00F664D0">
      <w:pPr>
        <w:pStyle w:val="Heading1"/>
      </w:pPr>
      <w:bookmarkStart w:id="1" w:name="_Toc444514641"/>
      <w:r w:rsidRPr="00F664D0">
        <w:rPr>
          <w:rFonts w:hint="cs"/>
          <w:cs/>
          <w:lang w:bidi="hi-IN"/>
        </w:rPr>
        <w:t>नज्रे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कारेईन</w:t>
      </w:r>
      <w:bookmarkEnd w:id="1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तारिख़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यगान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रोज़गार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किरदार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</w:t>
      </w:r>
      <w:r w:rsidRPr="00F664D0">
        <w:t>0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मोजिज़े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ताबीर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उमूमन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मफ़हूम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बुर्हानी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तारिख़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सफहात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वाहिद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राज़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तन्हा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कहलवाने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दानिश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सिखाता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अनोखी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(</w:t>
      </w:r>
      <w:r w:rsidRPr="00F664D0">
        <w:t xml:space="preserve">')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t>0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जज़म</w:t>
      </w:r>
      <w:r w:rsidRPr="00F664D0">
        <w:rPr>
          <w:cs/>
          <w:lang w:bidi="hi-IN"/>
        </w:rPr>
        <w:t xml:space="preserve"> (</w:t>
      </w:r>
      <w:r w:rsidRPr="00F664D0">
        <w:t xml:space="preserve">^)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हँसमुख</w:t>
      </w:r>
      <w:r w:rsidRPr="00F664D0">
        <w:t xml:space="preserve">; </w:t>
      </w:r>
      <w:r w:rsidRPr="00F664D0">
        <w:rPr>
          <w:rFonts w:hint="cs"/>
          <w:cs/>
          <w:lang w:bidi="hi-IN"/>
        </w:rPr>
        <w:t>सच्चे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कहलाता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मक़बूल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पंसदीदा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किरदार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दिलचस्पी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अमरौ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विलादत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कूफा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सरवतमन्दो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रशीद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औऱ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बरादरे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मादरी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सादिक़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शार्गिदो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फरज़न्द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काज़िम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नूरूल्लाह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शूस्त्री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बक़ौल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रशीद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मसलहत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तहत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t>(</w:t>
      </w:r>
      <w:r w:rsidRPr="00F664D0">
        <w:rPr>
          <w:rFonts w:hint="cs"/>
          <w:cs/>
          <w:lang w:bidi="hi-IN"/>
        </w:rPr>
        <w:t>मजालिसुल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मोमेनीन</w:t>
      </w:r>
      <w:r w:rsidRPr="00F664D0">
        <w:rPr>
          <w:cs/>
          <w:lang w:bidi="hi-IN"/>
        </w:rPr>
        <w:t>)</w:t>
      </w:r>
      <w:r w:rsidRPr="00F664D0">
        <w:t xml:space="preserve"> </w:t>
      </w:r>
    </w:p>
    <w:p w:rsidR="00F664D0" w:rsidRDefault="00F664D0" w:rsidP="00F664D0">
      <w:pPr>
        <w:pStyle w:val="libNormal"/>
        <w:rPr>
          <w:cs/>
          <w:lang w:bidi="hi-IN"/>
        </w:rPr>
      </w:pPr>
      <w:r>
        <w:rPr>
          <w:cs/>
          <w:lang w:bidi="hi-IN"/>
        </w:rPr>
        <w:br w:type="page"/>
      </w:r>
    </w:p>
    <w:p w:rsidR="00F664D0" w:rsidRPr="00F664D0" w:rsidRDefault="00F664D0" w:rsidP="00F664D0">
      <w:pPr>
        <w:pStyle w:val="Heading1"/>
      </w:pPr>
      <w:bookmarkStart w:id="2" w:name="_Toc444514642"/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bookmarkEnd w:id="2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मशहूर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मारूफ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काज़िम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हिदायत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ओढ़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नक़्क़ाद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आईना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काज़िम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रशीद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मुरवासमत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ढ़की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छुपी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तारिख़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मक़ाम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चौदह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शाहादत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ज़िम्मेदार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ठहराया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मुताबिक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मुत्तक़ी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मासूम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फ़त्वा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नताएज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काज़िम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रहनुमाई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दरख़ास्त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हिदायत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मौहम्मद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स</w:t>
      </w:r>
      <w:r w:rsidRPr="00F664D0">
        <w:t>0</w:t>
      </w:r>
      <w:r w:rsidRPr="00F664D0">
        <w:rPr>
          <w:rFonts w:hint="cs"/>
          <w:cs/>
          <w:lang w:bidi="hi-IN"/>
        </w:rPr>
        <w:t>अ</w:t>
      </w:r>
      <w:r w:rsidRPr="00F664D0">
        <w:t xml:space="preserve">0)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अक़ीदत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एरादत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गिरफ़्तार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काज़िम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राब्ता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हालाते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पेशेनज़र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काज़िम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सिर्ऱ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हर्फ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ज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जुनून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मुन्कशिफ़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तक़ाज़े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अज़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इख़तेयार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अपोजिशन</w:t>
      </w:r>
      <w:r w:rsidRPr="00F664D0">
        <w:rPr>
          <w:cs/>
          <w:lang w:bidi="hi-IN"/>
        </w:rPr>
        <w:t xml:space="preserve"> (</w:t>
      </w:r>
      <w:r w:rsidRPr="00F664D0">
        <w:t xml:space="preserve">Opposition)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बेबाकी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हक़गोई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मज़लूमों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हिमायत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अलमबर्दार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तनक़ीद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ख़िलाफ़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तसव्वुर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लफ़्ज़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गिरफ़्त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दस्तियाब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हिक़ायत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खद्दो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उभरते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ग़ैरे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ज़ेहीन</w:t>
      </w:r>
      <w:r w:rsidRPr="00F664D0">
        <w:t xml:space="preserve">, </w:t>
      </w:r>
      <w:r w:rsidRPr="00F664D0">
        <w:rPr>
          <w:rFonts w:hint="cs"/>
          <w:cs/>
          <w:lang w:bidi="hi-IN"/>
        </w:rPr>
        <w:t>दानिशमन्द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तब्बाअ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निशानदेही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हक़ीकीं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नाबग़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रोज़गार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बेहतरीन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मेज़ाह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मुआशेरत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गहरी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अंगेंज़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शुगुफ़्ता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बर्जस्तगी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फर्ज़ानगी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मोजेज़ाना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आहंग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बल्कि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मज़लूमों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हिमायत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मोअस्सर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हुकूमते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तन्क़ीद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शग़ुफ्तगी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ज़िन्दादिली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बज़्लासनजी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किरदार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तारिख़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सफ़हात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मोहरूयेरूल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ओक़ूल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किरदार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फज़्ल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क़ायल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कहलाता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अहमियत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बावजूद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साबित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हक़ीक़त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मोहम्मद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स</w:t>
      </w:r>
      <w:r w:rsidRPr="00F664D0">
        <w:t>0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</w:t>
      </w:r>
      <w:r w:rsidRPr="00F664D0">
        <w:t xml:space="preserve">0)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तालीफ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किरमान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महमूद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हिम्मद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हिक़ायत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मदद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एअतेराफ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शुक्रिया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हैं।</w:t>
      </w:r>
    </w:p>
    <w:p w:rsidR="00F664D0" w:rsidRPr="00F664D0" w:rsidRDefault="00F664D0" w:rsidP="00F664D0">
      <w:pPr>
        <w:pStyle w:val="libNormal"/>
      </w:pPr>
      <w:r w:rsidRPr="00F664D0">
        <w:t>(</w:t>
      </w:r>
      <w:r w:rsidRPr="00F664D0">
        <w:rPr>
          <w:rFonts w:hint="cs"/>
          <w:cs/>
          <w:lang w:bidi="hi-IN"/>
        </w:rPr>
        <w:t>सैय्यदा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आबेदा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नरजिस</w:t>
      </w:r>
      <w:r w:rsidRPr="00F664D0">
        <w:rPr>
          <w:cs/>
          <w:lang w:bidi="hi-IN"/>
        </w:rPr>
        <w:t>)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F664D0" w:rsidRPr="00F664D0" w:rsidRDefault="00F664D0" w:rsidP="00F664D0">
      <w:pPr>
        <w:pStyle w:val="libNormal"/>
      </w:pPr>
      <w:r w:rsidRPr="00060509">
        <w:rPr>
          <w:rFonts w:hint="cs"/>
          <w:cs/>
        </w:rPr>
        <w:t>शहरो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रौनक़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शहराहो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मख़सूस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गहमागहमी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दवां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बाज़ारो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फरोख्त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गलीकूचों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शोर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चाहार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उँगलियाँ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दाँतों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इस्तेजाब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रंग्गिये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दौरां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करिश्मा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मशहूर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सखतमन्द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अमरौ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रशीद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दाढ़ी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बेतरबीब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परागन्धा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खटखटाता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अल्फाज़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सिम्त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जिसने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धुत्कार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हटो।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आहिस्ता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आहिस्ता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नज़दीक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खीचीं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गसीट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डाँटा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डराया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धमकाया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बल्कि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बचकाना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आबादीयों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सारे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सन्नाटा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शुश्दर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पलटे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कैफियत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तज़किरे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इकठठे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t xml:space="preserve">,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अमरौ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ज़हनी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गलियों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चौराहो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तबसिरा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t>''</w:t>
      </w:r>
      <w:r w:rsidRPr="00F664D0">
        <w:rPr>
          <w:rFonts w:hint="cs"/>
          <w:cs/>
          <w:lang w:bidi="hi-IN"/>
        </w:rPr>
        <w:t>खुदा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>-</w:t>
      </w:r>
      <w:r w:rsidRPr="00F664D0">
        <w:t>''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अमरौ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लगता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बारगाहे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ख़ुदावन्दी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ठहरी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t>''</w:t>
      </w:r>
      <w:r w:rsidRPr="00F664D0">
        <w:rPr>
          <w:rFonts w:hint="cs"/>
          <w:cs/>
          <w:lang w:bidi="hi-IN"/>
        </w:rPr>
        <w:t>बुरे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पनाह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ऐसो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Pr="00F664D0">
        <w:t>''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खौफे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t>''</w:t>
      </w:r>
      <w:r w:rsidRPr="00F664D0">
        <w:rPr>
          <w:rFonts w:hint="cs"/>
          <w:cs/>
          <w:lang w:bidi="hi-IN"/>
        </w:rPr>
        <w:t>खाह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क़यास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आराइयों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इज्तेनाब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बर्तो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पोशीदा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t>''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गहरी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लफ्ज़ो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असरार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अलहैदा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क़दमो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ग़ैरेइरादी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क़दमो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खन्कार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असरार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पोशीदा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वाकिफ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गुफ्तुगु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हिदायत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रहनुमाई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तलाश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मुमकिन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बेनियाज़ी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फहमी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सरोकार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फहमी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आलिमो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बुर्गज़ीदा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सोहबत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सरचश्मे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दिगर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जासूसो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क़सम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महफूज़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बेज़ारी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बातूनी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गुफतूगु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क़सम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रशीद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हवारियों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ताल्लुक़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अश्ख़ास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(अ.स)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हों</w:t>
      </w:r>
      <w:r w:rsidRPr="00F664D0">
        <w:rPr>
          <w:cs/>
          <w:lang w:bidi="hi-IN"/>
        </w:rPr>
        <w:t xml:space="preserve">-)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क़ैदख़ाने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राबिता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ठिठक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ख़श्मगीन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t>''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अहलेबैत</w:t>
      </w:r>
      <w:r w:rsidRPr="00F664D0">
        <w:rPr>
          <w:cs/>
          <w:lang w:bidi="hi-IN"/>
        </w:rPr>
        <w:t xml:space="preserve"> </w:t>
      </w:r>
      <w:r>
        <w:rPr>
          <w:cs/>
          <w:lang w:bidi="hi-IN"/>
        </w:rPr>
        <w:t>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कठिन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मौहम्मद</w:t>
      </w:r>
      <w:r w:rsidRPr="00F664D0">
        <w:rPr>
          <w:cs/>
          <w:lang w:bidi="hi-IN"/>
        </w:rPr>
        <w:t xml:space="preserve"> </w:t>
      </w:r>
      <w:r>
        <w:rPr>
          <w:cs/>
          <w:lang w:bidi="hi-IN"/>
        </w:rPr>
        <w:t>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भीहि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ख़ाहो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ज़िनदान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बेकस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राबिते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राबिता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हिदायत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बसीरत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Pr="00F664D0">
        <w:t>''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कैफियत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इधर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उधर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</w:p>
    <w:p w:rsidR="00E708F9" w:rsidRDefault="00F664D0" w:rsidP="00885DAD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साबित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चश्म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तशरीफ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चलिये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मदीने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>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आज़ादकरदा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कनीज़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दौलत</w:t>
      </w:r>
      <w:r w:rsidRPr="00F664D0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मोव</w:t>
      </w:r>
      <w:r w:rsidRPr="00F664D0">
        <w:rPr>
          <w:rFonts w:hint="cs"/>
          <w:cs/>
          <w:lang w:bidi="hi-IN"/>
        </w:rPr>
        <w:t>ददते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अहलेबैत</w:t>
      </w:r>
      <w:r w:rsidRPr="00F664D0">
        <w:rPr>
          <w:cs/>
          <w:lang w:bidi="hi-IN"/>
        </w:rPr>
        <w:t xml:space="preserve"> </w:t>
      </w:r>
      <w:r>
        <w:rPr>
          <w:cs/>
          <w:lang w:bidi="hi-IN"/>
        </w:rPr>
        <w:t>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क़सम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="00885DAD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इतमिनान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="00885DAD">
        <w:rPr>
          <w:rFonts w:hint="cs"/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सच्चाई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लफ़्ज़ो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गुफ्तुगू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ग़ैरे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महफ़ूज़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खुदा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पोशीदा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हमदर्दीयाँ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मौहम्मद</w:t>
      </w:r>
      <w:r w:rsidRPr="00F664D0">
        <w:rPr>
          <w:cs/>
          <w:lang w:bidi="hi-IN"/>
        </w:rPr>
        <w:t xml:space="preserve"> </w:t>
      </w:r>
      <w:r>
        <w:rPr>
          <w:cs/>
          <w:lang w:bidi="hi-IN"/>
        </w:rPr>
        <w:t>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हिमायत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एआनत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मौहम्मद</w:t>
      </w:r>
      <w:r w:rsidRPr="00F664D0">
        <w:rPr>
          <w:cs/>
          <w:lang w:bidi="hi-IN"/>
        </w:rPr>
        <w:t xml:space="preserve"> </w:t>
      </w:r>
      <w:r>
        <w:rPr>
          <w:cs/>
          <w:lang w:bidi="hi-IN"/>
        </w:rPr>
        <w:t>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पहचाना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बल्कि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अक़ीदत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मोहब्बत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सल्तनत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ख़तरा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तसव्वुर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सर्फ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जाफर</w:t>
      </w:r>
      <w:r>
        <w:rPr>
          <w:rFonts w:hint="cs"/>
          <w:cs/>
          <w:lang w:bidi="hi-IN"/>
        </w:rPr>
        <w:t xml:space="preserve"> </w:t>
      </w:r>
      <w:r>
        <w:rPr>
          <w:cs/>
          <w:lang w:bidi="hi-IN"/>
        </w:rPr>
        <w:t>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तवज्जोह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शक़्स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दुश्मन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मौहम्मद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अक़ीदत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मोहब्बते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मौहम्मद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रहनुमाई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चुनकर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शक़िय्युल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क़ल्ब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दश्मनाने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अहलेबैत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पाबंदी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ख़िदमत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सादिक़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ठेकरी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राज़दारी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ठेकरी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क़ुर्बान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गुलगार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पोछनें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सर्द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क़ैदख़ाने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ठेकरी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हुरूफ़े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तहैज्जी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="00060509">
        <w:rPr>
          <w:rFonts w:hint="cs"/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ठेकरी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हर्फे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जीम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लिखा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फ़रज़न्दे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रसूल</w:t>
      </w:r>
      <w:r w:rsidRPr="00F664D0">
        <w:rPr>
          <w:cs/>
          <w:lang w:bidi="hi-IN"/>
        </w:rPr>
        <w:t xml:space="preserve"> </w:t>
      </w:r>
      <w:r>
        <w:rPr>
          <w:cs/>
          <w:lang w:bidi="hi-IN"/>
        </w:rPr>
        <w:t xml:space="preserve"> 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लफ़्ज़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हिकतम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दरवाज़े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जिसका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t>,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जीम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जिलावतनी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विजदान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जीम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इन्केशाफ़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पहाड़ो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आबाई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पनाह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दोस्त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अमरौ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देख़ोगे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मोहम्मद</w:t>
      </w:r>
      <w:r w:rsidRPr="00F664D0">
        <w:rPr>
          <w:cs/>
          <w:lang w:bidi="hi-IN"/>
        </w:rPr>
        <w:t xml:space="preserve"> </w:t>
      </w:r>
      <w:r>
        <w:rPr>
          <w:cs/>
          <w:lang w:bidi="hi-IN"/>
        </w:rPr>
        <w:t xml:space="preserve"> (अ.स)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फर्ज़ानो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देगी।</w:t>
      </w:r>
    </w:p>
    <w:p w:rsidR="00F664D0" w:rsidRPr="00F664D0" w:rsidRDefault="00F664D0" w:rsidP="00F664D0">
      <w:pPr>
        <w:pStyle w:val="libNormal"/>
      </w:pPr>
    </w:p>
    <w:p w:rsidR="00E708F9" w:rsidRDefault="00F664D0" w:rsidP="00F664D0">
      <w:pPr>
        <w:pStyle w:val="libNormal"/>
        <w:rPr>
          <w:cs/>
          <w:lang w:bidi="hi-IN"/>
        </w:rPr>
      </w:pPr>
      <w:r w:rsidRPr="00060509">
        <w:rPr>
          <w:rFonts w:hint="cs"/>
          <w:cs/>
        </w:rPr>
        <w:t>वहब</w:t>
      </w:r>
      <w:r w:rsidRPr="00060509">
        <w:rPr>
          <w:rStyle w:val="Heading1Char"/>
          <w:rFonts w:eastAsia="Calibri"/>
          <w:cs/>
        </w:rPr>
        <w:t xml:space="preserve"> </w:t>
      </w:r>
      <w:r w:rsidRPr="00060509">
        <w:rPr>
          <w:rFonts w:hint="cs"/>
          <w:cs/>
        </w:rPr>
        <w:t>बिन</w:t>
      </w:r>
      <w:r w:rsidRPr="00060509">
        <w:rPr>
          <w:rStyle w:val="Heading1Char"/>
          <w:rFonts w:eastAsia="Calibri"/>
          <w:cs/>
        </w:rPr>
        <w:t xml:space="preserve"> </w:t>
      </w:r>
      <w:r w:rsidRPr="00060509">
        <w:rPr>
          <w:rFonts w:hint="cs"/>
          <w:cs/>
        </w:rPr>
        <w:t>अमरौ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हुजूम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दौड़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थकावट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फर्ज़ी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चुमकार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खन्डर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बच्चे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खिलखिला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अच्छा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पैमाने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बच्चे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ढकेला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मेज़ाज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बच्चे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टेक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गहरी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दोस्तो।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सीधी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जाओ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बच्चे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छेड़ख़ानी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तवज्जोह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लौट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इकटठे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पूछते</w:t>
      </w:r>
      <w:r w:rsidRPr="00F664D0">
        <w:t xml:space="preserve">,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नंगी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चैन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इज़्हारे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हिलाया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वहब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उठो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जुनून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जागो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आँखें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खोलो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होशियार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शनासा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चेहरो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तफ़क्कुर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लकीरें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हमदर्दी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झाड़ते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टूटी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हमसाये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झगड़ा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ख़ौफ़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मुसीबत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डर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कैसी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उनसीयत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885DAD">
        <w:rPr>
          <w:rFonts w:hint="cs"/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नही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बीमार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इलाज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राज़दारी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t xml:space="preserve">,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कोतवाल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दरोग़ा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इनमें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</w:t>
      </w:r>
      <w:r w:rsidR="00060509">
        <w:rPr>
          <w:rFonts w:hint="cs"/>
          <w:cs/>
          <w:lang w:bidi="hi-IN"/>
        </w:rPr>
        <w:t>े</w:t>
      </w:r>
      <w:r w:rsidRPr="00F664D0">
        <w:rPr>
          <w:rFonts w:hint="cs"/>
          <w:cs/>
          <w:lang w:bidi="hi-IN"/>
        </w:rPr>
        <w:t>हतर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060509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हश्र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पुर्स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="00060509">
        <w:rPr>
          <w:rFonts w:hint="cs"/>
          <w:cs/>
          <w:lang w:bidi="hi-IN"/>
        </w:rPr>
        <w:t>ब</w:t>
      </w:r>
      <w:r w:rsidRPr="00F664D0">
        <w:rPr>
          <w:rFonts w:hint="cs"/>
          <w:cs/>
          <w:lang w:bidi="hi-IN"/>
        </w:rPr>
        <w:t>ह</w:t>
      </w:r>
      <w:r w:rsidR="00060509">
        <w:rPr>
          <w:rFonts w:hint="cs"/>
          <w:cs/>
          <w:lang w:bidi="hi-IN"/>
        </w:rPr>
        <w:t>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जुनून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क़तअन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रज़ामन्द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फ़र्शे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ख़ाक</w:t>
      </w:r>
      <w:r w:rsidRPr="00F664D0">
        <w:t xml:space="preserve">, </w:t>
      </w:r>
      <w:r w:rsidRPr="00F664D0">
        <w:rPr>
          <w:rFonts w:hint="cs"/>
          <w:cs/>
          <w:lang w:bidi="hi-IN"/>
        </w:rPr>
        <w:t>शिकस्ता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अशाएस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नियाज़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नेमतहाय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सूखे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टुकडो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नगीं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चैन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मासूमियत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मनचलापन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बचकाना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राहगीर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मुख़ातब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पूछताः</w:t>
      </w:r>
      <w:r w:rsidR="00E708F9">
        <w:rPr>
          <w:cs/>
          <w:lang w:bidi="hi-IN"/>
        </w:rPr>
        <w:t>।</w:t>
      </w:r>
    </w:p>
    <w:p w:rsidR="00E708F9" w:rsidRDefault="00F664D0" w:rsidP="00060509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शेगुफ्तगी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="00060509">
        <w:rPr>
          <w:rFonts w:hint="cs"/>
          <w:cs/>
          <w:lang w:bidi="hi-IN"/>
        </w:rPr>
        <w:t>ऐ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="00060509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मुख़ातब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पोशीदा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दस्तरस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शुगूफ्ता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लफ्ज़ो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आईना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हुदूद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तजाव्वुज़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बातो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बातो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बज़्लासन्जी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छीपी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आहिस्ता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आहिस्ता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क़ायल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t xml:space="preserve"> </w:t>
      </w:r>
    </w:p>
    <w:p w:rsidR="00F664D0" w:rsidRPr="00F664D0" w:rsidRDefault="00F664D0" w:rsidP="00F664D0">
      <w:pPr>
        <w:pStyle w:val="libNormal"/>
      </w:pPr>
    </w:p>
    <w:p w:rsidR="00F664D0" w:rsidRPr="00F664D0" w:rsidRDefault="00F664D0" w:rsidP="00060509">
      <w:pPr>
        <w:pStyle w:val="Heading1"/>
      </w:pPr>
      <w:bookmarkStart w:id="3" w:name="_Toc444514643"/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बदकिरदार</w:t>
      </w:r>
      <w:bookmarkEnd w:id="3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बदकिरदार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उड़ाने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शरारत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060509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शैतान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rFonts w:hint="cs"/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शैतान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देखूँ</w:t>
      </w:r>
      <w:r w:rsidR="00E708F9">
        <w:rPr>
          <w:cs/>
          <w:lang w:bidi="hi-IN"/>
        </w:rPr>
        <w:t>।</w:t>
      </w:r>
    </w:p>
    <w:p w:rsidR="00E708F9" w:rsidRDefault="00F664D0" w:rsidP="00060509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ख़्वाहिश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rFonts w:hint="cs"/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सन्जीदगी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आईना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लेना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शैतान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ज़ियारत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पड़ी</w:t>
      </w:r>
      <w:r w:rsidR="00E708F9">
        <w:rPr>
          <w:cs/>
          <w:lang w:bidi="hi-IN"/>
        </w:rPr>
        <w:t>।</w:t>
      </w:r>
    </w:p>
    <w:p w:rsidR="00060509" w:rsidRDefault="00060509" w:rsidP="00F664D0">
      <w:pPr>
        <w:pStyle w:val="libNormal"/>
        <w:rPr>
          <w:rFonts w:hint="cs"/>
          <w:lang w:bidi="hi-IN"/>
        </w:rPr>
      </w:pPr>
    </w:p>
    <w:p w:rsidR="00060509" w:rsidRPr="00F664D0" w:rsidRDefault="00060509" w:rsidP="00060509">
      <w:pPr>
        <w:pStyle w:val="Heading1"/>
      </w:pPr>
      <w:bookmarkStart w:id="4" w:name="_Toc444514644"/>
      <w:r w:rsidRPr="00060509">
        <w:rPr>
          <w:rFonts w:hint="cs"/>
          <w:cs/>
          <w:lang w:bidi="hi-IN"/>
        </w:rPr>
        <w:t>लड़की</w:t>
      </w:r>
      <w:r w:rsidRPr="00060509">
        <w:rPr>
          <w:cs/>
          <w:lang w:bidi="hi-IN"/>
        </w:rPr>
        <w:t xml:space="preserve"> </w:t>
      </w:r>
      <w:r w:rsidRPr="00060509">
        <w:rPr>
          <w:rFonts w:hint="cs"/>
          <w:cs/>
          <w:lang w:bidi="hi-IN"/>
        </w:rPr>
        <w:t>की</w:t>
      </w:r>
      <w:r w:rsidRPr="00060509">
        <w:rPr>
          <w:cs/>
          <w:lang w:bidi="hi-IN"/>
        </w:rPr>
        <w:t xml:space="preserve"> </w:t>
      </w:r>
      <w:r w:rsidRPr="00060509">
        <w:rPr>
          <w:rFonts w:hint="cs"/>
          <w:cs/>
          <w:lang w:bidi="hi-IN"/>
        </w:rPr>
        <w:t>विलादत</w:t>
      </w:r>
      <w:bookmarkEnd w:id="4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कूफा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इस्हाक़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मोहम्मद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सबाह</w:t>
      </w:r>
      <w:r w:rsidRPr="00F664D0">
        <w:t xml:space="preserve">,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विलादत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पैदाइश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रंजीदा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वुसूल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इस्हाक़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पैदाइश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अफ़सुर्दा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ठन्डी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आरज़ू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F664D0" w:rsidRPr="00F664D0" w:rsidRDefault="00F664D0" w:rsidP="00060509">
      <w:pPr>
        <w:pStyle w:val="libNormal"/>
      </w:pPr>
      <w:r w:rsidRPr="00F664D0">
        <w:rPr>
          <w:rFonts w:hint="cs"/>
          <w:cs/>
          <w:lang w:bidi="hi-IN"/>
        </w:rPr>
        <w:t>कमाल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साख़्ता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सालिम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="00060509">
        <w:rPr>
          <w:rFonts w:hint="cs"/>
          <w:cs/>
          <w:lang w:bidi="hi-IN"/>
        </w:rPr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इस्हाक़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साख़्तगी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छिपी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शुक्र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तबरीक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आयें</w:t>
      </w:r>
      <w:r w:rsidR="00E708F9">
        <w:rPr>
          <w:cs/>
          <w:lang w:bidi="hi-IN"/>
        </w:rPr>
        <w:t>।</w:t>
      </w:r>
    </w:p>
    <w:p w:rsidR="00060509" w:rsidRDefault="00060509" w:rsidP="00F664D0">
      <w:pPr>
        <w:pStyle w:val="libNormal"/>
        <w:rPr>
          <w:rFonts w:hint="cs"/>
          <w:lang w:bidi="hi-IN"/>
        </w:rPr>
      </w:pPr>
    </w:p>
    <w:p w:rsidR="00060509" w:rsidRDefault="00060509" w:rsidP="00060509">
      <w:pPr>
        <w:pStyle w:val="Heading1"/>
        <w:rPr>
          <w:rFonts w:hint="cs"/>
          <w:lang w:bidi="hi-IN"/>
        </w:rPr>
      </w:pPr>
      <w:bookmarkStart w:id="5" w:name="_Toc444514645"/>
      <w:r w:rsidRPr="00060509">
        <w:rPr>
          <w:rFonts w:hint="cs"/>
          <w:cs/>
          <w:lang w:bidi="hi-IN"/>
        </w:rPr>
        <w:t>जूते</w:t>
      </w:r>
      <w:bookmarkEnd w:id="5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बावजूद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चुराये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इन्तेज़ार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इधर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उधर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ताव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दौड़कर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समैत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मायूस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टोका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जूतों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समैत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बाँध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गलियों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बाज़ारो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मासुम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चोहले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ग़ैरे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देखता</w:t>
      </w:r>
      <w:r w:rsidRPr="00F664D0">
        <w:rPr>
          <w:cs/>
          <w:lang w:bidi="hi-IN"/>
        </w:rPr>
        <w:t xml:space="preserve"> </w:t>
      </w:r>
      <w:r w:rsidRPr="00F664D0">
        <w:t xml:space="preserve">–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बज़्लासन्ज़ी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मजबूर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="00E708F9">
        <w:rPr>
          <w:cs/>
          <w:lang w:bidi="hi-IN"/>
        </w:rPr>
        <w:t>।</w:t>
      </w:r>
    </w:p>
    <w:p w:rsidR="00060509" w:rsidRDefault="00060509" w:rsidP="00F664D0">
      <w:pPr>
        <w:pStyle w:val="libNormal"/>
        <w:rPr>
          <w:rFonts w:hint="cs"/>
          <w:lang w:bidi="hi-IN"/>
        </w:rPr>
      </w:pPr>
    </w:p>
    <w:p w:rsidR="00060509" w:rsidRPr="00F664D0" w:rsidRDefault="00060509" w:rsidP="00060509">
      <w:pPr>
        <w:pStyle w:val="Heading1"/>
      </w:pPr>
      <w:bookmarkStart w:id="6" w:name="_Toc444514646"/>
      <w:r w:rsidRPr="00060509">
        <w:rPr>
          <w:rFonts w:hint="cs"/>
          <w:cs/>
          <w:lang w:bidi="hi-IN"/>
        </w:rPr>
        <w:lastRenderedPageBreak/>
        <w:t>शहर</w:t>
      </w:r>
      <w:r w:rsidRPr="00060509">
        <w:rPr>
          <w:cs/>
          <w:lang w:bidi="hi-IN"/>
        </w:rPr>
        <w:t xml:space="preserve"> </w:t>
      </w:r>
      <w:r w:rsidRPr="00060509">
        <w:rPr>
          <w:rFonts w:hint="cs"/>
          <w:cs/>
          <w:lang w:bidi="hi-IN"/>
        </w:rPr>
        <w:t>का</w:t>
      </w:r>
      <w:r w:rsidRPr="00060509">
        <w:rPr>
          <w:cs/>
          <w:lang w:bidi="hi-IN"/>
        </w:rPr>
        <w:t xml:space="preserve"> </w:t>
      </w:r>
      <w:r w:rsidRPr="00060509">
        <w:rPr>
          <w:rFonts w:hint="cs"/>
          <w:cs/>
          <w:lang w:bidi="hi-IN"/>
        </w:rPr>
        <w:t>दरोग़ा</w:t>
      </w:r>
      <w:bookmarkEnd w:id="6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साथीयों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खटखटाई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कंधे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दबाये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झांका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हुजूम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बुरा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परवाह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होशियार</w:t>
      </w:r>
      <w:r w:rsidRPr="00F664D0">
        <w:rPr>
          <w:cs/>
          <w:lang w:bidi="hi-IN"/>
        </w:rPr>
        <w:t xml:space="preserve"> </w:t>
      </w:r>
      <w:r w:rsidR="00060509">
        <w:rPr>
          <w:rFonts w:hint="cs"/>
          <w:cs/>
          <w:lang w:bidi="hi-IN"/>
        </w:rPr>
        <w:t>आदमी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धोका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बेशक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बेशक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मर्हबा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मर्हबा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दराग़ा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धोका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मजमे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ख़ुशाम्दी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दाद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तहसीन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मुतावज्जेह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अच्छा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बोलोगे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निख़्वत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सन्जीदगी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चुटकियों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मुफीद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t xml:space="preserve">,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060509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</w:t>
      </w:r>
      <w:r w:rsidR="00060509">
        <w:rPr>
          <w:rFonts w:hint="cs"/>
          <w:cs/>
          <w:lang w:bidi="hi-IN"/>
        </w:rPr>
        <w:t>ू</w:t>
      </w:r>
      <w:r w:rsidRPr="00F664D0">
        <w:rPr>
          <w:rFonts w:hint="cs"/>
          <w:cs/>
          <w:lang w:bidi="hi-IN"/>
        </w:rPr>
        <w:t>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="00060509">
        <w:rPr>
          <w:rFonts w:hint="cs"/>
          <w:cs/>
          <w:lang w:bidi="hi-IN"/>
        </w:rPr>
        <w:t>मज़ाक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हक़ीकत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कसी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मुछो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धोका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झाँसा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चमचे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रखते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ऊँची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हवाओं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साबित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सँभाली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उजलत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वायदे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जाइयेगा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इन्तेज़ार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कीजियेगा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बघारने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खुशाम्दी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चढ़कर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काफी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पलट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मजमे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चेमि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गोइयाँ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होठो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मुस्कुराहठ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नमुदार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उक्ता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दरोग़ा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आयेगा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बड़बड़ाया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धोका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साख्ता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गूँज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उठी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बज़्लासन्जी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शोर</w:t>
      </w:r>
      <w:r w:rsidRPr="00F664D0">
        <w:t xml:space="preserve">, </w:t>
      </w:r>
      <w:r w:rsidRPr="00F664D0">
        <w:rPr>
          <w:rFonts w:hint="cs"/>
          <w:cs/>
          <w:lang w:bidi="hi-IN"/>
        </w:rPr>
        <w:t>ज़ेहानत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शग़ुफ्ता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t xml:space="preserve">,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छिपी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फर्ज़ानगी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पागलपन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पोशीदा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हक़ायक़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सताता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नुकसान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अलबत्ता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जुनून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छुपाये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मदद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जल्द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पसंदीदा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किरदार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गिर्वीदा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मोहब्बत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हँसमुख</w:t>
      </w:r>
      <w:r w:rsidRPr="00F664D0">
        <w:t xml:space="preserve">, </w:t>
      </w:r>
      <w:r w:rsidRPr="00F664D0">
        <w:rPr>
          <w:rFonts w:hint="cs"/>
          <w:cs/>
          <w:lang w:bidi="hi-IN"/>
        </w:rPr>
        <w:t>ख़ूबसूरत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नेकियों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मजमुआ</w:t>
      </w:r>
      <w:r w:rsidR="00E708F9">
        <w:rPr>
          <w:cs/>
          <w:lang w:bidi="hi-IN"/>
        </w:rPr>
        <w:t>।</w:t>
      </w:r>
    </w:p>
    <w:p w:rsidR="00F664D0" w:rsidRPr="00F664D0" w:rsidRDefault="00F664D0" w:rsidP="00885DAD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लफ्ज़</w:t>
      </w:r>
      <w:r w:rsidRPr="00F664D0">
        <w:rPr>
          <w:cs/>
          <w:lang w:bidi="hi-IN"/>
        </w:rPr>
        <w:t xml:space="preserve"> </w:t>
      </w:r>
      <w:r w:rsidR="00885DAD">
        <w:rPr>
          <w:rFonts w:hint="cs"/>
          <w:cs/>
          <w:lang w:bidi="hi-IN"/>
        </w:rPr>
        <w:t>उ</w:t>
      </w:r>
      <w:r w:rsidRPr="00F664D0">
        <w:rPr>
          <w:rFonts w:hint="cs"/>
          <w:cs/>
          <w:lang w:bidi="hi-IN"/>
        </w:rPr>
        <w:t>मूमन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चुटकुले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सच्चे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रफ़्ता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रफ़्ता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फरामोश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आक़िल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मशहूर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रशीद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मुतावातिर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अमरौ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मुहँ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नशीनी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इख़्तेयार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सूखी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मुक़र्रबों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बुलाया</w:t>
      </w:r>
      <w:r w:rsidR="0006050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अमरौ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कहो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जाह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बच्चा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इत्तेलअ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060509">
        <w:rPr>
          <w:cs/>
          <w:lang w:bidi="hi-IN"/>
        </w:rPr>
        <w:t>।</w:t>
      </w:r>
    </w:p>
    <w:p w:rsidR="00F664D0" w:rsidRPr="00F664D0" w:rsidRDefault="00F664D0" w:rsidP="00060509">
      <w:pPr>
        <w:pStyle w:val="libNormal"/>
      </w:pPr>
      <w:r w:rsidRPr="00F664D0">
        <w:rPr>
          <w:rFonts w:hint="cs"/>
          <w:cs/>
          <w:lang w:bidi="hi-IN"/>
        </w:rPr>
        <w:t>अच्छा</w:t>
      </w:r>
      <w:r w:rsidR="00060509">
        <w:rPr>
          <w:rFonts w:hint="cs"/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दिलचस्पी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</w:p>
    <w:p w:rsidR="00F664D0" w:rsidRPr="00F664D0" w:rsidRDefault="00F664D0" w:rsidP="00885DAD">
      <w:pPr>
        <w:pStyle w:val="libNormal"/>
      </w:pPr>
      <w:r w:rsidRPr="00F664D0">
        <w:rPr>
          <w:rFonts w:hint="cs"/>
          <w:cs/>
          <w:lang w:bidi="hi-IN"/>
        </w:rPr>
        <w:t>ज़िल्ले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इलाही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हसँमुख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885DAD">
        <w:rPr>
          <w:rFonts w:hint="cs"/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दिवानगी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="00885DAD">
        <w:rPr>
          <w:rFonts w:hint="cs"/>
          <w:cs/>
          <w:lang w:bidi="hi-IN"/>
        </w:rPr>
        <w:t>औ</w:t>
      </w:r>
      <w:r w:rsidRPr="00F664D0">
        <w:rPr>
          <w:rFonts w:hint="cs"/>
          <w:cs/>
          <w:lang w:bidi="hi-IN"/>
        </w:rPr>
        <w:t>क़ात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मसखरो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वज़ाहत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06050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06050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जाह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रज़ामन्द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इस्तफसार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06050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सूखी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औक़ात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मज़दूरी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मस्ख़रापन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="00885DAD">
        <w:rPr>
          <w:rFonts w:hint="cs"/>
          <w:cs/>
          <w:lang w:bidi="hi-IN"/>
        </w:rPr>
        <w:t>औ</w:t>
      </w:r>
      <w:r w:rsidRPr="00F664D0">
        <w:rPr>
          <w:rFonts w:hint="cs"/>
          <w:cs/>
          <w:lang w:bidi="hi-IN"/>
        </w:rPr>
        <w:t>क़ात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तफ्सील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06050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तफसील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मोअद्दब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060509">
        <w:rPr>
          <w:cs/>
          <w:lang w:bidi="hi-IN"/>
        </w:rPr>
        <w:t>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060509">
        <w:rPr>
          <w:cs/>
          <w:lang w:bidi="hi-IN"/>
        </w:rPr>
        <w:t>।</w:t>
      </w:r>
    </w:p>
    <w:p w:rsidR="00885DAD" w:rsidRDefault="00885DAD" w:rsidP="00F664D0">
      <w:pPr>
        <w:pStyle w:val="libNormal"/>
        <w:rPr>
          <w:rFonts w:hint="cs"/>
          <w:lang w:bidi="hi-IN"/>
        </w:rPr>
      </w:pPr>
    </w:p>
    <w:p w:rsidR="00885DAD" w:rsidRPr="00F664D0" w:rsidRDefault="00C222AB" w:rsidP="00885DAD">
      <w:pPr>
        <w:pStyle w:val="Heading1"/>
      </w:pPr>
      <w:r>
        <w:rPr>
          <w:cs/>
          <w:lang w:bidi="hi-IN"/>
        </w:rPr>
        <w:br w:type="page"/>
      </w:r>
      <w:bookmarkStart w:id="7" w:name="_Toc444514647"/>
      <w:r w:rsidR="00885DAD" w:rsidRPr="00885DAD">
        <w:rPr>
          <w:rFonts w:hint="cs"/>
          <w:cs/>
          <w:lang w:bidi="hi-IN"/>
        </w:rPr>
        <w:lastRenderedPageBreak/>
        <w:t>नानबाई</w:t>
      </w:r>
      <w:bookmarkEnd w:id="7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फकीर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नानबाई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="00060509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चुल्हो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ख़ुश्बू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लज़्जत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इर्द</w:t>
      </w:r>
      <w:r w:rsidR="00060509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गिर्द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मुतावज्जेह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बेचारे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फकीर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ललचाया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लज़्ज़त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खुश्बू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जिसमें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ख़ुश्बू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06050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नानबाई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चुपचाप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फकीर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ख़त्म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नानबाई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मुस्टण्डे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06050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="0006050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पैसे</w:t>
      </w:r>
      <w:r w:rsidRPr="00F664D0">
        <w:rPr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फकीर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पैसे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अल्फाज़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चबाकर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उगले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चुकायेगा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t xml:space="preserve">, </w:t>
      </w:r>
      <w:r w:rsidRPr="00F664D0">
        <w:rPr>
          <w:rFonts w:hint="cs"/>
          <w:cs/>
          <w:lang w:bidi="hi-IN"/>
        </w:rPr>
        <w:t>तुम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बहलाने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फकीर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25782F">
      <w:pPr>
        <w:pStyle w:val="libNormal"/>
      </w:pPr>
      <w:r w:rsidRPr="00F664D0">
        <w:rPr>
          <w:rFonts w:hint="cs"/>
          <w:cs/>
          <w:lang w:bidi="hi-IN"/>
        </w:rPr>
        <w:t>बस</w:t>
      </w:r>
      <w:r w:rsidR="00E708F9">
        <w:rPr>
          <w:cs/>
          <w:lang w:bidi="hi-IN"/>
        </w:rPr>
        <w:t>।</w:t>
      </w:r>
      <w:r w:rsidRPr="00F664D0">
        <w:rPr>
          <w:rFonts w:hint="cs"/>
          <w:cs/>
          <w:lang w:bidi="hi-IN"/>
        </w:rPr>
        <w:t>बस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इधर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उधर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हर्गिज़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छोडूँगा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वसूल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रहूँगा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नानबाई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गरेबान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फकीर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हट्टे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कट्टे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नानबाई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छुड़ाये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तकरार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25782F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उधर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फकीर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हमदर्द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सुनाई</w:t>
      </w:r>
      <w:r w:rsidR="00E708F9">
        <w:rPr>
          <w:cs/>
          <w:lang w:bidi="hi-IN"/>
        </w:rPr>
        <w:t>।</w:t>
      </w:r>
      <w:r w:rsidR="00E708F9">
        <w:rPr>
          <w:rFonts w:hint="cs"/>
          <w:cs/>
          <w:lang w:bidi="hi-IN"/>
        </w:rPr>
        <w:t xml:space="preserve"> 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नानबाई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फायदा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नानबाई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F664D0" w:rsidRPr="00F664D0" w:rsidRDefault="00F664D0" w:rsidP="00060509">
      <w:pPr>
        <w:pStyle w:val="libNormal"/>
      </w:pP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बरादर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हिलाया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जेब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मुटठी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नानबाई</w:t>
      </w:r>
      <w:r w:rsidR="00E708F9">
        <w:rPr>
          <w:cs/>
          <w:lang w:bidi="hi-IN"/>
        </w:rPr>
        <w:t>।</w:t>
      </w:r>
      <w:r w:rsidRPr="00F664D0">
        <w:rPr>
          <w:rFonts w:hint="cs"/>
          <w:cs/>
          <w:lang w:bidi="hi-IN"/>
        </w:rPr>
        <w:t>नानबाई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पैसों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वुसूल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ख़ुश्बू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गुल्लक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इर्द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गिर्द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दोहरे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>।</w:t>
      </w:r>
    </w:p>
    <w:p w:rsidR="00F664D0" w:rsidRPr="00F664D0" w:rsidRDefault="00F664D0" w:rsidP="00E708F9">
      <w:pPr>
        <w:pStyle w:val="libNormal"/>
      </w:pPr>
      <w:r w:rsidRPr="00F664D0">
        <w:rPr>
          <w:rFonts w:hint="cs"/>
          <w:cs/>
          <w:lang w:bidi="hi-IN"/>
        </w:rPr>
        <w:lastRenderedPageBreak/>
        <w:t>नानबाई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ख़िफ़्फ़त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तरीक़ा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rFonts w:hint="cs"/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ख़ुश्बू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बेचेगा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जायेगी</w:t>
      </w:r>
      <w:r w:rsidR="00E708F9">
        <w:rPr>
          <w:cs/>
          <w:lang w:bidi="hi-IN"/>
        </w:rPr>
        <w:t>।</w:t>
      </w:r>
    </w:p>
    <w:p w:rsidR="00F664D0" w:rsidRPr="00F664D0" w:rsidRDefault="00F664D0" w:rsidP="00E708F9">
      <w:pPr>
        <w:pStyle w:val="libNormal"/>
      </w:pP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="00E708F9">
        <w:rPr>
          <w:rFonts w:hint="cs"/>
          <w:cs/>
          <w:lang w:bidi="hi-IN"/>
        </w:rPr>
        <w:t>ख़ूब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="00E708F9">
        <w:rPr>
          <w:rFonts w:hint="cs"/>
          <w:cs/>
          <w:lang w:bidi="hi-IN"/>
        </w:rPr>
        <w:t>खुश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="00E708F9">
        <w:rPr>
          <w:rFonts w:hint="cs"/>
          <w:cs/>
          <w:lang w:bidi="hi-IN"/>
        </w:rPr>
        <w:t>हंसा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ग़ैरे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छिपी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नुकसान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पहुँचाया</w:t>
      </w:r>
      <w:r w:rsidR="00E708F9">
        <w:rPr>
          <w:cs/>
          <w:lang w:bidi="hi-IN"/>
        </w:rPr>
        <w:t>।</w:t>
      </w:r>
    </w:p>
    <w:p w:rsidR="0025782F" w:rsidRDefault="00F664D0" w:rsidP="0025782F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जाह</w:t>
      </w:r>
      <w:r w:rsidR="00E708F9">
        <w:rPr>
          <w:cs/>
          <w:lang w:bidi="hi-IN"/>
        </w:rPr>
        <w:t>।</w:t>
      </w:r>
      <w:r w:rsidR="00E708F9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वाक़ेआ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समाअत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>।</w:t>
      </w:r>
      <w:r w:rsidRPr="00F664D0">
        <w:rPr>
          <w:rtl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  <w:r w:rsidR="00E708F9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25782F" w:rsidRDefault="0025782F" w:rsidP="0025782F">
      <w:pPr>
        <w:pStyle w:val="libNormal"/>
        <w:rPr>
          <w:rFonts w:hint="cs"/>
          <w:lang w:bidi="hi-IN"/>
        </w:rPr>
      </w:pPr>
    </w:p>
    <w:p w:rsidR="0025782F" w:rsidRPr="0025782F" w:rsidRDefault="0025782F" w:rsidP="0025782F">
      <w:pPr>
        <w:pStyle w:val="Heading1"/>
        <w:rPr>
          <w:rFonts w:hint="cs"/>
        </w:rPr>
      </w:pPr>
      <w:bookmarkStart w:id="8" w:name="_Toc444514648"/>
      <w:r w:rsidRPr="00A26038">
        <w:rPr>
          <w:rFonts w:hint="cs"/>
          <w:cs/>
        </w:rPr>
        <w:t>सोने</w:t>
      </w:r>
      <w:r w:rsidRPr="0025782F">
        <w:rPr>
          <w:rFonts w:hint="cs"/>
          <w:cs/>
        </w:rPr>
        <w:t xml:space="preserve"> </w:t>
      </w:r>
      <w:r w:rsidRPr="00A26038">
        <w:rPr>
          <w:rFonts w:hint="cs"/>
          <w:cs/>
        </w:rPr>
        <w:t>का</w:t>
      </w:r>
      <w:r>
        <w:rPr>
          <w:rFonts w:hint="cs"/>
          <w:cs/>
          <w:lang w:bidi="hi-IN"/>
        </w:rPr>
        <w:t xml:space="preserve"> </w:t>
      </w:r>
      <w:r w:rsidRPr="00A26038">
        <w:rPr>
          <w:rFonts w:hint="cs"/>
          <w:cs/>
        </w:rPr>
        <w:t>सिक्का</w:t>
      </w:r>
      <w:bookmarkEnd w:id="8"/>
    </w:p>
    <w:p w:rsidR="00F664D0" w:rsidRPr="00F664D0" w:rsidRDefault="00F664D0" w:rsidP="0025782F">
      <w:pPr>
        <w:pStyle w:val="libNormal"/>
      </w:pP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उसको</w:t>
      </w:r>
      <w:r w:rsidRPr="00F664D0">
        <w:rPr>
          <w:cs/>
          <w:lang w:bidi="hi-IN"/>
        </w:rPr>
        <w:t xml:space="preserve"> </w:t>
      </w:r>
      <w:r w:rsidR="0025782F">
        <w:rPr>
          <w:rFonts w:hint="cs"/>
          <w:cs/>
          <w:lang w:bidi="hi-IN"/>
        </w:rPr>
        <w:t>उं</w:t>
      </w:r>
      <w:r w:rsidRPr="00F664D0">
        <w:rPr>
          <w:rFonts w:hint="cs"/>
          <w:cs/>
          <w:lang w:bidi="hi-IN"/>
        </w:rPr>
        <w:t>गली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नचाता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रेत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घुमाता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जेब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दिखाये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ठीक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="00E708F9">
        <w:rPr>
          <w:rFonts w:hint="cs"/>
          <w:cs/>
          <w:lang w:bidi="hi-IN"/>
        </w:rPr>
        <w:t>क्या।</w:t>
      </w:r>
      <w:r w:rsidRPr="00F664D0">
        <w:t xml:space="preserve"> </w:t>
      </w:r>
      <w:r w:rsidRPr="00F664D0">
        <w:rPr>
          <w:rFonts w:hint="cs"/>
          <w:cs/>
          <w:lang w:bidi="hi-IN"/>
        </w:rPr>
        <w:t>नौ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rFonts w:hint="cs"/>
          <w:cs/>
          <w:lang w:bidi="hi-IN"/>
        </w:rPr>
        <w:t>ः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ढ़ीचूँ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ढ़ीचूँ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="00E708F9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धोखेबाज़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रेंकने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हसाँ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</w:t>
      </w:r>
      <w:r w:rsidR="00E708F9">
        <w:rPr>
          <w:rFonts w:hint="cs"/>
          <w:cs/>
          <w:lang w:bidi="hi-IN"/>
        </w:rPr>
        <w:t>ौ</w:t>
      </w:r>
      <w:r w:rsidRPr="00F664D0">
        <w:rPr>
          <w:rFonts w:hint="cs"/>
          <w:cs/>
          <w:lang w:bidi="hi-IN"/>
        </w:rPr>
        <w:t>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पहचान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ताँबे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पहचानता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बनी</w:t>
      </w:r>
      <w:r w:rsidR="00E708F9">
        <w:rPr>
          <w:cs/>
          <w:lang w:bidi="hi-IN"/>
        </w:rPr>
        <w:t>।</w:t>
      </w:r>
    </w:p>
    <w:p w:rsidR="00F664D0" w:rsidRPr="00C76F44" w:rsidRDefault="00F664D0" w:rsidP="00F664D0">
      <w:pPr>
        <w:pStyle w:val="libNormal"/>
        <w:rPr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मंज़िल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</w:p>
    <w:p w:rsidR="00F664D0" w:rsidRPr="00440B0F" w:rsidRDefault="00F664D0" w:rsidP="0025782F">
      <w:pPr>
        <w:pStyle w:val="libNormal"/>
      </w:pPr>
      <w:r w:rsidRPr="00A26038">
        <w:rPr>
          <w:rFonts w:hint="cs"/>
          <w:cs/>
        </w:rPr>
        <w:t>ज़िल्ले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सुब्हानी</w:t>
      </w:r>
      <w:r w:rsidR="00E708F9" w:rsidRPr="00A26038">
        <w:rPr>
          <w:rFonts w:hint="cs"/>
          <w:cs/>
        </w:rPr>
        <w:t>।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इजाज़त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हो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तो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मैं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बयान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करूँ</w:t>
      </w:r>
      <w:r w:rsidR="00E708F9" w:rsidRPr="00A26038">
        <w:rPr>
          <w:rFonts w:hint="cs"/>
          <w:cs/>
        </w:rPr>
        <w:t>।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एक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दरबारी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ने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अदब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से</w:t>
      </w:r>
      <w:r w:rsidRPr="00440B0F">
        <w:rPr>
          <w:cs/>
        </w:rPr>
        <w:t xml:space="preserve"> </w:t>
      </w:r>
      <w:r w:rsidR="00C76F44" w:rsidRPr="00A26038">
        <w:rPr>
          <w:rFonts w:hint="cs"/>
          <w:cs/>
        </w:rPr>
        <w:t>कहा</w:t>
      </w:r>
      <w:r w:rsidR="00E708F9" w:rsidRPr="00A26038">
        <w:rPr>
          <w:rFonts w:hint="cs"/>
          <w:cs/>
        </w:rPr>
        <w:t>।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बयान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करो</w:t>
      </w:r>
      <w:r w:rsidR="00E708F9" w:rsidRPr="00A26038">
        <w:rPr>
          <w:rFonts w:hint="cs"/>
          <w:cs/>
        </w:rPr>
        <w:t>।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हारून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ने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इजाज़त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दी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हुज़ूर</w:t>
      </w:r>
      <w:r w:rsidR="00E708F9" w:rsidRPr="00A26038">
        <w:rPr>
          <w:rFonts w:hint="cs"/>
          <w:cs/>
        </w:rPr>
        <w:t>।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अभी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कुछ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ज़्यादा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दिन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नहीं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हुए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कि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उसने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एक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अजीब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फैसला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किया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और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वह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भी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इस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तरह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के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क़ाज़ी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को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उसके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सामने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सरे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तसलीम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ख़म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करना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पड़ा</w:t>
      </w:r>
      <w:r w:rsidR="00E708F9" w:rsidRPr="00A26038">
        <w:rPr>
          <w:rFonts w:hint="cs"/>
          <w:cs/>
        </w:rPr>
        <w:t>।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दरबारी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ने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कहना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शुरू</w:t>
      </w:r>
      <w:r w:rsidRPr="00440B0F">
        <w:rPr>
          <w:cs/>
        </w:rPr>
        <w:t xml:space="preserve"> </w:t>
      </w:r>
      <w:r w:rsidRPr="00A26038">
        <w:rPr>
          <w:rFonts w:hint="cs"/>
          <w:cs/>
        </w:rPr>
        <w:t>किया</w:t>
      </w:r>
      <w:r w:rsidR="00E708F9" w:rsidRPr="00A26038">
        <w:rPr>
          <w:rFonts w:hint="cs"/>
          <w:cs/>
        </w:rPr>
        <w:t>।</w:t>
      </w:r>
    </w:p>
    <w:p w:rsidR="00F664D0" w:rsidRPr="00C76F44" w:rsidRDefault="00F664D0" w:rsidP="00C76F44">
      <w:pPr>
        <w:pStyle w:val="libNormal"/>
      </w:pPr>
      <w:r w:rsidRPr="00A26038">
        <w:rPr>
          <w:rFonts w:hint="cs"/>
          <w:cs/>
        </w:rPr>
        <w:t>हुआ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इस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तरह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के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बोहलोल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ने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राह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चलते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दो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बच्चो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को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रोते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और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फ़रियाद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करते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देखा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वह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उनके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सामने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रूक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गया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और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उनके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सर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पर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हाथ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फेर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कर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बोला</w:t>
      </w:r>
      <w:r w:rsidR="00E708F9" w:rsidRPr="00A26038">
        <w:rPr>
          <w:rFonts w:hint="cs"/>
          <w:cs/>
        </w:rPr>
        <w:t>।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बच्चो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तुम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क्यो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परेशान</w:t>
      </w:r>
      <w:r w:rsidRPr="00C76F44">
        <w:rPr>
          <w:cs/>
        </w:rPr>
        <w:t xml:space="preserve"> </w:t>
      </w:r>
      <w:r w:rsidRPr="00A26038">
        <w:rPr>
          <w:rFonts w:hint="cs"/>
          <w:cs/>
        </w:rPr>
        <w:t>हो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फ़लाँ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रखवाई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भरोसा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लूँगा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यतीम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बेआसरा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E708F9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मुताबिक़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>।</w:t>
      </w:r>
    </w:p>
    <w:p w:rsidR="00F664D0" w:rsidRPr="00F664D0" w:rsidRDefault="002D076C" w:rsidP="002D076C">
      <w:pPr>
        <w:pStyle w:val="libBold1"/>
      </w:pPr>
      <w:r>
        <w:t>(</w:t>
      </w:r>
      <w:r>
        <w:rPr>
          <w:cs/>
          <w:lang w:bidi="hi-IN"/>
        </w:rPr>
        <w:t>आप इस किताब को अलहसनैन इस्लामी नैटवर्क पर पढ़ रहे है।)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गवाही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यतीम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औऱ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यतीम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="00E708F9">
        <w:rPr>
          <w:rFonts w:hint="cs"/>
          <w:cs/>
          <w:lang w:bidi="hi-IN"/>
        </w:rPr>
        <w:t>।</w:t>
      </w:r>
    </w:p>
    <w:p w:rsidR="00F664D0" w:rsidRPr="00F664D0" w:rsidRDefault="00F664D0" w:rsidP="00E708F9">
      <w:pPr>
        <w:pStyle w:val="libNormal"/>
      </w:pPr>
      <w:r w:rsidRPr="00F664D0">
        <w:rPr>
          <w:rFonts w:hint="cs"/>
          <w:cs/>
          <w:lang w:bidi="hi-IN"/>
        </w:rPr>
        <w:t>अच्छा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चालाक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हिमायती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हालाँकि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इख़्तेयार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="00E708F9">
        <w:rPr>
          <w:rFonts w:hint="cs"/>
          <w:cs/>
          <w:lang w:bidi="hi-IN"/>
        </w:rPr>
        <w:t>वैसे 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ठाट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साबित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मरहूम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क़िबला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चूँकि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अंगुश्त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दन्दां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हाज़िरीन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यतीम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अच्छा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आजिज़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कहलाता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रशीद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रेत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घरावदें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पिछले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शिग़ोफा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नमाज़ीयों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F664D0" w:rsidRDefault="00F664D0" w:rsidP="00E708F9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0C7F14" w:rsidRDefault="000C7F14" w:rsidP="00E708F9">
      <w:pPr>
        <w:pStyle w:val="libNormal"/>
        <w:rPr>
          <w:rFonts w:hint="cs"/>
          <w:lang w:bidi="hi-IN"/>
        </w:rPr>
      </w:pPr>
    </w:p>
    <w:p w:rsidR="000C7F14" w:rsidRPr="00A26038" w:rsidRDefault="000C7F14" w:rsidP="000C7F14">
      <w:pPr>
        <w:pStyle w:val="Heading1"/>
        <w:rPr>
          <w:rFonts w:hint="cs"/>
        </w:rPr>
      </w:pPr>
      <w:bookmarkStart w:id="9" w:name="_Toc444514649"/>
      <w:r w:rsidRPr="00A26038">
        <w:rPr>
          <w:rFonts w:hint="cs"/>
          <w:cs/>
        </w:rPr>
        <w:lastRenderedPageBreak/>
        <w:t>जूते</w:t>
      </w:r>
      <w:bookmarkEnd w:id="9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गुज़श्ता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ग़लिबन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चोरी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कपड़े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बाँध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छिपा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मक़ामी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पहचानता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हिफाज़त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सन्जीदगी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E708F9">
      <w:pPr>
        <w:pStyle w:val="libNormal"/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rFonts w:hint="cs"/>
          <w:cs/>
          <w:lang w:bidi="hi-IN"/>
        </w:rPr>
        <w:t>ः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फरमायेगें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फलसफे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फलसफे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सुब्हानअल्लाह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कुतुब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  <w:r w:rsidR="00E708F9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मौसूफ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फर्ज़ानो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झोंक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बेहतरीन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नवाज़ा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ख़ुशाम्दी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मिलायी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साज़िश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मक़ासिद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पौशीदा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गरदन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बर्ख़ास्त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गया।</w:t>
      </w:r>
    </w:p>
    <w:p w:rsidR="00F664D0" w:rsidRPr="00F664D0" w:rsidRDefault="00F664D0" w:rsidP="000C7F14">
      <w:pPr>
        <w:pStyle w:val="libNormal"/>
      </w:pPr>
      <w:r w:rsidRPr="00F664D0">
        <w:rPr>
          <w:rFonts w:hint="cs"/>
          <w:cs/>
          <w:lang w:bidi="hi-IN"/>
        </w:rPr>
        <w:t>ख़लीफा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तलाश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कब्रिस्तान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अक्सर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बेश्तर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="000C7F14">
        <w:rPr>
          <w:rFonts w:hint="cs"/>
          <w:cs/>
          <w:lang w:bidi="hi-IN"/>
        </w:rPr>
        <w:t>डूबा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0C7F14" w:rsidRDefault="000C7F14" w:rsidP="00F664D0">
      <w:pPr>
        <w:pStyle w:val="libNormal"/>
        <w:rPr>
          <w:rFonts w:hint="cs"/>
          <w:lang w:bidi="hi-IN"/>
        </w:rPr>
      </w:pPr>
    </w:p>
    <w:p w:rsidR="000C7F14" w:rsidRPr="00A26038" w:rsidRDefault="000C7F14" w:rsidP="000C7F14">
      <w:pPr>
        <w:pStyle w:val="Heading1"/>
        <w:rPr>
          <w:rFonts w:hint="cs"/>
        </w:rPr>
      </w:pPr>
      <w:bookmarkStart w:id="10" w:name="_Toc444514650"/>
      <w:r w:rsidRPr="00A26038">
        <w:rPr>
          <w:rFonts w:hint="cs"/>
          <w:cs/>
        </w:rPr>
        <w:t>अबुहनिफा</w:t>
      </w:r>
      <w:bookmarkEnd w:id="10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कारिन्दा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रास्ते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दबाये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सरपट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F664D0" w:rsidRPr="00F664D0" w:rsidRDefault="00F664D0" w:rsidP="00E708F9">
      <w:pPr>
        <w:pStyle w:val="libNormal"/>
      </w:pPr>
      <w:r w:rsidRPr="00F664D0">
        <w:rPr>
          <w:rFonts w:hint="cs"/>
          <w:cs/>
          <w:lang w:bidi="hi-IN"/>
        </w:rPr>
        <w:lastRenderedPageBreak/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बलन्द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पकड़ना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पाये</w:t>
      </w:r>
      <w:r w:rsidR="00E708F9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पकड़ो</w:t>
      </w:r>
      <w:r w:rsidR="00E708F9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पकड़ो</w:t>
      </w:r>
      <w:r w:rsidR="00E708F9">
        <w:rPr>
          <w:rFonts w:hint="cs"/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नौजवान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तालिबे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</w:t>
      </w:r>
      <w:r w:rsidR="000C7F14">
        <w:rPr>
          <w:rFonts w:hint="cs"/>
          <w:cs/>
          <w:lang w:bidi="hi-IN"/>
        </w:rPr>
        <w:t>वे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उलझता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सँभालता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दबाता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मुड़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मुड़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नौजवानो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रफ़्तारी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ठुकाई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>।</w:t>
      </w:r>
    </w:p>
    <w:p w:rsidR="00F664D0" w:rsidRPr="00F664D0" w:rsidRDefault="00F664D0" w:rsidP="00E708F9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औ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छोड़ेगें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लेंगे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गँवार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="00E708F9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हाँ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="00E708F9">
        <w:rPr>
          <w:rFonts w:hint="cs"/>
          <w:cs/>
          <w:lang w:bidi="hi-IN"/>
        </w:rPr>
        <w:t>क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तकलीफ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दुहाई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भाईयों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अकेला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="00E708F9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मोहतारम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अबुहनीफ़ा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खींच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हर्गिज़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छोड़ेगें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कारिन्दे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झगड़ा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F664D0" w:rsidRPr="00F664D0" w:rsidRDefault="00F664D0" w:rsidP="00E708F9">
      <w:pPr>
        <w:pStyle w:val="libNormal"/>
      </w:pPr>
      <w:r w:rsidRPr="00F664D0">
        <w:rPr>
          <w:rFonts w:hint="cs"/>
          <w:cs/>
          <w:lang w:bidi="hi-IN"/>
        </w:rPr>
        <w:lastRenderedPageBreak/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तालिबे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 xml:space="preserve">: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="00E708F9">
        <w:rPr>
          <w:rFonts w:hint="cs"/>
          <w:cs/>
          <w:lang w:bidi="hi-IN"/>
        </w:rPr>
        <w:t>।</w:t>
      </w:r>
      <w:r w:rsidRPr="00F664D0"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बालातर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झगड़ा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मुताबिक़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कमबख़्त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नमूदार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ख़ींच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छोड़ेगें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पागलपन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खत्म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किचकिचाये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t xml:space="preserve"> </w:t>
      </w:r>
      <w:r w:rsidRPr="00F664D0">
        <w:rPr>
          <w:rFonts w:hint="cs"/>
          <w:cs/>
          <w:lang w:bidi="hi-IN"/>
        </w:rPr>
        <w:t>कारिन्दे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हाँ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तकलीफ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बेनियाज़ी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देखी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ढिटाई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दिमाग़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तालिबे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झपटा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कारिन्दे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क़ानून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जाओ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करगा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माजरा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लाओ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मुद्दई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लाओ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मुद्दई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ज़र्ब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शदीद्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तालिबे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हनीफा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मुख़ातब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मसख़रे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हनीफ़ा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फ़र्क़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शार्गिदों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सादिक़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इब्लीस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जहन्नम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तकलीफ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पहुँचायेगी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तकलीफ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फ़ुज़ूल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E708F9">
      <w:pPr>
        <w:pStyle w:val="libNormal"/>
      </w:pPr>
      <w:r w:rsidRPr="00F664D0">
        <w:rPr>
          <w:rFonts w:hint="cs"/>
          <w:cs/>
          <w:lang w:bidi="hi-IN"/>
        </w:rPr>
        <w:lastRenderedPageBreak/>
        <w:t>अबु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हनीफा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नागवारी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="00E708F9">
        <w:rPr>
          <w:cs/>
          <w:lang w:bidi="hi-IN"/>
        </w:rPr>
        <w:t>।</w:t>
      </w:r>
      <w:r w:rsidRPr="00F664D0"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="00E708F9">
        <w:rPr>
          <w:rFonts w:hint="cs"/>
          <w:cs/>
          <w:lang w:bidi="hi-IN"/>
        </w:rPr>
        <w:t>हाथो-हाथ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अहमक़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आदमी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अबू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हनीफ़ा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नापसन्दीदगी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क़िब्ला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शार्गिदों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E708F9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सादिक़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E708F9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मुमकिन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मानता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मुमकिन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दिखाइये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शग़ुफ्तगी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अबु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हनीफा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ज़ीच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इधर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उधर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पत्थर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गवाहिइयाँ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कार्यवाही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ख़त्म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तक़सीर</w:t>
      </w:r>
      <w:r w:rsidR="00E708F9">
        <w:rPr>
          <w:rFonts w:hint="cs"/>
          <w:cs/>
          <w:lang w:bidi="hi-IN"/>
        </w:rPr>
        <w:t>।</w:t>
      </w:r>
      <w:r w:rsidRPr="00F664D0"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शार्गिदों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E708F9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सादिक़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इख़्तेलाफ़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E708F9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ज़िम्मेदार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ज़िम्मेदार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करवाया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मुस्तेहक़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ठहरा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कीजिए</w:t>
      </w:r>
      <w:r w:rsidR="00E708F9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अबु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हनीफा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दिलचस्प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rFonts w:hint="cs"/>
          <w:cs/>
          <w:lang w:bidi="hi-IN"/>
        </w:rPr>
        <w:t>ः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मुक़द्दमा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गहरी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पाँव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सँभाल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मोहम्मद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तक़ज़ीब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मुहँ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उलूमे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अहलेबैत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झुटलाने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मुक़द्दर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="000C7F14">
        <w:rPr>
          <w:rFonts w:hint="cs"/>
          <w:cs/>
          <w:lang w:bidi="hi-IN"/>
        </w:rPr>
        <w:t>मुतावज्जे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ध्यान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फासला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="000C7F14">
        <w:rPr>
          <w:rFonts w:hint="cs"/>
          <w:cs/>
          <w:lang w:bidi="hi-IN"/>
        </w:rPr>
        <w:t>पीछा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>।</w:t>
      </w:r>
    </w:p>
    <w:p w:rsidR="00E708F9" w:rsidRDefault="00F664D0" w:rsidP="000C7F14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कुरेदता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मेज़ाहिया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फ़िक़रा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टेक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</w:t>
      </w:r>
      <w:r w:rsidR="000C7F14">
        <w:rPr>
          <w:rFonts w:hint="cs"/>
          <w:cs/>
          <w:lang w:bidi="hi-IN"/>
        </w:rPr>
        <w:t>्</w:t>
      </w:r>
      <w:r w:rsidRPr="00F664D0">
        <w:rPr>
          <w:rFonts w:hint="cs"/>
          <w:cs/>
          <w:lang w:bidi="hi-IN"/>
        </w:rPr>
        <w:t>यालो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="000C7F14">
        <w:rPr>
          <w:rFonts w:hint="cs"/>
          <w:cs/>
          <w:lang w:bidi="hi-IN"/>
        </w:rPr>
        <w:t>डूब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="00E708F9">
        <w:rPr>
          <w:cs/>
          <w:lang w:bidi="hi-IN"/>
        </w:rPr>
        <w:t>।</w:t>
      </w:r>
    </w:p>
    <w:p w:rsidR="00E708F9" w:rsidRDefault="00F664D0" w:rsidP="000C7F14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चलते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सूरज</w:t>
      </w:r>
      <w:r w:rsidRPr="00F664D0">
        <w:rPr>
          <w:cs/>
          <w:lang w:bidi="hi-IN"/>
        </w:rPr>
        <w:t xml:space="preserve"> </w:t>
      </w:r>
      <w:r w:rsidR="000C7F14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टूटी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</w:t>
      </w:r>
      <w:r w:rsidR="000C7F14">
        <w:rPr>
          <w:rFonts w:hint="cs"/>
          <w:cs/>
          <w:lang w:bidi="hi-IN"/>
        </w:rPr>
        <w:t>ु</w:t>
      </w:r>
      <w:r w:rsidRPr="00F664D0">
        <w:rPr>
          <w:rFonts w:hint="cs"/>
          <w:cs/>
          <w:lang w:bidi="hi-IN"/>
        </w:rPr>
        <w:t>सताने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फर्शे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टाँगे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लीं</w:t>
      </w:r>
      <w:r w:rsidR="00E708F9">
        <w:rPr>
          <w:cs/>
          <w:lang w:bidi="hi-IN"/>
        </w:rPr>
        <w:t>।</w:t>
      </w:r>
    </w:p>
    <w:p w:rsidR="00E708F9" w:rsidRDefault="00F664D0" w:rsidP="000C7F14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कारिन्दा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ताक़्क़</w:t>
      </w:r>
      <w:r w:rsidR="000C7F14">
        <w:rPr>
          <w:rFonts w:hint="cs"/>
          <w:cs/>
          <w:lang w:bidi="hi-IN"/>
        </w:rPr>
        <w:t>ु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0C7F14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बेहतर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="000C7F14">
        <w:rPr>
          <w:rFonts w:hint="cs"/>
          <w:cs/>
          <w:lang w:bidi="hi-IN"/>
        </w:rPr>
        <w:t>ब</w:t>
      </w:r>
      <w:r w:rsidRPr="00F664D0">
        <w:rPr>
          <w:rFonts w:hint="cs"/>
          <w:cs/>
          <w:lang w:bidi="hi-IN"/>
        </w:rPr>
        <w:t>हाना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="000C7F14">
        <w:rPr>
          <w:rFonts w:hint="cs"/>
          <w:cs/>
          <w:lang w:bidi="hi-IN"/>
        </w:rPr>
        <w:t>होटल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खुश्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गुंत्थियाँ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सुलझा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0C7F14" w:rsidRDefault="000C7F14" w:rsidP="00F664D0">
      <w:pPr>
        <w:pStyle w:val="libNormal"/>
        <w:rPr>
          <w:rFonts w:hint="cs"/>
          <w:lang w:bidi="hi-IN"/>
        </w:rPr>
      </w:pPr>
    </w:p>
    <w:p w:rsidR="000C7F14" w:rsidRDefault="000C7F14" w:rsidP="000C7F14">
      <w:pPr>
        <w:pStyle w:val="Heading1"/>
        <w:rPr>
          <w:rFonts w:hint="cs"/>
          <w:lang w:bidi="hi-IN"/>
        </w:rPr>
      </w:pPr>
      <w:bookmarkStart w:id="11" w:name="_Toc444514651"/>
      <w:r w:rsidRPr="00A26038">
        <w:rPr>
          <w:rFonts w:hint="cs"/>
          <w:cs/>
        </w:rPr>
        <w:t>खलीफा</w:t>
      </w:r>
      <w:r w:rsidRPr="000C7F14">
        <w:rPr>
          <w:rFonts w:hint="cs"/>
          <w:cs/>
        </w:rPr>
        <w:t xml:space="preserve"> </w:t>
      </w:r>
      <w:r w:rsidRPr="00A26038">
        <w:rPr>
          <w:rFonts w:hint="cs"/>
          <w:cs/>
        </w:rPr>
        <w:t>का</w:t>
      </w:r>
      <w:r w:rsidRPr="000C7F14">
        <w:rPr>
          <w:rFonts w:hint="cs"/>
          <w:cs/>
        </w:rPr>
        <w:t xml:space="preserve"> </w:t>
      </w:r>
      <w:r w:rsidRPr="00A26038">
        <w:rPr>
          <w:rFonts w:hint="cs"/>
          <w:cs/>
        </w:rPr>
        <w:t>खाना</w:t>
      </w:r>
      <w:bookmarkEnd w:id="11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मुतावज्जेह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इत्तेलाई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खन्कारा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भेजा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वाह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इस्लामी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ममलेकत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हैसियत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रेआया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परवरी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ज़र्बुल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मसल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कारिन्दे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कुत्ते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चुमकारा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कुत्ता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हिलाता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कुत्ते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कुत्ता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सबरी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पनाह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कुत्ते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मुलाज़िम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दुहाई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हशिश्त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चुप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चाप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ख़ामोश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कुत्ते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मुलाज़िम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मसखरे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पैग़ाम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बहतर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काररिन्दा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0C7F14" w:rsidRPr="00F664D0" w:rsidRDefault="000C7F14" w:rsidP="000C7F14">
      <w:pPr>
        <w:pStyle w:val="Heading1"/>
        <w:rPr>
          <w:rFonts w:hint="cs"/>
          <w:lang w:bidi="hi-IN"/>
        </w:rPr>
      </w:pPr>
      <w:bookmarkStart w:id="12" w:name="_Toc444514652"/>
      <w:r w:rsidRPr="00A26038">
        <w:rPr>
          <w:rFonts w:hint="cs"/>
          <w:cs/>
        </w:rPr>
        <w:t>बादशाह</w:t>
      </w:r>
      <w:r w:rsidRPr="000C7F14">
        <w:rPr>
          <w:cs/>
          <w:lang w:bidi="hi-IN"/>
        </w:rPr>
        <w:t xml:space="preserve"> </w:t>
      </w:r>
      <w:r w:rsidRPr="00A26038">
        <w:rPr>
          <w:rFonts w:hint="cs"/>
          <w:cs/>
        </w:rPr>
        <w:t>की</w:t>
      </w:r>
      <w:r w:rsidRPr="000C7F14">
        <w:rPr>
          <w:cs/>
          <w:lang w:bidi="hi-IN"/>
        </w:rPr>
        <w:t xml:space="preserve"> </w:t>
      </w:r>
      <w:r w:rsidRPr="00A26038">
        <w:rPr>
          <w:rFonts w:hint="cs"/>
          <w:cs/>
        </w:rPr>
        <w:t>मसनद</w:t>
      </w:r>
      <w:bookmarkEnd w:id="12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पेवन्द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कपड़े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</w:t>
      </w:r>
      <w:r w:rsidR="000C7F14">
        <w:rPr>
          <w:rFonts w:hint="cs"/>
          <w:cs/>
          <w:lang w:bidi="hi-IN"/>
        </w:rPr>
        <w:t>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0C7F14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जूतियाँ</w:t>
      </w:r>
      <w:r w:rsidRPr="00F664D0">
        <w:rPr>
          <w:cs/>
          <w:lang w:bidi="hi-IN"/>
        </w:rPr>
        <w:t xml:space="preserve"> </w:t>
      </w:r>
      <w:r w:rsidR="000C7F14">
        <w:rPr>
          <w:rFonts w:hint="cs"/>
          <w:cs/>
          <w:lang w:bidi="hi-IN"/>
        </w:rPr>
        <w:t>चटखाता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तक्ल्लुफी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वज़ीरों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कुर्सीयाँ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शायद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आरास्ता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क़ालीन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रौंदता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ब्राजमान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पहरेदार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इत्तेलाअ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बदहवासी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ख़ींचा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नीचे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हाय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तड़र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हाय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हाय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उफ़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दुहाई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पहरेदार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मुसलसल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बर्साते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दुरूश्तों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खींच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फर्श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हीटने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अफसोस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आह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उफ़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बलन्द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मुसलसल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पहरेदारो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आमद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इत्तेलाअ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नक़ीबो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चिल्लाते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फर्याद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फर्श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अफ़सोस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हाय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थोड़ी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पहरे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डरते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डरते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हाय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थोड़ी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ज़ालिमों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उधेड़कर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अफ़सोस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उफ़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उफ़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टोका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पहरेदार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दिलजूई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फ़र्श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मुसलसल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तशवीश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तकलीफ़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तकलीफ़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अफसोस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अफसोस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तास्सुफ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ताज्जुब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छलनी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अन्जाम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फ़िक्र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फुरते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ख़्वाजा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अन्सारी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मुनाजात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हदीस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इरादा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नेमतें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रिज़्क़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ख़ानदान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ज़िल्लत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मर्तबे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सरज़निश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0C7F14" w:rsidRDefault="000C7F14" w:rsidP="00F664D0">
      <w:pPr>
        <w:pStyle w:val="libNormal"/>
        <w:rPr>
          <w:rFonts w:hint="cs"/>
          <w:lang w:bidi="hi-IN"/>
        </w:rPr>
      </w:pPr>
    </w:p>
    <w:p w:rsidR="000C7F14" w:rsidRDefault="000C7F14" w:rsidP="000C7F14">
      <w:pPr>
        <w:pStyle w:val="Heading1"/>
        <w:rPr>
          <w:rFonts w:hint="cs"/>
          <w:lang w:bidi="hi-IN"/>
        </w:rPr>
      </w:pPr>
      <w:bookmarkStart w:id="13" w:name="_Toc444514653"/>
      <w:r w:rsidRPr="00A26038">
        <w:rPr>
          <w:rFonts w:hint="cs"/>
          <w:cs/>
        </w:rPr>
        <w:lastRenderedPageBreak/>
        <w:t>बोहलोल</w:t>
      </w:r>
      <w:r w:rsidRPr="000C7F14">
        <w:rPr>
          <w:rFonts w:hint="cs"/>
          <w:cs/>
        </w:rPr>
        <w:t xml:space="preserve"> </w:t>
      </w:r>
      <w:r w:rsidRPr="00A26038">
        <w:rPr>
          <w:rFonts w:hint="cs"/>
          <w:cs/>
        </w:rPr>
        <w:t>और</w:t>
      </w:r>
      <w:r w:rsidRPr="000C7F14">
        <w:rPr>
          <w:rFonts w:hint="cs"/>
          <w:cs/>
        </w:rPr>
        <w:t xml:space="preserve"> </w:t>
      </w:r>
      <w:r w:rsidRPr="00A26038">
        <w:rPr>
          <w:rFonts w:hint="cs"/>
          <w:cs/>
        </w:rPr>
        <w:t>हारून</w:t>
      </w:r>
      <w:bookmarkEnd w:id="13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जंगल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भटक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प्यास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घूँट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एवज़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ज़िक्र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</w:p>
    <w:p w:rsidR="00E708F9" w:rsidRDefault="00F664D0" w:rsidP="000C7F14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="000C7F14">
        <w:rPr>
          <w:rFonts w:hint="cs"/>
          <w:cs/>
          <w:lang w:bidi="hi-IN"/>
        </w:rPr>
        <w:t xml:space="preserve">ो दौलत </w:t>
      </w:r>
      <w:r w:rsidRPr="00F664D0">
        <w:rPr>
          <w:rFonts w:hint="cs"/>
          <w:cs/>
          <w:lang w:bidi="hi-IN"/>
        </w:rPr>
        <w:t>होगा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बेपरवाई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आधी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सलतनत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फ़ेराख़दिली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अच्छा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घूँट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="000C7F14">
        <w:rPr>
          <w:rFonts w:hint="cs"/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आधी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सलतनत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घूँट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बर्जस्ता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ख़फ़ीफ़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खानदान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पैग़म्बरे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स</w:t>
      </w:r>
      <w:r w:rsidRPr="00F664D0">
        <w:t xml:space="preserve">0)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मर्तबे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इब्ने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तालिब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तरजीह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ख़ौफ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कहूँगा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चौंका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दलील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साबित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पड़ेगा</w:t>
      </w:r>
      <w:r w:rsidR="00E708F9">
        <w:rPr>
          <w:cs/>
          <w:lang w:bidi="hi-IN"/>
        </w:rPr>
        <w:t>।</w:t>
      </w:r>
    </w:p>
    <w:p w:rsidR="00E708F9" w:rsidRDefault="00F664D0" w:rsidP="00FD463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वाज़ेह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लफ़्ज़ो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पैग़म्बरे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स</w:t>
      </w:r>
      <w:r w:rsidRPr="00F664D0">
        <w:t xml:space="preserve">0)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मुसलमानो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क्योकिं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सच्चे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मोमिन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पसंदीदा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इताअते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रसूल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स</w:t>
      </w:r>
      <w:r w:rsidR="00FD463C">
        <w:rPr>
          <w:rFonts w:hint="cs"/>
          <w:cs/>
          <w:lang w:bidi="hi-IN"/>
        </w:rPr>
        <w:t>.</w:t>
      </w:r>
      <w:r w:rsidRPr="00F664D0">
        <w:rPr>
          <w:rFonts w:hint="cs"/>
          <w:cs/>
          <w:lang w:bidi="hi-IN"/>
        </w:rPr>
        <w:t>अ</w:t>
      </w:r>
      <w:r w:rsidR="00FD463C">
        <w:rPr>
          <w:rFonts w:hint="cs"/>
          <w:cs/>
          <w:lang w:bidi="hi-IN"/>
        </w:rPr>
        <w:t>.</w:t>
      </w:r>
      <w:r w:rsidRPr="00F664D0">
        <w:t xml:space="preserve">)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ज़र्रा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कोताही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अहकामात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FD463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मुक़ाबले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बल्कि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औलाद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="00FD463C">
        <w:rPr>
          <w:rFonts w:hint="cs"/>
          <w:cs/>
          <w:lang w:bidi="hi-IN"/>
        </w:rPr>
        <w:t>जान 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="00FD463C">
        <w:rPr>
          <w:rFonts w:hint="cs"/>
          <w:cs/>
          <w:lang w:bidi="hi-IN"/>
        </w:rPr>
        <w:t xml:space="preserve">कुछ नही </w:t>
      </w:r>
      <w:r w:rsidRPr="00F664D0">
        <w:rPr>
          <w:rFonts w:hint="cs"/>
          <w:cs/>
          <w:lang w:bidi="hi-IN"/>
        </w:rPr>
        <w:t>समझते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FD463C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="00FD463C">
        <w:rPr>
          <w:rFonts w:hint="cs"/>
          <w:cs/>
          <w:lang w:bidi="hi-IN"/>
        </w:rPr>
        <w:t>ब</w:t>
      </w:r>
      <w:r w:rsidRPr="00F664D0">
        <w:rPr>
          <w:rFonts w:hint="cs"/>
          <w:cs/>
          <w:lang w:bidi="hi-IN"/>
        </w:rPr>
        <w:t>हादुर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जंगो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दुश्मन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ख़ातिर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लालच</w:t>
      </w:r>
      <w:r w:rsidRPr="00F664D0">
        <w:t xml:space="preserve">, </w:t>
      </w:r>
      <w:r w:rsidRPr="00F664D0">
        <w:rPr>
          <w:rFonts w:hint="cs"/>
          <w:cs/>
          <w:lang w:bidi="hi-IN"/>
        </w:rPr>
        <w:t>फायदे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ग़रज़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मरूँगा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सआदत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मुसलमानो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मुसलमानों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इबादत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सर्फ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D463C" w:rsidP="00F664D0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बै</w:t>
      </w:r>
      <w:r w:rsidR="00F664D0" w:rsidRPr="00F664D0">
        <w:rPr>
          <w:rFonts w:hint="cs"/>
          <w:cs/>
          <w:lang w:bidi="hi-IN"/>
        </w:rPr>
        <w:t>तुल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माल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से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एक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दीनार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भी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बेकार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नहीं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उठाते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यहाँ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तक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उनके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भाई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अक़ील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ने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जो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अयालदार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उनसे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दर्ख़ास्त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बैयतुल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माल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से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जो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उनका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हक़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उन्हे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मिलता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उससे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कुछ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ज़्यादा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उन्हे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दिया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अमीरूल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मोमेनीन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दर्ख़ास्त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हाकिम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सितम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पुर्स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हाकिम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="00FD463C">
        <w:rPr>
          <w:rFonts w:hint="cs"/>
          <w:cs/>
          <w:lang w:bidi="hi-IN"/>
        </w:rPr>
        <w:t>बै</w:t>
      </w:r>
      <w:r w:rsidRPr="00F664D0">
        <w:rPr>
          <w:rFonts w:hint="cs"/>
          <w:cs/>
          <w:lang w:bidi="hi-IN"/>
        </w:rPr>
        <w:t>तुल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ख़र्च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तम्बीह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आख़िरी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तारीख़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मुक़र्रर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इब्ने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FD463C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इब्ने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मुक़र्ररह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तारीख़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लौटा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कूफ़े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इब्ने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चश्म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लेगें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मुहासिबों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FD463C">
        <w:rPr>
          <w:rFonts w:hint="cs"/>
          <w:cs/>
          <w:lang w:bidi="hi-IN"/>
        </w:rPr>
        <w:t>।</w:t>
      </w:r>
    </w:p>
    <w:p w:rsidR="00E708F9" w:rsidRDefault="00F664D0" w:rsidP="00FD463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="00FD463C">
        <w:rPr>
          <w:rFonts w:hint="cs"/>
          <w:cs/>
          <w:lang w:bidi="hi-IN"/>
        </w:rPr>
        <w:t>शरमिंदा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ढटाई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इतने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अक्सर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हज़ारों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पैग़म्बर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बर्जस्ता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उज़्र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तलाश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शहादत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FD463C">
        <w:rPr>
          <w:rFonts w:hint="cs"/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ज़ैनुल</w:t>
      </w:r>
      <w:r w:rsidR="00FD463C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आबेदीन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FD463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अब्दुर्रहमान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इब्ने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मुल्जिम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क़त्ले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इरादे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>।</w:t>
      </w:r>
    </w:p>
    <w:p w:rsidR="00F664D0" w:rsidRPr="00F664D0" w:rsidRDefault="002D076C" w:rsidP="002D076C">
      <w:pPr>
        <w:pStyle w:val="libBold1"/>
      </w:pPr>
      <w:r>
        <w:t>(</w:t>
      </w:r>
      <w:r>
        <w:rPr>
          <w:cs/>
          <w:lang w:bidi="hi-IN"/>
        </w:rPr>
        <w:t>आप इस किताब को अलहसनैन इस्लामी नैटवर्क पर पढ़ रहे है।)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="00FD463C">
        <w:rPr>
          <w:cs/>
          <w:lang w:bidi="hi-IN"/>
        </w:rPr>
        <w:t>.)</w:t>
      </w:r>
      <w:r w:rsidR="00FD463C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मलऊन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इब्ने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मुल्जिम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ज़र्ब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अमरौ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अब्देवुद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गज़व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खंदक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बदबख़्त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ज़ख़्म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बुझी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जांबर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शहादत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आख़री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मुख़ातब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फ़र्माया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अम्बिया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औसिया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ज़ख़्म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क़ातिल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ज़र्ब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टुकड़े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टुकड़े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वसियत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फ़रमाने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रसूले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स</w:t>
      </w:r>
      <w:r w:rsidRPr="00F664D0">
        <w:t xml:space="preserve">0)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t xml:space="preserve">– </w:t>
      </w:r>
      <w:r w:rsidRPr="00F664D0">
        <w:rPr>
          <w:rFonts w:hint="cs"/>
          <w:cs/>
          <w:lang w:bidi="hi-IN"/>
        </w:rPr>
        <w:t>मोमिनों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आह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फ़िज़ायें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गूँजने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अवामुन्नास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शियु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मुशरिको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झण्डा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शहादते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मोमिनों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ईमान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उजड़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आसमान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मकीनों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सआदत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फेके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कड़वा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हयात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ज़ालिमों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रसूलुल्लाह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दामाद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पेवस्त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मुर्तुज़ा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बल्कि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लक़ब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दुश्मन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दाग़दार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शक़्क़ुल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क़मर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मोजिज़ा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दोबारा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टुकड़े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ज़ैनब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कुलसूम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फ़र्याद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बलन्द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हुँई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हसन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हुसैन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शिद्दते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फ़ेंके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दर्द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अलम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डूबा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तासीर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होठों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सँभाली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पोछता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चौंका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ठहरो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मुनासिब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जाओ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मुलाज़िमो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लौटाया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तक़ाज़ा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शर्मिन्दगी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पछतावे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लरज़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पशेमान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गया।</w:t>
      </w:r>
    </w:p>
    <w:p w:rsidR="00F664D0" w:rsidRPr="00F664D0" w:rsidRDefault="00F664D0" w:rsidP="00F664D0">
      <w:pPr>
        <w:pStyle w:val="libNormal"/>
      </w:pPr>
      <w:r w:rsidRPr="00F664D0">
        <w:t xml:space="preserve"> </w:t>
      </w:r>
    </w:p>
    <w:p w:rsidR="00F664D0" w:rsidRPr="00F664D0" w:rsidRDefault="00C222AB" w:rsidP="00FD463C">
      <w:pPr>
        <w:pStyle w:val="Heading1"/>
        <w:rPr>
          <w:rFonts w:hint="cs"/>
          <w:lang w:bidi="hi-IN"/>
        </w:rPr>
      </w:pPr>
      <w:r>
        <w:rPr>
          <w:cs/>
          <w:lang w:bidi="hi-IN"/>
        </w:rPr>
        <w:br w:type="page"/>
      </w:r>
      <w:bookmarkStart w:id="14" w:name="_Toc444514654"/>
      <w:r w:rsidR="00FD463C" w:rsidRPr="00A26038">
        <w:rPr>
          <w:rFonts w:hint="cs"/>
          <w:cs/>
        </w:rPr>
        <w:lastRenderedPageBreak/>
        <w:t>जन्नत</w:t>
      </w:r>
      <w:r w:rsidR="00FD463C" w:rsidRPr="00FD463C">
        <w:rPr>
          <w:rFonts w:hint="cs"/>
          <w:cs/>
        </w:rPr>
        <w:t xml:space="preserve"> </w:t>
      </w:r>
      <w:r w:rsidR="00FD463C" w:rsidRPr="00A26038">
        <w:rPr>
          <w:rFonts w:hint="cs"/>
          <w:cs/>
        </w:rPr>
        <w:t>मे</w:t>
      </w:r>
      <w:r w:rsidR="00FD463C" w:rsidRPr="00FD463C">
        <w:rPr>
          <w:rFonts w:hint="cs"/>
          <w:cs/>
        </w:rPr>
        <w:t xml:space="preserve"> </w:t>
      </w:r>
      <w:r w:rsidR="00FD463C" w:rsidRPr="00A26038">
        <w:rPr>
          <w:rFonts w:hint="cs"/>
          <w:cs/>
        </w:rPr>
        <w:t>घर</w:t>
      </w:r>
      <w:bookmarkEnd w:id="14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चहीती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मल्का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ख़िड़की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किनारे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बच्चो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रेत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छोटी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छोटी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ढेरियाँ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क्यारियों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शक्ल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घरौदों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खिड़कियाँ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दरवाज़े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दिलचस्पी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कनीज़ो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मुतावज्जेह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जन्नत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अच्छा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मसनूई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बेहिश्त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कितने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मेज़ाहन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मदद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कनीज़ों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बेहिश्त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इस्तफ्सार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रेत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ठहरो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ढेरियाँ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झोली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नादारों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तलाश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बिस्तर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आँख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ख़ुशनुमा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तसव्वुर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आहिस्ता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आहिस्ता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डूबती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अज़ीमुश्शान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महल्लात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सतरंग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जवाहरात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मोतियों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शफ़्फ़ाफ़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गुलिस्तान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क़ाबिले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कलियाँ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चटक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फ़िज़ायें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मोअत्तर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हवाओं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ताज़गी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रूशें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फूलों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निराली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ख़ूबसुरती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हुस्न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दिलकशी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यक्जा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कनीज़ें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बाँधे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ज़रनिगार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कुर्सी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मोअद्देबाना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तशरिफ़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रखिये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तसवीरे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ज़र्री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कुर्सी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कनीज़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दस्तावेज़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चाँदी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तश्तरी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मुताज़बज़िब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दस्तावेज़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डरते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डरते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हर्फ़ो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>: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बेहिश्त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फरोख़्त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सहर</w:t>
      </w:r>
      <w:r w:rsidRPr="00F664D0">
        <w:rPr>
          <w:cs/>
          <w:lang w:bidi="hi-IN"/>
        </w:rPr>
        <w:t>(</w:t>
      </w:r>
      <w:r w:rsidRPr="00F664D0">
        <w:rPr>
          <w:rFonts w:hint="cs"/>
          <w:cs/>
          <w:lang w:bidi="hi-IN"/>
        </w:rPr>
        <w:t>जादू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फ़िरदौसी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ग़ौर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बशारत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क़्योंकि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बेहिश्त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रोवाँ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रोवाँ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मसर्रत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शादमानी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फ़ूले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साँसों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ज़िल्ले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इलाही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बेहिश्त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दीखला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दिमाग़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अहमक़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ख़फ़्गी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बेहिश्त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क़सम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दस्तावेज़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उल्टे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ख़ामोश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करवट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ग़ायब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तसव्वुर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सुबह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सच्चा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जन्नत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हक़ीक्त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भेजा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लिपटा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शहनशाहो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मानाख़ेज़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तुझ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फक़ीर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बेहिश्त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कारोबार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ऊड़ाया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महा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बदौलत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कारोबार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बेनियाज़ी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बेहिश्त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="00FD463C">
        <w:rPr>
          <w:rFonts w:hint="cs"/>
          <w:cs/>
          <w:lang w:bidi="hi-IN"/>
        </w:rPr>
        <w:t>्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हिलाया</w:t>
      </w:r>
      <w:r w:rsidR="00FD463C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="00FD463C">
        <w:rPr>
          <w:rFonts w:hint="cs"/>
          <w:cs/>
          <w:lang w:bidi="hi-IN"/>
        </w:rPr>
        <w:t>,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D463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बेहिश्त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फ़रोख़्त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FD463C">
        <w:rPr>
          <w:rFonts w:hint="cs"/>
          <w:cs/>
          <w:lang w:bidi="hi-IN"/>
        </w:rPr>
        <w:t>।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क़हक़हा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अनदेखे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</w:p>
    <w:p w:rsidR="00F664D0" w:rsidRPr="00F664D0" w:rsidRDefault="00F664D0" w:rsidP="00F664D0">
      <w:pPr>
        <w:pStyle w:val="libNormal"/>
      </w:pP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करामत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फ़िक्रमन्द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मुतावज्जेह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="00FD463C">
        <w:rPr>
          <w:rFonts w:hint="cs"/>
          <w:cs/>
          <w:lang w:bidi="hi-IN"/>
        </w:rPr>
        <w:t>मोअतक़ि</w:t>
      </w:r>
      <w:r w:rsidRPr="00F664D0">
        <w:rPr>
          <w:rFonts w:hint="cs"/>
          <w:cs/>
          <w:lang w:bidi="hi-IN"/>
        </w:rPr>
        <w:t>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बदगुमानी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FD463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जिन्हें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ख़ुफ़िया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राब्ता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रख़ता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ख़िलाफ़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प्रोपेगण्डा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</w:t>
      </w:r>
      <w:r w:rsidR="00FD463C">
        <w:rPr>
          <w:rFonts w:hint="cs"/>
          <w:cs/>
          <w:lang w:bidi="hi-IN"/>
        </w:rPr>
        <w:t>ुल</w:t>
      </w:r>
      <w:r w:rsidRPr="00F664D0">
        <w:rPr>
          <w:rFonts w:hint="cs"/>
          <w:cs/>
          <w:lang w:bidi="hi-IN"/>
        </w:rPr>
        <w:t>वाया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t xml:space="preserve"> –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Pr="00F664D0">
        <w:rPr>
          <w:cs/>
          <w:lang w:bidi="hi-IN"/>
        </w:rPr>
        <w:t xml:space="preserve"> </w:t>
      </w:r>
      <w:r w:rsidRPr="00F664D0">
        <w:t xml:space="preserve">–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होशमन्दों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निगरानी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गिरफ़्त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D463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="00FD463C">
        <w:rPr>
          <w:rFonts w:hint="cs"/>
          <w:cs/>
          <w:lang w:bidi="hi-IN"/>
        </w:rPr>
        <w:t>आशिक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ज़िल्ले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सुबहानी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हक़ीकत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t xml:space="preserve">–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FD463C" w:rsidRDefault="00FD463C" w:rsidP="00F664D0">
      <w:pPr>
        <w:pStyle w:val="libNormal"/>
        <w:rPr>
          <w:rFonts w:hint="cs"/>
          <w:lang w:bidi="hi-IN"/>
        </w:rPr>
      </w:pPr>
    </w:p>
    <w:p w:rsidR="00FD463C" w:rsidRDefault="00FD463C" w:rsidP="00FD463C">
      <w:pPr>
        <w:pStyle w:val="Heading1"/>
        <w:rPr>
          <w:rFonts w:hint="cs"/>
          <w:lang w:bidi="hi-IN"/>
        </w:rPr>
      </w:pPr>
      <w:bookmarkStart w:id="15" w:name="_Toc444514655"/>
      <w:r w:rsidRPr="00A26038">
        <w:rPr>
          <w:rFonts w:hint="cs"/>
          <w:cs/>
        </w:rPr>
        <w:t>बग़दाद</w:t>
      </w:r>
      <w:r w:rsidRPr="00FD463C">
        <w:rPr>
          <w:cs/>
          <w:lang w:bidi="hi-IN"/>
        </w:rPr>
        <w:t xml:space="preserve"> </w:t>
      </w:r>
      <w:r w:rsidRPr="00A26038">
        <w:rPr>
          <w:rFonts w:hint="cs"/>
          <w:cs/>
        </w:rPr>
        <w:t>का</w:t>
      </w:r>
      <w:r w:rsidRPr="00FD463C">
        <w:rPr>
          <w:cs/>
          <w:lang w:bidi="hi-IN"/>
        </w:rPr>
        <w:t xml:space="preserve"> </w:t>
      </w:r>
      <w:r w:rsidRPr="00A26038">
        <w:rPr>
          <w:rFonts w:hint="cs"/>
          <w:cs/>
        </w:rPr>
        <w:t>सौदागर</w:t>
      </w:r>
      <w:bookmarkEnd w:id="15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गिरफ़्तार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इसलिए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कारोबारी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हसद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मौक़े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नुकसान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रूपया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मुद्दत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रूपये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रूपये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निराली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मुक़र्ररह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मजबूर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इज़्ज़त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मजबूरन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दस्तावेज़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इत्तेफ़ाक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मुक़र्ररह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मुक़द्दमा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दस्तावेज़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टालता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दुश्मन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बायस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तक़ाजा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तदबीर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कुढ़ते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कंधे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खटखटाता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दस्तावेज़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इख़्तेयार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ठण्डी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मुतावज्जेह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दस्तावेज़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चाहोगे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इक़रार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दस्तावेज़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फ़ख्र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इक़दामे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मिलेगी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तौसीफ़ी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</w:t>
      </w:r>
      <w:r w:rsidR="00FD463C">
        <w:rPr>
          <w:rFonts w:hint="cs"/>
          <w:cs/>
          <w:lang w:bidi="hi-IN"/>
        </w:rPr>
        <w:t>ि</w:t>
      </w:r>
      <w:r w:rsidRPr="00F664D0">
        <w:rPr>
          <w:rFonts w:hint="cs"/>
          <w:cs/>
          <w:lang w:bidi="hi-IN"/>
        </w:rPr>
        <w:t>माग़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अक्सर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बेवकूफ़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सिखाया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मुक़र्रब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FD463C" w:rsidRDefault="00FD463C" w:rsidP="00F664D0">
      <w:pPr>
        <w:pStyle w:val="libNormal"/>
        <w:rPr>
          <w:rFonts w:hint="cs"/>
          <w:lang w:bidi="hi-IN"/>
        </w:rPr>
      </w:pPr>
    </w:p>
    <w:p w:rsidR="00FD463C" w:rsidRDefault="00FD463C" w:rsidP="00FD463C">
      <w:pPr>
        <w:pStyle w:val="Heading1"/>
        <w:rPr>
          <w:cs/>
          <w:lang w:bidi="hi-IN"/>
        </w:rPr>
      </w:pPr>
      <w:bookmarkStart w:id="16" w:name="_Toc444514656"/>
      <w:r w:rsidRPr="00A26038">
        <w:rPr>
          <w:rFonts w:hint="cs"/>
          <w:cs/>
        </w:rPr>
        <w:t>बेवकूफ़</w:t>
      </w:r>
      <w:r w:rsidRPr="00FD463C">
        <w:rPr>
          <w:cs/>
          <w:lang w:bidi="hi-IN"/>
        </w:rPr>
        <w:t xml:space="preserve"> </w:t>
      </w:r>
      <w:r w:rsidRPr="00A26038">
        <w:rPr>
          <w:rFonts w:hint="cs"/>
          <w:cs/>
        </w:rPr>
        <w:t>ग़ुलाम</w:t>
      </w:r>
      <w:bookmarkEnd w:id="16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ख़ाकसार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कश्ती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चिल्लाने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कश्ती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उतारो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जाऊगाँ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कश्ती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समन्दर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उल्टा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देंगीं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जायेंगें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रसूल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कश्ती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चीख़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कश्ती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मुसाफ़िरों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बुझाया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चैन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ख़ौफ़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बेचारा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नेकी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पूछ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चीख़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दीमाग़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हथौड़े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जज़ा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सुकून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सौदगर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मिलायी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भाईयों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ज़हमत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डुबकियाँ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चीख़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भाईयों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ताम्मुल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शाबाश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बिस्मिल्लाह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सौदगर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वयला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चली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आदमियों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मज़बूती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समुंद्र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बचाओ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बचाओ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मुसाफ़िरों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खींच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हाँपते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काँपते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किनारे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चुपचाप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मुसाफ़िरों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ख़ामोशी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नुस्ख़ा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ईजाद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साबित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कश्ती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समुंद्र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नुक्ता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कश्ती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समुंद्र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मुक़ाबले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महफ़ूज़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मसख़रे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ज़िल्ले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इलाही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बल्कि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बेवकूफ़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सबूत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सलाहियत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मुताजस्सिस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D463C" w:rsidRDefault="00FD463C" w:rsidP="00F664D0">
      <w:pPr>
        <w:pStyle w:val="libNormal"/>
        <w:rPr>
          <w:rFonts w:hint="cs"/>
          <w:lang w:bidi="hi-IN"/>
        </w:rPr>
      </w:pPr>
    </w:p>
    <w:p w:rsidR="00FD463C" w:rsidRPr="00A26038" w:rsidRDefault="00FD463C" w:rsidP="00FD463C">
      <w:pPr>
        <w:pStyle w:val="Heading1"/>
        <w:rPr>
          <w:cs/>
        </w:rPr>
      </w:pPr>
      <w:bookmarkStart w:id="17" w:name="_Toc444514657"/>
      <w:r w:rsidRPr="00A26038">
        <w:rPr>
          <w:rFonts w:hint="cs"/>
          <w:cs/>
        </w:rPr>
        <w:t>व्यापारी</w:t>
      </w:r>
      <w:bookmarkEnd w:id="17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पागलपन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ग़ालेबन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मेहरबानी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मशाविरा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बख़्श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अल्लाहताला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दीवानों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दुवेंशों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अक्सर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t xml:space="preserve">,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इत्तेफाक़न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t xml:space="preserve">,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इरादा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ताजिर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ठख़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ठख़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ओ</w:t>
      </w:r>
      <w:r w:rsidRPr="00F664D0">
        <w:t xml:space="preserve">,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तिजारत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प्याज़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तर्बूज़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अहमक़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सर्माया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प्याज़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तर्बूज़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फ़सल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ज़ख़ीरा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ख़सारा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सर्माया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हालांकि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पिछली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गोया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वेक़ार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गौहर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ताजिर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t xml:space="preserve">, </w:t>
      </w:r>
      <w:r w:rsidRPr="00F664D0">
        <w:rPr>
          <w:rFonts w:hint="cs"/>
          <w:cs/>
          <w:lang w:bidi="hi-IN"/>
        </w:rPr>
        <w:t>चूँकि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मुख़ातब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पागलपन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बन्दोबस्त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मुफ़्त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एहतियात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इज़्हारे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फ़र्दे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जुर्म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आयद्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रद्दे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तजवीज़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मोहतात्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शाहाना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निख़्वत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FD463C">
        <w:rPr>
          <w:rFonts w:hint="cs"/>
          <w:cs/>
          <w:lang w:bidi="hi-IN"/>
        </w:rPr>
        <w:t xml:space="preserve"> हो 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इल्ज़ाम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अंबिया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सलफ़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तौहीन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ख़ारिज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वाजिबुल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E708F9" w:rsidRDefault="00F664D0" w:rsidP="00FD463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सुबूत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सुबूत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गवाह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मुशीर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तहक्कुमाना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2A6113" w:rsidRDefault="002A6113" w:rsidP="00F664D0">
      <w:pPr>
        <w:pStyle w:val="libNormal"/>
        <w:rPr>
          <w:rFonts w:hint="cs"/>
          <w:lang w:bidi="hi-IN"/>
        </w:rPr>
      </w:pPr>
    </w:p>
    <w:p w:rsidR="002A6113" w:rsidRDefault="002A6113" w:rsidP="002A6113">
      <w:pPr>
        <w:pStyle w:val="Heading1"/>
        <w:rPr>
          <w:rFonts w:hint="cs"/>
          <w:lang w:bidi="hi-IN"/>
        </w:rPr>
      </w:pPr>
      <w:bookmarkStart w:id="18" w:name="_Toc444514658"/>
      <w:r w:rsidRPr="00A26038">
        <w:rPr>
          <w:rFonts w:hint="cs"/>
          <w:cs/>
        </w:rPr>
        <w:t>लूत</w:t>
      </w:r>
      <w:r w:rsidRPr="002A6113">
        <w:rPr>
          <w:rFonts w:hint="cs"/>
          <w:cs/>
        </w:rPr>
        <w:t xml:space="preserve"> </w:t>
      </w:r>
      <w:r w:rsidRPr="00A26038">
        <w:rPr>
          <w:rFonts w:hint="cs"/>
          <w:cs/>
        </w:rPr>
        <w:t>नबी</w:t>
      </w:r>
      <w:bookmarkEnd w:id="18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लूत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पैग़म्बर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ऊबाशों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अय्याशों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पैग़म्बर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पैग़म्बरे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पैग़म्बरे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क़ुर्आने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इल्ज़ाम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साबित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हुनर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ममल</w:t>
      </w:r>
      <w:r w:rsidR="002A6113">
        <w:rPr>
          <w:rFonts w:hint="cs"/>
          <w:cs/>
          <w:lang w:bidi="hi-IN"/>
        </w:rPr>
        <w:t>े</w:t>
      </w:r>
      <w:r w:rsidRPr="00F664D0">
        <w:rPr>
          <w:rFonts w:hint="cs"/>
          <w:cs/>
          <w:lang w:bidi="hi-IN"/>
        </w:rPr>
        <w:t>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नातेक़ा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मौसूफ़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झाँकने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हालांकि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दिमाग़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="002A6113" w:rsidRPr="00A26038">
        <w:rPr>
          <w:rFonts w:hint="cs"/>
          <w:cs/>
          <w:lang w:bidi="hi-IN"/>
        </w:rPr>
        <w:t>ममलेकत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तज़किरा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महफ़िल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t xml:space="preserve">,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2A6113">
        <w:rPr>
          <w:rFonts w:hint="cs"/>
          <w:cs/>
          <w:lang w:bidi="hi-IN"/>
        </w:rPr>
        <w:t>।</w:t>
      </w:r>
    </w:p>
    <w:p w:rsidR="002A6113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="00E708F9">
        <w:rPr>
          <w:cs/>
          <w:lang w:bidi="hi-IN"/>
        </w:rPr>
        <w:t xml:space="preserve">। </w:t>
      </w:r>
    </w:p>
    <w:p w:rsidR="002A6113" w:rsidRPr="00A26038" w:rsidRDefault="002A6113" w:rsidP="002A6113">
      <w:pPr>
        <w:pStyle w:val="Heading1"/>
        <w:rPr>
          <w:rFonts w:hint="cs"/>
        </w:rPr>
      </w:pPr>
      <w:bookmarkStart w:id="19" w:name="_Toc444514659"/>
      <w:r w:rsidRPr="00A26038">
        <w:rPr>
          <w:rFonts w:hint="cs"/>
          <w:cs/>
        </w:rPr>
        <w:t>वज़ीर</w:t>
      </w:r>
      <w:bookmarkEnd w:id="19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2A6113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इत्तेफ़कन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</w:t>
      </w:r>
      <w:r w:rsidR="002A6113">
        <w:rPr>
          <w:rFonts w:hint="cs"/>
          <w:cs/>
          <w:lang w:bidi="hi-IN"/>
        </w:rPr>
        <w:t>ी</w:t>
      </w:r>
      <w:r w:rsidRPr="00F664D0">
        <w:rPr>
          <w:rFonts w:hint="cs"/>
          <w:cs/>
          <w:lang w:bidi="hi-IN"/>
        </w:rPr>
        <w:t>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ममल</w:t>
      </w:r>
      <w:r w:rsidR="002A6113">
        <w:rPr>
          <w:rFonts w:hint="cs"/>
          <w:cs/>
          <w:lang w:bidi="hi-IN"/>
        </w:rPr>
        <w:t>े</w:t>
      </w:r>
      <w:r w:rsidRPr="00F664D0">
        <w:rPr>
          <w:rFonts w:hint="cs"/>
          <w:cs/>
          <w:lang w:bidi="hi-IN"/>
        </w:rPr>
        <w:t>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मुलाक़ात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मेज़ाहन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मुबारक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कुत्तो</w:t>
      </w:r>
      <w:r w:rsidRPr="00F664D0">
        <w:t xml:space="preserve">, </w:t>
      </w:r>
      <w:r w:rsidRPr="00F664D0">
        <w:rPr>
          <w:rFonts w:hint="cs"/>
          <w:cs/>
          <w:lang w:bidi="hi-IN"/>
        </w:rPr>
        <w:t>मुर्ग़ो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सुअरों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हाकिम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तवक्क़ुफ़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ख़बरदार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सरताबी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रय्यत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बेसाख़्तगी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क़ाबू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वज़ीरे</w:t>
      </w:r>
      <w:r w:rsidRPr="00F664D0">
        <w:rPr>
          <w:cs/>
          <w:lang w:bidi="hi-IN"/>
        </w:rPr>
        <w:t xml:space="preserve"> </w:t>
      </w:r>
      <w:r w:rsidR="002A6113" w:rsidRPr="00A26038">
        <w:rPr>
          <w:rFonts w:hint="cs"/>
          <w:cs/>
          <w:lang w:bidi="hi-IN"/>
        </w:rPr>
        <w:t>ममलेकत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मेज़ाज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ग़नीमत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मुशीर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वज़ीरे</w:t>
      </w:r>
      <w:r w:rsidRPr="00F664D0">
        <w:rPr>
          <w:cs/>
          <w:lang w:bidi="hi-IN"/>
        </w:rPr>
        <w:t xml:space="preserve"> </w:t>
      </w:r>
      <w:r w:rsidR="002A6113" w:rsidRPr="00A26038">
        <w:rPr>
          <w:rFonts w:hint="cs"/>
          <w:cs/>
          <w:lang w:bidi="hi-IN"/>
        </w:rPr>
        <w:t>ममलेकत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वाक़ेआ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पिछले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हफ़्ते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="00E708F9">
        <w:rPr>
          <w:cs/>
          <w:lang w:bidi="hi-IN"/>
        </w:rPr>
        <w:t xml:space="preserve">।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ख़फ़ीफ़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ज़िल्ले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हासिदों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वज़ीरे</w:t>
      </w:r>
      <w:r w:rsidRPr="00F664D0">
        <w:rPr>
          <w:cs/>
          <w:lang w:bidi="hi-IN"/>
        </w:rPr>
        <w:t xml:space="preserve"> </w:t>
      </w:r>
      <w:r w:rsidR="002A6113" w:rsidRPr="00A26038">
        <w:rPr>
          <w:rFonts w:hint="cs"/>
          <w:cs/>
          <w:lang w:bidi="hi-IN"/>
        </w:rPr>
        <w:t>ममलेकत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निशाना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सरज़निश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</w:p>
    <w:p w:rsidR="002A6113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सरताबी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ख़ज़िल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="00E708F9">
        <w:rPr>
          <w:cs/>
          <w:lang w:bidi="hi-IN"/>
        </w:rPr>
        <w:t xml:space="preserve">। </w:t>
      </w:r>
    </w:p>
    <w:p w:rsidR="002A6113" w:rsidRDefault="002A6113" w:rsidP="00F664D0">
      <w:pPr>
        <w:pStyle w:val="libNormal"/>
        <w:rPr>
          <w:rFonts w:hint="cs"/>
          <w:lang w:bidi="hi-IN"/>
        </w:rPr>
      </w:pPr>
    </w:p>
    <w:p w:rsidR="002A6113" w:rsidRDefault="002A6113" w:rsidP="002A6113">
      <w:pPr>
        <w:pStyle w:val="Heading1"/>
        <w:rPr>
          <w:rFonts w:hint="cs"/>
          <w:lang w:bidi="hi-IN"/>
        </w:rPr>
      </w:pPr>
      <w:bookmarkStart w:id="20" w:name="_Toc444514660"/>
      <w:r w:rsidRPr="00A26038">
        <w:rPr>
          <w:rFonts w:hint="cs"/>
          <w:cs/>
        </w:rPr>
        <w:t>कबूतर</w:t>
      </w:r>
      <w:r w:rsidRPr="002A6113">
        <w:rPr>
          <w:rFonts w:hint="cs"/>
          <w:cs/>
        </w:rPr>
        <w:t xml:space="preserve"> </w:t>
      </w:r>
      <w:r w:rsidRPr="00A26038">
        <w:rPr>
          <w:rFonts w:hint="cs"/>
          <w:cs/>
        </w:rPr>
        <w:t>की</w:t>
      </w:r>
      <w:r w:rsidRPr="002A6113">
        <w:rPr>
          <w:rFonts w:hint="cs"/>
          <w:cs/>
        </w:rPr>
        <w:t xml:space="preserve"> </w:t>
      </w:r>
      <w:r w:rsidRPr="00A26038">
        <w:rPr>
          <w:rFonts w:hint="cs"/>
          <w:cs/>
        </w:rPr>
        <w:t>बीट</w:t>
      </w:r>
      <w:bookmarkEnd w:id="20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पनीर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शायद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रेज़ा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दाढ़ी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अटका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F664D0" w:rsidRPr="00F664D0" w:rsidRDefault="002A6113" w:rsidP="00F664D0">
      <w:pPr>
        <w:pStyle w:val="libNormal"/>
      </w:pPr>
      <w:r>
        <w:rPr>
          <w:rFonts w:hint="cs"/>
          <w:cs/>
          <w:lang w:bidi="hi-IN"/>
        </w:rPr>
        <w:t>बद</w:t>
      </w:r>
      <w:r w:rsidR="00F664D0" w:rsidRPr="00F664D0">
        <w:rPr>
          <w:rFonts w:hint="cs"/>
          <w:cs/>
          <w:lang w:bidi="hi-IN"/>
        </w:rPr>
        <w:t>किस</w:t>
      </w:r>
      <w:r>
        <w:rPr>
          <w:rFonts w:hint="cs"/>
          <w:cs/>
          <w:lang w:bidi="hi-IN"/>
        </w:rPr>
        <w:t>्</w:t>
      </w:r>
      <w:r w:rsidR="00F664D0" w:rsidRPr="00F664D0">
        <w:rPr>
          <w:rFonts w:hint="cs"/>
          <w:cs/>
          <w:lang w:bidi="hi-IN"/>
        </w:rPr>
        <w:t>मत</w:t>
      </w:r>
      <w:r>
        <w:rPr>
          <w:rFonts w:hint="cs"/>
          <w:cs/>
          <w:lang w:bidi="hi-IN"/>
        </w:rPr>
        <w:t>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</w:t>
      </w:r>
      <w:r>
        <w:rPr>
          <w:rFonts w:hint="cs"/>
          <w:cs/>
          <w:lang w:bidi="hi-IN"/>
        </w:rPr>
        <w:t>ि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बोहलोल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उस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तरफ़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आ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निकला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और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मुझसे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पूछने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मुशीर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साहब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आज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आपने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नाश्ते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में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क्या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तनाव्वुल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फ़रमाया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="00F664D0" w:rsidRPr="00F664D0">
        <w:t xml:space="preserve">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कबूतर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रीशे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अटकी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साख़्ता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मसख़रा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t xml:space="preserve">,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2A6113" w:rsidRPr="00F664D0" w:rsidRDefault="002A6113" w:rsidP="002A6113">
      <w:pPr>
        <w:pStyle w:val="Heading1"/>
        <w:rPr>
          <w:rFonts w:hint="cs"/>
          <w:lang w:bidi="hi-IN"/>
        </w:rPr>
      </w:pPr>
      <w:bookmarkStart w:id="21" w:name="_Toc444514661"/>
      <w:r w:rsidRPr="00A26038">
        <w:rPr>
          <w:rFonts w:hint="cs"/>
          <w:cs/>
        </w:rPr>
        <w:t>हारून</w:t>
      </w:r>
      <w:r w:rsidRPr="002A6113">
        <w:rPr>
          <w:rFonts w:hint="cs"/>
          <w:cs/>
        </w:rPr>
        <w:t xml:space="preserve"> </w:t>
      </w:r>
      <w:r w:rsidRPr="00A26038">
        <w:rPr>
          <w:rFonts w:hint="cs"/>
          <w:cs/>
        </w:rPr>
        <w:t>के</w:t>
      </w:r>
      <w:r w:rsidRPr="002A6113">
        <w:rPr>
          <w:rFonts w:hint="cs"/>
          <w:cs/>
        </w:rPr>
        <w:t xml:space="preserve"> </w:t>
      </w:r>
      <w:r w:rsidRPr="00A26038">
        <w:rPr>
          <w:rFonts w:hint="cs"/>
          <w:cs/>
        </w:rPr>
        <w:t>दरबार</w:t>
      </w:r>
      <w:r w:rsidRPr="002A6113">
        <w:rPr>
          <w:rFonts w:hint="cs"/>
          <w:cs/>
        </w:rPr>
        <w:t xml:space="preserve"> </w:t>
      </w:r>
      <w:r w:rsidRPr="00A26038">
        <w:rPr>
          <w:rFonts w:hint="cs"/>
          <w:cs/>
        </w:rPr>
        <w:t>मे</w:t>
      </w:r>
      <w:r w:rsidRPr="002A6113">
        <w:rPr>
          <w:rFonts w:hint="cs"/>
          <w:cs/>
        </w:rPr>
        <w:t xml:space="preserve"> </w:t>
      </w:r>
      <w:r w:rsidRPr="00A26038">
        <w:rPr>
          <w:rFonts w:hint="cs"/>
          <w:cs/>
        </w:rPr>
        <w:t>हाज़री</w:t>
      </w:r>
      <w:bookmarkEnd w:id="21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निगार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तमकेनत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बोसीदा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पापोश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पेवंद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ख़श्मगीन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होशियार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हुकूमत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बाग़ी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दोस्तदारों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मुतावज्जेह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हुकूमत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तख़्ता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ताछ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हुकूमत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ग़ाफ़िल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गर्मियों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मज़हक़ा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कुत्ते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इत्तेलाअ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सुलूक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करेंगें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भरे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उड़ाने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यायेगा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नमूना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इबरत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जाओगे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कपड़े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पालान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सन्नाटा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दरबारी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हैबते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बेनियाज़ी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घसीट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उछाली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बोसीदा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नोचकर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पे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पालान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ख़ींचता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सराओं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तज़लील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हैबते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कज़ाई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ताज्जुब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मकीन</w:t>
      </w:r>
      <w:r w:rsidRPr="00F664D0">
        <w:t xml:space="preserve">, </w:t>
      </w:r>
      <w:r w:rsidRPr="00F664D0">
        <w:rPr>
          <w:rFonts w:hint="cs"/>
          <w:cs/>
          <w:lang w:bidi="hi-IN"/>
        </w:rPr>
        <w:t>इन्सानियत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तौहीन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मुस्तौजब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ख़ौफ़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खींचता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गर्दन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ख़ैरियत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कुसूर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गर्दन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मैने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सच्ची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ख़ुल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फाख़ेरा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इन्तेज़ार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साख़्ता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काफ़ूर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ख़ुल्अते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फ़ाखरा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शुक्रिया</w:t>
      </w:r>
      <w:r w:rsidR="002A6113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पेवंद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ग़नीमत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पे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Pr="00F664D0">
        <w:rPr>
          <w:cs/>
          <w:lang w:bidi="hi-IN"/>
        </w:rPr>
        <w:t xml:space="preserve"> </w:t>
      </w:r>
      <w:r w:rsidRPr="00F664D0">
        <w:t xml:space="preserve">–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जहन्न</w:t>
      </w:r>
      <w:r w:rsidR="002A6113">
        <w:rPr>
          <w:rFonts w:hint="cs"/>
          <w:cs/>
          <w:lang w:bidi="hi-IN"/>
        </w:rPr>
        <w:t>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पुश्तो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मोंहरों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ग़रीबो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मोहताजो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पलट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मुस्तहक़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कारिन्दे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टैक्स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वुसूल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ख़ज़ाने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</w:t>
      </w:r>
      <w:r w:rsidR="002A6113">
        <w:rPr>
          <w:rFonts w:hint="cs"/>
          <w:cs/>
          <w:lang w:bidi="hi-IN"/>
        </w:rPr>
        <w:t>ु</w:t>
      </w:r>
      <w:r w:rsidRPr="00F664D0">
        <w:rPr>
          <w:rFonts w:hint="cs"/>
          <w:cs/>
          <w:lang w:bidi="hi-IN"/>
        </w:rPr>
        <w:t>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सन्नाटे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अन्जाम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रोंगटे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रोको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गूँजी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तसव्वुर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इताबे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</w:t>
      </w:r>
      <w:r w:rsidR="002A6113">
        <w:rPr>
          <w:rFonts w:hint="cs"/>
          <w:cs/>
          <w:lang w:bidi="hi-IN"/>
        </w:rPr>
        <w:t>ु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घसीट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पशेमानी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गहरी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होशमन्दों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नसीहत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ग़ुलामों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मख़सूस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बेनियाज़ी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पिछले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ख़लीफ़ाओं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क़ब्रों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अर्स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दराज़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ग़ुज़ारते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क़ब्रों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पछताते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काश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आख़ेरत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पछतावे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अन्जाम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दबदबा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कपकपी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मुतास्सिफ़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मख़लूक़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तदबीर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अदल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मुनासिब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दूसरो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मुस्तहक़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मज़लूम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फ़रियाद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तवज्जोह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बुर्दबारी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आफ़रीन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आफ़रीन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मरहबा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मरहबा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तौसीफ़ी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नारा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हाय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तहसीन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बलन्द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किये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ख़ज़ाने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मुख़ातब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ख़ज़ाने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मुनासिब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लौटा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एहसान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ख़्वाहिश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आरज़ू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ख़्वाहिश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आरज़ू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नसीहतों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इक़्तेदार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नसीहतों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फ़रामोश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2A6113" w:rsidRPr="00F664D0" w:rsidRDefault="00C222AB" w:rsidP="002A6113">
      <w:pPr>
        <w:pStyle w:val="Heading1"/>
        <w:rPr>
          <w:rFonts w:hint="cs"/>
          <w:lang w:bidi="hi-IN"/>
        </w:rPr>
      </w:pPr>
      <w:r>
        <w:rPr>
          <w:cs/>
          <w:lang w:bidi="hi-IN"/>
        </w:rPr>
        <w:br w:type="page"/>
      </w:r>
      <w:bookmarkStart w:id="22" w:name="_Toc444514662"/>
      <w:r w:rsidR="002A6113" w:rsidRPr="00A26038">
        <w:rPr>
          <w:rFonts w:hint="cs"/>
          <w:cs/>
        </w:rPr>
        <w:lastRenderedPageBreak/>
        <w:t>बोहलोल</w:t>
      </w:r>
      <w:r w:rsidR="002A6113" w:rsidRPr="0078510C">
        <w:rPr>
          <w:rFonts w:hint="cs"/>
          <w:cs/>
        </w:rPr>
        <w:t xml:space="preserve"> </w:t>
      </w:r>
      <w:r w:rsidR="002A6113" w:rsidRPr="00A26038">
        <w:rPr>
          <w:rFonts w:hint="cs"/>
          <w:cs/>
        </w:rPr>
        <w:t>के</w:t>
      </w:r>
      <w:r w:rsidR="002A6113" w:rsidRPr="0078510C">
        <w:rPr>
          <w:rFonts w:hint="cs"/>
          <w:cs/>
        </w:rPr>
        <w:t xml:space="preserve"> </w:t>
      </w:r>
      <w:r w:rsidR="002A6113" w:rsidRPr="00A26038">
        <w:rPr>
          <w:rFonts w:hint="cs"/>
          <w:cs/>
        </w:rPr>
        <w:t>घर</w:t>
      </w:r>
      <w:r w:rsidR="002A6113" w:rsidRPr="0078510C">
        <w:rPr>
          <w:rFonts w:hint="cs"/>
          <w:cs/>
        </w:rPr>
        <w:t xml:space="preserve"> </w:t>
      </w:r>
      <w:r w:rsidR="002A6113" w:rsidRPr="00A26038">
        <w:rPr>
          <w:rFonts w:hint="cs"/>
          <w:cs/>
        </w:rPr>
        <w:t>चोरी</w:t>
      </w:r>
      <w:bookmarkEnd w:id="22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जमाशुदा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ग़ायब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हंगामी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छिपाकर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ग़ालेबन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छुपाते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उठीई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नज़दीक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वाक़ेअ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तबई</w:t>
      </w:r>
      <w:r w:rsidR="0078510C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आओ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आऊँ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78510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अख़लाक़ी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मेहरबानी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थोड़ी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दफ़्न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हाँ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फ़ेराख़दिली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मशरिक़ी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खण्डर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कब्रिस्तान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तक़रीबन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ढ़ाई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किन</w:t>
      </w:r>
      <w:r w:rsidR="0078510C">
        <w:rPr>
          <w:rFonts w:hint="cs"/>
          <w:cs/>
          <w:lang w:bidi="hi-IN"/>
        </w:rPr>
        <w:t>ा</w:t>
      </w:r>
      <w:r w:rsidRPr="00F664D0">
        <w:rPr>
          <w:rFonts w:hint="cs"/>
          <w:cs/>
          <w:lang w:bidi="hi-IN"/>
        </w:rPr>
        <w:t>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पचास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दफ़्न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लगभग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78510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="0078510C">
        <w:rPr>
          <w:rFonts w:hint="cs"/>
          <w:cs/>
          <w:lang w:bidi="hi-IN"/>
        </w:rPr>
        <w:t>जग</w:t>
      </w:r>
      <w:r w:rsidRPr="00F664D0">
        <w:rPr>
          <w:rFonts w:hint="cs"/>
          <w:cs/>
          <w:lang w:bidi="hi-IN"/>
        </w:rPr>
        <w:t>हों</w:t>
      </w:r>
      <w:r w:rsidRPr="00F664D0">
        <w:rPr>
          <w:cs/>
          <w:lang w:bidi="hi-IN"/>
        </w:rPr>
        <w:t xml:space="preserve"> </w:t>
      </w:r>
      <w:r w:rsidR="0078510C">
        <w:rPr>
          <w:rFonts w:hint="cs"/>
          <w:cs/>
          <w:lang w:bidi="hi-IN"/>
        </w:rPr>
        <w:t>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छुपा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आमद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रफ़्त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महफ़ूज़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गाड़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निगेहबान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अलविदा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खोदकर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चुराये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गाड़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दबाकर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हटाकर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मोची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इन्तेज़ार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तलाश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E708F9" w:rsidRDefault="00F664D0" w:rsidP="0078510C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इत्तेफ़ाकन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="0078510C">
        <w:rPr>
          <w:rFonts w:hint="cs"/>
          <w:cs/>
          <w:lang w:bidi="hi-IN"/>
        </w:rPr>
        <w:t>जग</w:t>
      </w:r>
      <w:r w:rsidRPr="00F664D0">
        <w:rPr>
          <w:rFonts w:hint="cs"/>
          <w:cs/>
          <w:lang w:bidi="hi-IN"/>
        </w:rPr>
        <w:t>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="0078510C" w:rsidRPr="00A26038">
        <w:rPr>
          <w:rFonts w:hint="cs"/>
          <w:cs/>
          <w:lang w:bidi="hi-IN"/>
        </w:rPr>
        <w:t>उमूमन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="0078510C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>।</w:t>
      </w:r>
    </w:p>
    <w:p w:rsidR="0078510C" w:rsidRDefault="0078510C" w:rsidP="0078510C">
      <w:pPr>
        <w:pStyle w:val="libNormal"/>
        <w:rPr>
          <w:rFonts w:hint="cs"/>
          <w:lang w:bidi="hi-IN"/>
        </w:rPr>
      </w:pPr>
    </w:p>
    <w:p w:rsidR="0078510C" w:rsidRDefault="0078510C" w:rsidP="0078510C">
      <w:pPr>
        <w:pStyle w:val="Heading1"/>
        <w:rPr>
          <w:cs/>
          <w:lang w:bidi="hi-IN"/>
        </w:rPr>
      </w:pPr>
      <w:bookmarkStart w:id="23" w:name="_Toc444514663"/>
      <w:r>
        <w:rPr>
          <w:rFonts w:hint="cs"/>
          <w:cs/>
          <w:lang w:bidi="hi-IN"/>
        </w:rPr>
        <w:t>मकान का सजदा</w:t>
      </w:r>
      <w:bookmarkEnd w:id="23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टूटे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दरवाज़े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वाह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="0078510C">
        <w:rPr>
          <w:rFonts w:hint="cs"/>
          <w:cs/>
          <w:lang w:bidi="hi-IN"/>
        </w:rPr>
        <w:t>नामव</w:t>
      </w:r>
      <w:r w:rsidRPr="00F664D0">
        <w:rPr>
          <w:rFonts w:hint="cs"/>
          <w:cs/>
          <w:lang w:bidi="hi-IN"/>
        </w:rPr>
        <w:t>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किरायेदार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78510C">
        <w:rPr>
          <w:rFonts w:hint="cs"/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उम्मीद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78510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किराया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देंगें</w:t>
      </w:r>
      <w:r w:rsidR="0078510C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लरज़ती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मुलाहिज़ा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78510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बेशक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बेशक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78510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मौजूदाते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आलम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तसबीह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78510C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सँभाला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78510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तसबीह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तहलील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रूख़सत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सँभाली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88421C" w:rsidRPr="00F664D0" w:rsidRDefault="00692A25" w:rsidP="00692A25">
      <w:pPr>
        <w:pStyle w:val="Heading1"/>
        <w:rPr>
          <w:rFonts w:hint="cs"/>
          <w:lang w:bidi="hi-IN"/>
        </w:rPr>
      </w:pPr>
      <w:bookmarkStart w:id="24" w:name="_Toc444514664"/>
      <w:r>
        <w:rPr>
          <w:rFonts w:hint="cs"/>
          <w:cs/>
          <w:lang w:bidi="hi-IN"/>
        </w:rPr>
        <w:t>मुसाफिर आलिम</w:t>
      </w:r>
      <w:bookmarkEnd w:id="24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421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गिरफ़्त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दिमाग़ी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क़ुर्बत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जासूसो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सरगर्मियों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पुर्स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अक्सर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मौक़ो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घाट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घाट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मुल्कों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मुल्कों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घूमा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दानिशवरों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मुक़र्रबीन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नालाएक़ी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रूख़्सत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मुशीरों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बायसे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नंग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आजिज़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मुक़ाबले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तिफ़्ले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दरबारियों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इताबेशाही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बर्ख़ास्त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दरबारियों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खलबली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बागशाह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दोस्तों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माजरा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="00E708F9">
        <w:rPr>
          <w:cs/>
          <w:lang w:bidi="hi-IN"/>
        </w:rPr>
        <w:t>।</w:t>
      </w:r>
    </w:p>
    <w:p w:rsidR="00E708F9" w:rsidRDefault="00F664D0" w:rsidP="0088421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आरास्ता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वज़ीर</w:t>
      </w:r>
      <w:r w:rsidRPr="00F664D0">
        <w:t xml:space="preserve">, </w:t>
      </w:r>
      <w:r w:rsidRPr="00F664D0">
        <w:rPr>
          <w:rFonts w:hint="cs"/>
          <w:cs/>
          <w:lang w:bidi="hi-IN"/>
        </w:rPr>
        <w:t>मीर</w:t>
      </w:r>
      <w:r w:rsidRPr="00F664D0">
        <w:t xml:space="preserve">, </w:t>
      </w:r>
      <w:r w:rsidRPr="00F664D0">
        <w:rPr>
          <w:rFonts w:hint="cs"/>
          <w:cs/>
          <w:lang w:bidi="hi-IN"/>
        </w:rPr>
        <w:t>मुशीर</w:t>
      </w:r>
      <w:r w:rsidRPr="00F664D0">
        <w:rPr>
          <w:cs/>
          <w:lang w:bidi="hi-IN"/>
        </w:rPr>
        <w:t xml:space="preserve"> </w:t>
      </w:r>
      <w:r w:rsidR="0088421C">
        <w:rPr>
          <w:rFonts w:hint="cs"/>
          <w:cs/>
          <w:lang w:bidi="hi-IN"/>
        </w:rPr>
        <w:t xml:space="preserve">सोने की </w:t>
      </w:r>
      <w:r w:rsidRPr="00F664D0">
        <w:rPr>
          <w:rFonts w:hint="cs"/>
          <w:cs/>
          <w:lang w:bidi="hi-IN"/>
        </w:rPr>
        <w:t>कुर्सियों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निगार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मुतामक्किन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कुर्सी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मोअज़्ज़</w:t>
      </w:r>
      <w:r w:rsidR="0088421C">
        <w:rPr>
          <w:rFonts w:hint="cs"/>
          <w:cs/>
          <w:lang w:bidi="hi-IN"/>
        </w:rPr>
        <w:t>ि</w:t>
      </w:r>
      <w:r w:rsidRPr="00F664D0">
        <w:rPr>
          <w:rFonts w:hint="cs"/>
          <w:cs/>
          <w:lang w:bidi="hi-IN"/>
        </w:rPr>
        <w:t>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गुज़रे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421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गूँजी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ज़हमत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लाठी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पटख़्ता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दाख़िले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क़हीब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हिचकिचाया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</w:t>
      </w:r>
      <w:r w:rsidR="0088421C">
        <w:rPr>
          <w:rFonts w:hint="cs"/>
          <w:cs/>
          <w:lang w:bidi="hi-IN"/>
        </w:rPr>
        <w:t>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88421C">
        <w:rPr>
          <w:cs/>
          <w:lang w:bidi="hi-IN"/>
        </w:rPr>
        <w:t>।</w:t>
      </w:r>
      <w:r w:rsidR="0088421C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</w:t>
      </w:r>
      <w:r w:rsidR="0088421C">
        <w:rPr>
          <w:rFonts w:hint="cs"/>
          <w:cs/>
          <w:lang w:bidi="hi-IN"/>
        </w:rPr>
        <w:t>े</w:t>
      </w:r>
      <w:r w:rsidRPr="00F664D0">
        <w:rPr>
          <w:rFonts w:hint="cs"/>
          <w:cs/>
          <w:lang w:bidi="hi-IN"/>
        </w:rPr>
        <w:t>हरे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झलक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हैबते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कज़ाई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ताज्जुब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88421C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चश्म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मुस्तैदी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ख़ींच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88421C">
        <w:rPr>
          <w:rFonts w:hint="cs"/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लकीर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खींच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</w:t>
      </w:r>
      <w:r w:rsidR="0088421C">
        <w:rPr>
          <w:rFonts w:hint="cs"/>
          <w:cs/>
          <w:lang w:bidi="hi-IN"/>
        </w:rPr>
        <w:t>े</w:t>
      </w:r>
      <w:r w:rsidRPr="00F664D0">
        <w:rPr>
          <w:rFonts w:hint="cs"/>
          <w:cs/>
          <w:lang w:bidi="hi-IN"/>
        </w:rPr>
        <w:t>हरे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मुस्कुराहट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खींच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मर्तबा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बाँटा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खटखटाई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रखकर</w:t>
      </w:r>
      <w:r w:rsidRPr="00F664D0">
        <w:rPr>
          <w:cs/>
          <w:lang w:bidi="hi-IN"/>
        </w:rPr>
        <w:t xml:space="preserve"> </w:t>
      </w:r>
      <w:r w:rsidR="0088421C">
        <w:rPr>
          <w:rFonts w:hint="cs"/>
          <w:cs/>
          <w:lang w:bidi="hi-IN"/>
        </w:rPr>
        <w:t>उं</w:t>
      </w:r>
      <w:r w:rsidRPr="00F664D0">
        <w:rPr>
          <w:rFonts w:hint="cs"/>
          <w:cs/>
          <w:lang w:bidi="hi-IN"/>
        </w:rPr>
        <w:t>गलियाँ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नशिस्त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तौसीफ़ी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88421C">
        <w:rPr>
          <w:rFonts w:hint="cs"/>
          <w:cs/>
          <w:lang w:bidi="hi-IN"/>
        </w:rPr>
        <w:t>ः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मरहबा</w:t>
      </w:r>
      <w:r w:rsidR="00E708F9">
        <w:rPr>
          <w:cs/>
          <w:lang w:bidi="hi-IN"/>
        </w:rPr>
        <w:t xml:space="preserve">। </w:t>
      </w:r>
      <w:r w:rsidR="0088421C">
        <w:rPr>
          <w:rFonts w:hint="cs"/>
          <w:cs/>
          <w:lang w:bidi="hi-IN"/>
        </w:rPr>
        <w:t>आफ़रीन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मुबारकबाद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आलिम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फ़ख़्र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यक़ीनन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दर्सगाह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</w:t>
      </w:r>
      <w:r w:rsidR="0088421C">
        <w:rPr>
          <w:rFonts w:hint="cs"/>
          <w:cs/>
          <w:lang w:bidi="hi-IN"/>
        </w:rPr>
        <w:t>ि</w:t>
      </w:r>
      <w:r w:rsidRPr="00F664D0">
        <w:rPr>
          <w:rFonts w:hint="cs"/>
          <w:cs/>
          <w:lang w:bidi="hi-IN"/>
        </w:rPr>
        <w:t>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दर्सगाह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421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421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सकेंगें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लेंगें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खींचा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मक़सद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</w:t>
      </w:r>
      <w:r w:rsidR="0088421C">
        <w:rPr>
          <w:rFonts w:hint="cs"/>
          <w:cs/>
          <w:lang w:bidi="hi-IN"/>
        </w:rPr>
        <w:t>ि</w:t>
      </w:r>
      <w:r w:rsidRPr="00F664D0">
        <w:rPr>
          <w:rFonts w:hint="cs"/>
          <w:cs/>
          <w:lang w:bidi="hi-IN"/>
        </w:rPr>
        <w:t>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421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असरार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="0088421C">
        <w:rPr>
          <w:rFonts w:hint="cs"/>
          <w:cs/>
          <w:lang w:bidi="hi-IN"/>
        </w:rPr>
        <w:t>रा</w:t>
      </w:r>
      <w:r w:rsidRPr="00F664D0">
        <w:rPr>
          <w:rFonts w:hint="cs"/>
          <w:cs/>
          <w:lang w:bidi="hi-IN"/>
        </w:rPr>
        <w:t>ज़</w:t>
      </w:r>
      <w:r w:rsidR="0088421C">
        <w:rPr>
          <w:rFonts w:hint="cs"/>
          <w:cs/>
          <w:lang w:bidi="hi-IN"/>
        </w:rPr>
        <w:t>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लकीर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खत्ते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इस्तेवा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शुमाली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जुनूबी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खींचा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ऊँगलियों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नबातात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निशानदेही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नबातात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बालीदगी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नशो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ज़रीया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फख़्र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692A25" w:rsidRPr="00F664D0" w:rsidRDefault="00692A25" w:rsidP="00692A25">
      <w:pPr>
        <w:pStyle w:val="Heading1"/>
        <w:rPr>
          <w:rFonts w:hint="cs"/>
          <w:lang w:bidi="hi-IN"/>
        </w:rPr>
      </w:pPr>
      <w:bookmarkStart w:id="25" w:name="_Toc444514665"/>
      <w:r w:rsidRPr="00692A25">
        <w:rPr>
          <w:rFonts w:hint="cs"/>
          <w:cs/>
          <w:lang w:bidi="hi-IN"/>
        </w:rPr>
        <w:lastRenderedPageBreak/>
        <w:t>मशहूर</w:t>
      </w:r>
      <w:r w:rsidRPr="00692A25">
        <w:rPr>
          <w:cs/>
          <w:lang w:bidi="hi-IN"/>
        </w:rPr>
        <w:t xml:space="preserve"> </w:t>
      </w:r>
      <w:r w:rsidRPr="00692A25">
        <w:rPr>
          <w:rFonts w:hint="cs"/>
          <w:cs/>
          <w:lang w:bidi="hi-IN"/>
        </w:rPr>
        <w:t>फ़क़ीह</w:t>
      </w:r>
      <w:bookmarkEnd w:id="25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ज़रर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मुफ़ीद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शेग़ुफ़्ता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बातों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तफ़न्नुने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पंसदीदा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किरदार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छुपी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मिचोली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फाँस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चखे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औढ़े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आईना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पागलपन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बल्कि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जुनून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मुशकिलें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मर्तबा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ख़ुरासान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मशहूर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मुलाक़ात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इश्तियाक़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गर्म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जोशी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मक़दम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मंज़िलत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इज़्ज़त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अफ़ज़ाई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फ़ूले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फिरता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फिराता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बोसीदा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जूतीयाँ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मेहरबान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फेराख़दिल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खटखटाता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क़िबला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ग़ुस्ताख़ी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नाक़िस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कीजिये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मुबाहिसा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जाइये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मुबाहिसा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पागलपन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इक़रार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क़हर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आलूद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ख़ुरासान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मुबाहिसा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मुबाहिसों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मुनाज़िरों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शायक़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मुज़ाएक़ा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क़ुबूल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क़ुबून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पाबंद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फ़क़ीरो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कहाँ</w:t>
      </w:r>
      <w:r w:rsidRPr="00F664D0">
        <w:rPr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सुपुर्द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जीत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नादारों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मोहताजों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अमीरूल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मोमेनीन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मुर्तज़ा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फ़रमाते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चश्म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तमकेनत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दरवाज़े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दस्तक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बीवी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सन्नाटा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बर्जस्ता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।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इन्तेक़ाल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हाकिमे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अश्ख़ास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उजरत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मरहूम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अस्ना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चुनाँचें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अश्ख़ास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मरहबा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मरहबा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औक़ात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फ़र्ज़ानो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सताएश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तारीफ़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तहसीन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F664D0" w:rsidRPr="00F664D0" w:rsidRDefault="002D076C" w:rsidP="002D076C">
      <w:pPr>
        <w:pStyle w:val="libBold1"/>
      </w:pPr>
      <w:r>
        <w:t>(</w:t>
      </w:r>
      <w:r>
        <w:rPr>
          <w:cs/>
          <w:lang w:bidi="hi-IN"/>
        </w:rPr>
        <w:t>आप इस किताब को अलहसनैन इस्लामी नैटवर्क पर पढ़ रहे है।)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Pr="00F664D0">
        <w:rPr>
          <w:cs/>
          <w:lang w:bidi="hi-IN"/>
        </w:rPr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निख़्वत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मटका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शीरा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मटका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सेकन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जबीन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प्याला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प्याला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शीरा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मट्को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बर्तन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चूहा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चूहा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मट्के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शीरे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मट्के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गहरी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मुस्तग़रक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लफ़्ज़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इन्तेज़ार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नादिम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एअतेराफ़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>।</w:t>
      </w:r>
    </w:p>
    <w:p w:rsidR="00E708F9" w:rsidRDefault="00F664D0" w:rsidP="00692A25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पेशानी</w:t>
      </w:r>
      <w:r w:rsidRPr="00F664D0">
        <w:rPr>
          <w:cs/>
          <w:lang w:bidi="hi-IN"/>
        </w:rPr>
        <w:t xml:space="preserve"> </w:t>
      </w:r>
      <w:r w:rsidR="00692A25">
        <w:rPr>
          <w:rFonts w:hint="cs"/>
          <w:cs/>
          <w:lang w:bidi="hi-IN"/>
        </w:rPr>
        <w:t>पसीने से भरी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समझी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क़ायल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एहसास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चूहे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सेकन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जबीन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मटके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शीरा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शीरे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ड़ुबकी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लिहाज़ा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मटके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</w:t>
      </w:r>
      <w:r w:rsidRPr="00F664D0">
        <w:t>,</w:t>
      </w:r>
      <w:r w:rsidRPr="00F664D0">
        <w:rPr>
          <w:rFonts w:hint="cs"/>
          <w:cs/>
          <w:lang w:bidi="hi-IN"/>
        </w:rPr>
        <w:t>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हीरून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आफ़रीन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ढ़ेर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समेट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झोली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ड़ाल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ज़रूरतमन्दों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झोली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692A25" w:rsidRDefault="00692A25" w:rsidP="00F664D0">
      <w:pPr>
        <w:pStyle w:val="libNormal"/>
        <w:rPr>
          <w:rFonts w:hint="cs"/>
          <w:lang w:bidi="hi-IN"/>
        </w:rPr>
      </w:pPr>
    </w:p>
    <w:p w:rsidR="00692A25" w:rsidRDefault="00692A25" w:rsidP="00692A25">
      <w:pPr>
        <w:pStyle w:val="Heading1"/>
        <w:rPr>
          <w:cs/>
          <w:lang w:bidi="hi-IN"/>
        </w:rPr>
      </w:pPr>
      <w:bookmarkStart w:id="26" w:name="_Toc444514666"/>
      <w:r>
        <w:rPr>
          <w:rFonts w:hint="cs"/>
          <w:cs/>
          <w:lang w:bidi="hi-IN"/>
        </w:rPr>
        <w:t>हारून के सवाल</w:t>
      </w:r>
      <w:bookmarkEnd w:id="26"/>
    </w:p>
    <w:p w:rsidR="00E708F9" w:rsidRDefault="00F664D0" w:rsidP="00692A25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692A25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मख़्मूर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दजला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किनारे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झरोके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फ़क़ीह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नातेक़ा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इत्तेफ़ाक़न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अहमक़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गाउदी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="00692A25">
        <w:rPr>
          <w:rFonts w:hint="cs"/>
          <w:cs/>
          <w:lang w:bidi="hi-IN"/>
        </w:rPr>
        <w:t>रहूगा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झरोके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दजला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फिकवा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दजला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चूहा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शीरे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मटके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डुबकियाँ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अगर</w:t>
      </w:r>
      <w:r w:rsidR="00692A25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बूझ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मिलेंगी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जनाबे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कतअन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बताऊँगा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बूझ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देखो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दजला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बेक़रार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मौजों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बेक़रारी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दरियाओं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बकरी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भेड़िया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गठ्ढ़ा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तरीक़ा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इख़्तेयार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भेड़िया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बर्जास्ता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भेड़िये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किनारे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दरीया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किनारे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किनारे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भेड़िये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खायेगी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भेड़िया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बकरी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सितारे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सितारे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पहचानते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पहचानें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="00692A25">
        <w:rPr>
          <w:rFonts w:hint="cs"/>
          <w:cs/>
          <w:lang w:bidi="hi-IN"/>
        </w:rPr>
        <w:t>वा</w:t>
      </w:r>
      <w:r w:rsidRPr="00F664D0">
        <w:rPr>
          <w:rFonts w:hint="cs"/>
          <w:cs/>
          <w:lang w:bidi="hi-IN"/>
        </w:rPr>
        <w:t>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मंशी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दरोग़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ज़िन्दान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फ़ेराख़दिली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अश्ख़ास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मुक़र्रब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फ़ेहरिस्त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फ़य्याज़ी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बर्ताव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फ़ेहरिस्त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मर्तबा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मुलाहिज़ा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मुनासिब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फ़ेहरिस्त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ग़ज़ब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फ़सादी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बग़ावत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ख़िलाफ़त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हाश्मियों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फ़ेहरिस्त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खटक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मुनासिब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बाग़ी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मुक़र्रब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692A25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फ़िक्र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692A25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आदमियों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रिहाई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सादिर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जुर्म</w:t>
      </w:r>
      <w:r w:rsidRPr="00F664D0">
        <w:rPr>
          <w:cs/>
          <w:lang w:bidi="hi-IN"/>
        </w:rPr>
        <w:t xml:space="preserve"> </w:t>
      </w:r>
      <w:r w:rsidR="00692A25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संगीन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सिफ़र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लेंगें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मुक़र्रब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होशियारी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t xml:space="preserve"> </w:t>
      </w:r>
    </w:p>
    <w:p w:rsidR="00F664D0" w:rsidRPr="00F664D0" w:rsidRDefault="00F664D0" w:rsidP="00F664D0">
      <w:pPr>
        <w:pStyle w:val="libNormal"/>
      </w:pP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फ़क़्र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बेबाकी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निख़्वत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692A25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मुख़ातब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दोगे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बशर्ते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ख़िलाफ़ी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वाज़ेह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दाढ़ी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मुंडवाने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जाओ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मक्खियों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सताया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मक्खियाँ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सनंजीदगी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दरख़ास्त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होंठों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मुस्कुराहट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ख़ौफ़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झाँकनें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मक्खियाँ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मुतीअ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चलाऊँ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मक्खियों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मुक़ाबले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फ़ायदा</w:t>
      </w:r>
      <w:r w:rsidRPr="00F664D0">
        <w:rPr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मेज़ाहिया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दरबारियों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झाँकने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शर्मिन्दा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ख़िफ़्फ़त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अच्छा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मोअम्मे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lastRenderedPageBreak/>
        <w:t>जिसकी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शाख़ें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तीस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तीस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पत्तों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रौशन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तारीक</w:t>
      </w:r>
      <w:r w:rsidRPr="00F664D0">
        <w:rPr>
          <w:cs/>
          <w:lang w:bidi="hi-IN"/>
        </w:rPr>
        <w:t xml:space="preserve">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हस्बे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महीना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महीने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महीने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साख़्ता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="00692A25">
        <w:rPr>
          <w:rFonts w:hint="cs"/>
          <w:cs/>
          <w:lang w:bidi="hi-IN"/>
        </w:rPr>
        <w:t>।।।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चौंका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ख़ुद्दाम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हुज़ूर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दिमाग़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ठहराने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बुलाओ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हिलाया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692A25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मशरिक़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पुर्स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लरज़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नर्मी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गुनाह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जन्नत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दाखिल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सन्जीदगी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692A25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गिर्द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="00692A25">
        <w:rPr>
          <w:rFonts w:hint="cs"/>
          <w:cs/>
          <w:lang w:bidi="hi-IN"/>
        </w:rPr>
        <w:t>ऐ</w:t>
      </w:r>
      <w:r w:rsidRPr="00F664D0">
        <w:rPr>
          <w:rFonts w:hint="cs"/>
          <w:cs/>
          <w:lang w:bidi="hi-IN"/>
        </w:rPr>
        <w:t>तेराफ़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क्यों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तुर्शी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मुनासिब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मुज़तरिब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सुहूलत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राज़िक़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मुमकिन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फ़ेराख़ी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रिज़्क़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692A25" w:rsidRDefault="00F664D0" w:rsidP="00692A25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692A25">
        <w:rPr>
          <w:rFonts w:hint="cs"/>
          <w:cs/>
          <w:lang w:bidi="hi-IN"/>
        </w:rPr>
        <w:t>।</w:t>
      </w:r>
    </w:p>
    <w:p w:rsidR="00692A25" w:rsidRDefault="00692A25" w:rsidP="00692A25">
      <w:pPr>
        <w:pStyle w:val="libNormal"/>
        <w:rPr>
          <w:rFonts w:hint="cs"/>
          <w:lang w:bidi="hi-IN"/>
        </w:rPr>
      </w:pPr>
    </w:p>
    <w:p w:rsidR="00692A25" w:rsidRDefault="00692A25" w:rsidP="00692A25">
      <w:pPr>
        <w:pStyle w:val="Heading1"/>
        <w:rPr>
          <w:rFonts w:hint="cs"/>
          <w:lang w:bidi="hi-IN"/>
        </w:rPr>
      </w:pPr>
      <w:bookmarkStart w:id="27" w:name="_Toc444514667"/>
      <w:r>
        <w:rPr>
          <w:rFonts w:hint="cs"/>
          <w:cs/>
          <w:lang w:bidi="hi-IN"/>
        </w:rPr>
        <w:t>अमीन-मामून</w:t>
      </w:r>
      <w:bookmarkEnd w:id="27"/>
    </w:p>
    <w:p w:rsidR="00E708F9" w:rsidRDefault="00692A25" w:rsidP="00692A25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 xml:space="preserve">हारून </w:t>
      </w:r>
      <w:r w:rsidR="00F664D0" w:rsidRPr="00F664D0">
        <w:rPr>
          <w:rFonts w:hint="cs"/>
          <w:cs/>
          <w:lang w:bidi="hi-IN"/>
        </w:rPr>
        <w:t>बोहलोल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से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मैं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अमीन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व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मामून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मकतब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जा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रहा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ज़रा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उनके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उस्ताद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से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उनकी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तालीम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बाबत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मालूम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करूँगा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आओ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तुम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भी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मेरे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साथ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चलो</w:t>
      </w:r>
      <w:r w:rsidR="00E708F9">
        <w:rPr>
          <w:cs/>
          <w:lang w:bidi="hi-IN"/>
        </w:rPr>
        <w:t>।</w:t>
      </w:r>
    </w:p>
    <w:p w:rsidR="00E708F9" w:rsidRDefault="00F664D0" w:rsidP="00692A25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="00692A25">
        <w:rPr>
          <w:rFonts w:hint="cs"/>
          <w:cs/>
          <w:lang w:bidi="hi-IN"/>
        </w:rPr>
        <w:t>खुश</w:t>
      </w:r>
      <w:r w:rsidRPr="00F664D0">
        <w:rPr>
          <w:rFonts w:hint="cs"/>
          <w:cs/>
          <w:lang w:bidi="hi-IN"/>
        </w:rPr>
        <w:t>नसीब</w:t>
      </w:r>
      <w:r w:rsidR="00692A25">
        <w:rPr>
          <w:rFonts w:hint="cs"/>
          <w:cs/>
          <w:lang w:bidi="hi-IN"/>
        </w:rPr>
        <w:t>ी</w:t>
      </w:r>
      <w:r w:rsidRPr="00F664D0">
        <w:rPr>
          <w:cs/>
          <w:lang w:bidi="hi-IN"/>
        </w:rPr>
        <w:t xml:space="preserve"> </w:t>
      </w:r>
      <w:r w:rsidR="00692A25">
        <w:rPr>
          <w:rFonts w:hint="cs"/>
          <w:cs/>
          <w:lang w:bidi="hi-IN"/>
        </w:rPr>
        <w:t xml:space="preserve">है </w:t>
      </w:r>
      <w:r w:rsidRPr="00F664D0">
        <w:rPr>
          <w:rFonts w:hint="cs"/>
          <w:cs/>
          <w:lang w:bidi="hi-IN"/>
        </w:rPr>
        <w:t>क</w:t>
      </w:r>
      <w:r w:rsidR="00692A25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तालिबे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तालीमी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कैफ़ियत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सरदार</w:t>
      </w:r>
      <w:r w:rsidRPr="00F664D0">
        <w:t xml:space="preserve">, </w:t>
      </w:r>
      <w:r w:rsidRPr="00F664D0">
        <w:rPr>
          <w:rFonts w:hint="cs"/>
          <w:cs/>
          <w:lang w:bidi="hi-IN"/>
        </w:rPr>
        <w:t>मल्का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क़ाबिल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ज़हीन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ख़ातून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अक्स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वेक़ार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तसलीम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सुबूत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मोहय्या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यक़ीनन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शहज़ादो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सुबूत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तजुर्बे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थोड़ी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तफ़रीह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काग़ज़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बैठने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फ़र्श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ईंट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मुलाहेज़ा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फ़रमाइये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थोड़ी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बैठने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ग़ौर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मुशाहेदा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मुज़तरिब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बेचैन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शफ़्फ्क़त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ख़ैरियत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उस्तादे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मोहतरम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तबदीली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कैसी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तबदीली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मोहतरम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जौसे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काग़ज़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ऊँची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कागज़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अमीन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मुख़ातब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नही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मुतमईन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अलहम्दोलिल्लाह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सुबूत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नागवार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उल्झन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औलाद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असबाब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अव्वल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रग़बत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फ़ितरी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ख़्वाहिश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औलाद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ज़ेहीन</w:t>
      </w:r>
      <w:r w:rsidRPr="00F664D0">
        <w:t xml:space="preserve">, </w:t>
      </w:r>
      <w:r w:rsidRPr="00F664D0">
        <w:rPr>
          <w:rFonts w:hint="cs"/>
          <w:cs/>
          <w:lang w:bidi="hi-IN"/>
        </w:rPr>
        <w:t>होशियार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दोम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मुख़्तलिफ़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ताल्लुक़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औलाद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फ़रावनगी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दलील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दरख़्तों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जानवरो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मसलन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फलदार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पेवंद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निहायत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लज़ीज़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घोड़े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ख़च्चर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होशियारी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ताक़त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फुर्ती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सबब्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वालिदा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मुख़्तलिफ़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क़बीले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ताल्लुक़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लिहाज़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फ़र्ख़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सबब्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ज़ेहानत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उस्ताद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क़ायल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</w:t>
      </w:r>
      <w:r w:rsidR="00692A25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मबादा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तसव्वुर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हस्बे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2D076C" w:rsidRPr="00F664D0" w:rsidRDefault="00C222AB" w:rsidP="002D076C">
      <w:pPr>
        <w:pStyle w:val="Heading1"/>
        <w:rPr>
          <w:rFonts w:hint="cs"/>
          <w:lang w:bidi="hi-IN"/>
        </w:rPr>
      </w:pPr>
      <w:r>
        <w:rPr>
          <w:cs/>
          <w:lang w:bidi="hi-IN"/>
        </w:rPr>
        <w:br w:type="page"/>
      </w:r>
      <w:bookmarkStart w:id="28" w:name="_Toc444514668"/>
      <w:r w:rsidR="002D076C">
        <w:rPr>
          <w:rFonts w:hint="cs"/>
          <w:cs/>
          <w:lang w:bidi="hi-IN"/>
        </w:rPr>
        <w:lastRenderedPageBreak/>
        <w:t>नूजुमी</w:t>
      </w:r>
      <w:bookmarkEnd w:id="28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नुजूम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नुजूम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ख़ामोशी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हज़रत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माशाल्लाह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महारत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नुजूमी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इज़हार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सितारों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थोड़ी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</w:p>
    <w:p w:rsidR="00F664D0" w:rsidRPr="00F664D0" w:rsidRDefault="00F664D0" w:rsidP="002D076C">
      <w:pPr>
        <w:pStyle w:val="Heading1"/>
      </w:pPr>
      <w:bookmarkStart w:id="29" w:name="_Toc444514669"/>
      <w:r w:rsidRPr="00F664D0">
        <w:rPr>
          <w:rFonts w:hint="cs"/>
          <w:cs/>
          <w:lang w:bidi="hi-IN"/>
        </w:rPr>
        <w:t>हिन्दुस्तान</w:t>
      </w:r>
      <w:bookmarkEnd w:id="29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मुनक़्क़िद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ख़िदमत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ताज़ीम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मुख़्तलिफ़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मुल्को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मुख़्तलिफ़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मुल्को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पैदावार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जवाहरात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मसनूआत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तफ़सीली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हिन्दुस्तान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तज़किरा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हिन्दुस्तान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जादूनगरी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हिकमत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शायद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हिन्दुस्तान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माजून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क़ायदा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क़ुव्वत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बूढ़ा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माजून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पायेगा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इलाक़े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मोअजिज़े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ताज्जुब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हिन्दुस्तान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माजून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मोअद्दब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इश्तेयाक़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माजून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ख़र्च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उठेगा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ज़िल्ले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सुबहानी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बूटीयाँ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जवाहरात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कुश्ते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इख़राजात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इख़राजात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सकेंगें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दुरूश्ती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नाऊज़ो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बिल्लाह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झूठ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घबराकर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बताओ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ख़र्च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इस्तेफ़सार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पचास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होंगे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खज़ांची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खज़ांची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वाक़ेये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लौट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धोकेबाज़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फ़रेब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हथिया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तज़किरा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मुताअस्सिफ़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झोंकी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वुसूल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कमबख़्त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दरवाज़े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आवेज़ा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इबरत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हासिल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बेसाख़्ता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ख़श्मगीन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बेमौक़ा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="002D076C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इस्तेफ़्सार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धोके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सय्याह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बुढ़िया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लोमड़ी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तहक्कुम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क़िस्सा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जगंली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बुढ़िया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पालतू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झपट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बुढ़िया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दुहाई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अरे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अरे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पकड़ो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चोट्टी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ज़ालिम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मद्द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नाज़ो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मुर्ग़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इत्तेफ़ाक़न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लोमड़ी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बहिन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बिल्ली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लोमड़ी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दबोचा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ग़ायब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बुढ़िया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अहलेदरबार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</w:p>
    <w:p w:rsidR="00F664D0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हमारी</w:t>
      </w:r>
      <w:r w:rsidRPr="00F664D0">
        <w:rPr>
          <w:cs/>
          <w:lang w:bidi="hi-IN"/>
        </w:rPr>
        <w:t xml:space="preserve"> </w:t>
      </w:r>
      <w:r w:rsidR="002D076C">
        <w:rPr>
          <w:rFonts w:hint="cs"/>
          <w:cs/>
          <w:lang w:bidi="hi-IN"/>
        </w:rPr>
        <w:t>अफ़्सुरद्</w:t>
      </w:r>
      <w:r w:rsidRPr="00F664D0">
        <w:rPr>
          <w:rFonts w:hint="cs"/>
          <w:cs/>
          <w:lang w:bidi="hi-IN"/>
        </w:rPr>
        <w:t>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ज़ायल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2D076C" w:rsidRDefault="002D076C" w:rsidP="00F664D0">
      <w:pPr>
        <w:pStyle w:val="libNormal"/>
        <w:rPr>
          <w:rFonts w:hint="cs"/>
          <w:lang w:bidi="hi-IN"/>
        </w:rPr>
      </w:pPr>
    </w:p>
    <w:p w:rsidR="002D076C" w:rsidRPr="00F664D0" w:rsidRDefault="002D076C" w:rsidP="002D076C">
      <w:pPr>
        <w:pStyle w:val="Heading1"/>
      </w:pPr>
      <w:bookmarkStart w:id="30" w:name="_Toc444514670"/>
      <w:r>
        <w:rPr>
          <w:rFonts w:hint="cs"/>
          <w:cs/>
          <w:lang w:bidi="hi-IN"/>
        </w:rPr>
        <w:t>शिकारी</w:t>
      </w:r>
      <w:bookmarkEnd w:id="30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रशीद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शतरंज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चोबदार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बारयाबी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मछली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मुनासिब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फौजियों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मोअज़्ज़ज़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ख़ज़ाना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मछली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मछली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तजवीज़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आहिस्तगी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मुनासिब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नामुराद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लौटा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रंजीदा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तवज्जोह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चौबदार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खिदमत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मछली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मादा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ताज़ीमन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मादा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मछली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मोख़न्नस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बेसाख़्ता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जायेंगें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इक़बाल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दुआएं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रूख़्सत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हुआ।</w:t>
      </w:r>
    </w:p>
    <w:p w:rsidR="00F664D0" w:rsidRPr="00F664D0" w:rsidRDefault="002D076C" w:rsidP="002D076C">
      <w:pPr>
        <w:pStyle w:val="libBold1"/>
      </w:pPr>
      <w:r>
        <w:t>(</w:t>
      </w:r>
      <w:r>
        <w:rPr>
          <w:cs/>
          <w:lang w:bidi="hi-IN"/>
        </w:rPr>
        <w:t>आप इस किताब को अलहसनैन इस्लामी नैटवर्क पर पढ़ रहे है।)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सीढ़ियाँ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जेब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ज़ुबैदा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अफ़्सुरदा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मुलाहीज़ा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लालची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कमीना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मुलाज़िम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लायक़े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तवज्जोह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मल्का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तवज्जोह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चोबदार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ख़िदमत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गवारा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शायद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ताज़ीमन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मोअद्दब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फ़ितरत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बल्कि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आयाते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क़ुर्आनी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गिरामी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पाँव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रूख़्सत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आलीजाह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बुलाये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मुज़ाहेरा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तवज्जोह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मल्का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नुकसान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ख़ज़ाने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</w:p>
    <w:p w:rsidR="00F664D0" w:rsidRPr="00F664D0" w:rsidRDefault="002D076C" w:rsidP="002D076C">
      <w:pPr>
        <w:pStyle w:val="Heading1"/>
        <w:rPr>
          <w:rFonts w:hint="cs"/>
          <w:lang w:bidi="hi-IN"/>
        </w:rPr>
      </w:pPr>
      <w:bookmarkStart w:id="31" w:name="_Toc444514671"/>
      <w:r>
        <w:rPr>
          <w:rFonts w:hint="cs"/>
          <w:cs/>
          <w:lang w:bidi="hi-IN"/>
        </w:rPr>
        <w:t>हकीम</w:t>
      </w:r>
      <w:bookmarkEnd w:id="31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2D07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बुलवाया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इज़्ज़त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ओमरा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मोअज़्ज़ेज़ीन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वज़ीर</w:t>
      </w:r>
      <w:r w:rsidRPr="00F664D0">
        <w:t xml:space="preserve">, </w:t>
      </w:r>
      <w:r w:rsidRPr="00F664D0">
        <w:rPr>
          <w:rFonts w:hint="cs"/>
          <w:cs/>
          <w:lang w:bidi="hi-IN"/>
        </w:rPr>
        <w:t>अमीर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तारिफ़ो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बाँध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हकीम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हैबते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कज़ाई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उड़ाने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दबी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क़िब्ला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बख़्शी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दबी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क़हक़हों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शामील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हकीम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ख़जिल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महफ़िल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मुसलमानों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कनीज़ो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शराब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जाम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लुँढा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हरकतों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नसीहतें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अंगूर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अगूंर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अगूंर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धूप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मुज़ाएक़ा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अगूंर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धूप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फ़ख़्र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फ़लसफ़ा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उम्मीद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इत्मीनान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इजाज़त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झुमता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आलीजाह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बतायेंगें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थोड़ी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नुकसान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पहुँचेगा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थोड़ा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तकलीफ़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Pr="00F664D0">
        <w:rPr>
          <w:cs/>
          <w:lang w:bidi="hi-IN"/>
        </w:rPr>
        <w:t xml:space="preserve"> 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मुतावज्जेह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ईंट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नुकसान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आलीजाह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मिट्टी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अगूंर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नापाक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तमिज़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वाजिब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मुज़तरिब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पशेमानी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शराब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महफ़िल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बर्ख़ास्त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2D076C" w:rsidP="002D076C">
      <w:pPr>
        <w:pStyle w:val="libBold1"/>
      </w:pPr>
      <w:r>
        <w:t>(</w:t>
      </w:r>
      <w:r w:rsidRPr="00A26038">
        <w:rPr>
          <w:rFonts w:hint="cs"/>
          <w:cs/>
          <w:lang w:bidi="hi-IN"/>
        </w:rPr>
        <w:t>आप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इस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किताब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को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अलहसनैन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इस्लामी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नैटवर्क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पर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पढ़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रहे</w:t>
      </w:r>
      <w:r w:rsidRPr="00A26038">
        <w:rPr>
          <w:cs/>
          <w:lang w:bidi="hi-IN"/>
        </w:rPr>
        <w:t xml:space="preserve"> </w:t>
      </w:r>
      <w:r w:rsidRPr="00A26038">
        <w:rPr>
          <w:rFonts w:hint="cs"/>
          <w:cs/>
          <w:lang w:bidi="hi-IN"/>
        </w:rPr>
        <w:t>है।</w:t>
      </w:r>
      <w:r w:rsidRPr="00A26038">
        <w:rPr>
          <w:cs/>
          <w:lang w:bidi="hi-IN"/>
        </w:rPr>
        <w:t>)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सूझा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लगती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सिर्फ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पचास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उम्मीद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नाज़ुक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मेज़ाज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बिगड़ा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इन्सान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अहमक़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तहमद्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पचास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तहमद्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कहा।</w:t>
      </w:r>
    </w:p>
    <w:p w:rsidR="002D076C" w:rsidRPr="00F664D0" w:rsidRDefault="002D076C" w:rsidP="00F664D0">
      <w:pPr>
        <w:pStyle w:val="libNormal"/>
      </w:pPr>
    </w:p>
    <w:p w:rsidR="00F664D0" w:rsidRPr="00F664D0" w:rsidRDefault="002D076C" w:rsidP="002D076C">
      <w:pPr>
        <w:pStyle w:val="Heading1"/>
        <w:rPr>
          <w:rFonts w:hint="cs"/>
          <w:lang w:bidi="hi-IN"/>
        </w:rPr>
      </w:pPr>
      <w:bookmarkStart w:id="32" w:name="_Toc444514672"/>
      <w:r>
        <w:rPr>
          <w:rFonts w:hint="cs"/>
          <w:cs/>
          <w:lang w:bidi="hi-IN"/>
        </w:rPr>
        <w:t>शिकार</w:t>
      </w:r>
      <w:bookmarkEnd w:id="32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तुज़ुक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एहतेशाम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अमीर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तीकमान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निशाना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निशाना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हिरन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चौकड़ियाँ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ओझल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सुब्हानल्लाह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साख़्ता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दाद्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मज़ाक़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जसारत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तसव्वुर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="002D076C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आजिज़ी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2D076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दाद्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="002D076C">
        <w:rPr>
          <w:rFonts w:hint="cs"/>
          <w:cs/>
          <w:lang w:bidi="hi-IN"/>
        </w:rPr>
        <w:t>सख्ती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जहाँपनाह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दाद्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ख़ूबसूरती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2D076C" w:rsidRDefault="002D076C" w:rsidP="00F664D0">
      <w:pPr>
        <w:pStyle w:val="libNormal"/>
        <w:rPr>
          <w:rFonts w:hint="cs"/>
          <w:lang w:bidi="hi-IN"/>
        </w:rPr>
      </w:pPr>
    </w:p>
    <w:p w:rsidR="002D076C" w:rsidRDefault="002D076C" w:rsidP="002D076C">
      <w:pPr>
        <w:pStyle w:val="Heading1"/>
        <w:rPr>
          <w:rFonts w:hint="cs"/>
          <w:lang w:bidi="hi-IN"/>
        </w:rPr>
      </w:pPr>
      <w:bookmarkStart w:id="33" w:name="_Toc444514673"/>
      <w:r>
        <w:rPr>
          <w:rFonts w:hint="cs"/>
          <w:cs/>
          <w:lang w:bidi="hi-IN"/>
        </w:rPr>
        <w:t>पुले सिरात</w:t>
      </w:r>
      <w:bookmarkEnd w:id="33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अक्सर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क़ब्रिस्तान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ठहाराई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मुलाक़ात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</w:t>
      </w:r>
      <w:r w:rsidR="002D076C">
        <w:rPr>
          <w:rFonts w:hint="cs"/>
          <w:cs/>
          <w:lang w:bidi="hi-IN"/>
        </w:rPr>
        <w:t>ी</w:t>
      </w:r>
      <w:r w:rsidRPr="00F664D0">
        <w:rPr>
          <w:rFonts w:hint="cs"/>
          <w:cs/>
          <w:lang w:bidi="hi-IN"/>
        </w:rPr>
        <w:t>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उम्मीद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तवक़्क़ो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तकलीफ़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वज़ाहत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गहरी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</w:p>
    <w:p w:rsidR="00F664D0" w:rsidRPr="00F664D0" w:rsidRDefault="002D076C" w:rsidP="002D076C">
      <w:pPr>
        <w:pStyle w:val="libNormal"/>
      </w:pPr>
      <w:r>
        <w:rPr>
          <w:rFonts w:hint="cs"/>
          <w:cs/>
          <w:lang w:bidi="hi-IN"/>
        </w:rPr>
        <w:t>यक़ीन</w:t>
      </w:r>
      <w:r w:rsidR="00F664D0" w:rsidRPr="00F664D0">
        <w:rPr>
          <w:rFonts w:hint="cs"/>
          <w:cs/>
          <w:lang w:bidi="hi-IN"/>
        </w:rPr>
        <w:t>न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ल</w:t>
      </w:r>
      <w:r>
        <w:rPr>
          <w:rFonts w:hint="cs"/>
          <w:cs/>
          <w:lang w:bidi="hi-IN"/>
        </w:rPr>
        <w:t>े</w:t>
      </w:r>
      <w:r w:rsidR="00F664D0" w:rsidRPr="00F664D0">
        <w:rPr>
          <w:rFonts w:hint="cs"/>
          <w:cs/>
          <w:lang w:bidi="hi-IN"/>
        </w:rPr>
        <w:t>किन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इसके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लिये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थोड़ा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एहतेमाम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करना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क्या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आलीजाह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उसका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इन्तेज़ाम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देंगें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बोहलोल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ने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कहा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मुलाज़िम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सुर्ख़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फ़रमाईश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मुलाज़िमों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फ़ौरन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जलायी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मक़सद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आलीजाह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नंगे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पाँव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तआर्रूफ़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तआरिफ़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कराऊँगा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यानि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ख़ूराक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तआर्रूफ़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तम्मुल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चलो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खिर्क़ा</w:t>
      </w:r>
      <w:r w:rsidRPr="00F664D0">
        <w:t xml:space="preserve">, </w:t>
      </w:r>
      <w:r w:rsidRPr="00F664D0">
        <w:rPr>
          <w:rFonts w:hint="cs"/>
          <w:cs/>
          <w:lang w:bidi="hi-IN"/>
        </w:rPr>
        <w:t>जौ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लफ़्ज़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लम्हों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महफ़ूज़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अल्क़ाब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फ़रमाईश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क़यामत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मुश्किल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हशम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लालच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दुनियावी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शौकत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डूबे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हुआ।</w:t>
      </w:r>
    </w:p>
    <w:p w:rsidR="002D076C" w:rsidRDefault="002D076C" w:rsidP="00F664D0">
      <w:pPr>
        <w:pStyle w:val="libNormal"/>
        <w:rPr>
          <w:rFonts w:hint="cs"/>
          <w:lang w:bidi="hi-IN"/>
        </w:rPr>
      </w:pPr>
    </w:p>
    <w:p w:rsidR="002D076C" w:rsidRDefault="002D076C" w:rsidP="002D076C">
      <w:pPr>
        <w:pStyle w:val="Heading1"/>
        <w:rPr>
          <w:rFonts w:hint="cs"/>
          <w:lang w:bidi="hi-IN"/>
        </w:rPr>
      </w:pPr>
      <w:bookmarkStart w:id="34" w:name="_Toc444514674"/>
      <w:r>
        <w:rPr>
          <w:rFonts w:hint="cs"/>
          <w:cs/>
          <w:lang w:bidi="hi-IN"/>
        </w:rPr>
        <w:t>फज़ल बिन रबी</w:t>
      </w:r>
      <w:bookmarkEnd w:id="34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="002D076C" w:rsidRPr="00A26038">
        <w:rPr>
          <w:rFonts w:hint="cs"/>
          <w:cs/>
          <w:lang w:bidi="hi-IN"/>
        </w:rPr>
        <w:t>फज़ल बिन रबी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रास्ते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="002D076C" w:rsidRPr="00A26038">
        <w:rPr>
          <w:rFonts w:hint="cs"/>
          <w:cs/>
          <w:lang w:bidi="hi-IN"/>
        </w:rPr>
        <w:t>फज़ल बिन रबी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अन्जाम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ख़ैरियत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अन्जाम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अन्देशा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अन्जाम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झूठ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2D07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मन्सूर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ख़ालिद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रशीद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कातिब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मुक़र्रर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हुंकार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2D07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लियाक़त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2D076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बादशाह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पसन्द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बायस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</w:t>
      </w:r>
      <w:r w:rsidR="002D076C">
        <w:rPr>
          <w:rFonts w:hint="cs"/>
          <w:cs/>
          <w:lang w:bidi="hi-IN"/>
        </w:rPr>
        <w:t>ा</w:t>
      </w:r>
      <w:r w:rsidRPr="00F664D0">
        <w:rPr>
          <w:rFonts w:hint="cs"/>
          <w:cs/>
          <w:lang w:bidi="hi-IN"/>
        </w:rPr>
        <w:t>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मोहब्बत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हमशीरा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</w:t>
      </w:r>
      <w:r w:rsidR="002D076C">
        <w:rPr>
          <w:rFonts w:hint="cs"/>
          <w:cs/>
          <w:lang w:bidi="hi-IN"/>
        </w:rPr>
        <w:t>ा</w:t>
      </w:r>
      <w:r w:rsidRPr="00F664D0">
        <w:rPr>
          <w:rFonts w:hint="cs"/>
          <w:cs/>
          <w:lang w:bidi="hi-IN"/>
        </w:rPr>
        <w:t>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="00883E6C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अब्बासा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बीवी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बनाये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="00883E6C">
        <w:rPr>
          <w:rFonts w:hint="cs"/>
          <w:cs/>
          <w:lang w:bidi="hi-IN"/>
        </w:rPr>
        <w:t>बह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दस्तदराज़ी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क़ौल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इत्तेलाअ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मोहब्बत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दुश्मनी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सुपुर्द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अहम्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तकमील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तसलीम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ख़िदमत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गुँग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चेहरे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तशवीश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डरते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डरते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हुज़ूर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अम्रे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3E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मुनतख़ब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</w:t>
      </w:r>
      <w:r w:rsidR="00883E6C">
        <w:rPr>
          <w:rFonts w:hint="cs"/>
          <w:cs/>
          <w:lang w:bidi="hi-IN"/>
        </w:rPr>
        <w:t>ो</w:t>
      </w:r>
      <w:r w:rsidRPr="00F664D0">
        <w:rPr>
          <w:rFonts w:hint="cs"/>
          <w:cs/>
          <w:lang w:bidi="hi-IN"/>
        </w:rPr>
        <w:t>या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परिन्दे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ग़ज़्बनाक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3E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तामील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माजरा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883E6C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उम्मीद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मसरूर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3E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पछतावा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इत्तेलाअ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3E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क़त्ल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इज़्हार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इख़्तेयार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शौक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तबीयत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सरताबी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मुसीबत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गिरफ़्तार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चलें</w:t>
      </w:r>
      <w:r w:rsidR="00883E6C">
        <w:rPr>
          <w:rFonts w:hint="cs"/>
          <w:cs/>
          <w:lang w:bidi="hi-IN"/>
        </w:rPr>
        <w:t>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मोहब्बत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मजबूर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मजबूरन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उम्मीद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थोड़ी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रमक़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लरज़्ता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काँपता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="00883E6C">
        <w:rPr>
          <w:rFonts w:hint="cs"/>
          <w:cs/>
          <w:lang w:bidi="hi-IN"/>
        </w:rPr>
        <w:t>ख़िदम</w:t>
      </w:r>
      <w:r w:rsidRPr="00F664D0">
        <w:rPr>
          <w:rFonts w:hint="cs"/>
          <w:cs/>
          <w:lang w:bidi="hi-IN"/>
        </w:rPr>
        <w:t>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तामील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883E6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घबरा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आलीजाह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883E6C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3E6C">
        <w:rPr>
          <w:rFonts w:hint="cs"/>
          <w:cs/>
          <w:lang w:bidi="hi-IN"/>
        </w:rPr>
        <w:t xml:space="preserve">ि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तामील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ज़र्रा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सुस्ती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उड़ता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आयेगा</w:t>
      </w:r>
      <w:r w:rsidR="00E708F9">
        <w:rPr>
          <w:cs/>
          <w:lang w:bidi="hi-IN"/>
        </w:rPr>
        <w:t>।</w:t>
      </w:r>
    </w:p>
    <w:p w:rsidR="00E708F9" w:rsidRDefault="00F664D0" w:rsidP="00883E6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मसरूर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प्यारी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लपक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="00883E6C">
        <w:rPr>
          <w:rFonts w:hint="cs"/>
          <w:cs/>
          <w:lang w:bidi="hi-IN"/>
        </w:rPr>
        <w:t>वजी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हसीन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नौजवान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रअना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शराफ़त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तसवीर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फ़य्याज़ी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सख़ावत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हारून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  <w:r w:rsidR="00883E6C">
        <w:rPr>
          <w:rFonts w:hint="cs"/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मक्कियों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खानदान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असबाब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क़ुर्क़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जाफ़र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क़िले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लटका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वज़ारत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अन्जाम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मोहतात्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अवाम्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रखो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काँप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883E6C" w:rsidRPr="00F664D0" w:rsidRDefault="00883E6C" w:rsidP="00883E6C">
      <w:pPr>
        <w:pStyle w:val="Heading1"/>
        <w:rPr>
          <w:rFonts w:hint="cs"/>
          <w:lang w:bidi="hi-IN"/>
        </w:rPr>
      </w:pPr>
      <w:bookmarkStart w:id="35" w:name="_Toc444514675"/>
      <w:r w:rsidRPr="00883E6C">
        <w:rPr>
          <w:rFonts w:hint="cs"/>
          <w:cs/>
          <w:lang w:bidi="hi-IN"/>
        </w:rPr>
        <w:t>ख़ुदा</w:t>
      </w:r>
      <w:r w:rsidRPr="00883E6C">
        <w:rPr>
          <w:cs/>
          <w:lang w:bidi="hi-IN"/>
        </w:rPr>
        <w:t xml:space="preserve"> </w:t>
      </w:r>
      <w:r w:rsidRPr="00883E6C">
        <w:rPr>
          <w:rFonts w:hint="cs"/>
          <w:cs/>
          <w:lang w:bidi="hi-IN"/>
        </w:rPr>
        <w:t>का</w:t>
      </w:r>
      <w:r w:rsidRPr="00883E6C">
        <w:rPr>
          <w:cs/>
          <w:lang w:bidi="hi-IN"/>
        </w:rPr>
        <w:t xml:space="preserve"> </w:t>
      </w:r>
      <w:r w:rsidRPr="00883E6C">
        <w:rPr>
          <w:rFonts w:hint="cs"/>
          <w:cs/>
          <w:lang w:bidi="hi-IN"/>
        </w:rPr>
        <w:t>घर</w:t>
      </w:r>
      <w:bookmarkEnd w:id="35"/>
    </w:p>
    <w:p w:rsidR="00E708F9" w:rsidRDefault="002D076C" w:rsidP="00F664D0">
      <w:pPr>
        <w:pStyle w:val="libNormal"/>
        <w:rPr>
          <w:cs/>
          <w:lang w:bidi="hi-IN"/>
        </w:rPr>
      </w:pPr>
      <w:r w:rsidRPr="00A26038">
        <w:rPr>
          <w:rFonts w:hint="cs"/>
          <w:cs/>
          <w:lang w:bidi="hi-IN"/>
        </w:rPr>
        <w:t>फज़ल बिन रबी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ने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बग़दाद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में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एक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मस्जिद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बुनियाद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डाली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वह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अपने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ख़र्च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पर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उसे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बनवाता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रहा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जब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तामीर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मुकम्मल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हो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तो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मस्जिद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दरवाज़े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पर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कत्बा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लगाने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बारी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आयी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फ़ज़ल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भी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इस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मौक़े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पर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="00F664D0" w:rsidRPr="00F664D0">
        <w:rPr>
          <w:rFonts w:hint="cs"/>
          <w:cs/>
          <w:lang w:bidi="hi-IN"/>
        </w:rPr>
        <w:t>उससे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पूछा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गया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इस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कत्बे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पर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कौन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सी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इबारत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लिखाई</w:t>
      </w:r>
      <w:r w:rsidR="00F664D0" w:rsidRPr="00F664D0">
        <w:rPr>
          <w:cs/>
          <w:lang w:bidi="hi-IN"/>
        </w:rPr>
        <w:t xml:space="preserve"> </w:t>
      </w:r>
      <w:r w:rsidR="00F664D0"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ज़ाहिर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फ़ख़्र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883E6C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="002D076C" w:rsidRPr="00A26038">
        <w:rPr>
          <w:rFonts w:hint="cs"/>
          <w:cs/>
          <w:lang w:bidi="hi-IN"/>
        </w:rPr>
        <w:t>फज़ल बिन रबी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ज़हमत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गवारा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फ़रमायेंगें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बनवाई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ख़ातिर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बनवाई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कत्बे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लिखवाऊँ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लिखवा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चलो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शौहरत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नेकनामी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लाना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निदामत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बुलाओ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कत्बे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कत्बे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क़ुर्आन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कत्बे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कंदा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  <w:r w:rsidRPr="00F664D0">
        <w:rPr>
          <w:rFonts w:hint="cs"/>
          <w:cs/>
          <w:lang w:bidi="hi-IN"/>
        </w:rPr>
        <w:t>फ़ज़ल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कत्बे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क़ुर्आनी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लिखवाई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गई।</w:t>
      </w:r>
    </w:p>
    <w:p w:rsidR="00883E6C" w:rsidRDefault="00883E6C" w:rsidP="00F664D0">
      <w:pPr>
        <w:pStyle w:val="libNormal"/>
        <w:rPr>
          <w:rFonts w:hint="cs"/>
          <w:lang w:bidi="hi-IN"/>
        </w:rPr>
      </w:pPr>
    </w:p>
    <w:p w:rsidR="00883E6C" w:rsidRPr="00F664D0" w:rsidRDefault="00883E6C" w:rsidP="00883E6C">
      <w:pPr>
        <w:pStyle w:val="Heading1"/>
      </w:pPr>
      <w:bookmarkStart w:id="36" w:name="_Toc444514676"/>
      <w:r w:rsidRPr="00883E6C">
        <w:rPr>
          <w:rFonts w:hint="cs"/>
          <w:cs/>
          <w:lang w:bidi="hi-IN"/>
        </w:rPr>
        <w:t>ऊँट</w:t>
      </w:r>
      <w:r w:rsidRPr="00883E6C">
        <w:rPr>
          <w:cs/>
          <w:lang w:bidi="hi-IN"/>
        </w:rPr>
        <w:t xml:space="preserve"> </w:t>
      </w:r>
      <w:r w:rsidRPr="00883E6C">
        <w:rPr>
          <w:rFonts w:hint="cs"/>
          <w:cs/>
          <w:lang w:bidi="hi-IN"/>
        </w:rPr>
        <w:t>क</w:t>
      </w:r>
      <w:r>
        <w:rPr>
          <w:rFonts w:hint="cs"/>
          <w:cs/>
          <w:lang w:bidi="hi-IN"/>
        </w:rPr>
        <w:t>ी</w:t>
      </w:r>
      <w:r w:rsidRPr="00883E6C">
        <w:rPr>
          <w:cs/>
          <w:lang w:bidi="hi-IN"/>
        </w:rPr>
        <w:t xml:space="preserve"> </w:t>
      </w:r>
      <w:r w:rsidRPr="00883E6C">
        <w:rPr>
          <w:rFonts w:hint="cs"/>
          <w:cs/>
          <w:lang w:bidi="hi-IN"/>
        </w:rPr>
        <w:t>खुजली</w:t>
      </w:r>
      <w:bookmarkEnd w:id="36"/>
    </w:p>
    <w:p w:rsidR="00E708F9" w:rsidRDefault="00F664D0" w:rsidP="00883E6C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="00883E6C">
        <w:rPr>
          <w:rFonts w:hint="cs"/>
          <w:cs/>
          <w:lang w:bidi="hi-IN"/>
        </w:rPr>
        <w:t>ऐ</w:t>
      </w:r>
      <w:r w:rsidRPr="00F664D0">
        <w:rPr>
          <w:rFonts w:hint="cs"/>
          <w:cs/>
          <w:lang w:bidi="hi-IN"/>
        </w:rPr>
        <w:t>राबी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खुजली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अरण्डी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एअराब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अरण्डी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नीचे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मुसीबत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गिरफ़्तार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ऊंट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ख़ारिश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अरण्डी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मशविरा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अरण्डी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दमकर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तासीर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3E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शिफ़ायाब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अरण्डी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आओ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उम्मीद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3E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ऊँट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तन्दरूस्त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गया।</w:t>
      </w:r>
    </w:p>
    <w:p w:rsidR="00883E6C" w:rsidRDefault="00883E6C" w:rsidP="00F664D0">
      <w:pPr>
        <w:pStyle w:val="libNormal"/>
        <w:rPr>
          <w:rFonts w:hint="cs"/>
          <w:lang w:bidi="hi-IN"/>
        </w:rPr>
      </w:pPr>
    </w:p>
    <w:p w:rsidR="00883E6C" w:rsidRDefault="00883E6C" w:rsidP="00883E6C">
      <w:pPr>
        <w:pStyle w:val="Heading1"/>
        <w:rPr>
          <w:rFonts w:hint="cs"/>
          <w:lang w:bidi="hi-IN"/>
        </w:rPr>
      </w:pPr>
      <w:bookmarkStart w:id="37" w:name="_Toc444514677"/>
      <w:r>
        <w:rPr>
          <w:rFonts w:hint="cs"/>
          <w:cs/>
          <w:lang w:bidi="hi-IN"/>
        </w:rPr>
        <w:lastRenderedPageBreak/>
        <w:t>गधे की बात पर भरोसा</w:t>
      </w:r>
      <w:bookmarkEnd w:id="37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गेहूँ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पिसवा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लगंड़ाने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छड़ियाँ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ढकेलना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</w:t>
      </w:r>
      <w:r w:rsidR="00883E6C">
        <w:rPr>
          <w:rFonts w:hint="cs"/>
          <w:cs/>
          <w:lang w:bidi="hi-IN"/>
        </w:rPr>
        <w:t>ि</w:t>
      </w:r>
      <w:r w:rsidRPr="00F664D0">
        <w:rPr>
          <w:rFonts w:hint="cs"/>
          <w:cs/>
          <w:lang w:bidi="hi-IN"/>
        </w:rPr>
        <w:t>ल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दरवाज़ा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खटखटाया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रास्ते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पहचानता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जानवर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निगेहदाश्त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बेरहमी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सुलूक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यार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अल्फ़ाज़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ढीचूँ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ढीचूँ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होशियार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शिकवे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</w:t>
      </w:r>
      <w:r w:rsidR="00883E6C">
        <w:rPr>
          <w:rFonts w:hint="cs"/>
          <w:cs/>
          <w:lang w:bidi="hi-IN"/>
        </w:rPr>
        <w:t>ा</w:t>
      </w:r>
      <w:r w:rsidRPr="00F664D0">
        <w:rPr>
          <w:rFonts w:hint="cs"/>
          <w:cs/>
          <w:lang w:bidi="hi-IN"/>
        </w:rPr>
        <w:t>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लहजे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पचास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t xml:space="preserve"> </w:t>
      </w:r>
    </w:p>
    <w:p w:rsidR="00F664D0" w:rsidRPr="00F664D0" w:rsidRDefault="00883E6C" w:rsidP="00883E6C">
      <w:pPr>
        <w:pStyle w:val="Heading1"/>
        <w:rPr>
          <w:rFonts w:hint="cs"/>
          <w:lang w:bidi="hi-IN"/>
        </w:rPr>
      </w:pPr>
      <w:bookmarkStart w:id="38" w:name="_Toc444514678"/>
      <w:r>
        <w:rPr>
          <w:rFonts w:hint="cs"/>
          <w:cs/>
          <w:lang w:bidi="hi-IN"/>
        </w:rPr>
        <w:t>हम्माम</w:t>
      </w:r>
      <w:bookmarkEnd w:id="38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लपेटे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पापोश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बोसीदा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हम्मामियों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तवज्जोह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काफ़ि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परवाह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हस्बेमंशा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रगड़ा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फ़ारिग़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जेब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हथेली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उजरत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नादिम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लापरवाही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बर्ती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हफ़्ते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हाथों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मद्द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फ़ारिग़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जेब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हथेली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भभुका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फेंक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दुरूश्ती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उजरत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F664D0" w:rsidRPr="00F664D0" w:rsidRDefault="00F664D0" w:rsidP="00883E6C">
      <w:pPr>
        <w:pStyle w:val="libNormal"/>
      </w:pPr>
      <w:r w:rsidRPr="00F664D0">
        <w:rPr>
          <w:rFonts w:hint="cs"/>
          <w:cs/>
          <w:lang w:bidi="hi-IN"/>
        </w:rPr>
        <w:t>क़िब्ला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मर्तबा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उजरत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पिछले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हफ़्ते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ख़िदमत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पिछले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हफ़्ते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उजरत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="00883E6C">
        <w:rPr>
          <w:rFonts w:hint="cs"/>
          <w:cs/>
          <w:lang w:bidi="hi-IN"/>
        </w:rPr>
        <w:t>अ</w:t>
      </w:r>
      <w:r w:rsidRPr="00F664D0">
        <w:rPr>
          <w:rFonts w:hint="cs"/>
          <w:cs/>
          <w:lang w:bidi="hi-IN"/>
        </w:rPr>
        <w:t>हसास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ग्राहकों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बर्ताव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883E6C" w:rsidRPr="00F664D0" w:rsidRDefault="00883E6C" w:rsidP="00883E6C">
      <w:pPr>
        <w:pStyle w:val="Heading1"/>
        <w:rPr>
          <w:rFonts w:hint="cs"/>
          <w:lang w:bidi="hi-IN"/>
        </w:rPr>
      </w:pPr>
      <w:bookmarkStart w:id="39" w:name="_Toc444514679"/>
      <w:r>
        <w:rPr>
          <w:rFonts w:hint="cs"/>
          <w:cs/>
          <w:lang w:bidi="hi-IN"/>
        </w:rPr>
        <w:t>अजनबी की अमानत</w:t>
      </w:r>
      <w:bookmarkEnd w:id="39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="00883E6C">
        <w:rPr>
          <w:rFonts w:hint="cs"/>
          <w:cs/>
          <w:lang w:bidi="hi-IN"/>
        </w:rPr>
        <w:t>-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मचाते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दौड़े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</w:t>
      </w:r>
      <w:r w:rsidR="00883E6C">
        <w:rPr>
          <w:rFonts w:hint="cs"/>
          <w:cs/>
          <w:lang w:bidi="hi-IN"/>
        </w:rPr>
        <w:t>ि</w:t>
      </w:r>
      <w:r w:rsidRPr="00F664D0">
        <w:rPr>
          <w:rFonts w:hint="cs"/>
          <w:cs/>
          <w:lang w:bidi="hi-IN"/>
        </w:rPr>
        <w:t>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पत्थर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कपड़े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खींचता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छेड़ता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शैतानों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रूंध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खिलखिलाकर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लुक़्मा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शक्ल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पागलों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छेड़ने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ठहर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जाओ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शैतान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चेलों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कड़कदार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आवाज़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लहराता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ख़ौफ़े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बेचारे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अजनबी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वरना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पीसकर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लाठी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भागे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मेहरबानी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सचमुच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शक्ल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लिबास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अजनबी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चेहरे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हमद्रदी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अजनबी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ज़ुल्म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वारिद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जवाहरात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सिक्के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पूँजी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="00883E6C">
        <w:rPr>
          <w:rFonts w:hint="cs"/>
          <w:cs/>
          <w:lang w:bidi="hi-IN"/>
        </w:rPr>
        <w:t>इ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ख़ौफ़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883E6C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अजनबी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लुट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जवाहरात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मुताल्बा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लड़को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आँसू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तसल्ली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अफ़सोस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सुलूक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फ़िक्र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मिलेगी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दर्जा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चालाक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मक्कार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उम्मीद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क़ायम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मायूसी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कुफ़्र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टूटी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पूँजी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दुआएं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अजनबी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मायूसी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कुफ़्र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फ़िक्र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मिलेगी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यक़ीन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अजनबी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अच्छा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मुताल्बा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हिदायत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जनाब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मक्कार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अजनबी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घबराकर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पूरी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घबराने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मौजूद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ज़िम्मा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अगले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अर्से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ख़ुरासान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डाकुओं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ख़तरा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पूँजी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जवाहरात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अशर्फ़ियाँ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मस्जिद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निहायत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संजीदगी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अत्तार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महसूस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बद्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शुगूनी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इन्शाल्लाह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आयेंगे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महफ़ूज़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पायेंगे</w:t>
      </w:r>
      <w:r w:rsidR="00E708F9">
        <w:rPr>
          <w:cs/>
          <w:lang w:bidi="hi-IN"/>
        </w:rPr>
        <w:t>।</w:t>
      </w:r>
    </w:p>
    <w:p w:rsidR="00E708F9" w:rsidRDefault="00F664D0" w:rsidP="00BE0813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="00BE0813">
        <w:rPr>
          <w:rFonts w:hint="cs"/>
          <w:cs/>
          <w:lang w:bidi="hi-IN"/>
        </w:rPr>
        <w:t>शुक्रगुज़ार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अजनबी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दुकान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लजाजत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रखवाई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बरा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एनायत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दीजिये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अत्तार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मश्कूक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अमानत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काफ़ी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वज़नी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रिश्तेदार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अक्सर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बेश्तर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ख़लीफ़ा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यक़ीनन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जवाहरात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होंगे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सोचकर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मुलाज़िम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अजनबी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दुआएं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अत्तार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हाफ़िज़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रूखसत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अत्तार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बेक़रारी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थैली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लौहे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काँच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टुकड़े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BE0813" w:rsidRDefault="00BE0813" w:rsidP="00F664D0">
      <w:pPr>
        <w:pStyle w:val="libNormal"/>
        <w:rPr>
          <w:rFonts w:hint="cs"/>
          <w:lang w:bidi="hi-IN"/>
        </w:rPr>
      </w:pPr>
    </w:p>
    <w:p w:rsidR="00BE0813" w:rsidRDefault="00C222AB" w:rsidP="00BE0813">
      <w:pPr>
        <w:pStyle w:val="Heading1"/>
        <w:rPr>
          <w:rFonts w:hint="cs"/>
          <w:lang w:bidi="hi-IN"/>
        </w:rPr>
      </w:pPr>
      <w:r>
        <w:rPr>
          <w:cs/>
          <w:lang w:bidi="hi-IN"/>
        </w:rPr>
        <w:br w:type="page"/>
      </w:r>
      <w:bookmarkStart w:id="40" w:name="_Toc444514680"/>
      <w:r w:rsidR="00BE0813">
        <w:rPr>
          <w:rFonts w:hint="cs"/>
          <w:cs/>
          <w:lang w:bidi="hi-IN"/>
        </w:rPr>
        <w:lastRenderedPageBreak/>
        <w:t>पढ़ा लिखा गधा</w:t>
      </w:r>
      <w:bookmarkEnd w:id="40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="00BE0813">
        <w:rPr>
          <w:rFonts w:hint="cs"/>
          <w:cs/>
          <w:lang w:bidi="hi-IN"/>
        </w:rPr>
        <w:t>मदद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किजिये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जाऊँगा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ख़ैरियत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ख़ैरियत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तास्सुफ़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बताओ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इस्तेफ़्सार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जनाब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हिमाक़त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कहुँ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हाकिमे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कूफ़ा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ख़िदमत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आलानस्ल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ख़ूब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सधाया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चौबंद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मुँह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हाकिमे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कूफ़ा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मुख़ालिफ़ो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हाकिमे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कूफ़ा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क़ौल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कामयाब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इकरारम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कामयाब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गर्दन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मुसीबत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जाऊँ।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तरकीब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मन्ज़ूर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मुक़र्ररा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मुदद्त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हाकिमे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कूफ़ा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मुज़ाहिरा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उलटने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आहिस्ता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आहिस्ता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ज़ोर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ढ़ीचूँ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ढीचूँ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ढीचूँ</w:t>
      </w:r>
      <w:r w:rsidR="00E708F9">
        <w:rPr>
          <w:cs/>
          <w:lang w:bidi="hi-IN"/>
        </w:rPr>
        <w:t>।</w:t>
      </w:r>
    </w:p>
    <w:p w:rsidR="00F664D0" w:rsidRPr="00F664D0" w:rsidRDefault="002D076C" w:rsidP="002D076C">
      <w:pPr>
        <w:pStyle w:val="libBold1"/>
      </w:pPr>
      <w:r>
        <w:t>(</w:t>
      </w:r>
      <w:r>
        <w:rPr>
          <w:cs/>
          <w:lang w:bidi="hi-IN"/>
        </w:rPr>
        <w:t>आप इस किताब को अलहसनैन इस्लामी नैटवर्क पर पढ़ रहे है।)</w:t>
      </w:r>
    </w:p>
    <w:p w:rsidR="00E708F9" w:rsidRDefault="00F664D0" w:rsidP="00BE0813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हाज़ेरीन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हाकिम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="00BE0813">
        <w:rPr>
          <w:rFonts w:hint="cs"/>
          <w:cs/>
          <w:lang w:bidi="hi-IN"/>
        </w:rPr>
        <w:t>तस्</w:t>
      </w:r>
      <w:r w:rsidRPr="00F664D0">
        <w:rPr>
          <w:rFonts w:hint="cs"/>
          <w:cs/>
          <w:lang w:bidi="hi-IN"/>
        </w:rPr>
        <w:t>लीम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</w:t>
      </w:r>
      <w:r w:rsidR="00BE0813">
        <w:rPr>
          <w:rFonts w:hint="cs"/>
          <w:cs/>
          <w:lang w:bidi="hi-IN"/>
        </w:rPr>
        <w:t>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="00BE0813">
        <w:rPr>
          <w:rFonts w:hint="cs"/>
          <w:cs/>
          <w:lang w:bidi="hi-IN"/>
        </w:rPr>
        <w:t>ऐ</w:t>
      </w:r>
      <w:r w:rsidRPr="00F664D0">
        <w:rPr>
          <w:rFonts w:hint="cs"/>
          <w:cs/>
          <w:lang w:bidi="hi-IN"/>
        </w:rPr>
        <w:t>लान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हाकिम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इकराम्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ख़िदमत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इकराम्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तरकीब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इनाम्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इकराम्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तरकीब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मेहनत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तरकीब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हँसा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तरकीब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तरीक़े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दूसरा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सुनो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भूखा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उलटता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आठ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दोहराओगे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ख़ुराक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मुज़ाहिरा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उलटता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जायेगा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आख़िरी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मिलेंगे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ढीचूँ</w:t>
      </w:r>
      <w:r w:rsidRPr="00F664D0">
        <w:rPr>
          <w:cs/>
          <w:lang w:bidi="hi-IN"/>
        </w:rPr>
        <w:t xml:space="preserve"> </w:t>
      </w:r>
      <w:r w:rsidRPr="00F664D0">
        <w:t>–</w:t>
      </w:r>
      <w:r w:rsidRPr="00F664D0">
        <w:rPr>
          <w:rFonts w:hint="cs"/>
          <w:cs/>
          <w:lang w:bidi="hi-IN"/>
        </w:rPr>
        <w:t>ढीचूँ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एलान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BE0813" w:rsidRPr="00F664D0" w:rsidRDefault="00BE0813" w:rsidP="00BE0813">
      <w:pPr>
        <w:pStyle w:val="Heading1"/>
        <w:rPr>
          <w:rFonts w:hint="cs"/>
          <w:lang w:bidi="hi-IN"/>
        </w:rPr>
      </w:pPr>
      <w:bookmarkStart w:id="41" w:name="_Toc444514681"/>
      <w:r w:rsidRPr="00BE0813">
        <w:rPr>
          <w:rFonts w:hint="cs"/>
          <w:cs/>
          <w:lang w:bidi="hi-IN"/>
        </w:rPr>
        <w:lastRenderedPageBreak/>
        <w:t>हिन्दुस्तानी</w:t>
      </w:r>
      <w:r w:rsidRPr="00BE0813">
        <w:rPr>
          <w:cs/>
          <w:lang w:bidi="hi-IN"/>
        </w:rPr>
        <w:t xml:space="preserve"> </w:t>
      </w:r>
      <w:r w:rsidRPr="00BE0813">
        <w:rPr>
          <w:rFonts w:hint="cs"/>
          <w:cs/>
          <w:lang w:bidi="hi-IN"/>
        </w:rPr>
        <w:t>सौदागर</w:t>
      </w:r>
      <w:bookmarkEnd w:id="41"/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="00BE0813">
        <w:rPr>
          <w:rFonts w:hint="cs"/>
          <w:cs/>
          <w:lang w:bidi="hi-IN"/>
        </w:rPr>
        <w:t>कारवा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भटियारे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हिन्दुस्तानी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झगड़ा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दोनो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ज़बर्दस्त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मुसाफ़िर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मामला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भटियारे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देखिये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जनाब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मुफ़्त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ख़ोरों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पेट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फिरेंगें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मुसाफ़िर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माक़ूल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आसूदा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आख़िर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क़िब्ला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बल्कि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पिछले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इत्तेफ़ाक़न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मुसाफ़िरों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वुसूल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मौक़िफ़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भलाई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भटियारा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एहसान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जताते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ख़ाह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झगड़ा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बढ़ाओ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तकरार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क़स्बे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मुक़द्दम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वाक़ेआ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lastRenderedPageBreak/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मामला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पिछले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सराय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अण्डे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बाताइये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अण्डो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मुक्द्दम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भटियारे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सिलसिले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भटियारे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फ़य्याज़ी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गड़बड़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देनदार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पिछले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</w:t>
      </w:r>
      <w:r w:rsidRPr="00F664D0">
        <w:rPr>
          <w:cs/>
          <w:lang w:bidi="hi-IN"/>
        </w:rPr>
        <w:t xml:space="preserve">: </w:t>
      </w:r>
      <w:r w:rsidRPr="00F664D0">
        <w:rPr>
          <w:rFonts w:hint="cs"/>
          <w:cs/>
          <w:lang w:bidi="hi-IN"/>
        </w:rPr>
        <w:t>अण्डे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डटकर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</w:t>
      </w:r>
      <w:r w:rsidRPr="00F664D0">
        <w:rPr>
          <w:cs/>
          <w:lang w:bidi="hi-IN"/>
        </w:rPr>
        <w:t xml:space="preserve">: </w:t>
      </w:r>
      <w:r w:rsidRPr="00F664D0">
        <w:rPr>
          <w:rFonts w:hint="cs"/>
          <w:cs/>
          <w:lang w:bidi="hi-IN"/>
        </w:rPr>
        <w:t>अण्डे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नीचे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चूज़े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चूज़े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अण्डे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अण्डे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निकलवाता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</w:t>
      </w:r>
      <w:r w:rsidRPr="00F664D0">
        <w:rPr>
          <w:cs/>
          <w:lang w:bidi="hi-IN"/>
        </w:rPr>
        <w:t xml:space="preserve">: </w:t>
      </w:r>
      <w:r w:rsidRPr="00F664D0">
        <w:rPr>
          <w:rFonts w:hint="cs"/>
          <w:cs/>
          <w:lang w:bidi="hi-IN"/>
        </w:rPr>
        <w:t>अण्डे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चूज़ों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बदल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मुनाफ़ा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वजह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अण्डे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तकलीफ़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झगड़ा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मुक़द्दम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भटियारे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भटियारे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भटियारे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मुसाफ़िरों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हज़रात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रफ़तार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मोहय्या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मुसाफ़िरों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हिमायत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ख़च्चर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रफ़्तार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क़स्बा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अधेंर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नगरी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रक़म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माँग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मुल्क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मद्द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कीजिये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ख़च्चर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बर्क़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रफ़्तारी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फ़ासले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वापिस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मसरूफ़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उन्होनें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घण्टे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इन्तेज़ार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कीजिये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मिनट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बेचैनी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रास्ते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आधा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घण्टा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घण्टा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बेचैनी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ठीकाना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भटियारा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मूँछों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ख़ुश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डेढ़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घण्टा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रास्ते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टोपी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नज़र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लिपटा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दुखेश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नमुदार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साहब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मुसाफ़िर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मारा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एहतेरामन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उन्होंने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दुखेश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गधे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उतरा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टेकता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दरमियान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हज़रात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माज़ेरत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ताख़ीर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झगड़े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इत्तेलाअ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मुक़्द्दमों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अलावा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काश्तकारी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पैग़ाम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गेहूँ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उबाल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गेहूँ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उबाल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पैदावार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अच्छी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उबालते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उबालते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माफ़ी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ख़ास्तगार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मुक़द्दम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हाज़ेरीन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भटियारे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गेहूँ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बीजों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उबाल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मुक़द्दमें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जनाब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करूगाँ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इन्शाल्लाह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गेहूँ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उबालने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ताअज्जुब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भुनी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मुर्ग़ीयाँ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अण्डों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चूज़े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उबले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गेहूँ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होंगे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चौंक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मुक़द्दम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जानिबदारी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शर्मिन्दा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सुब्हानल्लाह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फ़ैसला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बाक़ी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भटियारें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सौदागर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रंजिश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दोनों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भटियारा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आईंदा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भुनी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मुर्ग़ियों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औलादों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मुसाफ़िरों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वुसूल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BE0813" w:rsidRPr="00F664D0" w:rsidRDefault="00BE0813" w:rsidP="00BE0813">
      <w:pPr>
        <w:pStyle w:val="Heading1"/>
        <w:rPr>
          <w:rFonts w:hint="cs"/>
          <w:lang w:bidi="hi-IN"/>
        </w:rPr>
      </w:pPr>
      <w:bookmarkStart w:id="42" w:name="_Toc444514682"/>
      <w:r w:rsidRPr="00BE0813">
        <w:rPr>
          <w:rFonts w:hint="cs"/>
          <w:cs/>
          <w:lang w:bidi="hi-IN"/>
        </w:rPr>
        <w:t>शेख़</w:t>
      </w:r>
      <w:r w:rsidRPr="00BE0813">
        <w:rPr>
          <w:cs/>
          <w:lang w:bidi="hi-IN"/>
        </w:rPr>
        <w:t xml:space="preserve"> </w:t>
      </w:r>
      <w:r w:rsidRPr="00BE0813">
        <w:rPr>
          <w:rFonts w:hint="cs"/>
          <w:cs/>
          <w:lang w:bidi="hi-IN"/>
        </w:rPr>
        <w:t>जुनैद</w:t>
      </w:r>
      <w:r w:rsidRPr="00BE0813">
        <w:rPr>
          <w:cs/>
          <w:lang w:bidi="hi-IN"/>
        </w:rPr>
        <w:t xml:space="preserve"> </w:t>
      </w:r>
      <w:r w:rsidRPr="00BE0813">
        <w:rPr>
          <w:rFonts w:hint="cs"/>
          <w:cs/>
          <w:lang w:bidi="hi-IN"/>
        </w:rPr>
        <w:t>बग़दादी</w:t>
      </w:r>
      <w:bookmarkEnd w:id="42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जुनैद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बग़दाद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गलियों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मुरीदों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हमराह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उन्होंने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जानिब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मुरीदों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ख़ामोशी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ईंट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सरहाने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दुरवेश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महवे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इस्तेराहत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मुरीदों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क़दमों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क़ुबूल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फ़रमाइये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हुज़ूर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जुनैद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तअर्रूफ़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कराया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अच्छा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क़ासिम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सवाल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रूहानी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आजिज़ी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रूहानी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तालीम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तरीक़ा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चौंके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सँभल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बिस्मिल्लाह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छोटे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लुक़्में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शरीक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लोगों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गिनता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ख़त्म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झिटक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झाड़कर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ख़िल्क़त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मुर्शिद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मुरीदों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पीर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मुर्शिद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हिलाया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हक़ायक़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सीखना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दिले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ख़ास्ता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धुन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रोका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वीराने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मोहतात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क़दमो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निगाह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एअतेराफ़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बेनियाज़ी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ख़्याल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झिझक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सुब्हानल्लाह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बताओ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पूछा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एअतेदाल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ज़्यादा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सामेईन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मुताबिक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रसूल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स</w:t>
      </w:r>
      <w:r w:rsidRPr="00F664D0">
        <w:t>0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</w:t>
      </w:r>
      <w:r w:rsidRPr="00F664D0">
        <w:t xml:space="preserve">0)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बुलाता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ज़ाहिरी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बातिनी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उलूम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बारीकियों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लिहाज़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कोशीश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मर्तबा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अजीब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शख़्स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बेज़ारी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दरकिनार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तमीज़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झटका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बढ़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मुरीदों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सख़्त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गवार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गुज़रा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उन्होंने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क़द्र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ग़ुस्ताख़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इल्म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मर्तबे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अन्दाज़ा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छोड़िये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ख़ज़ाना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मगन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मुड़कर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पीछा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शायद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तौर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तरीक़ा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अदब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C222AB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बताओ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बैठ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पढ़कर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औराद्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वाज़ाएफ़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फ़ारिग़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कपड़े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रसूलल्लाह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बुज़ुर्गो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तुफ़ैल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पहुँचे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मल्हूज़े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ख़ातिर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कमाल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लेकिन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दामन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पकड़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मिन्नत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तशरीफ़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कीजिये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मुस्कुराया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शेख़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जानन्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किनारा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वाक़फ़ियत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एअतेराफ़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हर्ज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तवज्जोह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फ़ुरूआत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अहमयित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मुसल्लम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हलाल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जाएज़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ग़िज़ा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फ़ायदा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तारीकी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सुब्हानल्लाह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आँखें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जुनैद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क़ल्ब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पाकीज़गी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दुरूस्त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गुफ़्तुगू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ख़ुशनूदी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चाहिये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दुनियावी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ग़रज़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अल्फ़ाज़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चुने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मुसीबत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मुसीबत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इसलिये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ख़ामोशी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आफ़ियत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सोने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फ़ुरूआत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अस्ल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मुसलमान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बुग़्ज़</w:t>
      </w:r>
      <w:r w:rsidRPr="00F664D0">
        <w:t xml:space="preserve">, </w:t>
      </w:r>
      <w:r w:rsidRPr="00F664D0">
        <w:rPr>
          <w:rFonts w:hint="cs"/>
          <w:cs/>
          <w:lang w:bidi="hi-IN"/>
        </w:rPr>
        <w:t>किना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हसद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लालच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बग़दादी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साख़्ता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दुआएं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रूख़सत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हुए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समझ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उन्हें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ख़जेलत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शर्मिन्दगी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उन्होंने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क़ल्ब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रौशनी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शुरू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किया।</w:t>
      </w:r>
    </w:p>
    <w:p w:rsidR="00F664D0" w:rsidRDefault="00F664D0" w:rsidP="00F664D0">
      <w:pPr>
        <w:pStyle w:val="libNormal"/>
        <w:rPr>
          <w:rFonts w:hint="cs"/>
          <w:lang w:bidi="hi-IN"/>
        </w:rPr>
      </w:pPr>
    </w:p>
    <w:p w:rsidR="00C222AB" w:rsidRPr="00F664D0" w:rsidRDefault="00C222AB" w:rsidP="00C222AB">
      <w:pPr>
        <w:pStyle w:val="Heading1"/>
        <w:rPr>
          <w:rFonts w:hint="cs"/>
          <w:lang w:bidi="hi-IN"/>
        </w:rPr>
      </w:pPr>
      <w:bookmarkStart w:id="43" w:name="_Toc444514683"/>
      <w:r w:rsidRPr="00C222AB">
        <w:rPr>
          <w:rFonts w:hint="cs"/>
          <w:cs/>
          <w:lang w:bidi="hi-IN"/>
        </w:rPr>
        <w:lastRenderedPageBreak/>
        <w:t>अब्दुल्लाह</w:t>
      </w:r>
      <w:r w:rsidRPr="00C222AB">
        <w:rPr>
          <w:cs/>
          <w:lang w:bidi="hi-IN"/>
        </w:rPr>
        <w:t xml:space="preserve"> </w:t>
      </w:r>
      <w:r w:rsidRPr="00C222AB">
        <w:rPr>
          <w:rFonts w:hint="cs"/>
          <w:cs/>
          <w:lang w:bidi="hi-IN"/>
        </w:rPr>
        <w:t>मुबारक</w:t>
      </w:r>
      <w:bookmarkEnd w:id="43"/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शौक़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बताया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मिलेगा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नंगे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नंगे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पाँव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होवा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पुकार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क़रीब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सलाम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नसीहत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कीजिए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बाताइये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ज़िन्दगी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गुनाहों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सरकश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नफ़्स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बाज़ी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जाऊँ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निजात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इख़्तेयार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करूँ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आजिज़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दूसरा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उम्मीद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तलाश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इसलिय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नाचीज़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ख़िदमत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सच्ची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जुर्अत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सिर्फ़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ख़ामोश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मिन्नत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ख़ुशामद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मजबूर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अगर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क़ुबूल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निजात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दूँगा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चश्म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हज़ार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मानने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तैयार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निजात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सस्ती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सबरी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पहली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गुनाह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फ़रमानी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रिज़्क़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घबराया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मुमकिन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रिज़्क़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अक़्लमन्द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आदमी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खाओ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नमक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हरामी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एअतेराफ़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दूसरी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कीजिये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दूसरी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गुनाह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महज़रे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उफ़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बिल्कुल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क़ाबिले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सिवा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चिल्लाया</w:t>
      </w:r>
      <w:r w:rsidR="00E708F9">
        <w:rPr>
          <w:cs/>
          <w:lang w:bidi="hi-IN"/>
        </w:rPr>
        <w:t xml:space="preserve">। 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इतना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ज़र्रा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बराबर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इन्साफ़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मुल्क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जिसका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रिज़्क़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फ़रमानी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अब्हुल्लाह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नादिम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बेशक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तीसरी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कीजिये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lastRenderedPageBreak/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भाई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तीसरी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गुनाह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इरादा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फ़रमानी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वाक़िफ़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परेशान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वैसी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कठिन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क़ाबिले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आलिमुल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ग़ैब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जगह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पोशीदा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ओझल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नाज़िर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ज़ेब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ज़मीन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उसका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रिज़्क़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खाये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फ़रमानी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हालांकि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अल्लाहताला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क़ुर्आने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ख़याल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ग़ाफ़िल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ज़ालिम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पशेमानी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चौथी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बयान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चौथी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मलकुल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अचानक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जाएँ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कहना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ज़रा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ठहर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अज़ीज़ो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रूख़सत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lastRenderedPageBreak/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लूँ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आख़ेरत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निजात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सबब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रूह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क़ब्ज़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करना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मलकुल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कैसी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शर्त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लगा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मुबारक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फ़रियाद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दानिशमन्द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मलकुल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देता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गुनाहों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बीच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किसी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मलकुल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खड़ा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फिर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एक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साँस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मिलती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जैसा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ख़ुदावन्दे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जिस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आयेगी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घड़ी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भर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Pr="00F664D0">
        <w:t xml:space="preserve">,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जल्दी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ग़फ़लत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होशियार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होगा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ग़ुरूरू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दूर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आख़ेरत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फ़िक्र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लम्बा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सफ़र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उम्र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बहुत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मुख़तसर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ख़बर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देख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वक़्त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ग़नीमत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अमाले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ख़ैर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सूरत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आख़ेरत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तूशा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हाथ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ऐसा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पछताना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पड़े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गुंग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गयी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नसीहत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फ़रमाइश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थी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तुम्हें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राहे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निजात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दिखा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t xml:space="preserve"> </w:t>
      </w:r>
      <w:r w:rsidRPr="00F664D0">
        <w:rPr>
          <w:rFonts w:hint="cs"/>
          <w:cs/>
          <w:lang w:bidi="hi-IN"/>
        </w:rPr>
        <w:t>तुम्हारी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ज़बान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ताला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तुम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आज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सामने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क्यों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गये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रोज़े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महशर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lastRenderedPageBreak/>
        <w:t>तुमसे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पूछ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ताछ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होगी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क्या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जवाब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दोगे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यहाँ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दुनिया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हिसाब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करो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ताकि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ख़ौफ़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पनाह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में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रहो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अब्दुल्लाह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झुका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सच्चाई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बोला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जनाब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शेख़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मैंने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नसीहत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हिर्ज़े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लूँगा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आपने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मुझे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मुरीद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लोग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यूँही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वरना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कौन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जानता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मोहम्मद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सोहबत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मोहब्बत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यग़ान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ए</w:t>
      </w:r>
      <w:r w:rsidRPr="00F664D0">
        <w:rPr>
          <w:cs/>
          <w:lang w:bidi="hi-IN"/>
        </w:rPr>
        <w:t>-</w:t>
      </w:r>
      <w:r w:rsidRPr="00F664D0">
        <w:rPr>
          <w:rFonts w:hint="cs"/>
          <w:cs/>
          <w:lang w:bidi="hi-IN"/>
        </w:rPr>
        <w:t>रोज़गार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दिया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पागल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नहीं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आले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मोहम्मद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</w:t>
      </w:r>
      <w:r w:rsidRPr="00F664D0">
        <w:rPr>
          <w:cs/>
          <w:lang w:bidi="hi-IN"/>
        </w:rPr>
        <w:t>.</w:t>
      </w:r>
      <w:r w:rsidRPr="00F664D0">
        <w:rPr>
          <w:rFonts w:hint="cs"/>
          <w:cs/>
          <w:lang w:bidi="hi-IN"/>
        </w:rPr>
        <w:t>स</w:t>
      </w:r>
      <w:r w:rsidRPr="00F664D0">
        <w:rPr>
          <w:cs/>
          <w:lang w:bidi="hi-IN"/>
        </w:rPr>
        <w:t xml:space="preserve">.)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दीवाने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="00E708F9">
        <w:rPr>
          <w:cs/>
          <w:lang w:bidi="hi-IN"/>
        </w:rPr>
        <w:t>।</w:t>
      </w:r>
    </w:p>
    <w:p w:rsidR="00E708F9" w:rsidRDefault="00F664D0" w:rsidP="00F664D0">
      <w:pPr>
        <w:pStyle w:val="libNormal"/>
        <w:rPr>
          <w:cs/>
          <w:lang w:bidi="hi-IN"/>
        </w:rPr>
      </w:pPr>
      <w:r w:rsidRPr="00F664D0">
        <w:rPr>
          <w:rFonts w:hint="cs"/>
          <w:cs/>
          <w:lang w:bidi="hi-IN"/>
        </w:rPr>
        <w:t>बोहलोल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गुदड़ी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उठाई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यह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हुआ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चल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पड़ा</w:t>
      </w:r>
      <w:r w:rsidR="00E708F9">
        <w:rPr>
          <w:cs/>
          <w:lang w:bidi="hi-IN"/>
        </w:rPr>
        <w:t>।</w:t>
      </w:r>
    </w:p>
    <w:p w:rsidR="00F664D0" w:rsidRPr="00F664D0" w:rsidRDefault="00F664D0" w:rsidP="00F664D0">
      <w:pPr>
        <w:pStyle w:val="libNormal"/>
      </w:pPr>
      <w:r w:rsidRPr="00F664D0">
        <w:rPr>
          <w:rFonts w:hint="cs"/>
          <w:cs/>
          <w:lang w:bidi="hi-IN"/>
        </w:rPr>
        <w:t>बन्दे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लाज़िम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कुछ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सुने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हुक्म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="00E708F9">
        <w:rPr>
          <w:cs/>
          <w:lang w:bidi="hi-IN"/>
        </w:rPr>
        <w:t xml:space="preserve">। </w:t>
      </w:r>
      <w:r w:rsidRPr="00F664D0">
        <w:rPr>
          <w:rFonts w:hint="cs"/>
          <w:cs/>
          <w:lang w:bidi="hi-IN"/>
        </w:rPr>
        <w:t>क्योंकि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बन्दगी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दावा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रखता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ख़ुदा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बन्दा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कहता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है।</w:t>
      </w:r>
    </w:p>
    <w:p w:rsidR="00F664D0" w:rsidRPr="00F664D0" w:rsidRDefault="00C222AB" w:rsidP="00F664D0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(तमाम)</w:t>
      </w:r>
    </w:p>
    <w:p w:rsidR="00F664D0" w:rsidRPr="00F664D0" w:rsidRDefault="00F664D0" w:rsidP="00F664D0">
      <w:pPr>
        <w:pStyle w:val="libNormal"/>
      </w:pPr>
    </w:p>
    <w:p w:rsidR="00F664D0" w:rsidRPr="00F664D0" w:rsidRDefault="00F664D0" w:rsidP="00F664D0">
      <w:pPr>
        <w:pStyle w:val="libNormal"/>
      </w:pPr>
      <w:r w:rsidRPr="00F664D0">
        <w:t>[[</w:t>
      </w:r>
      <w:r w:rsidRPr="00F664D0">
        <w:rPr>
          <w:rFonts w:hint="cs"/>
          <w:cs/>
          <w:lang w:bidi="hi-IN"/>
        </w:rPr>
        <w:t>अलहम्दो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लिल्लाह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पूरी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टाईप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गई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खुदा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वंदे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आलम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दुआगौ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हुं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हमारे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अमल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कुबुल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और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इमाम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हुसैन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फाउनडेशन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तरक्की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इनायत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फरमाए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जिन्होने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किताब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को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अपनी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साइट</w:t>
      </w:r>
      <w:r w:rsidRPr="00F664D0">
        <w:rPr>
          <w:cs/>
          <w:lang w:bidi="hi-IN"/>
        </w:rPr>
        <w:t xml:space="preserve"> (</w:t>
      </w:r>
      <w:r w:rsidRPr="00F664D0">
        <w:rPr>
          <w:rFonts w:hint="cs"/>
          <w:cs/>
          <w:lang w:bidi="hi-IN"/>
        </w:rPr>
        <w:t>अलहसनैन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इस्लामी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नैटवर्क</w:t>
      </w:r>
      <w:r w:rsidRPr="00F664D0">
        <w:rPr>
          <w:cs/>
          <w:lang w:bidi="hi-IN"/>
        </w:rPr>
        <w:t xml:space="preserve">) </w:t>
      </w:r>
      <w:r w:rsidRPr="00F664D0">
        <w:rPr>
          <w:rFonts w:hint="cs"/>
          <w:cs/>
          <w:lang w:bidi="hi-IN"/>
        </w:rPr>
        <w:t>के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लिऐ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टाइप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कराया।</w:t>
      </w:r>
    </w:p>
    <w:p w:rsidR="00C222AB" w:rsidRDefault="00F664D0" w:rsidP="00C222AB">
      <w:pPr>
        <w:pStyle w:val="libNormal"/>
      </w:pPr>
      <w:r w:rsidRPr="00F664D0">
        <w:rPr>
          <w:rFonts w:hint="cs"/>
          <w:cs/>
          <w:lang w:bidi="hi-IN"/>
        </w:rPr>
        <w:t>सैय्यद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मौहम्मद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उवेस</w:t>
      </w:r>
      <w:r w:rsidRPr="00F664D0">
        <w:rPr>
          <w:cs/>
          <w:lang w:bidi="hi-IN"/>
        </w:rPr>
        <w:t xml:space="preserve"> </w:t>
      </w:r>
      <w:r w:rsidRPr="00F664D0">
        <w:rPr>
          <w:rFonts w:hint="cs"/>
          <w:cs/>
          <w:lang w:bidi="hi-IN"/>
        </w:rPr>
        <w:t>नक़वी</w:t>
      </w:r>
      <w:r w:rsidRPr="00F664D0">
        <w:rPr>
          <w:cs/>
          <w:lang w:bidi="hi-IN"/>
        </w:rPr>
        <w:t xml:space="preserve"> </w:t>
      </w:r>
      <w:r w:rsidR="00C222AB">
        <w:t>18.4.2015]</w:t>
      </w:r>
    </w:p>
    <w:p w:rsidR="00C222AB" w:rsidRDefault="00C222AB" w:rsidP="00C222AB">
      <w:pPr>
        <w:pStyle w:val="Heading1"/>
      </w:pPr>
      <w:r>
        <w:br w:type="page"/>
      </w:r>
      <w:bookmarkStart w:id="44" w:name="_Toc444514684"/>
      <w:r>
        <w:rPr>
          <w:rFonts w:hint="cs"/>
          <w:cs/>
          <w:lang w:bidi="hi-IN"/>
        </w:rPr>
        <w:lastRenderedPageBreak/>
        <w:t>फेहरिस्त</w:t>
      </w:r>
      <w:bookmarkEnd w:id="44"/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44514640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बोहलोल</w:t>
        </w:r>
        <w:r w:rsidRPr="00F072B0">
          <w:rPr>
            <w:rStyle w:val="Hyperlink"/>
            <w:noProof/>
            <w:lang w:bidi="fa-IR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दाना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41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नज्रे</w:t>
        </w:r>
        <w:r w:rsidRPr="00F072B0">
          <w:rPr>
            <w:rStyle w:val="Hyperlink"/>
            <w:rFonts w:cs="Mangal"/>
            <w:noProof/>
            <w:cs/>
            <w:lang w:bidi="hi-IN"/>
          </w:rPr>
          <w:t>-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कारेईन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42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उसकी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दीवानगी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43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एक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बदकिरदार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44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लड़की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की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विलादत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45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जूते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46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शहर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का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दरोग़ा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47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नानबाई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48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सोने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का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सिक्का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49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जूते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0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अबुहनिफा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1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खलीफा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का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खाना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2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बादशाह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की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मसनद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3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बोहलोल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और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हारून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4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जन्नत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मे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घर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5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बग़दाद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का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सौदागर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6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बेवकूफ़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ग़ुलाम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7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व्यापारी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8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लूत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नबी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59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वज़ीर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0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कबूतर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की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बीट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1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हारून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के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दरबार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मे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हाज़री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2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बोहलोल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के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घर</w:t>
        </w:r>
        <w:r w:rsidRPr="00F072B0">
          <w:rPr>
            <w:rStyle w:val="Hyperlink"/>
            <w:noProof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चोरी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3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मकान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का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सजदा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4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मुसाफिर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आलिम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5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मशहूर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फ़क़ीह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6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हारून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के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सवाल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7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अमीन</w:t>
        </w:r>
        <w:r w:rsidRPr="00F072B0">
          <w:rPr>
            <w:rStyle w:val="Hyperlink"/>
            <w:rFonts w:cs="Mangal"/>
            <w:noProof/>
            <w:cs/>
            <w:lang w:bidi="hi-IN"/>
          </w:rPr>
          <w:t>-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मामून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8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नूजुमी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69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हिन्दुस्तान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0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शिकारी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1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हकीम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2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शिकार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3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पुले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सिरात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4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फज़ल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बिन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रबी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5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ख़ुदा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का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घर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6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ऊँट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की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खुजली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7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गधे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की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बात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पर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भरोसा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8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हम्माम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79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अजनबी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की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अमानत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80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पढ़ा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लिखा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गधा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81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हिन्दुस्तानी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सौदागर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82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शेख़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जुनैद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बग़दादी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83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अब्दुल्लाह</w:t>
        </w:r>
        <w:r w:rsidRPr="00F072B0">
          <w:rPr>
            <w:rStyle w:val="Hyperlink"/>
            <w:rFonts w:cs="Mangal"/>
            <w:noProof/>
            <w:cs/>
            <w:lang w:bidi="hi-IN"/>
          </w:rPr>
          <w:t xml:space="preserve"> </w:t>
        </w:r>
        <w:r w:rsidRPr="00F072B0">
          <w:rPr>
            <w:rStyle w:val="Hyperlink"/>
            <w:rFonts w:cs="Mangal" w:hint="cs"/>
            <w:noProof/>
            <w:cs/>
            <w:lang w:bidi="hi-IN"/>
          </w:rPr>
          <w:t>मुबारक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pPr>
        <w:pStyle w:val="TOC1"/>
        <w:tabs>
          <w:tab w:val="right" w:leader="dot" w:pos="9350"/>
        </w:tabs>
        <w:rPr>
          <w:rFonts w:ascii="Calibri" w:eastAsia="Times New Roman" w:hAnsi="Calibri" w:cs="Arial"/>
          <w:noProof/>
          <w:color w:val="auto"/>
          <w:sz w:val="22"/>
          <w:szCs w:val="22"/>
        </w:rPr>
      </w:pPr>
      <w:hyperlink w:anchor="_Toc444514684" w:history="1">
        <w:r w:rsidRPr="00F072B0">
          <w:rPr>
            <w:rStyle w:val="Hyperlink"/>
            <w:rFonts w:cs="Mangal" w:hint="cs"/>
            <w:noProof/>
            <w:cs/>
            <w:lang w:bidi="hi-IN"/>
          </w:rPr>
          <w:t>फेहरिस्त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_Toc444514684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10D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22AB" w:rsidRDefault="00C222AB">
      <w:r>
        <w:fldChar w:fldCharType="end"/>
      </w:r>
    </w:p>
    <w:p w:rsidR="00C222AB" w:rsidRPr="00007817" w:rsidRDefault="00C222AB" w:rsidP="00C222AB">
      <w:pPr>
        <w:pStyle w:val="libNormal"/>
        <w:rPr>
          <w:rFonts w:hint="cs"/>
          <w:cs/>
          <w:lang w:bidi="hi-IN"/>
        </w:rPr>
      </w:pPr>
    </w:p>
    <w:sectPr w:rsidR="00C222AB" w:rsidRPr="00007817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4C1" w:rsidRDefault="002E64C1" w:rsidP="008B7801">
      <w:pPr>
        <w:spacing w:after="0" w:line="240" w:lineRule="auto"/>
      </w:pPr>
      <w:r>
        <w:separator/>
      </w:r>
    </w:p>
  </w:endnote>
  <w:endnote w:type="continuationSeparator" w:id="1">
    <w:p w:rsidR="002E64C1" w:rsidRDefault="002E64C1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olaimanLipi">
    <w:altName w:val="Arabic Typesetting"/>
    <w:charset w:val="00"/>
    <w:family w:val="script"/>
    <w:pitch w:val="fixed"/>
    <w:sig w:usb0="00000001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8F9" w:rsidRDefault="00E708F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6410D7">
      <w:rPr>
        <w:rFonts w:ascii="SutonnyMJ" w:hAnsi="SutonnyMJ" w:cs="SutonnyMJ"/>
        <w:noProof/>
      </w:rPr>
      <w:t>1</w:t>
    </w:r>
    <w:r w:rsidRPr="00AA7385">
      <w:rPr>
        <w:rFonts w:ascii="SutonnyMJ" w:hAnsi="SutonnyMJ" w:cs="SutonnyMJ"/>
      </w:rPr>
      <w:fldChar w:fldCharType="end"/>
    </w:r>
  </w:p>
  <w:p w:rsidR="00E708F9" w:rsidRDefault="00E708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4C1" w:rsidRDefault="002E64C1" w:rsidP="008B7801">
      <w:pPr>
        <w:spacing w:after="0" w:line="240" w:lineRule="auto"/>
      </w:pPr>
      <w:r>
        <w:separator/>
      </w:r>
    </w:p>
  </w:footnote>
  <w:footnote w:type="continuationSeparator" w:id="1">
    <w:p w:rsidR="002E64C1" w:rsidRDefault="002E64C1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2E64C1"/>
    <w:rsid w:val="00007817"/>
    <w:rsid w:val="00017F8E"/>
    <w:rsid w:val="00043999"/>
    <w:rsid w:val="000451DA"/>
    <w:rsid w:val="00060509"/>
    <w:rsid w:val="000A16E2"/>
    <w:rsid w:val="000C7F14"/>
    <w:rsid w:val="000D0FC8"/>
    <w:rsid w:val="000D641E"/>
    <w:rsid w:val="00137658"/>
    <w:rsid w:val="0016774F"/>
    <w:rsid w:val="001A3437"/>
    <w:rsid w:val="00235071"/>
    <w:rsid w:val="0025782F"/>
    <w:rsid w:val="00275890"/>
    <w:rsid w:val="0028094A"/>
    <w:rsid w:val="0028663A"/>
    <w:rsid w:val="00292BC3"/>
    <w:rsid w:val="00296130"/>
    <w:rsid w:val="002A6113"/>
    <w:rsid w:val="002B709B"/>
    <w:rsid w:val="002D076C"/>
    <w:rsid w:val="002D15B8"/>
    <w:rsid w:val="002E4766"/>
    <w:rsid w:val="002E64C1"/>
    <w:rsid w:val="00304CCF"/>
    <w:rsid w:val="003137DA"/>
    <w:rsid w:val="00331D48"/>
    <w:rsid w:val="0033697A"/>
    <w:rsid w:val="003A1605"/>
    <w:rsid w:val="003A380C"/>
    <w:rsid w:val="003E4BC2"/>
    <w:rsid w:val="003F325F"/>
    <w:rsid w:val="00406D51"/>
    <w:rsid w:val="00440B0F"/>
    <w:rsid w:val="00495B54"/>
    <w:rsid w:val="004A56BA"/>
    <w:rsid w:val="004C57A4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410D7"/>
    <w:rsid w:val="00663BEC"/>
    <w:rsid w:val="006746F0"/>
    <w:rsid w:val="00690232"/>
    <w:rsid w:val="00692A25"/>
    <w:rsid w:val="006C230E"/>
    <w:rsid w:val="006D197A"/>
    <w:rsid w:val="00707890"/>
    <w:rsid w:val="00733E6E"/>
    <w:rsid w:val="0075520E"/>
    <w:rsid w:val="007719FE"/>
    <w:rsid w:val="00776659"/>
    <w:rsid w:val="0078510C"/>
    <w:rsid w:val="007B649B"/>
    <w:rsid w:val="007D0C93"/>
    <w:rsid w:val="007E3A6A"/>
    <w:rsid w:val="00840C16"/>
    <w:rsid w:val="00870944"/>
    <w:rsid w:val="008715EA"/>
    <w:rsid w:val="00883E6C"/>
    <w:rsid w:val="0088421C"/>
    <w:rsid w:val="00885DAD"/>
    <w:rsid w:val="008A5A1E"/>
    <w:rsid w:val="008B7801"/>
    <w:rsid w:val="008C77D1"/>
    <w:rsid w:val="008D4310"/>
    <w:rsid w:val="008D6263"/>
    <w:rsid w:val="008F0D7B"/>
    <w:rsid w:val="009117EC"/>
    <w:rsid w:val="00934323"/>
    <w:rsid w:val="0094696C"/>
    <w:rsid w:val="00976CDC"/>
    <w:rsid w:val="009D789D"/>
    <w:rsid w:val="00A069B8"/>
    <w:rsid w:val="00A07514"/>
    <w:rsid w:val="00A26038"/>
    <w:rsid w:val="00A2744B"/>
    <w:rsid w:val="00A455D0"/>
    <w:rsid w:val="00A560EA"/>
    <w:rsid w:val="00A77675"/>
    <w:rsid w:val="00AA7385"/>
    <w:rsid w:val="00AB18E8"/>
    <w:rsid w:val="00AB6543"/>
    <w:rsid w:val="00BE0813"/>
    <w:rsid w:val="00BE1409"/>
    <w:rsid w:val="00BF48EA"/>
    <w:rsid w:val="00C222AB"/>
    <w:rsid w:val="00C2470C"/>
    <w:rsid w:val="00C303C9"/>
    <w:rsid w:val="00C53098"/>
    <w:rsid w:val="00C539D3"/>
    <w:rsid w:val="00C76F44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F0DAD"/>
    <w:rsid w:val="00DF1559"/>
    <w:rsid w:val="00E21BCB"/>
    <w:rsid w:val="00E2613F"/>
    <w:rsid w:val="00E30987"/>
    <w:rsid w:val="00E32589"/>
    <w:rsid w:val="00E400A5"/>
    <w:rsid w:val="00E52113"/>
    <w:rsid w:val="00E708F9"/>
    <w:rsid w:val="00E84EB1"/>
    <w:rsid w:val="00E9343A"/>
    <w:rsid w:val="00EB1BF3"/>
    <w:rsid w:val="00EC4B61"/>
    <w:rsid w:val="00F11A1C"/>
    <w:rsid w:val="00F20557"/>
    <w:rsid w:val="00F525D6"/>
    <w:rsid w:val="00F664D0"/>
    <w:rsid w:val="00F860D8"/>
    <w:rsid w:val="00F91E16"/>
    <w:rsid w:val="00FA2BBB"/>
    <w:rsid w:val="00FD2E0A"/>
    <w:rsid w:val="00FD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A26038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  <w:lang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  <w:lang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  <w:lang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  <w:lang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  <w:lang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6410D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6410D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A26038"/>
    <w:rPr>
      <w:rFonts w:ascii="Mangal" w:eastAsia="Times New Roman" w:hAnsi="Mangal" w:cs="Mangal"/>
      <w:b/>
      <w:bCs/>
      <w:color w:val="1F497D"/>
      <w:sz w:val="36"/>
      <w:szCs w:val="36"/>
      <w:lang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  <w:lang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A26038"/>
    <w:rPr>
      <w:b/>
      <w:bCs/>
      <w:lang/>
    </w:rPr>
  </w:style>
  <w:style w:type="character" w:customStyle="1" w:styleId="libBold1Char">
    <w:name w:val="libBold1 Char"/>
    <w:link w:val="libBold1"/>
    <w:rsid w:val="00A26038"/>
    <w:rPr>
      <w:rFonts w:ascii="Mangal" w:hAnsi="Mangal" w:cs="Mangal"/>
      <w:b/>
      <w:bCs/>
      <w:color w:val="000000"/>
      <w:sz w:val="28"/>
      <w:szCs w:val="28"/>
      <w:lang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  <w:lang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  <w:lang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  <w:lang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  <w:lang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  <w:lang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  <w:lang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  <w:lang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  <w:lang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1437\rabius%20sani\books\bohlol_dana\bohlo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23E57-CDF5-4496-8316-F2E845A1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bohlol</Template>
  <TotalTime>1</TotalTime>
  <Pages>141</Pages>
  <Words>21885</Words>
  <Characters>124745</Characters>
  <Application>Microsoft Office Word</Application>
  <DocSecurity>0</DocSecurity>
  <Lines>1039</Lines>
  <Paragraphs>292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146338</CharactersWithSpaces>
  <SharedDoc>false</SharedDoc>
  <HLinks>
    <vt:vector size="270" baseType="variant"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_Toc444514684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_Toc444514683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_Toc444514682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_Toc444514681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_Toc444514680</vt:lpwstr>
      </vt:variant>
      <vt:variant>
        <vt:i4>1376311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_Toc444514679</vt:lpwstr>
      </vt:variant>
      <vt:variant>
        <vt:i4>1376311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_Toc444514678</vt:lpwstr>
      </vt:variant>
      <vt:variant>
        <vt:i4>1376311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_Toc444514677</vt:lpwstr>
      </vt:variant>
      <vt:variant>
        <vt:i4>1376311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_Toc444514676</vt:lpwstr>
      </vt:variant>
      <vt:variant>
        <vt:i4>1376311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_Toc444514675</vt:lpwstr>
      </vt:variant>
      <vt:variant>
        <vt:i4>1376311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_Toc444514674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_Toc444514673</vt:lpwstr>
      </vt:variant>
      <vt:variant>
        <vt:i4>1376311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_Toc444514672</vt:lpwstr>
      </vt:variant>
      <vt:variant>
        <vt:i4>1376311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_Toc444514671</vt:lpwstr>
      </vt:variant>
      <vt:variant>
        <vt:i4>1376311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_Toc444514670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_Toc444514669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_Toc444514668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_Toc444514667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_Toc444514666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_Toc444514665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_Toc444514664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_Toc444514663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_Toc444514662</vt:lpwstr>
      </vt:variant>
      <vt:variant>
        <vt:i4>1310775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_Toc444514661</vt:lpwstr>
      </vt:variant>
      <vt:variant>
        <vt:i4>1310775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_Toc444514660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_Toc444514659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_Toc444514658</vt:lpwstr>
      </vt:variant>
      <vt:variant>
        <vt:i4>1507383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_Toc444514657</vt:lpwstr>
      </vt:variant>
      <vt:variant>
        <vt:i4>1507383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_Toc444514656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_Toc444514655</vt:lpwstr>
      </vt:variant>
      <vt:variant>
        <vt:i4>1507383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_Toc444514654</vt:lpwstr>
      </vt:variant>
      <vt:variant>
        <vt:i4>1507383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_Toc444514653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_Toc444514652</vt:lpwstr>
      </vt:variant>
      <vt:variant>
        <vt:i4>1507383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_Toc444514651</vt:lpwstr>
      </vt:variant>
      <vt:variant>
        <vt:i4>1507383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_Toc444514650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_Toc444514649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_Toc444514648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_Toc444514647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_Toc444514646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_Toc444514645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_Toc444514644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_Toc444514643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_Toc444514642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_Toc444514641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_Toc444514640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E1</dc:creator>
  <cp:lastModifiedBy>E1</cp:lastModifiedBy>
  <cp:revision>1</cp:revision>
  <cp:lastPrinted>2016-02-03T09:03:00Z</cp:lastPrinted>
  <dcterms:created xsi:type="dcterms:W3CDTF">2016-03-03T08:01:00Z</dcterms:created>
  <dcterms:modified xsi:type="dcterms:W3CDTF">2016-03-03T08:02:00Z</dcterms:modified>
</cp:coreProperties>
</file>