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40C4" w:rsidRDefault="00CE40C4" w:rsidP="00CE40C4">
      <w:pPr>
        <w:pStyle w:val="libTitr1"/>
        <w:rPr>
          <w:rFonts w:hint="cs"/>
          <w:lang w:bidi="hi-IN"/>
        </w:rPr>
      </w:pPr>
      <w:r>
        <w:rPr>
          <w:rFonts w:hint="cs"/>
          <w:cs/>
          <w:lang w:bidi="hi-IN"/>
        </w:rPr>
        <w:t>हेमफरे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ऐतेराफात</w:t>
      </w:r>
    </w:p>
    <w:p w:rsidR="00CE40C4" w:rsidRPr="00C64EB4" w:rsidRDefault="00CE40C4" w:rsidP="00CE40C4">
      <w:pPr>
        <w:pStyle w:val="libnotice0"/>
      </w:pPr>
      <w:r w:rsidRPr="006B240B">
        <w:rPr>
          <w:rStyle w:val="libNoticeChar"/>
          <w:rFonts w:hint="cs"/>
          <w:cs/>
          <w:lang w:bidi="hi-IN"/>
        </w:rPr>
        <w:t>नोटः</w:t>
      </w:r>
      <w:r w:rsidRPr="00EA6470">
        <w:rPr>
          <w:rStyle w:val="libNoticeChar"/>
          <w:rtl/>
          <w:cs/>
        </w:rPr>
        <w:t xml:space="preserve"> </w:t>
      </w:r>
      <w:r w:rsidRPr="006B240B">
        <w:rPr>
          <w:rStyle w:val="libNoticeChar"/>
          <w:rFonts w:hint="cs"/>
          <w:cs/>
          <w:lang w:bidi="hi-IN"/>
        </w:rPr>
        <w:t>ये</w:t>
      </w:r>
      <w:r w:rsidRPr="00EA6470">
        <w:rPr>
          <w:rStyle w:val="libNoticeChar"/>
          <w:rtl/>
          <w:cs/>
        </w:rPr>
        <w:t xml:space="preserve"> </w:t>
      </w:r>
      <w:r w:rsidRPr="006B240B">
        <w:rPr>
          <w:rStyle w:val="libNoticeChar"/>
          <w:rFonts w:hint="cs"/>
          <w:cs/>
          <w:lang w:bidi="hi-IN"/>
        </w:rPr>
        <w:t>किताब</w:t>
      </w:r>
      <w:r w:rsidRPr="00EA6470">
        <w:rPr>
          <w:rStyle w:val="libNoticeChar"/>
          <w:rtl/>
          <w:cs/>
        </w:rPr>
        <w:t xml:space="preserve"> </w:t>
      </w:r>
      <w:r w:rsidRPr="006B240B">
        <w:rPr>
          <w:rStyle w:val="libNoticeChar"/>
          <w:rFonts w:hint="cs"/>
          <w:cs/>
          <w:lang w:bidi="hi-IN"/>
        </w:rPr>
        <w:t>अलहसनैन</w:t>
      </w:r>
      <w:r w:rsidRPr="00EA6470">
        <w:rPr>
          <w:rStyle w:val="libNoticeChar"/>
          <w:rtl/>
          <w:cs/>
        </w:rPr>
        <w:t xml:space="preserve"> </w:t>
      </w:r>
      <w:r w:rsidRPr="006B240B">
        <w:rPr>
          <w:rStyle w:val="libNoticeChar"/>
          <w:rFonts w:hint="cs"/>
          <w:cs/>
          <w:lang w:bidi="hi-IN"/>
        </w:rPr>
        <w:t>इस्लामी</w:t>
      </w:r>
      <w:r w:rsidRPr="00EA6470">
        <w:rPr>
          <w:rStyle w:val="libNoticeChar"/>
          <w:rtl/>
          <w:cs/>
        </w:rPr>
        <w:t xml:space="preserve"> </w:t>
      </w:r>
      <w:r w:rsidRPr="006B240B">
        <w:rPr>
          <w:rStyle w:val="libNoticeChar"/>
          <w:rFonts w:hint="cs"/>
          <w:cs/>
          <w:lang w:bidi="hi-IN"/>
        </w:rPr>
        <w:t>नेटवर्क</w:t>
      </w:r>
      <w:r w:rsidRPr="00EA6470">
        <w:rPr>
          <w:rStyle w:val="libNoticeChar"/>
          <w:rtl/>
          <w:cs/>
        </w:rPr>
        <w:t xml:space="preserve"> </w:t>
      </w:r>
      <w:r w:rsidRPr="006B240B">
        <w:rPr>
          <w:rStyle w:val="libNoticeChar"/>
          <w:rFonts w:hint="cs"/>
          <w:cs/>
          <w:lang w:bidi="hi-IN"/>
        </w:rPr>
        <w:t>के</w:t>
      </w:r>
      <w:r w:rsidRPr="00EA6470">
        <w:rPr>
          <w:rStyle w:val="libNoticeChar"/>
          <w:rtl/>
          <w:cs/>
        </w:rPr>
        <w:t xml:space="preserve"> </w:t>
      </w:r>
      <w:r w:rsidRPr="006B240B">
        <w:rPr>
          <w:rStyle w:val="libNoticeChar"/>
          <w:rFonts w:hint="cs"/>
          <w:cs/>
          <w:lang w:bidi="hi-IN"/>
        </w:rPr>
        <w:t>ज़रीऐ</w:t>
      </w:r>
      <w:r w:rsidRPr="00EA6470">
        <w:rPr>
          <w:rStyle w:val="libNoticeChar"/>
          <w:rtl/>
          <w:cs/>
        </w:rPr>
        <w:t xml:space="preserve"> </w:t>
      </w:r>
      <w:r w:rsidRPr="006B240B">
        <w:rPr>
          <w:rStyle w:val="libNoticeChar"/>
          <w:rFonts w:hint="cs"/>
          <w:cs/>
          <w:lang w:bidi="hi-IN"/>
        </w:rPr>
        <w:t>अपने</w:t>
      </w:r>
      <w:r w:rsidRPr="00EA6470">
        <w:rPr>
          <w:rStyle w:val="libNoticeChar"/>
          <w:rtl/>
          <w:cs/>
        </w:rPr>
        <w:t xml:space="preserve"> </w:t>
      </w:r>
      <w:r w:rsidRPr="006B240B">
        <w:rPr>
          <w:rStyle w:val="libNoticeChar"/>
          <w:rFonts w:hint="cs"/>
          <w:cs/>
          <w:lang w:bidi="hi-IN"/>
        </w:rPr>
        <w:t>पाठको</w:t>
      </w:r>
      <w:r w:rsidRPr="00EA6470">
        <w:rPr>
          <w:rStyle w:val="libNoticeChar"/>
          <w:rtl/>
          <w:cs/>
        </w:rPr>
        <w:t xml:space="preserve"> </w:t>
      </w:r>
      <w:r w:rsidRPr="006B240B">
        <w:rPr>
          <w:rStyle w:val="libNoticeChar"/>
          <w:rFonts w:hint="cs"/>
          <w:cs/>
          <w:lang w:bidi="hi-IN"/>
        </w:rPr>
        <w:t>के</w:t>
      </w:r>
      <w:r w:rsidRPr="00EA6470">
        <w:rPr>
          <w:rStyle w:val="libNoticeChar"/>
          <w:rtl/>
          <w:cs/>
        </w:rPr>
        <w:t xml:space="preserve"> </w:t>
      </w:r>
      <w:r w:rsidRPr="006B240B">
        <w:rPr>
          <w:rStyle w:val="libNoticeChar"/>
          <w:rFonts w:hint="cs"/>
          <w:cs/>
          <w:lang w:bidi="hi-IN"/>
        </w:rPr>
        <w:t>लिऐ</w:t>
      </w:r>
      <w:r w:rsidRPr="00EA6470">
        <w:rPr>
          <w:rStyle w:val="libNoticeChar"/>
          <w:rtl/>
          <w:cs/>
        </w:rPr>
        <w:t xml:space="preserve"> </w:t>
      </w:r>
      <w:r w:rsidRPr="006B240B">
        <w:rPr>
          <w:rStyle w:val="libNoticeChar"/>
          <w:rFonts w:hint="cs"/>
          <w:cs/>
          <w:lang w:bidi="hi-IN"/>
        </w:rPr>
        <w:t>टाइप</w:t>
      </w:r>
      <w:r w:rsidRPr="00EA6470">
        <w:rPr>
          <w:rStyle w:val="libNoticeChar"/>
          <w:rtl/>
          <w:cs/>
        </w:rPr>
        <w:t xml:space="preserve"> </w:t>
      </w:r>
      <w:r w:rsidRPr="006B240B">
        <w:rPr>
          <w:rStyle w:val="libNoticeChar"/>
          <w:rFonts w:hint="cs"/>
          <w:cs/>
          <w:lang w:bidi="hi-IN"/>
        </w:rPr>
        <w:t>कराई</w:t>
      </w:r>
      <w:r w:rsidRPr="00EA6470">
        <w:rPr>
          <w:rStyle w:val="libNoticeChar"/>
          <w:rtl/>
          <w:cs/>
        </w:rPr>
        <w:t xml:space="preserve"> </w:t>
      </w:r>
      <w:r w:rsidRPr="006B240B">
        <w:rPr>
          <w:rStyle w:val="libNoticeChar"/>
          <w:rFonts w:hint="cs"/>
          <w:cs/>
          <w:lang w:bidi="hi-IN"/>
        </w:rPr>
        <w:t>गई</w:t>
      </w:r>
      <w:r w:rsidRPr="00EA6470">
        <w:rPr>
          <w:rStyle w:val="libNoticeChar"/>
          <w:rtl/>
          <w:cs/>
        </w:rPr>
        <w:t xml:space="preserve"> </w:t>
      </w:r>
      <w:r w:rsidRPr="006B240B">
        <w:rPr>
          <w:rStyle w:val="libNoticeChar"/>
          <w:rFonts w:hint="cs"/>
          <w:cs/>
          <w:lang w:bidi="hi-IN"/>
        </w:rPr>
        <w:t>है</w:t>
      </w:r>
      <w:r w:rsidRPr="00EA6470">
        <w:rPr>
          <w:rStyle w:val="libNoticeChar"/>
          <w:rtl/>
          <w:cs/>
        </w:rPr>
        <w:t xml:space="preserve"> </w:t>
      </w:r>
      <w:r w:rsidRPr="006B240B">
        <w:rPr>
          <w:rStyle w:val="libNoticeChar"/>
          <w:rFonts w:hint="cs"/>
          <w:cs/>
          <w:lang w:bidi="hi-IN"/>
        </w:rPr>
        <w:t>और</w:t>
      </w:r>
      <w:r w:rsidRPr="00EA6470">
        <w:rPr>
          <w:rStyle w:val="libNoticeChar"/>
          <w:rtl/>
          <w:cs/>
        </w:rPr>
        <w:t xml:space="preserve"> </w:t>
      </w:r>
      <w:r w:rsidRPr="006B240B">
        <w:rPr>
          <w:rStyle w:val="libNoticeChar"/>
          <w:rFonts w:hint="cs"/>
          <w:cs/>
          <w:lang w:bidi="hi-IN"/>
        </w:rPr>
        <w:t>इस</w:t>
      </w:r>
      <w:r w:rsidRPr="00EA6470">
        <w:rPr>
          <w:rStyle w:val="libNoticeChar"/>
          <w:rtl/>
          <w:cs/>
        </w:rPr>
        <w:t xml:space="preserve"> </w:t>
      </w:r>
      <w:r w:rsidRPr="006B240B">
        <w:rPr>
          <w:rStyle w:val="libNoticeChar"/>
          <w:rFonts w:hint="cs"/>
          <w:cs/>
          <w:lang w:bidi="hi-IN"/>
        </w:rPr>
        <w:t>किताब</w:t>
      </w:r>
      <w:r w:rsidRPr="00EA6470">
        <w:rPr>
          <w:rStyle w:val="libNoticeChar"/>
          <w:rtl/>
          <w:cs/>
        </w:rPr>
        <w:t xml:space="preserve"> </w:t>
      </w:r>
      <w:r w:rsidRPr="006B240B">
        <w:rPr>
          <w:rStyle w:val="libNoticeChar"/>
          <w:rFonts w:hint="cs"/>
          <w:cs/>
          <w:lang w:bidi="hi-IN"/>
        </w:rPr>
        <w:t>मे</w:t>
      </w:r>
      <w:r w:rsidRPr="00EA6470">
        <w:rPr>
          <w:rStyle w:val="libNoticeChar"/>
          <w:rtl/>
          <w:cs/>
        </w:rPr>
        <w:t xml:space="preserve"> </w:t>
      </w:r>
      <w:r w:rsidRPr="006B240B">
        <w:rPr>
          <w:rStyle w:val="libNoticeChar"/>
          <w:rFonts w:hint="cs"/>
          <w:cs/>
          <w:lang w:bidi="hi-IN"/>
        </w:rPr>
        <w:t>टाइप</w:t>
      </w:r>
      <w:r w:rsidRPr="00EA6470">
        <w:rPr>
          <w:rStyle w:val="libNoticeChar"/>
          <w:rtl/>
          <w:cs/>
        </w:rPr>
        <w:t xml:space="preserve"> </w:t>
      </w:r>
      <w:r w:rsidRPr="006B240B">
        <w:rPr>
          <w:rStyle w:val="libNoticeChar"/>
          <w:rFonts w:hint="cs"/>
          <w:cs/>
          <w:lang w:bidi="hi-IN"/>
        </w:rPr>
        <w:t>वग़ैरा</w:t>
      </w:r>
      <w:r w:rsidRPr="00EA6470">
        <w:rPr>
          <w:rStyle w:val="libNoticeChar"/>
          <w:rtl/>
          <w:cs/>
        </w:rPr>
        <w:t xml:space="preserve"> </w:t>
      </w:r>
      <w:r w:rsidRPr="006B240B">
        <w:rPr>
          <w:rStyle w:val="libNoticeChar"/>
          <w:rFonts w:hint="cs"/>
          <w:cs/>
          <w:lang w:bidi="hi-IN"/>
        </w:rPr>
        <w:t>की</w:t>
      </w:r>
      <w:r w:rsidRPr="00EA6470">
        <w:rPr>
          <w:rStyle w:val="libNoticeChar"/>
          <w:rtl/>
          <w:cs/>
        </w:rPr>
        <w:t xml:space="preserve"> </w:t>
      </w:r>
      <w:r w:rsidRPr="006B240B">
        <w:rPr>
          <w:rStyle w:val="libNoticeChar"/>
          <w:rFonts w:hint="cs"/>
          <w:cs/>
          <w:lang w:bidi="hi-IN"/>
        </w:rPr>
        <w:t>ग़लतीयो</w:t>
      </w:r>
      <w:r w:rsidRPr="00EA6470">
        <w:rPr>
          <w:rStyle w:val="libNoticeChar"/>
          <w:rtl/>
          <w:cs/>
        </w:rPr>
        <w:t xml:space="preserve"> </w:t>
      </w:r>
      <w:r>
        <w:rPr>
          <w:rStyle w:val="libNoticeChar"/>
          <w:rFonts w:hint="cs"/>
          <w:cs/>
          <w:lang w:bidi="hi-IN"/>
        </w:rPr>
        <w:t>को सही किया</w:t>
      </w:r>
      <w:r w:rsidRPr="00EA6470">
        <w:rPr>
          <w:rStyle w:val="libNoticeChar"/>
          <w:rtl/>
          <w:cs/>
        </w:rPr>
        <w:t xml:space="preserve"> </w:t>
      </w:r>
      <w:r w:rsidRPr="006B240B">
        <w:rPr>
          <w:rStyle w:val="libNoticeChar"/>
          <w:rFonts w:hint="cs"/>
          <w:cs/>
          <w:lang w:bidi="hi-IN"/>
        </w:rPr>
        <w:t>गया</w:t>
      </w:r>
      <w:r w:rsidRPr="00EA6470">
        <w:rPr>
          <w:rStyle w:val="libNoticeChar"/>
          <w:rtl/>
          <w:cs/>
        </w:rPr>
        <w:t xml:space="preserve"> </w:t>
      </w:r>
      <w:r w:rsidRPr="006B240B">
        <w:rPr>
          <w:rStyle w:val="libNoticeChar"/>
          <w:rFonts w:hint="cs"/>
          <w:cs/>
          <w:lang w:bidi="hi-IN"/>
        </w:rPr>
        <w:t>है।</w:t>
      </w:r>
    </w:p>
    <w:p w:rsidR="00CE40C4" w:rsidRDefault="00CE40C4" w:rsidP="00CE40C4">
      <w:pPr>
        <w:pStyle w:val="libNotice"/>
      </w:pPr>
      <w:r w:rsidRPr="00C64EB4">
        <w:t>Alhassanain.org/hindi</w:t>
      </w:r>
    </w:p>
    <w:p w:rsidR="00CE40C4" w:rsidRDefault="00CE40C4" w:rsidP="00CE40C4">
      <w:pPr>
        <w:pStyle w:val="libNormal"/>
      </w:pPr>
    </w:p>
    <w:p w:rsidR="00CE40C4" w:rsidRDefault="00CE40C4">
      <w:pPr>
        <w:spacing w:after="0" w:line="240" w:lineRule="auto"/>
        <w:rPr>
          <w:rFonts w:ascii="Mangal" w:hAnsi="Mangal" w:cs="Mangal"/>
          <w:color w:val="000000"/>
          <w:sz w:val="28"/>
          <w:szCs w:val="28"/>
          <w:cs/>
          <w:lang w:bidi="hi-IN"/>
        </w:rPr>
      </w:pPr>
      <w:r>
        <w:rPr>
          <w:cs/>
          <w:lang w:bidi="hi-IN"/>
        </w:rPr>
        <w:br w:type="page"/>
      </w:r>
    </w:p>
    <w:bookmarkStart w:id="0" w:name="_Toc512662054" w:displacedByCustomXml="next"/>
    <w:sdt>
      <w:sdtPr>
        <w:id w:val="2978298"/>
        <w:docPartObj>
          <w:docPartGallery w:val="Table of Contents"/>
          <w:docPartUnique/>
        </w:docPartObj>
      </w:sdtPr>
      <w:sdtEndPr>
        <w:rPr>
          <w:rFonts w:ascii="Calibri" w:eastAsia="Calibri" w:hAnsi="Calibri" w:cs="Arial"/>
          <w:b w:val="0"/>
          <w:bCs w:val="0"/>
          <w:color w:val="auto"/>
          <w:sz w:val="32"/>
          <w:szCs w:val="32"/>
        </w:rPr>
      </w:sdtEndPr>
      <w:sdtContent>
        <w:p w:rsidR="00A15773" w:rsidRDefault="00A15773" w:rsidP="00A15773">
          <w:pPr>
            <w:pStyle w:val="TOCHeading"/>
            <w:rPr>
              <w:rFonts w:hint="cs"/>
              <w:lang w:bidi="hi-IN"/>
            </w:rPr>
          </w:pPr>
          <w:r>
            <w:rPr>
              <w:rFonts w:hint="cs"/>
              <w:cs/>
              <w:lang w:bidi="hi-IN"/>
            </w:rPr>
            <w:t>फेहरिस्त</w:t>
          </w:r>
        </w:p>
        <w:p w:rsidR="00A15773" w:rsidRDefault="00A15773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512662158" w:history="1">
            <w:r w:rsidRPr="00DB68DE">
              <w:rPr>
                <w:rStyle w:val="Hyperlink"/>
                <w:rFonts w:cs="Mangal" w:hint="cs"/>
                <w:noProof/>
                <w:cs/>
                <w:lang w:bidi="hi-IN"/>
              </w:rPr>
              <w:t>पेश</w:t>
            </w:r>
            <w:r w:rsidRPr="00DB68DE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DB68DE">
              <w:rPr>
                <w:rStyle w:val="Hyperlink"/>
                <w:rFonts w:cs="Mangal" w:hint="cs"/>
                <w:noProof/>
                <w:cs/>
                <w:lang w:bidi="hi-IN"/>
              </w:rPr>
              <w:t>लफ्ज़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_Toc512662158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15773" w:rsidRDefault="00A15773" w:rsidP="00A15773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512662159" w:history="1">
            <w:r w:rsidRPr="00DB68DE">
              <w:rPr>
                <w:rStyle w:val="Hyperlink"/>
                <w:rFonts w:cs="Mangal" w:hint="cs"/>
                <w:noProof/>
                <w:cs/>
                <w:lang w:bidi="hi-IN"/>
              </w:rPr>
              <w:t>हुकूमते</w:t>
            </w:r>
            <w:r w:rsidRPr="00DB68DE">
              <w:rPr>
                <w:rStyle w:val="Hyperlink"/>
                <w:noProof/>
              </w:rPr>
              <w:t xml:space="preserve"> </w:t>
            </w:r>
            <w:r w:rsidRPr="00DB68DE">
              <w:rPr>
                <w:rStyle w:val="Hyperlink"/>
                <w:rFonts w:cs="Mangal" w:hint="cs"/>
                <w:noProof/>
                <w:cs/>
                <w:lang w:bidi="hi-IN"/>
              </w:rPr>
              <w:t>बरतानिया</w:t>
            </w:r>
            <w:r w:rsidRPr="00DB68DE">
              <w:rPr>
                <w:rStyle w:val="Hyperlink"/>
                <w:noProof/>
              </w:rPr>
              <w:t xml:space="preserve"> </w:t>
            </w:r>
            <w:r>
              <w:rPr>
                <w:rStyle w:val="Hyperlink"/>
                <w:rFonts w:cs="Mangal" w:hint="cs"/>
                <w:noProof/>
                <w:cs/>
                <w:lang w:bidi="hi-IN"/>
              </w:rPr>
              <w:t xml:space="preserve">की </w:t>
            </w:r>
            <w:r w:rsidRPr="00DB68DE">
              <w:rPr>
                <w:rStyle w:val="Hyperlink"/>
                <w:rFonts w:cs="Mangal" w:hint="cs"/>
                <w:noProof/>
                <w:cs/>
                <w:lang w:bidi="hi-IN"/>
              </w:rPr>
              <w:t>फ़िक</w:t>
            </w:r>
            <w:r>
              <w:rPr>
                <w:rStyle w:val="Hyperlink"/>
                <w:rFonts w:cs="Mangal" w:hint="cs"/>
                <w:noProof/>
                <w:cs/>
                <w:lang w:bidi="hi-IN"/>
              </w:rPr>
              <w:t>्र</w:t>
            </w:r>
            <w:r w:rsidRPr="00DB68DE">
              <w:rPr>
                <w:rStyle w:val="Hyperlink"/>
                <w:rFonts w:cs="Mangal" w:hint="cs"/>
                <w:noProof/>
                <w:cs/>
                <w:lang w:bidi="hi-IN"/>
              </w:rPr>
              <w:t>मन्दी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_Toc512662159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15773" w:rsidRDefault="00A15773" w:rsidP="00A15773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512662160" w:history="1">
            <w:r>
              <w:rPr>
                <w:rStyle w:val="Hyperlink"/>
                <w:rFonts w:cs="Mangal" w:hint="cs"/>
                <w:noProof/>
                <w:cs/>
                <w:lang w:bidi="hi-IN"/>
              </w:rPr>
              <w:t>लंदन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_Toc512662160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15773" w:rsidRDefault="00A15773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512662161" w:history="1">
            <w:r w:rsidRPr="00DB68DE">
              <w:rPr>
                <w:rStyle w:val="Hyperlink"/>
                <w:rFonts w:cs="Mangal" w:hint="cs"/>
                <w:noProof/>
                <w:cs/>
                <w:lang w:bidi="hi-IN"/>
              </w:rPr>
              <w:t>बसरा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_Toc512662161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15773" w:rsidRDefault="00A15773" w:rsidP="00A15773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512662162" w:history="1">
            <w:r w:rsidRPr="00DB68DE">
              <w:rPr>
                <w:rStyle w:val="Hyperlink"/>
                <w:rFonts w:cs="Mangal" w:hint="cs"/>
                <w:noProof/>
                <w:cs/>
                <w:lang w:bidi="hi-IN"/>
              </w:rPr>
              <w:t>लंदन</w:t>
            </w:r>
            <w:r w:rsidRPr="00DB68DE">
              <w:rPr>
                <w:rStyle w:val="Hyperlink"/>
                <w:noProof/>
              </w:rPr>
              <w:t xml:space="preserve"> </w:t>
            </w:r>
            <w:r w:rsidRPr="00DB68DE">
              <w:rPr>
                <w:rStyle w:val="Hyperlink"/>
                <w:rFonts w:cs="Mangal" w:hint="cs"/>
                <w:noProof/>
                <w:cs/>
                <w:lang w:bidi="hi-IN"/>
              </w:rPr>
              <w:t>से</w:t>
            </w:r>
            <w:r w:rsidRPr="00DB68DE">
              <w:rPr>
                <w:rStyle w:val="Hyperlink"/>
                <w:noProof/>
              </w:rPr>
              <w:t xml:space="preserve"> </w:t>
            </w:r>
            <w:r w:rsidRPr="00DB68DE">
              <w:rPr>
                <w:rStyle w:val="Hyperlink"/>
                <w:rFonts w:cs="Mangal" w:hint="cs"/>
                <w:noProof/>
                <w:cs/>
                <w:lang w:bidi="hi-IN"/>
              </w:rPr>
              <w:t>ख़त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_Toc512662162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15773" w:rsidRDefault="00A15773" w:rsidP="00A15773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512662163" w:history="1">
            <w:r>
              <w:rPr>
                <w:rStyle w:val="Hyperlink"/>
                <w:rFonts w:cs="Mangal" w:hint="cs"/>
                <w:noProof/>
                <w:cs/>
                <w:lang w:bidi="hi-IN"/>
              </w:rPr>
              <w:t>मेरी इराक़ की रिपोर्ट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_Toc512662163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15773" w:rsidRDefault="00A15773" w:rsidP="00A15773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512662164" w:history="1">
            <w:r>
              <w:rPr>
                <w:rStyle w:val="Hyperlink"/>
                <w:rFonts w:cs="Mangal" w:hint="cs"/>
                <w:noProof/>
                <w:cs/>
                <w:lang w:bidi="hi-IN"/>
              </w:rPr>
              <w:t>इस्लाम की नाबूदी का मंसूबा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_Toc512662164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15773" w:rsidRDefault="00A15773">
          <w:r>
            <w:fldChar w:fldCharType="end"/>
          </w:r>
        </w:p>
      </w:sdtContent>
    </w:sdt>
    <w:p w:rsidR="00A15773" w:rsidRDefault="00A15773">
      <w:pPr>
        <w:spacing w:after="0" w:line="240" w:lineRule="auto"/>
        <w:rPr>
          <w:rFonts w:ascii="SolaimanLipi" w:eastAsia="Times New Roman" w:hAnsi="SolaimanLipi" w:cs="Mangal"/>
          <w:b/>
          <w:bCs/>
          <w:color w:val="1F497D"/>
          <w:sz w:val="36"/>
          <w:szCs w:val="36"/>
          <w:cs/>
          <w:lang w:bidi="hi-IN"/>
        </w:rPr>
      </w:pPr>
      <w:r>
        <w:rPr>
          <w:cs/>
          <w:lang w:bidi="hi-IN"/>
        </w:rPr>
        <w:br w:type="page"/>
      </w:r>
    </w:p>
    <w:p w:rsidR="00CE40C4" w:rsidRDefault="00CE40C4" w:rsidP="00CE40C4">
      <w:pPr>
        <w:pStyle w:val="Heading1"/>
      </w:pPr>
      <w:bookmarkStart w:id="1" w:name="_Toc512662158"/>
      <w:r>
        <w:rPr>
          <w:rFonts w:hint="cs"/>
          <w:cs/>
          <w:lang w:bidi="hi-IN"/>
        </w:rPr>
        <w:lastRenderedPageBreak/>
        <w:t>पेश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लफ्ज़</w:t>
      </w:r>
      <w:bookmarkEnd w:id="0"/>
      <w:bookmarkEnd w:id="1"/>
    </w:p>
    <w:p w:rsidR="00CE40C4" w:rsidRDefault="00CE40C4" w:rsidP="00CE40C4">
      <w:pPr>
        <w:pStyle w:val="libNormal"/>
      </w:pPr>
      <w:r>
        <w:tab/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बर्तानवी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जासूस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मिस्टर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हमफ़रे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दाश्तों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मजमूआ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 w:rsidR="00E216ED">
        <w:rPr>
          <w:rFonts w:hint="cs"/>
          <w:cs/>
          <w:lang w:bidi="hi-IN"/>
        </w:rPr>
        <w:t>याद्दाश्त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आलमगीर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दौरान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जर्मनों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हाथों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जर्मन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रिसाले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स्पीगल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क़िस्तवार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बर्तानवी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इस्तेअमार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ख़ूब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ख़ूब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रुस्वा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स्पीगल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फ्रांसीसी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रिसाले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याद्दाश्तों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लेबनानी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दानिश्वर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मुतालिआ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अवाम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फ़ायदे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छापा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इन्हुों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याद्दाश्तों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उर्दू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हिन्दी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तर्जुमा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पहुंचा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बर्तानवी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सामराज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ख़िलाफ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सौ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साज़िश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बाख़बर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सकें।</w:t>
      </w:r>
    </w:p>
    <w:p w:rsidR="00CE40C4" w:rsidRDefault="00CE40C4" w:rsidP="00CE40C4">
      <w:pPr>
        <w:pStyle w:val="libNormal"/>
      </w:pPr>
      <w:r>
        <w:tab/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बर्तानवी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सामराज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t xml:space="preserve">, </w:t>
      </w:r>
      <w:r>
        <w:rPr>
          <w:rFonts w:hint="cs"/>
          <w:cs/>
          <w:lang w:bidi="hi-IN"/>
        </w:rPr>
        <w:t>जिसने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दुश्मनी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तस्कीन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मशरिक़े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वुस्ता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इस्राईल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वुजूद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रुसी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सामराज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ख़लील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मस्लक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बुनियाद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डाली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t xml:space="preserve">, </w:t>
      </w:r>
      <w:r>
        <w:rPr>
          <w:rFonts w:hint="cs"/>
          <w:cs/>
          <w:lang w:bidi="hi-IN"/>
        </w:rPr>
        <w:t>उसी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सामराज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बर्रेसग़ीर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क़ादयानी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मज़हब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बुनियाद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सूडान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महदियत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फ़ितना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खड़ा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किया।</w:t>
      </w:r>
      <w:r>
        <w:rPr>
          <w:cs/>
          <w:lang w:bidi="hi-IN"/>
        </w:rPr>
        <w:t xml:space="preserve"> </w:t>
      </w:r>
    </w:p>
    <w:p w:rsidR="00CE40C4" w:rsidRDefault="00CE40C4" w:rsidP="00CE40C4">
      <w:pPr>
        <w:pStyle w:val="libNormal"/>
      </w:pPr>
      <w:r>
        <w:tab/>
      </w:r>
      <w:bookmarkStart w:id="2" w:name="_Toc512662055"/>
      <w:bookmarkStart w:id="3" w:name="_Toc512662159"/>
      <w:r w:rsidRPr="00E216ED">
        <w:rPr>
          <w:rStyle w:val="Heading1Char"/>
          <w:rFonts w:eastAsia="Calibri" w:cs="Mangal" w:hint="cs"/>
          <w:cs/>
        </w:rPr>
        <w:t>मुद्दतों</w:t>
      </w:r>
      <w:r w:rsidRPr="00E216ED">
        <w:rPr>
          <w:rStyle w:val="Heading1Char"/>
          <w:rFonts w:eastAsia="Calibri"/>
          <w:cs/>
        </w:rPr>
        <w:t xml:space="preserve"> </w:t>
      </w:r>
      <w:r w:rsidRPr="00E216ED">
        <w:rPr>
          <w:rStyle w:val="Heading1Char"/>
          <w:rFonts w:eastAsia="Calibri" w:cs="Mangal" w:hint="cs"/>
          <w:cs/>
        </w:rPr>
        <w:t>हुकूमते</w:t>
      </w:r>
      <w:r w:rsidRPr="00E216ED">
        <w:rPr>
          <w:rStyle w:val="Heading1Char"/>
          <w:rFonts w:eastAsia="Calibri"/>
          <w:cs/>
        </w:rPr>
        <w:t xml:space="preserve"> </w:t>
      </w:r>
      <w:r w:rsidRPr="00E216ED">
        <w:rPr>
          <w:rStyle w:val="Heading1Char"/>
          <w:rFonts w:eastAsia="Calibri" w:cs="Mangal" w:hint="cs"/>
          <w:cs/>
        </w:rPr>
        <w:t>बरतानिया</w:t>
      </w:r>
      <w:r w:rsidRPr="00E216ED">
        <w:rPr>
          <w:rStyle w:val="Heading1Char"/>
          <w:rFonts w:eastAsia="Calibri"/>
          <w:cs/>
        </w:rPr>
        <w:t xml:space="preserve"> </w:t>
      </w:r>
      <w:r w:rsidRPr="00E216ED">
        <w:rPr>
          <w:rStyle w:val="Heading1Char"/>
          <w:rFonts w:eastAsia="Calibri" w:cs="Mangal" w:hint="cs"/>
          <w:cs/>
        </w:rPr>
        <w:t>अपनी</w:t>
      </w:r>
      <w:r w:rsidRPr="00E216ED">
        <w:rPr>
          <w:rStyle w:val="Heading1Char"/>
          <w:rFonts w:eastAsia="Calibri"/>
          <w:cs/>
        </w:rPr>
        <w:t xml:space="preserve"> </w:t>
      </w:r>
      <w:r w:rsidRPr="00E216ED">
        <w:rPr>
          <w:rStyle w:val="Heading1Char"/>
          <w:rFonts w:eastAsia="Calibri" w:cs="Mangal" w:hint="cs"/>
          <w:cs/>
        </w:rPr>
        <w:t>अज़ीम</w:t>
      </w:r>
      <w:r w:rsidRPr="00E216ED">
        <w:rPr>
          <w:rStyle w:val="Heading1Char"/>
          <w:rFonts w:eastAsia="Calibri"/>
          <w:cs/>
        </w:rPr>
        <w:t xml:space="preserve"> </w:t>
      </w:r>
      <w:r w:rsidRPr="00E216ED">
        <w:rPr>
          <w:rStyle w:val="Heading1Char"/>
          <w:rFonts w:eastAsia="Calibri" w:cs="Mangal" w:hint="cs"/>
          <w:cs/>
        </w:rPr>
        <w:t>और</w:t>
      </w:r>
      <w:r w:rsidRPr="00E216ED">
        <w:rPr>
          <w:rStyle w:val="Heading1Char"/>
          <w:rFonts w:eastAsia="Calibri"/>
          <w:cs/>
        </w:rPr>
        <w:t xml:space="preserve"> </w:t>
      </w:r>
      <w:r w:rsidRPr="00E216ED">
        <w:rPr>
          <w:rStyle w:val="Heading1Char"/>
          <w:rFonts w:eastAsia="Calibri" w:cs="Mangal" w:hint="cs"/>
          <w:cs/>
        </w:rPr>
        <w:t>मुस्तहकम</w:t>
      </w:r>
      <w:r w:rsidRPr="00E216ED">
        <w:rPr>
          <w:rStyle w:val="Heading1Char"/>
          <w:rFonts w:eastAsia="Calibri"/>
          <w:cs/>
        </w:rPr>
        <w:t xml:space="preserve"> </w:t>
      </w:r>
      <w:r w:rsidRPr="00E216ED">
        <w:rPr>
          <w:rStyle w:val="Heading1Char"/>
          <w:rFonts w:eastAsia="Calibri" w:cs="Mangal" w:hint="cs"/>
          <w:cs/>
        </w:rPr>
        <w:t>नौ</w:t>
      </w:r>
      <w:r w:rsidRPr="00E216ED">
        <w:rPr>
          <w:rStyle w:val="Heading1Char"/>
          <w:rFonts w:eastAsia="Calibri"/>
          <w:cs/>
        </w:rPr>
        <w:t xml:space="preserve"> </w:t>
      </w:r>
      <w:r w:rsidRPr="00E216ED">
        <w:rPr>
          <w:rStyle w:val="Heading1Char"/>
          <w:rFonts w:eastAsia="Calibri" w:cs="Mangal" w:hint="cs"/>
          <w:cs/>
        </w:rPr>
        <w:t>आबादी</w:t>
      </w:r>
      <w:r w:rsidRPr="00E216ED">
        <w:rPr>
          <w:rStyle w:val="Heading1Char"/>
          <w:rFonts w:eastAsia="Calibri"/>
          <w:cs/>
        </w:rPr>
        <w:t xml:space="preserve"> </w:t>
      </w:r>
      <w:r w:rsidRPr="00E216ED">
        <w:rPr>
          <w:rStyle w:val="Heading1Char"/>
          <w:rFonts w:eastAsia="Calibri" w:cs="Mangal" w:hint="cs"/>
          <w:cs/>
        </w:rPr>
        <w:t>के</w:t>
      </w:r>
      <w:r w:rsidRPr="00E216ED">
        <w:rPr>
          <w:rStyle w:val="Heading1Char"/>
          <w:rFonts w:eastAsia="Calibri"/>
          <w:cs/>
        </w:rPr>
        <w:t xml:space="preserve"> </w:t>
      </w:r>
      <w:r w:rsidRPr="00E216ED">
        <w:rPr>
          <w:rStyle w:val="Heading1Char"/>
          <w:rFonts w:eastAsia="Calibri" w:cs="Mangal" w:hint="cs"/>
          <w:cs/>
        </w:rPr>
        <w:t>बारे</w:t>
      </w:r>
      <w:r w:rsidRPr="00E216ED">
        <w:rPr>
          <w:rStyle w:val="Heading1Char"/>
          <w:rFonts w:eastAsia="Calibri"/>
          <w:cs/>
        </w:rPr>
        <w:t xml:space="preserve"> </w:t>
      </w:r>
      <w:r w:rsidRPr="00E216ED">
        <w:rPr>
          <w:rStyle w:val="Heading1Char"/>
          <w:rFonts w:eastAsia="Calibri" w:cs="Mangal" w:hint="cs"/>
          <w:cs/>
        </w:rPr>
        <w:t>में</w:t>
      </w:r>
      <w:r w:rsidRPr="00E216ED">
        <w:rPr>
          <w:rStyle w:val="Heading1Char"/>
          <w:rFonts w:eastAsia="Calibri"/>
          <w:cs/>
        </w:rPr>
        <w:t xml:space="preserve"> </w:t>
      </w:r>
      <w:r w:rsidRPr="00E216ED">
        <w:rPr>
          <w:rStyle w:val="Heading1Char"/>
          <w:rFonts w:eastAsia="Calibri" w:cs="Mangal" w:hint="cs"/>
          <w:cs/>
        </w:rPr>
        <w:t>फ़िकमन्दी</w:t>
      </w:r>
      <w:bookmarkEnd w:id="2"/>
      <w:bookmarkEnd w:id="3"/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सल्तनत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हुदूद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इतनी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वुसअ़त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इख़्तियार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सूरज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गुरुब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हिन्दुस्तान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मशि्रक़ी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वुस्ता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मुमालिक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बेशुमार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नौ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आबादियों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ज़ज़ीरए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बरतानिया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छोटा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दिखायी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हुकूमते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बरतानिया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सामराजी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पालिसी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मुल्क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यकसाँ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नौइयत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मुमालिक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हुकूमत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ज़ाहिरन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दरपरदा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सामराजी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निज़ाम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क़सर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बाक़ी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मुमलिक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ज़ाहिरी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आज़ादी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खोकर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बरतानिया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गोद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आयें।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लाज़िम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नौ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आबादयाती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निज़ाम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नज़रे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तौर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लाज़िमी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तवज्जोह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दें</w:t>
      </w:r>
    </w:p>
    <w:p w:rsidR="00CE40C4" w:rsidRDefault="00CE40C4" w:rsidP="00CE40C4">
      <w:pPr>
        <w:pStyle w:val="libNormal"/>
      </w:pPr>
      <w:r>
        <w:t>1.</w:t>
      </w:r>
      <w:r>
        <w:tab/>
      </w:r>
      <w:r>
        <w:rPr>
          <w:rFonts w:hint="cs"/>
          <w:cs/>
          <w:lang w:bidi="hi-IN"/>
        </w:rPr>
        <w:t>ऐसी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तदाबीर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इख़्तियार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सल्तनते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इंग्लिस्तान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नौ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आबादियों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कब्जे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मुस्तहाम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करें।</w:t>
      </w:r>
    </w:p>
    <w:p w:rsidR="00CE40C4" w:rsidRDefault="00CE40C4" w:rsidP="00CE40C4">
      <w:pPr>
        <w:pStyle w:val="libNormal"/>
      </w:pPr>
      <w:r>
        <w:t>2.</w:t>
      </w:r>
      <w:r>
        <w:tab/>
      </w:r>
      <w:r>
        <w:rPr>
          <w:rFonts w:hint="cs"/>
          <w:cs/>
          <w:lang w:bidi="hi-IN"/>
        </w:rPr>
        <w:t>ऐसे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प्रोग्राम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मुरत्तब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इलाकों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रुसूख़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कायम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नौ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आबादयाती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निज़ाम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</w:p>
    <w:p w:rsidR="00CE40C4" w:rsidRDefault="00CE40C4" w:rsidP="00CE40C4">
      <w:pPr>
        <w:pStyle w:val="libNormal"/>
      </w:pPr>
      <w:r>
        <w:rPr>
          <w:rFonts w:hint="cs"/>
          <w:cs/>
          <w:lang w:bidi="hi-IN"/>
        </w:rPr>
        <w:t>इंग्लिस्तान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नौ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आबादियती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इलाकों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विज़ारत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मज़कूरा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प्रोग्रामों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रव्वये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ज़रुरत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महसूस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नौ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आबादियाती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आबादियाती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इलाक़ों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विज़ारत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मुलाज़िमात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शुरु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हुस्ने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कारकर्दगी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मुज़ाहिरा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तौर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ईस्ट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इण्डिया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कम्पनी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जांच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पड़ताल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सिलसिले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अच्छी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कारकर्दगी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विज़ारते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ख़ज़ाना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अच्छे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ओहदे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फ़ाएज़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कम्पनी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बज़ाहिर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तिजारती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नौइयत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दरहक़ीक़त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जासूसी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अड्डा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क़याम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मक़सद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हिन्दुस्तान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सूरतों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रास्तों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तलाश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ज़रीए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सरज़मीन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मुकम्मल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तौर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मरतानिया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असरो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नुफूज़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क़ायम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मशरिक़े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वुस्ता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गिरफ़्त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मज़बूत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सके।</w:t>
      </w:r>
    </w:p>
    <w:p w:rsidR="00CE40C4" w:rsidRDefault="00CE40C4" w:rsidP="00E216ED">
      <w:pPr>
        <w:pStyle w:val="libNormal"/>
      </w:pPr>
      <w:r>
        <w:tab/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इंगिस्तान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हुकुमत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हिन्दुस्तान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बड़ी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मुतमइन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बेफ़िक्र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क़ौमी</w:t>
      </w:r>
      <w:r>
        <w:t xml:space="preserve">, </w:t>
      </w:r>
      <w:r>
        <w:rPr>
          <w:rFonts w:hint="cs"/>
          <w:cs/>
          <w:lang w:bidi="hi-IN"/>
        </w:rPr>
        <w:t>क़बाएली़</w:t>
      </w:r>
      <w:r>
        <w:t xml:space="preserve">, </w:t>
      </w:r>
      <w:r>
        <w:rPr>
          <w:rFonts w:hint="cs"/>
          <w:cs/>
          <w:lang w:bidi="hi-IN"/>
        </w:rPr>
        <w:t>मज़हबी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सक़ाफ़ती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इख़्तिलाफ़ात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मशरिक़े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वुस्ता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फुरसत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इंग्लिस्तान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जाएजे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रुसूख़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ख़िलाफ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शूरिश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बरपा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सकें।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सरज़मीन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बुध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कनफ़्यूशस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जैसे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मुर्दा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मज़ाहिब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पैरोकारों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अंग्रेंजी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ख़तरा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लाहक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हिन्दु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कसरत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बाहमी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बुनयादी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इख्तिलाफ़ात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पेशे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नज़र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बईद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क़यास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आज़ादी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इस्तिक़लाल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फ़िक्र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मौजू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काबिले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तवज्जोह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सोचना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गैर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दानिशमन्दी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आईन्दा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पेशे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नज़र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इन्किलाबात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कौमों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मुतवज्जेह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करेंगे।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सामने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तदाबीर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इख़्तियार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क़ौमों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बेदारी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सलाहियत</w:t>
      </w:r>
      <w:r>
        <w:rPr>
          <w:cs/>
          <w:lang w:bidi="hi-IN"/>
        </w:rPr>
        <w:t xml:space="preserve"> </w:t>
      </w:r>
      <w:r w:rsidR="00E216ED"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मफ़कूद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तदाबीर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तवीलुल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मीआद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प्रोग्रामों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सूरत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सरज़मीनों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इफ़्तिराक़</w:t>
      </w:r>
      <w:r>
        <w:t xml:space="preserve">, </w:t>
      </w:r>
      <w:r>
        <w:rPr>
          <w:rFonts w:hint="cs"/>
          <w:cs/>
          <w:lang w:bidi="hi-IN"/>
        </w:rPr>
        <w:t>जिहालत</w:t>
      </w:r>
      <w:r>
        <w:t xml:space="preserve">, </w:t>
      </w:r>
      <w:r>
        <w:rPr>
          <w:rFonts w:hint="cs"/>
          <w:cs/>
          <w:lang w:bidi="hi-IN"/>
        </w:rPr>
        <w:t>बीमारी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गुरबत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बुनियाद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इस्तेवार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इलाकों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मुसीबतों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बदबख़्तियों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वारिद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बुध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ज़र्बुल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हैः</w:t>
      </w:r>
    </w:p>
    <w:p w:rsidR="00CE40C4" w:rsidRDefault="00CE40C4" w:rsidP="00CE40C4">
      <w:pPr>
        <w:pStyle w:val="libNormal"/>
      </w:pPr>
      <w:r>
        <w:tab/>
      </w:r>
      <w:r>
        <w:rPr>
          <w:rFonts w:ascii="Times New Roman" w:hAnsi="Times New Roman" w:cs="Times New Roman"/>
        </w:rPr>
        <w:t>“</w:t>
      </w:r>
      <w:r>
        <w:rPr>
          <w:rFonts w:hint="cs"/>
          <w:cs/>
          <w:lang w:bidi="hi-IN"/>
        </w:rPr>
        <w:t>बीमार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छोड़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दामन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आख़िर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कड़वाहट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बावजूद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पसन्द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लगेगा।</w:t>
      </w:r>
    </w:p>
    <w:p w:rsidR="00CE40C4" w:rsidRDefault="00CE40C4" w:rsidP="00CE40C4">
      <w:pPr>
        <w:pStyle w:val="libNormal"/>
      </w:pPr>
      <w:r>
        <w:tab/>
      </w:r>
      <w:r>
        <w:rPr>
          <w:rFonts w:hint="cs"/>
          <w:cs/>
          <w:lang w:bidi="hi-IN"/>
        </w:rPr>
        <w:t>हमने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बावजूद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बीमार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सल्तनते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क़रारदादों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फ़ायदे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दस्तख़त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नौ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आबादियातदी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इलाक़ों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विज़ारत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माहिरीन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अन्दर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सल्तनत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पल्ला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बैठ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ईरान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ईरानियों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सरगर्म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बावजूद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अंग्रेज़ी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हुकूमत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मक़ासिद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नुमायाँ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कामयाबियाँ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हासिल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दफ्तरों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निज़ाम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बिगाड़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रिश्वत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सतानी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</w:t>
      </w:r>
      <w:r>
        <w:t xml:space="preserve">, </w:t>
      </w:r>
      <w:r>
        <w:rPr>
          <w:rFonts w:hint="cs"/>
          <w:cs/>
          <w:lang w:bidi="hi-IN"/>
        </w:rPr>
        <w:t>बादशाहों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ऐशो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इशरत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फ़राहम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हुकूमतों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बुनियादों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ज़्यादा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मुतज़लज़ल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ईरानी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सल्तनतों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कमज़ोरी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सामने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ज़ैल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वुजूहात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ज्यादा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मुतमइन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वुजुहात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थेः</w:t>
      </w:r>
    </w:p>
    <w:p w:rsidR="00CE40C4" w:rsidRDefault="00CE40C4" w:rsidP="00CE40C4">
      <w:pPr>
        <w:pStyle w:val="libNormal"/>
      </w:pPr>
      <w:r>
        <w:lastRenderedPageBreak/>
        <w:t>1-</w:t>
      </w:r>
      <w:r>
        <w:tab/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हक़ीकी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रुह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असरो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नुफ़ूज़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बहादुर</w:t>
      </w:r>
      <w:r>
        <w:t xml:space="preserve">, </w:t>
      </w:r>
      <w:r>
        <w:rPr>
          <w:rFonts w:hint="cs"/>
          <w:cs/>
          <w:lang w:bidi="hi-IN"/>
        </w:rPr>
        <w:t>बेबाक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पुरअज़्म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</w:t>
      </w:r>
      <w:r>
        <w:t xml:space="preserve">, </w:t>
      </w:r>
      <w:r>
        <w:rPr>
          <w:rFonts w:hint="cs"/>
          <w:cs/>
          <w:lang w:bidi="hi-IN"/>
        </w:rPr>
        <w:t>मज़हबी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बुनियादों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पादरी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पल्ला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सूरत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मज़हब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दस्तबदार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मज़हब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पैरोकार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तअल्लुक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ईरान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सरज़मीन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t xml:space="preserve">, </w:t>
      </w:r>
      <w:r>
        <w:rPr>
          <w:rFonts w:hint="cs"/>
          <w:cs/>
          <w:lang w:bidi="hi-IN"/>
        </w:rPr>
        <w:t>अक़ीदे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एतेबार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ज्यादा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मुहकम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ज़्यादा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ख़तरनाक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वाके़अ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</w:p>
    <w:p w:rsidR="00CE40C4" w:rsidRDefault="00CE40C4" w:rsidP="00CE40C4">
      <w:pPr>
        <w:pStyle w:val="libNormal"/>
      </w:pPr>
      <w:r>
        <w:rPr>
          <w:rFonts w:hint="cs"/>
          <w:cs/>
          <w:lang w:bidi="hi-IN"/>
        </w:rPr>
        <w:t>शिया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ईसाईयों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नाजिस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काफ़िर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मुतलक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समझते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इल्ज़ाम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सरासर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बेबुनियाद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बेएतबार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साहिबान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हैः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नज़दीक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ईसाई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मुतअफ़्फन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ग़िलाज़त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हैसियत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दरमियान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हटाना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ज़रुरी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दफा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पूछाः</w:t>
      </w:r>
      <w:r>
        <w:rPr>
          <w:cs/>
          <w:lang w:bidi="hi-IN"/>
        </w:rPr>
        <w:t>-</w:t>
      </w:r>
    </w:p>
    <w:p w:rsidR="00CE40C4" w:rsidRDefault="00CE40C4" w:rsidP="00CE40C4">
      <w:pPr>
        <w:pStyle w:val="libNormal"/>
      </w:pPr>
      <w:r>
        <w:tab/>
      </w:r>
      <w:r>
        <w:rPr>
          <w:rFonts w:ascii="Times New Roman" w:hAnsi="Times New Roman" w:cs="Times New Roman"/>
        </w:rPr>
        <w:t>“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नसारा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हिक़ारत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निगाह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हालांकि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खुदा</w:t>
      </w:r>
      <w:r>
        <w:t xml:space="preserve">,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रोज़े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क़यामत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रख़ते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t>?</w:t>
      </w:r>
      <w:r>
        <w:rPr>
          <w:rFonts w:ascii="Times New Roman" w:hAnsi="Times New Roman" w:cs="Times New Roman"/>
        </w:rPr>
        <w:t>”</w:t>
      </w:r>
    </w:p>
    <w:p w:rsidR="00CE40C4" w:rsidRDefault="00CE40C4" w:rsidP="00CE40C4">
      <w:pPr>
        <w:pStyle w:val="libNormal"/>
      </w:pPr>
      <w:r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जवाब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दियाः</w:t>
      </w:r>
    </w:p>
    <w:p w:rsidR="00CE40C4" w:rsidRDefault="00CE40C4" w:rsidP="00CE40C4">
      <w:pPr>
        <w:pStyle w:val="libNormal"/>
      </w:pPr>
      <w:r>
        <w:tab/>
      </w:r>
      <w:r>
        <w:tab/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मौहम्मद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</w:t>
      </w:r>
      <w:r>
        <w:t>0</w:t>
      </w:r>
      <w:r>
        <w:rPr>
          <w:rFonts w:hint="cs"/>
          <w:cs/>
          <w:lang w:bidi="hi-IN"/>
        </w:rPr>
        <w:t>अ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साहिब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साहिबे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हिकमत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पैग़म्बर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अन्दाज़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काफ़िरों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दबाव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डालें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कुबूल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मजबूर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जायें।</w:t>
      </w:r>
      <w:r>
        <w:rPr>
          <w:rFonts w:hint="eastAsia"/>
        </w:rPr>
        <w:t>“</w:t>
      </w:r>
      <w:r>
        <w:t xml:space="preserve"> </w:t>
      </w:r>
      <w:r>
        <w:rPr>
          <w:rFonts w:hint="cs"/>
          <w:cs/>
          <w:lang w:bidi="hi-IN"/>
        </w:rPr>
        <w:t>सियासी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मैदान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हुकुमतों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गिरोह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खटका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हरीफ़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सख्तियाँ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रास्ते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हटने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मजबूर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आख़िर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मुख़ालिफ़तों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तस्लीम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ईसाईयों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नजिस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नापाक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मुराद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ज़ाहिरी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नापाकी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बल्कि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बातिनी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नापाकी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सिर्फ़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ईसाईयों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महदूद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बल्कि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तशती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शामिल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क़ौमी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एतेबार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ईरानी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t xml:space="preserve">,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ascii="Times New Roman" w:hAnsi="Times New Roman" w:cs="Times New Roman"/>
        </w:rPr>
        <w:t>“</w:t>
      </w:r>
      <w:r>
        <w:rPr>
          <w:rFonts w:hint="cs"/>
          <w:cs/>
          <w:lang w:bidi="hi-IN"/>
        </w:rPr>
        <w:t>नापाक</w:t>
      </w:r>
      <w:r>
        <w:rPr>
          <w:rFonts w:hint="eastAsia"/>
        </w:rPr>
        <w:t>”</w:t>
      </w:r>
      <w:r>
        <w:t xml:space="preserve"> </w:t>
      </w:r>
      <w:r>
        <w:rPr>
          <w:rFonts w:hint="cs"/>
          <w:cs/>
          <w:lang w:bidi="hi-IN"/>
        </w:rPr>
        <w:t>समझता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CE40C4" w:rsidRDefault="00CE40C4" w:rsidP="00CE40C4">
      <w:pPr>
        <w:pStyle w:val="libNormal"/>
      </w:pP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कहा।</w:t>
      </w:r>
    </w:p>
    <w:p w:rsidR="00CE40C4" w:rsidRDefault="00CE40C4" w:rsidP="00CE40C4">
      <w:pPr>
        <w:pStyle w:val="libNormal"/>
      </w:pPr>
      <w:r>
        <w:tab/>
      </w:r>
      <w:r>
        <w:rPr>
          <w:rFonts w:hint="cs"/>
          <w:cs/>
          <w:lang w:bidi="hi-IN"/>
        </w:rPr>
        <w:t>अच्छा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ईसाई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ख़ुदा</w:t>
      </w:r>
      <w:r>
        <w:t xml:space="preserve">,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आखि़रत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</w:p>
    <w:p w:rsidR="00CE40C4" w:rsidRDefault="00CE40C4" w:rsidP="00CE40C4">
      <w:pPr>
        <w:pStyle w:val="libNormal"/>
      </w:pPr>
      <w:r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जवाब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दियाः</w:t>
      </w:r>
    </w:p>
    <w:p w:rsidR="00CE40C4" w:rsidRDefault="00CE40C4" w:rsidP="00CE40C4">
      <w:pPr>
        <w:pStyle w:val="libNormal"/>
      </w:pPr>
      <w:r>
        <w:tab/>
      </w:r>
      <w:r>
        <w:rPr>
          <w:rFonts w:hint="cs"/>
          <w:cs/>
          <w:lang w:bidi="hi-IN"/>
        </w:rPr>
        <w:t>हमारे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काफ़िर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नाजिस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गरदान्ने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दलीले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दलील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अकरम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</w:t>
      </w:r>
      <w:r>
        <w:t>0</w:t>
      </w:r>
      <w:r>
        <w:rPr>
          <w:rFonts w:hint="cs"/>
          <w:cs/>
          <w:lang w:bidi="hi-IN"/>
        </w:rPr>
        <w:t>अ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मानते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मोहम्मद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</w:t>
      </w:r>
      <w:r>
        <w:t>0</w:t>
      </w:r>
      <w:r>
        <w:rPr>
          <w:rFonts w:hint="cs"/>
          <w:cs/>
          <w:lang w:bidi="hi-IN"/>
        </w:rPr>
        <w:t>अ</w:t>
      </w:r>
      <w:r>
        <w:t>0 (</w:t>
      </w:r>
      <w:r>
        <w:rPr>
          <w:rFonts w:hint="cs"/>
          <w:cs/>
          <w:lang w:bidi="hi-IN"/>
        </w:rPr>
        <w:t>नअूज़ोबिल्लाह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झूठे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जवाब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नापाक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नाजिस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तअल्लुक़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अक़्ल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बुनियाद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पहुँचाये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तकलीफ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दो।</w:t>
      </w:r>
    </w:p>
    <w:p w:rsidR="00CE40C4" w:rsidRDefault="00CE40C4" w:rsidP="00CE40C4">
      <w:pPr>
        <w:pStyle w:val="libNormal"/>
      </w:pPr>
      <w:r>
        <w:tab/>
      </w:r>
      <w:r>
        <w:rPr>
          <w:rFonts w:hint="cs"/>
          <w:cs/>
          <w:lang w:bidi="hi-IN"/>
        </w:rPr>
        <w:t>दूसरे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ईसाई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अम्बिया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मुरसलीन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</w:t>
      </w:r>
      <w:r>
        <w:t>0</w:t>
      </w:r>
      <w:r>
        <w:rPr>
          <w:rFonts w:hint="cs"/>
          <w:cs/>
          <w:lang w:bidi="hi-IN"/>
        </w:rPr>
        <w:t>स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झूठी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तोहमतें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बांधते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ब़डा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गुनाह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हुरमती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t xml:space="preserve">, </w:t>
      </w:r>
      <w:r>
        <w:rPr>
          <w:rFonts w:hint="cs"/>
          <w:cs/>
          <w:lang w:bidi="hi-IN"/>
        </w:rPr>
        <w:t>मसलन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</w:p>
    <w:p w:rsidR="00CE40C4" w:rsidRDefault="00CE40C4" w:rsidP="00CE40C4">
      <w:pPr>
        <w:pStyle w:val="libNormal"/>
      </w:pPr>
      <w:r>
        <w:tab/>
      </w: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</w:t>
      </w:r>
      <w:r>
        <w:t>0</w:t>
      </w:r>
      <w:r>
        <w:rPr>
          <w:rFonts w:hint="cs"/>
          <w:cs/>
          <w:lang w:bidi="hi-IN"/>
        </w:rPr>
        <w:t>स</w:t>
      </w:r>
      <w:r>
        <w:t>0 (</w:t>
      </w:r>
      <w:r>
        <w:rPr>
          <w:rFonts w:hint="cs"/>
          <w:cs/>
          <w:lang w:bidi="hi-IN"/>
        </w:rPr>
        <w:t>नअूज़ो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बिल्लाह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शराब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पीते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t xml:space="preserve">, </w:t>
      </w:r>
      <w:r>
        <w:rPr>
          <w:rFonts w:hint="cs"/>
          <w:cs/>
          <w:lang w:bidi="hi-IN"/>
        </w:rPr>
        <w:t>इसलिए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लानते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इलाही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गिरफ़्तार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सूली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गयी।</w:t>
      </w:r>
    </w:p>
    <w:p w:rsidR="00CE40C4" w:rsidRDefault="00CE40C4" w:rsidP="00CE40C4">
      <w:pPr>
        <w:pStyle w:val="libNormal"/>
      </w:pPr>
      <w:r>
        <w:lastRenderedPageBreak/>
        <w:tab/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ब़डा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कहाः</w:t>
      </w:r>
    </w:p>
    <w:p w:rsidR="00CE40C4" w:rsidRDefault="00CE40C4" w:rsidP="00CE40C4">
      <w:pPr>
        <w:pStyle w:val="libNormal"/>
      </w:pPr>
      <w:r>
        <w:tab/>
      </w:r>
      <w:r>
        <w:rPr>
          <w:rFonts w:ascii="Times New Roman" w:hAnsi="Times New Roman" w:cs="Times New Roman"/>
        </w:rPr>
        <w:t>“</w:t>
      </w:r>
      <w:r>
        <w:rPr>
          <w:rFonts w:hint="cs"/>
          <w:cs/>
          <w:lang w:bidi="hi-IN"/>
        </w:rPr>
        <w:t>ईसाई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हरगिज़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कहते।</w:t>
      </w:r>
      <w:r>
        <w:rPr>
          <w:rFonts w:hint="eastAsia"/>
        </w:rPr>
        <w:t>“</w:t>
      </w:r>
    </w:p>
    <w:p w:rsidR="00CE40C4" w:rsidRDefault="00CE40C4" w:rsidP="00CE40C4">
      <w:pPr>
        <w:pStyle w:val="libNormal"/>
      </w:pPr>
      <w:r>
        <w:tab/>
      </w:r>
      <w:r>
        <w:rPr>
          <w:rFonts w:ascii="Times New Roman" w:hAnsi="Times New Roman" w:cs="Times New Roman"/>
        </w:rPr>
        <w:t>“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जानते</w:t>
      </w:r>
      <w:r>
        <w:rPr>
          <w:rFonts w:hint="eastAsia"/>
        </w:rPr>
        <w:t>”</w:t>
      </w:r>
      <w:r>
        <w:t xml:space="preserve"> </w:t>
      </w:r>
      <w:r>
        <w:rPr>
          <w:rFonts w:hint="cs"/>
          <w:cs/>
          <w:lang w:bidi="hi-IN"/>
        </w:rPr>
        <w:t>किताबे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मुक़द्दस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तोहमतें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वारिद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</w:p>
    <w:p w:rsidR="00CE40C4" w:rsidRDefault="00CE40C4" w:rsidP="00CE40C4">
      <w:pPr>
        <w:pStyle w:val="libNormal"/>
      </w:pPr>
      <w:r>
        <w:tab/>
      </w:r>
      <w:r>
        <w:tab/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यक़ीन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झूठ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बोल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अफ़राद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पैगम्बरे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</w:t>
      </w:r>
      <w:r>
        <w:t>0</w:t>
      </w:r>
      <w:r>
        <w:rPr>
          <w:rFonts w:hint="cs"/>
          <w:cs/>
          <w:lang w:bidi="hi-IN"/>
        </w:rPr>
        <w:t>अ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झूठ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निसबत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ज़्यादा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खौफ़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भांडा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फूट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असलियत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वाकिफ़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जायें।</w:t>
      </w:r>
    </w:p>
    <w:p w:rsidR="00CE40C4" w:rsidRDefault="00CE40C4" w:rsidP="00CE40C4">
      <w:pPr>
        <w:pStyle w:val="libNormal"/>
      </w:pPr>
      <w:r>
        <w:t xml:space="preserve">2. </w:t>
      </w:r>
      <w:r>
        <w:tab/>
      </w:r>
      <w:r>
        <w:rPr>
          <w:rFonts w:hint="cs"/>
          <w:cs/>
          <w:lang w:bidi="hi-IN"/>
        </w:rPr>
        <w:t>मज़हबे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तारीखी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मन्ज़रों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बुनियाद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हुर्रियत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पसन्द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मज़हब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सच्चे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पैरोकार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आसानी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गुलामी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कुबूल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वजूद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गुज़श्ता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अज़मतों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गुरुर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नातवानी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पुरफुतूर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दौर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दस्तबरदार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तैयार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क़ादिर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तारीख़े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तफ़सीरे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बतायें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गुज़श्ता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अज़मतों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कामयाबी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मुनहसिर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ज़माने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तक़ाज़ा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ज़माना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बदल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तक़ाज़ों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जगह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गुज़श्ता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दौर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वापसी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मुमकिन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CE40C4" w:rsidRDefault="00CE40C4" w:rsidP="00CE40C4">
      <w:pPr>
        <w:pStyle w:val="libNormal"/>
      </w:pPr>
      <w:r>
        <w:lastRenderedPageBreak/>
        <w:t xml:space="preserve">3. </w:t>
      </w:r>
      <w:r>
        <w:tab/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ईरानी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हुकूमतों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अन्देशों</w:t>
      </w:r>
      <w:r>
        <w:t xml:space="preserve">, </w:t>
      </w:r>
      <w:r>
        <w:rPr>
          <w:rFonts w:hint="cs"/>
          <w:cs/>
          <w:lang w:bidi="hi-IN"/>
        </w:rPr>
        <w:t>होशियारियों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कार्यवाहियों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महफूज़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ख़टका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सामराजी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पालिसियों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बाख़बर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फेर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हुकूमतों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जैसा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कमज़ोर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रुसूख़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सिर्फ़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सरज़मीन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महदूद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सिर्फ़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इलाकें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ख़िलाफ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बदगुमानी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आईन्दा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कामयाबियों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अदमे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इत्मिनान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थी।</w:t>
      </w:r>
    </w:p>
    <w:p w:rsidR="00CE40C4" w:rsidRDefault="00CE40C4" w:rsidP="00CE40C4">
      <w:pPr>
        <w:pStyle w:val="libNormal"/>
      </w:pPr>
      <w:r>
        <w:t xml:space="preserve">4. </w:t>
      </w:r>
      <w:r>
        <w:tab/>
      </w:r>
      <w:r>
        <w:rPr>
          <w:rFonts w:hint="cs"/>
          <w:cs/>
          <w:lang w:bidi="hi-IN"/>
        </w:rPr>
        <w:t>मुसलमान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ओलमा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तशवीश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बाएस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जामेअ़हुल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अज़हर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मुफ़्ती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ईरान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ईराक़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मरोज़अ़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सामराजी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मक़ासिद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अज़ीम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रुकावट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ओलामा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जदीद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तमद्दुन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यकसर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तनहा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तवज्जोह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जन्नत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कुरआन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कद्र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मुतअस्सिब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मौक़िफ़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इंच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पीछे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हटने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तैयार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बादशाह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ओमारा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समेत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अफ़राद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छोटे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सुन्नत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निस्बत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ओलामा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क़दर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खौफ़ज़दा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सल्तनत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बादशाह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शेखुल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दरमियान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हमेशा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खुशगवार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तअल्लुक़ात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बरक़रार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ओलामा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ज़ोर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सियासी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हुक्काम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ज़ोर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पल्ला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शीअी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मुमालिक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बादशहों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ज्यादा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ओलामा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एहतराम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मज़हबी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ओलामा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लगाव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हक़ीकी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लगाव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हुक्काम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सलातीन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ज़्यादा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अहमियत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बहरहाल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सलातीन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ओलामा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क़द्रदानी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मुतअल्लिक़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सुन्नी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नज़रयात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फर्क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नौ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आलदियाती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इलाकों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विज़ारत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अंग्रेजी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हुकुमत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शोरिश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बाएस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थी।</w:t>
      </w:r>
    </w:p>
    <w:p w:rsidR="00CE40C4" w:rsidRDefault="00CE40C4" w:rsidP="00CE40C4">
      <w:pPr>
        <w:pStyle w:val="libNormal"/>
      </w:pPr>
      <w:r>
        <w:tab/>
      </w:r>
      <w:r>
        <w:tab/>
      </w:r>
      <w:r>
        <w:rPr>
          <w:rFonts w:hint="cs"/>
          <w:cs/>
          <w:lang w:bidi="hi-IN"/>
        </w:rPr>
        <w:t>हमने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मुमालिक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पेचीदा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दुश्वारियों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सिलसिले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गुफ़्तगु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हमेशा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ग़ुफ्तगु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बदगुमानी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सूरत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कारकनों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दरख्वास्तें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साबिका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मुज़ाकरात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नाकाम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उम्मीद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मज़बूत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पुरशकीबा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क़ल्ब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</w:p>
    <w:p w:rsidR="00CE40C4" w:rsidRDefault="00CE40C4" w:rsidP="00CE40C4">
      <w:pPr>
        <w:pStyle w:val="libNormal"/>
      </w:pPr>
      <w:r>
        <w:tab/>
      </w:r>
      <w:r>
        <w:tab/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दफ़ा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नौ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आबादियाती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इलाकों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वज़ीर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लंदन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मशहूर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पादरी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t>25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मज़हबी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सरबराहों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इजलास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मुनक़्किद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घंटे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ख़ातिर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ख़्वाह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नतीजा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बरामद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पादरी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हाज़रीन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मुख़ातिब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कहाः</w:t>
      </w:r>
    </w:p>
    <w:p w:rsidR="00CE40C4" w:rsidRDefault="00CE40C4" w:rsidP="00CE40C4">
      <w:pPr>
        <w:pStyle w:val="libNormal"/>
      </w:pPr>
      <w:r>
        <w:tab/>
        <w:t xml:space="preserve"> </w:t>
      </w:r>
      <w:r>
        <w:tab/>
      </w:r>
      <w:r>
        <w:rPr>
          <w:rFonts w:ascii="Times New Roman" w:hAnsi="Times New Roman" w:cs="Times New Roman"/>
        </w:rPr>
        <w:t>“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हिम्मते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पस्त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करें</w:t>
      </w:r>
      <w:r>
        <w:t xml:space="preserve">, </w:t>
      </w:r>
      <w:r>
        <w:rPr>
          <w:rFonts w:hint="cs"/>
          <w:cs/>
          <w:lang w:bidi="hi-IN"/>
        </w:rPr>
        <w:t>सब्र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हौसले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लें</w:t>
      </w:r>
      <w:r>
        <w:t xml:space="preserve">, </w:t>
      </w:r>
      <w:r>
        <w:rPr>
          <w:rFonts w:hint="cs"/>
          <w:cs/>
          <w:lang w:bidi="hi-IN"/>
        </w:rPr>
        <w:t>ईसाईयत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सौ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ज़हमतों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दरबदरी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</w:t>
      </w:r>
      <w:r>
        <w:t>0</w:t>
      </w:r>
      <w:r>
        <w:rPr>
          <w:rFonts w:hint="cs"/>
          <w:cs/>
          <w:lang w:bidi="hi-IN"/>
        </w:rPr>
        <w:t>स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पारवकारों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शहादत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आलमगीर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मुमकीन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आईन्दा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</w:t>
      </w:r>
      <w:r>
        <w:t>0</w:t>
      </w:r>
      <w:r>
        <w:rPr>
          <w:rFonts w:hint="cs"/>
          <w:cs/>
          <w:lang w:bidi="hi-IN"/>
        </w:rPr>
        <w:t>स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नज़रे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इनायत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सौ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काफ़िरों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निकालने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कामयाब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लाज़िम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मोहकम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पायदार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मुज़य्यन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वसाएल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बरोए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लायें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ख़ित्तों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ईसाइयत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तरवीज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सदियों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गुज़़र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घबराने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t xml:space="preserve">, </w:t>
      </w:r>
      <w:r>
        <w:rPr>
          <w:rFonts w:hint="cs"/>
          <w:cs/>
          <w:lang w:bidi="hi-IN"/>
        </w:rPr>
        <w:t>आबाओ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अजदाद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औलाद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बोते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rFonts w:hint="eastAsia"/>
        </w:rPr>
        <w:t>“</w:t>
      </w:r>
      <w:r>
        <w:t xml:space="preserve"> </w:t>
      </w:r>
    </w:p>
    <w:p w:rsidR="00CE40C4" w:rsidRDefault="00CE40C4" w:rsidP="00CE40C4">
      <w:pPr>
        <w:pStyle w:val="libNormal"/>
      </w:pPr>
      <w:r>
        <w:tab/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दफ़ा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नौ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आबादयाती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इलाकों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विज़ारत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रुस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फ्रांस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बरतानिया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रुत्बा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नुमाईन्दों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मबनी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कान्फ्रेन्स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इनइक़ाद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कान्फ्रेंस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शुराका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सियासी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वुफूद</w:t>
      </w:r>
      <w:r>
        <w:t xml:space="preserve">, </w:t>
      </w:r>
      <w:r>
        <w:rPr>
          <w:rFonts w:hint="cs"/>
          <w:cs/>
          <w:lang w:bidi="hi-IN"/>
        </w:rPr>
        <w:t>मज़हबी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शख़्सियतें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मशहूर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हस्तियाँ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शामिल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हु्स्ने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इत्तेफाक़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वज़ीर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क़रीबी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तअल्लुक़ात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कान्फ्रेन्स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शरीक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मौजूए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गुफ़्तगू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मुमालिक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सामराजी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निज़ाम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तरवीज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दुश्वारियाँ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थी।</w:t>
      </w:r>
    </w:p>
    <w:p w:rsidR="00CE40C4" w:rsidRDefault="00CE40C4" w:rsidP="00CE40C4">
      <w:pPr>
        <w:pStyle w:val="libNormal"/>
      </w:pPr>
      <w:r>
        <w:tab/>
      </w:r>
      <w:r>
        <w:rPr>
          <w:rFonts w:hint="cs"/>
          <w:cs/>
          <w:lang w:bidi="hi-IN"/>
        </w:rPr>
        <w:t>शोरका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ग़ौरो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फ़िक्र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मुस्लिम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ताक़तों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दरमियान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निफ़ाक़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गुफ़्तगू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तज़लजुल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सिलसिले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ख़्याल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रास्ते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स्पेन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सदियों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ईसाईयों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आगोश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मुल्क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वहशी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फ़तह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t xml:space="preserve">? </w:t>
      </w:r>
      <w:r>
        <w:rPr>
          <w:rFonts w:hint="cs"/>
          <w:cs/>
          <w:lang w:bidi="hi-IN"/>
        </w:rPr>
        <w:t>कान्फ्रेंस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नताएज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ज़्यादा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वाज़ेह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कान्फ्रेंस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वाकिआत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किताब</w:t>
      </w:r>
      <w:r>
        <w:rPr>
          <w:cs/>
          <w:lang w:bidi="hi-IN"/>
        </w:rPr>
        <w:t xml:space="preserve"> </w:t>
      </w:r>
      <w:r>
        <w:rPr>
          <w:rFonts w:ascii="Times New Roman" w:hAnsi="Times New Roman" w:cs="Times New Roman"/>
        </w:rPr>
        <w:t>“</w:t>
      </w:r>
      <w:r>
        <w:rPr>
          <w:rFonts w:hint="cs"/>
          <w:cs/>
          <w:lang w:bidi="hi-IN"/>
        </w:rPr>
        <w:t>अज़ीम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मसीह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सिम्त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परवाज़</w:t>
      </w:r>
      <w:r>
        <w:rPr>
          <w:rFonts w:hint="eastAsia"/>
        </w:rPr>
        <w:t>”</w:t>
      </w:r>
      <w: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ब्यान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CE40C4" w:rsidRDefault="00CE40C4" w:rsidP="00E216ED">
      <w:pPr>
        <w:pStyle w:val="libNormal"/>
        <w:rPr>
          <w:lang w:bidi="hi-IN"/>
        </w:rPr>
      </w:pPr>
      <w:r>
        <w:tab/>
      </w:r>
      <w:r>
        <w:rPr>
          <w:rFonts w:hint="cs"/>
          <w:cs/>
          <w:lang w:bidi="hi-IN"/>
        </w:rPr>
        <w:t>हकीक़तन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मशरिक़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मग़रिब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फैलाव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अज़ीम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तनावुर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दरख़्त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="00E216ED">
        <w:rPr>
          <w:rFonts w:hint="cs"/>
          <w:cs/>
          <w:lang w:bidi="hi-IN"/>
        </w:rPr>
        <w:t>ज</w:t>
      </w:r>
      <w:r>
        <w:rPr>
          <w:rFonts w:hint="cs"/>
          <w:cs/>
          <w:lang w:bidi="hi-IN"/>
        </w:rPr>
        <w:t>डों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काटना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इतना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आसान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क़ीमत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दुश्वारियों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मुक़ाबला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ईसाई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मज़हब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वक़्त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कामयाब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दुनिया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कब्जे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</w:t>
      </w:r>
      <w:r>
        <w:t>0</w:t>
      </w:r>
      <w:r>
        <w:rPr>
          <w:rFonts w:hint="cs"/>
          <w:cs/>
          <w:lang w:bidi="hi-IN"/>
        </w:rPr>
        <w:t>स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सच्चे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पैरवकारों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जहाँगीरी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बशारत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मोहम्मद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</w:t>
      </w:r>
      <w:r>
        <w:t>0</w:t>
      </w:r>
      <w:r>
        <w:rPr>
          <w:rFonts w:hint="cs"/>
          <w:cs/>
          <w:lang w:bidi="hi-IN"/>
        </w:rPr>
        <w:t>अ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कामयाबी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इजतिमाअ़ी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तारीख़ी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वाबस्ता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दौर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तक़ाज़ा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ईरान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वाबस्ता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मशरिकों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मगरिब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सल्तनतों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इन्हितात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मोहम्मद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</w:t>
      </w:r>
      <w:r>
        <w:t>0</w:t>
      </w:r>
      <w:r>
        <w:rPr>
          <w:rFonts w:hint="cs"/>
          <w:cs/>
          <w:lang w:bidi="hi-IN"/>
        </w:rPr>
        <w:t>अ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कामयाबी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अज़ीम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सल्तनतों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ज़ेर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बिल्कुल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मुख़तलिफ़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मुमालिक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बड़ी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तेज़ी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रुबा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ज़वाल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मुकाबले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ईसाई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बरोज़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तरक़्की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गामज़न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वक़्त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ईसाई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बदला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चुकायें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खोयी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अज़मत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दोबारा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हासिल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वक़्त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ब़ड़ी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ईसाई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हुकूमत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अज़ीम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बरतानिया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दुनिया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तूलो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अर्ज़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सिक्का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जमाये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मुमलिकतों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नबरुद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आज़मायी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परचम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="00E216ED">
        <w:rPr>
          <w:rFonts w:hint="cs"/>
          <w:cs/>
          <w:lang w:bidi="hi-IN"/>
        </w:rPr>
        <w:t>हो।</w:t>
      </w:r>
      <w:r w:rsidR="00E216ED">
        <w:rPr>
          <w:cs/>
          <w:lang w:bidi="hi-IN"/>
        </w:rPr>
        <w:br/>
      </w:r>
      <w:r w:rsidRPr="00E216ED">
        <w:rPr>
          <w:rStyle w:val="Heading1Char"/>
          <w:rFonts w:eastAsia="Calibri" w:cs="Mangal" w:hint="cs"/>
          <w:cs/>
        </w:rPr>
        <w:lastRenderedPageBreak/>
        <w:t>सन्</w:t>
      </w:r>
      <w:r w:rsidRPr="00E216ED">
        <w:rPr>
          <w:rStyle w:val="Heading1Char"/>
          <w:rFonts w:eastAsia="Calibri"/>
          <w:cs/>
        </w:rPr>
        <w:t xml:space="preserve"> </w:t>
      </w:r>
      <w:r w:rsidRPr="00E216ED">
        <w:rPr>
          <w:rStyle w:val="Heading1Char"/>
          <w:rFonts w:eastAsia="Calibri"/>
        </w:rPr>
        <w:t>1710</w:t>
      </w:r>
      <w:r w:rsidRPr="00E216ED">
        <w:rPr>
          <w:rStyle w:val="Heading1Char"/>
          <w:rFonts w:eastAsia="Calibri"/>
          <w:cs/>
        </w:rPr>
        <w:t xml:space="preserve"> </w:t>
      </w:r>
      <w:r w:rsidRPr="00E216ED">
        <w:rPr>
          <w:rStyle w:val="Heading1Char"/>
          <w:rFonts w:eastAsia="Calibri" w:cs="Mangal" w:hint="cs"/>
          <w:cs/>
        </w:rPr>
        <w:t>ई</w:t>
      </w:r>
      <w:r w:rsidRPr="00E216ED">
        <w:rPr>
          <w:rStyle w:val="Heading1Char"/>
          <w:rFonts w:eastAsia="Calibri"/>
        </w:rPr>
        <w:t>0</w:t>
      </w:r>
      <w:r w:rsidRPr="00E216ED">
        <w:rPr>
          <w:rStyle w:val="Heading1Char"/>
          <w:rFonts w:eastAsia="Calibri"/>
          <w:cs/>
        </w:rPr>
        <w:t xml:space="preserve"> </w:t>
      </w:r>
      <w:r w:rsidRPr="00E216ED">
        <w:rPr>
          <w:rStyle w:val="Heading1Char"/>
          <w:rFonts w:eastAsia="Calibri" w:cs="Mangal" w:hint="cs"/>
          <w:cs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इंग्लिस्तान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नौ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आबदियाती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इलाकों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विज़ारत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मिस्र</w:t>
      </w:r>
      <w:r>
        <w:t xml:space="preserve">, </w:t>
      </w:r>
      <w:r>
        <w:rPr>
          <w:rFonts w:hint="cs"/>
          <w:cs/>
          <w:lang w:bidi="hi-IN"/>
        </w:rPr>
        <w:t>ईरान</w:t>
      </w:r>
      <w:r>
        <w:t xml:space="preserve">, </w:t>
      </w:r>
      <w:r>
        <w:rPr>
          <w:rFonts w:hint="cs"/>
          <w:cs/>
          <w:lang w:bidi="hi-IN"/>
        </w:rPr>
        <w:t>हिजाज़</w:t>
      </w:r>
      <w:r>
        <w:t xml:space="preserve">,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ख़िलाफत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मरकज़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इस्तम्बूल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आज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इस्तम्बूल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वक़्त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कुस्तुनतुनिया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जासूसी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मामूर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इलाकों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तलाश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मुस्लिम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मुमालिक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सामराजी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निज़ाम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राएज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नौ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आबदियाती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इलाकों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विज़ारत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नौ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बेहतरीन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तजुर्बेकार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जासूस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मुमालिक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मामूर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बड़ी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तुन्दही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अंग्रेज़ी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साम्राजी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निज़ाम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तसल्लुत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नौ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आबादियाती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इलाकों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नुफूज़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इस्तिहकाम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सरगर्म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वुफूद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वाफ़र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मिक़दार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फ़राहम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बड़े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मुरत्तब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नक्श़े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बिल्कुल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इत्तेलाआत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बहरामंद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उमरा</w:t>
      </w:r>
      <w:r>
        <w:t xml:space="preserve">, </w:t>
      </w:r>
      <w:r>
        <w:rPr>
          <w:rFonts w:hint="cs"/>
          <w:cs/>
          <w:lang w:bidi="hi-IN"/>
        </w:rPr>
        <w:t>वुज़रा</w:t>
      </w:r>
      <w:r>
        <w:t xml:space="preserve">, </w:t>
      </w:r>
      <w:r>
        <w:rPr>
          <w:rFonts w:hint="cs"/>
          <w:cs/>
          <w:lang w:bidi="hi-IN"/>
        </w:rPr>
        <w:t>हुकूमत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ओहदेदारों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ओलामा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रोअसा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मुकम्मल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फ़हरिस्त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नौ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आबदियाती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इलाकों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मुआवन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वज़ीर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रवाना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हाफिज़ी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वक़्त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कही</w:t>
      </w:r>
      <w:r>
        <w:t xml:space="preserve">,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अच्छी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थाः</w:t>
      </w:r>
    </w:p>
    <w:p w:rsidR="00CE40C4" w:rsidRDefault="00CE40C4" w:rsidP="00CE40C4">
      <w:pPr>
        <w:pStyle w:val="libNormal"/>
      </w:pPr>
      <w:r>
        <w:tab/>
      </w:r>
      <w:r>
        <w:rPr>
          <w:rFonts w:ascii="Times New Roman" w:hAnsi="Times New Roman" w:cs="Times New Roman"/>
        </w:rPr>
        <w:t>“</w:t>
      </w:r>
      <w:r>
        <w:rPr>
          <w:rFonts w:hint="cs"/>
          <w:cs/>
          <w:lang w:bidi="hi-IN"/>
        </w:rPr>
        <w:t>तुम्हारी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कामयाबी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मुल्क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मुस्तक़बिल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आईनादार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लिहाज़ा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कुव्वतों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लाओ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कामयाबी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क़दम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चूमे।</w:t>
      </w:r>
      <w:r>
        <w:rPr>
          <w:rFonts w:hint="eastAsia"/>
        </w:rPr>
        <w:t>”</w:t>
      </w:r>
    </w:p>
    <w:p w:rsidR="00CE40C4" w:rsidRDefault="00CE40C4" w:rsidP="00CE40C4">
      <w:pPr>
        <w:pStyle w:val="libNormal"/>
      </w:pPr>
      <w:r>
        <w:tab/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खुशी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खुशी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जहाज़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ज़रीए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इस्तम्बूल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रवाना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जिम्मे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तुर्की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ज़बान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उबूर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हासिल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दिनों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क़ौमी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ज़बान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लन्दन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तुर्की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ज़बान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अल्फाज़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सीख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ज़बान</w:t>
      </w:r>
      <w:r>
        <w:t xml:space="preserve">, </w:t>
      </w:r>
      <w:r>
        <w:rPr>
          <w:rFonts w:hint="cs"/>
          <w:cs/>
          <w:lang w:bidi="hi-IN"/>
        </w:rPr>
        <w:t>कुरआन</w:t>
      </w:r>
      <w:r>
        <w:t xml:space="preserve">, </w:t>
      </w:r>
      <w:r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तफ़सीर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औऱ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फ़ारसी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सीखना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क़ाबिले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ज़िक्र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ज़बान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सीखना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अदबी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क़वाएद</w:t>
      </w:r>
      <w:r>
        <w:t xml:space="preserve">, </w:t>
      </w:r>
      <w:r>
        <w:rPr>
          <w:rFonts w:hint="cs"/>
          <w:cs/>
          <w:lang w:bidi="hi-IN"/>
        </w:rPr>
        <w:t>फ़साहत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महारत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एतेबार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दस्तर्स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मुख़तलिफ़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चीज़ें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ज़िम्मेदारी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सौंपी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ज़बानों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महारत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हासिल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करुँ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ज़बान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एतेबार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फर्क़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महसूस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ज़बान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सिखाया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उबूर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हासिल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बरसों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वक़्त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दरकरार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मजबूर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ग़ैर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मुल्की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ज़बानों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सीख़ूँ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क़वाएद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रुमूज़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नुकतए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गुज़ाश्त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तुर्क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ईरानी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करे।</w:t>
      </w:r>
      <w:r>
        <w:rPr>
          <w:cs/>
          <w:lang w:bidi="hi-IN"/>
        </w:rPr>
        <w:t xml:space="preserve"> </w:t>
      </w:r>
    </w:p>
    <w:p w:rsidR="00CE40C4" w:rsidRDefault="00CE40C4" w:rsidP="00CE40C4">
      <w:pPr>
        <w:pStyle w:val="libNormal"/>
      </w:pPr>
      <w:r>
        <w:tab/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मुशकिलात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बावजूद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कामयाबी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सिलसिले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हरासाँ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तबीयत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वाकिफ़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कुशादा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क़लबी</w:t>
      </w:r>
      <w:r>
        <w:t xml:space="preserve">, </w:t>
      </w:r>
      <w:r>
        <w:rPr>
          <w:rFonts w:hint="cs"/>
          <w:cs/>
          <w:lang w:bidi="hi-IN"/>
        </w:rPr>
        <w:t>हुस्ने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मेहमान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नवाज़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तबीयत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कुरआन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सुन्नत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विरसे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ईसाईयों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बदगुमानी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बदबीनी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महमूल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अस्मानी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हुकूमत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ग़ैर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मुल्की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जासूसों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कार्रवाईयों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मालूम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ज़रीआ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इदारा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मौजूद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हुकूमत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मतलूब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अनासिर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मुसाहिबीन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तौर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कमज़ोर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</w:p>
    <w:p w:rsidR="00CE40C4" w:rsidRDefault="00CE40C4" w:rsidP="00CE40C4">
      <w:pPr>
        <w:pStyle w:val="libNormal"/>
      </w:pPr>
      <w:r>
        <w:tab/>
      </w:r>
      <w:r>
        <w:rPr>
          <w:rFonts w:hint="cs"/>
          <w:cs/>
          <w:lang w:bidi="hi-IN"/>
        </w:rPr>
        <w:t>कई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महीने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सफ़र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आख़िरकार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दारुल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ख़िलाफा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पहुँचे।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जहाज़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उतरने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क़ब्ल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ascii="Times New Roman" w:hAnsi="Times New Roman" w:cs="Times New Roman"/>
        </w:rPr>
        <w:t>“</w:t>
      </w:r>
      <w:r>
        <w:rPr>
          <w:rFonts w:hint="cs"/>
          <w:cs/>
          <w:lang w:bidi="hi-IN"/>
        </w:rPr>
        <w:t>मोहम्मद</w:t>
      </w:r>
      <w:r>
        <w:rPr>
          <w:rFonts w:hint="eastAsia"/>
        </w:rPr>
        <w:t>”</w:t>
      </w:r>
      <w: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तजवीज़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मस्जिद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दाख़िल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इजतिमाआ़त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नज़्मों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ज़ब्त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सफ़ाई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सुथरायी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महजूज़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आख़िर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अफ़राद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आज़ार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दरपे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t xml:space="preserve">?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आसाईश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छीनने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t xml:space="preserve">?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</w:t>
      </w:r>
      <w:r>
        <w:t>0</w:t>
      </w:r>
      <w:r>
        <w:rPr>
          <w:rFonts w:hint="cs"/>
          <w:cs/>
          <w:lang w:bidi="hi-IN"/>
        </w:rPr>
        <w:t>स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नाशाइस्ता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तजवीज़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t xml:space="preserve">?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फौरऩ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फ़ौरन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शैतानी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वसवसों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ख़यालात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ज़हन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झटक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इस्तिग़फार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ख़याल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बरतानिया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उज़मा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नौ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आबादियती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विज़ारत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मुलाजिम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फ़राएज़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दियानतदारी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अंजाम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मुँह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आख़िरी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घूंट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CE40C4" w:rsidRDefault="00CE40C4" w:rsidP="00CE40C4">
      <w:pPr>
        <w:pStyle w:val="libNormal"/>
      </w:pPr>
      <w:r>
        <w:tab/>
      </w:r>
      <w:r>
        <w:rPr>
          <w:rFonts w:hint="cs"/>
          <w:cs/>
          <w:lang w:bidi="hi-IN"/>
        </w:rPr>
        <w:t>शहर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दाख़िला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फ़ौरन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मुलाक़ात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तसन्नुन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बूढे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पेशवा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अहमद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आफ़िन्दी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बरजस्ता</w:t>
      </w:r>
      <w:r>
        <w:t xml:space="preserve">, </w:t>
      </w:r>
      <w:r>
        <w:rPr>
          <w:rFonts w:hint="cs"/>
          <w:cs/>
          <w:lang w:bidi="hi-IN"/>
        </w:rPr>
        <w:t>साहिबे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फ़ज़्ल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तीनत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आलिम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पादरियों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बुजुर्गवार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हस्ती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इबादत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मशगूल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बुजुर्गों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बरतरी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मोहम्मद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</w:t>
      </w:r>
      <w:r>
        <w:t>0</w:t>
      </w:r>
      <w:r>
        <w:rPr>
          <w:rFonts w:hint="cs"/>
          <w:cs/>
          <w:lang w:bidi="hi-IN"/>
        </w:rPr>
        <w:t>अ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मानिन्द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</w:t>
      </w:r>
      <w:r>
        <w:t>0</w:t>
      </w:r>
      <w:r>
        <w:rPr>
          <w:rFonts w:hint="cs"/>
          <w:cs/>
          <w:lang w:bidi="hi-IN"/>
        </w:rPr>
        <w:t>अ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इन्सानियत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मज़हरे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समझता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</w:t>
      </w:r>
      <w:r>
        <w:t>0</w:t>
      </w:r>
      <w:r>
        <w:rPr>
          <w:rFonts w:hint="cs"/>
          <w:cs/>
          <w:lang w:bidi="hi-IN"/>
        </w:rPr>
        <w:t>अ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सुन्नत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ज़िन्दगी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मुतमह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नज़र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मोहम्मद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</w:t>
      </w:r>
      <w:r>
        <w:t>0</w:t>
      </w:r>
      <w:r>
        <w:rPr>
          <w:rFonts w:hint="cs"/>
          <w:cs/>
          <w:lang w:bidi="hi-IN"/>
        </w:rPr>
        <w:t>अ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आँखों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आँसुओं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झड़ी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शेख़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मुलाक़ात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नसीबी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दफ़ा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हस्बो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नस्ब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ख़ानदान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सवाल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हमेशा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मोहम्मद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आफ़िन्दी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पुकारता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पूछता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बड़े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शराफत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जवाब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तौर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मालूम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ग़रीबुल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वतन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अस्मानी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सल्तनत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पैग़म्बर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</w:t>
      </w:r>
      <w:r>
        <w:t>0</w:t>
      </w:r>
      <w:r>
        <w:rPr>
          <w:rFonts w:hint="cs"/>
          <w:cs/>
          <w:lang w:bidi="hi-IN"/>
        </w:rPr>
        <w:t>अ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जानशीन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मेहरबान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झूठ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इस्तम्बूल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क़याम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तौज़ह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ब्यान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शेख़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सामने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बोला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>)</w:t>
      </w:r>
      <w:r>
        <w:rPr>
          <w:rFonts w:hint="cs"/>
          <w:cs/>
          <w:lang w:bidi="hi-IN"/>
        </w:rPr>
        <w:t>।</w:t>
      </w:r>
      <w:r>
        <w:rPr>
          <w:cs/>
          <w:lang w:bidi="hi-IN"/>
        </w:rPr>
        <w:t xml:space="preserve"> </w:t>
      </w:r>
    </w:p>
    <w:p w:rsidR="00CE40C4" w:rsidRDefault="00CE40C4" w:rsidP="00CE40C4">
      <w:pPr>
        <w:pStyle w:val="libNormal"/>
      </w:pPr>
      <w:r>
        <w:tab/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अलावा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शेख़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नौजवान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हूँ।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बिल्कुल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अकेला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वालिदेन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विरसे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छोड़ा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इरादा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कुरआन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तुरकी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ज़बान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सीखने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मरकज़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इस्तम्बूल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सफ़र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इख़्तियार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करुँ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मअ़नवी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हुसूल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माद्दी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कारोबार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लगाऊँ।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शेख़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अहमद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मुबारकबाद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नोट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नक़्ल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हूँः</w:t>
      </w:r>
      <w:r>
        <w:rPr>
          <w:cs/>
          <w:lang w:bidi="hi-IN"/>
        </w:rPr>
        <w:t>-</w:t>
      </w:r>
    </w:p>
    <w:p w:rsidR="00CE40C4" w:rsidRDefault="00CE40C4" w:rsidP="00CE40C4">
      <w:pPr>
        <w:pStyle w:val="libNormal"/>
      </w:pPr>
      <w:r>
        <w:lastRenderedPageBreak/>
        <w:tab/>
      </w:r>
      <w:r>
        <w:rPr>
          <w:rFonts w:hint="cs"/>
          <w:cs/>
          <w:lang w:bidi="hi-IN"/>
        </w:rPr>
        <w:t>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नौजवान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पिज़ीराई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एहतेराम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वुजूहात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लाज़िम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वुजूहात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हैः</w:t>
      </w:r>
    </w:p>
    <w:p w:rsidR="00CE40C4" w:rsidRDefault="00CE40C4" w:rsidP="00CE40C4">
      <w:pPr>
        <w:pStyle w:val="libNormal"/>
      </w:pPr>
      <w:r>
        <w:t>1-</w:t>
      </w:r>
      <w:r>
        <w:tab/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हदीस</w:t>
      </w:r>
      <w:r>
        <w:rPr>
          <w:cs/>
          <w:lang w:bidi="hi-IN"/>
        </w:rPr>
        <w:t xml:space="preserve">) </w:t>
      </w:r>
    </w:p>
    <w:p w:rsidR="00CE40C4" w:rsidRDefault="00CE40C4" w:rsidP="00CE40C4">
      <w:pPr>
        <w:pStyle w:val="libNormal"/>
      </w:pPr>
      <w:r>
        <w:t>2-</w:t>
      </w:r>
      <w:r>
        <w:tab/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मेहमान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पैग़म्बरे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</w:t>
      </w:r>
      <w:r>
        <w:t>0</w:t>
      </w:r>
      <w:r>
        <w:rPr>
          <w:rFonts w:hint="cs"/>
          <w:cs/>
          <w:lang w:bidi="hi-IN"/>
        </w:rPr>
        <w:t>अ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इरशाद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मेहमान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मोहतरम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जानो।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हदीस</w:t>
      </w:r>
      <w:r>
        <w:rPr>
          <w:cs/>
          <w:lang w:bidi="hi-IN"/>
        </w:rPr>
        <w:t>)</w:t>
      </w:r>
    </w:p>
    <w:p w:rsidR="00CE40C4" w:rsidRDefault="00CE40C4" w:rsidP="00CE40C4">
      <w:pPr>
        <w:pStyle w:val="libNormal"/>
      </w:pPr>
      <w:r>
        <w:t>3-</w:t>
      </w:r>
      <w:r>
        <w:tab/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तालिबे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तालिबे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एहतेराम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हलाल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रोज़ी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कमाना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ascii="Times New Roman" w:hAnsi="Times New Roman" w:cs="Times New Roman"/>
        </w:rPr>
        <w:t>“</w:t>
      </w:r>
      <w:r>
        <w:rPr>
          <w:rFonts w:hint="cs"/>
          <w:cs/>
          <w:lang w:bidi="hi-IN"/>
        </w:rPr>
        <w:t>कारोबार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दोस्त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rFonts w:hint="eastAsia"/>
        </w:rPr>
        <w:t>”</w:t>
      </w:r>
      <w: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हदीस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सादिक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हदीस</w:t>
      </w:r>
      <w:r>
        <w:rPr>
          <w:cs/>
          <w:lang w:bidi="hi-IN"/>
        </w:rPr>
        <w:t>)</w:t>
      </w:r>
    </w:p>
    <w:p w:rsidR="00CE40C4" w:rsidRDefault="00CE40C4" w:rsidP="00CE40C4">
      <w:pPr>
        <w:pStyle w:val="libNormal"/>
      </w:pP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मुलाक़ात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शेख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ख़साएल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बुनियाद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गिरवीदा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ईसाइयत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आशकार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हकीक़तों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आशना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शरीअ़त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इतनी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बलन्द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निगाही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बलन्द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मक़ामी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बावजूद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रूबा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ज़वाल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हुक्मरानों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नालायकी</w:t>
      </w:r>
      <w:r>
        <w:t xml:space="preserve">, </w:t>
      </w:r>
      <w:r>
        <w:rPr>
          <w:rFonts w:hint="cs"/>
          <w:cs/>
          <w:lang w:bidi="hi-IN"/>
        </w:rPr>
        <w:t>जूल्म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सितम</w:t>
      </w:r>
      <w:r>
        <w:t xml:space="preserve">, </w:t>
      </w:r>
      <w:r>
        <w:rPr>
          <w:rFonts w:hint="cs"/>
          <w:cs/>
          <w:lang w:bidi="hi-IN"/>
        </w:rPr>
        <w:t>बद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अतवारी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ओलामाए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तअस्सुब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दुनिया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बेख़बरी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शेख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कहाः</w:t>
      </w:r>
    </w:p>
    <w:p w:rsidR="00CE40C4" w:rsidRDefault="00CE40C4" w:rsidP="00CE40C4">
      <w:pPr>
        <w:pStyle w:val="libNormal"/>
      </w:pPr>
      <w:r>
        <w:rPr>
          <w:rFonts w:hint="eastAsia"/>
        </w:rPr>
        <w:t>“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 w:rsidR="00E216ED">
        <w:rPr>
          <w:rFonts w:hint="cs"/>
          <w:cs/>
          <w:lang w:bidi="hi-IN"/>
        </w:rPr>
        <w:t xml:space="preserve">आप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इजाज़त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ज़बान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कुरआन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सीखने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ख़्वाहिशमंद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हों।</w:t>
      </w:r>
      <w:r>
        <w:rPr>
          <w:rFonts w:hint="eastAsia"/>
        </w:rPr>
        <w:t>”</w:t>
      </w:r>
    </w:p>
    <w:p w:rsidR="00CE40C4" w:rsidRDefault="00CE40C4" w:rsidP="00CE40C4">
      <w:pPr>
        <w:pStyle w:val="libNormal"/>
      </w:pPr>
      <w:r>
        <w:lastRenderedPageBreak/>
        <w:tab/>
      </w:r>
      <w:r>
        <w:rPr>
          <w:rFonts w:hint="cs"/>
          <w:cs/>
          <w:lang w:bidi="hi-IN"/>
        </w:rPr>
        <w:t>शेख़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हिम्मत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अफ़ज़ाई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ख़्वाहिश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इस्तिक़बाल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सूरए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लसिये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कत़रार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बड़ी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गरमजोशी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तफ़सीरों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तावील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अल्फाज़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तलफ्फ़ुज़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दुश्वार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दुश्वारी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बढ़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इबारत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सिखाऊँगा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मुश्किल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लफ़्ज़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मर्तबा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तकरार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अल्फ़ाज़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ज़हन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नशीन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जायें</w:t>
      </w:r>
    </w:p>
    <w:p w:rsidR="00CE40C4" w:rsidRDefault="00CE40C4" w:rsidP="00CE40C4">
      <w:pPr>
        <w:pStyle w:val="libNormal"/>
      </w:pPr>
      <w:r>
        <w:tab/>
      </w:r>
      <w:r>
        <w:rPr>
          <w:rFonts w:hint="cs"/>
          <w:cs/>
          <w:lang w:bidi="hi-IN"/>
        </w:rPr>
        <w:t>शेख़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हुरुफ़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तरीके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सिखाये।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कुरआन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तजवीद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तफ़सीर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सीखने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दर्श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शुरु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वुजू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वुज़ू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क़िब्ला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रुख़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बैठ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आगाज़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क़ाबिले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ज़िक्र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तरतीब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वुज़ू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इब्तिदा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मुंह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धोया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सीधे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उंगलियों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उल्टे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कुहनी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धोया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</w:t>
      </w:r>
      <w:r>
        <w:t xml:space="preserve">, </w:t>
      </w:r>
      <w:r>
        <w:rPr>
          <w:rFonts w:hint="cs"/>
          <w:cs/>
          <w:lang w:bidi="hi-IN"/>
        </w:rPr>
        <w:t>गर्दन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पिछले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हिस्से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आख़िर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धोये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</w:p>
    <w:p w:rsidR="00CE40C4" w:rsidRDefault="00CE40C4" w:rsidP="00CE40C4">
      <w:pPr>
        <w:pStyle w:val="libNormal"/>
      </w:pPr>
      <w:r>
        <w:tab/>
      </w:r>
      <w:r>
        <w:rPr>
          <w:rFonts w:hint="cs"/>
          <w:cs/>
          <w:lang w:bidi="hi-IN"/>
        </w:rPr>
        <w:t>वुजू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वक़्त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कुल्ली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चढ़ाना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मुस्तहिब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आदाबे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वुजू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खुश्क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लकडी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दांतों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मिसवाक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नागवार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समझता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खुश्क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लकड़ी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दांतों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मसूढ़ों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इन्तिहाई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नुक़सान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मसूढ़ों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खून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मजबूर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वुजू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मिसवाक़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सुन्नते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मुवक्किदा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सवाब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फज़ीलत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CE40C4" w:rsidRDefault="00CE40C4" w:rsidP="00CE40C4">
      <w:pPr>
        <w:pStyle w:val="libNormal"/>
      </w:pPr>
      <w:r>
        <w:tab/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इस्तमबूल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क़याम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दैरान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मस्जिद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इवज़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ख़ादिम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मरवान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आफिन्दी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रक़म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इख़्लाक</w:t>
      </w:r>
      <w:r>
        <w:t xml:space="preserve">, </w:t>
      </w:r>
      <w:r>
        <w:rPr>
          <w:rFonts w:hint="cs"/>
          <w:cs/>
          <w:lang w:bidi="hi-IN"/>
        </w:rPr>
        <w:t>गुस्सेवर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शख्स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पैग़म्बरे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</w:t>
      </w:r>
      <w:r>
        <w:t>0</w:t>
      </w:r>
      <w:r>
        <w:rPr>
          <w:rFonts w:hint="cs"/>
          <w:cs/>
          <w:lang w:bidi="hi-IN"/>
        </w:rPr>
        <w:t>अ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सहाबी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हमनाम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समझता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बड़ा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मुफ़तख़र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कहाः</w:t>
      </w:r>
    </w:p>
    <w:p w:rsidR="00CE40C4" w:rsidRDefault="00CE40C4" w:rsidP="00CE40C4">
      <w:pPr>
        <w:pStyle w:val="libNormal"/>
      </w:pPr>
      <w:r>
        <w:tab/>
      </w:r>
      <w:r>
        <w:rPr>
          <w:rFonts w:ascii="Times New Roman" w:hAnsi="Times New Roman" w:cs="Times New Roman"/>
        </w:rPr>
        <w:t>“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साहिबे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औलाद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rFonts w:hint="eastAsia"/>
        </w:rPr>
        <w:t>”</w:t>
      </w:r>
      <w:r>
        <w:t xml:space="preserve"> </w:t>
      </w:r>
    </w:p>
    <w:p w:rsidR="00CE40C4" w:rsidRDefault="00CE40C4" w:rsidP="00CE40C4">
      <w:pPr>
        <w:pStyle w:val="libNormal"/>
      </w:pPr>
      <w:r>
        <w:tab/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बेटे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मरवान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शुमार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अज़ीम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मुजाहिदों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CE40C4" w:rsidRDefault="00CE40C4" w:rsidP="00CE40C4">
      <w:pPr>
        <w:pStyle w:val="libNormal"/>
      </w:pPr>
      <w:r>
        <w:tab/>
      </w:r>
      <w:r>
        <w:rPr>
          <w:rFonts w:hint="cs"/>
          <w:cs/>
          <w:lang w:bidi="hi-IN"/>
        </w:rPr>
        <w:t>रात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खादिम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जुमे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छुट्टी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ख़ादिम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गुज़ारता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हफ़्ते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बाक़ी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बढ़ई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शागिर्द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हक़ीर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रक़म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आधा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शेख़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दिहाड़ी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आधी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बढ़ई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ख़ालिद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दोपहर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वक़्त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हमेशा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फ़ातिहे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ascii="Times New Roman" w:hAnsi="Times New Roman" w:cs="Times New Roman"/>
        </w:rPr>
        <w:t>“</w:t>
      </w:r>
      <w:r>
        <w:rPr>
          <w:rFonts w:hint="cs"/>
          <w:cs/>
          <w:lang w:bidi="hi-IN"/>
        </w:rPr>
        <w:t>ख़ालिद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वलीद</w:t>
      </w:r>
      <w:r>
        <w:rPr>
          <w:rFonts w:hint="eastAsia"/>
        </w:rPr>
        <w:t>”</w:t>
      </w:r>
      <w: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तज़कीरा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फ़ज़ाएल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मनाक़िब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असहाबे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पैग़म्बर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</w:t>
      </w:r>
      <w:r>
        <w:t>0</w:t>
      </w:r>
      <w:r>
        <w:rPr>
          <w:rFonts w:hint="cs"/>
          <w:cs/>
          <w:lang w:bidi="hi-IN"/>
        </w:rPr>
        <w:t>अ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गरदान्ता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हाथों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मुख़ालिफ़ीने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हज़ीमत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उठायी।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तअल्लुक़ात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ज़्यादा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इस्तिवार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खटका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ख़िलाफत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मअ़जूल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देंगे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हुआ।</w:t>
      </w:r>
    </w:p>
    <w:p w:rsidR="00CE40C4" w:rsidRDefault="00CE40C4" w:rsidP="00CE40C4">
      <w:pPr>
        <w:pStyle w:val="libNormal"/>
      </w:pPr>
      <w:r>
        <w:tab/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ख़ालिद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बढ़ई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अच्छे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किरदार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हामिल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शागिर्दों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ज़्यादा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मेहरबान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मालूम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शायद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बग़ैर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लैतो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लअ़ल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मज़हबी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मुबाहिसा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दुकान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महसूस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अच्छी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नज़रों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शेख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अहमद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इक़लाम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बद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फेअ़ली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बड़ा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गुनाह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ख़ालिद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फेल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इरतिकाब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</w:p>
    <w:p w:rsidR="00CE40C4" w:rsidRDefault="00CE40C4" w:rsidP="00CE40C4">
      <w:pPr>
        <w:pStyle w:val="libNormal"/>
      </w:pPr>
      <w:r>
        <w:tab/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दिनयात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ज़्यादा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पाबन्द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दरहक़ीकत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अक़ीदे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आदमी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सिर्फ़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जुमे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जुमा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नमाज़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पढ़ने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मस्जिद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बाक़ी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नमाज़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पढ़ना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साबित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बहरहाल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बेशर्माना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तरग़ीब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फेल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शफ़ीअ़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दुकान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ख़बरु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कारीगर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अंजाम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नौ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मुस्लिम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यहूदियत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वारिद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</w:p>
    <w:p w:rsidR="00CE40C4" w:rsidRDefault="00CE40C4" w:rsidP="00CE40C4">
      <w:pPr>
        <w:pStyle w:val="libNormal"/>
      </w:pPr>
      <w:r>
        <w:tab/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रोज़ाना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बढ़ई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दुकान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दोपहर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खाकर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ज़ोहर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नमाज़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मस्जिद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नमाज़े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नमाज़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फ़ारिग़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शेख़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अहमद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घंटे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कुरआन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ख़्वानी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सर्फ़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कुरआन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अलावा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तुरकी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ज़बान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सीखता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जुमे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हफ़्ते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दिहाड़ी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ज़कात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उनवान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शेख़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अहमद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हवाले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ज़कात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हक़ीक़त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शेख़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इदारत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लगाव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नज़राना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शेख़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कुरआन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हक़ीर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हक़्कुल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ज़हमा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कुरआन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तालीम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शेख़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तर्ज़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नज़ीर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नौइयत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अलावा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एहकाम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मुबादियात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तुर्की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ज़बान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सिखाता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</w:p>
    <w:p w:rsidR="00CE40C4" w:rsidRDefault="00CE40C4" w:rsidP="00CE40C4">
      <w:pPr>
        <w:pStyle w:val="libNormal"/>
      </w:pPr>
      <w:r>
        <w:tab/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शेख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मालूम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ग़ैर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मशवरा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बेटी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मुन्तख़ब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बड़े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मोअद्दिबाना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माज़िरत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नाकाबिल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ज़ाहिर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मौक़िफ़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इख़्तियार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मजबूर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शेख़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अहमद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तअल्लुक़ात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बिगडने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कसर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बाक़ी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शेख़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अहमद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पैग़म्बरे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</w:t>
      </w:r>
      <w:r>
        <w:t>0</w:t>
      </w:r>
      <w:r>
        <w:rPr>
          <w:rFonts w:hint="cs"/>
          <w:cs/>
          <w:lang w:bidi="hi-IN"/>
        </w:rPr>
        <w:t>अ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सुन्नत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समझता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हदीस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हवाला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थाः</w:t>
      </w:r>
      <w:r>
        <w:rPr>
          <w:cs/>
          <w:lang w:bidi="hi-IN"/>
        </w:rPr>
        <w:t xml:space="preserve"> </w:t>
      </w:r>
    </w:p>
    <w:p w:rsidR="00CE40C4" w:rsidRDefault="00CE40C4" w:rsidP="00CE40C4">
      <w:pPr>
        <w:pStyle w:val="libNormal"/>
      </w:pPr>
      <w:r>
        <w:tab/>
      </w:r>
      <w:r>
        <w:rPr>
          <w:rFonts w:ascii="Times New Roman" w:hAnsi="Times New Roman" w:cs="Times New Roman"/>
        </w:rPr>
        <w:t>“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सुन्नत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एतेराज़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rFonts w:hint="eastAsia"/>
        </w:rPr>
        <w:t>”</w:t>
      </w:r>
      <w:r>
        <w:t xml:space="preserve"> (</w:t>
      </w:r>
      <w:r>
        <w:rPr>
          <w:rFonts w:hint="cs"/>
          <w:cs/>
          <w:lang w:bidi="hi-IN"/>
        </w:rPr>
        <w:t>हदीस</w:t>
      </w:r>
      <w:r>
        <w:rPr>
          <w:cs/>
          <w:lang w:bidi="hi-IN"/>
        </w:rPr>
        <w:t>)</w:t>
      </w:r>
    </w:p>
    <w:p w:rsidR="00CE40C4" w:rsidRDefault="00CE40C4" w:rsidP="00CE40C4">
      <w:pPr>
        <w:pStyle w:val="libNormal"/>
      </w:pPr>
      <w:r>
        <w:tab/>
      </w:r>
      <w:r>
        <w:rPr>
          <w:rFonts w:hint="cs"/>
          <w:cs/>
          <w:lang w:bidi="hi-IN"/>
        </w:rPr>
        <w:t>लेहाज़ा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अलावा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मसलिहत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आमेज़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झूठ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शेख़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मुतमइन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मुतअल्लिक़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गुफ्तुगू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दोस्ती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मनज़िल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गयी।</w:t>
      </w:r>
    </w:p>
    <w:p w:rsidR="00CE40C4" w:rsidRDefault="00CE40C4" w:rsidP="00CE40C4">
      <w:pPr>
        <w:pStyle w:val="libNormal"/>
      </w:pPr>
      <w:r>
        <w:tab/>
      </w:r>
      <w:r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इंसतबूल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कुरआन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समैत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तुरकी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ज़बानों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सीखने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शेख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वापस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वतन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इजाज़त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शेख़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इजाज़त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इतनी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जल्दी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वापस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t xml:space="preserve">?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बड़ा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ज़रुरत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चीज़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मौजूद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हरबनाये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मशयीयते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इलाही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इस्तम्बूल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दुनिया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दस्तयाब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शेख़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गुफ्तुगू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दौरान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कहाः</w:t>
      </w:r>
    </w:p>
    <w:p w:rsidR="00CE40C4" w:rsidRDefault="00CE40C4" w:rsidP="00CE40C4">
      <w:pPr>
        <w:pStyle w:val="libNormal"/>
      </w:pPr>
      <w:r>
        <w:tab/>
      </w:r>
      <w:r>
        <w:rPr>
          <w:rFonts w:ascii="Times New Roman" w:hAnsi="Times New Roman" w:cs="Times New Roman"/>
        </w:rPr>
        <w:t>“</w:t>
      </w:r>
      <w:r>
        <w:rPr>
          <w:rFonts w:hint="cs"/>
          <w:cs/>
          <w:lang w:bidi="hi-IN"/>
        </w:rPr>
        <w:t>अब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अकेले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इस्तम्बूल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मसकन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बनाते</w:t>
      </w:r>
      <w:r>
        <w:t>?</w:t>
      </w:r>
      <w:r>
        <w:rPr>
          <w:rFonts w:ascii="Times New Roman" w:hAnsi="Times New Roman" w:cs="Times New Roman"/>
        </w:rPr>
        <w:t>”</w:t>
      </w:r>
    </w:p>
    <w:p w:rsidR="00CE40C4" w:rsidRDefault="00CE40C4" w:rsidP="00CE40C4">
      <w:pPr>
        <w:pStyle w:val="libNormal"/>
      </w:pPr>
      <w:r>
        <w:tab/>
      </w:r>
      <w:r>
        <w:rPr>
          <w:rFonts w:hint="cs"/>
          <w:cs/>
          <w:lang w:bidi="hi-IN"/>
        </w:rPr>
        <w:t>बहरहाल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शेख़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बड़ा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इस्रार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उनुस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दिलचस्पी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वतन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इंग्लिस्तान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जि़म्मेदारियाँ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आएद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ज़्यादा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लंदन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मजबूर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ज़रुरी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लंदन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नौ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आबादियाती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इलाकों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विज़ारत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गुज़ारी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मुकम्मल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रिपोर्ट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करुँ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एहकामात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हासिल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करुँ।</w:t>
      </w:r>
    </w:p>
    <w:p w:rsidR="00CE40C4" w:rsidRDefault="00CE40C4" w:rsidP="00CE40C4">
      <w:pPr>
        <w:pStyle w:val="libNormal"/>
      </w:pPr>
      <w:r>
        <w:tab/>
      </w:r>
      <w:r>
        <w:rPr>
          <w:rFonts w:hint="cs"/>
          <w:cs/>
          <w:lang w:bidi="hi-IN"/>
        </w:rPr>
        <w:t>इस्तम्बूल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रिहाइश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दौरान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हुकूमत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रिपोर्ट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लंदन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भेजनी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पड़ती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रिपोर्ट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बदकिरदार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बढ़ई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वाक़िए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नौ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आबादियों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इलाक़ों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विज़ारत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जवाब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बढ़ई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फेल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मनज़िले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मक़सूद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पहुंचने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आसान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मज़ाइका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इबारत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पढ़ी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चकराने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सोचा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अफ़्सरान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हुकूमत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मसलिहतों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ख़ातिर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बेशर्मी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तरग़ीब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बहरहाल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चारए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होठों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कड़वे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आख़िरी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घूंट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नोटिस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लंदन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ओहदेदारों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बेमहरी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शिकायत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अलविदाअ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शेख़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आँखों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आँसू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अल्फा़ज़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रुख़्सत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किया।</w:t>
      </w:r>
    </w:p>
    <w:p w:rsidR="00CE40C4" w:rsidRDefault="00CE40C4" w:rsidP="00CE40C4">
      <w:pPr>
        <w:pStyle w:val="libNormal"/>
      </w:pPr>
      <w:r>
        <w:lastRenderedPageBreak/>
        <w:tab/>
      </w:r>
      <w:r>
        <w:rPr>
          <w:rFonts w:ascii="Times New Roman" w:hAnsi="Times New Roman" w:cs="Times New Roman"/>
        </w:rPr>
        <w:t>“”</w:t>
      </w:r>
      <w:r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हाफ़िज़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बेटे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मालूम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लौट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आओगे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दुनिया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पाओगे।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भुलाना।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इन्शाअल्लाह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रोज़े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महशर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पैग़म्बरे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</w:t>
      </w:r>
      <w:r>
        <w:t>0</w:t>
      </w:r>
      <w:r>
        <w:rPr>
          <w:rFonts w:hint="cs"/>
          <w:cs/>
          <w:lang w:bidi="hi-IN"/>
        </w:rPr>
        <w:t>अ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मिलेंगे।</w:t>
      </w:r>
      <w:r>
        <w:rPr>
          <w:rFonts w:hint="eastAsia"/>
        </w:rPr>
        <w:t>”</w:t>
      </w:r>
      <w:r>
        <w:t xml:space="preserve"> </w:t>
      </w:r>
    </w:p>
    <w:p w:rsidR="00CE40C4" w:rsidRDefault="00CE40C4" w:rsidP="00CE40C4">
      <w:pPr>
        <w:pStyle w:val="libNormal"/>
      </w:pPr>
      <w:r>
        <w:tab/>
      </w:r>
      <w:r>
        <w:rPr>
          <w:rFonts w:hint="cs"/>
          <w:cs/>
          <w:lang w:bidi="hi-IN"/>
        </w:rPr>
        <w:t>दर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हक़ीकत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शेख़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अहमद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जुदाई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अर्से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आजुर्दा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ख़ातिर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आँखें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आँसू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बहाती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t xml:space="preserve">? </w:t>
      </w:r>
      <w:r>
        <w:rPr>
          <w:rFonts w:hint="cs"/>
          <w:cs/>
          <w:lang w:bidi="hi-IN"/>
        </w:rPr>
        <w:t>फ़राएज़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अंजाम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एहसासात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मावरा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</w:p>
    <w:p w:rsidR="00CE40C4" w:rsidRDefault="00CE40C4" w:rsidP="00CE40C4">
      <w:pPr>
        <w:pStyle w:val="libNormal"/>
      </w:pPr>
      <w:r>
        <w:tab/>
      </w:r>
      <w:bookmarkStart w:id="4" w:name="_Toc512662056"/>
      <w:bookmarkStart w:id="5" w:name="_Toc512662160"/>
      <w:r w:rsidRPr="00E216ED">
        <w:rPr>
          <w:rStyle w:val="Heading1Char"/>
          <w:rFonts w:eastAsia="Calibri" w:cs="Mangal" w:hint="cs"/>
          <w:cs/>
        </w:rPr>
        <w:t>मेरे</w:t>
      </w:r>
      <w:r w:rsidRPr="00E216ED">
        <w:rPr>
          <w:rStyle w:val="Heading1Char"/>
          <w:rFonts w:eastAsia="Calibri"/>
          <w:cs/>
        </w:rPr>
        <w:t xml:space="preserve"> </w:t>
      </w:r>
      <w:r w:rsidRPr="00E216ED">
        <w:rPr>
          <w:rStyle w:val="Heading1Char"/>
          <w:rFonts w:eastAsia="Calibri" w:cs="Mangal" w:hint="cs"/>
          <w:cs/>
        </w:rPr>
        <w:t>नौ</w:t>
      </w:r>
      <w:r w:rsidRPr="00E216ED">
        <w:rPr>
          <w:rStyle w:val="Heading1Char"/>
          <w:rFonts w:eastAsia="Calibri"/>
          <w:cs/>
        </w:rPr>
        <w:t xml:space="preserve"> </w:t>
      </w:r>
      <w:r w:rsidRPr="00E216ED">
        <w:rPr>
          <w:rStyle w:val="Heading1Char"/>
          <w:rFonts w:eastAsia="Calibri" w:cs="Mangal" w:hint="cs"/>
          <w:cs/>
        </w:rPr>
        <w:t>दीगर</w:t>
      </w:r>
      <w:bookmarkEnd w:id="4"/>
      <w:bookmarkEnd w:id="5"/>
      <w:r w:rsidRPr="00E216ED">
        <w:rPr>
          <w:rStyle w:val="Heading1Char"/>
          <w:rFonts w:eastAsia="Calibri"/>
          <w:cs/>
        </w:rPr>
        <w:t xml:space="preserve"> </w:t>
      </w:r>
      <w:r>
        <w:rPr>
          <w:rFonts w:hint="cs"/>
          <w:cs/>
          <w:lang w:bidi="hi-IN"/>
        </w:rPr>
        <w:t>साथियों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लंदन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वापस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बुलाया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क़िस्मती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सिर्फ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पांच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वापस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लौटे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बाक़ी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मांदा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अफ़राद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मिस्र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रिहाइश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पिज़ीर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वाकिए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नौ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आबादियाती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इलाकों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विज़ारत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सेकेट्री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बताया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मज़कूरा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शख़्स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अफ़शा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जासूस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रुसी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निज़ाद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रुस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पहुँचकर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बूदो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इख्तियार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सेकेट्री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बड़ा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फिक्रमंद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खटका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रुसी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निज़ाद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जासूस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सरज़मीन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पहुँच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फाश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तीसरा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शख़्स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बग़दाद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क़रीब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वाकिअ़</w:t>
      </w:r>
      <w:r>
        <w:rPr>
          <w:cs/>
          <w:lang w:bidi="hi-IN"/>
        </w:rPr>
        <w:t xml:space="preserve"> </w:t>
      </w:r>
      <w:r>
        <w:rPr>
          <w:rFonts w:ascii="Times New Roman" w:hAnsi="Times New Roman" w:cs="Times New Roman"/>
        </w:rPr>
        <w:t>“</w:t>
      </w:r>
      <w:r>
        <w:rPr>
          <w:rFonts w:hint="cs"/>
          <w:cs/>
          <w:lang w:bidi="hi-IN"/>
        </w:rPr>
        <w:t>अम्मारा</w:t>
      </w:r>
      <w:r>
        <w:rPr>
          <w:rFonts w:hint="eastAsia"/>
        </w:rPr>
        <w:t>”</w:t>
      </w:r>
      <w: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हैज़े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हलाक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चौथे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इत्तेला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मौसूलस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नौ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आबादियाती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इलाकों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विज़ारत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वक़्त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इत्तेला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यमन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पायए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तख़्त</w:t>
      </w:r>
      <w:r>
        <w:rPr>
          <w:cs/>
          <w:lang w:bidi="hi-IN"/>
        </w:rPr>
        <w:t xml:space="preserve"> </w:t>
      </w:r>
      <w:r>
        <w:rPr>
          <w:rFonts w:ascii="Times New Roman" w:hAnsi="Times New Roman" w:cs="Times New Roman"/>
        </w:rPr>
        <w:t>“</w:t>
      </w:r>
      <w:r>
        <w:rPr>
          <w:rFonts w:hint="cs"/>
          <w:cs/>
          <w:lang w:bidi="hi-IN"/>
        </w:rPr>
        <w:t>सनआ</w:t>
      </w:r>
      <w:r>
        <w:rPr>
          <w:rFonts w:hint="eastAsia"/>
        </w:rPr>
        <w:t>”</w:t>
      </w:r>
      <w: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सलसल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रिपोटें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मज़कूरा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विज़ारत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भेजता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इत्तेला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मौसूल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कोशिश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बावजूद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नौ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आबदयिती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इलाक़ों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विज़ारत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निशान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हुकूमत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ज़बरदस्त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जासूसों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गुमशुदगी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नताएज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अच्छी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बाख़बर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मुलाज़िम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अहमियत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बड़़ी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बीरकी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जांचती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हक़ीकत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मुलाज़िम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मिलाज़िम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गुमशुदगी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सामराजी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हुकूमत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तशवीशनाक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मुमालिक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उज़्र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मचाने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ज़ेर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इस्कीमों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तैयारी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मसरुफ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हो।</w:t>
      </w:r>
    </w:p>
    <w:p w:rsidR="00CE40C4" w:rsidRDefault="00CE40C4" w:rsidP="00CE40C4">
      <w:pPr>
        <w:pStyle w:val="libNormal"/>
      </w:pPr>
      <w:r>
        <w:tab/>
      </w:r>
      <w:r>
        <w:rPr>
          <w:rFonts w:hint="cs"/>
          <w:cs/>
          <w:lang w:bidi="hi-IN"/>
        </w:rPr>
        <w:t>हमारा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तअ़ल्लुक़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क़ौम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आबादी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एतेबार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बड़ी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जि़म्मेदारियों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बोझ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तज्रुबेकार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अफ़राद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यक़ीनन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शदीद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नुक़्सान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बाअिस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थी।</w:t>
      </w:r>
    </w:p>
    <w:p w:rsidR="00CE40C4" w:rsidRDefault="00CE40C4" w:rsidP="00CE40C4">
      <w:pPr>
        <w:pStyle w:val="libNormal"/>
      </w:pPr>
      <w:r>
        <w:tab/>
      </w:r>
      <w:r>
        <w:rPr>
          <w:rFonts w:hint="cs"/>
          <w:cs/>
          <w:lang w:bidi="hi-IN"/>
        </w:rPr>
        <w:t>सिक्रेट्री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आख़िरी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रिपोर्ट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हिस्सों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कान्फ्रेंस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शिरकत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हिदायत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लंदन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बुलाये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पांच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जासूसों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रिपोर्ट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कान्फ्रेंस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वज़ीर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ख़ारजा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सदारत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नौ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आबादियाती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विज़ारत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ओहदेदार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शिरकत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रिपोर्ट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हिस्सों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पढ़कर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सुनाया।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वज़ीरे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ख़ारज़ा</w:t>
      </w:r>
      <w:r>
        <w:t xml:space="preserve">, </w:t>
      </w:r>
      <w:r>
        <w:rPr>
          <w:rFonts w:hint="cs"/>
          <w:cs/>
          <w:lang w:bidi="hi-IN"/>
        </w:rPr>
        <w:t>नौआबादियाती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इलाकों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विज़ारत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सिकेट्री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हाज़िरीन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रिपोर्ट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बड़ा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सराहा।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ताहाम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मुहासिबे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तीसरे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नम्बर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जासूसों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बेहतर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कारकर्दगी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मुज़ाहिरा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नम्बर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बिलको़ड</w:t>
      </w:r>
      <w:r>
        <w:rPr>
          <w:cs/>
          <w:lang w:bidi="hi-IN"/>
        </w:rPr>
        <w:t xml:space="preserve"> </w:t>
      </w:r>
      <w:r>
        <w:t xml:space="preserve">G BELCOUD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हेनरी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फैन्स</w:t>
      </w:r>
      <w:r>
        <w:rPr>
          <w:cs/>
          <w:lang w:bidi="hi-IN"/>
        </w:rPr>
        <w:t xml:space="preserve"> </w:t>
      </w:r>
      <w:r>
        <w:t xml:space="preserve">HENRY FANSE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</w:p>
    <w:p w:rsidR="00CE40C4" w:rsidRDefault="00CE40C4" w:rsidP="00CE40C4">
      <w:pPr>
        <w:pStyle w:val="libNormal"/>
      </w:pP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काबिले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ज़िक्र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तुर्की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तजवीदे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कुरआन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शरीअ़त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ज़्यादा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दस्तर्स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हासिल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हुकूमत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ज़वाल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सिलसिले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रिपोर्ट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ज़्यादा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कामयाब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सेकेट्री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कान्फ्रेन्स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इख़्तिताम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कमज़ोरी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ज़िक्र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कहाः</w:t>
      </w:r>
    </w:p>
    <w:p w:rsidR="00CE40C4" w:rsidRDefault="00CE40C4" w:rsidP="00CE40C4">
      <w:pPr>
        <w:pStyle w:val="libNormal"/>
      </w:pPr>
      <w:r>
        <w:tab/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सालों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ज़बानो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सीखना</w:t>
      </w:r>
      <w:r>
        <w:t xml:space="preserve">, </w:t>
      </w:r>
      <w:r>
        <w:rPr>
          <w:rFonts w:hint="cs"/>
          <w:cs/>
          <w:lang w:bidi="hi-IN"/>
        </w:rPr>
        <w:t>तफ़सीरे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कुरआन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शरीअ़त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आशनाई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ज़्यादा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अहमियत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हामिल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तवज्जोह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ज़्यादा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वक़्त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भरोसा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कसर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आईन्दा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सफ़र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दूंगा।</w:t>
      </w:r>
    </w:p>
    <w:p w:rsidR="00CE40C4" w:rsidRDefault="00CE40C4" w:rsidP="00CE40C4">
      <w:pPr>
        <w:pStyle w:val="libNormal"/>
      </w:pPr>
      <w:r>
        <w:tab/>
      </w:r>
      <w:r>
        <w:rPr>
          <w:rFonts w:hint="cs"/>
          <w:cs/>
          <w:lang w:bidi="hi-IN"/>
        </w:rPr>
        <w:t>सिकेट्री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कामयाब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बाज़ी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जाओ।</w:t>
      </w:r>
    </w:p>
    <w:p w:rsidR="00CE40C4" w:rsidRDefault="00CE40C4" w:rsidP="00CE40C4">
      <w:pPr>
        <w:pStyle w:val="libNormal"/>
      </w:pPr>
      <w:r>
        <w:tab/>
      </w:r>
      <w:r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आईन्दा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ख़्याल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हैः</w:t>
      </w:r>
    </w:p>
    <w:p w:rsidR="00CE40C4" w:rsidRDefault="00CE40C4" w:rsidP="00CE40C4">
      <w:pPr>
        <w:pStyle w:val="libNormal"/>
      </w:pPr>
      <w:r>
        <w:t>1.</w:t>
      </w:r>
      <w:r>
        <w:tab/>
      </w:r>
      <w:r>
        <w:rPr>
          <w:rFonts w:hint="cs"/>
          <w:cs/>
          <w:lang w:bidi="hi-IN"/>
        </w:rPr>
        <w:t>मुसलमानों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कमज़ोरियों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निशानदेही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पहुंचने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मुख़तलिफ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गिरोहों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दरमियान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फूट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डालने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कामयाबी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फ़राहम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दुश्मन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कामयाबी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मसाएल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शिनाख़्त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मुनहसिर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</w:p>
    <w:p w:rsidR="00CE40C4" w:rsidRDefault="00CE40C4" w:rsidP="00CE40C4">
      <w:pPr>
        <w:pStyle w:val="libNormal"/>
      </w:pPr>
      <w:r>
        <w:lastRenderedPageBreak/>
        <w:t>2.</w:t>
      </w:r>
      <w:r>
        <w:tab/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कमज़ोरियाँ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फूट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डालना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कुव्वत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सर्फ़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इल्मियान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शुमार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सर्फ़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अव्वल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अंग्रेज़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जासूसों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एज़ाज़ी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निशान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हक़दार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लन्दन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क़याम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चाचा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लड़की</w:t>
      </w:r>
      <w:r>
        <w:rPr>
          <w:cs/>
          <w:lang w:bidi="hi-IN"/>
        </w:rPr>
        <w:t xml:space="preserve"> </w:t>
      </w:r>
      <w:r>
        <w:rPr>
          <w:rFonts w:ascii="Times New Roman" w:hAnsi="Times New Roman" w:cs="Times New Roman"/>
        </w:rPr>
        <w:t>“</w:t>
      </w:r>
      <w:r>
        <w:rPr>
          <w:rFonts w:hint="cs"/>
          <w:cs/>
          <w:lang w:bidi="hi-IN"/>
        </w:rPr>
        <w:t>मेरी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शिवी</w:t>
      </w:r>
      <w:r>
        <w:rPr>
          <w:rFonts w:hint="eastAsia"/>
        </w:rPr>
        <w:t>”</w:t>
      </w:r>
      <w: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बड़ी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वक़्त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t>22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t>23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थी।</w:t>
      </w:r>
      <w:r>
        <w:rPr>
          <w:cs/>
          <w:lang w:bidi="hi-IN"/>
        </w:rPr>
        <w:t xml:space="preserve"> </w:t>
      </w:r>
      <w:r>
        <w:rPr>
          <w:rFonts w:ascii="Times New Roman" w:hAnsi="Times New Roman" w:cs="Times New Roman"/>
        </w:rPr>
        <w:t>“</w:t>
      </w:r>
      <w:r>
        <w:rPr>
          <w:rFonts w:hint="cs"/>
          <w:cs/>
          <w:lang w:bidi="hi-IN"/>
        </w:rPr>
        <w:t>मेरी</w:t>
      </w:r>
      <w:r>
        <w:rPr>
          <w:rFonts w:hint="eastAsia"/>
        </w:rPr>
        <w:t>”</w:t>
      </w:r>
      <w: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दरमियाना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दर्जे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ज़हीन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लड़की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बड़े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दिलकश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बीवी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मुतावाज़िन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सुलूक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ज़िन्दगी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बेहतरीन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गुज़ारे।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बीवी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उम्मीद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मेहमान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बेचैनी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मुनतज़िर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मौक़े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विज़ारत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हतमी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मौसूल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वक़्त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बग़ैर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फ़ौरन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ईराक़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पहुँचूँ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बरसहा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ख़िलाफ़त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इस्तेहसाल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</w:p>
    <w:p w:rsidR="00CE40C4" w:rsidRDefault="00CE40C4" w:rsidP="00CE40C4">
      <w:pPr>
        <w:pStyle w:val="libNormal"/>
      </w:pP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मियाँ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बीवी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बच्चे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इन्तिज़ार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हुक्मनामे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आजुरदा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मुल्क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मिल्लत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मोहब्बत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एहसास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तलबी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रक़ाबत</w:t>
      </w:r>
      <w:r>
        <w:t xml:space="preserve">,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घरेलू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आसाएशात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ज़ज्बात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बच्चे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मोहब्बत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बग़ैर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तरद्दुद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मामूरियत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कुबूल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हालांकि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बीवी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ज़ोर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रवानगी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बच्चे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पैदाइश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मुलतवी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रखूँ।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रुख़सत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बोतहाशा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रहे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ज़्यादा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रिक्क़त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जाना</w:t>
      </w:r>
      <w:r>
        <w:t xml:space="preserve">, </w:t>
      </w:r>
      <w:r>
        <w:rPr>
          <w:rFonts w:hint="cs"/>
          <w:cs/>
          <w:lang w:bidi="hi-IN"/>
        </w:rPr>
        <w:t>ख़त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ज़रुर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लिखते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रहना</w:t>
      </w:r>
      <w:r>
        <w:t xml:space="preserve">,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बच्चे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सुनहरे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मुस्तकबिल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लिखती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रहूँगी।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पसीज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मंज़िल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पहुँचाया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सफ़र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मुलतवी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काबू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रुख़सत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एहकामात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हासिल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विज़ारत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रवाना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समन्दरों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तवील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सफ़र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आख़िरकार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बसरा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पहुँचा।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ज़्यादा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अतराफ़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क़बाएल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ईरानी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अक़वाम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बाजू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सुन्नी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ज़िन्दगी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बसर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ईसाईयों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तादाद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ज़िन्दगी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मौक़ा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तशय्योअ़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ईरानियों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मुनासिब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तशीअ़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तसन्नुन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अक़ाएद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मुख़्तसर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चलूँ।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हज़रात</w:t>
      </w:r>
      <w:r>
        <w:t xml:space="preserve">,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मोहम्मद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मुस्तफा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</w:t>
      </w:r>
      <w:r>
        <w:t>0</w:t>
      </w:r>
      <w:r>
        <w:rPr>
          <w:rFonts w:hint="cs"/>
          <w:cs/>
          <w:lang w:bidi="hi-IN"/>
        </w:rPr>
        <w:t>अ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दामाद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चचाज़ाद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तालिब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</w:t>
      </w:r>
      <w:r>
        <w:t>0</w:t>
      </w:r>
      <w:r>
        <w:rPr>
          <w:rFonts w:hint="cs"/>
          <w:cs/>
          <w:lang w:bidi="hi-IN"/>
        </w:rPr>
        <w:t>स</w:t>
      </w:r>
      <w:r>
        <w:t xml:space="preserve">0)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मुहिब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मोहम्मद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</w:t>
      </w:r>
      <w:r>
        <w:t>0</w:t>
      </w:r>
      <w:r>
        <w:rPr>
          <w:rFonts w:hint="cs"/>
          <w:cs/>
          <w:lang w:bidi="hi-IN"/>
        </w:rPr>
        <w:t>अ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बरहक़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जानशीन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समझते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मोहम्मद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मुस्तफ़ा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</w:t>
      </w:r>
      <w:r>
        <w:t>0</w:t>
      </w:r>
      <w:r>
        <w:rPr>
          <w:rFonts w:hint="cs"/>
          <w:cs/>
          <w:lang w:bidi="hi-IN"/>
        </w:rPr>
        <w:t>अ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नस्से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सरीह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जरीए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</w:t>
      </w:r>
      <w:r>
        <w:t>0</w:t>
      </w:r>
      <w:r>
        <w:rPr>
          <w:rFonts w:hint="cs"/>
          <w:cs/>
          <w:lang w:bidi="hi-IN"/>
        </w:rPr>
        <w:t>स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जानशीन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मुन्तख़ब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ग्यारह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फरज़न्द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दीगरे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</w:t>
      </w:r>
      <w:r>
        <w:t>0</w:t>
      </w:r>
      <w:r>
        <w:rPr>
          <w:rFonts w:hint="cs"/>
          <w:cs/>
          <w:lang w:bidi="hi-IN"/>
        </w:rPr>
        <w:t>अ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बरहक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जानशीन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</w:p>
    <w:p w:rsidR="00CE40C4" w:rsidRDefault="00CE40C4" w:rsidP="00CE40C4">
      <w:pPr>
        <w:pStyle w:val="libNormal"/>
      </w:pPr>
      <w:r>
        <w:lastRenderedPageBreak/>
        <w:tab/>
      </w:r>
      <w:r>
        <w:rPr>
          <w:rFonts w:hint="cs"/>
          <w:cs/>
          <w:lang w:bidi="hi-IN"/>
        </w:rPr>
        <w:t>मेरी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सोज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मुताबिक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</w:t>
      </w:r>
      <w:r>
        <w:t>0</w:t>
      </w:r>
      <w:r>
        <w:rPr>
          <w:rFonts w:hint="cs"/>
          <w:cs/>
          <w:lang w:bidi="hi-IN"/>
        </w:rPr>
        <w:t>स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फ़रजन्द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हसन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</w:t>
      </w:r>
      <w:r>
        <w:t>0</w:t>
      </w:r>
      <w:r>
        <w:rPr>
          <w:rFonts w:hint="cs"/>
          <w:cs/>
          <w:lang w:bidi="hi-IN"/>
        </w:rPr>
        <w:t>स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</w:t>
      </w:r>
      <w:r>
        <w:t>0</w:t>
      </w:r>
      <w:r>
        <w:rPr>
          <w:rFonts w:hint="cs"/>
          <w:cs/>
          <w:lang w:bidi="hi-IN"/>
        </w:rPr>
        <w:t>स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ख़िलाफ़त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मुकम्मल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तौर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बजानिब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मुआमलात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बुनियाद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शवाहिद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असनाद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दावे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दलालत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</w:t>
      </w:r>
      <w:r>
        <w:t>0</w:t>
      </w:r>
      <w:r>
        <w:rPr>
          <w:rFonts w:hint="cs"/>
          <w:cs/>
          <w:lang w:bidi="hi-IN"/>
        </w:rPr>
        <w:t>स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हस्ती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मुमताज़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सिफ़ात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हामिल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तौर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फ़ौज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हुकूमत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सरबराही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हसन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</w:t>
      </w:r>
      <w:r>
        <w:t>0</w:t>
      </w:r>
      <w:r>
        <w:rPr>
          <w:rFonts w:hint="cs"/>
          <w:cs/>
          <w:lang w:bidi="hi-IN"/>
        </w:rPr>
        <w:t>स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</w:t>
      </w:r>
      <w:r>
        <w:t>0</w:t>
      </w:r>
      <w:r>
        <w:rPr>
          <w:rFonts w:hint="cs"/>
          <w:cs/>
          <w:lang w:bidi="hi-IN"/>
        </w:rPr>
        <w:t>स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मोहम्मद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</w:t>
      </w:r>
      <w:r>
        <w:t>0</w:t>
      </w:r>
      <w:r>
        <w:rPr>
          <w:rFonts w:hint="cs"/>
          <w:cs/>
          <w:lang w:bidi="hi-IN"/>
        </w:rPr>
        <w:t>अ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हदीसें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दस्तायाब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सुन्नत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फ़रीक़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मुत्तहिद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अलीअ</w:t>
      </w:r>
      <w:r>
        <w:t>0</w:t>
      </w:r>
      <w:r>
        <w:rPr>
          <w:rFonts w:hint="cs"/>
          <w:cs/>
          <w:lang w:bidi="hi-IN"/>
        </w:rPr>
        <w:t>स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जनाबे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हुसैनअ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अइम्माअ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कसरत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अहादीस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लक़ल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मुलाहिज़ा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फ़राइयेः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किताबे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तौहीद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शेख़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सुदूक</w:t>
      </w:r>
      <w:r>
        <w:rPr>
          <w:cs/>
          <w:lang w:bidi="hi-IN"/>
        </w:rPr>
        <w:t>)</w:t>
      </w:r>
      <w:r>
        <w:t xml:space="preserve">, </w:t>
      </w:r>
      <w:r>
        <w:rPr>
          <w:rFonts w:hint="cs"/>
          <w:cs/>
          <w:lang w:bidi="hi-IN"/>
        </w:rPr>
        <w:t>अलबत्ता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बाक़ी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नौ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अफ़राद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जानशीनी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तरद्दुद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</w:t>
      </w:r>
      <w:r>
        <w:t>0</w:t>
      </w:r>
      <w:r>
        <w:rPr>
          <w:rFonts w:hint="cs"/>
          <w:cs/>
          <w:lang w:bidi="hi-IN"/>
        </w:rPr>
        <w:t>स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</w:t>
      </w:r>
      <w:r>
        <w:t>0</w:t>
      </w:r>
      <w:r>
        <w:rPr>
          <w:rFonts w:hint="cs"/>
          <w:cs/>
          <w:lang w:bidi="hi-IN"/>
        </w:rPr>
        <w:t>स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औलाद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बरहक़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मानते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अंग्रेंज़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जासूस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शुबह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बेबुनियाद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औलादे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हुसैनअ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हज़रतअ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ग़ैबत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अहादीस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मौजूद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मुलाहिज़ा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फ़रमाइयेः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किताबे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तौहीद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शेख़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सुदूक़।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मुन्तहीयुल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आमाल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शेख़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अब्बास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कुम्मी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वग़ैरा</w:t>
      </w:r>
      <w:r>
        <w:rPr>
          <w:cs/>
          <w:lang w:bidi="hi-IN"/>
        </w:rPr>
        <w:t>)</w:t>
      </w:r>
    </w:p>
    <w:p w:rsidR="00CE40C4" w:rsidRDefault="00CE40C4" w:rsidP="00CE40C4">
      <w:pPr>
        <w:pStyle w:val="libNormal"/>
      </w:pPr>
      <w:r>
        <w:tab/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कैसे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मुमकिन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पैग़म्बर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</w:t>
      </w:r>
      <w:r>
        <w:t>0</w:t>
      </w:r>
      <w:r>
        <w:rPr>
          <w:rFonts w:hint="cs"/>
          <w:cs/>
          <w:lang w:bidi="hi-IN"/>
        </w:rPr>
        <w:t>अ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अफ़राद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हों</w:t>
      </w:r>
      <w:r>
        <w:t xml:space="preserve">?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मोहम्मद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</w:t>
      </w:r>
      <w:r>
        <w:t>0</w:t>
      </w:r>
      <w:r>
        <w:rPr>
          <w:rFonts w:hint="cs"/>
          <w:cs/>
          <w:lang w:bidi="hi-IN"/>
        </w:rPr>
        <w:t>अ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बरहक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पैग़म्बर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हों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ग़ैब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जैसा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</w:t>
      </w:r>
      <w:r>
        <w:t>0</w:t>
      </w:r>
      <w:r>
        <w:rPr>
          <w:rFonts w:hint="cs"/>
          <w:cs/>
          <w:lang w:bidi="hi-IN"/>
        </w:rPr>
        <w:t>स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आईन्दा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ख़बरें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मोहम्मद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</w:t>
      </w:r>
      <w:r>
        <w:t>0</w:t>
      </w:r>
      <w:r>
        <w:rPr>
          <w:rFonts w:hint="cs"/>
          <w:cs/>
          <w:lang w:bidi="hi-IN"/>
        </w:rPr>
        <w:t>अ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नबूव्वत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ईसाईयों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नज़दीक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मुसल्लम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अंग्रेज़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जासूस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नज़रियात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ख़िलाफ़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तवक़्के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तौर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सरकूबी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भेजा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>)</w:t>
      </w:r>
    </w:p>
    <w:p w:rsidR="00CE40C4" w:rsidRDefault="00CE40C4" w:rsidP="00CE40C4">
      <w:pPr>
        <w:pStyle w:val="libNormal"/>
      </w:pPr>
      <w:r>
        <w:tab/>
      </w:r>
      <w:r>
        <w:rPr>
          <w:rFonts w:hint="cs"/>
          <w:cs/>
          <w:lang w:bidi="hi-IN"/>
        </w:rPr>
        <w:t>मुसलमानों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कुरआन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पैग़म्बर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</w:t>
      </w:r>
      <w:r>
        <w:t>0</w:t>
      </w:r>
      <w:r>
        <w:rPr>
          <w:rFonts w:hint="cs"/>
          <w:cs/>
          <w:lang w:bidi="hi-IN"/>
        </w:rPr>
        <w:t>अ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नबूव्वत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भरपूर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दलील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जितना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कुरआन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पढ़ा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दलील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मिली।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कुरान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नज़र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ईसाअ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रिसालत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सरीहन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आयतें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मौजूद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सूरा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इमरान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आयत</w:t>
      </w:r>
      <w:r>
        <w:rPr>
          <w:cs/>
          <w:lang w:bidi="hi-IN"/>
        </w:rPr>
        <w:t xml:space="preserve"> </w:t>
      </w:r>
      <w:r>
        <w:t xml:space="preserve">144, </w:t>
      </w:r>
      <w:r>
        <w:rPr>
          <w:rFonts w:hint="cs"/>
          <w:cs/>
          <w:lang w:bidi="hi-IN"/>
        </w:rPr>
        <w:t>सूरा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अहजाब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आयत</w:t>
      </w:r>
      <w:r>
        <w:rPr>
          <w:cs/>
          <w:lang w:bidi="hi-IN"/>
        </w:rPr>
        <w:t xml:space="preserve"> </w:t>
      </w:r>
      <w:r>
        <w:t xml:space="preserve">40, </w:t>
      </w:r>
      <w:r>
        <w:rPr>
          <w:rFonts w:hint="cs"/>
          <w:cs/>
          <w:lang w:bidi="hi-IN"/>
        </w:rPr>
        <w:t>सूर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मोहम्मद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आयत</w:t>
      </w:r>
      <w:r>
        <w:rPr>
          <w:cs/>
          <w:lang w:bidi="hi-IN"/>
        </w:rPr>
        <w:t xml:space="preserve"> </w:t>
      </w:r>
      <w:r>
        <w:t xml:space="preserve">3, </w:t>
      </w:r>
      <w:r>
        <w:rPr>
          <w:rFonts w:hint="cs"/>
          <w:cs/>
          <w:lang w:bidi="hi-IN"/>
        </w:rPr>
        <w:t>सूरा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फ़तह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आयत</w:t>
      </w:r>
      <w:r>
        <w:rPr>
          <w:cs/>
          <w:lang w:bidi="hi-IN"/>
        </w:rPr>
        <w:t xml:space="preserve"> </w:t>
      </w:r>
      <w:r>
        <w:t>29)</w:t>
      </w:r>
    </w:p>
    <w:p w:rsidR="00CE40C4" w:rsidRDefault="00CE40C4" w:rsidP="00CE40C4">
      <w:pPr>
        <w:pStyle w:val="libNormal"/>
      </w:pPr>
      <w:r>
        <w:tab/>
      </w:r>
      <w:r>
        <w:rPr>
          <w:rFonts w:hint="cs"/>
          <w:cs/>
          <w:lang w:bidi="hi-IN"/>
        </w:rPr>
        <w:t>इसमें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कुरआन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बलन्द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मक़ाम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तोरतै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इंजील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बढकर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क़दीम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दास्तानें</w:t>
      </w:r>
      <w:r>
        <w:t xml:space="preserve">, </w:t>
      </w:r>
      <w:r>
        <w:rPr>
          <w:rFonts w:hint="cs"/>
          <w:cs/>
          <w:lang w:bidi="hi-IN"/>
        </w:rPr>
        <w:t>इस्लामी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अहकाम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आदाब</w:t>
      </w:r>
      <w:r>
        <w:t xml:space="preserve">, </w:t>
      </w:r>
      <w:r>
        <w:rPr>
          <w:rFonts w:hint="cs"/>
          <w:cs/>
          <w:lang w:bidi="hi-IN"/>
        </w:rPr>
        <w:t>तालीमात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ज़्यादा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मुमताज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सिर्फ़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खुसूसी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फ़ौकियत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मोहम्मद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</w:t>
      </w:r>
      <w:r>
        <w:t>0</w:t>
      </w:r>
      <w:r>
        <w:rPr>
          <w:rFonts w:hint="cs"/>
          <w:cs/>
          <w:lang w:bidi="hi-IN"/>
        </w:rPr>
        <w:t>अ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सच्चाई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दलील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t xml:space="preserve">?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हैरान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सेहरा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नशीन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लिखना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पढना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अरफअ़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किताबे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इन्सानियत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हवाले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पढ़ा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साहिबे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इस्तिअ़दाद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आदमी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होशमन्दी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बावजूद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अंजाम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सहराई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बगैर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तालीम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t xml:space="preserve">?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जैसा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अर्ज़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हूँः</w:t>
      </w:r>
      <w:r>
        <w:rPr>
          <w:cs/>
          <w:lang w:bidi="hi-IN"/>
        </w:rPr>
        <w:t xml:space="preserve"> </w:t>
      </w:r>
      <w:r>
        <w:rPr>
          <w:rFonts w:ascii="Times New Roman" w:hAnsi="Times New Roman" w:cs="Times New Roman"/>
        </w:rPr>
        <w:t>“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नबूवत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दलील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t>?</w:t>
      </w:r>
      <w:r>
        <w:rPr>
          <w:rFonts w:ascii="Times New Roman" w:hAnsi="Times New Roman" w:cs="Times New Roman"/>
        </w:rPr>
        <w:t>”</w:t>
      </w:r>
    </w:p>
    <w:p w:rsidR="00CE40C4" w:rsidRDefault="00CE40C4" w:rsidP="00CE40C4">
      <w:pPr>
        <w:pStyle w:val="libNormal"/>
      </w:pPr>
      <w:r>
        <w:tab/>
      </w:r>
      <w:r>
        <w:rPr>
          <w:rFonts w:hint="cs"/>
          <w:cs/>
          <w:lang w:bidi="hi-IN"/>
        </w:rPr>
        <w:t>मैनें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हक़ीक़त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आगाही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मुतालिआ़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लंदन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पादरी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सामने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मौजू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क़ाबिले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इत्मिनान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जवाब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तुर्की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शेख़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अहमद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दफ़ा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मौजू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बातचीत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इत्मिनान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क़ाबिले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ज़िक्र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लन्दन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पादरी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मुक़ाबिल</w:t>
      </w:r>
      <w:r>
        <w:t xml:space="preserve">, </w:t>
      </w:r>
      <w:r>
        <w:rPr>
          <w:rFonts w:hint="cs"/>
          <w:cs/>
          <w:lang w:bidi="hi-IN"/>
        </w:rPr>
        <w:t>शेख़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अहमद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इतनी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गुफ़्तगू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ख़तरा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कहीमं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पोल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पैग़म्बरे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</w:t>
      </w:r>
      <w:r>
        <w:t>0</w:t>
      </w:r>
      <w:r>
        <w:rPr>
          <w:rFonts w:hint="cs"/>
          <w:cs/>
          <w:lang w:bidi="hi-IN"/>
        </w:rPr>
        <w:t>अ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बहरहाल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मोहम्मद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</w:t>
      </w:r>
      <w:r>
        <w:t>0</w:t>
      </w:r>
      <w:r>
        <w:rPr>
          <w:rFonts w:hint="cs"/>
          <w:cs/>
          <w:lang w:bidi="hi-IN"/>
        </w:rPr>
        <w:t>अ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क़द्रो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मनज़िलत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अज़मत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बुजुर्गी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क़ाएल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हूँ।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बेशक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शुमार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फ़ज़ीलत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अफ़राद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कोशिशें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तरबियते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बशर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नाक़ाबिले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तारीख़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शाहिद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रिसालत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पैग़म्बरे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तसलीम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बुजुर्गी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अफ़राद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बढ़कर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नवाबिग़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समझते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मोहम्मद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</w:t>
      </w:r>
      <w:r>
        <w:t>0</w:t>
      </w:r>
      <w:r>
        <w:rPr>
          <w:rFonts w:hint="cs"/>
          <w:cs/>
          <w:lang w:bidi="hi-IN"/>
        </w:rPr>
        <w:t>अ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तारीख़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होशमन्द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अफ़राद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ज़्यादा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होशमन्द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</w:p>
    <w:p w:rsidR="00CE40C4" w:rsidRDefault="00CE40C4" w:rsidP="00CE40C4">
      <w:pPr>
        <w:pStyle w:val="libNormal"/>
      </w:pPr>
      <w:r>
        <w:tab/>
      </w:r>
      <w:r>
        <w:rPr>
          <w:rFonts w:hint="cs"/>
          <w:cs/>
          <w:lang w:bidi="hi-IN"/>
        </w:rPr>
        <w:t>अहले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सुन्नत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बकर</w:t>
      </w:r>
      <w:r>
        <w:t xml:space="preserve">,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सलीम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बुनियाद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</w:t>
      </w:r>
      <w:r>
        <w:t>0</w:t>
      </w:r>
      <w:r>
        <w:rPr>
          <w:rFonts w:hint="cs"/>
          <w:cs/>
          <w:lang w:bidi="hi-IN"/>
        </w:rPr>
        <w:t>स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ज़्यादा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अम्रे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ख़िलाफत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हक़दार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खुलाफ़ा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इक़दाम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इख़्तिलाफ़ात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अक्सर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अदयान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बिलखुसूस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ईसाईयत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सुन्नी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इख्लितलाफ़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नाक़ाबिले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इस्तिक़रार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मुसलसल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</w:t>
      </w:r>
      <w:r>
        <w:t>0</w:t>
      </w:r>
      <w:r>
        <w:rPr>
          <w:rFonts w:hint="cs"/>
          <w:cs/>
          <w:lang w:bidi="hi-IN"/>
        </w:rPr>
        <w:t>स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गुज़रने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सदियों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t xml:space="preserve">, </w:t>
      </w:r>
      <w:r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ज़ोर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शोर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बाक़ी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हक़ीक़तन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अक़्ल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ग़ुज़ारी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तारीख़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भूले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ज़माने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बजाये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सोचते।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दफ़ा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सुन्नी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इख्तिलाफ़ात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मौजू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नौ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आबादियाती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इलाकों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विज़ारत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सामने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कहाः</w:t>
      </w:r>
    </w:p>
    <w:p w:rsidR="00CE40C4" w:rsidRDefault="00CE40C4" w:rsidP="00CE40C4">
      <w:pPr>
        <w:pStyle w:val="libNormal"/>
      </w:pPr>
      <w:r>
        <w:tab/>
      </w:r>
      <w:r>
        <w:rPr>
          <w:rFonts w:ascii="Times New Roman" w:hAnsi="Times New Roman" w:cs="Times New Roman"/>
        </w:rPr>
        <w:t>“</w:t>
      </w:r>
      <w:r>
        <w:t xml:space="preserve"> </w:t>
      </w:r>
      <w:r>
        <w:rPr>
          <w:rFonts w:hint="cs"/>
          <w:cs/>
          <w:lang w:bidi="hi-IN"/>
        </w:rPr>
        <w:t>मुसलमान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ज़िन्दगी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मफ़हूम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समझते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इख़्तिलाफ़ात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छोड़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बैठते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वहदत्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इत्तेहाद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करते।</w:t>
      </w:r>
      <w:r>
        <w:rPr>
          <w:rFonts w:hint="eastAsia"/>
        </w:rPr>
        <w:t>”</w:t>
      </w:r>
      <w:r>
        <w:t xml:space="preserve"> </w:t>
      </w:r>
    </w:p>
    <w:p w:rsidR="00CE40C4" w:rsidRDefault="00CE40C4" w:rsidP="00CE40C4">
      <w:pPr>
        <w:pStyle w:val="libNormal"/>
      </w:pPr>
      <w:r>
        <w:rPr>
          <w:rFonts w:hint="cs"/>
          <w:cs/>
          <w:lang w:bidi="hi-IN"/>
        </w:rPr>
        <w:t>अचानक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सदरे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जलसा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काटते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कहाः</w:t>
      </w:r>
    </w:p>
    <w:p w:rsidR="00CE40C4" w:rsidRDefault="00CE40C4" w:rsidP="00CE40C4">
      <w:pPr>
        <w:pStyle w:val="libNormal"/>
      </w:pPr>
      <w:r>
        <w:tab/>
      </w:r>
      <w:r>
        <w:rPr>
          <w:rFonts w:ascii="Times New Roman" w:hAnsi="Times New Roman" w:cs="Times New Roman"/>
        </w:rPr>
        <w:t>“</w:t>
      </w:r>
      <w:r>
        <w:rPr>
          <w:rFonts w:hint="cs"/>
          <w:cs/>
          <w:lang w:bidi="hi-IN"/>
        </w:rPr>
        <w:t>तुम्हारा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दरमियान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इख़्तिलाफ़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भड़काना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इत्तेहाद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जहती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दावत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दो।</w:t>
      </w:r>
      <w:r>
        <w:rPr>
          <w:rFonts w:hint="eastAsia"/>
        </w:rPr>
        <w:t>”</w:t>
      </w:r>
    </w:p>
    <w:p w:rsidR="00CE40C4" w:rsidRDefault="00CE40C4" w:rsidP="00CE40C4">
      <w:pPr>
        <w:pStyle w:val="libNormal"/>
      </w:pPr>
      <w:r>
        <w:rPr>
          <w:rFonts w:hint="cs"/>
          <w:cs/>
          <w:lang w:bidi="hi-IN"/>
        </w:rPr>
        <w:t>ईराक़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सिक्रेट्री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नशिस्त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कहाः</w:t>
      </w:r>
    </w:p>
    <w:p w:rsidR="00CE40C4" w:rsidRDefault="00CE40C4" w:rsidP="00CE40C4">
      <w:pPr>
        <w:pStyle w:val="libNormal"/>
      </w:pPr>
      <w:r>
        <w:tab/>
      </w:r>
      <w:r>
        <w:rPr>
          <w:rFonts w:hint="cs"/>
          <w:cs/>
          <w:lang w:bidi="hi-IN"/>
        </w:rPr>
        <w:t>हमफ़रे।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झगड़े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इन्सान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फ़ितरी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आदम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</w:t>
      </w:r>
      <w:r>
        <w:t>0</w:t>
      </w:r>
      <w:r>
        <w:rPr>
          <w:rFonts w:hint="cs"/>
          <w:cs/>
          <w:lang w:bidi="hi-IN"/>
        </w:rPr>
        <w:t>स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ख़ल्क़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सुल्ब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हाबील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क़ाबील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इख़्तिलाफ़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उठाया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अ</w:t>
      </w:r>
      <w:r>
        <w:t>0</w:t>
      </w:r>
      <w:r>
        <w:rPr>
          <w:rFonts w:hint="cs"/>
          <w:cs/>
          <w:lang w:bidi="hi-IN"/>
        </w:rPr>
        <w:t>स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बाज़गश्त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इन्सान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इख़्तिलाफ़ात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पांच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तक़सीम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हैंः</w:t>
      </w:r>
    </w:p>
    <w:p w:rsidR="00CE40C4" w:rsidRDefault="00CE40C4" w:rsidP="00CE40C4">
      <w:pPr>
        <w:pStyle w:val="libNormal"/>
      </w:pPr>
      <w:r>
        <w:t>1-</w:t>
      </w:r>
      <w:r>
        <w:tab/>
      </w:r>
      <w:r>
        <w:rPr>
          <w:rFonts w:hint="cs"/>
          <w:cs/>
          <w:lang w:bidi="hi-IN"/>
        </w:rPr>
        <w:t>नस्ली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इख़्तिलाफ़ात</w:t>
      </w:r>
    </w:p>
    <w:p w:rsidR="00CE40C4" w:rsidRDefault="00CE40C4" w:rsidP="00CE40C4">
      <w:pPr>
        <w:pStyle w:val="libNormal"/>
      </w:pPr>
      <w:r>
        <w:t>2-</w:t>
      </w:r>
      <w:r>
        <w:tab/>
      </w:r>
      <w:r>
        <w:rPr>
          <w:rFonts w:hint="cs"/>
          <w:cs/>
          <w:lang w:bidi="hi-IN"/>
        </w:rPr>
        <w:t>क़बाएली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इख़्तिलाफ़ात</w:t>
      </w:r>
    </w:p>
    <w:p w:rsidR="00CE40C4" w:rsidRDefault="00CE40C4" w:rsidP="00CE40C4">
      <w:pPr>
        <w:pStyle w:val="libNormal"/>
      </w:pPr>
      <w:r>
        <w:t>3-</w:t>
      </w:r>
      <w:r>
        <w:tab/>
      </w:r>
      <w:r>
        <w:rPr>
          <w:rFonts w:hint="cs"/>
          <w:cs/>
          <w:lang w:bidi="hi-IN"/>
        </w:rPr>
        <w:t>अरज़ी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इख़्तिलाफ़ात</w:t>
      </w:r>
    </w:p>
    <w:p w:rsidR="00CE40C4" w:rsidRDefault="00CE40C4" w:rsidP="00CE40C4">
      <w:pPr>
        <w:pStyle w:val="libNormal"/>
      </w:pPr>
      <w:r>
        <w:t>4-</w:t>
      </w:r>
      <w:r>
        <w:tab/>
      </w:r>
      <w:r>
        <w:rPr>
          <w:rFonts w:hint="cs"/>
          <w:cs/>
          <w:lang w:bidi="hi-IN"/>
        </w:rPr>
        <w:t>क़ौमी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इख़्तिलाफ़ात</w:t>
      </w:r>
    </w:p>
    <w:p w:rsidR="00CE40C4" w:rsidRDefault="00CE40C4" w:rsidP="00CE40C4">
      <w:pPr>
        <w:pStyle w:val="libNormal"/>
      </w:pPr>
      <w:r>
        <w:t>5-</w:t>
      </w:r>
      <w:r>
        <w:tab/>
      </w:r>
      <w:r>
        <w:rPr>
          <w:rFonts w:hint="cs"/>
          <w:cs/>
          <w:lang w:bidi="hi-IN"/>
        </w:rPr>
        <w:t>मज़हबी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इख़्तिलाफ़ात</w:t>
      </w:r>
    </w:p>
    <w:p w:rsidR="00CE40C4" w:rsidRDefault="00CE40C4" w:rsidP="00CE40C4">
      <w:pPr>
        <w:pStyle w:val="libNormal"/>
      </w:pP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सफ़र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फ़रीज़ा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दरमियान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इख़्तिलाफ़ात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मुख़तलिफ़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पहलुवों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समझना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तरीक़ों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सीखना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सिलसिले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जितनी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मालूमात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मुहय्या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इत्तेला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लन्दन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हुक्काम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पहुंचाना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मुमालिक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हिस्सों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सुन्नी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फ़साद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बरपा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गोया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हुक़ूमत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बरतानिया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अज़ीम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ख़िदमत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CE40C4" w:rsidRDefault="00CE40C4" w:rsidP="00CE40C4">
      <w:pPr>
        <w:pStyle w:val="libNormal"/>
      </w:pPr>
      <w:r>
        <w:tab/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नौ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आबादियती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इलाकों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निफ़ाक</w:t>
      </w:r>
      <w:r>
        <w:t xml:space="preserve">, </w:t>
      </w:r>
      <w:r>
        <w:rPr>
          <w:rFonts w:hint="cs"/>
          <w:cs/>
          <w:lang w:bidi="hi-IN"/>
        </w:rPr>
        <w:t>तफ़रिका</w:t>
      </w:r>
      <w:r>
        <w:t xml:space="preserve">, </w:t>
      </w:r>
      <w:r>
        <w:rPr>
          <w:rFonts w:hint="cs"/>
          <w:cs/>
          <w:lang w:bidi="hi-IN"/>
        </w:rPr>
        <w:t>शोरिश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इख़्तिलाफ़ात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देंगे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पुरसुकून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मुरफ़्फ़हुल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वक़्त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सल्तनत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शिकस्त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क़लमरु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शहर</w:t>
      </w:r>
      <w:r>
        <w:t xml:space="preserve">, </w:t>
      </w:r>
      <w:r>
        <w:rPr>
          <w:rFonts w:hint="cs"/>
          <w:cs/>
          <w:lang w:bidi="hi-IN"/>
        </w:rPr>
        <w:t>गली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फ़ितना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फ़साद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बरपा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इतने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बड़े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इलाक़े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अंग्रेजों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मुख़्तसर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क़ौम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सिवाये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हथकन्डे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CE40C4" w:rsidRDefault="00CE40C4" w:rsidP="00CE40C4">
      <w:pPr>
        <w:pStyle w:val="libNormal"/>
      </w:pPr>
      <w:r>
        <w:tab/>
      </w:r>
      <w:r>
        <w:rPr>
          <w:rFonts w:hint="cs"/>
          <w:cs/>
          <w:lang w:bidi="hi-IN"/>
        </w:rPr>
        <w:t>पस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हमफ़रे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कुव्वत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सर्फ़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हंगामे</w:t>
      </w:r>
      <w:r>
        <w:t xml:space="preserve">, </w:t>
      </w:r>
      <w:r>
        <w:rPr>
          <w:rFonts w:hint="cs"/>
          <w:cs/>
          <w:lang w:bidi="hi-IN"/>
        </w:rPr>
        <w:t>शोर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शराबे</w:t>
      </w:r>
      <w:r>
        <w:t xml:space="preserve">, </w:t>
      </w:r>
      <w:r>
        <w:rPr>
          <w:rFonts w:hint="cs"/>
          <w:cs/>
          <w:lang w:bidi="hi-IN"/>
        </w:rPr>
        <w:t>फूट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इख़्तिलाफात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निकालों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आगाज़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करो।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मालूम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वक़्त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ईरानी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हुकूमतें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कमज़ोर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फर्ज़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हुक्मरानों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ख़िलाफ़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भड़काव।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तारीख़ी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हक़ाएक़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बुनियाद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हमेशा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इन्कि़लाबात</w:t>
      </w:r>
      <w:r>
        <w:t xml:space="preserve">, </w:t>
      </w:r>
      <w:r>
        <w:rPr>
          <w:rFonts w:hint="cs"/>
          <w:cs/>
          <w:lang w:bidi="hi-IN"/>
        </w:rPr>
        <w:t>हुक्मरानों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ख़लिफ़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अवाम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शोरिश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वुजूद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इलाक़े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अवाम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फूट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इन्तिशार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पड़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इस्तिअ़मार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बड़ी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आसानी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हमवार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CE40C4" w:rsidRDefault="00CE40C4" w:rsidP="00CE40C4">
      <w:pPr>
        <w:pStyle w:val="libNormal"/>
      </w:pPr>
      <w:r>
        <w:tab/>
      </w:r>
      <w:bookmarkStart w:id="6" w:name="_Toc512662057"/>
      <w:bookmarkStart w:id="7" w:name="_Toc512662161"/>
      <w:r w:rsidRPr="00CB7175">
        <w:rPr>
          <w:rStyle w:val="Heading1Char"/>
          <w:rFonts w:eastAsia="Calibri" w:cs="Mangal" w:hint="cs"/>
          <w:cs/>
        </w:rPr>
        <w:t>बसरा</w:t>
      </w:r>
      <w:bookmarkEnd w:id="6"/>
      <w:bookmarkEnd w:id="7"/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पहुँच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मस्जिद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दाखिल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मस्जिद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सुन्नत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मशहूर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आलिम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शेख़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बड़े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अदब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शेख़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इब्तिदाई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लमहे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मज़नून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हस्ब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नस्ब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ग़ुजश्ता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जिन्दगी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सवालात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ख़याल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चेहरे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लहजे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डाल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बड़ी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तरकीब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गिरफ़्त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बचा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शेख़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जवाब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कहाः</w:t>
      </w:r>
    </w:p>
    <w:p w:rsidR="00CE40C4" w:rsidRDefault="00CE40C4" w:rsidP="00CE40C4">
      <w:pPr>
        <w:pStyle w:val="libNormal"/>
      </w:pPr>
      <w:r>
        <w:lastRenderedPageBreak/>
        <w:tab/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तुर्की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वाकिअ़</w:t>
      </w:r>
      <w:r>
        <w:rPr>
          <w:cs/>
          <w:lang w:bidi="hi-IN"/>
        </w:rPr>
        <w:t xml:space="preserve"> </w:t>
      </w:r>
      <w:r>
        <w:rPr>
          <w:rFonts w:ascii="Times New Roman" w:hAnsi="Times New Roman" w:cs="Times New Roman"/>
        </w:rPr>
        <w:t>“</w:t>
      </w:r>
      <w:r>
        <w:rPr>
          <w:rFonts w:hint="cs"/>
          <w:cs/>
          <w:lang w:bidi="hi-IN"/>
        </w:rPr>
        <w:t>आग़दीर</w:t>
      </w:r>
      <w:r>
        <w:rPr>
          <w:rFonts w:hint="eastAsia"/>
        </w:rPr>
        <w:t>”</w:t>
      </w:r>
      <w: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कुसतुनतुनिया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शेख़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अहमद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शागिर्दी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हासिल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ख़ालिद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बढ़ई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CE40C4" w:rsidRDefault="00CE40C4" w:rsidP="00CE40C4">
      <w:pPr>
        <w:pStyle w:val="libNormal"/>
      </w:pPr>
      <w:r>
        <w:tab/>
      </w:r>
      <w:r>
        <w:rPr>
          <w:rFonts w:hint="cs"/>
          <w:cs/>
          <w:lang w:bidi="hi-IN"/>
        </w:rPr>
        <w:t>मुख़्तसर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तुर्की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सीखा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बयाह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शेख़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हाज़िरी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आँख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ज़रीए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इशारा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मालूम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तुर्की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शख़्स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आँखों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भरी।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शेख़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जीत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फहमी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एहसास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महसूस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शेख़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शुबहा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जगह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बाक़ी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जासूस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समझता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मशहूर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शेख़</w:t>
      </w:r>
      <w:r>
        <w:t xml:space="preserve">, </w:t>
      </w:r>
      <w:r>
        <w:rPr>
          <w:rFonts w:hint="cs"/>
          <w:cs/>
          <w:lang w:bidi="hi-IN"/>
        </w:rPr>
        <w:t>बसरा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गवर्नर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सख़्त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मुख़ालिफ़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मोअय्यन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</w:p>
    <w:p w:rsidR="00CE40C4" w:rsidRDefault="00CE40C4" w:rsidP="00CE40C4">
      <w:pPr>
        <w:pStyle w:val="libNormal"/>
      </w:pPr>
      <w:r>
        <w:tab/>
      </w:r>
      <w:r>
        <w:rPr>
          <w:rFonts w:hint="cs"/>
          <w:cs/>
          <w:lang w:bidi="hi-IN"/>
        </w:rPr>
        <w:t>बहरहाल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चारए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शेख़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मस्जिद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इलाक़े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ग़रीब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नवाज़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मुसाफिर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मुनतक़िल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जाऊँ।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कमरा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किराया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मुसाफ़िरख़ाने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अहमक़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आदमी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सुबह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सवेरे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मुसाफ़िरों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परेशान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अज़ान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अंधेरे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मुँह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दरवाज़ा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ज़ोर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ज़ोर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पीटता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नमाज़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जगाता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</w:p>
    <w:p w:rsidR="00CE40C4" w:rsidRDefault="00CE40C4" w:rsidP="00CE40C4">
      <w:pPr>
        <w:pStyle w:val="libNormal"/>
      </w:pPr>
      <w:r>
        <w:tab/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सूरज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निकलने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कुरआन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पढ़ने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मजबूर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कुरआन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पढ़ना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वाजिब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इतना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इसरार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t xml:space="preserve">?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तुलूए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आफ़ताब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क़ब्ल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नींद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फुक्र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बदबख़्ती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मुसाफिर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मुसाफ़िर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बदबख़्ती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जायेंगे।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माननी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पड़ी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निलक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धमकी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सुबह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नमाज़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धमकी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सुबह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उठता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घंटा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ज़्यादा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वक़्त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कुरआन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तिलावत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</w:p>
    <w:p w:rsidR="00CE40C4" w:rsidRDefault="00CE40C4" w:rsidP="00CE40C4">
      <w:pPr>
        <w:pStyle w:val="libNormal"/>
      </w:pPr>
      <w:r>
        <w:tab/>
      </w:r>
      <w:r>
        <w:rPr>
          <w:rFonts w:hint="cs"/>
          <w:cs/>
          <w:lang w:bidi="hi-IN"/>
        </w:rPr>
        <w:t>मेरी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मुश्किल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ख़्तम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मुसाफ़िर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मुरशद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आफ़िन्दी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मुसाफ़िर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रिहाइश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इख़्तियार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मुसीबतों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वजह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लायी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नहूसत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शरीके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हयात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होगा।</w:t>
      </w:r>
    </w:p>
    <w:p w:rsidR="00CE40C4" w:rsidRDefault="00CE40C4" w:rsidP="00CE40C4">
      <w:pPr>
        <w:pStyle w:val="libNormal"/>
      </w:pPr>
      <w:r>
        <w:tab/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आफ़िन्दी।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लाऊँ</w:t>
      </w:r>
      <w:r>
        <w:t xml:space="preserve">?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दफ़ा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नाक़ाबिल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जा़हिर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एहतेराज़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मुरशद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आफ़िन्दी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टोह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बग़ैर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यकीन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आदमी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</w:p>
    <w:p w:rsidR="00CE40C4" w:rsidRDefault="00CE40C4" w:rsidP="00CE40C4">
      <w:pPr>
        <w:pStyle w:val="libNormal"/>
      </w:pPr>
      <w:r>
        <w:tab/>
      </w:r>
      <w:r>
        <w:rPr>
          <w:rFonts w:hint="cs"/>
          <w:cs/>
          <w:lang w:bidi="hi-IN"/>
        </w:rPr>
        <w:t>मुरशद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आफ़िन्दी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जवाब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ज़ईफुल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एतेक़ाद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कुरआन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मुतालेआ़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जहाँ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हैः</w:t>
      </w:r>
    </w:p>
    <w:p w:rsidR="00CE40C4" w:rsidRDefault="00CE40C4" w:rsidP="00CE40C4">
      <w:pPr>
        <w:pStyle w:val="libNormal"/>
      </w:pPr>
      <w:r>
        <w:lastRenderedPageBreak/>
        <w:tab/>
      </w:r>
      <w:r>
        <w:rPr>
          <w:rFonts w:ascii="Times New Roman" w:hAnsi="Times New Roman" w:cs="Times New Roman"/>
        </w:rPr>
        <w:t>“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फ़ुक्र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मुब्तिला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खुदावन्दे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आलम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बुजूर्गी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मालामाल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देगा</w:t>
      </w:r>
      <w:r>
        <w:rPr>
          <w:rFonts w:hint="eastAsia"/>
        </w:rPr>
        <w:t>”</w:t>
      </w:r>
    </w:p>
    <w:p w:rsidR="00CE40C4" w:rsidRDefault="00CE40C4" w:rsidP="00CE40C4">
      <w:pPr>
        <w:pStyle w:val="libNormal"/>
      </w:pPr>
      <w:r>
        <w:tab/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हैरान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नासमझ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इन्सान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पीछा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छुड़ाऊँ।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आख़िरकार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उसेसे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इरशाद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रक़म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बग़ैर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कैसे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हूँ</w:t>
      </w:r>
      <w:r>
        <w:t xml:space="preserve">?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ज़रूरी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अख़राजात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रक़म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कर्ज़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बगैर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अक़्द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सकती।</w:t>
      </w:r>
    </w:p>
    <w:p w:rsidR="00CE40C4" w:rsidRDefault="00CE40C4" w:rsidP="00CE40C4">
      <w:pPr>
        <w:pStyle w:val="libNormal"/>
      </w:pPr>
      <w:r>
        <w:tab/>
      </w:r>
      <w:r>
        <w:rPr>
          <w:rFonts w:hint="cs"/>
          <w:cs/>
          <w:lang w:bidi="hi-IN"/>
        </w:rPr>
        <w:t>आफ़िन्दी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सोज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पड़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कर्ज़े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हसना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बजाये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अचानक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बुलन्द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ऊँची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आवाज़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चीख़ीः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मालूम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तारीख़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कमरा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छो़ड़़ना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होगा।</w:t>
      </w:r>
    </w:p>
    <w:p w:rsidR="00CE40C4" w:rsidRDefault="00CE40C4" w:rsidP="00CE40C4">
      <w:pPr>
        <w:pStyle w:val="libNormal"/>
      </w:pPr>
      <w:r>
        <w:tab/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जमादिउस्सानी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पांचवीं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तारीख़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सिर्फ़</w:t>
      </w:r>
      <w:r>
        <w:rPr>
          <w:cs/>
          <w:lang w:bidi="hi-IN"/>
        </w:rPr>
        <w:t xml:space="preserve"> </w:t>
      </w:r>
      <w:r>
        <w:t>25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</w:p>
    <w:p w:rsidR="00CE40C4" w:rsidRDefault="00CE40C4" w:rsidP="00CE40C4">
      <w:pPr>
        <w:pStyle w:val="libNormal"/>
      </w:pPr>
      <w:r>
        <w:tab/>
      </w:r>
      <w:r>
        <w:rPr>
          <w:rFonts w:hint="cs"/>
          <w:cs/>
          <w:lang w:bidi="hi-IN"/>
        </w:rPr>
        <w:t>इस्लामी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महीनों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तज़किरा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मुनासिब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होगाः</w:t>
      </w:r>
    </w:p>
    <w:p w:rsidR="00CE40C4" w:rsidRDefault="00CE40C4" w:rsidP="00CE40C4">
      <w:pPr>
        <w:pStyle w:val="libNormal"/>
      </w:pPr>
      <w:r>
        <w:t>1-</w:t>
      </w:r>
      <w:r>
        <w:tab/>
      </w:r>
      <w:r>
        <w:rPr>
          <w:rFonts w:hint="cs"/>
          <w:cs/>
          <w:lang w:bidi="hi-IN"/>
        </w:rPr>
        <w:t>मोहर्रम</w:t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t xml:space="preserve">2- </w:t>
      </w:r>
      <w:r>
        <w:rPr>
          <w:rFonts w:hint="cs"/>
          <w:cs/>
          <w:lang w:bidi="hi-IN"/>
        </w:rPr>
        <w:t>सफर</w:t>
      </w:r>
    </w:p>
    <w:p w:rsidR="00CE40C4" w:rsidRDefault="00CE40C4" w:rsidP="00CE40C4">
      <w:pPr>
        <w:pStyle w:val="libNormal"/>
      </w:pPr>
      <w:r>
        <w:t xml:space="preserve">3- </w:t>
      </w:r>
      <w:r>
        <w:rPr>
          <w:rFonts w:hint="cs"/>
          <w:cs/>
          <w:lang w:bidi="hi-IN"/>
        </w:rPr>
        <w:t>रबीउल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अव्वल</w:t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t xml:space="preserve">4- </w:t>
      </w:r>
      <w:r>
        <w:rPr>
          <w:rFonts w:hint="cs"/>
          <w:cs/>
          <w:lang w:bidi="hi-IN"/>
        </w:rPr>
        <w:t>रबीउस्सानी</w:t>
      </w:r>
    </w:p>
    <w:p w:rsidR="00CE40C4" w:rsidRDefault="00CE40C4" w:rsidP="00CE40C4">
      <w:pPr>
        <w:pStyle w:val="libNormal"/>
      </w:pPr>
      <w:r>
        <w:t xml:space="preserve">5- </w:t>
      </w:r>
      <w:r>
        <w:rPr>
          <w:rFonts w:hint="cs"/>
          <w:cs/>
          <w:lang w:bidi="hi-IN"/>
        </w:rPr>
        <w:t>जमादिउल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अव्वल</w:t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t xml:space="preserve">6- </w:t>
      </w:r>
      <w:r>
        <w:rPr>
          <w:rFonts w:hint="cs"/>
          <w:cs/>
          <w:lang w:bidi="hi-IN"/>
        </w:rPr>
        <w:t>जमादिउस्सानी</w:t>
      </w:r>
    </w:p>
    <w:p w:rsidR="00CE40C4" w:rsidRDefault="00CE40C4" w:rsidP="00CE40C4">
      <w:pPr>
        <w:pStyle w:val="libNormal"/>
      </w:pPr>
      <w:r>
        <w:t xml:space="preserve">7- </w:t>
      </w:r>
      <w:r>
        <w:rPr>
          <w:rFonts w:hint="cs"/>
          <w:cs/>
          <w:lang w:bidi="hi-IN"/>
        </w:rPr>
        <w:t>रजब</w:t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t xml:space="preserve">8- </w:t>
      </w:r>
      <w:r>
        <w:rPr>
          <w:rFonts w:hint="cs"/>
          <w:cs/>
          <w:lang w:bidi="hi-IN"/>
        </w:rPr>
        <w:t>शाबान</w:t>
      </w:r>
    </w:p>
    <w:p w:rsidR="00CE40C4" w:rsidRDefault="00CE40C4" w:rsidP="00CE40C4">
      <w:pPr>
        <w:pStyle w:val="libNormal"/>
      </w:pPr>
      <w:r>
        <w:lastRenderedPageBreak/>
        <w:t xml:space="preserve">9- </w:t>
      </w:r>
      <w:r>
        <w:rPr>
          <w:rFonts w:hint="cs"/>
          <w:cs/>
          <w:lang w:bidi="hi-IN"/>
        </w:rPr>
        <w:t>रमज़ान</w:t>
      </w:r>
      <w:r>
        <w:rPr>
          <w:cs/>
          <w:lang w:bidi="hi-IN"/>
        </w:rPr>
        <w:t xml:space="preserve"> </w:t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t xml:space="preserve">10- </w:t>
      </w:r>
      <w:r>
        <w:rPr>
          <w:rFonts w:hint="cs"/>
          <w:cs/>
          <w:lang w:bidi="hi-IN"/>
        </w:rPr>
        <w:t>शव्वाल</w:t>
      </w:r>
    </w:p>
    <w:p w:rsidR="00CE40C4" w:rsidRDefault="00CE40C4" w:rsidP="00CE40C4">
      <w:pPr>
        <w:pStyle w:val="libNormal"/>
      </w:pPr>
      <w:r>
        <w:t xml:space="preserve">11- </w:t>
      </w:r>
      <w:r>
        <w:rPr>
          <w:rFonts w:hint="cs"/>
          <w:cs/>
          <w:lang w:bidi="hi-IN"/>
        </w:rPr>
        <w:t>ज़ीक़ाद</w:t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rPr>
          <w:cs/>
          <w:lang w:bidi="hi-IN"/>
        </w:rPr>
        <w:tab/>
      </w:r>
      <w:r>
        <w:t xml:space="preserve">12- </w:t>
      </w:r>
      <w:r>
        <w:rPr>
          <w:rFonts w:hint="cs"/>
          <w:cs/>
          <w:lang w:bidi="hi-IN"/>
        </w:rPr>
        <w:t>ज़िलहिज्जा</w:t>
      </w:r>
    </w:p>
    <w:p w:rsidR="00CE40C4" w:rsidRDefault="00CE40C4" w:rsidP="00CE40C4">
      <w:pPr>
        <w:pStyle w:val="libNormal"/>
      </w:pP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महीने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आगाज़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शुरु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t>30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ऊपर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चांद</w:t>
      </w:r>
      <w:r>
        <w:rPr>
          <w:cs/>
          <w:lang w:bidi="hi-IN"/>
        </w:rPr>
        <w:t xml:space="preserve"> </w:t>
      </w:r>
      <w:r>
        <w:t>29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CE40C4" w:rsidRDefault="00CE40C4" w:rsidP="00CE40C4">
      <w:pPr>
        <w:pStyle w:val="libNormal"/>
      </w:pPr>
      <w:r>
        <w:tab/>
      </w:r>
      <w:r>
        <w:rPr>
          <w:rFonts w:hint="cs"/>
          <w:cs/>
          <w:lang w:bidi="hi-IN"/>
        </w:rPr>
        <w:t>मुख़्तसर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मुसाफ़िर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सख्तगीरी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जगह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छोड़ना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पड़ी।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तरखान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दुकान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नौकरी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सहूलत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फ़राहम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इवज़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मज़दूरी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देगा।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जगह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मुनतक़िल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तरखान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दुकान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पहुँचा।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तरखान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अब्दुररज़ि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निहायत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शरीफ़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मोहतरम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शख़्स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बेटों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जैसा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सुलूक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</w:p>
    <w:p w:rsidR="00CE40C4" w:rsidRDefault="00CE40C4" w:rsidP="00CE40C4">
      <w:pPr>
        <w:pStyle w:val="libNormal"/>
      </w:pPr>
      <w:r>
        <w:tab/>
      </w:r>
      <w:r>
        <w:rPr>
          <w:rFonts w:hint="cs"/>
          <w:cs/>
          <w:lang w:bidi="hi-IN"/>
        </w:rPr>
        <w:t>अब्दुररिज़ा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ईरानी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खुरासान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मौक़े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फ़ायदा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उठाते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फ़ारसी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सीखना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शुरु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दोपहर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वक़्त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मुक़ीम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ईरानी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बैठकर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इधर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उधर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गुफ़्तगू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सियासत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मअ़ीशत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उनवान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हुकूमत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तौर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सल्तनते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वक़्त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इस्तम्बूल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मुकर्रर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ख़लीफ़ए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मुसलिमीन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तनक़ीद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नीशाना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जूँ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अजनबी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ग्राहक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दुकान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ख़ामोश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ज़ाती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दिलचस्पी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मुतअल्लिक़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ग़ैर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लगती।</w:t>
      </w:r>
    </w:p>
    <w:p w:rsidR="00CE40C4" w:rsidRDefault="00CE40C4" w:rsidP="00CE40C4">
      <w:pPr>
        <w:pStyle w:val="libNormal"/>
      </w:pPr>
      <w:r>
        <w:lastRenderedPageBreak/>
        <w:tab/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मालूम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क़ाबिले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एतेमाद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सामने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क़िस्म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गुफ़्तगू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जाएज़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समझते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मालूम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आज़र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बाईजान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ख़्याल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तुरकी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बातचीत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आज़र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बाईजानियों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चेहरा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सुर्ख़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सफेद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</w:p>
    <w:p w:rsidR="00CE40C4" w:rsidRDefault="00CE40C4" w:rsidP="00CE40C4">
      <w:pPr>
        <w:pStyle w:val="libNormal"/>
      </w:pPr>
      <w:r>
        <w:tab/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तुरखान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मुलाकात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शख़्स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तुर्की</w:t>
      </w:r>
      <w:r>
        <w:t xml:space="preserve">, </w:t>
      </w:r>
      <w:r>
        <w:rPr>
          <w:rFonts w:hint="cs"/>
          <w:cs/>
          <w:lang w:bidi="hi-IN"/>
        </w:rPr>
        <w:t>फ़ारसी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ज़बानों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गुफ़्तुगू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तालिबे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इल्मों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लिबास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पहनता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मोहम्मद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अब्दुल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ऊँचा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उड़ने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वाला</w:t>
      </w:r>
      <w:r>
        <w:t xml:space="preserve">,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तलाब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निहायत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गुस्सीला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इन्सान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हुकूमत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सख़्त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नफ़रत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हमेशा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बुराई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हुकूमते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ईरान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सरोकार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तुरखान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अब्दुल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रिज़ा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दोस्ती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वजह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मुशतरिक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ख़लीफ़ा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सख़्त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दुश्मन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समझते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अब्दुर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रिज़ा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तुरखान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दोस्ती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बढ़ाई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सुन्नी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मालूम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फ़ारसी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सीखी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t xml:space="preserve">? </w:t>
      </w:r>
      <w:r>
        <w:rPr>
          <w:rFonts w:hint="cs"/>
          <w:cs/>
          <w:lang w:bidi="hi-IN"/>
        </w:rPr>
        <w:t>अलबत्ता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सुन्नी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ज़िन्दगी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बसर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रवाबित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दोस्ताना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फ़ारसी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ज़बानों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बोली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तुरकी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समझने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तादाद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थी।</w:t>
      </w:r>
    </w:p>
    <w:p w:rsidR="00CE40C4" w:rsidRDefault="00CE40C4" w:rsidP="00CE40C4">
      <w:pPr>
        <w:pStyle w:val="libNormal"/>
      </w:pPr>
      <w:r>
        <w:tab/>
      </w:r>
      <w:r>
        <w:rPr>
          <w:rFonts w:hint="cs"/>
          <w:cs/>
          <w:lang w:bidi="hi-IN"/>
        </w:rPr>
        <w:t>मोहम्मद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अब्दुल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आज़ाद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आदमी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ज़हन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सुन्नी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तासियात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बिल्कुल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हालांकि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बेशतर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सुन्नी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ख़िलाफ़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सुन्नी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मुफ़्ती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तकफ़ीर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शेख़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मोहम्मद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नज़दीक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हनफ़ी</w:t>
      </w:r>
      <w:r>
        <w:t xml:space="preserve">, </w:t>
      </w:r>
      <w:r>
        <w:rPr>
          <w:rFonts w:hint="cs"/>
          <w:cs/>
          <w:lang w:bidi="hi-IN"/>
        </w:rPr>
        <w:t>शाफ़िअी</w:t>
      </w:r>
      <w:r>
        <w:t xml:space="preserve">, </w:t>
      </w:r>
      <w:r>
        <w:rPr>
          <w:rFonts w:hint="cs"/>
          <w:cs/>
          <w:lang w:bidi="hi-IN"/>
        </w:rPr>
        <w:t>हम्बली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मालिकी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मकातीब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फ़िक्र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मकतबे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फ़िक्री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अहमियत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कुरआन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काफी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CE40C4" w:rsidRDefault="00CE40C4" w:rsidP="00CE40C4">
      <w:pPr>
        <w:pStyle w:val="libNormal"/>
      </w:pPr>
      <w:r>
        <w:tab/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मकातीब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फ़िक्र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दास्तान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यूँ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पैग़म्बरे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</w:t>
      </w:r>
      <w:r>
        <w:t>0</w:t>
      </w:r>
      <w:r>
        <w:rPr>
          <w:rFonts w:hint="cs"/>
          <w:cs/>
          <w:lang w:bidi="hi-IN"/>
        </w:rPr>
        <w:t>अ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वफ़ात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सौ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आलमे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बलन्द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ओलामा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जूहूर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अफ़राद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हनीफ़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अहमद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हम्बल</w:t>
      </w:r>
      <w:r>
        <w:t xml:space="preserve">, </w:t>
      </w:r>
      <w:r>
        <w:rPr>
          <w:rFonts w:hint="cs"/>
          <w:cs/>
          <w:lang w:bidi="hi-IN"/>
        </w:rPr>
        <w:t>मालिक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मोहम्मद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इदरीस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शाफ़ई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सुन्नत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पेशवाई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मक़ाम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पहुँचे।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अब्बासी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ख़ोलफ़ा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ज़माना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अब्बासी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ख़ोलफ़ा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दबाव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डाल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मज़कूरा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अफ़राद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अलावा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तक़लीद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कुरआन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सुन्नत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बढकर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दस्तरिस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अब्बासी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ख़ोलफ़ा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अलावा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मुतज्जिर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आलिम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मुक़ाबिल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उभरने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दरहक़ीक़त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दरवाज़े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सुन्नत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जमाअत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फ़िक्री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जमूद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बरअक्स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सुन्नत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पाबन्दी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जमूदी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कैफ़ियत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फ़ायदा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उठाते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अक़ायद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नज़रियात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वसीअ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पैमाने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मुन्तशिर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शुरु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हिजरी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मुक़ाबिल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फ़ीसद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तादाद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मुसलसल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इज़ाफा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सुन्नत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फ़ितरी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इज्तेहाद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दरवाज़ा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ताज़गीये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फ़िक्र</w:t>
      </w:r>
      <w:r>
        <w:t xml:space="preserve">, </w:t>
      </w:r>
      <w:r>
        <w:rPr>
          <w:rFonts w:hint="cs"/>
          <w:cs/>
          <w:lang w:bidi="hi-IN"/>
        </w:rPr>
        <w:t>इस्लामी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फ़िक़हा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पेशरफ़्त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रौशनी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कुरआन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सुन्नत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ज़मानो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तक़ाज़ों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हमआहंग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इज्तेहाद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बड़ा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वसीला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फ़िक्री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जमूद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नबर्दआज़मा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फि़क्रों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इंक़ेलाब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रुनुमा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मकातीबे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फ़िक्र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मुक़य्यिद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t xml:space="preserve">, </w:t>
      </w:r>
      <w:r>
        <w:rPr>
          <w:rFonts w:hint="cs"/>
          <w:cs/>
          <w:lang w:bidi="hi-IN"/>
        </w:rPr>
        <w:t>मुसलमानों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जुस्तजू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तलाश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रास्तों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समाअत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रोकना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वक़्त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तकाज़ों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बेतवज्जो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दरअसल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पोशीदा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पोशरफ़्त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ज़ाहिर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दुश्मन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पुराने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जंगजदा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असलेह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मुक़ाबिला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करेंगे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यक़ीनन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जल्द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हज़ीमत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उठाना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प़ड़ेगी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पेशीनगोई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कहूँगा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सुन्नत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साहिबाने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अक़्ल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अफ़राद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जल्द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इज्तेहाद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दरवाज़ा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खोल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देंगे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अंदाज़े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मुताबिक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रुबा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आयेगी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इज्तेहाद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अक्सरियत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तसन्नुन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अक़लियत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जायेंगे।</w:t>
      </w:r>
    </w:p>
    <w:p w:rsidR="00CE40C4" w:rsidRDefault="00CE40C4" w:rsidP="00CE40C4">
      <w:pPr>
        <w:pStyle w:val="libNormal"/>
      </w:pPr>
      <w:r>
        <w:tab/>
      </w:r>
      <w:r>
        <w:rPr>
          <w:rFonts w:hint="cs"/>
          <w:cs/>
          <w:lang w:bidi="hi-IN"/>
        </w:rPr>
        <w:t>अब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शेख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मोहम्मद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अब्दुल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अर्ज़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करुँ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शख़्स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कुरआन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हदीस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अच्छा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मुतालिआ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उफ़कार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हिमायत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बुजुर्गाने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अक़वाल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बतौर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सनद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t xml:space="preserve">,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फ़िक्र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मशाहिरे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ओलमा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ख़िलाफ़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कहताः</w:t>
      </w:r>
      <w:r>
        <w:rPr>
          <w:cs/>
          <w:lang w:bidi="hi-IN"/>
        </w:rPr>
        <w:t xml:space="preserve"> </w:t>
      </w:r>
    </w:p>
    <w:p w:rsidR="00CE40C4" w:rsidRDefault="00CE40C4" w:rsidP="00CE40C4">
      <w:pPr>
        <w:pStyle w:val="libNormal"/>
      </w:pPr>
      <w:r>
        <w:tab/>
      </w:r>
      <w:r>
        <w:rPr>
          <w:rFonts w:hint="cs"/>
          <w:cs/>
          <w:lang w:bidi="hi-IN"/>
        </w:rPr>
        <w:t>पैग़म्बरे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सल्लल्लाहो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अलैहे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आलेहि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वसल्लम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सिर्फ़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सुन्नत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नाक़ाबिले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तग़य्युर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सहाब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कराम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अइम्मा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दीन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फ़रमूदात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अटल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वहीये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मुन्ज़िल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वाजिब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सिर्फ़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सुन्नत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पैरवी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ओलामा</w:t>
      </w:r>
      <w:r>
        <w:t xml:space="preserve">, </w:t>
      </w:r>
      <w:r>
        <w:rPr>
          <w:rFonts w:hint="cs"/>
          <w:cs/>
          <w:lang w:bidi="hi-IN"/>
        </w:rPr>
        <w:t>अइम्मा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हत्ता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सहाबा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ख़्वाह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t xml:space="preserve">, </w:t>
      </w:r>
      <w:r>
        <w:rPr>
          <w:rFonts w:hint="cs"/>
          <w:cs/>
          <w:lang w:bidi="hi-IN"/>
        </w:rPr>
        <w:t>हमें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इत्तिफ़ाक़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इख्तिलाफ़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उस्तवार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चाहिये।</w:t>
      </w:r>
    </w:p>
    <w:p w:rsidR="00CE40C4" w:rsidRDefault="00CE40C4" w:rsidP="00CE40C4">
      <w:pPr>
        <w:pStyle w:val="libNormal"/>
      </w:pPr>
      <w:r>
        <w:tab/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ईरान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आलिम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दस्तरख़्वान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झड़प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आलिम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शेख़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जवाद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कुम्मी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अब्दुल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रिज़ा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मेहमान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बुलाया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शेख़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जवाद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कुम्मी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मोहम्मद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अब्दुल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उसूली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इख़्तिलाफ़ात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गुफ़्तगू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जल्द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तलख़ी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तरशीर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इख़्तियार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लिया।</w:t>
      </w:r>
    </w:p>
    <w:p w:rsidR="00CE40C4" w:rsidRDefault="00CE40C4" w:rsidP="00CE40C4">
      <w:pPr>
        <w:pStyle w:val="libNormal"/>
      </w:pPr>
      <w:r>
        <w:lastRenderedPageBreak/>
        <w:tab/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दरमियान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गुफ़्तगू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अलबत्ता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हिस्से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t xml:space="preserve">,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हूँ।</w:t>
      </w:r>
    </w:p>
    <w:p w:rsidR="00CE40C4" w:rsidRDefault="00CE40C4" w:rsidP="00CE40C4">
      <w:pPr>
        <w:pStyle w:val="libNormal"/>
      </w:pPr>
      <w:r>
        <w:tab/>
      </w:r>
      <w:r>
        <w:rPr>
          <w:rFonts w:hint="cs"/>
          <w:cs/>
          <w:lang w:bidi="hi-IN"/>
        </w:rPr>
        <w:t>शेख़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कुम्मी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जुमलों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गुफ़्तगु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आगाज़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मोहम्मद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अब्दुल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कहाः</w:t>
      </w:r>
    </w:p>
    <w:p w:rsidR="00CE40C4" w:rsidRDefault="00CE40C4" w:rsidP="00CE40C4">
      <w:pPr>
        <w:pStyle w:val="libNormal"/>
      </w:pPr>
      <w:r>
        <w:rPr>
          <w:rFonts w:hint="eastAsia"/>
        </w:rPr>
        <w:t>“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आज़ाद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ख़्याल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इंसान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दावे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मुताब़क़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काफ़ी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मुतालिआ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वजह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अलीअ</w:t>
      </w:r>
      <w:r>
        <w:t>0</w:t>
      </w:r>
      <w:r>
        <w:rPr>
          <w:rFonts w:hint="cs"/>
          <w:cs/>
          <w:lang w:bidi="hi-IN"/>
        </w:rPr>
        <w:t>स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फ़ज़ीलत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t>?</w:t>
      </w:r>
      <w:r>
        <w:rPr>
          <w:rFonts w:ascii="Times New Roman" w:hAnsi="Times New Roman" w:cs="Times New Roman"/>
        </w:rPr>
        <w:t>”</w:t>
      </w:r>
    </w:p>
    <w:p w:rsidR="00CE40C4" w:rsidRDefault="00CE40C4" w:rsidP="00CE40C4">
      <w:pPr>
        <w:pStyle w:val="libNormal"/>
      </w:pPr>
      <w:r>
        <w:rPr>
          <w:rFonts w:hint="cs"/>
          <w:cs/>
          <w:lang w:bidi="hi-IN"/>
        </w:rPr>
        <w:t>मोहम्मद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जवाब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अफ़राद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हुज्जत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सिर्फ़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सुन्नत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मानता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हूँ।</w:t>
      </w:r>
    </w:p>
    <w:p w:rsidR="00CE40C4" w:rsidRDefault="00CE40C4" w:rsidP="00CE40C4">
      <w:pPr>
        <w:pStyle w:val="libNormal"/>
      </w:pPr>
      <w:r>
        <w:rPr>
          <w:rFonts w:hint="cs"/>
          <w:cs/>
          <w:lang w:bidi="hi-IN"/>
        </w:rPr>
        <w:t>कुम्मीः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अच्छा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सुन्नत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आमिल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पैग़म्बरे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अकरमस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थाः</w:t>
      </w:r>
      <w:r>
        <w:rPr>
          <w:cs/>
          <w:lang w:bidi="hi-IN"/>
        </w:rPr>
        <w:t xml:space="preserve"> </w:t>
      </w:r>
      <w:r>
        <w:rPr>
          <w:rFonts w:ascii="Times New Roman" w:hAnsi="Times New Roman" w:cs="Times New Roman"/>
        </w:rPr>
        <w:t>“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शहरे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दरवाज़ा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rFonts w:hint="eastAsia"/>
        </w:rPr>
        <w:t>”</w:t>
      </w:r>
      <w:r>
        <w:t xml:space="preserve"> (</w:t>
      </w:r>
      <w:r>
        <w:rPr>
          <w:rFonts w:hint="cs"/>
          <w:cs/>
          <w:lang w:bidi="hi-IN"/>
        </w:rPr>
        <w:t>अना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मदीनतुल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अलीयुन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बाबोहा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पैग़म्बरस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अलीअ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सहाबा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दरमियान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फ़र्क़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क़ायम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t>?</w:t>
      </w:r>
    </w:p>
    <w:p w:rsidR="00CE40C4" w:rsidRDefault="00CE40C4" w:rsidP="00CE40C4">
      <w:pPr>
        <w:pStyle w:val="libNormal"/>
      </w:pPr>
      <w:r>
        <w:rPr>
          <w:rFonts w:hint="cs"/>
          <w:cs/>
          <w:lang w:bidi="hi-IN"/>
        </w:rPr>
        <w:t>मोहम्मदः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पैग़म्बरस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किः</w:t>
      </w:r>
      <w:r>
        <w:rPr>
          <w:cs/>
          <w:lang w:bidi="hi-IN"/>
        </w:rPr>
        <w:t xml:space="preserve"> </w:t>
      </w:r>
      <w:r>
        <w:rPr>
          <w:rFonts w:ascii="Times New Roman" w:hAnsi="Times New Roman" w:cs="Times New Roman"/>
        </w:rPr>
        <w:t>“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दरमियान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चीज़ें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छोड़े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अलीअ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अबीतालिबअ</w:t>
      </w:r>
      <w:r>
        <w:t>0</w:t>
      </w:r>
      <w:r>
        <w:rPr>
          <w:rFonts w:ascii="Times New Roman" w:hAnsi="Times New Roman" w:cs="Times New Roman"/>
        </w:rPr>
        <w:t>”</w:t>
      </w:r>
      <w:r>
        <w:rPr>
          <w:rFonts w:hint="cs"/>
          <w:cs/>
          <w:lang w:bidi="hi-IN"/>
        </w:rPr>
        <w:t>।</w:t>
      </w:r>
    </w:p>
    <w:p w:rsidR="00CE40C4" w:rsidRDefault="00CE40C4" w:rsidP="00CE40C4">
      <w:pPr>
        <w:pStyle w:val="libNormal"/>
      </w:pPr>
      <w:r>
        <w:tab/>
      </w:r>
      <w:r>
        <w:rPr>
          <w:rFonts w:hint="cs"/>
          <w:cs/>
          <w:lang w:bidi="hi-IN"/>
        </w:rPr>
        <w:t>कुम्मीः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बेशक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पैग़म्बरस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मक़ाम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दरमियान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अहलेबैतअ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छो़ड़ा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rFonts w:hint="eastAsia"/>
        </w:rPr>
        <w:t>”</w:t>
      </w:r>
      <w:r>
        <w:t xml:space="preserve"> (</w:t>
      </w:r>
      <w:r>
        <w:rPr>
          <w:rFonts w:hint="cs"/>
          <w:cs/>
          <w:lang w:bidi="hi-IN"/>
        </w:rPr>
        <w:t>इन्नी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तारेकुम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फ़ीकोमुस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सक़लैन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केताबल्लाहे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इतरती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अहलाबैती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बेशक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अलीअ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अहलेबैतअ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सरबआवरदा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अफ़राद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CE40C4" w:rsidRDefault="00CE40C4" w:rsidP="00CE40C4">
      <w:pPr>
        <w:pStyle w:val="libNormal"/>
      </w:pPr>
      <w:r>
        <w:tab/>
      </w:r>
      <w:r>
        <w:rPr>
          <w:rFonts w:hint="cs"/>
          <w:cs/>
          <w:lang w:bidi="hi-IN"/>
        </w:rPr>
        <w:t>मोहम्मद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हदीस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झुठलाया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शेख़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कुम्मी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उसूले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काफ़ी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असनाद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बुनियाद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पैग़म्बरस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हदीस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साबित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मोहम्मद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ख़ामोश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पड़ा।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जवाब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अचानक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शेख़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एतराज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ठोंकाः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पैग़म्बरस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सिर्फ़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अहलेबैतअ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बाक़ी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सुन्नत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गयी</w:t>
      </w:r>
      <w:r>
        <w:t>?</w:t>
      </w:r>
    </w:p>
    <w:p w:rsidR="00CE40C4" w:rsidRDefault="00CE40C4" w:rsidP="00CE40C4">
      <w:pPr>
        <w:pStyle w:val="libNormal"/>
      </w:pPr>
      <w:r>
        <w:rPr>
          <w:rFonts w:hint="cs"/>
          <w:cs/>
          <w:lang w:bidi="hi-IN"/>
        </w:rPr>
        <w:t>कुम्मी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जवाब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सुन्नत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तफ़सीर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तशरीह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t xml:space="preserve">,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अलावा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पैग़म्बरे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सल्लल्लाहो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अलैहे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आलेहि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वसल्लम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अहलेबैतअ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यानि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किताबे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तशरीह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तफ़सीर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सुन्नत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कहलाती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सुन्नत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तकरार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ज़रुरत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बाक़ी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रहती।</w:t>
      </w:r>
      <w:r>
        <w:rPr>
          <w:cs/>
          <w:lang w:bidi="hi-IN"/>
        </w:rPr>
        <w:t xml:space="preserve"> </w:t>
      </w:r>
    </w:p>
    <w:p w:rsidR="00CE40C4" w:rsidRDefault="00CE40C4" w:rsidP="00CE40C4">
      <w:pPr>
        <w:pStyle w:val="libNormal"/>
      </w:pPr>
      <w:r>
        <w:rPr>
          <w:rFonts w:hint="cs"/>
          <w:cs/>
          <w:lang w:bidi="hi-IN"/>
        </w:rPr>
        <w:t>मोहम्मद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दावे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मुताबिक़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इतरत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अहलेबैतअ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कलामे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इलाही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तफ़सीर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मतने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हदीस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इज़ाफ़ा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t>?</w:t>
      </w:r>
    </w:p>
    <w:p w:rsidR="00CE40C4" w:rsidRDefault="00CE40C4" w:rsidP="00CE40C4">
      <w:pPr>
        <w:pStyle w:val="libNormal"/>
      </w:pPr>
      <w:r>
        <w:rPr>
          <w:rFonts w:hint="cs"/>
          <w:cs/>
          <w:lang w:bidi="hi-IN"/>
        </w:rPr>
        <w:t>कुम्मी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जवाब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दियाः</w:t>
      </w:r>
      <w:r>
        <w:rPr>
          <w:cs/>
          <w:lang w:bidi="hi-IN"/>
        </w:rPr>
        <w:t xml:space="preserve"> </w:t>
      </w:r>
      <w:r>
        <w:rPr>
          <w:rFonts w:ascii="Times New Roman" w:hAnsi="Times New Roman" w:cs="Times New Roman"/>
        </w:rPr>
        <w:t>“</w:t>
      </w:r>
      <w:r>
        <w:rPr>
          <w:rFonts w:hint="cs"/>
          <w:cs/>
          <w:lang w:bidi="hi-IN"/>
        </w:rPr>
        <w:t>जनाबे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रिसालतमाब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सल्लल्लाहो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अलैहे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आलेहि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वसल्लम</w:t>
      </w:r>
      <w:r>
        <w:rPr>
          <w:cs/>
          <w:lang w:bidi="hi-IN"/>
        </w:rPr>
        <w:t>)</w:t>
      </w:r>
      <w:r>
        <w:rPr>
          <w:rFonts w:ascii="Times New Roman" w:hAnsi="Times New Roman" w:cs="Times New Roman"/>
        </w:rPr>
        <w:t>”</w:t>
      </w:r>
      <w: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ग़ैबी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बुनियाद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किताबे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इलाही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अस्ले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साबित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इतरत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मुफ़स्सिर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शारेअ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उम्मत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हवाले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किया।</w:t>
      </w:r>
      <w:r>
        <w:rPr>
          <w:cs/>
          <w:lang w:bidi="hi-IN"/>
        </w:rPr>
        <w:t xml:space="preserve"> </w:t>
      </w:r>
    </w:p>
    <w:p w:rsidR="00CE40C4" w:rsidRDefault="00CE40C4" w:rsidP="00CE40C4">
      <w:pPr>
        <w:pStyle w:val="libNormal"/>
      </w:pPr>
      <w:r>
        <w:rPr>
          <w:rFonts w:hint="cs"/>
          <w:cs/>
          <w:lang w:bidi="hi-IN"/>
        </w:rPr>
        <w:lastRenderedPageBreak/>
        <w:t>हैरानी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गुफ़्तगु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बड़ा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मोहम्मद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अब्दुल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ज़ईफुल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शेख़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जवाद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कुम्मी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चिड़िया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मानिन्द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फड़फड़ा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जैसे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क़फ़स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परवाज़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मसदूद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हो।</w:t>
      </w:r>
    </w:p>
    <w:p w:rsidR="00CE40C4" w:rsidRDefault="00CE40C4" w:rsidP="00CE40C4">
      <w:pPr>
        <w:pStyle w:val="libNormal"/>
      </w:pPr>
      <w:r>
        <w:tab/>
      </w:r>
      <w:r>
        <w:rPr>
          <w:rFonts w:hint="cs"/>
          <w:cs/>
          <w:lang w:bidi="hi-IN"/>
        </w:rPr>
        <w:t>मोहम्मद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अब्दुल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मुलाकातों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सिलसिले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नतीजे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पहुंचा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बर्तानवी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हुकूमत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मक़ासिद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पहनाने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शख़्स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मुनासिब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दिखाई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ऊँचा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उड़ने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ख़ुवाहिश</w:t>
      </w:r>
      <w:r>
        <w:t xml:space="preserve">, </w:t>
      </w:r>
      <w:r>
        <w:rPr>
          <w:rFonts w:hint="cs"/>
          <w:cs/>
          <w:lang w:bidi="hi-IN"/>
        </w:rPr>
        <w:t>जाह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तलबी</w:t>
      </w:r>
      <w:r>
        <w:t xml:space="preserve">, </w:t>
      </w:r>
      <w:r>
        <w:rPr>
          <w:rFonts w:hint="cs"/>
          <w:cs/>
          <w:lang w:bidi="hi-IN"/>
        </w:rPr>
        <w:t>गुरुर</w:t>
      </w:r>
      <w:r>
        <w:t xml:space="preserve">, </w:t>
      </w:r>
      <w:r>
        <w:rPr>
          <w:rFonts w:hint="cs"/>
          <w:cs/>
          <w:lang w:bidi="hi-IN"/>
        </w:rPr>
        <w:t>ओलमा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मशाएख़े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दुश्मनी</w:t>
      </w:r>
      <w:r>
        <w:t xml:space="preserve">,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खुदसरी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ख़ोलफ़ा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राशेदीन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तंक़ीद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निशाना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हक़ीक़त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सरासर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ख़िलाफ़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कुरआन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हदीस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इस्तेफ़ादा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कमज़ोरियाँ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बड़ी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आसानी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फ़ायदा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उठाया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</w:p>
    <w:p w:rsidR="00CE40C4" w:rsidRDefault="00CE40C4" w:rsidP="00CE40C4">
      <w:pPr>
        <w:pStyle w:val="libNormal"/>
      </w:pPr>
      <w:r>
        <w:tab/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सोचा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मग़रुर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नौजवान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इस्तनबोल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तुर्क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बूढ़ा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आदमी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अहमद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आफ़न्दी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जिसके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उफ़कार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किरदार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गोया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अफ़राद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तस्वीरकशी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अन्दर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तब्दीली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हनफ़ी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मज़हब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तअल्लुक़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बूढ़ा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शख़्स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अबूहनीफ़ा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ज़बान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उठ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वज़ू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मसलन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सहीह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बुख़ारी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बिल्कुल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बचर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बेहूदा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CE40C4" w:rsidRDefault="00CE40C4" w:rsidP="00CE40C4">
      <w:pPr>
        <w:pStyle w:val="libNormal"/>
      </w:pPr>
      <w:r>
        <w:lastRenderedPageBreak/>
        <w:tab/>
      </w:r>
      <w:r>
        <w:rPr>
          <w:rFonts w:hint="cs"/>
          <w:cs/>
          <w:lang w:bidi="hi-IN"/>
        </w:rPr>
        <w:t>बहर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सूरत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मोहम्मद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गहरे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मरासिम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क़ायम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दोस्ती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नाक़ाबिले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इस्तेहकाम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गाय।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घोलता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हज़रतअ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ज़्यादा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साहिबे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इस्तेदाद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बड़ी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फ़ज़ीलत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बुजूर्गी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बख़्शी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जनाबे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रिसालतमाबस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ज़माने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यक़ीनन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जानशीन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मिलता।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हमेशा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पुरउम्मीद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लहजे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कहताः</w:t>
      </w:r>
    </w:p>
    <w:p w:rsidR="00CE40C4" w:rsidRDefault="00CE40C4" w:rsidP="00CE40C4">
      <w:pPr>
        <w:pStyle w:val="libNormal"/>
      </w:pPr>
      <w:r>
        <w:tab/>
      </w:r>
      <w:r>
        <w:rPr>
          <w:rFonts w:ascii="Times New Roman" w:hAnsi="Times New Roman" w:cs="Times New Roman"/>
        </w:rPr>
        <w:t>“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इन्क़ेलाब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रुनुमा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मुबारक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हाथों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अंजाम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पज़ीर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सिर्फ़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शख़्सियत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ज़वाल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बचा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सिलसिले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रुब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उम्मीदें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वाबस्ता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rFonts w:hint="eastAsia"/>
        </w:rPr>
        <w:t>”</w:t>
      </w:r>
    </w:p>
    <w:p w:rsidR="00CE40C4" w:rsidRDefault="00CE40C4" w:rsidP="00CE40C4">
      <w:pPr>
        <w:pStyle w:val="libNormal"/>
      </w:pPr>
      <w:r>
        <w:tab/>
      </w:r>
      <w:r>
        <w:rPr>
          <w:rFonts w:hint="cs"/>
          <w:cs/>
          <w:lang w:bidi="hi-IN"/>
        </w:rPr>
        <w:t>मैने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मोहम्मद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बैठ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ओलमा</w:t>
      </w:r>
      <w:r>
        <w:t xml:space="preserve">, </w:t>
      </w:r>
      <w:r>
        <w:rPr>
          <w:rFonts w:hint="cs"/>
          <w:cs/>
          <w:lang w:bidi="hi-IN"/>
        </w:rPr>
        <w:t>मुफ़स्सेरीन</w:t>
      </w:r>
      <w:r>
        <w:t xml:space="preserve">, </w:t>
      </w:r>
      <w:r>
        <w:rPr>
          <w:rFonts w:hint="cs"/>
          <w:cs/>
          <w:lang w:bidi="hi-IN"/>
        </w:rPr>
        <w:t>पेशवायाने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मज़हब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सहाब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कराम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उफ़कार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बुनियाद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कुरआन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गुफ़्तगू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कुरआन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पढ़ते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इज़हारे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ख़्याल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लाएहा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अंग्रेज़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नौआबादियती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इलाकों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वज़रात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फंसा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दूं।</w:t>
      </w:r>
      <w:r>
        <w:rPr>
          <w:cs/>
          <w:lang w:bidi="hi-IN"/>
        </w:rPr>
        <w:t xml:space="preserve"> </w:t>
      </w:r>
    </w:p>
    <w:p w:rsidR="00CE40C4" w:rsidRDefault="00CE40C4" w:rsidP="00CE40C4">
      <w:pPr>
        <w:pStyle w:val="libNormal"/>
      </w:pPr>
      <w:r>
        <w:tab/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आहिस्ता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आहिस्ता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ऊँची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उड़ान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ख़ुदपरस्त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इंसान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गुफ़्तगू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लपेट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शुरु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हक़ीक़त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ज़्यादा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आज़ाद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ख्याल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कोशिश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की।</w:t>
      </w:r>
    </w:p>
    <w:p w:rsidR="00CE40C4" w:rsidRDefault="00CE40C4" w:rsidP="00CE40C4">
      <w:pPr>
        <w:pStyle w:val="libNormal"/>
      </w:pPr>
      <w:r>
        <w:lastRenderedPageBreak/>
        <w:tab/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पूछाः</w:t>
      </w:r>
      <w:r>
        <w:rPr>
          <w:cs/>
          <w:lang w:bidi="hi-IN"/>
        </w:rPr>
        <w:t xml:space="preserve"> </w:t>
      </w:r>
      <w:r>
        <w:rPr>
          <w:rFonts w:ascii="Times New Roman" w:hAnsi="Times New Roman" w:cs="Times New Roman"/>
        </w:rPr>
        <w:t>“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जेहाद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वाजिब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t>?</w:t>
      </w:r>
      <w:r>
        <w:rPr>
          <w:rFonts w:ascii="Times New Roman" w:hAnsi="Times New Roman" w:cs="Times New Roman"/>
        </w:rPr>
        <w:t>”</w:t>
      </w:r>
      <w:r>
        <w:t xml:space="preserve"> </w:t>
      </w:r>
      <w:r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वन्दे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आलम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ascii="Times New Roman" w:hAnsi="Times New Roman" w:cs="Times New Roman"/>
        </w:rPr>
        <w:t>“</w:t>
      </w:r>
      <w:r>
        <w:rPr>
          <w:rFonts w:hint="cs"/>
          <w:cs/>
          <w:lang w:bidi="hi-IN"/>
        </w:rPr>
        <w:t>काफ़िरों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करो।</w:t>
      </w:r>
      <w:r>
        <w:rPr>
          <w:rFonts w:hint="eastAsia"/>
        </w:rPr>
        <w:t>”</w:t>
      </w:r>
    </w:p>
    <w:p w:rsidR="00CE40C4" w:rsidRDefault="00CE40C4" w:rsidP="00CE40C4">
      <w:pPr>
        <w:pStyle w:val="libNormal"/>
      </w:pPr>
      <w:r>
        <w:tab/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वन्दे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आलम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काफ़िरो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मुनाफ़िकों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काफ़िरों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मुनाफ़िक़ों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वाजिब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पैगम्बर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सल्लल्लाहो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अलैहे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आलेहि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वसल्लम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मुनाफ़िकों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t>?</w:t>
      </w:r>
      <w:r>
        <w:rPr>
          <w:rFonts w:ascii="Times New Roman" w:hAnsi="Times New Roman" w:cs="Times New Roman"/>
        </w:rPr>
        <w:t>”</w:t>
      </w:r>
    </w:p>
    <w:p w:rsidR="00CE40C4" w:rsidRDefault="00CE40C4" w:rsidP="00CE40C4">
      <w:pPr>
        <w:pStyle w:val="libNormal"/>
      </w:pPr>
      <w:r>
        <w:tab/>
      </w:r>
      <w:r>
        <w:rPr>
          <w:rFonts w:hint="cs"/>
          <w:cs/>
          <w:lang w:bidi="hi-IN"/>
        </w:rPr>
        <w:t>मोहम्मद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जवाब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दियाः</w:t>
      </w:r>
      <w:r>
        <w:rPr>
          <w:cs/>
          <w:lang w:bidi="hi-IN"/>
        </w:rPr>
        <w:t xml:space="preserve"> </w:t>
      </w:r>
      <w:r>
        <w:rPr>
          <w:rFonts w:ascii="Times New Roman" w:hAnsi="Times New Roman" w:cs="Times New Roman"/>
        </w:rPr>
        <w:t>“</w:t>
      </w:r>
      <w:r>
        <w:rPr>
          <w:rFonts w:hint="cs"/>
          <w:cs/>
          <w:lang w:bidi="hi-IN"/>
        </w:rPr>
        <w:t>जेहाद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सिर्फ़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मैदाने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पैग़म्बर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ख़ुदास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रफ्तार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गुफ़्तार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मुनाफि़कों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rFonts w:hint="eastAsia"/>
        </w:rPr>
        <w:t>”</w:t>
      </w:r>
    </w:p>
    <w:p w:rsidR="00CE40C4" w:rsidRDefault="00CE40C4" w:rsidP="00CE40C4">
      <w:pPr>
        <w:pStyle w:val="libNormal"/>
      </w:pPr>
      <w:r>
        <w:tab/>
      </w:r>
      <w:r>
        <w:rPr>
          <w:rFonts w:hint="cs"/>
          <w:cs/>
          <w:lang w:bidi="hi-IN"/>
        </w:rPr>
        <w:t>मैनें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कहाः</w:t>
      </w:r>
      <w:r>
        <w:rPr>
          <w:cs/>
          <w:lang w:bidi="hi-IN"/>
        </w:rPr>
        <w:t xml:space="preserve"> </w:t>
      </w:r>
      <w:r>
        <w:rPr>
          <w:rFonts w:ascii="Times New Roman" w:hAnsi="Times New Roman" w:cs="Times New Roman"/>
        </w:rPr>
        <w:t>“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सूरत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कुफ़्फार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रफ़्तार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गुफ़्तार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वाजिब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rFonts w:hint="eastAsia"/>
        </w:rPr>
        <w:t>”</w:t>
      </w:r>
    </w:p>
    <w:p w:rsidR="00CE40C4" w:rsidRDefault="00CE40C4" w:rsidP="00CE40C4">
      <w:pPr>
        <w:pStyle w:val="libNormal"/>
      </w:pPr>
      <w:r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जवाब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t xml:space="preserve">, </w:t>
      </w:r>
      <w:r>
        <w:rPr>
          <w:rFonts w:hint="cs"/>
          <w:cs/>
          <w:lang w:bidi="hi-IN"/>
        </w:rPr>
        <w:t>इसलिये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पैग़म्बरस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मैदान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जेहाद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rFonts w:hint="eastAsia"/>
        </w:rPr>
        <w:t>”</w:t>
      </w:r>
    </w:p>
    <w:p w:rsidR="00CE40C4" w:rsidRDefault="00CE40C4" w:rsidP="00CE40C4">
      <w:pPr>
        <w:pStyle w:val="libNormal"/>
      </w:pPr>
      <w:r>
        <w:tab/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कहाः</w:t>
      </w:r>
      <w:r>
        <w:rPr>
          <w:cs/>
          <w:lang w:bidi="hi-IN"/>
        </w:rPr>
        <w:t xml:space="preserve"> </w:t>
      </w:r>
      <w:r>
        <w:rPr>
          <w:rFonts w:ascii="Times New Roman" w:hAnsi="Times New Roman" w:cs="Times New Roman"/>
        </w:rPr>
        <w:t>“</w:t>
      </w:r>
      <w:r>
        <w:rPr>
          <w:rFonts w:hint="cs"/>
          <w:cs/>
          <w:lang w:bidi="hi-IN"/>
        </w:rPr>
        <w:t>कुफ़्फार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सल्लल्लाहो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अलैहे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आलेहि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वसल्लम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दिफ़ाअ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दुश्मन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  <w:r>
        <w:rPr>
          <w:rFonts w:hint="eastAsia"/>
        </w:rPr>
        <w:t>”</w:t>
      </w:r>
    </w:p>
    <w:p w:rsidR="00CE40C4" w:rsidRDefault="00CE40C4" w:rsidP="00CE40C4">
      <w:pPr>
        <w:pStyle w:val="libNormal"/>
      </w:pPr>
      <w:r>
        <w:tab/>
      </w:r>
      <w:r>
        <w:rPr>
          <w:rFonts w:hint="cs"/>
          <w:cs/>
          <w:lang w:bidi="hi-IN"/>
        </w:rPr>
        <w:t>मोहम्मद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हिलाया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महसूस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कामयाब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हूँ।</w:t>
      </w:r>
    </w:p>
    <w:p w:rsidR="00CE40C4" w:rsidRDefault="00CE40C4" w:rsidP="00CE40C4">
      <w:pPr>
        <w:pStyle w:val="libNormal"/>
      </w:pPr>
      <w:r>
        <w:tab/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कहाः</w:t>
      </w:r>
      <w:r>
        <w:rPr>
          <w:cs/>
          <w:lang w:bidi="hi-IN"/>
        </w:rPr>
        <w:t xml:space="preserve"> </w:t>
      </w:r>
      <w:r>
        <w:rPr>
          <w:rFonts w:ascii="Times New Roman" w:hAnsi="Times New Roman" w:cs="Times New Roman"/>
        </w:rPr>
        <w:t>“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मुतअ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जाएज़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t>?</w:t>
      </w:r>
      <w:r>
        <w:rPr>
          <w:rFonts w:ascii="Times New Roman" w:hAnsi="Times New Roman" w:cs="Times New Roman"/>
        </w:rPr>
        <w:t>”</w:t>
      </w:r>
    </w:p>
    <w:p w:rsidR="00CE40C4" w:rsidRDefault="00CE40C4" w:rsidP="00CE40C4">
      <w:pPr>
        <w:pStyle w:val="libNormal"/>
      </w:pPr>
      <w:r>
        <w:tab/>
      </w:r>
      <w:r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कहाः</w:t>
      </w:r>
      <w:r>
        <w:rPr>
          <w:cs/>
          <w:lang w:bidi="hi-IN"/>
        </w:rPr>
        <w:t xml:space="preserve"> </w:t>
      </w:r>
      <w:r>
        <w:rPr>
          <w:rFonts w:ascii="Times New Roman" w:hAnsi="Times New Roman" w:cs="Times New Roman"/>
        </w:rPr>
        <w:t>“</w:t>
      </w:r>
      <w:r>
        <w:rPr>
          <w:rFonts w:hint="cs"/>
          <w:cs/>
          <w:lang w:bidi="hi-IN"/>
        </w:rPr>
        <w:t>हरगिज़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नहीं।</w:t>
      </w:r>
      <w:r>
        <w:rPr>
          <w:rFonts w:hint="eastAsia"/>
        </w:rPr>
        <w:t>”</w:t>
      </w:r>
    </w:p>
    <w:p w:rsidR="00CE40C4" w:rsidRDefault="00CE40C4" w:rsidP="00CE40C4">
      <w:pPr>
        <w:pStyle w:val="libNormal"/>
      </w:pPr>
      <w:r>
        <w:lastRenderedPageBreak/>
        <w:tab/>
      </w:r>
      <w:r>
        <w:rPr>
          <w:rFonts w:hint="cs"/>
          <w:cs/>
          <w:lang w:bidi="hi-IN"/>
        </w:rPr>
        <w:t>मैने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कहाः</w:t>
      </w:r>
      <w:r>
        <w:rPr>
          <w:cs/>
          <w:lang w:bidi="hi-IN"/>
        </w:rPr>
        <w:t xml:space="preserve"> </w:t>
      </w:r>
      <w:r>
        <w:rPr>
          <w:rFonts w:ascii="Times New Roman" w:hAnsi="Times New Roman" w:cs="Times New Roman"/>
        </w:rPr>
        <w:t>“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कुरआन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जाएज़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क़रार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मुतअ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करो।</w:t>
      </w:r>
      <w:r>
        <w:rPr>
          <w:rFonts w:hint="eastAsia"/>
        </w:rPr>
        <w:t>”</w:t>
      </w:r>
      <w:r>
        <w:t xml:space="preserve"> (</w:t>
      </w:r>
      <w:r>
        <w:rPr>
          <w:rFonts w:hint="cs"/>
          <w:cs/>
          <w:lang w:bidi="hi-IN"/>
        </w:rPr>
        <w:t>सूर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निसा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आयत</w:t>
      </w:r>
      <w:r>
        <w:rPr>
          <w:cs/>
          <w:lang w:bidi="hi-IN"/>
        </w:rPr>
        <w:t xml:space="preserve"> </w:t>
      </w:r>
      <w:r>
        <w:t>24)</w:t>
      </w:r>
    </w:p>
    <w:p w:rsidR="00CE40C4" w:rsidRDefault="00CE40C4" w:rsidP="00CE40C4">
      <w:pPr>
        <w:pStyle w:val="libNormal"/>
      </w:pPr>
      <w:r>
        <w:tab/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हाँ</w:t>
      </w:r>
      <w:r>
        <w:t xml:space="preserve">, </w:t>
      </w:r>
      <w:r>
        <w:rPr>
          <w:rFonts w:hint="cs"/>
          <w:cs/>
          <w:lang w:bidi="hi-IN"/>
        </w:rPr>
        <w:t>आयत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जगह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ठीक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क़रार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मुतअ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पैग़म्बरस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ज़माने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हलाल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t xml:space="preserve">,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क़रार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मुरतकिब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दूँगा।</w:t>
      </w:r>
    </w:p>
    <w:p w:rsidR="00CE40C4" w:rsidRDefault="00CE40C4" w:rsidP="00CE40C4">
      <w:pPr>
        <w:pStyle w:val="libNormal"/>
      </w:pPr>
      <w:r>
        <w:tab/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बड़ी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अजीब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पैरवी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ज़्यादा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साहिबे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अक़्ल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पहुँचता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हलाले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मोहम्मदस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कुरान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भुला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तस्लीम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</w:t>
      </w:r>
      <w:r>
        <w:t>?</w:t>
      </w:r>
    </w:p>
    <w:p w:rsidR="00CE40C4" w:rsidRDefault="00CE40C4" w:rsidP="00CE40C4">
      <w:pPr>
        <w:pStyle w:val="libNormal"/>
      </w:pPr>
      <w:r>
        <w:tab/>
      </w:r>
      <w:r>
        <w:rPr>
          <w:rFonts w:hint="cs"/>
          <w:cs/>
          <w:lang w:bidi="hi-IN"/>
        </w:rPr>
        <w:t>मोहम्मद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साध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ख़ामोशी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रिज़ामन्दी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दलील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मौज़ू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ख्यालात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दुरुस्त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जिन्सी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ग़रीज़ा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उभारना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शुरु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ग़ैर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मुताहिल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शख़्स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पूछाः</w:t>
      </w:r>
      <w:r>
        <w:rPr>
          <w:cs/>
          <w:lang w:bidi="hi-IN"/>
        </w:rPr>
        <w:t xml:space="preserve"> </w:t>
      </w:r>
      <w:r>
        <w:rPr>
          <w:rFonts w:ascii="Times New Roman" w:hAnsi="Times New Roman" w:cs="Times New Roman"/>
        </w:rPr>
        <w:t>“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मुताअ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ज़िन्दग़ी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पुरमसर्रत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t>?</w:t>
      </w:r>
      <w:r>
        <w:rPr>
          <w:rFonts w:ascii="Times New Roman" w:hAnsi="Times New Roman" w:cs="Times New Roman"/>
        </w:rPr>
        <w:t>”</w:t>
      </w:r>
    </w:p>
    <w:p w:rsidR="00CE40C4" w:rsidRDefault="00CE40C4" w:rsidP="00CE40C4">
      <w:pPr>
        <w:pStyle w:val="libNormal"/>
      </w:pPr>
      <w:r>
        <w:tab/>
      </w:r>
      <w:r>
        <w:rPr>
          <w:rFonts w:hint="cs"/>
          <w:cs/>
          <w:lang w:bidi="hi-IN"/>
        </w:rPr>
        <w:t>मोहम्मद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रिज़ा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रग़बत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अलामात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झुका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लिया।</w:t>
      </w:r>
    </w:p>
    <w:p w:rsidR="00CE40C4" w:rsidRDefault="00CE40C4" w:rsidP="00CE40C4">
      <w:pPr>
        <w:pStyle w:val="libNormal"/>
      </w:pPr>
      <w:r>
        <w:tab/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फ़राएज़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इन्तेहाई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मोड़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पहुँच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बहरहाल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इन्तेज़ाम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करुँगा।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सिर्फ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ख़दशा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मोहम्मद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बसरा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सुन्नियों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खौफ़ज़दा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मुख़ालिफ़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इत्मिनान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दिलाया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प्रोग्राम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बिल्कुल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मख़फ़ी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बताया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जायेगा।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गुफ़्तगू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फ़ौरन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बदक़िमाश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नसरानी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इंग्लिस्तान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आबादयाती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इलाक़ों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वज़ारत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फ़रोशी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मामूर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नौजवानों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बेराहेरवी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उभारती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वाकिआत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ब्यान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राज़ी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आरज़ी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</w:t>
      </w:r>
      <w:r>
        <w:rPr>
          <w:cs/>
          <w:lang w:bidi="hi-IN"/>
        </w:rPr>
        <w:t xml:space="preserve"> </w:t>
      </w:r>
      <w:r>
        <w:rPr>
          <w:rFonts w:ascii="Times New Roman" w:hAnsi="Times New Roman" w:cs="Times New Roman"/>
        </w:rPr>
        <w:t>“</w:t>
      </w:r>
      <w:r>
        <w:rPr>
          <w:rFonts w:hint="cs"/>
          <w:cs/>
          <w:lang w:bidi="hi-IN"/>
        </w:rPr>
        <w:t>सफ़िया</w:t>
      </w:r>
      <w:r>
        <w:rPr>
          <w:rFonts w:hint="eastAsia"/>
        </w:rPr>
        <w:t>”</w:t>
      </w:r>
      <w:r>
        <w:t xml:space="preserve"> </w:t>
      </w:r>
      <w:r>
        <w:rPr>
          <w:rFonts w:hint="cs"/>
          <w:cs/>
          <w:lang w:bidi="hi-IN"/>
        </w:rPr>
        <w:t>रखा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शेख़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आऊँगा।</w:t>
      </w:r>
    </w:p>
    <w:p w:rsidR="00CE40C4" w:rsidRDefault="00CE40C4" w:rsidP="00CE40C4">
      <w:pPr>
        <w:pStyle w:val="libNormal"/>
      </w:pPr>
      <w:r>
        <w:tab/>
      </w:r>
      <w:r>
        <w:rPr>
          <w:rFonts w:hint="cs"/>
          <w:cs/>
          <w:lang w:bidi="hi-IN"/>
        </w:rPr>
        <w:t>मुक़र्ररा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शेख़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मोहम्मद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सफ़िया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पहुँचा।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मोहम्मद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अशर्फ़ी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हफ़्ते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सीग़े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अक़्द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मुख़्तसर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सफ़िया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अन्दर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मोहम्मद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अब्दुल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आईन्दा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प्रोग्रामों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तैयार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सफ़िया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अहकामे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पामाली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आज़ादिये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पुरकैफ़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मोहम्मद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</w:p>
    <w:p w:rsidR="00CE40C4" w:rsidRDefault="00CE40C4" w:rsidP="00CE40C4">
      <w:pPr>
        <w:pStyle w:val="libNormal"/>
      </w:pPr>
      <w:r>
        <w:tab/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तक़रीब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तीसरे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मोहम्मद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गुफ़्तगू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हुरमत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मुतअल्लिक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कोशिश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रद्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करुं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मोहम्मद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नज़दीक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हुरमते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दलील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कहाः</w:t>
      </w:r>
      <w:r>
        <w:rPr>
          <w:cs/>
          <w:lang w:bidi="hi-IN"/>
        </w:rPr>
        <w:t xml:space="preserve"> </w:t>
      </w:r>
      <w:r>
        <w:rPr>
          <w:rFonts w:ascii="Times New Roman" w:hAnsi="Times New Roman" w:cs="Times New Roman"/>
        </w:rPr>
        <w:t>“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माविया</w:t>
      </w:r>
      <w:r>
        <w:t xml:space="preserve">, </w:t>
      </w:r>
      <w:r>
        <w:rPr>
          <w:rFonts w:hint="cs"/>
          <w:cs/>
          <w:lang w:bidi="hi-IN"/>
        </w:rPr>
        <w:t>यज़ीद</w:t>
      </w:r>
      <w:r>
        <w:t xml:space="preserve">, </w:t>
      </w:r>
      <w:r>
        <w:rPr>
          <w:rFonts w:hint="cs"/>
          <w:cs/>
          <w:lang w:bidi="hi-IN"/>
        </w:rPr>
        <w:t>ख़ोलफ़ा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बनु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उमय्या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अब्बास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नोशी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नज़दीक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मुसल्लम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पेशवायाने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मज़हब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गुमराही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ज़िन्दगी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बसर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तन्हा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सच्चे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रास्ते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t xml:space="preserve">? </w:t>
      </w:r>
      <w:r>
        <w:rPr>
          <w:rFonts w:hint="cs"/>
          <w:cs/>
          <w:lang w:bidi="hi-IN"/>
        </w:rPr>
        <w:t>बेशक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किताबे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इलाही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सुन्नते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रसूलस</w:t>
      </w:r>
      <w:r>
        <w:t>0</w:t>
      </w:r>
      <w:r>
        <w:rPr>
          <w:rFonts w:hint="cs"/>
          <w:cs/>
          <w:lang w:bidi="hi-IN"/>
        </w:rPr>
        <w:t>अ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ज़्यादा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बेहतर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सामने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इरशादाते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सल्लल्लाहो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अलैहे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आलेहि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वसल्लम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बुजूर्गों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इस्तेनाबात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हुरमत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बल्कि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कराहत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अलावा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नुसारा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मुकद्दस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किताबों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सराहत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पीने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इजाज़त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हालांकि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इलाही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अदयान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अदयान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पैग़म्बरों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मोअतक़िद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कैसे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मुम्किन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भेजे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हलाल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t xml:space="preserve">?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अदयान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बरहक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ख़ुदाये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यकता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भेजे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t xml:space="preserve">? </w:t>
      </w:r>
      <w:r>
        <w:rPr>
          <w:rFonts w:hint="cs"/>
          <w:cs/>
          <w:lang w:bidi="hi-IN"/>
        </w:rPr>
        <w:t>हमारे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रिवायत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वक़्त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पीते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नाज़िल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हुईः</w:t>
      </w:r>
      <w:r>
        <w:rPr>
          <w:cs/>
          <w:lang w:bidi="hi-IN"/>
        </w:rPr>
        <w:t xml:space="preserve"> </w:t>
      </w:r>
      <w:r>
        <w:rPr>
          <w:rFonts w:ascii="Times New Roman" w:hAnsi="Times New Roman" w:cs="Times New Roman"/>
        </w:rPr>
        <w:t>“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जूए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दस्तबरदार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गये।</w:t>
      </w:r>
      <w:r>
        <w:rPr>
          <w:rFonts w:hint="eastAsia"/>
        </w:rPr>
        <w:t>”</w:t>
      </w:r>
      <w:r>
        <w:t xml:space="preserve"> (</w:t>
      </w:r>
      <w:r>
        <w:rPr>
          <w:rFonts w:hint="cs"/>
          <w:cs/>
          <w:lang w:bidi="hi-IN"/>
        </w:rPr>
        <w:t>सूर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मायदा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आयत</w:t>
      </w:r>
      <w:r>
        <w:rPr>
          <w:cs/>
          <w:lang w:bidi="hi-IN"/>
        </w:rPr>
        <w:t xml:space="preserve"> </w:t>
      </w:r>
      <w:r>
        <w:t xml:space="preserve">91)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ख़ुदारस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नोशी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दलील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CE40C4" w:rsidRDefault="00CE40C4" w:rsidP="00CE40C4">
      <w:pPr>
        <w:pStyle w:val="libNormal"/>
      </w:pPr>
      <w:r>
        <w:tab/>
      </w:r>
      <w:r>
        <w:rPr>
          <w:rFonts w:hint="cs"/>
          <w:cs/>
          <w:lang w:bidi="hi-IN"/>
        </w:rPr>
        <w:t>मोहम्मद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बड़े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ग़ौर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गुफ़्तुगू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अचानक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संभला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कहाः</w:t>
      </w:r>
      <w:r>
        <w:rPr>
          <w:cs/>
          <w:lang w:bidi="hi-IN"/>
        </w:rPr>
        <w:t xml:space="preserve"> </w:t>
      </w:r>
      <w:r>
        <w:rPr>
          <w:rFonts w:ascii="Times New Roman" w:hAnsi="Times New Roman" w:cs="Times New Roman"/>
        </w:rPr>
        <w:t>“</w:t>
      </w:r>
      <w:r>
        <w:rPr>
          <w:rFonts w:hint="cs"/>
          <w:cs/>
          <w:lang w:bidi="hi-IN"/>
        </w:rPr>
        <w:t>रिवायत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पीते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वलह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कैफ़ियत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मस्ती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शराब।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rFonts w:hint="eastAsia"/>
        </w:rPr>
        <w:t>”</w:t>
      </w:r>
      <w:r>
        <w:t xml:space="preserve"> </w:t>
      </w:r>
    </w:p>
    <w:p w:rsidR="00CE40C4" w:rsidRDefault="00CE40C4" w:rsidP="00CE40C4">
      <w:pPr>
        <w:pStyle w:val="libNormal"/>
      </w:pPr>
      <w:r>
        <w:tab/>
      </w:r>
      <w:r>
        <w:rPr>
          <w:rFonts w:hint="cs"/>
          <w:cs/>
          <w:lang w:bidi="hi-IN"/>
        </w:rPr>
        <w:t>मोहम्मद</w:t>
      </w:r>
      <w:r>
        <w:t xml:space="preserve">,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नजरिये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रोशनी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दुरुस्त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t xml:space="preserve">, </w:t>
      </w:r>
      <w:r>
        <w:rPr>
          <w:rFonts w:hint="cs"/>
          <w:cs/>
          <w:lang w:bidi="hi-IN"/>
        </w:rPr>
        <w:t>जिसमें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इरशाद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</w:p>
    <w:p w:rsidR="00CE40C4" w:rsidRDefault="00CE40C4" w:rsidP="00CE40C4">
      <w:pPr>
        <w:pStyle w:val="libNormal"/>
      </w:pPr>
      <w:r>
        <w:rPr>
          <w:rFonts w:hint="eastAsia"/>
        </w:rPr>
        <w:t>“</w:t>
      </w:r>
      <w:r>
        <w:rPr>
          <w:rFonts w:hint="cs"/>
          <w:cs/>
          <w:lang w:bidi="hi-IN"/>
        </w:rPr>
        <w:t>शैतान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दरमियान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जरिये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अदावत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दुश्मनी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नमाज़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रखे।</w:t>
      </w:r>
      <w:r>
        <w:rPr>
          <w:rFonts w:hint="eastAsia"/>
        </w:rPr>
        <w:t>”</w:t>
      </w:r>
      <w:r>
        <w:t xml:space="preserve"> (</w:t>
      </w:r>
      <w:r>
        <w:rPr>
          <w:rFonts w:hint="cs"/>
          <w:cs/>
          <w:lang w:bidi="hi-IN"/>
        </w:rPr>
        <w:t>सूर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मायदा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आयत</w:t>
      </w:r>
      <w:r>
        <w:rPr>
          <w:cs/>
          <w:lang w:bidi="hi-IN"/>
        </w:rPr>
        <w:t xml:space="preserve"> </w:t>
      </w:r>
      <w:r>
        <w:t>91)</w:t>
      </w:r>
    </w:p>
    <w:p w:rsidR="00CE40C4" w:rsidRDefault="00CE40C4" w:rsidP="00CE40C4">
      <w:pPr>
        <w:pStyle w:val="libNormal"/>
      </w:pPr>
      <w:r>
        <w:tab/>
      </w:r>
      <w:r>
        <w:rPr>
          <w:rFonts w:hint="cs"/>
          <w:cs/>
          <w:lang w:bidi="hi-IN"/>
        </w:rPr>
        <w:t>आगर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मस्ती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पीने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असरात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मुरतब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होंगे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मस्ती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CE40C4" w:rsidRDefault="00CE40C4" w:rsidP="00CE40C4">
      <w:pPr>
        <w:pStyle w:val="libNormal"/>
      </w:pPr>
      <w:r>
        <w:tab/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मोहम्मद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मुतअल्लिक़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गुफ़्तुगू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सफ़िया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गोशगुज़ार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ताकीद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मौक़ा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मोहम्मद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नशो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जितना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पिलाओ।</w:t>
      </w:r>
    </w:p>
    <w:p w:rsidR="00CE40C4" w:rsidRDefault="00CE40C4" w:rsidP="00CE40C4">
      <w:pPr>
        <w:pStyle w:val="libNormal"/>
      </w:pPr>
      <w:r>
        <w:tab/>
      </w:r>
      <w:r>
        <w:rPr>
          <w:rFonts w:hint="cs"/>
          <w:cs/>
          <w:lang w:bidi="hi-IN"/>
        </w:rPr>
        <w:t>दूसरे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सफ़िया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इत्तिला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शेख़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खोल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नोशी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चीख़ने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चिल्लाने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आख़री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घड़ी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मर्तबा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मुक़ारिबत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नक़ाहत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आलम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चेहरे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ख़त्म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ख़ुलासा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सफ़िया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मोहम्मद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मंज़िल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आबादयाती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इलाक़ों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वज़ीर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सुनहरी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अलविदा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वक़्त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थाः</w:t>
      </w:r>
    </w:p>
    <w:p w:rsidR="00CE40C4" w:rsidRDefault="00CE40C4" w:rsidP="00CE40C4">
      <w:pPr>
        <w:pStyle w:val="libNormal"/>
      </w:pPr>
      <w:r>
        <w:tab/>
      </w:r>
      <w:r>
        <w:rPr>
          <w:rFonts w:ascii="Times New Roman" w:hAnsi="Times New Roman" w:cs="Times New Roman"/>
        </w:rPr>
        <w:t>“</w:t>
      </w:r>
      <w:r>
        <w:rPr>
          <w:rFonts w:hint="cs"/>
          <w:cs/>
          <w:lang w:bidi="hi-IN"/>
        </w:rPr>
        <w:t>हमने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स्पेन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कु़फ़्फार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मुराद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दोबारा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हासिल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ताक़तचों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इलाक़ों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पामर्दी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वापस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rFonts w:hint="eastAsia"/>
        </w:rPr>
        <w:t>”</w:t>
      </w:r>
    </w:p>
    <w:p w:rsidR="00CE40C4" w:rsidRDefault="00CE40C4" w:rsidP="00CE40C4">
      <w:pPr>
        <w:pStyle w:val="libNormal"/>
      </w:pPr>
      <w:r>
        <w:tab/>
      </w:r>
      <w:r>
        <w:rPr>
          <w:rFonts w:hint="cs"/>
          <w:cs/>
          <w:lang w:bidi="hi-IN"/>
        </w:rPr>
        <w:t>मोहम्मद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मज़हबी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ग़ुफ़्तगू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दौरान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रोज़े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मसअले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कहाः</w:t>
      </w:r>
      <w:r>
        <w:rPr>
          <w:cs/>
          <w:lang w:bidi="hi-IN"/>
        </w:rPr>
        <w:t xml:space="preserve"> </w:t>
      </w:r>
      <w:r>
        <w:rPr>
          <w:rFonts w:ascii="Times New Roman" w:hAnsi="Times New Roman" w:cs="Times New Roman"/>
        </w:rPr>
        <w:t>“</w:t>
      </w:r>
      <w:r>
        <w:rPr>
          <w:rFonts w:hint="cs"/>
          <w:cs/>
          <w:lang w:bidi="hi-IN"/>
        </w:rPr>
        <w:t>कुरआन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हैः</w:t>
      </w:r>
      <w:r>
        <w:rPr>
          <w:rFonts w:hint="eastAsia"/>
        </w:rPr>
        <w:t>“</w:t>
      </w:r>
      <w:r>
        <w:rPr>
          <w:rFonts w:hint="cs"/>
          <w:cs/>
          <w:lang w:bidi="hi-IN"/>
        </w:rPr>
        <w:t>रोज़ा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बेहतर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rFonts w:hint="eastAsia"/>
        </w:rPr>
        <w:t>”</w:t>
      </w:r>
      <w:r>
        <w:t xml:space="preserve"> (</w:t>
      </w:r>
      <w:r>
        <w:rPr>
          <w:rFonts w:hint="cs"/>
          <w:cs/>
          <w:lang w:bidi="hi-IN"/>
        </w:rPr>
        <w:t>सूर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अलबक़रा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आयत</w:t>
      </w:r>
      <w:r>
        <w:rPr>
          <w:cs/>
          <w:lang w:bidi="hi-IN"/>
        </w:rPr>
        <w:t xml:space="preserve"> </w:t>
      </w:r>
      <w:r>
        <w:t xml:space="preserve">184) </w:t>
      </w:r>
      <w:r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वाजिब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rFonts w:hint="eastAsia"/>
        </w:rPr>
        <w:t>”</w:t>
      </w:r>
      <w:r>
        <w:t xml:space="preserve"> </w:t>
      </w:r>
      <w:r>
        <w:rPr>
          <w:rFonts w:hint="cs"/>
          <w:cs/>
          <w:lang w:bidi="hi-IN"/>
        </w:rPr>
        <w:t>लेहाज़ा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वाजिब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मुस्तहब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rFonts w:hint="eastAsia"/>
        </w:rPr>
        <w:t>”</w:t>
      </w:r>
    </w:p>
    <w:p w:rsidR="00CE40C4" w:rsidRDefault="00CE40C4" w:rsidP="00CE40C4">
      <w:pPr>
        <w:pStyle w:val="libNormal"/>
      </w:pPr>
      <w:r>
        <w:tab/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मोहम्मद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गुस्सा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कहाः</w:t>
      </w:r>
      <w:r>
        <w:rPr>
          <w:cs/>
          <w:lang w:bidi="hi-IN"/>
        </w:rPr>
        <w:t xml:space="preserve"> </w:t>
      </w:r>
      <w:r>
        <w:rPr>
          <w:rFonts w:ascii="Times New Roman" w:hAnsi="Times New Roman" w:cs="Times New Roman"/>
        </w:rPr>
        <w:t>“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ख़ारिज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rFonts w:hint="eastAsia"/>
        </w:rPr>
        <w:t>”</w:t>
      </w:r>
    </w:p>
    <w:p w:rsidR="00CE40C4" w:rsidRDefault="00CE40C4" w:rsidP="00CE40C4">
      <w:pPr>
        <w:pStyle w:val="libNormal"/>
      </w:pPr>
      <w:r>
        <w:tab/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कहाः</w:t>
      </w:r>
      <w:r>
        <w:rPr>
          <w:cs/>
          <w:lang w:bidi="hi-IN"/>
        </w:rPr>
        <w:t xml:space="preserve"> </w:t>
      </w:r>
      <w:r>
        <w:rPr>
          <w:rFonts w:ascii="Times New Roman" w:hAnsi="Times New Roman" w:cs="Times New Roman"/>
        </w:rPr>
        <w:t>“</w:t>
      </w:r>
      <w:r>
        <w:rPr>
          <w:rFonts w:hint="cs"/>
          <w:cs/>
          <w:lang w:bidi="hi-IN"/>
        </w:rPr>
        <w:t>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मोहम्मद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क़ल्ब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पाक़ी</w:t>
      </w:r>
      <w:r>
        <w:t xml:space="preserve">, </w:t>
      </w:r>
      <w:r>
        <w:rPr>
          <w:rFonts w:hint="cs"/>
          <w:cs/>
          <w:lang w:bidi="hi-IN"/>
        </w:rPr>
        <w:t>जान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सलामती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एतदाल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कैफ़ियत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इन्सान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जुल्म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ज़ियादती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रोकती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ईसाअ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मज़हब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इश्क़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वारफ़तगी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rFonts w:hint="eastAsia"/>
        </w:rPr>
        <w:t>”</w:t>
      </w:r>
      <w: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कुरआन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कहताः</w:t>
      </w:r>
      <w:r>
        <w:rPr>
          <w:cs/>
          <w:lang w:bidi="hi-IN"/>
        </w:rPr>
        <w:t xml:space="preserve"> </w:t>
      </w:r>
      <w:r>
        <w:rPr>
          <w:rFonts w:ascii="Times New Roman" w:hAnsi="Times New Roman" w:cs="Times New Roman"/>
        </w:rPr>
        <w:t>“</w:t>
      </w:r>
      <w:r>
        <w:rPr>
          <w:rFonts w:hint="cs"/>
          <w:cs/>
          <w:lang w:bidi="hi-IN"/>
        </w:rPr>
        <w:t>यक़ीन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हासिल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इबातदत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करो</w:t>
      </w:r>
      <w:r>
        <w:rPr>
          <w:rFonts w:hint="eastAsia"/>
        </w:rPr>
        <w:t>”</w:t>
      </w:r>
      <w:r>
        <w:t xml:space="preserve"> (</w:t>
      </w:r>
      <w:r>
        <w:rPr>
          <w:rFonts w:hint="cs"/>
          <w:cs/>
          <w:lang w:bidi="hi-IN"/>
        </w:rPr>
        <w:t>सूर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हजर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आयत</w:t>
      </w:r>
      <w:r>
        <w:rPr>
          <w:cs/>
          <w:lang w:bidi="hi-IN"/>
        </w:rPr>
        <w:t xml:space="preserve"> </w:t>
      </w:r>
      <w:r>
        <w:t xml:space="preserve">99) </w:t>
      </w:r>
      <w:r>
        <w:rPr>
          <w:rFonts w:hint="cs"/>
          <w:cs/>
          <w:lang w:bidi="hi-IN"/>
        </w:rPr>
        <w:t>अब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इंसान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यक़ीने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मंज़िल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पहुंच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</w:t>
      </w:r>
      <w:r>
        <w:t xml:space="preserve">, 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रोज़े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क़यामत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रासिख़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जायें</w:t>
      </w:r>
      <w:r>
        <w:t xml:space="preserve">, </w:t>
      </w:r>
      <w:r>
        <w:rPr>
          <w:rFonts w:hint="cs"/>
          <w:cs/>
          <w:lang w:bidi="hi-IN"/>
        </w:rPr>
        <w:t>ईमान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लबरेज़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अच्छे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सुलूक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हामिल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रोज़े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ज़रुरत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बाक़ी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t xml:space="preserve">?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मंज़िल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इंसानी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मरातिब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वाबस्ता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rFonts w:hint="eastAsia"/>
        </w:rPr>
        <w:t>”</w:t>
      </w:r>
    </w:p>
    <w:p w:rsidR="00CE40C4" w:rsidRDefault="00CE40C4" w:rsidP="00CE40C4">
      <w:pPr>
        <w:pStyle w:val="libNormal"/>
      </w:pPr>
      <w:r>
        <w:tab/>
      </w:r>
      <w:r>
        <w:rPr>
          <w:rFonts w:hint="cs"/>
          <w:cs/>
          <w:lang w:bidi="hi-IN"/>
        </w:rPr>
        <w:t>मोहम्मद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अब्दुल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मर्तबा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शदीद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मुख़ालिफत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नाराज़गी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इज़हार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दफ़ा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नमाज़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वाजिब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नहीं।</w:t>
      </w:r>
      <w:r>
        <w:rPr>
          <w:rFonts w:hint="eastAsia"/>
        </w:rPr>
        <w:t>”</w:t>
      </w:r>
    </w:p>
    <w:p w:rsidR="00CE40C4" w:rsidRDefault="00CE40C4" w:rsidP="00CE40C4">
      <w:pPr>
        <w:pStyle w:val="libNormal"/>
      </w:pPr>
      <w:r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पूछाः</w:t>
      </w:r>
      <w:r>
        <w:rPr>
          <w:cs/>
          <w:lang w:bidi="hi-IN"/>
        </w:rPr>
        <w:t xml:space="preserve"> </w:t>
      </w:r>
      <w:r>
        <w:rPr>
          <w:rFonts w:ascii="Times New Roman" w:hAnsi="Times New Roman" w:cs="Times New Roman"/>
        </w:rPr>
        <w:t>“</w:t>
      </w:r>
      <w:r>
        <w:rPr>
          <w:rFonts w:hint="cs"/>
          <w:cs/>
          <w:lang w:bidi="hi-IN"/>
        </w:rPr>
        <w:t>क्यों</w:t>
      </w:r>
      <w:r>
        <w:t>?</w:t>
      </w:r>
    </w:p>
    <w:p w:rsidR="00CE40C4" w:rsidRDefault="00CE40C4" w:rsidP="00CE40C4">
      <w:pPr>
        <w:pStyle w:val="libNormal"/>
      </w:pPr>
      <w:r>
        <w:tab/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वन्दे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आलम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कुरआन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ascii="Times New Roman" w:hAnsi="Times New Roman" w:cs="Times New Roman"/>
        </w:rPr>
        <w:t>“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नमाज़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क़ायम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करो।</w:t>
      </w:r>
      <w:r>
        <w:rPr>
          <w:rFonts w:hint="eastAsia"/>
        </w:rPr>
        <w:t>”</w:t>
      </w:r>
      <w:r>
        <w:t xml:space="preserve"> </w:t>
      </w:r>
      <w:r>
        <w:rPr>
          <w:rFonts w:hint="cs"/>
          <w:cs/>
          <w:lang w:bidi="hi-IN"/>
        </w:rPr>
        <w:t>सूर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ताहा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आयत</w:t>
      </w:r>
      <w:r>
        <w:rPr>
          <w:cs/>
          <w:lang w:bidi="hi-IN"/>
        </w:rPr>
        <w:t xml:space="preserve"> </w:t>
      </w:r>
      <w:r>
        <w:t xml:space="preserve">14) </w:t>
      </w:r>
      <w:r>
        <w:rPr>
          <w:rFonts w:hint="cs"/>
          <w:cs/>
          <w:lang w:bidi="hi-IN"/>
        </w:rPr>
        <w:t>पस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नमाज़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मक़सद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ज़क्रे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इलाही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ज़बान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रखो।</w:t>
      </w:r>
      <w:r>
        <w:rPr>
          <w:rFonts w:hint="eastAsia"/>
        </w:rPr>
        <w:t>”</w:t>
      </w:r>
    </w:p>
    <w:p w:rsidR="00CE40C4" w:rsidRDefault="00CE40C4" w:rsidP="00CE40C4">
      <w:pPr>
        <w:pStyle w:val="libNormal"/>
      </w:pPr>
      <w:r>
        <w:rPr>
          <w:rFonts w:hint="cs"/>
          <w:cs/>
          <w:lang w:bidi="hi-IN"/>
        </w:rPr>
        <w:t>मोहम्मद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कहाः</w:t>
      </w:r>
      <w:r>
        <w:rPr>
          <w:cs/>
          <w:lang w:bidi="hi-IN"/>
        </w:rPr>
        <w:t xml:space="preserve"> </w:t>
      </w:r>
      <w:r>
        <w:rPr>
          <w:rFonts w:ascii="Times New Roman" w:hAnsi="Times New Roman" w:cs="Times New Roman"/>
        </w:rPr>
        <w:t>“</w:t>
      </w:r>
      <w:r>
        <w:rPr>
          <w:rFonts w:hint="cs"/>
          <w:cs/>
          <w:lang w:bidi="hi-IN"/>
        </w:rPr>
        <w:t>हाँ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औलमा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दीन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नमाज़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वक़्त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तकरार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शुरु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नमाज़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करते।</w:t>
      </w:r>
      <w:r>
        <w:rPr>
          <w:rFonts w:hint="eastAsia"/>
        </w:rPr>
        <w:t>”</w:t>
      </w:r>
    </w:p>
    <w:p w:rsidR="00CE40C4" w:rsidRDefault="00CE40C4" w:rsidP="00CE40C4">
      <w:pPr>
        <w:pStyle w:val="libNormal"/>
      </w:pPr>
      <w:r>
        <w:tab/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मोहम्मद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एतराफ़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ज़्यादा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एहतियातन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नमाज़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पढ़ने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तलक़ीन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नतीजा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नमाज़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पाबन्दी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छूट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नमा़ज़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पढ़ता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पढ़ता।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तौर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सुबह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नमाज़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ग़ालबन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तर्क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वजह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सुबह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उठने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वज़ू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हिम्मत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बाक़ी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थी।</w:t>
      </w:r>
    </w:p>
    <w:p w:rsidR="00CE40C4" w:rsidRDefault="00CE40C4" w:rsidP="00CE40C4">
      <w:pPr>
        <w:pStyle w:val="libNormal"/>
      </w:pPr>
      <w:r>
        <w:lastRenderedPageBreak/>
        <w:tab/>
      </w:r>
      <w:r>
        <w:rPr>
          <w:rFonts w:hint="cs"/>
          <w:cs/>
          <w:lang w:bidi="hi-IN"/>
        </w:rPr>
        <w:t>क़िस्सा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मुख़्तसर</w:t>
      </w:r>
      <w:r>
        <w:t xml:space="preserve">, </w:t>
      </w:r>
      <w:r>
        <w:rPr>
          <w:rFonts w:hint="cs"/>
          <w:cs/>
          <w:lang w:bidi="hi-IN"/>
        </w:rPr>
        <w:t>आहिस्ता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मोहम्मद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बदन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लबादा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उतारने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कामयाब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मीठी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गु़फ़्तगू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सिलसिला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रखता।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अंजामकार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गुफ़्तगू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हदूद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जनाबे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सल्लल्लाहू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अलैहे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आलेहि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वसल्लम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अक़दस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बढ़ाया।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अचानक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चेहरे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तब्दीली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मौज़ू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गुफ़्तगू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तैयार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कहाः</w:t>
      </w:r>
      <w:r>
        <w:rPr>
          <w:cs/>
          <w:lang w:bidi="hi-IN"/>
        </w:rPr>
        <w:t xml:space="preserve"> </w:t>
      </w:r>
      <w:r>
        <w:rPr>
          <w:rFonts w:ascii="Times New Roman" w:hAnsi="Times New Roman" w:cs="Times New Roman"/>
        </w:rPr>
        <w:t>“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सल्लल्लाहू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अलैहे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आलेहि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वसल्लम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गुस्ताख़ी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दोस्ती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दरवाज़े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हमेशा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जायेंगे।</w:t>
      </w:r>
      <w:r>
        <w:rPr>
          <w:rFonts w:hint="eastAsia"/>
        </w:rPr>
        <w:t>”</w:t>
      </w:r>
      <w:r>
        <w:t xml:space="preserve">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मेहनतों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फ़ौरन्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मौज़ू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गुफ़्तगु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बदल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मौज़ू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गुफ़्तगू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की।</w:t>
      </w:r>
    </w:p>
    <w:p w:rsidR="00CE40C4" w:rsidRDefault="00CE40C4" w:rsidP="00CE40C4">
      <w:pPr>
        <w:pStyle w:val="libNormal"/>
      </w:pPr>
      <w:r>
        <w:tab/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मक़सद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मोहम्मद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अब्दुल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रहबरी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पेशवाई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फ़िक्र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क़ल्ब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रुप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उतर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सुन्नी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फ़िरक़ों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अलावा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तीसरे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फ़िर्के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सरबराही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पेशकश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क़िबिले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मक़सद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हुसूल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ज़रुरी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ज़ेहन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मजनून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अन्धे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तअसुबात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उन्वान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आज़ाद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ख़्याली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बुलन्द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परवाज़ी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तक़वियत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पहुँचाऊँ।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सफिया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मददगार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मोहम्मद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दीवानों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हफ़्ते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मुतअ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मुद्दत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बढ़ाता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मुख़्तसर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सफ़िया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मोहम्मद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क़रार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इख्तियार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</w:p>
    <w:p w:rsidR="00CE40C4" w:rsidRDefault="00CE40C4" w:rsidP="00CE40C4">
      <w:pPr>
        <w:pStyle w:val="libNormal"/>
      </w:pPr>
      <w:r>
        <w:tab/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मुलाक़ात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मोहम्मद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कहाः</w:t>
      </w:r>
      <w:r>
        <w:rPr>
          <w:cs/>
          <w:lang w:bidi="hi-IN"/>
        </w:rPr>
        <w:t xml:space="preserve"> </w:t>
      </w:r>
      <w:r>
        <w:rPr>
          <w:rFonts w:ascii="Times New Roman" w:hAnsi="Times New Roman" w:cs="Times New Roman"/>
        </w:rPr>
        <w:t>“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दुरुस्त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जनाबे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सल्लल्लाहू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अलैहे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आलेहि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वसल्लम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असहाब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दोस्ती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t>?</w:t>
      </w:r>
      <w:r>
        <w:rPr>
          <w:rFonts w:ascii="Times New Roman" w:hAnsi="Times New Roman" w:cs="Times New Roman"/>
        </w:rPr>
        <w:t>”</w:t>
      </w:r>
      <w:r>
        <w:t xml:space="preserve"> </w:t>
      </w:r>
    </w:p>
    <w:p w:rsidR="00CE40C4" w:rsidRDefault="00CE40C4" w:rsidP="00CE40C4">
      <w:pPr>
        <w:pStyle w:val="libNormal"/>
      </w:pPr>
      <w:r>
        <w:tab/>
      </w:r>
      <w:r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जवाब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दियाः</w:t>
      </w:r>
      <w:r>
        <w:rPr>
          <w:cs/>
          <w:lang w:bidi="hi-IN"/>
        </w:rPr>
        <w:t xml:space="preserve"> </w:t>
      </w:r>
      <w:r>
        <w:rPr>
          <w:rFonts w:ascii="Times New Roman" w:hAnsi="Times New Roman" w:cs="Times New Roman"/>
        </w:rPr>
        <w:t>“</w:t>
      </w:r>
      <w:r>
        <w:rPr>
          <w:rFonts w:hint="cs"/>
          <w:cs/>
          <w:lang w:bidi="hi-IN"/>
        </w:rPr>
        <w:t>हाँ</w:t>
      </w:r>
      <w:r>
        <w:rPr>
          <w:rFonts w:hint="eastAsia"/>
        </w:rPr>
        <w:t>”</w:t>
      </w:r>
    </w:p>
    <w:p w:rsidR="00CE40C4" w:rsidRDefault="00CE40C4" w:rsidP="00CE40C4">
      <w:pPr>
        <w:pStyle w:val="libNormal"/>
      </w:pPr>
      <w:r>
        <w:tab/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पूछाः</w:t>
      </w:r>
      <w:r>
        <w:rPr>
          <w:cs/>
          <w:lang w:bidi="hi-IN"/>
        </w:rPr>
        <w:t xml:space="preserve"> </w:t>
      </w:r>
      <w:r>
        <w:rPr>
          <w:rFonts w:ascii="Times New Roman" w:hAnsi="Times New Roman" w:cs="Times New Roman"/>
        </w:rPr>
        <w:t>“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क़वानीन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दायमी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वक्ती</w:t>
      </w:r>
      <w:r>
        <w:t>?</w:t>
      </w:r>
      <w:r>
        <w:rPr>
          <w:rFonts w:ascii="Times New Roman" w:hAnsi="Times New Roman" w:cs="Times New Roman"/>
        </w:rPr>
        <w:t>”</w:t>
      </w:r>
    </w:p>
    <w:p w:rsidR="00CE40C4" w:rsidRDefault="00CE40C4" w:rsidP="00CE40C4">
      <w:pPr>
        <w:pStyle w:val="libNormal"/>
      </w:pPr>
      <w:r>
        <w:tab/>
      </w:r>
      <w:r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कहाः</w:t>
      </w:r>
      <w:r>
        <w:rPr>
          <w:cs/>
          <w:lang w:bidi="hi-IN"/>
        </w:rPr>
        <w:t xml:space="preserve"> </w:t>
      </w:r>
      <w:r>
        <w:rPr>
          <w:rFonts w:ascii="Times New Roman" w:hAnsi="Times New Roman" w:cs="Times New Roman"/>
        </w:rPr>
        <w:t>“</w:t>
      </w:r>
      <w:r>
        <w:rPr>
          <w:rFonts w:hint="cs"/>
          <w:cs/>
          <w:lang w:bidi="hi-IN"/>
        </w:rPr>
        <w:t>बेशक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दायमी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rFonts w:hint="eastAsia"/>
        </w:rPr>
        <w:t>”</w:t>
      </w:r>
      <w:r>
        <w:t xml:space="preserve"> </w:t>
      </w:r>
      <w:r>
        <w:rPr>
          <w:rFonts w:hint="cs"/>
          <w:cs/>
          <w:lang w:bidi="hi-IN"/>
        </w:rPr>
        <w:t>इसलिये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खुदास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किः</w:t>
      </w:r>
      <w:r>
        <w:rPr>
          <w:cs/>
          <w:lang w:bidi="hi-IN"/>
        </w:rPr>
        <w:t xml:space="preserve"> </w:t>
      </w:r>
      <w:r>
        <w:rPr>
          <w:rFonts w:ascii="Times New Roman" w:hAnsi="Times New Roman" w:cs="Times New Roman"/>
        </w:rPr>
        <w:t>“</w:t>
      </w:r>
      <w:r>
        <w:rPr>
          <w:rFonts w:hint="cs"/>
          <w:cs/>
          <w:lang w:bidi="hi-IN"/>
        </w:rPr>
        <w:t>हलाले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मोहम्मदस</w:t>
      </w:r>
      <w:r>
        <w:t>0</w:t>
      </w:r>
      <w:r>
        <w:rPr>
          <w:rFonts w:ascii="Times New Roman" w:hAnsi="Times New Roman" w:cs="Times New Roman"/>
        </w:rPr>
        <w:t>”</w:t>
      </w:r>
      <w:r>
        <w:t xml:space="preserve"> </w:t>
      </w:r>
      <w:r>
        <w:rPr>
          <w:rFonts w:hint="cs"/>
          <w:cs/>
          <w:lang w:bidi="hi-IN"/>
        </w:rPr>
        <w:t>क़यामत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हलाल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हलाले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मोहम्मदस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क़यामत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rFonts w:hint="eastAsia"/>
        </w:rPr>
        <w:t>”</w:t>
      </w:r>
    </w:p>
    <w:p w:rsidR="00CE40C4" w:rsidRDefault="00CE40C4" w:rsidP="00CE40C4">
      <w:pPr>
        <w:pStyle w:val="libNormal"/>
      </w:pPr>
      <w:r>
        <w:tab/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ताख़ीर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कहाः</w:t>
      </w:r>
      <w:r>
        <w:rPr>
          <w:cs/>
          <w:lang w:bidi="hi-IN"/>
        </w:rPr>
        <w:t xml:space="preserve"> </w:t>
      </w:r>
      <w:r>
        <w:rPr>
          <w:rFonts w:ascii="Times New Roman" w:hAnsi="Times New Roman" w:cs="Times New Roman"/>
        </w:rPr>
        <w:t>“</w:t>
      </w:r>
      <w:r>
        <w:rPr>
          <w:rFonts w:hint="cs"/>
          <w:cs/>
          <w:lang w:bidi="hi-IN"/>
        </w:rPr>
        <w:t>पस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सुन्नत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दोस्त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चाहिये।</w:t>
      </w:r>
      <w:r>
        <w:rPr>
          <w:rFonts w:hint="eastAsia"/>
        </w:rPr>
        <w:t>”</w:t>
      </w:r>
    </w:p>
    <w:p w:rsidR="00CE40C4" w:rsidRDefault="00CE40C4" w:rsidP="00CE40C4">
      <w:pPr>
        <w:pStyle w:val="libNormal"/>
      </w:pPr>
      <w:r>
        <w:tab/>
      </w:r>
      <w:r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पेशकश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कुबूल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सफ़र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लगे।</w:t>
      </w:r>
    </w:p>
    <w:p w:rsidR="00CE40C4" w:rsidRDefault="00CE40C4" w:rsidP="00CE40C4">
      <w:pPr>
        <w:pStyle w:val="libNormal"/>
      </w:pPr>
      <w:r>
        <w:tab/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कोशिश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पौदे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सींचने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जवानी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सर्फ़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जितनी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जल्द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फलों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इस्तेफ़ादा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करूं।</w:t>
      </w:r>
    </w:p>
    <w:p w:rsidR="00CE40C4" w:rsidRDefault="00CE40C4" w:rsidP="00CE40C4">
      <w:pPr>
        <w:pStyle w:val="libNormal"/>
      </w:pPr>
      <w:r>
        <w:tab/>
      </w:r>
      <w:r>
        <w:rPr>
          <w:rFonts w:hint="cs"/>
          <w:cs/>
          <w:lang w:bidi="hi-IN"/>
        </w:rPr>
        <w:t>हिस्बे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मामूल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महीने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रिपोर्ट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इंग्लिस्ताम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आबादयाती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इलाक़ों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वज़ारत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भेजता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रिपोर्ट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लिखना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आदत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शामिल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कोताही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जवाबात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लिखे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बड़े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हौसला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औफ़ज़ा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पुरउम्मीद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मोहम्मद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रास्ते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तअय्युन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बड़ी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तेज़ी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सफ़र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तन्हा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छोड़ता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कोशिश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आज़ाद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ख़्याली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मज़हबी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अक़एद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जिद्दत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पसन्दी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रुह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वजूद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इस्तेहकाम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बख़शो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हमेशा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उसेको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दिलाता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t xml:space="preserve">,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ताबनाक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मुस्क़बिल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इन्तेज़ार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</w:p>
    <w:p w:rsidR="00CE40C4" w:rsidRDefault="00CE40C4" w:rsidP="00CE40C4">
      <w:pPr>
        <w:pStyle w:val="libNormal"/>
      </w:pPr>
      <w:r>
        <w:tab/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झूठा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ख़्वाब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जनाबे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ख़त्मी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मरतबतस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बिल्कुल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सरापा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कुर्सी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बैठे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जैसे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ज़ाकेरीन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वाएज़ीन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मिम्बरों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बड़े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बड़े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ओलमा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बुजुर्गाने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वाक़फ़ियत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t xml:space="preserve">,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अचानक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दाख़िल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चेहरे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शुआयें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फू़ट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रिसालतमाब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सल्लल्लाहू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अलैहे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आलेहि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वसल्लम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सामने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पहुँचे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खड़े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ताज़ीम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घूमा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कहाः</w:t>
      </w:r>
      <w:r>
        <w:rPr>
          <w:cs/>
          <w:lang w:bidi="hi-IN"/>
        </w:rPr>
        <w:t xml:space="preserve"> </w:t>
      </w:r>
      <w:r>
        <w:rPr>
          <w:rFonts w:ascii="Times New Roman" w:hAnsi="Times New Roman" w:cs="Times New Roman"/>
        </w:rPr>
        <w:t>“</w:t>
      </w:r>
      <w:r>
        <w:rPr>
          <w:rFonts w:hint="cs"/>
          <w:cs/>
          <w:lang w:bidi="hi-IN"/>
        </w:rPr>
        <w:t>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हमनाम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मोहम्मद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वारिस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दुनियावी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संवारने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जानशीन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rFonts w:hint="eastAsia"/>
        </w:rPr>
        <w:t>”</w:t>
      </w:r>
    </w:p>
    <w:p w:rsidR="00CE40C4" w:rsidRDefault="00CE40C4" w:rsidP="00CE40C4">
      <w:pPr>
        <w:pStyle w:val="libNormal"/>
      </w:pPr>
      <w:r>
        <w:lastRenderedPageBreak/>
        <w:tab/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कहाः</w:t>
      </w:r>
      <w:r>
        <w:rPr>
          <w:cs/>
          <w:lang w:bidi="hi-IN"/>
        </w:rPr>
        <w:t xml:space="preserve"> </w:t>
      </w:r>
      <w:r>
        <w:rPr>
          <w:rFonts w:ascii="Times New Roman" w:hAnsi="Times New Roman" w:cs="Times New Roman"/>
        </w:rPr>
        <w:t>“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अल्लाह।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सल्लल्लाहू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अलैहे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आलेहि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वसल्लम</w:t>
      </w:r>
      <w:r>
        <w:rPr>
          <w:cs/>
          <w:lang w:bidi="hi-IN"/>
        </w:rPr>
        <w:t>)</w:t>
      </w:r>
      <w:r>
        <w:rPr>
          <w:rFonts w:ascii="Times New Roman" w:hAnsi="Times New Roman" w:cs="Times New Roman"/>
        </w:rPr>
        <w:t>”</w:t>
      </w:r>
      <w: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ज़ाहिर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ख़ौफ़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महसूस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rFonts w:hint="eastAsia"/>
        </w:rPr>
        <w:t>”</w:t>
      </w:r>
    </w:p>
    <w:p w:rsidR="00CE40C4" w:rsidRDefault="00CE40C4" w:rsidP="00CE40C4">
      <w:pPr>
        <w:pStyle w:val="libNormal"/>
      </w:pPr>
      <w:r>
        <w:tab/>
      </w:r>
      <w:r>
        <w:rPr>
          <w:rFonts w:hint="cs"/>
          <w:cs/>
          <w:lang w:bidi="hi-IN"/>
        </w:rPr>
        <w:t>जनाबे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रिसालतमाबस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फ़रमायाः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ख़ौफ़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जगह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सोचते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t xml:space="preserve">, </w:t>
      </w:r>
      <w:r>
        <w:rPr>
          <w:rFonts w:hint="cs"/>
          <w:cs/>
          <w:lang w:bidi="hi-IN"/>
        </w:rPr>
        <w:t>उससे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ज़्यादा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साहिबे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मर्तबा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हो।</w:t>
      </w:r>
    </w:p>
    <w:p w:rsidR="00CB7175" w:rsidRDefault="00CE40C4" w:rsidP="00CB7175">
      <w:pPr>
        <w:pStyle w:val="libNormal"/>
        <w:rPr>
          <w:rFonts w:hint="cs"/>
          <w:lang w:bidi="hi-IN"/>
        </w:rPr>
      </w:pPr>
      <w:r>
        <w:tab/>
      </w:r>
      <w:r>
        <w:rPr>
          <w:rFonts w:hint="cs"/>
          <w:cs/>
          <w:lang w:bidi="hi-IN"/>
        </w:rPr>
        <w:t>मोहम्मद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अब्दुल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मनगढंत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ख़्वाब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खुशी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फूला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समाया।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बार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पूछता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ख़्वाब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सच्चे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t xml:space="preserve">?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मुसलसल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इत्मिनान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दिलाता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महसूस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ख़्वाब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तज़किरे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मज़हब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एलान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मुसम्मम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इरादा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CB7175" w:rsidRDefault="00CB7175">
      <w:pPr>
        <w:spacing w:after="0" w:line="240" w:lineRule="auto"/>
        <w:rPr>
          <w:rFonts w:ascii="Mangal" w:hAnsi="Mangal" w:cs="Mangal"/>
          <w:color w:val="000000"/>
          <w:sz w:val="28"/>
          <w:szCs w:val="28"/>
          <w:cs/>
          <w:lang w:bidi="hi-IN"/>
        </w:rPr>
      </w:pPr>
      <w:r>
        <w:rPr>
          <w:cs/>
          <w:lang w:bidi="hi-IN"/>
        </w:rPr>
        <w:br w:type="page"/>
      </w:r>
    </w:p>
    <w:p w:rsidR="00CE40C4" w:rsidRDefault="00CE40C4" w:rsidP="00CB7175">
      <w:pPr>
        <w:pStyle w:val="libNormal"/>
      </w:pPr>
      <w:bookmarkStart w:id="8" w:name="_Toc512662058"/>
      <w:bookmarkStart w:id="9" w:name="_Toc512662162"/>
      <w:r w:rsidRPr="00CB7175">
        <w:rPr>
          <w:rStyle w:val="Heading1Char"/>
          <w:rFonts w:eastAsia="Calibri" w:cs="Mangal" w:hint="cs"/>
          <w:cs/>
        </w:rPr>
        <w:lastRenderedPageBreak/>
        <w:t>इसी</w:t>
      </w:r>
      <w:r w:rsidRPr="00CB7175">
        <w:rPr>
          <w:rStyle w:val="Heading1Char"/>
          <w:rFonts w:eastAsia="Calibri"/>
          <w:cs/>
        </w:rPr>
        <w:t xml:space="preserve"> </w:t>
      </w:r>
      <w:r w:rsidRPr="00CB7175">
        <w:rPr>
          <w:rStyle w:val="Heading1Char"/>
          <w:rFonts w:eastAsia="Calibri" w:cs="Mangal" w:hint="cs"/>
          <w:cs/>
        </w:rPr>
        <w:t>दौरान</w:t>
      </w:r>
      <w:r w:rsidRPr="00CB7175">
        <w:rPr>
          <w:rStyle w:val="Heading1Char"/>
          <w:rFonts w:eastAsia="Calibri"/>
          <w:cs/>
        </w:rPr>
        <w:t xml:space="preserve"> </w:t>
      </w:r>
      <w:r w:rsidRPr="00CB7175">
        <w:rPr>
          <w:rStyle w:val="Heading1Char"/>
          <w:rFonts w:eastAsia="Calibri" w:cs="Mangal" w:hint="cs"/>
          <w:cs/>
        </w:rPr>
        <w:t>लंदन</w:t>
      </w:r>
      <w:r w:rsidRPr="00CB7175">
        <w:rPr>
          <w:rStyle w:val="Heading1Char"/>
          <w:rFonts w:eastAsia="Calibri"/>
          <w:cs/>
        </w:rPr>
        <w:t xml:space="preserve"> </w:t>
      </w:r>
      <w:r w:rsidRPr="00CB7175">
        <w:rPr>
          <w:rStyle w:val="Heading1Char"/>
          <w:rFonts w:eastAsia="Calibri" w:cs="Mangal" w:hint="cs"/>
          <w:cs/>
        </w:rPr>
        <w:t>से</w:t>
      </w:r>
      <w:r w:rsidRPr="00CB7175">
        <w:rPr>
          <w:rStyle w:val="Heading1Char"/>
          <w:rFonts w:eastAsia="Calibri"/>
          <w:cs/>
        </w:rPr>
        <w:t xml:space="preserve"> </w:t>
      </w:r>
      <w:r w:rsidRPr="00CB7175">
        <w:rPr>
          <w:rStyle w:val="Heading1Char"/>
          <w:rFonts w:eastAsia="Calibri" w:cs="Mangal" w:hint="cs"/>
          <w:cs/>
        </w:rPr>
        <w:t>मुझे</w:t>
      </w:r>
      <w:r w:rsidRPr="00CB7175">
        <w:rPr>
          <w:rStyle w:val="Heading1Char"/>
          <w:rFonts w:eastAsia="Calibri"/>
          <w:cs/>
        </w:rPr>
        <w:t xml:space="preserve"> </w:t>
      </w:r>
      <w:r w:rsidRPr="00CB7175">
        <w:rPr>
          <w:rStyle w:val="Heading1Char"/>
          <w:rFonts w:eastAsia="Calibri" w:cs="Mangal" w:hint="cs"/>
          <w:cs/>
        </w:rPr>
        <w:t>ख़त</w:t>
      </w:r>
      <w:bookmarkEnd w:id="8"/>
      <w:bookmarkEnd w:id="9"/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पहुँचा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फौरन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करबला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नजफ़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मुक़द्दस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शहरों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रवाना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जाऊँ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क़िबल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आरज़ू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रुहानियत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मराकज़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मुक़द्दमे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तौर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मुक़द्दस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शहरों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निहायत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मुख़्तसर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तारीख़ी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पसमंज़र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हूँ।</w:t>
      </w:r>
    </w:p>
    <w:p w:rsidR="00CE40C4" w:rsidRDefault="00CE40C4" w:rsidP="00CE40C4">
      <w:pPr>
        <w:pStyle w:val="libNormal"/>
      </w:pPr>
      <w:r>
        <w:tab/>
      </w:r>
      <w:r>
        <w:rPr>
          <w:rFonts w:hint="cs"/>
          <w:cs/>
          <w:lang w:bidi="hi-IN"/>
        </w:rPr>
        <w:t>अहले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तशीअ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आम्मतुल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मुस्लेमीन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चौथे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ख़लीफ़ा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अलीअ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तदफ़ीन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शहरे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नजफ़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अहमियत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सरनौहा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आगाज़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बस्ती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वुजूद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बरोज़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फैलती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सिलसिला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अलीअ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शहादत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वक़्त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मरक़ज़े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ख़िलाफ़त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यानि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कूफे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नज़फ़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फ़सिला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किलो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मीटर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था़</w:t>
      </w:r>
      <w:r>
        <w:t xml:space="preserve">, </w:t>
      </w:r>
      <w:r>
        <w:rPr>
          <w:rFonts w:hint="cs"/>
          <w:cs/>
          <w:lang w:bidi="hi-IN"/>
        </w:rPr>
        <w:t>जिसे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घण्टे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शहादत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जनाबे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हसनैनअ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ज़नाजे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पोशीदा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तौर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उफ़तादा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इलाक़े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नज़फ़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तारीकी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दफ़्न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बैनुल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नहरैन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बड़ा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इलाक़ा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कहलाता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आबादी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कूफ़ा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ज़्यादा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जगही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तशीअ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हौज़ा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इल्मिया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क़ायम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दुनिया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ओलमा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इख़्तियार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बाज़ारों</w:t>
      </w:r>
      <w:r>
        <w:t xml:space="preserve">, </w:t>
      </w:r>
      <w:r>
        <w:rPr>
          <w:rFonts w:hint="cs"/>
          <w:cs/>
          <w:lang w:bidi="hi-IN"/>
        </w:rPr>
        <w:t>मदरसों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इज़ाफ़ा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ओलमा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खुसूसी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एहतेराम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हामिल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इस्तनबोल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मुक़ीम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ख़लीफ़ा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मुन्दर्जा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ज़ैल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वुजूहात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बड़ा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एहतेराम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</w:p>
    <w:p w:rsidR="00CE40C4" w:rsidRDefault="00CE40C4" w:rsidP="00CE40C4">
      <w:pPr>
        <w:pStyle w:val="libNormal"/>
      </w:pPr>
      <w:r>
        <w:t>1.</w:t>
      </w:r>
      <w:r>
        <w:tab/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एहतेराम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ईरान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तुर्की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दोस्ताना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रवाबित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इस्तेहकाम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मुमालिक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ख़टका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ख़त्म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</w:p>
    <w:p w:rsidR="00CE40C4" w:rsidRDefault="00CE40C4" w:rsidP="00CE40C4">
      <w:pPr>
        <w:pStyle w:val="libNormal"/>
      </w:pPr>
      <w:r>
        <w:t>2.</w:t>
      </w:r>
      <w:r>
        <w:tab/>
      </w:r>
      <w:r>
        <w:rPr>
          <w:rFonts w:hint="cs"/>
          <w:cs/>
          <w:lang w:bidi="hi-IN"/>
        </w:rPr>
        <w:t>नजफ़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ईतराफ़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अकनाफ़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क़बाएल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मुसल्लह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सख़्ती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मराजे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पैरुकार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फौ़ज़ी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असलहा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फ़ौजी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तरबियत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क़बाएली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ज़िन्दगी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t xml:space="preserve">,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ओलमा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तौहीन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बर्दाश्त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लेहाज़ा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ओलमा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बेएहतेरामी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ख़िलाफ़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मुत्तहिद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अक़लमन्दी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इस्तनबोल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ख़िलाफ़त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ख़तरा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लेती।</w:t>
      </w:r>
    </w:p>
    <w:p w:rsidR="00CE40C4" w:rsidRDefault="00CE40C4" w:rsidP="00CE40C4">
      <w:pPr>
        <w:pStyle w:val="libNormal"/>
      </w:pPr>
      <w:r>
        <w:t>3.</w:t>
      </w:r>
      <w:r>
        <w:tab/>
      </w:r>
      <w:r>
        <w:rPr>
          <w:rFonts w:hint="cs"/>
          <w:cs/>
          <w:lang w:bidi="hi-IN"/>
        </w:rPr>
        <w:t>सारी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दुनिया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तशय्यो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ओलमा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मरजइयत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क़ायम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लेहाज़ा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ज़र्रा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बराबर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एहानत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ईरान</w:t>
      </w:r>
      <w:r>
        <w:t xml:space="preserve">, </w:t>
      </w:r>
      <w:r>
        <w:rPr>
          <w:rFonts w:hint="cs"/>
          <w:cs/>
          <w:lang w:bidi="hi-IN"/>
        </w:rPr>
        <w:t>हिन्दुस्तान</w:t>
      </w:r>
      <w:r>
        <w:t xml:space="preserve">, </w:t>
      </w:r>
      <w:r>
        <w:rPr>
          <w:rFonts w:hint="cs"/>
          <w:cs/>
          <w:lang w:bidi="hi-IN"/>
        </w:rPr>
        <w:t>अफ्रीका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दुनिया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मुमालिक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बरफ़रोख़्ता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तुर्क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हुकूमत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थी।</w:t>
      </w:r>
    </w:p>
    <w:p w:rsidR="00CE40C4" w:rsidRDefault="00CE40C4" w:rsidP="00CE40C4">
      <w:pPr>
        <w:pStyle w:val="libNormal"/>
      </w:pPr>
      <w:r>
        <w:rPr>
          <w:rFonts w:hint="cs"/>
          <w:cs/>
          <w:lang w:bidi="hi-IN"/>
        </w:rPr>
        <w:t>अहले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तशय्यों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मुक़द्दस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कर्बला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मोअल्ला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अलीअ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फ़ातेमास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मोअल्ला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अलीअ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फ़ातेमास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फ़रज़न्द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हुसैनअ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शहादतद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आज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मुसलसल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फैल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इराक़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हुसैनअ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शहादत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मुसलसल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फैल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इराक़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हुसैनअ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अम्रे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ख़िलाफ़त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संभालने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हिजाज़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कूफ़ा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तशरीफ़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लायें</w:t>
      </w:r>
      <w:r>
        <w:t xml:space="preserve">,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ज्योंहि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आपअ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ख़ानदान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कर्बला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पहुंचे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कूफ़े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तक़रीबन</w:t>
      </w:r>
      <w:r>
        <w:rPr>
          <w:cs/>
          <w:lang w:bidi="hi-IN"/>
        </w:rPr>
        <w:t xml:space="preserve"> </w:t>
      </w:r>
      <w:r>
        <w:t>72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किलो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मीटर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फ़ासले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इराक़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मिज़ाज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बदल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यज़ीद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इमामअ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ख़िलाफ़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लड़ने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आमादा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गये।</w:t>
      </w:r>
    </w:p>
    <w:p w:rsidR="00CE40C4" w:rsidRDefault="00CE40C4" w:rsidP="00CE40C4">
      <w:pPr>
        <w:pStyle w:val="libNormal"/>
      </w:pPr>
      <w:r>
        <w:tab/>
      </w:r>
      <w:r>
        <w:rPr>
          <w:rFonts w:hint="cs"/>
          <w:cs/>
          <w:lang w:bidi="hi-IN"/>
        </w:rPr>
        <w:t>यज़ीद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माविया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अमवी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ख़लीफ़ा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t xml:space="preserve">, </w:t>
      </w:r>
      <w:r>
        <w:rPr>
          <w:rFonts w:hint="cs"/>
          <w:cs/>
          <w:lang w:bidi="hi-IN"/>
        </w:rPr>
        <w:t>जिसकी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हुकूमत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अमवी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लश्कर</w:t>
      </w:r>
      <w:r>
        <w:t xml:space="preserve">, </w:t>
      </w:r>
      <w:r>
        <w:rPr>
          <w:rFonts w:hint="cs"/>
          <w:cs/>
          <w:lang w:bidi="hi-IN"/>
        </w:rPr>
        <w:t>हुसैनअ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घराने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आख़िरकार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क़त्ल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इराक़ियों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बुज़दिली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वज़ीदी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लश्कर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पलीदी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संगादिली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तारीख़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ज़्यादा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शर्मनाक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दास्तान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वाक़िये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दुनिया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कर्बला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ज़ियारत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इबादत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रुहानी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लगाओ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तवज्जो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मरकज़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पहुँचते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इतना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तारीख़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मसीहियत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इज्तेआम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कर्बला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ओलमा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मराजे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तालीम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तरवीज़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हमेशा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मसरुफ़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नज़र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मदरसे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तालिब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इल्मों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कर्बला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नजफ़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बिल्कुल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मुमासिल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दजल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फुरात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इराक़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बड़े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तरचश्मा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तुर्की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कोहिस्तानी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इलाक़ा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बैनुल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नहरैन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खेतियां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खुशहाली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दरियाओं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मरहूने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मिन्नत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</w:p>
    <w:p w:rsidR="00CE40C4" w:rsidRDefault="00CE40C4" w:rsidP="00CE40C4">
      <w:pPr>
        <w:pStyle w:val="libNormal"/>
      </w:pPr>
      <w:r>
        <w:tab/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लंदन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वापस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आबादयाती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इलाक़ों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वज़ारत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पेशकश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हुकूमते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इराक़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फ़रमांबरदार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दजला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फुरात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संगम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कन्ट्रोल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शोरिश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बग़ावत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मौक़ों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रास्ते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तब्दील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अंग्रेज़ों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इस्तेमारी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मक़ासिद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मानने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मजबूर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जायें।</w:t>
      </w:r>
    </w:p>
    <w:p w:rsidR="00CE40C4" w:rsidRDefault="00CE40C4" w:rsidP="00CE40C4">
      <w:pPr>
        <w:pStyle w:val="libNormal"/>
      </w:pPr>
      <w:r>
        <w:tab/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बरबरी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सौदागर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भेंस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नजफ़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पहुँचा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ओलमा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बढ़ाने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दर्सी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मजलिसों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मुबाहिसे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महफिलों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शिरकत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महफ़िलें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बेशतर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औक़ात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अन्दर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जज़्ब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क़ल्ब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ज़मीर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ओलमा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इन्तेहाई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दामन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परहेज़गार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अफ़सोस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ज़माने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तब्दीली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असरात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फ़ुकदान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दुनिया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इन्क़ेलाबात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फ़िक्र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तब्दीली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थी।</w:t>
      </w:r>
    </w:p>
    <w:p w:rsidR="00CE40C4" w:rsidRDefault="00CE40C4" w:rsidP="00CE40C4">
      <w:pPr>
        <w:pStyle w:val="libNormal"/>
      </w:pPr>
      <w:r>
        <w:t>1.</w:t>
      </w:r>
      <w:r>
        <w:tab/>
      </w:r>
      <w:r>
        <w:rPr>
          <w:rFonts w:hint="cs"/>
          <w:cs/>
          <w:lang w:bidi="hi-IN"/>
        </w:rPr>
        <w:t>नजफ़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ओलमा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मराज़े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हुक्काम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शदीद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मुख़ालिफ़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सुन्नु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बल्कि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ज़ालिम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अवाम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नाख़ुश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निजात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रास्ता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</w:p>
    <w:p w:rsidR="00CE40C4" w:rsidRDefault="00CE40C4" w:rsidP="00CE40C4">
      <w:pPr>
        <w:pStyle w:val="libNormal"/>
      </w:pPr>
      <w:r>
        <w:lastRenderedPageBreak/>
        <w:t>2.</w:t>
      </w:r>
      <w:r>
        <w:tab/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वक़्त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तदरीस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उलूम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मुबाहिस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सर्फ़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कुरुने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वुस्ता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पादरियों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ज़दीद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उलूम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दिलचस्पी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बराबर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</w:p>
    <w:p w:rsidR="00CE40C4" w:rsidRDefault="00CE40C4" w:rsidP="00CE40C4">
      <w:pPr>
        <w:pStyle w:val="libNormal"/>
      </w:pPr>
      <w:r>
        <w:t>3.</w:t>
      </w:r>
      <w:r>
        <w:tab/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दुनिया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सियासी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वाक़िआत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क़तअन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क़िस्म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मसाएल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सोचना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नज़दीक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बिल्कुल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आबस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बेहूदा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वाक़ई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बदबख़्त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दुनिया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ख़्वाबे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ख़रगोश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पड़े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शायद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तबाहकुन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ख़्वाबे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गरां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बेदार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ओलमा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ख़िलाफते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ख़िलाफ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तहरीक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चलाने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गुफ़्तगू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t xml:space="preserve">,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रद्दे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ज़ाहिर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मालूम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क़िस्म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मसाएल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दिलचस्पी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रखते।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मज़ाक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उड़ाते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t xml:space="preserve">,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मफ़हूम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निकालते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दुनिया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दिगरगों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नज़मे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आलम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हूँ।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ओलमा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नज़र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ख़िलाफ़त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मक़दूर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महतूम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अक़ीदा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ज़हूरे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मोऊदअ</w:t>
      </w:r>
      <w:r>
        <w:t>0 (</w:t>
      </w:r>
      <w:r>
        <w:rPr>
          <w:rFonts w:hint="cs"/>
          <w:cs/>
          <w:lang w:bidi="hi-IN"/>
        </w:rPr>
        <w:t>अज्जल्लाहा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फ़राजा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ख़िलाफ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इक़दाम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चाहिये।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मोऊदअ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बारहवें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इमामअ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बचपन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पर्दा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ग़ैब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ज़िन्दा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आख़री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ज़माने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ज़हूर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वक़्त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दुनिया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अद्ल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इंसाफ़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देंगे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मुकम्मल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तौर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ज़ुल्म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ज़ियादती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होगी।</w:t>
      </w:r>
    </w:p>
    <w:p w:rsidR="00CE40C4" w:rsidRDefault="00CE40C4" w:rsidP="00CE40C4">
      <w:pPr>
        <w:pStyle w:val="libNormal"/>
      </w:pP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अक़ीदा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दानिशमन्द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सख़्त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हैरान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अक़ीदा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बईयेना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क़शरी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ईसाईयों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अक़ीदा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क़यामे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अद्ल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ईसाअ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बाज़गश्त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क़ाएल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आलिम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पूछाः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अक़ीदा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ज़ुल्म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जि़यादती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ख़िलाफ़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रिज़्म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दुनिया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बोल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</w:t>
      </w:r>
      <w:r>
        <w:t xml:space="preserve">? </w:t>
      </w:r>
      <w:r>
        <w:rPr>
          <w:rFonts w:hint="cs"/>
          <w:cs/>
          <w:lang w:bidi="hi-IN"/>
        </w:rPr>
        <w:t>बिल्कुल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जैसे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पैग़म्बरे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सल्लल्लाहू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अलैहे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आलेहि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वसल्लम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ज़ालिमों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ख़िलाफ़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जेहाद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t>?</w:t>
      </w:r>
    </w:p>
    <w:p w:rsidR="00CE40C4" w:rsidRDefault="00CE40C4" w:rsidP="00CE40C4">
      <w:pPr>
        <w:pStyle w:val="libNormal"/>
      </w:pPr>
      <w:r>
        <w:tab/>
      </w:r>
      <w:r>
        <w:rPr>
          <w:rFonts w:hint="cs"/>
          <w:cs/>
          <w:lang w:bidi="hi-IN"/>
        </w:rPr>
        <w:t>उन्होनें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फ़रमायाः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पैग़म्बरे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अकरम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सल्लल्लाहू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अलैहे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आलेहि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वसल्लम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मामूर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अंजाम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तवनाई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थी।</w:t>
      </w:r>
      <w:r>
        <w:rPr>
          <w:cs/>
          <w:lang w:bidi="hi-IN"/>
        </w:rPr>
        <w:t xml:space="preserve"> </w:t>
      </w:r>
    </w:p>
    <w:p w:rsidR="00CE40C4" w:rsidRDefault="00CE40C4" w:rsidP="00CE40C4">
      <w:pPr>
        <w:pStyle w:val="libNormal"/>
      </w:pPr>
      <w:r>
        <w:tab/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कुरआन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कहताः</w:t>
      </w:r>
      <w:r>
        <w:rPr>
          <w:cs/>
          <w:lang w:bidi="hi-IN"/>
        </w:rPr>
        <w:t xml:space="preserve"> </w:t>
      </w:r>
      <w:r>
        <w:rPr>
          <w:rFonts w:ascii="Times New Roman" w:hAnsi="Times New Roman" w:cs="Times New Roman"/>
        </w:rPr>
        <w:t>“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मदद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करोगे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मददगार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होगा।</w:t>
      </w:r>
      <w:r>
        <w:rPr>
          <w:rFonts w:hint="eastAsia"/>
        </w:rPr>
        <w:t>”</w:t>
      </w:r>
      <w:r>
        <w:t xml:space="preserve"> (</w:t>
      </w:r>
      <w:r>
        <w:rPr>
          <w:rFonts w:hint="cs"/>
          <w:cs/>
          <w:lang w:bidi="hi-IN"/>
        </w:rPr>
        <w:t>सूर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मोहम्मदस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आयत</w:t>
      </w:r>
      <w:r>
        <w:rPr>
          <w:cs/>
          <w:lang w:bidi="hi-IN"/>
        </w:rPr>
        <w:t xml:space="preserve"> </w:t>
      </w:r>
      <w:r>
        <w:t xml:space="preserve">7) </w:t>
      </w:r>
      <w:r>
        <w:rPr>
          <w:rFonts w:hint="cs"/>
          <w:cs/>
          <w:lang w:bidi="hi-IN"/>
        </w:rPr>
        <w:t>लेहाज़ा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ज़ालिमों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ख़िलाफ़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तलवार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उठाने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मामूर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हो।</w:t>
      </w:r>
      <w:r>
        <w:rPr>
          <w:cs/>
          <w:lang w:bidi="hi-IN"/>
        </w:rPr>
        <w:t xml:space="preserve"> </w:t>
      </w:r>
    </w:p>
    <w:p w:rsidR="00CE40C4" w:rsidRDefault="00CE40C4" w:rsidP="00CE40C4">
      <w:pPr>
        <w:pStyle w:val="libNormal"/>
      </w:pPr>
      <w:r>
        <w:lastRenderedPageBreak/>
        <w:tab/>
      </w:r>
      <w:r>
        <w:rPr>
          <w:rFonts w:hint="cs"/>
          <w:cs/>
          <w:lang w:bidi="hi-IN"/>
        </w:rPr>
        <w:t>आख़िरक़ार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जच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कहाः</w:t>
      </w:r>
      <w:r>
        <w:rPr>
          <w:cs/>
          <w:lang w:bidi="hi-IN"/>
        </w:rPr>
        <w:t xml:space="preserve"> </w:t>
      </w:r>
      <w:r>
        <w:rPr>
          <w:rFonts w:ascii="Times New Roman" w:hAnsi="Times New Roman" w:cs="Times New Roman"/>
        </w:rPr>
        <w:t>“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तिजारत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आदमी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मौज़ूआत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गुफ़्तगू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सिलसिलए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ज़रुरत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मुनासिब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हो।</w:t>
      </w:r>
      <w:r>
        <w:rPr>
          <w:rFonts w:hint="eastAsia"/>
        </w:rPr>
        <w:t>”</w:t>
      </w:r>
    </w:p>
    <w:p w:rsidR="00CE40C4" w:rsidRDefault="00CE40C4" w:rsidP="00CE40C4">
      <w:pPr>
        <w:pStyle w:val="libNormal"/>
      </w:pPr>
      <w:r>
        <w:tab/>
      </w:r>
      <w:r>
        <w:rPr>
          <w:rFonts w:hint="cs"/>
          <w:cs/>
          <w:lang w:bidi="hi-IN"/>
        </w:rPr>
        <w:t>अब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नजफ़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अलीअ</w:t>
      </w:r>
      <w:r>
        <w:t>0</w:t>
      </w:r>
      <w:r>
        <w:rPr>
          <w:rFonts w:hint="cs"/>
          <w:cs/>
          <w:lang w:bidi="hi-IN"/>
        </w:rPr>
        <w:t>स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रोज़े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गुफ़्तगु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बड़ी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पुरशिकोह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बाअज़मत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आरामगाह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सनाई</w:t>
      </w:r>
      <w:r>
        <w:t xml:space="preserve">, </w:t>
      </w:r>
      <w:r>
        <w:rPr>
          <w:rFonts w:hint="cs"/>
          <w:cs/>
          <w:lang w:bidi="hi-IN"/>
        </w:rPr>
        <w:t>नक़्काशी</w:t>
      </w:r>
      <w:r>
        <w:t xml:space="preserve">, </w:t>
      </w:r>
      <w:r>
        <w:rPr>
          <w:rFonts w:hint="cs"/>
          <w:cs/>
          <w:lang w:bidi="hi-IN"/>
        </w:rPr>
        <w:t>आईनाकारी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मुख़्तलिफ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सजावटों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बेमिसाल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शाहकार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इतराफ़े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मज़ार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बड़े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बड़े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पुरशिकोह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कमरे</w:t>
      </w:r>
      <w:r>
        <w:t xml:space="preserve">, </w:t>
      </w:r>
      <w:r>
        <w:rPr>
          <w:rFonts w:hint="cs"/>
          <w:cs/>
          <w:lang w:bidi="hi-IN"/>
        </w:rPr>
        <w:t>तिलाई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अज़ीम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गुम्बद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मीनारे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अजीब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मंज़र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गिरोह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गिरोह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रोज़े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ज़ियारत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हाज़िर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नमाज़े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जमाअत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शिरकत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बड़े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वलिहाना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अन्दाज़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इख़लास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इरादत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मुजस्सिमा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ज़रीह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बोसा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दाख़िले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आशिक़ाने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दरवाज़े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चौखट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गिरा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बड़े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एहतेराम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बाहरगाह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ज़मीन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चूमते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अलीअ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दुरुद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भेजते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इज़्ने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दख़ूल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पढ़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दाख़िल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अज़ीमुश्शान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कमरे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ओलमा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दीन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ज़ायरीने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इक़ामतगाह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CE40C4" w:rsidRDefault="00CE40C4" w:rsidP="00CE40C4">
      <w:pPr>
        <w:pStyle w:val="libNormal"/>
      </w:pPr>
      <w:r>
        <w:tab/>
      </w:r>
      <w:r>
        <w:rPr>
          <w:rFonts w:hint="cs"/>
          <w:cs/>
          <w:lang w:bidi="hi-IN"/>
        </w:rPr>
        <w:t>करबला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मोअल्ला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मशहूर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आरामगाहें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थोड़े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इख़्तिलाफ़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नजफ़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वाक़े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अलीअ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आरामगाह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तर्ज़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आरामगाह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हुसैनअ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हज़रतअ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कर्बला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ज़ायरीन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नजफ़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रोज़ाना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हाज़री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इमामअ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ज़ियारत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कर्बला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मजमूई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तौर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नजफ़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ज़्यादा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दरमियान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खूबसूरती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चाँद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</w:p>
    <w:p w:rsidR="00CE40C4" w:rsidRDefault="00CE40C4" w:rsidP="00CE40C4">
      <w:pPr>
        <w:pStyle w:val="libNormal"/>
      </w:pPr>
      <w:r>
        <w:tab/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शहरों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वीरानी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आशफ़ताहाली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कामयाबी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मवाक़े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फ़राहम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हालतेज़ार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अन्दाज़ा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हुक्काम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शहरों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किन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जराएम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इस्तेकाब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कैसी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कैसी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ज़ियादतियाँ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बड़े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नादान</w:t>
      </w:r>
      <w:r>
        <w:t xml:space="preserve">, </w:t>
      </w:r>
      <w:r>
        <w:rPr>
          <w:rFonts w:hint="cs"/>
          <w:cs/>
          <w:lang w:bidi="hi-IN"/>
        </w:rPr>
        <w:t>लालची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खुदसर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मालूम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इराक़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ख़रीद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क़ौम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हुकूमत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नालां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जैसा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आज़ादी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बावजूद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हुक्काम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जुल्म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सितम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सुकून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रद्दे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ज़ाहिर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सुन्नत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सरज़मीन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तुर्क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गवर्नर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तसल्लुत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नाखुश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तौर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जब्कि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अशराफ़ियत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ख़ून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दौड़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उधर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ख़ानदाने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रिसालतस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वाबस्तगी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अफ़राद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हुकूमती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इन्तेज़ामात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गवर्नर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ज़्यादा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हक़दार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समझते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</w:p>
    <w:p w:rsidR="00CE40C4" w:rsidRDefault="00CE40C4" w:rsidP="00CE40C4">
      <w:pPr>
        <w:pStyle w:val="libNormal"/>
      </w:pPr>
      <w:r>
        <w:tab/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बस्तियाँ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वीरान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गर्दों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गुबार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बस्ती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मुक़द्दर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बदनज़मी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दौरा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रास्तों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लुटेरे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काबिज़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बैठे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हुकूमत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सरपरस्ती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आज़ाद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क़ाफ़िला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गुज़रे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लूटना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शुरु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लेहाज़ा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बड़े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बड़े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क़ाफ़िले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सिर्फ़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वक़्त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मंजिले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मक़सूद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पहुंच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मुसल्लेह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आदमियों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हुकूमत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हिमायत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हासिल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हो।</w:t>
      </w:r>
    </w:p>
    <w:p w:rsidR="00CE40C4" w:rsidRDefault="00CE40C4" w:rsidP="00CE40C4">
      <w:pPr>
        <w:pStyle w:val="libNormal"/>
      </w:pPr>
      <w:r>
        <w:tab/>
      </w:r>
      <w:r>
        <w:rPr>
          <w:rFonts w:hint="cs"/>
          <w:cs/>
          <w:lang w:bidi="hi-IN"/>
        </w:rPr>
        <w:t>दूसरी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क़बाएली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झड़पों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इज़ाफ़ा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क़बीला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क़बीले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आवर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क़त्ल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ग़ारतगरी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बाज़ार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गर्म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रोज़ाना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अफ़राद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घाट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उतर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नादानी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बेइल्मी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इराक़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अजीब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लपेट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वाक़िआत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कुरुने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वुस्ता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पादरियों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दौर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सिर्फ़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नजफ़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कर्बला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ओलमा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मुस्तसना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क़दर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तालिबे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ओलमा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जाहिल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मुल्की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इक़्तेसाद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बीमारी</w:t>
      </w:r>
      <w:r>
        <w:t xml:space="preserve">, </w:t>
      </w:r>
      <w:r>
        <w:rPr>
          <w:rFonts w:hint="cs"/>
          <w:cs/>
          <w:lang w:bidi="hi-IN"/>
        </w:rPr>
        <w:t>बेरोज़गारी</w:t>
      </w:r>
      <w:r>
        <w:t xml:space="preserve">, </w:t>
      </w:r>
      <w:r>
        <w:rPr>
          <w:rFonts w:hint="cs"/>
          <w:cs/>
          <w:lang w:bidi="hi-IN"/>
        </w:rPr>
        <w:t>ज़ेहालत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बदबख़्तियों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शिद्दत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मुतवस्सित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ममतलिकात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शीराज़ा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बिख़र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हंगामा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बपा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हुकूमत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अवाम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दरमियान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मुफ़ाहिमत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दुश्मन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समझते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तआवुन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ओलमा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दीन</w:t>
      </w:r>
      <w:r>
        <w:t xml:space="preserve">, </w:t>
      </w:r>
      <w:r>
        <w:rPr>
          <w:rFonts w:hint="cs"/>
          <w:cs/>
          <w:lang w:bidi="hi-IN"/>
        </w:rPr>
        <w:t>इलाही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मसाएल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ग़र्क़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दुनिया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ज़िन्दगी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नज़रों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ओझल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थी।</w:t>
      </w:r>
    </w:p>
    <w:p w:rsidR="00CE40C4" w:rsidRDefault="00CE40C4" w:rsidP="00CE40C4">
      <w:pPr>
        <w:pStyle w:val="libNormal"/>
      </w:pPr>
      <w:r>
        <w:lastRenderedPageBreak/>
        <w:tab/>
      </w:r>
      <w:r>
        <w:rPr>
          <w:rFonts w:hint="cs"/>
          <w:cs/>
          <w:lang w:bidi="hi-IN"/>
        </w:rPr>
        <w:t>ज़मीन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ख़ुश्क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खेतियाँ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उजाड़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दजला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फुरात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खेतों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सेराब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बजाये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आशाफ़ता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मेहमान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प्यासी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ज़मीन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बीच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बसरअत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गुज़र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मुल्क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आशफ़ता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यक़ीनन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इन्क़ेलाब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ख़ेमा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थी।ॉ</w:t>
      </w:r>
    </w:p>
    <w:p w:rsidR="00CE40C4" w:rsidRDefault="00CE40C4" w:rsidP="00CE40C4">
      <w:pPr>
        <w:pStyle w:val="libNormal"/>
      </w:pPr>
      <w:r>
        <w:tab/>
      </w:r>
      <w:r>
        <w:rPr>
          <w:rFonts w:hint="cs"/>
          <w:cs/>
          <w:lang w:bidi="hi-IN"/>
        </w:rPr>
        <w:t>मुख़्तसर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कर्बला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नजफ़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महीने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गुज़ारे।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नजफ़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t xml:space="preserve">,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बीमारी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मुब्तिला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जीने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टूट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हफ़्ते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आख़िरकार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डाक्टर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रुजू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पड़ा।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दवायें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तजवीज़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इस्तेमाल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बतदरीज</w:t>
      </w:r>
      <w:r>
        <w:t xml:space="preserve">, </w:t>
      </w:r>
      <w:r>
        <w:rPr>
          <w:rFonts w:hint="cs"/>
          <w:cs/>
          <w:lang w:bidi="hi-IN"/>
        </w:rPr>
        <w:t>बेहतर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गर्मी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बड़ी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शदीद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नाक़बिले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बर्दाश्त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बीमारी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वक़्त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तहख़ाने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गुज़ारा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क़दर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पुरसुकून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ठण्डा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मालिके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मकान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मुख़्तसर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दारु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पीने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इन्तेज़ाम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अलीअ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ज़व्वारों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ख़िदमत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तक़रुबे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इलाही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समझता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बीमारी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इब्तिदाई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ग़िज़ा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मुर्ग़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सूप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डाक्टर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इजाज़त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गोश्त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चावल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इस्तेमाल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शुरु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किया।</w:t>
      </w:r>
    </w:p>
    <w:p w:rsidR="00CE40C4" w:rsidRDefault="00CE40C4" w:rsidP="00CB7175">
      <w:pPr>
        <w:pStyle w:val="libNormal"/>
      </w:pPr>
      <w:r>
        <w:tab/>
      </w:r>
      <w:r>
        <w:rPr>
          <w:rFonts w:hint="cs"/>
          <w:cs/>
          <w:lang w:bidi="hi-IN"/>
        </w:rPr>
        <w:t>बीमारी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कद्र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इफ़ाक़े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बग़दाद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रवाना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वहां</w:t>
      </w:r>
      <w:r>
        <w:rPr>
          <w:cs/>
          <w:lang w:bidi="hi-IN"/>
        </w:rPr>
        <w:t xml:space="preserve"> </w:t>
      </w:r>
      <w:r w:rsidR="00CB7175">
        <w:rPr>
          <w:rFonts w:hint="cs"/>
          <w:cs/>
          <w:lang w:bidi="hi-IN"/>
        </w:rPr>
        <w:t>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कर्बला</w:t>
      </w:r>
      <w:r>
        <w:t xml:space="preserve">, </w:t>
      </w:r>
      <w:r>
        <w:rPr>
          <w:rFonts w:hint="cs"/>
          <w:cs/>
          <w:lang w:bidi="hi-IN"/>
        </w:rPr>
        <w:t>नजफ</w:t>
      </w:r>
      <w:r>
        <w:t xml:space="preserve">, </w:t>
      </w:r>
      <w:r>
        <w:rPr>
          <w:rFonts w:hint="cs"/>
          <w:cs/>
          <w:lang w:bidi="hi-IN"/>
        </w:rPr>
        <w:t>हिल्ला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बग़दाद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मुतअल्लिक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मुशाहिदात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तक़रीबन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सफ़हात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मुश्तमिल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रिपोर्ट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आबादयाती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इलाकों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विज़ारत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रक़म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लंदन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भेजने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बग़दाद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मज़कूरा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विज़ारत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नुमाइन्दा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सुपुर्द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रुकने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लंदन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वापस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मुअल्लिक़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एहकामात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इन्तेज़ार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बै़ठा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रहा।</w:t>
      </w:r>
    </w:p>
    <w:p w:rsidR="00CE40C4" w:rsidRDefault="00CE40C4" w:rsidP="00CE40C4">
      <w:pPr>
        <w:pStyle w:val="libNormal"/>
      </w:pPr>
      <w:r>
        <w:tab/>
      </w:r>
      <w:r>
        <w:rPr>
          <w:rFonts w:hint="cs"/>
          <w:cs/>
          <w:lang w:bidi="hi-IN"/>
        </w:rPr>
        <w:t>यहां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बताता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चलूं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वापसी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बेक़रार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t xml:space="preserve">, </w:t>
      </w:r>
      <w:r>
        <w:rPr>
          <w:rFonts w:hint="cs"/>
          <w:cs/>
          <w:lang w:bidi="hi-IN"/>
        </w:rPr>
        <w:t>क्योंकि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देश</w:t>
      </w:r>
      <w:r>
        <w:t xml:space="preserve">, </w:t>
      </w:r>
      <w:r>
        <w:rPr>
          <w:rFonts w:hint="cs"/>
          <w:cs/>
          <w:lang w:bidi="hi-IN"/>
        </w:rPr>
        <w:t>ख़ानदान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अज़ीज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अक़ारिब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छूटे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तौर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रास्पोटीन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ख्याल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इराक़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रवानगी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अर्से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दुनिया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वारिद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मौलूद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बेचैन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बाएस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दरख़्वास्त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मुख़्तसर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अर्से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वापस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लंदन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इजाज़त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इराक़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अर्सा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बग़दाद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आबादयाती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इलाकों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विज़रात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नुमाइन्दे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इसरार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जाऊँ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मुम्किन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निगाह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मद्दे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नज़र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दजला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करीब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मुसाफ़िर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ठिकाना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बनाया।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आबादयाती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इलाक़े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नुमाइन्दा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लंदन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जवाब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बाख़बर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जायेगा।</w:t>
      </w:r>
    </w:p>
    <w:p w:rsidR="00CE40C4" w:rsidRDefault="00CE40C4" w:rsidP="00CE40C4">
      <w:pPr>
        <w:pStyle w:val="libNormal"/>
      </w:pPr>
      <w:r>
        <w:tab/>
      </w:r>
      <w:r>
        <w:rPr>
          <w:rFonts w:hint="cs"/>
          <w:cs/>
          <w:lang w:bidi="hi-IN"/>
        </w:rPr>
        <w:t>बग़दाद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अक़ामत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दौरान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हुकूमत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पाया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तख़्त</w:t>
      </w:r>
      <w:r>
        <w:rPr>
          <w:cs/>
          <w:lang w:bidi="hi-IN"/>
        </w:rPr>
        <w:t xml:space="preserve"> </w:t>
      </w:r>
      <w:r>
        <w:rPr>
          <w:rFonts w:ascii="Times New Roman" w:hAnsi="Times New Roman" w:cs="Times New Roman"/>
        </w:rPr>
        <w:t>“</w:t>
      </w:r>
      <w:r>
        <w:rPr>
          <w:rFonts w:hint="cs"/>
          <w:cs/>
          <w:lang w:bidi="hi-IN"/>
        </w:rPr>
        <w:t>कुस्तुनतुनिया</w:t>
      </w:r>
      <w:r>
        <w:rPr>
          <w:rFonts w:hint="eastAsia"/>
        </w:rPr>
        <w:t>”</w:t>
      </w:r>
      <w: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मवाज़ना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नुमायां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फ़र्क़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महसूस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अरबों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निस्बत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दुश्मनी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बदनियती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ग़म्माज़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इराक़ी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शहरों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इराक़ी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आबादियों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हिफ़ाज़ाने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सेहत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उसूलों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बरख़िलाफ़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ग़िलाज़त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गन्दगी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मिस्किन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कसर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छोड़ी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थी।</w:t>
      </w:r>
    </w:p>
    <w:p w:rsidR="00CE40C4" w:rsidRDefault="00CE40C4" w:rsidP="00CE40C4">
      <w:pPr>
        <w:pStyle w:val="libNormal"/>
      </w:pPr>
      <w:r>
        <w:tab/>
      </w:r>
      <w:r>
        <w:rPr>
          <w:rFonts w:hint="cs"/>
          <w:cs/>
          <w:lang w:bidi="hi-IN"/>
        </w:rPr>
        <w:t>बसरा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कर्बला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नजफ़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पहुँचने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मोहम्मद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अब्दुल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ख्याल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बड़ा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फ़क्रमन्द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बड़ी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मेहनत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t xml:space="preserve">,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भरोसा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t xml:space="preserve">, </w:t>
      </w:r>
      <w:r>
        <w:rPr>
          <w:rFonts w:hint="cs"/>
          <w:cs/>
          <w:lang w:bidi="hi-IN"/>
        </w:rPr>
        <w:t>क्योंकि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मतलूने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मिज़ाज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वाक़ै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अलावा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गुस्से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बड़ा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तेज़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ख़ुसुसियात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पेशे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नज़र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धड़का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मेहनत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अकारत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ख़्वाहिश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अर्से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सीने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जाये।</w:t>
      </w:r>
    </w:p>
    <w:p w:rsidR="00CE40C4" w:rsidRDefault="00CE40C4" w:rsidP="00CE40C4">
      <w:pPr>
        <w:pStyle w:val="libNormal"/>
      </w:pPr>
      <w:r>
        <w:tab/>
      </w:r>
      <w:r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बसरा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सिम्त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रवाना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तुर्की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बज़िद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मालूमात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हासिल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ब़ड़ी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सख़्ती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सफ़र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डर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उलटी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सीधी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बैठो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कुफ्र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इलहाम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इलज़ाम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ख़ून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रायगां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सच्ची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ओलमा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अहले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सुन्नत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राब्ता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क़ायम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ख़तरा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मोहकम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दलीलों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ज़रिये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दोबारा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फांस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मन्सूबे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जायें।</w:t>
      </w:r>
    </w:p>
    <w:p w:rsidR="00CE40C4" w:rsidRDefault="00CE40C4" w:rsidP="00CE40C4">
      <w:pPr>
        <w:pStyle w:val="libNormal"/>
      </w:pPr>
      <w:r>
        <w:tab/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मोहम्मद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बसरा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मजबूरन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ईरान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उभारा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शीराज़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इस्फ़ेहान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सैर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करे।</w:t>
      </w:r>
    </w:p>
    <w:p w:rsidR="00CE40C4" w:rsidRDefault="00CE40C4" w:rsidP="00CE40C4">
      <w:pPr>
        <w:pStyle w:val="libNormal"/>
      </w:pPr>
      <w:r>
        <w:tab/>
      </w:r>
      <w:r>
        <w:rPr>
          <w:rFonts w:hint="cs"/>
          <w:cs/>
          <w:lang w:bidi="hi-IN"/>
        </w:rPr>
        <w:t>यहाँ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वज़हात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ज़रुरी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शहरों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मज़हब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पैरुकार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बईद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क़यास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शेख़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अक़ाएद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मुतस्सिर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इत्मिनान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t xml:space="preserve">, </w:t>
      </w:r>
      <w:r>
        <w:rPr>
          <w:rFonts w:hint="cs"/>
          <w:cs/>
          <w:lang w:bidi="hi-IN"/>
        </w:rPr>
        <w:t>क्योंकि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शेख़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अच्छी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</w:p>
    <w:p w:rsidR="00CE40C4" w:rsidRDefault="00CE40C4" w:rsidP="00CE40C4">
      <w:pPr>
        <w:pStyle w:val="libNormal"/>
      </w:pPr>
      <w:r>
        <w:tab/>
      </w:r>
      <w:r>
        <w:rPr>
          <w:rFonts w:hint="cs"/>
          <w:cs/>
          <w:lang w:bidi="hi-IN"/>
        </w:rPr>
        <w:t>रुख़सत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पूछाः</w:t>
      </w:r>
      <w:r>
        <w:rPr>
          <w:cs/>
          <w:lang w:bidi="hi-IN"/>
        </w:rPr>
        <w:t xml:space="preserve"> </w:t>
      </w:r>
      <w:r>
        <w:rPr>
          <w:rFonts w:ascii="Times New Roman" w:hAnsi="Times New Roman" w:cs="Times New Roman"/>
        </w:rPr>
        <w:t>“</w:t>
      </w:r>
      <w:r>
        <w:rPr>
          <w:rFonts w:hint="cs"/>
          <w:cs/>
          <w:lang w:bidi="hi-IN"/>
        </w:rPr>
        <w:t>तक़य्या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ख़्याल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rFonts w:hint="eastAsia"/>
        </w:rPr>
        <w:t>”</w:t>
      </w:r>
      <w:r>
        <w:t>?</w:t>
      </w:r>
    </w:p>
    <w:p w:rsidR="00CE40C4" w:rsidRDefault="00CE40C4" w:rsidP="00CE40C4">
      <w:pPr>
        <w:pStyle w:val="libNormal"/>
      </w:pPr>
      <w:r>
        <w:tab/>
      </w:r>
      <w:r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कहाः</w:t>
      </w:r>
      <w:r>
        <w:rPr>
          <w:cs/>
          <w:lang w:bidi="hi-IN"/>
        </w:rPr>
        <w:t xml:space="preserve"> </w:t>
      </w:r>
      <w:r>
        <w:rPr>
          <w:rFonts w:ascii="Times New Roman" w:hAnsi="Times New Roman" w:cs="Times New Roman"/>
        </w:rPr>
        <w:t>“</w:t>
      </w:r>
      <w:r>
        <w:rPr>
          <w:rFonts w:hint="cs"/>
          <w:cs/>
          <w:lang w:bidi="hi-IN"/>
        </w:rPr>
        <w:t>दुरुस्त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पैग़म्बरे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अकरमस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सहाबी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अम्माररजि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मुशरेकीन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डर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क़त्ल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मुशरिक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ज़ाहिर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ख़त्म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मरतबतस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जनाबे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अम्मार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यासिररजि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रविश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इशारा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rFonts w:hint="eastAsia"/>
        </w:rPr>
        <w:t>”</w:t>
      </w:r>
    </w:p>
    <w:p w:rsidR="00CE40C4" w:rsidRDefault="00CE40C4" w:rsidP="00CE40C4">
      <w:pPr>
        <w:pStyle w:val="libNormal"/>
      </w:pPr>
      <w:r>
        <w:tab/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कहाः</w:t>
      </w:r>
      <w:r>
        <w:rPr>
          <w:cs/>
          <w:lang w:bidi="hi-IN"/>
        </w:rPr>
        <w:t xml:space="preserve"> </w:t>
      </w:r>
      <w:r>
        <w:rPr>
          <w:rFonts w:ascii="Times New Roman" w:hAnsi="Times New Roman" w:cs="Times New Roman"/>
        </w:rPr>
        <w:t>“</w:t>
      </w:r>
      <w:r>
        <w:rPr>
          <w:rFonts w:hint="cs"/>
          <w:cs/>
          <w:lang w:bidi="hi-IN"/>
        </w:rPr>
        <w:t>पस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वाजिब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ईरान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तक़य्ये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भूलो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ख़ालिस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ज़ाहिर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एतराज़ात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ओलमा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सोहबत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हासिल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ईरानियों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आदाब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रुसूम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आईन्दा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मालूमात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तुम्हारे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आयेगी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तु्म्हें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मक़़ासिद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ब़ड़ी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कामयाबी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करेगी</w:t>
      </w:r>
      <w:r>
        <w:rPr>
          <w:rFonts w:hint="eastAsia"/>
        </w:rPr>
        <w:t>”</w:t>
      </w:r>
      <w:r>
        <w:rPr>
          <w:rFonts w:hint="cs"/>
          <w:cs/>
          <w:lang w:bidi="hi-IN"/>
        </w:rPr>
        <w:t>।</w:t>
      </w:r>
    </w:p>
    <w:p w:rsidR="00CE40C4" w:rsidRDefault="00CE40C4" w:rsidP="00CE40C4">
      <w:pPr>
        <w:pStyle w:val="libNormal"/>
      </w:pPr>
      <w:r>
        <w:tab/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गुफ्त़गू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रक़म</w:t>
      </w:r>
      <w:r>
        <w:rPr>
          <w:cs/>
          <w:lang w:bidi="hi-IN"/>
        </w:rPr>
        <w:t xml:space="preserve"> </w:t>
      </w:r>
      <w:r>
        <w:rPr>
          <w:rFonts w:ascii="Times New Roman" w:hAnsi="Times New Roman" w:cs="Times New Roman"/>
        </w:rPr>
        <w:t>“</w:t>
      </w:r>
      <w:r>
        <w:rPr>
          <w:rFonts w:hint="cs"/>
          <w:cs/>
          <w:lang w:bidi="hi-IN"/>
        </w:rPr>
        <w:t>ज़कात</w:t>
      </w:r>
      <w:r>
        <w:rPr>
          <w:rFonts w:hint="eastAsia"/>
        </w:rPr>
        <w:t>”</w:t>
      </w:r>
      <w: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उन्वान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ज़कात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टैक्स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सरमायादारों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वसूल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आमदनी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उम्मत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बहबूद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ख़र्च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रास्ते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घोड़ा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ख़रीद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सख़्त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ज़रुरत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मालूम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ज़्यादा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तशवीश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निकलते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वक़्त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वापस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पहुंचना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पहुँच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कैफ़ियत</w:t>
      </w:r>
      <w:r>
        <w:rPr>
          <w:cs/>
          <w:lang w:bidi="hi-IN"/>
        </w:rPr>
        <w:t xml:space="preserve"> </w:t>
      </w:r>
      <w:r>
        <w:rPr>
          <w:rFonts w:ascii="Times New Roman" w:hAnsi="Times New Roman" w:cs="Times New Roman"/>
        </w:rPr>
        <w:t>“</w:t>
      </w:r>
      <w:r>
        <w:rPr>
          <w:rFonts w:hint="cs"/>
          <w:cs/>
          <w:lang w:bidi="hi-IN"/>
        </w:rPr>
        <w:t>अब्दुर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तुरखान</w:t>
      </w:r>
      <w:r>
        <w:rPr>
          <w:rFonts w:hint="eastAsia"/>
        </w:rPr>
        <w:t>”</w:t>
      </w:r>
      <w: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भेजे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बाख़बर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इत्तिला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थी।</w:t>
      </w:r>
      <w:r>
        <w:rPr>
          <w:cs/>
          <w:lang w:bidi="hi-IN"/>
        </w:rPr>
        <w:t xml:space="preserve"> </w:t>
      </w:r>
    </w:p>
    <w:p w:rsidR="00CE40C4" w:rsidRDefault="00CE40C4" w:rsidP="00CB7175">
      <w:pPr>
        <w:pStyle w:val="libNormal"/>
      </w:pPr>
      <w:bookmarkStart w:id="10" w:name="_Toc512662059"/>
      <w:bookmarkStart w:id="11" w:name="_Toc512662163"/>
      <w:r w:rsidRPr="00CB7175">
        <w:rPr>
          <w:rStyle w:val="Heading1Char"/>
          <w:rFonts w:eastAsia="Calibri" w:cs="Mangal" w:hint="cs"/>
          <w:cs/>
        </w:rPr>
        <w:t>कुछ</w:t>
      </w:r>
      <w:r w:rsidRPr="00CB7175">
        <w:rPr>
          <w:rStyle w:val="Heading1Char"/>
          <w:rFonts w:eastAsia="Calibri"/>
          <w:cs/>
        </w:rPr>
        <w:t xml:space="preserve"> </w:t>
      </w:r>
      <w:r w:rsidRPr="00CB7175">
        <w:rPr>
          <w:rStyle w:val="Heading1Char"/>
          <w:rFonts w:eastAsia="Calibri" w:cs="Mangal" w:hint="cs"/>
          <w:cs/>
        </w:rPr>
        <w:t>अर्से</w:t>
      </w:r>
      <w:r w:rsidRPr="00CB7175">
        <w:rPr>
          <w:rStyle w:val="Heading1Char"/>
          <w:rFonts w:eastAsia="Calibri"/>
          <w:cs/>
        </w:rPr>
        <w:t xml:space="preserve"> </w:t>
      </w:r>
      <w:r w:rsidRPr="00CB7175">
        <w:rPr>
          <w:rStyle w:val="Heading1Char"/>
          <w:rFonts w:eastAsia="Calibri" w:cs="Mangal" w:hint="cs"/>
          <w:cs/>
        </w:rPr>
        <w:t>इन्तेज़ार</w:t>
      </w:r>
      <w:r w:rsidRPr="00CB7175">
        <w:rPr>
          <w:rStyle w:val="Heading1Char"/>
          <w:rFonts w:eastAsia="Calibri"/>
          <w:cs/>
        </w:rPr>
        <w:t xml:space="preserve"> </w:t>
      </w:r>
      <w:r w:rsidRPr="00CB7175">
        <w:rPr>
          <w:rStyle w:val="Heading1Char"/>
          <w:rFonts w:eastAsia="Calibri" w:cs="Mangal" w:hint="cs"/>
          <w:cs/>
        </w:rPr>
        <w:t>के</w:t>
      </w:r>
      <w:r w:rsidRPr="00CB7175">
        <w:rPr>
          <w:rStyle w:val="Heading1Char"/>
          <w:rFonts w:eastAsia="Calibri"/>
          <w:cs/>
        </w:rPr>
        <w:t xml:space="preserve"> </w:t>
      </w:r>
      <w:r w:rsidRPr="00CB7175">
        <w:rPr>
          <w:rStyle w:val="Heading1Char"/>
          <w:rFonts w:eastAsia="Calibri" w:cs="Mangal" w:hint="cs"/>
          <w:cs/>
        </w:rPr>
        <w:t>बाद</w:t>
      </w:r>
      <w:bookmarkEnd w:id="10"/>
      <w:bookmarkEnd w:id="11"/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बिलआख़िर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नोआबादयाती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इलाकों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विज़ारत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ज़रुरी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</w:t>
      </w:r>
      <w:r w:rsidR="00CB7175">
        <w:rPr>
          <w:rFonts w:hint="cs"/>
          <w:cs/>
          <w:lang w:bidi="hi-IN"/>
        </w:rPr>
        <w:t>ह</w:t>
      </w:r>
      <w:r>
        <w:rPr>
          <w:rFonts w:hint="cs"/>
          <w:cs/>
          <w:lang w:bidi="hi-IN"/>
        </w:rPr>
        <w:t>कामात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बग़दाद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पहुंचे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हुकूमत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फ़ौरी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तौर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तलब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लंदन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पहुंचते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नौआबादयाती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इलाक़ों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विज़ारत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सेक्रेट्री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ओहदादारों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कमीशन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तशकील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जलसे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फराएज़</w:t>
      </w:r>
      <w:r>
        <w:t xml:space="preserve">, </w:t>
      </w:r>
      <w:r>
        <w:rPr>
          <w:rFonts w:hint="cs"/>
          <w:cs/>
          <w:lang w:bidi="hi-IN"/>
        </w:rPr>
        <w:t>इक़दामात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मुतालिआत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मब्नी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रिपोर्ट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लंदन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हुक्काम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सामने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बैनुल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नहरैन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कैफ़ियत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आगाह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किया।</w:t>
      </w:r>
    </w:p>
    <w:p w:rsidR="00CE40C4" w:rsidRDefault="00CE40C4" w:rsidP="00CE40C4">
      <w:pPr>
        <w:pStyle w:val="libNormal"/>
      </w:pPr>
      <w:r>
        <w:lastRenderedPageBreak/>
        <w:tab/>
      </w:r>
      <w:r>
        <w:rPr>
          <w:rFonts w:hint="cs"/>
          <w:cs/>
          <w:lang w:bidi="hi-IN"/>
        </w:rPr>
        <w:t>इराक़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मुतअल्लिक़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फ़राहमकर्दा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मालूमात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कारगुज़ारियों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जीत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इराक़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रिपोर्ट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 w:rsidR="00A15773">
        <w:rPr>
          <w:rFonts w:hint="cs"/>
          <w:cs/>
          <w:lang w:bidi="hi-IN"/>
        </w:rPr>
        <w:t>र</w:t>
      </w:r>
      <w:r>
        <w:rPr>
          <w:rFonts w:hint="cs"/>
          <w:cs/>
          <w:lang w:bidi="hi-IN"/>
        </w:rPr>
        <w:t>वाना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मुतईन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उधर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सफ़िया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रिपोर्ट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भेजी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रिपोर्ट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ताईद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अलावा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मालूम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विज़ारतख़ाना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निगरानी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मख़सूस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अफ़राद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पीछे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सफ़र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निगाह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अफ़राद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रिपोर्टों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तर्ज़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दिलचस्पी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रिज़ाइयत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इज़हार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रिपोर्टों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तस्दीक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ताईद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लंदन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मालूम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विज़ारतख़ाना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निगरानी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मख़सूस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अफ़राद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पीछे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सफ़र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निगाह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अफ़राद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रिपोर्टों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तर्ज़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दिलचस्पी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रिज़ाइयत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इज़हार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रिपोर्टों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तस्दीक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ताईद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लंदन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भेजा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मर्तबा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कुल्ली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तौर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मैदान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मुझशे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दौर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सेक्रेट्री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वज़ीर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मुलाक़ात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वक़्त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वज़ीर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वज़ीर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चेहरे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गोना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शगुफ़्तगी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ब़ड़े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पुरतपाक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अन्दाज़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आमदीद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मिलाया।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मुलाक़ात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गुज़िश्ता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बेजान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मुख़्तसर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जगह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CE40C4" w:rsidRDefault="00CE40C4" w:rsidP="00CE40C4">
      <w:pPr>
        <w:pStyle w:val="libNormal"/>
      </w:pPr>
      <w:r>
        <w:lastRenderedPageBreak/>
        <w:tab/>
      </w:r>
      <w:r>
        <w:rPr>
          <w:rFonts w:hint="cs"/>
          <w:cs/>
          <w:lang w:bidi="hi-IN"/>
        </w:rPr>
        <w:t>वज़ीर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तौर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महारत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मोअतरिफ़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बुनियाद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शेख़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मोहम्मद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अब्दुल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कब्ज़े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गुफ़्तगू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दौरान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थाः</w:t>
      </w:r>
      <w:r>
        <w:rPr>
          <w:cs/>
          <w:lang w:bidi="hi-IN"/>
        </w:rPr>
        <w:t xml:space="preserve"> </w:t>
      </w:r>
      <w:r>
        <w:rPr>
          <w:rFonts w:ascii="Times New Roman" w:hAnsi="Times New Roman" w:cs="Times New Roman"/>
        </w:rPr>
        <w:t>“</w:t>
      </w:r>
      <w:r>
        <w:rPr>
          <w:rFonts w:hint="cs"/>
          <w:cs/>
          <w:lang w:bidi="hi-IN"/>
        </w:rPr>
        <w:t>मोहम्मद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तसल्लुत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नोआबादयाती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विज़ारत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मसअला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rFonts w:hint="eastAsia"/>
        </w:rPr>
        <w:t>”</w:t>
      </w:r>
      <w:r>
        <w:t xml:space="preserve"> </w:t>
      </w:r>
      <w:r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बड़ी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शिद्दत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ताकीद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मोहम्मद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मुनज़्जम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मनसूबे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तहत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आगाह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करुं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आईन्दा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t xml:space="preserve">, </w:t>
      </w:r>
      <w:r>
        <w:rPr>
          <w:rFonts w:hint="cs"/>
          <w:cs/>
          <w:lang w:bidi="hi-IN"/>
        </w:rPr>
        <w:t>अंजाम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बार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एतराफ़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अज़ीम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बर्तानिया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ख़िदमात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शे़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मोहम्मद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जैसे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शख़्स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जुस्तजू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नुफूज़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मुक़ाबिले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पासिंग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नहीँ।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नोआबादयाती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इलाक़ों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वज़ीर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शेख़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गुमशुदकी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परेशाह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निहायत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इत्मिना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जवाब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दियाः</w:t>
      </w:r>
      <w:r>
        <w:rPr>
          <w:cs/>
          <w:lang w:bidi="hi-IN"/>
        </w:rPr>
        <w:t xml:space="preserve"> </w:t>
      </w:r>
      <w:r>
        <w:rPr>
          <w:rFonts w:ascii="Times New Roman" w:hAnsi="Times New Roman" w:cs="Times New Roman"/>
        </w:rPr>
        <w:t>“</w:t>
      </w:r>
      <w:r>
        <w:rPr>
          <w:rFonts w:hint="cs"/>
          <w:cs/>
          <w:lang w:bidi="hi-IN"/>
        </w:rPr>
        <w:t>परेशान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ज़रुरत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शेख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पढाया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आदमी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इस्फ़ेहान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राब्ता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क़ायम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रिपोर्टों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मालूम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शेख़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डगर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क़ायम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शेख़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गुरुर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नख़ूत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अंग्रेज़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जासूस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इजाज़त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मालूमात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फ़राहम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मौजू़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वज़ीर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चीत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ख़ौफ़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महसूस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शेख़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दोबारा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मुलाक़ात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माजरा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सुनाया।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बताया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इस्फ़ेहान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दोस्ती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अब्दुल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शख्स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क़लम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ज़ाहिर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शेख़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सिक्का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बिठा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मालूम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सफ़िया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अर्से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इस्फ़ेहान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मज़ीद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महीने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बल्कि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अब्दुल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शीराज़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अब्दुल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शेख़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सफ़िया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ज़्यादा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ख़ूबसूरत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लड़की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इन्तेजाम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शीराज़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यहूदी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ख़ानदान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हसीन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जमील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लड़की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आसिया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अब्दुल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इस्फ़ेहान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मादर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पिदर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आज़ाद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ईसाई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फ़र्ज़ी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आसिया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ईरान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बर्तानिया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नौआबादयाती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इलाक़ों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विज़ारत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क़दीम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मुलाजि़म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</w:p>
    <w:p w:rsidR="00CE40C4" w:rsidRDefault="00CE40C4" w:rsidP="00CE40C4">
      <w:pPr>
        <w:pStyle w:val="libNormal"/>
      </w:pPr>
      <w:r>
        <w:tab/>
      </w:r>
      <w:r>
        <w:rPr>
          <w:rFonts w:hint="cs"/>
          <w:cs/>
          <w:lang w:bidi="hi-IN"/>
        </w:rPr>
        <w:t>मुख़्तसर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अब्दुल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करीम</w:t>
      </w:r>
      <w:r>
        <w:t xml:space="preserve">, </w:t>
      </w:r>
      <w:r>
        <w:rPr>
          <w:rFonts w:hint="cs"/>
          <w:cs/>
          <w:lang w:bidi="hi-IN"/>
        </w:rPr>
        <w:t>सफ़िया</w:t>
      </w:r>
      <w:r>
        <w:t xml:space="preserve">, </w:t>
      </w:r>
      <w:r>
        <w:rPr>
          <w:rFonts w:hint="cs"/>
          <w:cs/>
          <w:lang w:bidi="hi-IN"/>
        </w:rPr>
        <w:t>आसिया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राक़िमुल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हुरुफ़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कोशिशों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शेख़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मोहम्मद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अब्दुल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नौआबादयाती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इलाकों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विज़ारत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ख़्वाहिशात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मुताबिक़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ढाला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आईऩ्दा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प्लानिंग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ज़िम्मेदारी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उठाने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आमादा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नुकता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काबिले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ज़िक्र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वज़ीर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मुलाक़ात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मौक़े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सेक्रेट्री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अलावा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विज़ारत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ओहदादार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मौजूद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वक़्त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वज़ीर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इजलास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इख्तिताम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कहाः</w:t>
      </w:r>
      <w:r>
        <w:rPr>
          <w:cs/>
          <w:lang w:bidi="hi-IN"/>
        </w:rPr>
        <w:t xml:space="preserve"> </w:t>
      </w:r>
      <w:r>
        <w:rPr>
          <w:rFonts w:ascii="Times New Roman" w:hAnsi="Times New Roman" w:cs="Times New Roman"/>
        </w:rPr>
        <w:t>“</w:t>
      </w:r>
      <w:r>
        <w:rPr>
          <w:rFonts w:hint="cs"/>
          <w:cs/>
          <w:lang w:bidi="hi-IN"/>
        </w:rPr>
        <w:t>अब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इंग्लिस्तान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नोआबादयाती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विज़ारत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ओहदादार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मौजूद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वक़्त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वज़ीर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इजलास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इख़्तिमाम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कहाः</w:t>
      </w:r>
      <w:r>
        <w:rPr>
          <w:cs/>
          <w:lang w:bidi="hi-IN"/>
        </w:rPr>
        <w:t xml:space="preserve"> </w:t>
      </w:r>
      <w:r>
        <w:rPr>
          <w:rFonts w:ascii="Times New Roman" w:hAnsi="Times New Roman" w:cs="Times New Roman"/>
        </w:rPr>
        <w:t>“</w:t>
      </w:r>
      <w:r>
        <w:rPr>
          <w:rFonts w:hint="cs"/>
          <w:cs/>
          <w:lang w:bidi="hi-IN"/>
        </w:rPr>
        <w:t>अब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इंग्लिस्तान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नोआबादयाती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विज़ारत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बड़े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इफ्तिख़ारी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निशान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हक़दार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एजाज़ा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हुकूमत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सफ़े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अव्वल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जासूस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rFonts w:hint="eastAsia"/>
        </w:rPr>
        <w:t>”</w:t>
      </w:r>
      <w:r>
        <w:t xml:space="preserve"> </w:t>
      </w:r>
      <w:r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हाफ़ज़ी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मौक़े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क़तई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अन्दाज़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rFonts w:hint="eastAsia"/>
        </w:rPr>
        <w:t>”</w:t>
      </w:r>
      <w:r>
        <w:t xml:space="preserve">: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सेक्रेट्री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हुकूमत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बाज़</w:t>
      </w:r>
      <w:r>
        <w:rPr>
          <w:cs/>
          <w:lang w:bidi="hi-IN"/>
        </w:rPr>
        <w:t xml:space="preserve"> </w:t>
      </w:r>
      <w:r>
        <w:rPr>
          <w:rFonts w:ascii="Times New Roman" w:hAnsi="Times New Roman" w:cs="Times New Roman"/>
        </w:rPr>
        <w:t>“</w:t>
      </w:r>
      <w:r>
        <w:rPr>
          <w:rFonts w:hint="cs"/>
          <w:cs/>
          <w:lang w:bidi="hi-IN"/>
        </w:rPr>
        <w:t>पोशीदा</w:t>
      </w:r>
      <w:r>
        <w:rPr>
          <w:rFonts w:hint="eastAsia"/>
        </w:rPr>
        <w:t>”</w:t>
      </w:r>
      <w: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ascii="Times New Roman" w:hAnsi="Times New Roman" w:cs="Times New Roman"/>
        </w:rPr>
        <w:t>“</w:t>
      </w:r>
      <w:r>
        <w:rPr>
          <w:rFonts w:hint="cs"/>
          <w:cs/>
          <w:lang w:bidi="hi-IN"/>
        </w:rPr>
        <w:t>राज़दराना</w:t>
      </w:r>
      <w:r>
        <w:rPr>
          <w:rFonts w:hint="eastAsia"/>
        </w:rPr>
        <w:t>”</w:t>
      </w:r>
      <w:r>
        <w:t xml:space="preserve"> </w:t>
      </w:r>
      <w:r>
        <w:rPr>
          <w:rFonts w:hint="cs"/>
          <w:cs/>
          <w:lang w:bidi="hi-IN"/>
        </w:rPr>
        <w:t>मसाएल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आगाह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जिम्मेदारियों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ज़्यादा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बेहतर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तरीक़े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अंजाम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सको।</w:t>
      </w:r>
      <w:r>
        <w:rPr>
          <w:rFonts w:hint="eastAsia"/>
        </w:rPr>
        <w:t>”</w:t>
      </w:r>
    </w:p>
    <w:p w:rsidR="00CE40C4" w:rsidRDefault="00CE40C4" w:rsidP="00CE40C4">
      <w:pPr>
        <w:pStyle w:val="libNormal"/>
      </w:pPr>
      <w:r>
        <w:rPr>
          <w:rFonts w:hint="cs"/>
          <w:cs/>
          <w:lang w:bidi="hi-IN"/>
        </w:rPr>
        <w:t>वज़ीरे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खुशनूदी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छुट्टी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मंजूर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बीवी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अदद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बच्चे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मौक़ा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लड़का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t xml:space="preserve">, </w:t>
      </w:r>
      <w:r>
        <w:rPr>
          <w:rFonts w:hint="cs"/>
          <w:cs/>
          <w:lang w:bidi="hi-IN"/>
        </w:rPr>
        <w:t>बिल्कुल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हसमशकल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अल्फ़ाज़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बड़े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मीठे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अंदाज़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बोलने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चलना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सीख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हक़ीक़तन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टुकड़े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ज़मीन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चलता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महसूस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अफसोस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लम्हात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बड़ी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तेज़ी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गुज़र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बीवी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बच्चे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गुजरने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पुरमुसर्रत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लम्हात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वाक़ई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नाक़ाबिले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ज़िन्दगी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लज्ज़तें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रसीदा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चची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बचपन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नवाज़िशात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मेहरबानियां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क़द्र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t xml:space="preserve">, </w:t>
      </w:r>
      <w:r>
        <w:rPr>
          <w:rFonts w:hint="cs"/>
          <w:cs/>
          <w:lang w:bidi="hi-IN"/>
        </w:rPr>
        <w:t>इसका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अंदाज़ा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आख़री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मुलाकात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छुट्टियों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तीसरी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मर्तबा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सफ़र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रवाना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निहायत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अफ़सोस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इत्तिला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मिली।</w:t>
      </w:r>
    </w:p>
    <w:p w:rsidR="00CE40C4" w:rsidRDefault="00CE40C4" w:rsidP="00CE40C4">
      <w:pPr>
        <w:pStyle w:val="libNormal"/>
      </w:pPr>
      <w:r>
        <w:tab/>
      </w:r>
      <w:r>
        <w:rPr>
          <w:rFonts w:hint="cs"/>
          <w:cs/>
          <w:lang w:bidi="hi-IN"/>
        </w:rPr>
        <w:t>मेरी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छुट्टियाँ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पलक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झपकते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गुज़र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गयीं।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तल्ख़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हक़ीक़त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ज़िन्दगी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पुरमर्सत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लम्हात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हमेशा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बड़े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तेज़ी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गुज़रते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मुसीबत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घड़ियाँ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दामन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सालों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फ़ासिला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लंदन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पुरमसर्रत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लम्हात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नजफ़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बीमारी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लम्हा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मुसीबत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अय्याम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भुला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खुशी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लम्हात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इतना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दवाम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मुीबतों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कोफ़्त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यादों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दरीचों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दें।</w:t>
      </w:r>
    </w:p>
    <w:p w:rsidR="00CE40C4" w:rsidRDefault="00CE40C4" w:rsidP="00CE40C4">
      <w:pPr>
        <w:pStyle w:val="libNormal"/>
      </w:pPr>
      <w:r>
        <w:tab/>
      </w:r>
      <w:r>
        <w:rPr>
          <w:rFonts w:hint="cs"/>
          <w:cs/>
          <w:lang w:bidi="hi-IN"/>
        </w:rPr>
        <w:t>दस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छुट्टियां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आइन्दा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लाएहा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बाख़र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बादिले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ख़्वास्ता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वज़ारत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ख़ज़ाना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सेक्रेट्री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मुलाक़ात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मौक़े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हमेशा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ख़ुर्रम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बड़ी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गर्मजोशी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दोस्ताना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लहजे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कहाः</w:t>
      </w:r>
    </w:p>
    <w:p w:rsidR="00CE40C4" w:rsidRDefault="00CE40C4" w:rsidP="00CE40C4">
      <w:pPr>
        <w:pStyle w:val="libNormal"/>
      </w:pPr>
      <w:r>
        <w:tab/>
      </w:r>
      <w:r>
        <w:rPr>
          <w:rFonts w:hint="cs"/>
          <w:cs/>
          <w:lang w:bidi="hi-IN"/>
        </w:rPr>
        <w:t>नोआबादयाती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ख़ुसूसी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कमीशन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मर्ज़ी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मुताबिक़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वज़ीर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रुमूज़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आशना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करुं।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रुमूज़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वाक़फ़ियत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आईन्दा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प्रोग्रामों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मुफ़ीद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साबित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नोआबादयाती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इलाक़ों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विज़ारत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सिर्फ़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मिम्बरान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बाख़बर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विज़ारतख़ाने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कमरे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गाय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जहाँ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गोल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इतराफ़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बैठे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तअज्जुब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चीख़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निकलते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इजलास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आदमियों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कैफ़ियत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यूँ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थी।</w:t>
      </w:r>
    </w:p>
    <w:p w:rsidR="00CE40C4" w:rsidRDefault="00CE40C4" w:rsidP="00CE40C4">
      <w:pPr>
        <w:pStyle w:val="libNormal"/>
      </w:pPr>
      <w:r>
        <w:t>1.</w:t>
      </w:r>
      <w:r>
        <w:tab/>
      </w:r>
      <w:r>
        <w:rPr>
          <w:rFonts w:hint="cs"/>
          <w:cs/>
          <w:lang w:bidi="hi-IN"/>
        </w:rPr>
        <w:t>हू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सल्तनते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जलालत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अफ़रोज़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तुर्की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अंग्रेज़ी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ज़बानों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पड़ी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महारत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मुसल्लत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</w:p>
    <w:p w:rsidR="00CE40C4" w:rsidRDefault="00CE40C4" w:rsidP="00CE40C4">
      <w:pPr>
        <w:pStyle w:val="libNormal"/>
      </w:pPr>
      <w:r>
        <w:t>2.</w:t>
      </w:r>
      <w:r>
        <w:tab/>
      </w:r>
      <w:r>
        <w:rPr>
          <w:rFonts w:hint="cs"/>
          <w:cs/>
          <w:lang w:bidi="hi-IN"/>
        </w:rPr>
        <w:t>कुस्तुनतुनिया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शेख़ुल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हक़ीक़त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क़रीब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तस्वीर।</w:t>
      </w:r>
    </w:p>
    <w:p w:rsidR="00CE40C4" w:rsidRDefault="00CE40C4" w:rsidP="00CE40C4">
      <w:pPr>
        <w:pStyle w:val="libNormal"/>
      </w:pPr>
      <w:r>
        <w:t>3.</w:t>
      </w:r>
      <w:r>
        <w:tab/>
      </w:r>
      <w:r>
        <w:rPr>
          <w:rFonts w:hint="cs"/>
          <w:cs/>
          <w:lang w:bidi="hi-IN"/>
        </w:rPr>
        <w:t>शहंशाहे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ईरान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आलिम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मुकम्मल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शबीह।</w:t>
      </w:r>
    </w:p>
    <w:p w:rsidR="00CE40C4" w:rsidRDefault="00CE40C4" w:rsidP="00CE40C4">
      <w:pPr>
        <w:pStyle w:val="libNormal"/>
      </w:pPr>
      <w:r>
        <w:t>4.</w:t>
      </w:r>
      <w:r>
        <w:tab/>
      </w:r>
      <w:r>
        <w:rPr>
          <w:rFonts w:hint="cs"/>
          <w:cs/>
          <w:lang w:bidi="hi-IN"/>
        </w:rPr>
        <w:t>नजफ़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मराजे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तक़लीद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बेमिस्ल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सरापा</w:t>
      </w:r>
    </w:p>
    <w:p w:rsidR="00CE40C4" w:rsidRDefault="00CE40C4" w:rsidP="00CE40C4">
      <w:pPr>
        <w:pStyle w:val="libNormal"/>
      </w:pP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आख़री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अफ़राद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फ़ारसी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अंग्रेज़ी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ज़बानों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गुफ़्तगू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नज़दीक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प्राईवेट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सेक्रेट्री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बिराजमान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नोट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हाज़ेरीन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तर्जुमा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ज़ाहिर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प्राईवेट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सेक्रेट्रियों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ज़माने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मज़कूरा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पाच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शख़्सियतों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क़रीब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राब्ता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मुकम्मल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रिपोर्ट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तहत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पांच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हमशबीह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अफ़राद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बईनहे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आदत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ख़साएल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ज़ाहिरी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बातिनी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एतबार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अफ़राद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मुकम्मल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तस्वीर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पाँचों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सवांगी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फ़राएज़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मक़ाम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मंसब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बख़ूबी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आशना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सेक्रेट्री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आग़ाज़े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सुख़न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पाच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अफ़राद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शख़्सियतो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बहरुप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बताना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सोच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आईन्दा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उनका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ख़्याल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इस्तनबोल</w:t>
      </w:r>
      <w:r>
        <w:t xml:space="preserve">, </w:t>
      </w:r>
      <w:r>
        <w:rPr>
          <w:rFonts w:hint="cs"/>
          <w:cs/>
          <w:lang w:bidi="hi-IN"/>
        </w:rPr>
        <w:t>तेहरान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नजफ़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मुकम्मल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इत्तिलाआत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फ़राहम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हैइयत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कज़ाई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हक़ीक़त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महमूल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बैठे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अहसास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हासिलकर्दा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मालूमात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सवालों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जवाब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फ़राहम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जांच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पड़ताल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मुताबिक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सत्तर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फ़ीसद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जवाबात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हक़ीक़त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मुताबिक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यूँ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शख़्सियतों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उफ़कार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आहंग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सेक्रेट्री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गुफ़्तुगू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दौरान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मुख़ातिब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मिसाल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तौर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नजफ़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तक़लीद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हो।</w:t>
      </w:r>
      <w:r>
        <w:rPr>
          <w:rFonts w:hint="eastAsia"/>
        </w:rPr>
        <w:t>”</w:t>
      </w:r>
      <w:r>
        <w:t xml:space="preserve">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कहाः</w:t>
      </w:r>
      <w:r>
        <w:rPr>
          <w:cs/>
          <w:lang w:bidi="hi-IN"/>
        </w:rPr>
        <w:t xml:space="preserve"> </w:t>
      </w:r>
      <w:r>
        <w:rPr>
          <w:rFonts w:ascii="Times New Roman" w:hAnsi="Times New Roman" w:cs="Times New Roman"/>
        </w:rPr>
        <w:t>“</w:t>
      </w:r>
      <w:r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अच्छा</w:t>
      </w:r>
      <w:r>
        <w:rPr>
          <w:rFonts w:hint="eastAsia"/>
        </w:rPr>
        <w:t>”</w:t>
      </w:r>
      <w: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फ़ौरन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सवालात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डाले।</w:t>
      </w:r>
    </w:p>
    <w:p w:rsidR="00CE40C4" w:rsidRDefault="00CE40C4" w:rsidP="00CE40C4">
      <w:pPr>
        <w:pStyle w:val="libNormal"/>
      </w:pPr>
      <w:r>
        <w:tab/>
      </w:r>
      <w:r>
        <w:rPr>
          <w:rFonts w:hint="cs"/>
          <w:cs/>
          <w:lang w:bidi="hi-IN"/>
        </w:rPr>
        <w:t>मेरा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सवाल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थाः</w:t>
      </w:r>
      <w:r>
        <w:rPr>
          <w:cs/>
          <w:lang w:bidi="hi-IN"/>
        </w:rPr>
        <w:t xml:space="preserve"> </w:t>
      </w:r>
      <w:r>
        <w:rPr>
          <w:rFonts w:ascii="Times New Roman" w:hAnsi="Times New Roman" w:cs="Times New Roman"/>
        </w:rPr>
        <w:t>“</w:t>
      </w:r>
      <w:r>
        <w:rPr>
          <w:rFonts w:hint="cs"/>
          <w:cs/>
          <w:lang w:bidi="hi-IN"/>
        </w:rPr>
        <w:t>किब्ला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काबा।</w:t>
      </w:r>
      <w:r>
        <w:rPr>
          <w:rFonts w:hint="eastAsia"/>
        </w:rPr>
        <w:t>”</w:t>
      </w:r>
      <w: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मुक़ल्लेदीन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इजाज़त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सुन्नी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मुतअस्सुब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हुकूमत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मुख़ालिफ़त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कमरबस्ता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खिलाफ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एलाने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करें</w:t>
      </w:r>
      <w:r>
        <w:t>?</w:t>
      </w:r>
      <w:r>
        <w:rPr>
          <w:rFonts w:ascii="Times New Roman" w:hAnsi="Times New Roman" w:cs="Times New Roman"/>
        </w:rPr>
        <w:t>”</w:t>
      </w:r>
    </w:p>
    <w:p w:rsidR="00CE40C4" w:rsidRDefault="00CE40C4" w:rsidP="00CE40C4">
      <w:pPr>
        <w:pStyle w:val="libNormal"/>
      </w:pPr>
      <w:r>
        <w:rPr>
          <w:rFonts w:hint="cs"/>
          <w:cs/>
          <w:lang w:bidi="hi-IN"/>
        </w:rPr>
        <w:t>नक़ली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सवांगी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मराजा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तक़लीद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सोचा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कहा।</w:t>
      </w:r>
      <w:r>
        <w:rPr>
          <w:cs/>
          <w:lang w:bidi="hi-IN"/>
        </w:rPr>
        <w:t xml:space="preserve"> </w:t>
      </w:r>
      <w:r>
        <w:rPr>
          <w:rFonts w:ascii="Times New Roman" w:hAnsi="Times New Roman" w:cs="Times New Roman"/>
        </w:rPr>
        <w:t>“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मुतलिक़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इजाज़त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सुन्नी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कुरआन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ascii="Times New Roman" w:hAnsi="Times New Roman" w:cs="Times New Roman"/>
        </w:rPr>
        <w:t>“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भाई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भाई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rFonts w:hint="eastAsia"/>
        </w:rPr>
        <w:t>”</w:t>
      </w:r>
      <w:r>
        <w:t xml:space="preserve"> </w:t>
      </w:r>
      <w:r>
        <w:rPr>
          <w:rFonts w:hint="cs"/>
          <w:cs/>
          <w:lang w:bidi="hi-IN"/>
        </w:rPr>
        <w:t>सिर्फ़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सूरत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जाएज़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हुक्मरान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जुल्म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सितम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उतर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आयें।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मारुफ़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नेहि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मुन्कर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तहत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लड़ी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वक़्त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आसारे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ज़ुल्म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ज़ाएल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ज़ालिम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जुल्म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जाये।</w:t>
      </w:r>
      <w:r>
        <w:rPr>
          <w:rFonts w:hint="eastAsia"/>
        </w:rPr>
        <w:t>”</w:t>
      </w:r>
      <w:r>
        <w:t xml:space="preserve"> </w:t>
      </w:r>
    </w:p>
    <w:p w:rsidR="00CE40C4" w:rsidRDefault="00CE40C4" w:rsidP="00CE40C4">
      <w:pPr>
        <w:pStyle w:val="libNormal"/>
      </w:pP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सवाल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पूछाः</w:t>
      </w:r>
      <w:r>
        <w:rPr>
          <w:cs/>
          <w:lang w:bidi="hi-IN"/>
        </w:rPr>
        <w:t xml:space="preserve"> </w:t>
      </w:r>
      <w:r>
        <w:rPr>
          <w:rFonts w:ascii="Times New Roman" w:hAnsi="Times New Roman" w:cs="Times New Roman"/>
        </w:rPr>
        <w:t>“</w:t>
      </w:r>
      <w:r>
        <w:rPr>
          <w:rFonts w:hint="cs"/>
          <w:cs/>
          <w:lang w:bidi="hi-IN"/>
        </w:rPr>
        <w:t>हुज़ूरे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वाला।</w:t>
      </w:r>
      <w:r>
        <w:rPr>
          <w:rFonts w:hint="eastAsia"/>
        </w:rPr>
        <w:t>”</w:t>
      </w:r>
      <w:r>
        <w:t xml:space="preserve"> </w:t>
      </w:r>
      <w:r>
        <w:rPr>
          <w:rFonts w:hint="cs"/>
          <w:cs/>
          <w:lang w:bidi="hi-IN"/>
        </w:rPr>
        <w:t>यहूदियों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ईसाईयों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निजासत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ख़़्याल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वाक़ई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नापाक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t>?</w:t>
      </w:r>
      <w:r>
        <w:rPr>
          <w:rFonts w:ascii="Times New Roman" w:hAnsi="Times New Roman" w:cs="Times New Roman"/>
        </w:rPr>
        <w:t>”</w:t>
      </w:r>
      <w:r>
        <w:t xml:space="preserve"> </w:t>
      </w:r>
    </w:p>
    <w:p w:rsidR="00CE40C4" w:rsidRDefault="00CE40C4" w:rsidP="00CE40C4">
      <w:pPr>
        <w:pStyle w:val="libNormal"/>
      </w:pPr>
      <w:r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कहाः</w:t>
      </w:r>
      <w:r>
        <w:rPr>
          <w:cs/>
          <w:lang w:bidi="hi-IN"/>
        </w:rPr>
        <w:t xml:space="preserve"> </w:t>
      </w:r>
      <w:r>
        <w:rPr>
          <w:rFonts w:ascii="Times New Roman" w:hAnsi="Times New Roman" w:cs="Times New Roman"/>
        </w:rPr>
        <w:t>“</w:t>
      </w:r>
      <w:r>
        <w:rPr>
          <w:rFonts w:hint="cs"/>
          <w:cs/>
          <w:lang w:bidi="hi-IN"/>
        </w:rPr>
        <w:t>हाँ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फ़िर्क़े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मसलन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नाजिस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चाहिये।</w:t>
      </w:r>
      <w:r>
        <w:rPr>
          <w:rFonts w:hint="eastAsia"/>
        </w:rPr>
        <w:t>”</w:t>
      </w:r>
    </w:p>
    <w:p w:rsidR="00CE40C4" w:rsidRDefault="00CE40C4" w:rsidP="00CE40C4">
      <w:pPr>
        <w:pStyle w:val="libNormal"/>
      </w:pP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पूछाः</w:t>
      </w:r>
      <w:r>
        <w:rPr>
          <w:cs/>
          <w:lang w:bidi="hi-IN"/>
        </w:rPr>
        <w:t xml:space="preserve"> </w:t>
      </w:r>
      <w:r>
        <w:rPr>
          <w:rFonts w:ascii="Times New Roman" w:hAnsi="Times New Roman" w:cs="Times New Roman"/>
        </w:rPr>
        <w:t>“</w:t>
      </w:r>
      <w:r>
        <w:rPr>
          <w:rFonts w:hint="cs"/>
          <w:cs/>
          <w:lang w:bidi="hi-IN"/>
        </w:rPr>
        <w:t>इसकी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वजह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rFonts w:hint="eastAsia"/>
        </w:rPr>
        <w:t>”</w:t>
      </w:r>
      <w:r>
        <w:t>?</w:t>
      </w:r>
    </w:p>
    <w:p w:rsidR="00CE40C4" w:rsidRDefault="00CE40C4" w:rsidP="00CE40C4">
      <w:pPr>
        <w:pStyle w:val="libNormal"/>
      </w:pPr>
      <w:r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जवाब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दियाः</w:t>
      </w:r>
      <w:r>
        <w:rPr>
          <w:cs/>
          <w:lang w:bidi="hi-IN"/>
        </w:rPr>
        <w:t xml:space="preserve"> </w:t>
      </w:r>
      <w:r>
        <w:rPr>
          <w:rFonts w:ascii="Times New Roman" w:hAnsi="Times New Roman" w:cs="Times New Roman"/>
        </w:rPr>
        <w:t>“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दरअसल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मसावियाना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सुलूक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मसअला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काफ़िर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गर्दान्ते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पैग़म्बरअ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तकज़ीब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rFonts w:hint="eastAsia"/>
        </w:rPr>
        <w:t>”</w:t>
      </w:r>
      <w:r>
        <w:t xml:space="preserve"> </w:t>
      </w:r>
    </w:p>
    <w:p w:rsidR="00CE40C4" w:rsidRDefault="00CE40C4" w:rsidP="00CE40C4">
      <w:pPr>
        <w:pStyle w:val="libNormal"/>
      </w:pPr>
      <w:r>
        <w:tab/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पूछाः</w:t>
      </w:r>
      <w:r>
        <w:rPr>
          <w:cs/>
          <w:lang w:bidi="hi-IN"/>
        </w:rPr>
        <w:t xml:space="preserve"> </w:t>
      </w:r>
      <w:r>
        <w:rPr>
          <w:rFonts w:ascii="Times New Roman" w:hAnsi="Times New Roman" w:cs="Times New Roman"/>
        </w:rPr>
        <w:t>“</w:t>
      </w:r>
      <w:r>
        <w:rPr>
          <w:rFonts w:hint="cs"/>
          <w:cs/>
          <w:lang w:bidi="hi-IN"/>
        </w:rPr>
        <w:t>पैग़म्बरे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अकरम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सल्ललल्लाहो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अलैहे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आलेहि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वसल्लम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सफ़ाई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मुतअल्लिक़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इतनी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ताकीदात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सफाई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अलामत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t xml:space="preserve">,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अलीअ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बाज़ारों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कद्र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गन्दग़ी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फैली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t>?</w:t>
      </w:r>
      <w:r>
        <w:rPr>
          <w:rFonts w:ascii="Times New Roman" w:hAnsi="Times New Roman" w:cs="Times New Roman"/>
        </w:rPr>
        <w:t>”</w:t>
      </w:r>
    </w:p>
    <w:p w:rsidR="00CE40C4" w:rsidRDefault="00CE40C4" w:rsidP="00CE40C4">
      <w:pPr>
        <w:pStyle w:val="libNormal"/>
      </w:pPr>
      <w:r>
        <w:rPr>
          <w:rFonts w:hint="cs"/>
          <w:cs/>
          <w:lang w:bidi="hi-IN"/>
        </w:rPr>
        <w:t>मरज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तक़लीद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जवाब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दियाः</w:t>
      </w:r>
      <w:r>
        <w:rPr>
          <w:cs/>
          <w:lang w:bidi="hi-IN"/>
        </w:rPr>
        <w:t xml:space="preserve"> </w:t>
      </w:r>
      <w:r>
        <w:rPr>
          <w:rFonts w:ascii="Times New Roman" w:hAnsi="Times New Roman" w:cs="Times New Roman"/>
        </w:rPr>
        <w:t>“</w:t>
      </w:r>
      <w:r>
        <w:rPr>
          <w:rFonts w:hint="cs"/>
          <w:cs/>
          <w:lang w:bidi="hi-IN"/>
        </w:rPr>
        <w:t>बेशक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सफाई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सुथराई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दलील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हुकूमत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आमाल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बेतवज्जेही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किल्लत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सूरत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rFonts w:hint="eastAsia"/>
        </w:rPr>
        <w:t>“</w:t>
      </w:r>
    </w:p>
    <w:p w:rsidR="00CE40C4" w:rsidRDefault="00CE40C4" w:rsidP="00CE40C4">
      <w:pPr>
        <w:pStyle w:val="libNormal"/>
      </w:pPr>
      <w:r>
        <w:rPr>
          <w:rFonts w:hint="cs"/>
          <w:cs/>
          <w:lang w:bidi="hi-IN"/>
        </w:rPr>
        <w:t>दिलचस्प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बनावटी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तक़लीद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आमादगी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हाज़िर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जवाबी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नजफ़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हक़ीक़ी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तक़लीद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मुताबिक़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फ़क़त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हुकूमत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आमाल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बेतवज्जेही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नजफ़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आलिम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ज़बान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जुमला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बहरहाल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हमआहंगी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मुशाबिहत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सख़्त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मुतहय्यर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t xml:space="preserve">, </w:t>
      </w:r>
      <w:r>
        <w:rPr>
          <w:rFonts w:hint="cs"/>
          <w:cs/>
          <w:lang w:bidi="hi-IN"/>
        </w:rPr>
        <w:t>क्योंकि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जवाबात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बईयेहनही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तक़लीद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बयानात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फ़ारसी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अक़ली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फ़ारसी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गुफ़्तगू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</w:p>
    <w:p w:rsidR="00CE40C4" w:rsidRDefault="00CE40C4" w:rsidP="00CE40C4">
      <w:pPr>
        <w:pStyle w:val="libNormal"/>
      </w:pPr>
      <w:r>
        <w:tab/>
      </w:r>
      <w:r>
        <w:rPr>
          <w:rFonts w:hint="cs"/>
          <w:cs/>
          <w:lang w:bidi="hi-IN"/>
        </w:rPr>
        <w:t>सेक्रेट्री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कहाः</w:t>
      </w:r>
      <w:r>
        <w:rPr>
          <w:cs/>
          <w:lang w:bidi="hi-IN"/>
        </w:rPr>
        <w:t xml:space="preserve"> </w:t>
      </w:r>
      <w:r>
        <w:rPr>
          <w:rFonts w:ascii="Times New Roman" w:hAnsi="Times New Roman" w:cs="Times New Roman"/>
        </w:rPr>
        <w:t>“</w:t>
      </w:r>
      <w:r>
        <w:rPr>
          <w:rFonts w:hint="cs"/>
          <w:cs/>
          <w:lang w:bidi="hi-IN"/>
        </w:rPr>
        <w:t>दीगर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अफ़राद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सवाल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अफ़राद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शख़्सियतों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जवाब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देंगे।</w:t>
      </w:r>
      <w:r>
        <w:rPr>
          <w:rFonts w:hint="eastAsia"/>
        </w:rPr>
        <w:t>”</w:t>
      </w:r>
    </w:p>
    <w:p w:rsidR="00CE40C4" w:rsidRDefault="00CE40C4" w:rsidP="00CE40C4">
      <w:pPr>
        <w:pStyle w:val="libNormal"/>
      </w:pPr>
      <w:r>
        <w:tab/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इस्तनबोल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शेखुल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अहमद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आफ़न्दी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उफ़कार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बयानात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बख़ूबी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वाक़िफ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हाफिज़े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महफूज़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इजाज़त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हमशक्ल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गुफ्तगू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करुंगा।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पूछा</w:t>
      </w:r>
      <w:r>
        <w:rPr>
          <w:cs/>
          <w:lang w:bidi="hi-IN"/>
        </w:rPr>
        <w:t xml:space="preserve"> </w:t>
      </w:r>
      <w:r>
        <w:rPr>
          <w:rFonts w:ascii="Times New Roman" w:hAnsi="Times New Roman" w:cs="Times New Roman"/>
        </w:rPr>
        <w:t>“</w:t>
      </w:r>
      <w:r>
        <w:rPr>
          <w:rFonts w:hint="cs"/>
          <w:cs/>
          <w:lang w:bidi="hi-IN"/>
        </w:rPr>
        <w:t>आफ़न्दी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साहब।</w:t>
      </w:r>
      <w:r>
        <w:rPr>
          <w:rFonts w:hint="eastAsia"/>
        </w:rPr>
        <w:t>”</w:t>
      </w:r>
      <w: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ख़लीफ़ा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इताअत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वाजिब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t>?</w:t>
      </w:r>
      <w:r>
        <w:rPr>
          <w:rFonts w:ascii="Times New Roman" w:hAnsi="Times New Roman" w:cs="Times New Roman"/>
        </w:rPr>
        <w:t>”</w:t>
      </w:r>
    </w:p>
    <w:p w:rsidR="00CE40C4" w:rsidRDefault="00CE40C4" w:rsidP="00CE40C4">
      <w:pPr>
        <w:pStyle w:val="libNormal"/>
      </w:pPr>
      <w:r>
        <w:tab/>
      </w:r>
      <w:r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कहाः</w:t>
      </w:r>
      <w:r>
        <w:rPr>
          <w:cs/>
          <w:lang w:bidi="hi-IN"/>
        </w:rPr>
        <w:t xml:space="preserve"> </w:t>
      </w:r>
      <w:r>
        <w:rPr>
          <w:rFonts w:ascii="Times New Roman" w:hAnsi="Times New Roman" w:cs="Times New Roman"/>
        </w:rPr>
        <w:t>“</w:t>
      </w:r>
      <w:r>
        <w:rPr>
          <w:rFonts w:hint="cs"/>
          <w:cs/>
          <w:lang w:bidi="hi-IN"/>
        </w:rPr>
        <w:t>हाँ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बेटे।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इजाज़त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खुदा</w:t>
      </w:r>
      <w:r>
        <w:t xml:space="preserve">,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रसूलअ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इताअत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वाजिब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rFonts w:hint="eastAsia"/>
        </w:rPr>
        <w:t>“</w:t>
      </w:r>
    </w:p>
    <w:p w:rsidR="00CE40C4" w:rsidRDefault="00CE40C4" w:rsidP="00CE40C4">
      <w:pPr>
        <w:pStyle w:val="libNormal"/>
      </w:pPr>
      <w:r>
        <w:tab/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पूछाः</w:t>
      </w:r>
      <w:r>
        <w:rPr>
          <w:cs/>
          <w:lang w:bidi="hi-IN"/>
        </w:rPr>
        <w:t xml:space="preserve"> </w:t>
      </w:r>
      <w:r>
        <w:rPr>
          <w:rFonts w:ascii="Times New Roman" w:hAnsi="Times New Roman" w:cs="Times New Roman"/>
        </w:rPr>
        <w:t>“</w:t>
      </w:r>
      <w:r>
        <w:rPr>
          <w:rFonts w:hint="cs"/>
          <w:cs/>
          <w:lang w:bidi="hi-IN"/>
        </w:rPr>
        <w:t>किस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दलील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बुनियाद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t>?</w:t>
      </w:r>
      <w:r>
        <w:rPr>
          <w:rFonts w:ascii="Times New Roman" w:hAnsi="Times New Roman" w:cs="Times New Roman"/>
        </w:rPr>
        <w:t>”</w:t>
      </w:r>
    </w:p>
    <w:p w:rsidR="00CE40C4" w:rsidRDefault="00CE40C4" w:rsidP="00CE40C4">
      <w:pPr>
        <w:pStyle w:val="libNormal"/>
      </w:pPr>
      <w:r>
        <w:tab/>
      </w:r>
      <w:r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जवाब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दियाः</w:t>
      </w:r>
      <w:r>
        <w:rPr>
          <w:cs/>
          <w:lang w:bidi="hi-IN"/>
        </w:rPr>
        <w:t xml:space="preserve"> </w:t>
      </w:r>
      <w:r>
        <w:rPr>
          <w:rFonts w:ascii="Times New Roman" w:hAnsi="Times New Roman" w:cs="Times New Roman"/>
        </w:rPr>
        <w:t>“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करीमा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ख़ुदा</w:t>
      </w:r>
      <w:r>
        <w:t xml:space="preserve">,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सल्ललल्लाहो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अलैहे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आलेहि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वसल्लम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उलुल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इताअत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करो।</w:t>
      </w:r>
      <w:r>
        <w:rPr>
          <w:rFonts w:hint="eastAsia"/>
        </w:rPr>
        <w:t>”</w:t>
      </w:r>
      <w:r>
        <w:t xml:space="preserve"> (</w:t>
      </w:r>
      <w:r>
        <w:rPr>
          <w:rFonts w:hint="cs"/>
          <w:cs/>
          <w:lang w:bidi="hi-IN"/>
        </w:rPr>
        <w:t>सूर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निसा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आयत</w:t>
      </w:r>
      <w:r>
        <w:rPr>
          <w:cs/>
          <w:lang w:bidi="hi-IN"/>
        </w:rPr>
        <w:t xml:space="preserve"> </w:t>
      </w:r>
      <w:r>
        <w:t>59)</w:t>
      </w:r>
    </w:p>
    <w:p w:rsidR="00CE40C4" w:rsidRDefault="00CE40C4" w:rsidP="00CE40C4">
      <w:pPr>
        <w:pStyle w:val="libNormal"/>
      </w:pPr>
      <w:r>
        <w:rPr>
          <w:rFonts w:hint="cs"/>
          <w:cs/>
          <w:lang w:bidi="hi-IN"/>
        </w:rPr>
        <w:lastRenderedPageBreak/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कहाः</w:t>
      </w:r>
      <w:r>
        <w:rPr>
          <w:cs/>
          <w:lang w:bidi="hi-IN"/>
        </w:rPr>
        <w:t xml:space="preserve"> </w:t>
      </w:r>
      <w:r>
        <w:rPr>
          <w:rFonts w:ascii="Times New Roman" w:hAnsi="Times New Roman" w:cs="Times New Roman"/>
        </w:rPr>
        <w:t>“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ख़लीफ़ा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उलुल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गोया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यज़ीद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इताअत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वक़्त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ख़लीफ़ा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दरआंहालिया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मदीने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ताराजी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सिब्ते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रसूलअ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हुसैनअ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क़त्ल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वन्दे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वलीद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इताअत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शराबख़ोर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rFonts w:hint="eastAsia"/>
        </w:rPr>
        <w:t>”</w:t>
      </w:r>
    </w:p>
    <w:p w:rsidR="00CE40C4" w:rsidRDefault="00CE40C4" w:rsidP="00CE40C4">
      <w:pPr>
        <w:pStyle w:val="libNormal"/>
      </w:pPr>
      <w:r>
        <w:tab/>
      </w:r>
      <w:r>
        <w:rPr>
          <w:rFonts w:hint="cs"/>
          <w:cs/>
          <w:lang w:bidi="hi-IN"/>
        </w:rPr>
        <w:t>नक़ली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शेखुल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जवाब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दियाः</w:t>
      </w:r>
      <w:r>
        <w:rPr>
          <w:cs/>
          <w:lang w:bidi="hi-IN"/>
        </w:rPr>
        <w:t xml:space="preserve"> </w:t>
      </w:r>
      <w:r>
        <w:rPr>
          <w:rFonts w:ascii="Times New Roman" w:hAnsi="Times New Roman" w:cs="Times New Roman"/>
        </w:rPr>
        <w:t>“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बच्चे।</w:t>
      </w:r>
      <w:r>
        <w:rPr>
          <w:rFonts w:hint="eastAsia"/>
        </w:rPr>
        <w:t>”</w:t>
      </w:r>
      <w:r>
        <w:t xml:space="preserve"> </w:t>
      </w:r>
      <w:r>
        <w:rPr>
          <w:rFonts w:hint="cs"/>
          <w:cs/>
          <w:lang w:bidi="hi-IN"/>
        </w:rPr>
        <w:t>यज़ीद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मोमिनों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t xml:space="preserve">,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क़त्ले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हुसैनअ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तौबा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मदीने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क़त्ल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ग़ारतगरी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सरकशी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यज़ीद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इताअत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इन्हेराफ़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यज़ीद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कसूर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वलीद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पीता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t xml:space="preserve">,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पीता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मस्ती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ख़त्म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जाएज़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rFonts w:hint="eastAsia"/>
        </w:rPr>
        <w:t>”</w:t>
      </w:r>
      <w:r>
        <w:t xml:space="preserve"> (</w:t>
      </w:r>
      <w:r>
        <w:rPr>
          <w:rFonts w:hint="cs"/>
          <w:cs/>
          <w:lang w:bidi="hi-IN"/>
        </w:rPr>
        <w:t>शराबखो़री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मुतलक़म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हुरमत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टूटती</w:t>
      </w:r>
      <w:r>
        <w:rPr>
          <w:cs/>
          <w:lang w:bidi="hi-IN"/>
        </w:rPr>
        <w:t>)</w:t>
      </w:r>
    </w:p>
    <w:p w:rsidR="00CE40C4" w:rsidRDefault="00CE40C4" w:rsidP="00CE40C4">
      <w:pPr>
        <w:pStyle w:val="libNormal"/>
      </w:pPr>
      <w:r>
        <w:tab/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अर्से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क़ब्ल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इस्तनबोल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हुरमते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मुतअल्लिक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मसअले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शेखुल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शेख़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अहमद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दरियाफ़्त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जवाब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थोड़े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इख़्तिलाफ़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लंदन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नक़ली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शेखुल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जवाब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जुलता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नक़्ल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शबाहत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तैयार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कोशिशों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सराहते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सेक्रेट्री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पूछाः</w:t>
      </w:r>
      <w:r>
        <w:rPr>
          <w:cs/>
          <w:lang w:bidi="hi-IN"/>
        </w:rPr>
        <w:t xml:space="preserve"> </w:t>
      </w:r>
      <w:r>
        <w:rPr>
          <w:rFonts w:ascii="Times New Roman" w:hAnsi="Times New Roman" w:cs="Times New Roman"/>
        </w:rPr>
        <w:t>“</w:t>
      </w:r>
      <w:r>
        <w:rPr>
          <w:rFonts w:hint="cs"/>
          <w:cs/>
          <w:lang w:bidi="hi-IN"/>
        </w:rPr>
        <w:t>आख़िर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फ़ायदा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t>?</w:t>
      </w:r>
      <w:r>
        <w:rPr>
          <w:rFonts w:ascii="Times New Roman" w:hAnsi="Times New Roman" w:cs="Times New Roman"/>
        </w:rPr>
        <w:t>”</w:t>
      </w:r>
    </w:p>
    <w:p w:rsidR="00CE40C4" w:rsidRDefault="00CE40C4" w:rsidP="00CE40C4">
      <w:pPr>
        <w:pStyle w:val="libNormal"/>
      </w:pPr>
      <w:r>
        <w:lastRenderedPageBreak/>
        <w:tab/>
      </w:r>
      <w:r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जवाब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दियाः</w:t>
      </w:r>
      <w:r>
        <w:rPr>
          <w:cs/>
          <w:lang w:bidi="hi-IN"/>
        </w:rPr>
        <w:t xml:space="preserve"> </w:t>
      </w:r>
      <w:r>
        <w:rPr>
          <w:rFonts w:ascii="Times New Roman" w:hAnsi="Times New Roman" w:cs="Times New Roman"/>
        </w:rPr>
        <w:t>“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बादशहों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सुन्नी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ओलमा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उफ़कार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मीलाने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तबअ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आशनाई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हासिल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मकालमात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नताएज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अख़ज़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इलाके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सियासी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मसाएल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दख़ल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अन्दाज़ी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मसलन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मालूम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फलां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आलिम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फ़लां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बादशाह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इलाक़े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मशरक़ी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सरहदों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मुख़ासिमत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उतर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नाकारा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तवानाईयों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मरकूज़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t xml:space="preserve">,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मालूम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हक़ीक़ी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दुश्मन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मक़ाम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सरगरमे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तवानाईयों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इलाक़े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चप्पे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चप्पे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फैलाना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पड़ता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मज़कूरा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मदद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अहकाम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फ़रामीन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मदद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अहकाम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फ़रामीन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मुस्लिम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तर्ज़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इस्तेनबात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समझें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ज़ेहन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तज़बज़ुब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ज़्यादा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वाजेह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ज़्यादा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मिन्तक़ी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मतालिब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फ़राहम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अक़ाएद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क़रार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इख़्तिलाफ़ात</w:t>
      </w:r>
      <w:r>
        <w:t xml:space="preserve">, </w:t>
      </w:r>
      <w:r>
        <w:rPr>
          <w:rFonts w:hint="cs"/>
          <w:cs/>
          <w:lang w:bidi="hi-IN"/>
        </w:rPr>
        <w:t>तफ़रिके</w:t>
      </w:r>
      <w:r>
        <w:t xml:space="preserve">, </w:t>
      </w:r>
      <w:r>
        <w:rPr>
          <w:rFonts w:hint="cs"/>
          <w:cs/>
          <w:lang w:bidi="hi-IN"/>
        </w:rPr>
        <w:t>गड़बड़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अक़ाएद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तज़लजुल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इक़दामात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बेइन्तेहा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मोसिर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सेक्रेट्री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सफ़हों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मुश्तमिल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ज़ख़ीम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नक़ली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अफ़राद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गुफ़्तगू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मुनाक़िशात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तजज़िये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मुक़ाबिलों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नताएज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मुतअल्लिक़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आदाद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शुमार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दर्ज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हासिल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नताएज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बुनियाद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दुनिया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फौजी</w:t>
      </w:r>
      <w:r>
        <w:t xml:space="preserve">, </w:t>
      </w:r>
      <w:r>
        <w:rPr>
          <w:rFonts w:hint="cs"/>
          <w:cs/>
          <w:lang w:bidi="hi-IN"/>
        </w:rPr>
        <w:t>माली</w:t>
      </w:r>
      <w:r>
        <w:t xml:space="preserve">, </w:t>
      </w:r>
      <w:r>
        <w:rPr>
          <w:rFonts w:hint="cs"/>
          <w:cs/>
          <w:lang w:bidi="hi-IN"/>
        </w:rPr>
        <w:t>तालीमी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मज़हबी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मसाएल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मुतअल्लिक़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हुकूमते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बरतानिया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मुरत्तब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प्रोग्रामों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वाक़फ़ियत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हासिल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बहरहाल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हफ़्ते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अर्से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बड़ी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तवज्जो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शुरु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आख़िर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मुतालिआ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मुक़रर्रा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मुद्दत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नोआबदयाती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इलाक़ों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विज़रात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वापस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वाक़ई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बड़ी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मेहनत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तैयार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साहिबाने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इल्म</w:t>
      </w:r>
      <w:r>
        <w:t xml:space="preserve">, </w:t>
      </w:r>
      <w:r>
        <w:rPr>
          <w:rFonts w:hint="cs"/>
          <w:cs/>
          <w:lang w:bidi="hi-IN"/>
        </w:rPr>
        <w:t>साहिबाने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सियासत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शख़्यितों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अक़ाएद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नज़रियात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ख़ूबी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नतीजा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अख़ज़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t xml:space="preserve">,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पढ़ने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सत्तर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फ़ीसद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मुबाहिसे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हक़ीक़त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मिन्तकी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जबकि</w:t>
      </w:r>
      <w:r>
        <w:rPr>
          <w:cs/>
          <w:lang w:bidi="hi-IN"/>
        </w:rPr>
        <w:t xml:space="preserve"> </w:t>
      </w:r>
      <w:r>
        <w:t>30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फ़ीसद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इख़्तिलाफ़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मुतालिये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इत्मिनान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हुकूमत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यक़ीनन्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कामयाब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मज़कूरा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पेशगोई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मुताबिक़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सल्तनते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अर्से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बहरहाल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ख़त्म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जायेगी।</w:t>
      </w:r>
    </w:p>
    <w:p w:rsidR="00CE40C4" w:rsidRDefault="00CE40C4" w:rsidP="00CE40C4">
      <w:pPr>
        <w:pStyle w:val="libNormal"/>
      </w:pPr>
      <w:r>
        <w:rPr>
          <w:rFonts w:hint="cs"/>
          <w:cs/>
          <w:lang w:bidi="hi-IN"/>
        </w:rPr>
        <w:t>सेक्रेट्री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मालूम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नोआबादयती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इलाक़ों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विज़ारत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दुनिया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मुमालिक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ख्वाह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इस्तेमारी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इस्तेमारी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शबीहसाज़ी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नक़ली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रुप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बरुयेकार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मुमालिक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इस्तेमार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शिकंजे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जकड़ने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इन्तेज़ाम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मुकम्मल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</w:p>
    <w:p w:rsidR="00CE40C4" w:rsidRDefault="00CE40C4" w:rsidP="00CE40C4">
      <w:pPr>
        <w:pStyle w:val="libNormal"/>
      </w:pPr>
      <w:r>
        <w:rPr>
          <w:rFonts w:hint="cs"/>
          <w:cs/>
          <w:lang w:bidi="hi-IN"/>
        </w:rPr>
        <w:lastRenderedPageBreak/>
        <w:t>सेक्रेट्री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गुफ़्तगू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दौरान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वज़ीर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मुताबक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बताया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मज़कूरा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जिल्द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मुतालिये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बतायेगा।</w:t>
      </w:r>
    </w:p>
    <w:p w:rsidR="00CE40C4" w:rsidRDefault="00CE40C4" w:rsidP="00CE40C4">
      <w:pPr>
        <w:pStyle w:val="libNormal"/>
      </w:pPr>
      <w:r>
        <w:tab/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मतालिआ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शुरु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किया।</w:t>
      </w:r>
    </w:p>
    <w:p w:rsidR="00CE40C4" w:rsidRDefault="00CE40C4" w:rsidP="00CE40C4">
      <w:pPr>
        <w:pStyle w:val="libNormal"/>
      </w:pPr>
      <w:r>
        <w:tab/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मुतालिआ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शुरु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मुकम्मल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मुमालिक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मतअल्लिक़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इत्तिलाआत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ज़िन्दगी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मुख़्तलिफ़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मसाएल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सुन्नी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अक़ाएद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उफ़कार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हुकूमत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मसाएल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सुन्नी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अकाएद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उफ़कार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हुकूमत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कमज़ोरी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तवानाई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ज़ाहिर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पसमान्दगी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असबाब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वग़ैरा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गुफ़्तगू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मौज़ूआत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बड़ी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हासिले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कमज़ोर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पहलुओं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ताक़त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ज़राए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नुमायां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फ़ायदा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उठाने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तदाबीर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समझाई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कमज़ोरियों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इशारा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थी।</w:t>
      </w:r>
    </w:p>
    <w:p w:rsidR="00CE40C4" w:rsidRDefault="00CE40C4" w:rsidP="00CE40C4">
      <w:pPr>
        <w:pStyle w:val="libNormal"/>
      </w:pPr>
      <w:r>
        <w:t>1.</w:t>
      </w:r>
      <w:r>
        <w:tab/>
        <w:t>(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शिया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सुन्नी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इख़्तिलाफ़</w:t>
      </w:r>
    </w:p>
    <w:p w:rsidR="00CE40C4" w:rsidRDefault="00CE40C4" w:rsidP="00CE40C4">
      <w:pPr>
        <w:pStyle w:val="libNormal"/>
      </w:pPr>
      <w:r>
        <w:t>(</w:t>
      </w:r>
      <w:r>
        <w:rPr>
          <w:rFonts w:hint="cs"/>
          <w:cs/>
          <w:lang w:bidi="hi-IN"/>
        </w:rPr>
        <w:t>ब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हुक्मरानों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कौमों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इख़्तिलाफ़ात।</w:t>
      </w:r>
    </w:p>
    <w:p w:rsidR="00CE40C4" w:rsidRDefault="00CE40C4" w:rsidP="00CE40C4">
      <w:pPr>
        <w:pStyle w:val="libNormal"/>
      </w:pPr>
      <w:r>
        <w:t>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ईरानी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हुकूमतों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इख़्तिलाफ़ात।</w:t>
      </w:r>
    </w:p>
    <w:p w:rsidR="00CE40C4" w:rsidRDefault="00CE40C4" w:rsidP="00CE40C4">
      <w:pPr>
        <w:pStyle w:val="libNormal"/>
      </w:pPr>
      <w:r>
        <w:t>(</w:t>
      </w:r>
      <w:r>
        <w:rPr>
          <w:rFonts w:hint="cs"/>
          <w:cs/>
          <w:lang w:bidi="hi-IN"/>
        </w:rPr>
        <w:t>द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क़बाएली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इख़्तिलाफ़ात।</w:t>
      </w:r>
    </w:p>
    <w:p w:rsidR="00CE40C4" w:rsidRDefault="00CE40C4" w:rsidP="00CE40C4">
      <w:pPr>
        <w:pStyle w:val="libNormal"/>
      </w:pPr>
      <w:r>
        <w:lastRenderedPageBreak/>
        <w:t>(</w:t>
      </w:r>
      <w:r>
        <w:rPr>
          <w:rFonts w:hint="cs"/>
          <w:cs/>
          <w:lang w:bidi="hi-IN"/>
        </w:rPr>
        <w:t>ज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ओलमा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हुकूमत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ओहदादारों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दरमियान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फ़हमियां।</w:t>
      </w:r>
    </w:p>
    <w:p w:rsidR="00CE40C4" w:rsidRDefault="00CE40C4" w:rsidP="00CE40C4">
      <w:pPr>
        <w:pStyle w:val="libNormal"/>
      </w:pPr>
      <w:r>
        <w:t xml:space="preserve">2. </w:t>
      </w:r>
      <w:r>
        <w:rPr>
          <w:rFonts w:hint="cs"/>
          <w:cs/>
          <w:lang w:bidi="hi-IN"/>
        </w:rPr>
        <w:t>तक़रीबन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मुल्कों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जेहालत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नादानी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फ़रावनी।</w:t>
      </w:r>
    </w:p>
    <w:p w:rsidR="00CE40C4" w:rsidRDefault="00CE40C4" w:rsidP="00CE40C4">
      <w:pPr>
        <w:pStyle w:val="libNormal"/>
      </w:pPr>
      <w:r>
        <w:t xml:space="preserve">3. </w:t>
      </w:r>
      <w:r>
        <w:rPr>
          <w:rFonts w:hint="cs"/>
          <w:cs/>
          <w:lang w:bidi="hi-IN"/>
        </w:rPr>
        <w:t>फ़िक्री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जमूद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तअस्सुब</w:t>
      </w:r>
      <w:r>
        <w:t xml:space="preserve">, </w:t>
      </w:r>
      <w:r>
        <w:rPr>
          <w:rFonts w:hint="cs"/>
          <w:cs/>
          <w:lang w:bidi="hi-IN"/>
        </w:rPr>
        <w:t>रोज़ाना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बेख़बरी</w:t>
      </w:r>
      <w:r>
        <w:t xml:space="preserve">, </w:t>
      </w:r>
      <w:r>
        <w:rPr>
          <w:rFonts w:hint="cs"/>
          <w:cs/>
          <w:lang w:bidi="hi-IN"/>
        </w:rPr>
        <w:t>काम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मेहनत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कमी।</w:t>
      </w:r>
    </w:p>
    <w:p w:rsidR="00CE40C4" w:rsidRDefault="00CE40C4" w:rsidP="00CE40C4">
      <w:pPr>
        <w:pStyle w:val="libNormal"/>
      </w:pPr>
      <w:r>
        <w:t xml:space="preserve">4. </w:t>
      </w:r>
      <w:r>
        <w:rPr>
          <w:rFonts w:hint="cs"/>
          <w:cs/>
          <w:lang w:bidi="hi-IN"/>
        </w:rPr>
        <w:t>माद्दी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ज़िन्दगी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बेतवज्जेही</w:t>
      </w:r>
      <w:r>
        <w:t xml:space="preserve">, </w:t>
      </w:r>
      <w:r>
        <w:rPr>
          <w:rFonts w:hint="cs"/>
          <w:cs/>
          <w:lang w:bidi="hi-IN"/>
        </w:rPr>
        <w:t>जन्नत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उम्मीद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ज़्यादा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इबादत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दुनिया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बेहतर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जि़्नदगी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रास्तों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थी।</w:t>
      </w:r>
    </w:p>
    <w:p w:rsidR="00CE40C4" w:rsidRDefault="00CE40C4" w:rsidP="00CE40C4">
      <w:pPr>
        <w:pStyle w:val="libNormal"/>
      </w:pPr>
      <w:r>
        <w:t xml:space="preserve">5. </w:t>
      </w:r>
      <w:r>
        <w:rPr>
          <w:rFonts w:hint="cs"/>
          <w:cs/>
          <w:lang w:bidi="hi-IN"/>
        </w:rPr>
        <w:t>खुदसर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फ़रमांरवाओं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जुल्म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इस्तेबदाद।</w:t>
      </w:r>
    </w:p>
    <w:p w:rsidR="00CE40C4" w:rsidRDefault="00CE40C4" w:rsidP="00CE40C4">
      <w:pPr>
        <w:pStyle w:val="libNormal"/>
      </w:pPr>
      <w:r>
        <w:t xml:space="preserve">6. </w:t>
      </w:r>
      <w:r>
        <w:rPr>
          <w:rFonts w:hint="cs"/>
          <w:cs/>
          <w:lang w:bidi="hi-IN"/>
        </w:rPr>
        <w:t>अम्न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फुक़दान</w:t>
      </w:r>
      <w:r>
        <w:t xml:space="preserve">, </w:t>
      </w:r>
      <w:r>
        <w:rPr>
          <w:rFonts w:hint="cs"/>
          <w:cs/>
          <w:lang w:bidi="hi-IN"/>
        </w:rPr>
        <w:t>शहरों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दरमियान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सड़कों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रास्तों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फ़ुक़दान</w:t>
      </w:r>
      <w:r>
        <w:t xml:space="preserve">, </w:t>
      </w:r>
      <w:r>
        <w:rPr>
          <w:rFonts w:hint="cs"/>
          <w:cs/>
          <w:lang w:bidi="hi-IN"/>
        </w:rPr>
        <w:t>इलाज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मुआलिजे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सहूलतों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हि़फ़ाज़ाने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सेहत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उसूलों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फ़ुक़दान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ताऊन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जैसी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मुतअद्दी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बीमारियों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आबादी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हिस्सा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नज़र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जाता।</w:t>
      </w:r>
    </w:p>
    <w:p w:rsidR="00CE40C4" w:rsidRDefault="00CE40C4" w:rsidP="00CE40C4">
      <w:pPr>
        <w:pStyle w:val="libNormal"/>
      </w:pPr>
      <w:r>
        <w:t xml:space="preserve">7. </w:t>
      </w:r>
      <w:r>
        <w:rPr>
          <w:rFonts w:hint="cs"/>
          <w:cs/>
          <w:lang w:bidi="hi-IN"/>
        </w:rPr>
        <w:t>शहरों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वीरानी</w:t>
      </w:r>
      <w:r>
        <w:t xml:space="preserve">, </w:t>
      </w:r>
      <w:r>
        <w:rPr>
          <w:rFonts w:hint="cs"/>
          <w:cs/>
          <w:lang w:bidi="hi-IN"/>
        </w:rPr>
        <w:t>आबपशी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निज़ाम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फ़ुक़दान</w:t>
      </w:r>
      <w:r>
        <w:t xml:space="preserve">, </w:t>
      </w:r>
      <w:r>
        <w:rPr>
          <w:rFonts w:hint="cs"/>
          <w:cs/>
          <w:lang w:bidi="hi-IN"/>
        </w:rPr>
        <w:t>ज़राअत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खेती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बाड़ी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कमी।</w:t>
      </w:r>
    </w:p>
    <w:p w:rsidR="00CE40C4" w:rsidRDefault="00CE40C4" w:rsidP="00CE40C4">
      <w:pPr>
        <w:pStyle w:val="libNormal"/>
      </w:pPr>
      <w:r>
        <w:t xml:space="preserve">8. </w:t>
      </w:r>
      <w:r>
        <w:rPr>
          <w:rFonts w:hint="cs"/>
          <w:cs/>
          <w:lang w:bidi="hi-IN"/>
        </w:rPr>
        <w:t>हुकमती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दफ़्तरों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बदइन्तेज़ामी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क़ायदे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क़वानीन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फुक़दान</w:t>
      </w:r>
      <w:r>
        <w:t xml:space="preserve">, </w:t>
      </w:r>
      <w:r>
        <w:rPr>
          <w:rFonts w:hint="cs"/>
          <w:cs/>
          <w:lang w:bidi="hi-IN"/>
        </w:rPr>
        <w:t>कुरआन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अहकामे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शरीअत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एहतेराम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बावजूद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तौर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बेतवज्जेही।</w:t>
      </w:r>
    </w:p>
    <w:p w:rsidR="00CE40C4" w:rsidRDefault="00CE40C4" w:rsidP="00CE40C4">
      <w:pPr>
        <w:pStyle w:val="libNormal"/>
      </w:pPr>
      <w:r>
        <w:t xml:space="preserve">9. </w:t>
      </w:r>
      <w:r>
        <w:rPr>
          <w:rFonts w:hint="cs"/>
          <w:cs/>
          <w:lang w:bidi="hi-IN"/>
        </w:rPr>
        <w:t>पसमान्दा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ग़ैर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सेहतमन्दाना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इक़्तिसाद।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इलाक़े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गुरबत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बीमारी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दौरा।</w:t>
      </w:r>
      <w:r>
        <w:rPr>
          <w:cs/>
          <w:lang w:bidi="hi-IN"/>
        </w:rPr>
        <w:t xml:space="preserve"> </w:t>
      </w:r>
    </w:p>
    <w:p w:rsidR="00CE40C4" w:rsidRDefault="00CE40C4" w:rsidP="00CE40C4">
      <w:pPr>
        <w:pStyle w:val="libNormal"/>
      </w:pPr>
      <w:r>
        <w:lastRenderedPageBreak/>
        <w:t xml:space="preserve">10. </w:t>
      </w:r>
      <w:r>
        <w:rPr>
          <w:rFonts w:hint="cs"/>
          <w:cs/>
          <w:lang w:bidi="hi-IN"/>
        </w:rPr>
        <w:t>सही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तरबियत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याफ़्ता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फ़ौजों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फुक़दान</w:t>
      </w:r>
      <w:r>
        <w:t xml:space="preserve">, </w:t>
      </w:r>
      <w:r>
        <w:rPr>
          <w:rFonts w:hint="cs"/>
          <w:cs/>
          <w:lang w:bidi="hi-IN"/>
        </w:rPr>
        <w:t>असलहा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दिफ़ाई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साज़ो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मौजूदा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असलहों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फ़रसूदगी।</w:t>
      </w:r>
      <w:r>
        <w:rPr>
          <w:cs/>
          <w:lang w:bidi="hi-IN"/>
        </w:rPr>
        <w:t xml:space="preserve"> </w:t>
      </w:r>
    </w:p>
    <w:p w:rsidR="00CE40C4" w:rsidRDefault="00CE40C4" w:rsidP="00CE40C4">
      <w:pPr>
        <w:pStyle w:val="libNormal"/>
      </w:pPr>
      <w:r>
        <w:t xml:space="preserve">11. </w:t>
      </w:r>
      <w:r>
        <w:rPr>
          <w:rFonts w:hint="cs"/>
          <w:cs/>
          <w:lang w:bidi="hi-IN"/>
        </w:rPr>
        <w:t>औरतों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तहक़ीर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हकूक़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पामली।</w:t>
      </w:r>
    </w:p>
    <w:p w:rsidR="00CE40C4" w:rsidRDefault="00CE40C4" w:rsidP="00CE40C4">
      <w:pPr>
        <w:pStyle w:val="libNormal"/>
      </w:pPr>
      <w:r>
        <w:t xml:space="preserve">12. </w:t>
      </w:r>
      <w:r>
        <w:rPr>
          <w:rFonts w:hint="cs"/>
          <w:cs/>
          <w:lang w:bidi="hi-IN"/>
        </w:rPr>
        <w:t>शहरों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देहातों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गन्दगी</w:t>
      </w:r>
      <w:r>
        <w:t xml:space="preserve">, 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कूड़े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करकट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अम्बार</w:t>
      </w:r>
      <w:r>
        <w:t xml:space="preserve">, </w:t>
      </w:r>
      <w:r>
        <w:rPr>
          <w:rFonts w:hint="cs"/>
          <w:cs/>
          <w:lang w:bidi="hi-IN"/>
        </w:rPr>
        <w:t>सड़कों</w:t>
      </w:r>
      <w:r>
        <w:t xml:space="preserve">, </w:t>
      </w:r>
      <w:r>
        <w:rPr>
          <w:rFonts w:hint="cs"/>
          <w:cs/>
          <w:lang w:bidi="hi-IN"/>
        </w:rPr>
        <w:t>शाहेराहों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बाज़ारों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अशियाए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फ़रोख़्त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बेहंगम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ढेर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वगैरा।</w:t>
      </w:r>
    </w:p>
    <w:p w:rsidR="00CE40C4" w:rsidRDefault="00CE40C4" w:rsidP="00CE40C4">
      <w:pPr>
        <w:pStyle w:val="libNormal"/>
      </w:pPr>
      <w:r>
        <w:tab/>
      </w:r>
      <w:r>
        <w:rPr>
          <w:rFonts w:hint="cs"/>
          <w:cs/>
          <w:lang w:bidi="hi-IN"/>
        </w:rPr>
        <w:t>मुसलमानों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कमज़ोर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पहलुओं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गिनवाने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हक़ीक़त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इशारा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शरीयते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क़ानून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तर्ज़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ज़िन्दगी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रत्ती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बराबर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खाता</w:t>
      </w:r>
      <w:r>
        <w:t xml:space="preserve">,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ज़रुरी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हक़ीकी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रुह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बेख़बर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हक़ाएक़़े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पहुँचने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बसूरते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फ़ेहरिस्त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अवामिर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अहकामात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इशारा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मबानी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ज़ाहिर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सूरत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थी।</w:t>
      </w:r>
    </w:p>
    <w:p w:rsidR="00CE40C4" w:rsidRDefault="00CE40C4" w:rsidP="00CE40C4">
      <w:pPr>
        <w:pStyle w:val="libNormal"/>
      </w:pPr>
      <w:r>
        <w:t>1.</w:t>
      </w:r>
      <w:r>
        <w:tab/>
      </w:r>
      <w:r>
        <w:rPr>
          <w:rFonts w:hint="cs"/>
          <w:cs/>
          <w:lang w:bidi="hi-IN"/>
        </w:rPr>
        <w:t>वहदत</w:t>
      </w:r>
      <w:r>
        <w:t xml:space="preserve">, </w:t>
      </w:r>
      <w:r>
        <w:rPr>
          <w:rFonts w:hint="cs"/>
          <w:cs/>
          <w:lang w:bidi="hi-IN"/>
        </w:rPr>
        <w:t>दोस्ती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ताकीद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तफ़रिक़े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दूरी।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सूर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आले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इमरान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आयत</w:t>
      </w:r>
      <w:r>
        <w:rPr>
          <w:cs/>
          <w:lang w:bidi="hi-IN"/>
        </w:rPr>
        <w:t xml:space="preserve"> </w:t>
      </w:r>
      <w:r>
        <w:t>103)</w:t>
      </w:r>
    </w:p>
    <w:p w:rsidR="00CE40C4" w:rsidRDefault="00CE40C4" w:rsidP="00CE40C4">
      <w:pPr>
        <w:pStyle w:val="libNormal"/>
      </w:pPr>
      <w:r>
        <w:t>2.</w:t>
      </w:r>
      <w:r>
        <w:tab/>
      </w:r>
      <w:r>
        <w:rPr>
          <w:rFonts w:hint="cs"/>
          <w:cs/>
          <w:lang w:bidi="hi-IN"/>
        </w:rPr>
        <w:t>तालीम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तरबियत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ताकीद।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हदीस</w:t>
      </w:r>
      <w:r>
        <w:rPr>
          <w:cs/>
          <w:lang w:bidi="hi-IN"/>
        </w:rPr>
        <w:t>)</w:t>
      </w:r>
    </w:p>
    <w:p w:rsidR="00CE40C4" w:rsidRDefault="00CE40C4" w:rsidP="00CE40C4">
      <w:pPr>
        <w:pStyle w:val="libNormal"/>
      </w:pPr>
      <w:r>
        <w:t>3.</w:t>
      </w:r>
      <w:r>
        <w:tab/>
      </w:r>
      <w:r>
        <w:rPr>
          <w:rFonts w:hint="cs"/>
          <w:cs/>
          <w:lang w:bidi="hi-IN"/>
        </w:rPr>
        <w:t>जुसत्जू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इब्तेकारी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ताकीद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सूर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आल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इमरान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आयत</w:t>
      </w:r>
      <w:r>
        <w:rPr>
          <w:cs/>
          <w:lang w:bidi="hi-IN"/>
        </w:rPr>
        <w:t xml:space="preserve"> </w:t>
      </w:r>
      <w:r>
        <w:t>201)</w:t>
      </w:r>
    </w:p>
    <w:p w:rsidR="00CE40C4" w:rsidRDefault="00CE40C4" w:rsidP="00CE40C4">
      <w:pPr>
        <w:pStyle w:val="libNormal"/>
      </w:pPr>
      <w:r>
        <w:t>4.</w:t>
      </w:r>
      <w:r>
        <w:tab/>
      </w:r>
      <w:r>
        <w:rPr>
          <w:rFonts w:hint="cs"/>
          <w:cs/>
          <w:lang w:bidi="hi-IN"/>
        </w:rPr>
        <w:t>माद्दी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ज़िन्दगी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बेहतर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ताकीद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सूर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बक़रा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आयत</w:t>
      </w:r>
      <w:r>
        <w:rPr>
          <w:cs/>
          <w:lang w:bidi="hi-IN"/>
        </w:rPr>
        <w:t xml:space="preserve"> </w:t>
      </w:r>
      <w:r>
        <w:t>201)</w:t>
      </w:r>
    </w:p>
    <w:p w:rsidR="00CE40C4" w:rsidRDefault="00CE40C4" w:rsidP="00CE40C4">
      <w:pPr>
        <w:pStyle w:val="libNormal"/>
      </w:pPr>
      <w:r>
        <w:lastRenderedPageBreak/>
        <w:t>5.</w:t>
      </w:r>
      <w:r>
        <w:tab/>
      </w:r>
      <w:r>
        <w:rPr>
          <w:rFonts w:hint="cs"/>
          <w:cs/>
          <w:lang w:bidi="hi-IN"/>
        </w:rPr>
        <w:t>ज़िन्दगी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मसाएल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मशविरे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ताकीद।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सूर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शूरा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आयत</w:t>
      </w:r>
      <w:r>
        <w:rPr>
          <w:cs/>
          <w:lang w:bidi="hi-IN"/>
        </w:rPr>
        <w:t xml:space="preserve"> </w:t>
      </w:r>
      <w:r>
        <w:t>38)</w:t>
      </w:r>
    </w:p>
    <w:p w:rsidR="00CE40C4" w:rsidRDefault="00CE40C4" w:rsidP="00CE40C4">
      <w:pPr>
        <w:pStyle w:val="libNormal"/>
      </w:pPr>
      <w:r>
        <w:t>6.</w:t>
      </w:r>
      <w:r>
        <w:tab/>
      </w:r>
      <w:r>
        <w:rPr>
          <w:rFonts w:hint="cs"/>
          <w:cs/>
          <w:lang w:bidi="hi-IN"/>
        </w:rPr>
        <w:t>शाहेराहें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ताकीद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सूर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मुल्क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आयत</w:t>
      </w:r>
      <w:r>
        <w:rPr>
          <w:cs/>
          <w:lang w:bidi="hi-IN"/>
        </w:rPr>
        <w:t xml:space="preserve"> </w:t>
      </w:r>
      <w:r>
        <w:t>15)</w:t>
      </w:r>
    </w:p>
    <w:p w:rsidR="00CE40C4" w:rsidRDefault="00CE40C4" w:rsidP="00CE40C4">
      <w:pPr>
        <w:pStyle w:val="libNormal"/>
      </w:pPr>
      <w:r>
        <w:t>7.</w:t>
      </w:r>
      <w:r>
        <w:tab/>
      </w:r>
      <w:r>
        <w:rPr>
          <w:rFonts w:hint="cs"/>
          <w:cs/>
          <w:lang w:bidi="hi-IN"/>
        </w:rPr>
        <w:t>हदीसे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नबवीस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बुनियाद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तन्दरुस्ती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मुआलिजे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ताकीद।</w:t>
      </w:r>
    </w:p>
    <w:p w:rsidR="00CE40C4" w:rsidRDefault="00CE40C4" w:rsidP="00CE40C4">
      <w:pPr>
        <w:pStyle w:val="libNormal"/>
      </w:pPr>
      <w:r>
        <w:t>(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इल्मे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फ़िक़ह</w:t>
      </w:r>
      <w:r>
        <w:t xml:space="preserve">, </w:t>
      </w:r>
      <w:r>
        <w:rPr>
          <w:rFonts w:hint="cs"/>
          <w:cs/>
          <w:lang w:bidi="hi-IN"/>
        </w:rPr>
        <w:t>दीन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हिफ़ाज़त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लिये।</w:t>
      </w:r>
    </w:p>
    <w:p w:rsidR="00CE40C4" w:rsidRDefault="00CE40C4" w:rsidP="00CE40C4">
      <w:pPr>
        <w:pStyle w:val="libNormal"/>
      </w:pPr>
      <w:r>
        <w:t>(</w:t>
      </w:r>
      <w:r>
        <w:rPr>
          <w:rFonts w:hint="cs"/>
          <w:cs/>
          <w:lang w:bidi="hi-IN"/>
        </w:rPr>
        <w:t>ब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इल्मे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तिब</w:t>
      </w:r>
      <w:r>
        <w:t xml:space="preserve">, </w:t>
      </w:r>
      <w:r>
        <w:rPr>
          <w:rFonts w:hint="cs"/>
          <w:cs/>
          <w:lang w:bidi="hi-IN"/>
        </w:rPr>
        <w:t>बदन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हिफ़ाज़त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लिये।</w:t>
      </w:r>
    </w:p>
    <w:p w:rsidR="00CE40C4" w:rsidRDefault="00CE40C4" w:rsidP="00CE40C4">
      <w:pPr>
        <w:pStyle w:val="libNormal"/>
      </w:pPr>
      <w:r>
        <w:t>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इल्मे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नहो</w:t>
      </w:r>
      <w:r>
        <w:t xml:space="preserve">, </w:t>
      </w:r>
      <w:r>
        <w:rPr>
          <w:rFonts w:hint="cs"/>
          <w:cs/>
          <w:lang w:bidi="hi-IN"/>
        </w:rPr>
        <w:t>ज़बान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हिफ़ाज़त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</w:p>
    <w:p w:rsidR="00CE40C4" w:rsidRDefault="00CE40C4" w:rsidP="00CE40C4">
      <w:pPr>
        <w:pStyle w:val="libNormal"/>
      </w:pPr>
      <w:r>
        <w:t>(</w:t>
      </w:r>
      <w:r>
        <w:rPr>
          <w:rFonts w:hint="cs"/>
          <w:cs/>
          <w:lang w:bidi="hi-IN"/>
        </w:rPr>
        <w:t>द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इल्मे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नुजूम</w:t>
      </w:r>
      <w:r>
        <w:t xml:space="preserve">, </w:t>
      </w:r>
      <w:r>
        <w:rPr>
          <w:rFonts w:hint="cs"/>
          <w:cs/>
          <w:lang w:bidi="hi-IN"/>
        </w:rPr>
        <w:t>ज़माने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पहचान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हदीस</w:t>
      </w:r>
      <w:r>
        <w:rPr>
          <w:cs/>
          <w:lang w:bidi="hi-IN"/>
        </w:rPr>
        <w:t>)</w:t>
      </w:r>
    </w:p>
    <w:p w:rsidR="00CE40C4" w:rsidRDefault="00CE40C4" w:rsidP="00CE40C4">
      <w:pPr>
        <w:pStyle w:val="libNormal"/>
      </w:pPr>
      <w:r>
        <w:t xml:space="preserve">8. </w:t>
      </w:r>
      <w:r>
        <w:rPr>
          <w:rFonts w:hint="cs"/>
          <w:cs/>
          <w:lang w:bidi="hi-IN"/>
        </w:rPr>
        <w:t>आबादकारी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ताकीद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।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सर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बक़रा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आयत</w:t>
      </w:r>
      <w:r>
        <w:rPr>
          <w:cs/>
          <w:lang w:bidi="hi-IN"/>
        </w:rPr>
        <w:t xml:space="preserve"> </w:t>
      </w:r>
      <w:r>
        <w:t>29)</w:t>
      </w:r>
    </w:p>
    <w:p w:rsidR="00CE40C4" w:rsidRDefault="00CE40C4" w:rsidP="00CE40C4">
      <w:pPr>
        <w:pStyle w:val="libNormal"/>
      </w:pPr>
      <w:r>
        <w:t xml:space="preserve">9.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नज़म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तरबियत।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हदीस</w:t>
      </w:r>
      <w:r>
        <w:rPr>
          <w:cs/>
          <w:lang w:bidi="hi-IN"/>
        </w:rPr>
        <w:t>)</w:t>
      </w:r>
    </w:p>
    <w:p w:rsidR="00CE40C4" w:rsidRDefault="00CE40C4" w:rsidP="00CE40C4">
      <w:pPr>
        <w:pStyle w:val="libNormal"/>
      </w:pPr>
      <w:r>
        <w:t xml:space="preserve">10. </w:t>
      </w:r>
      <w:r>
        <w:rPr>
          <w:rFonts w:hint="cs"/>
          <w:cs/>
          <w:lang w:bidi="hi-IN"/>
        </w:rPr>
        <w:t>मुआशी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इस्तेहकाम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ताकीद।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हदीस</w:t>
      </w:r>
      <w:r>
        <w:rPr>
          <w:cs/>
          <w:lang w:bidi="hi-IN"/>
        </w:rPr>
        <w:t>)</w:t>
      </w:r>
    </w:p>
    <w:p w:rsidR="00CE40C4" w:rsidRDefault="00CE40C4" w:rsidP="00CE40C4">
      <w:pPr>
        <w:pStyle w:val="libNormal"/>
      </w:pPr>
      <w:r>
        <w:t xml:space="preserve">11. </w:t>
      </w:r>
      <w:r>
        <w:rPr>
          <w:rFonts w:hint="cs"/>
          <w:cs/>
          <w:lang w:bidi="hi-IN"/>
        </w:rPr>
        <w:t>जदीद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असलहा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जंगी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साज़ो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लैस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फौज़ी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तंज़ीम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ताकीद।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सूर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इन्फ़ाल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आयत</w:t>
      </w:r>
      <w:r>
        <w:rPr>
          <w:cs/>
          <w:lang w:bidi="hi-IN"/>
        </w:rPr>
        <w:t xml:space="preserve"> </w:t>
      </w:r>
      <w:r>
        <w:t>60)</w:t>
      </w:r>
    </w:p>
    <w:p w:rsidR="00CE40C4" w:rsidRDefault="00CE40C4" w:rsidP="00CE40C4">
      <w:pPr>
        <w:pStyle w:val="libNormal"/>
      </w:pPr>
      <w:r>
        <w:t xml:space="preserve">12- </w:t>
      </w:r>
      <w:r>
        <w:rPr>
          <w:rFonts w:hint="cs"/>
          <w:cs/>
          <w:lang w:bidi="hi-IN"/>
        </w:rPr>
        <w:t>जदीद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असलहा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जंगी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साज़ों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लैस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फ़ौजी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तंज़ीम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ताकीद।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सूर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इन्फ़ाल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आयत</w:t>
      </w:r>
      <w:r>
        <w:rPr>
          <w:cs/>
          <w:lang w:bidi="hi-IN"/>
        </w:rPr>
        <w:t xml:space="preserve"> </w:t>
      </w:r>
      <w:r>
        <w:t>60)</w:t>
      </w:r>
    </w:p>
    <w:p w:rsidR="00CE40C4" w:rsidRDefault="00CE40C4" w:rsidP="00CE40C4">
      <w:pPr>
        <w:pStyle w:val="libNormal"/>
      </w:pPr>
      <w:r>
        <w:t xml:space="preserve">12. </w:t>
      </w:r>
      <w:r>
        <w:rPr>
          <w:rFonts w:hint="cs"/>
          <w:cs/>
          <w:lang w:bidi="hi-IN"/>
        </w:rPr>
        <w:t>औरतों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हुकूक़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हिफ़ाज़त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एहतेराम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ताकीद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सूर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बक़रा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आयत</w:t>
      </w:r>
      <w:r>
        <w:rPr>
          <w:cs/>
          <w:lang w:bidi="hi-IN"/>
        </w:rPr>
        <w:t xml:space="preserve"> </w:t>
      </w:r>
      <w:r>
        <w:t>228)</w:t>
      </w:r>
    </w:p>
    <w:p w:rsidR="00CE40C4" w:rsidRDefault="00CE40C4" w:rsidP="00CE40C4">
      <w:pPr>
        <w:pStyle w:val="libNormal"/>
      </w:pPr>
      <w:r>
        <w:lastRenderedPageBreak/>
        <w:tab/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अवामिर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तज़किरे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ताक़त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कुव्वत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सरजश्मों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पेशरफ्त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असबाब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रौशनी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डालती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तबाही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तरक़्क़ी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तकामुल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राहों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ख़िलाफ़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इक़दामात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नोआबादयाती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इलाक़ों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विज़रात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नुक़्ता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आग़ाज़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क़रार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तरक़्की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तकामुल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थीः</w:t>
      </w:r>
    </w:p>
    <w:p w:rsidR="00CE40C4" w:rsidRDefault="00CE40C4" w:rsidP="00CE40C4">
      <w:pPr>
        <w:pStyle w:val="libNormal"/>
      </w:pPr>
      <w:r>
        <w:t>1.</w:t>
      </w:r>
      <w:r>
        <w:tab/>
      </w:r>
      <w:r>
        <w:rPr>
          <w:rFonts w:hint="cs"/>
          <w:cs/>
          <w:lang w:bidi="hi-IN"/>
        </w:rPr>
        <w:t>रंग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नस्ल</w:t>
      </w:r>
      <w:r>
        <w:t xml:space="preserve">, </w:t>
      </w:r>
      <w:r>
        <w:rPr>
          <w:rFonts w:hint="cs"/>
          <w:cs/>
          <w:lang w:bidi="hi-IN"/>
        </w:rPr>
        <w:t>ज़बान</w:t>
      </w:r>
      <w:r>
        <w:t xml:space="preserve">, </w:t>
      </w:r>
      <w:r>
        <w:rPr>
          <w:rFonts w:hint="cs"/>
          <w:cs/>
          <w:lang w:bidi="hi-IN"/>
        </w:rPr>
        <w:t>तहज़ीब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तमद्दुन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क़ौमी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तअस्सुबात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ख़ातिर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लाना।</w:t>
      </w:r>
    </w:p>
    <w:p w:rsidR="00CE40C4" w:rsidRDefault="00CE40C4" w:rsidP="00CE40C4">
      <w:pPr>
        <w:pStyle w:val="libNormal"/>
      </w:pPr>
      <w:r>
        <w:t>2.</w:t>
      </w:r>
      <w:r>
        <w:tab/>
      </w:r>
      <w:r>
        <w:rPr>
          <w:rFonts w:hint="cs"/>
          <w:cs/>
          <w:lang w:bidi="hi-IN"/>
        </w:rPr>
        <w:t>सूद</w:t>
      </w:r>
      <w:r>
        <w:t xml:space="preserve">, </w:t>
      </w:r>
      <w:r>
        <w:rPr>
          <w:rFonts w:hint="cs"/>
          <w:cs/>
          <w:lang w:bidi="hi-IN"/>
        </w:rPr>
        <w:t>ज़ख़ीरा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अन्दोज़ी</w:t>
      </w:r>
      <w:r>
        <w:t xml:space="preserve">, </w:t>
      </w:r>
      <w:r>
        <w:rPr>
          <w:rFonts w:hint="cs"/>
          <w:cs/>
          <w:lang w:bidi="hi-IN"/>
        </w:rPr>
        <w:t>अदअमली</w:t>
      </w:r>
      <w:r>
        <w:t xml:space="preserve">, </w:t>
      </w:r>
      <w:r>
        <w:rPr>
          <w:rFonts w:hint="cs"/>
          <w:cs/>
          <w:lang w:bidi="hi-IN"/>
        </w:rPr>
        <w:t>शराब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सूअर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गोश्त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वग़ैरा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मुमानिअत।</w:t>
      </w:r>
    </w:p>
    <w:p w:rsidR="00CE40C4" w:rsidRDefault="00CE40C4" w:rsidP="00CE40C4">
      <w:pPr>
        <w:pStyle w:val="libNormal"/>
      </w:pPr>
      <w:r>
        <w:t>3.</w:t>
      </w:r>
      <w:r>
        <w:tab/>
      </w:r>
      <w:r>
        <w:rPr>
          <w:rFonts w:hint="cs"/>
          <w:cs/>
          <w:lang w:bidi="hi-IN"/>
        </w:rPr>
        <w:t>ईमान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अक़ीदा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बुनियाद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ओलमा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दीन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शदीद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मोहब्बत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वाबस्तगी।</w:t>
      </w:r>
    </w:p>
    <w:p w:rsidR="00CE40C4" w:rsidRDefault="00CE40C4" w:rsidP="00CE40C4">
      <w:pPr>
        <w:pStyle w:val="libNormal"/>
      </w:pPr>
      <w:r>
        <w:t>4.</w:t>
      </w:r>
      <w:r>
        <w:tab/>
      </w:r>
      <w:r>
        <w:rPr>
          <w:rFonts w:hint="cs"/>
          <w:cs/>
          <w:lang w:bidi="hi-IN"/>
        </w:rPr>
        <w:t>मौजूदा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ख़लीफा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निस्बते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आम्मतुल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मुस्लेमीन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एहतेराम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मोहब्बत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अक़ीदा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पैग़म्बरस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जानशीन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उलुल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अहकामात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बजाआवरी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सल्लल्लाहो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अलैहे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आलेहि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वसल्लम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अहकामात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बजाआवरी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CE40C4" w:rsidRDefault="00CE40C4" w:rsidP="00CE40C4">
      <w:pPr>
        <w:pStyle w:val="libNormal"/>
      </w:pPr>
      <w:r>
        <w:t>5.</w:t>
      </w:r>
      <w:r>
        <w:tab/>
      </w:r>
      <w:r>
        <w:rPr>
          <w:rFonts w:hint="cs"/>
          <w:cs/>
          <w:lang w:bidi="hi-IN"/>
        </w:rPr>
        <w:t>क़ुफ़्फार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ख़िलाफ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वजूबे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जेहाद।</w:t>
      </w:r>
    </w:p>
    <w:p w:rsidR="00CE40C4" w:rsidRDefault="00CE40C4" w:rsidP="00CE40C4">
      <w:pPr>
        <w:pStyle w:val="libNormal"/>
      </w:pPr>
      <w:r>
        <w:t>6.</w:t>
      </w:r>
      <w:r>
        <w:tab/>
      </w:r>
      <w:r>
        <w:rPr>
          <w:rFonts w:hint="cs"/>
          <w:cs/>
          <w:lang w:bidi="hi-IN"/>
        </w:rPr>
        <w:t>गै़र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मुस्लिमों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नापाकी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मब्नी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तशय्यो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अक़ीदा।</w:t>
      </w:r>
    </w:p>
    <w:p w:rsidR="00CE40C4" w:rsidRDefault="00CE40C4" w:rsidP="00CE40C4">
      <w:pPr>
        <w:pStyle w:val="libNormal"/>
      </w:pPr>
      <w:r>
        <w:lastRenderedPageBreak/>
        <w:t>7.</w:t>
      </w:r>
      <w:r>
        <w:tab/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अदयान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मज़ाहिब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बालादस्ती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एतक़ाद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हदीस</w:t>
      </w:r>
      <w:r>
        <w:rPr>
          <w:cs/>
          <w:lang w:bidi="hi-IN"/>
        </w:rPr>
        <w:t>)</w:t>
      </w:r>
    </w:p>
    <w:p w:rsidR="00CE40C4" w:rsidRDefault="00CE40C4" w:rsidP="00CE40C4">
      <w:pPr>
        <w:pStyle w:val="libNormal"/>
      </w:pPr>
      <w:r>
        <w:t>8.</w:t>
      </w:r>
      <w:r>
        <w:tab/>
      </w:r>
      <w:r>
        <w:rPr>
          <w:rFonts w:hint="cs"/>
          <w:cs/>
          <w:lang w:bidi="hi-IN"/>
        </w:rPr>
        <w:t>इस्लामी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सरज़मीन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यहूदी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नसरानी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इबादताहों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तामीर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मुमानिअत।</w:t>
      </w:r>
    </w:p>
    <w:p w:rsidR="00CE40C4" w:rsidRDefault="00CE40C4" w:rsidP="00CE40C4">
      <w:pPr>
        <w:pStyle w:val="libNormal"/>
      </w:pPr>
      <w:r>
        <w:t>9.</w:t>
      </w:r>
      <w:r>
        <w:tab/>
      </w:r>
      <w:r>
        <w:rPr>
          <w:rFonts w:hint="cs"/>
          <w:cs/>
          <w:lang w:bidi="hi-IN"/>
        </w:rPr>
        <w:t>जज़ीरतुल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यहूदियों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नसरानियों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इनख़ेला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अकसर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इत्तिफाक़।</w:t>
      </w:r>
    </w:p>
    <w:p w:rsidR="00CE40C4" w:rsidRDefault="00CE40C4" w:rsidP="00CE40C4">
      <w:pPr>
        <w:pStyle w:val="libNormal"/>
      </w:pPr>
      <w:r>
        <w:t>10.</w:t>
      </w:r>
      <w:r>
        <w:tab/>
      </w:r>
      <w:r>
        <w:rPr>
          <w:rFonts w:hint="cs"/>
          <w:cs/>
          <w:lang w:bidi="hi-IN"/>
        </w:rPr>
        <w:t>इश्तियाक़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नमाज़</w:t>
      </w:r>
      <w:r>
        <w:t xml:space="preserve">, </w:t>
      </w:r>
      <w:r>
        <w:rPr>
          <w:rFonts w:hint="cs"/>
          <w:cs/>
          <w:lang w:bidi="hi-IN"/>
        </w:rPr>
        <w:t>रोज़ा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फ़राएज़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अंजामदेही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मदावमत।</w:t>
      </w:r>
    </w:p>
    <w:p w:rsidR="00CE40C4" w:rsidRDefault="00CE40C4" w:rsidP="00CE40C4">
      <w:pPr>
        <w:pStyle w:val="libNormal"/>
      </w:pPr>
      <w:r>
        <w:t>11.</w:t>
      </w:r>
      <w:r>
        <w:tab/>
      </w:r>
      <w:r>
        <w:rPr>
          <w:rFonts w:hint="cs"/>
          <w:cs/>
          <w:lang w:bidi="hi-IN"/>
        </w:rPr>
        <w:t>ख़ुम्स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अदायगी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तशय्यो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अक़ीदा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ओलमा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मुस्तहक़ीन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रक़्म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तक़सीम।</w:t>
      </w:r>
    </w:p>
    <w:p w:rsidR="00CE40C4" w:rsidRDefault="00CE40C4" w:rsidP="00CE40C4">
      <w:pPr>
        <w:pStyle w:val="libNormal"/>
      </w:pPr>
      <w:r>
        <w:t>12.</w:t>
      </w:r>
      <w:r>
        <w:tab/>
      </w:r>
      <w:r>
        <w:rPr>
          <w:rFonts w:hint="cs"/>
          <w:cs/>
          <w:lang w:bidi="hi-IN"/>
        </w:rPr>
        <w:t>ईमान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इख़लास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अक़ाएद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दिलचस्पी।</w:t>
      </w:r>
    </w:p>
    <w:p w:rsidR="00CE40C4" w:rsidRDefault="00CE40C4" w:rsidP="00CE40C4">
      <w:pPr>
        <w:pStyle w:val="libNormal"/>
      </w:pPr>
      <w:r>
        <w:t>13.</w:t>
      </w:r>
      <w:r>
        <w:tab/>
      </w:r>
      <w:r>
        <w:rPr>
          <w:rFonts w:hint="cs"/>
          <w:cs/>
          <w:lang w:bidi="hi-IN"/>
        </w:rPr>
        <w:t>घरेलू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इस्तेहकाम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बुनियादी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मक़सद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बच्चों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नौजवानों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रवायती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तालीम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तरबियत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बच्चों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वालदैन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दायमी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इरतेबात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ज़रुरत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अहमियत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रुजहान।</w:t>
      </w:r>
    </w:p>
    <w:p w:rsidR="00CE40C4" w:rsidRDefault="00CE40C4" w:rsidP="00CE40C4">
      <w:pPr>
        <w:pStyle w:val="libNormal"/>
      </w:pPr>
      <w:r>
        <w:t>14.</w:t>
      </w:r>
      <w:r>
        <w:tab/>
      </w:r>
      <w:r>
        <w:rPr>
          <w:rFonts w:hint="cs"/>
          <w:cs/>
          <w:lang w:bidi="hi-IN"/>
        </w:rPr>
        <w:t>औरतों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ताकीद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ग़ैर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रवाबित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बदअमलियों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रोकती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CE40C4" w:rsidRDefault="00CE40C4" w:rsidP="00CE40C4">
      <w:pPr>
        <w:pStyle w:val="libNormal"/>
      </w:pPr>
      <w:r>
        <w:t>15.</w:t>
      </w:r>
      <w:r>
        <w:tab/>
      </w:r>
      <w:r>
        <w:rPr>
          <w:rFonts w:hint="cs"/>
          <w:cs/>
          <w:lang w:bidi="hi-IN"/>
        </w:rPr>
        <w:t>नमाज़े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जमाअत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इस्तेहबाब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जगह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मर्तबा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मस्जिद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इकट्ठा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होना।</w:t>
      </w:r>
    </w:p>
    <w:p w:rsidR="00CE40C4" w:rsidRDefault="00CE40C4" w:rsidP="00CE40C4">
      <w:pPr>
        <w:pStyle w:val="libNormal"/>
      </w:pPr>
      <w:r>
        <w:lastRenderedPageBreak/>
        <w:t>16.</w:t>
      </w:r>
      <w:r>
        <w:tab/>
      </w:r>
      <w:r>
        <w:rPr>
          <w:rFonts w:hint="cs"/>
          <w:cs/>
          <w:lang w:bidi="hi-IN"/>
        </w:rPr>
        <w:t>पैग़म्बरे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अकरमस</w:t>
      </w:r>
      <w:r>
        <w:t xml:space="preserve">0, </w:t>
      </w:r>
      <w:r>
        <w:rPr>
          <w:rFonts w:hint="cs"/>
          <w:cs/>
          <w:lang w:bidi="hi-IN"/>
        </w:rPr>
        <w:t>अहलेबैतअ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सुलहा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ज़ियारतगाहों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ताज़मी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मक़ामात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मुलाक़ात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इज्तेमाअ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मराकज़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क़रार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देना।</w:t>
      </w:r>
    </w:p>
    <w:p w:rsidR="00CE40C4" w:rsidRDefault="00CE40C4" w:rsidP="00CE40C4">
      <w:pPr>
        <w:pStyle w:val="libNormal"/>
      </w:pPr>
      <w:r>
        <w:t>17.</w:t>
      </w:r>
      <w:r>
        <w:tab/>
      </w:r>
      <w:r>
        <w:rPr>
          <w:rFonts w:hint="cs"/>
          <w:cs/>
          <w:lang w:bidi="hi-IN"/>
        </w:rPr>
        <w:t>सादात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एहतेराम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अकरमस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तज़किरा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गोया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ज़िन्दा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दुरुद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मुस्तहक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</w:p>
    <w:p w:rsidR="00CE40C4" w:rsidRDefault="00CE40C4" w:rsidP="00CE40C4">
      <w:pPr>
        <w:pStyle w:val="libNormal"/>
      </w:pPr>
      <w:r>
        <w:t>18.</w:t>
      </w:r>
      <w:r>
        <w:tab/>
      </w:r>
      <w:r>
        <w:rPr>
          <w:rFonts w:hint="cs"/>
          <w:cs/>
          <w:lang w:bidi="hi-IN"/>
        </w:rPr>
        <w:t>शियों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अज़ादारी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इंऐक़ाद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तौर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मोहर्रम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सफ़र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अज़ीम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इज्तेमाआत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ओलमा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ज़ाकेरीन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मुन्तज़िम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तक़रीरें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यक़ीनन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ईमानी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इस्तेहकाम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नाक़बिले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छोड़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चलन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उभीरती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CE40C4" w:rsidRDefault="00CE40C4" w:rsidP="00CE40C4">
      <w:pPr>
        <w:pStyle w:val="libNormal"/>
      </w:pPr>
      <w:r>
        <w:t>19.</w:t>
      </w:r>
      <w:r>
        <w:tab/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उसूलों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उन्वान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बिलमारुफ़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मुन्कर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वुजूब।</w:t>
      </w:r>
    </w:p>
    <w:p w:rsidR="00CE40C4" w:rsidRDefault="00CE40C4" w:rsidP="00CE40C4">
      <w:pPr>
        <w:pStyle w:val="libNormal"/>
      </w:pPr>
      <w:r>
        <w:t>20.</w:t>
      </w:r>
      <w:r>
        <w:tab/>
      </w:r>
      <w:r>
        <w:rPr>
          <w:rFonts w:hint="cs"/>
          <w:cs/>
          <w:lang w:bidi="hi-IN"/>
        </w:rPr>
        <w:t>शादी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ब्याह</w:t>
      </w:r>
      <w:r>
        <w:t xml:space="preserve">, </w:t>
      </w:r>
      <w:r>
        <w:rPr>
          <w:rFonts w:hint="cs"/>
          <w:cs/>
          <w:lang w:bidi="hi-IN"/>
        </w:rPr>
        <w:t>कसरते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औलाद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ताअद्दे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अज़वाजव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मुस्तहब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होना।</w:t>
      </w:r>
    </w:p>
    <w:p w:rsidR="00CE40C4" w:rsidRDefault="00CE40C4" w:rsidP="00CE40C4">
      <w:pPr>
        <w:pStyle w:val="libNormal"/>
      </w:pPr>
      <w:r>
        <w:t>21.</w:t>
      </w:r>
      <w:r>
        <w:tab/>
      </w:r>
      <w:r>
        <w:rPr>
          <w:rFonts w:hint="cs"/>
          <w:cs/>
          <w:lang w:bidi="hi-IN"/>
        </w:rPr>
        <w:t>काफ़िरों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हिदायत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इतना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ज़ोर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काफ़िर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दुनिया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दौलत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मुफ़ीद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होगा।</w:t>
      </w:r>
    </w:p>
    <w:p w:rsidR="00CE40C4" w:rsidRDefault="00CE40C4" w:rsidP="00CE40C4">
      <w:pPr>
        <w:pStyle w:val="libNormal"/>
      </w:pPr>
      <w:r>
        <w:t>22.</w:t>
      </w:r>
      <w:r>
        <w:tab/>
      </w:r>
      <w:r>
        <w:rPr>
          <w:rFonts w:hint="cs"/>
          <w:cs/>
          <w:lang w:bidi="hi-IN"/>
        </w:rPr>
        <w:t>नेक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अंजाम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अहमियतः</w:t>
      </w:r>
      <w:r>
        <w:rPr>
          <w:cs/>
          <w:lang w:bidi="hi-IN"/>
        </w:rPr>
        <w:t xml:space="preserve"> </w:t>
      </w:r>
      <w:r>
        <w:rPr>
          <w:rFonts w:ascii="Times New Roman" w:hAnsi="Times New Roman" w:cs="Times New Roman"/>
        </w:rPr>
        <w:t>“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पैरवी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जज़ायें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मख़सूस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अंजाम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जज़ा।</w:t>
      </w:r>
      <w:r>
        <w:rPr>
          <w:rFonts w:hint="eastAsia"/>
        </w:rPr>
        <w:t>”</w:t>
      </w:r>
      <w:r>
        <w:t xml:space="preserve"> (</w:t>
      </w:r>
      <w:r>
        <w:rPr>
          <w:rFonts w:hint="cs"/>
          <w:cs/>
          <w:lang w:bidi="hi-IN"/>
        </w:rPr>
        <w:t>हदीस</w:t>
      </w:r>
      <w:r>
        <w:rPr>
          <w:cs/>
          <w:lang w:bidi="hi-IN"/>
        </w:rPr>
        <w:t>)</w:t>
      </w:r>
    </w:p>
    <w:p w:rsidR="00CE40C4" w:rsidRDefault="00CE40C4" w:rsidP="00CE40C4">
      <w:pPr>
        <w:pStyle w:val="libNormal"/>
      </w:pPr>
      <w:r>
        <w:t>23.</w:t>
      </w:r>
      <w:r>
        <w:tab/>
      </w:r>
      <w:r>
        <w:rPr>
          <w:rFonts w:hint="cs"/>
          <w:cs/>
          <w:lang w:bidi="hi-IN"/>
        </w:rPr>
        <w:t>कुरआन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हदीस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बेइन्तहा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एहतेराम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सवाबे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आख़रत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शदीद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ज़रुरत।</w:t>
      </w:r>
      <w:r>
        <w:rPr>
          <w:cs/>
          <w:lang w:bidi="hi-IN"/>
        </w:rPr>
        <w:t xml:space="preserve"> </w:t>
      </w:r>
    </w:p>
    <w:p w:rsidR="00CE40C4" w:rsidRDefault="00CE40C4" w:rsidP="00CE40C4">
      <w:pPr>
        <w:pStyle w:val="libNormal"/>
      </w:pPr>
      <w:r>
        <w:rPr>
          <w:rFonts w:hint="cs"/>
          <w:cs/>
          <w:lang w:bidi="hi-IN"/>
        </w:rPr>
        <w:lastRenderedPageBreak/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सरचश्मे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कुव्वत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तज़किरे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अबवाव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दियानत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मोहकम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सुतूनों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कमज़ोर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रास्तों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मोहकम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दलीलों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ग़ुफ़्तगू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बसूरते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फ़ेहरिस्त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इक़दामात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ताक़ीद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दुनिया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कमज़ोर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थीः</w:t>
      </w:r>
    </w:p>
    <w:p w:rsidR="00CE40C4" w:rsidRDefault="00CE40C4" w:rsidP="00CE40C4">
      <w:pPr>
        <w:pStyle w:val="libNormal"/>
      </w:pPr>
      <w:r>
        <w:t>1.</w:t>
      </w:r>
      <w:r>
        <w:tab/>
      </w:r>
      <w:r>
        <w:rPr>
          <w:rFonts w:hint="cs"/>
          <w:cs/>
          <w:lang w:bidi="hi-IN"/>
        </w:rPr>
        <w:t>बदगुमानी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सूए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तफ़ाहुम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सुन्नी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मज़हबी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इख़्तिलाफ़ात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गिरोहों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ख़िलाफ़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एहानत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आमेज़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तोहमत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अंगेज़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लिखना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निफ़ाक़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तफ़रिक़े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सूदमन्द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प्रोग्राम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अख़राजात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हरगिज़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करना।</w:t>
      </w:r>
    </w:p>
    <w:p w:rsidR="00CE40C4" w:rsidRDefault="00CE40C4" w:rsidP="00CE40C4">
      <w:pPr>
        <w:pStyle w:val="libNormal"/>
      </w:pPr>
      <w:r>
        <w:t>2.</w:t>
      </w:r>
      <w:r>
        <w:tab/>
      </w:r>
      <w:r>
        <w:rPr>
          <w:rFonts w:hint="cs"/>
          <w:cs/>
          <w:lang w:bidi="hi-IN"/>
        </w:rPr>
        <w:t>मुसलमानों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जेहालत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लाइल्मी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आलम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रखना।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तालीमी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मरकज़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क़याम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कोशिश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कमयाब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देना।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तबाअत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नश्र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अशाअत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पाबन्दी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ज़रूरत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पड़े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अवामी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नज़रे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आतिश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बच्चों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मदारिस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रोकने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ओलमा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मराजे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तोहमतें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लगाना।</w:t>
      </w:r>
    </w:p>
    <w:p w:rsidR="00CE40C4" w:rsidRDefault="00CE40C4" w:rsidP="00CE40C4">
      <w:pPr>
        <w:pStyle w:val="libNormal"/>
      </w:pPr>
      <w:r>
        <w:t>3.</w:t>
      </w:r>
      <w:r>
        <w:tab/>
      </w:r>
      <w:r>
        <w:rPr>
          <w:rFonts w:hint="cs"/>
          <w:cs/>
          <w:lang w:bidi="hi-IN"/>
        </w:rPr>
        <w:t>काहिली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फैलाने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ज़िन्दगी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जुस्तजू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महरुम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दुनिया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आमेज़ी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जन्नत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तौसीफ़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मुजस्सम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ज़ेहन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क़ल्ब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उसको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हासिल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मआशी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दस्तबरदार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मलकुल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इन्तेज़ार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बैठे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रहें।</w:t>
      </w:r>
    </w:p>
    <w:p w:rsidR="00CE40C4" w:rsidRDefault="00CE40C4" w:rsidP="00CE40C4">
      <w:pPr>
        <w:pStyle w:val="libNormal"/>
      </w:pPr>
      <w:r>
        <w:t>4.</w:t>
      </w:r>
      <w:r>
        <w:tab/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दरवेशों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ख़ांक़ाहों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फैलाओ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कितबों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रिसालों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तबाअत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दुनिया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माफ़िहा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बरगशता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मरदुम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बेज़ारी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गोशा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नशीनी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माएल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जैसे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ग़ज़ाली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अहयाउल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उलूम</w:t>
      </w:r>
      <w:r>
        <w:t xml:space="preserve">, </w:t>
      </w:r>
      <w:r>
        <w:rPr>
          <w:rFonts w:hint="cs"/>
          <w:cs/>
          <w:lang w:bidi="hi-IN"/>
        </w:rPr>
        <w:t>मौलाना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तसनवी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महियुद्दीन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किताबें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वग़ैरा</w:t>
      </w:r>
    </w:p>
    <w:p w:rsidR="00CE40C4" w:rsidRDefault="00CE40C4" w:rsidP="00CE40C4">
      <w:pPr>
        <w:pStyle w:val="libNormal"/>
      </w:pPr>
      <w:r>
        <w:t>5.</w:t>
      </w:r>
      <w:r>
        <w:tab/>
      </w:r>
      <w:r>
        <w:rPr>
          <w:rFonts w:hint="cs"/>
          <w:cs/>
          <w:lang w:bidi="hi-IN"/>
        </w:rPr>
        <w:t>मुस्तबिद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ख़ुदख़्वाह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हुक्मरानों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हक़्क़ानियत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सुबूत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मुख़्तलिफ़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अहादीस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अशाअत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मसलनः</w:t>
      </w:r>
      <w:r>
        <w:rPr>
          <w:cs/>
          <w:lang w:bidi="hi-IN"/>
        </w:rPr>
        <w:t xml:space="preserve"> </w:t>
      </w:r>
      <w:r>
        <w:rPr>
          <w:rFonts w:ascii="Times New Roman" w:hAnsi="Times New Roman" w:cs="Times New Roman"/>
        </w:rPr>
        <w:t>“</w:t>
      </w:r>
      <w:r>
        <w:rPr>
          <w:rFonts w:hint="cs"/>
          <w:cs/>
          <w:lang w:bidi="hi-IN"/>
        </w:rPr>
        <w:t>बादशाह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ज़मीन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rFonts w:hint="eastAsia"/>
        </w:rPr>
        <w:t>”</w:t>
      </w:r>
      <w: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अबूबकर</w:t>
      </w:r>
      <w:r>
        <w:t xml:space="preserve">, </w:t>
      </w:r>
      <w:r>
        <w:rPr>
          <w:rFonts w:hint="cs"/>
          <w:cs/>
          <w:lang w:bidi="hi-IN"/>
        </w:rPr>
        <w:t>उमर</w:t>
      </w:r>
      <w:r>
        <w:t xml:space="preserve">,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अलीअ</w:t>
      </w:r>
      <w:r>
        <w:t xml:space="preserve">0, </w:t>
      </w:r>
      <w:r>
        <w:rPr>
          <w:rFonts w:hint="cs"/>
          <w:cs/>
          <w:lang w:bidi="hi-IN"/>
        </w:rPr>
        <w:t>बनी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उमय्या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अब्बास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बिलजहर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तलवार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ज़ोर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हुकूमत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मनसब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फ़ाएज़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बज़ोरे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शमशीर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हुक्मरानी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सक़ीफ़ा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कार्रवाई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तमाशे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सूरत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दलाएल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क़ायम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जैसे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अलैहिस्सलाम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तरफ़दारों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तौर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ज़ौजा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फ़ातेमा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ज़हरा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अलैहिमुस्सलाम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जलाना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साबित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किः</w:t>
      </w:r>
      <w:r>
        <w:cr/>
      </w:r>
    </w:p>
    <w:p w:rsidR="00CE40C4" w:rsidRDefault="00CE40C4" w:rsidP="00CE40C4">
      <w:pPr>
        <w:pStyle w:val="libNormal"/>
      </w:pPr>
      <w:r>
        <w:t>(1)</w:t>
      </w:r>
      <w:r>
        <w:tab/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ख़िलाफ़त</w:t>
      </w:r>
      <w:r>
        <w:t xml:space="preserve">, </w:t>
      </w:r>
      <w:r>
        <w:rPr>
          <w:rFonts w:hint="cs"/>
          <w:cs/>
          <w:lang w:bidi="hi-IN"/>
        </w:rPr>
        <w:t>ज़ाहेरन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अबूबकर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वसीयत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बातेनन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मुख़ालेफ़ीन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डरा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धमका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आई।</w:t>
      </w:r>
    </w:p>
    <w:p w:rsidR="00CE40C4" w:rsidRDefault="00CE40C4" w:rsidP="00CE40C4">
      <w:pPr>
        <w:pStyle w:val="libNormal"/>
      </w:pPr>
      <w:r>
        <w:lastRenderedPageBreak/>
        <w:t>(2)</w:t>
      </w:r>
      <w:r>
        <w:tab/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अलैहिस्सलाम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मुख़ालिफ़त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बुनियाद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इन्तेख़ाब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ड्रामाई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शुरा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तश्कील</w:t>
      </w:r>
      <w:r>
        <w:t xml:space="preserve">,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बिलआख़िर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मुख़ालिफत</w:t>
      </w:r>
      <w:r>
        <w:t xml:space="preserve">, </w:t>
      </w:r>
      <w:r>
        <w:rPr>
          <w:rFonts w:hint="cs"/>
          <w:cs/>
          <w:lang w:bidi="hi-IN"/>
        </w:rPr>
        <w:t>शोरिश</w:t>
      </w:r>
      <w:r>
        <w:t xml:space="preserve">, </w:t>
      </w:r>
      <w:r>
        <w:rPr>
          <w:rFonts w:hint="cs"/>
          <w:cs/>
          <w:lang w:bidi="hi-IN"/>
        </w:rPr>
        <w:t>ख़लीफ़ा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सोम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क़त्ल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अलीअ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ख़िलाफ़त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मुन्तिही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हुई।</w:t>
      </w:r>
    </w:p>
    <w:p w:rsidR="00CE40C4" w:rsidRDefault="00CE40C4" w:rsidP="00CE40C4">
      <w:pPr>
        <w:pStyle w:val="libNormal"/>
      </w:pPr>
      <w:r>
        <w:t>(3)</w:t>
      </w:r>
      <w:r>
        <w:tab/>
      </w:r>
      <w:r>
        <w:rPr>
          <w:rFonts w:hint="cs"/>
          <w:cs/>
          <w:lang w:bidi="hi-IN"/>
        </w:rPr>
        <w:t>मक्रों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शमशीर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माविया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इक़्तिदार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सूरत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जानशीनों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इस्तेक़रार।</w:t>
      </w:r>
    </w:p>
    <w:p w:rsidR="00CE40C4" w:rsidRDefault="00CE40C4" w:rsidP="00CE40C4">
      <w:pPr>
        <w:pStyle w:val="libNormal"/>
      </w:pPr>
      <w:r>
        <w:t>(4)</w:t>
      </w:r>
      <w:r>
        <w:tab/>
      </w:r>
      <w:r>
        <w:rPr>
          <w:rFonts w:hint="cs"/>
          <w:cs/>
          <w:lang w:bidi="hi-IN"/>
        </w:rPr>
        <w:t>अबू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मुस्लिम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क़यादत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सफ़्फ़ाह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मुसल्लह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शोरिश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बज़ोरे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शमशीर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ख़िलाफ़ते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अब्बास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क़याम।</w:t>
      </w:r>
    </w:p>
    <w:p w:rsidR="00CE40C4" w:rsidRDefault="00CE40C4" w:rsidP="00CE40C4">
      <w:pPr>
        <w:pStyle w:val="libNormal"/>
      </w:pPr>
      <w:r>
        <w:t>(5)</w:t>
      </w:r>
      <w:r>
        <w:tab/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अबूबकर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हुक्मरानी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दौर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खोलफ़ाए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आमिर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</w:p>
    <w:p w:rsidR="00CE40C4" w:rsidRDefault="00CE40C4" w:rsidP="00CE40C4">
      <w:pPr>
        <w:pStyle w:val="libNormal"/>
      </w:pPr>
      <w:r>
        <w:t>(6)</w:t>
      </w:r>
      <w:r>
        <w:tab/>
      </w:r>
      <w:r>
        <w:rPr>
          <w:rFonts w:hint="cs"/>
          <w:cs/>
          <w:lang w:bidi="hi-IN"/>
        </w:rPr>
        <w:t>निज़ामे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हमेशा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आमरियत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दौर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दौरा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CE40C4" w:rsidRDefault="00CE40C4" w:rsidP="00CE40C4">
      <w:pPr>
        <w:pStyle w:val="libNormal"/>
      </w:pPr>
      <w:r>
        <w:t>6.</w:t>
      </w:r>
      <w:r>
        <w:tab/>
      </w:r>
      <w:r>
        <w:rPr>
          <w:rFonts w:hint="cs"/>
          <w:cs/>
          <w:lang w:bidi="hi-IN"/>
        </w:rPr>
        <w:t>रास्तों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अदअम्नी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असबाब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फ़राहम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फ़ितना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फ़साद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बरपा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गुण्डों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फ़सादियों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ड़ाकूओं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पुश्तपनाही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असलहा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रक़म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फ़राहम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तशवीक़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करना।</w:t>
      </w:r>
    </w:p>
    <w:p w:rsidR="00CE40C4" w:rsidRDefault="00CE40C4" w:rsidP="00CE40C4">
      <w:pPr>
        <w:pStyle w:val="libNormal"/>
      </w:pPr>
      <w:r>
        <w:t>7.</w:t>
      </w:r>
      <w:r>
        <w:tab/>
      </w:r>
      <w:r>
        <w:rPr>
          <w:rFonts w:hint="cs"/>
          <w:cs/>
          <w:lang w:bidi="hi-IN"/>
        </w:rPr>
        <w:t>हिफ़ज़ाने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सेहत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कोशिशों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आड़े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कुदरती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उफ़कार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तरजीह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बताना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चीज़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बीमारी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इलाज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बेसूद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सिलसिले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करनाः</w:t>
      </w:r>
      <w:r>
        <w:rPr>
          <w:cs/>
          <w:lang w:bidi="hi-IN"/>
        </w:rPr>
        <w:t xml:space="preserve"> "</w:t>
      </w:r>
      <w:r>
        <w:rPr>
          <w:rFonts w:hint="cs"/>
          <w:cs/>
          <w:lang w:bidi="hi-IN"/>
        </w:rPr>
        <w:t>वही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प्यास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सेराब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बीमार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तन्दुरुस्ती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rFonts w:hint="eastAsia"/>
        </w:rPr>
        <w:t>”</w:t>
      </w:r>
      <w:r>
        <w:t xml:space="preserve"> (</w:t>
      </w:r>
      <w:r>
        <w:rPr>
          <w:rFonts w:hint="cs"/>
          <w:cs/>
          <w:lang w:bidi="hi-IN"/>
        </w:rPr>
        <w:t>सूर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शोअरा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आयत</w:t>
      </w:r>
      <w:r>
        <w:rPr>
          <w:cs/>
          <w:lang w:bidi="hi-IN"/>
        </w:rPr>
        <w:t xml:space="preserve"> </w:t>
      </w:r>
      <w:r>
        <w:t xml:space="preserve">81) </w:t>
      </w:r>
      <w:r>
        <w:rPr>
          <w:rFonts w:hint="cs"/>
          <w:cs/>
          <w:lang w:bidi="hi-IN"/>
        </w:rPr>
        <w:t>शिफ़ा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हयात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क़बज़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कुदरत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बीमारी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शिफ़ायाबी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रेहाई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मशीयत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इरादे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बग़ैर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क़तई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नामुम्किन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रुनुमा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वाक़िआत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क़ज़ाए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इलाही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CE40C4" w:rsidRDefault="00CE40C4" w:rsidP="00CE40C4">
      <w:pPr>
        <w:pStyle w:val="libNormal"/>
      </w:pPr>
      <w:r>
        <w:t>8.</w:t>
      </w:r>
      <w:r>
        <w:tab/>
      </w:r>
      <w:r>
        <w:rPr>
          <w:rFonts w:hint="cs"/>
          <w:cs/>
          <w:lang w:bidi="hi-IN"/>
        </w:rPr>
        <w:t>इस्लामी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मुमालिक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फ़क़रो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फ़लाकत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बाक़ी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क़िस्म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तग़य्युर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तबद्दुल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देना।</w:t>
      </w:r>
    </w:p>
    <w:p w:rsidR="00CE40C4" w:rsidRDefault="00CE40C4" w:rsidP="00CE40C4">
      <w:pPr>
        <w:pStyle w:val="libNormal"/>
      </w:pPr>
      <w:r>
        <w:t>9.</w:t>
      </w:r>
      <w:r>
        <w:tab/>
      </w:r>
      <w:r>
        <w:rPr>
          <w:rFonts w:hint="cs"/>
          <w:cs/>
          <w:lang w:bidi="hi-IN"/>
        </w:rPr>
        <w:t>फ़ितना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फ़साद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हंगामा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आराईयों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अक़ीदा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राख़िस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इबादत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परहेज़गारी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दुनिया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वास्ता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ख़तमी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मरतब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सल्लल्लाहो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अलैहे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आलेहि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वसल्लम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जानशीनों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मसाएल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पड़ने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कोशिश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सियासी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इक़्तिसादी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तंज़ीम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सरोकार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रखा।</w:t>
      </w:r>
    </w:p>
    <w:p w:rsidR="00CE40C4" w:rsidRDefault="00CE40C4" w:rsidP="00CE40C4">
      <w:pPr>
        <w:pStyle w:val="libNormal"/>
      </w:pPr>
      <w:r>
        <w:t>10.</w:t>
      </w:r>
      <w:r>
        <w:tab/>
      </w:r>
      <w:r>
        <w:rPr>
          <w:rFonts w:hint="cs"/>
          <w:cs/>
          <w:lang w:bidi="hi-IN"/>
        </w:rPr>
        <w:t>ऊपर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तवज्जो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इक़्तसादी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बदहाली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ग़ुरबत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बेकारी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इज़ाफ़ा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पासमान्दगी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इज़ाफ़ा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ज़रुरी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ग़ल्ले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ढ़ेरों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नज़रे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आतिश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</w:t>
      </w:r>
      <w:r>
        <w:t xml:space="preserve">, </w:t>
      </w:r>
      <w:r>
        <w:rPr>
          <w:rFonts w:hint="cs"/>
          <w:cs/>
          <w:lang w:bidi="hi-IN"/>
        </w:rPr>
        <w:t>तिजारती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कश्तियां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डिबो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जायें</w:t>
      </w:r>
      <w:r>
        <w:rPr>
          <w:cs/>
          <w:lang w:bidi="hi-IN"/>
        </w:rPr>
        <w:t xml:space="preserve">. </w:t>
      </w:r>
      <w:r>
        <w:rPr>
          <w:rFonts w:hint="cs"/>
          <w:cs/>
          <w:lang w:bidi="hi-IN"/>
        </w:rPr>
        <w:t>तिजारती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ज़हाज़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सनअती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मराक़ज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बड़े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पैमाने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भड़काई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दरियाओं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तो़ड़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बस्तियां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वीरान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पीने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आलूद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लिहाज़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इलाक़े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पसमान्दगी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फ़क्र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फ़लाकत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फ़राहम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सके।</w:t>
      </w:r>
    </w:p>
    <w:p w:rsidR="00CE40C4" w:rsidRDefault="00CE40C4" w:rsidP="00CE40C4">
      <w:pPr>
        <w:pStyle w:val="libNormal"/>
      </w:pPr>
      <w:r>
        <w:t>11.</w:t>
      </w:r>
      <w:r>
        <w:tab/>
      </w:r>
      <w:r>
        <w:rPr>
          <w:rFonts w:hint="cs"/>
          <w:cs/>
          <w:lang w:bidi="hi-IN"/>
        </w:rPr>
        <w:t>इस्लामी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हुक्मरानों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मिज़ाज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बदला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नोशी</w:t>
      </w:r>
      <w:r>
        <w:t xml:space="preserve">, </w:t>
      </w:r>
      <w:r>
        <w:rPr>
          <w:rFonts w:hint="cs"/>
          <w:cs/>
          <w:lang w:bidi="hi-IN"/>
        </w:rPr>
        <w:t>जूए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बाज़ी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अख़लाक़ी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बुराईयाँ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क़ौमी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ख़ज़ाने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ख़ुर्द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बुर्द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लूट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घसोट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सूरत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दिफ़ा</w:t>
      </w:r>
      <w:r>
        <w:t xml:space="preserve">, </w:t>
      </w:r>
      <w:r>
        <w:rPr>
          <w:rFonts w:hint="cs"/>
          <w:cs/>
          <w:lang w:bidi="hi-IN"/>
        </w:rPr>
        <w:t>मुलकी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मईशत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तरक़्कि़याती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रक़म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बाक़ी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रहे।</w:t>
      </w:r>
    </w:p>
    <w:p w:rsidR="00CE40C4" w:rsidRDefault="00CE40C4" w:rsidP="00CE40C4">
      <w:pPr>
        <w:pStyle w:val="libNormal"/>
      </w:pPr>
      <w:r>
        <w:t>12.</w:t>
      </w:r>
      <w:r>
        <w:tab/>
      </w:r>
      <w:r>
        <w:rPr>
          <w:rFonts w:ascii="Times New Roman" w:hAnsi="Times New Roman" w:cs="Times New Roman"/>
        </w:rPr>
        <w:t>“</w:t>
      </w:r>
      <w:r>
        <w:rPr>
          <w:rFonts w:hint="cs"/>
          <w:cs/>
          <w:lang w:bidi="hi-IN"/>
        </w:rPr>
        <w:t>मर्द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हाकिम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rFonts w:hint="eastAsia"/>
        </w:rPr>
        <w:t>”</w:t>
      </w:r>
      <w:r>
        <w:t xml:space="preserve"> (</w:t>
      </w:r>
      <w:r>
        <w:rPr>
          <w:rFonts w:hint="cs"/>
          <w:cs/>
          <w:lang w:bidi="hi-IN"/>
        </w:rPr>
        <w:t>सूर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निसा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आयत</w:t>
      </w:r>
      <w:r>
        <w:rPr>
          <w:cs/>
          <w:lang w:bidi="hi-IN"/>
        </w:rPr>
        <w:t xml:space="preserve"> </w:t>
      </w:r>
      <w:r>
        <w:t xml:space="preserve">34)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ascii="Times New Roman" w:hAnsi="Times New Roman" w:cs="Times New Roman"/>
        </w:rPr>
        <w:t>“</w:t>
      </w:r>
      <w:r>
        <w:rPr>
          <w:rFonts w:hint="cs"/>
          <w:cs/>
          <w:lang w:bidi="hi-IN"/>
        </w:rPr>
        <w:t>औरतें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पुतला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rFonts w:hint="eastAsia"/>
        </w:rPr>
        <w:t>”</w:t>
      </w:r>
      <w: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हदीस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तौहीन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तहक़ीर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कनीज़ी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प्रचार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जाये।</w:t>
      </w:r>
    </w:p>
    <w:p w:rsidR="00CE40C4" w:rsidRDefault="00CE40C4" w:rsidP="00CE40C4">
      <w:pPr>
        <w:pStyle w:val="libNormal"/>
      </w:pPr>
      <w:r>
        <w:t>13.</w:t>
      </w:r>
      <w:r>
        <w:tab/>
      </w:r>
      <w:r>
        <w:rPr>
          <w:rFonts w:hint="cs"/>
          <w:cs/>
          <w:lang w:bidi="hi-IN"/>
        </w:rPr>
        <w:t>इसमें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शहरी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गन्दगी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बड़ा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इलाकों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मुम्किन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तरीक़े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गंजान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इलाकों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फ़रावानी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इलाकों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ज़्यादा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कसरत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गन्दगी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इजाफा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हो।</w:t>
      </w:r>
    </w:p>
    <w:p w:rsidR="00CE40C4" w:rsidRDefault="00CE40C4" w:rsidP="00CE40C4">
      <w:pPr>
        <w:pStyle w:val="libNormal"/>
      </w:pPr>
      <w:r>
        <w:rPr>
          <w:rFonts w:hint="cs"/>
          <w:cs/>
          <w:lang w:bidi="hi-IN"/>
        </w:rPr>
        <w:t>किताब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कुव्वत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ताक़त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तोड़ने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कमज़ोर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उसूलों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गुफ़्तगू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दिलचस्पी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नहींः</w:t>
      </w:r>
    </w:p>
    <w:p w:rsidR="00CE40C4" w:rsidRDefault="00CE40C4" w:rsidP="00CE40C4">
      <w:pPr>
        <w:pStyle w:val="libNormal"/>
      </w:pPr>
      <w:r>
        <w:t>1.</w:t>
      </w:r>
      <w:r>
        <w:tab/>
      </w:r>
      <w:r>
        <w:rPr>
          <w:rFonts w:hint="cs"/>
          <w:cs/>
          <w:lang w:bidi="hi-IN"/>
        </w:rPr>
        <w:t>ऐसे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उफ़कार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तरवीज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क़ौमी</w:t>
      </w:r>
      <w:r>
        <w:t xml:space="preserve">, </w:t>
      </w:r>
      <w:r>
        <w:rPr>
          <w:rFonts w:hint="cs"/>
          <w:cs/>
          <w:lang w:bidi="hi-IN"/>
        </w:rPr>
        <w:t>क़बाएली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नसली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असबियतों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गुज़िश्ता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क़ौमों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तारीख़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ज़बान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सक़ाफ़ात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शिद्दत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माएल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क़ब्ल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तारख़ी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शख़्सियतों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फ़रीफ़ता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एहतराम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मिस्र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फ़िरऔनियत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अहिया</w:t>
      </w:r>
      <w:r>
        <w:t xml:space="preserve">, </w:t>
      </w:r>
      <w:r>
        <w:rPr>
          <w:rFonts w:hint="cs"/>
          <w:cs/>
          <w:lang w:bidi="hi-IN"/>
        </w:rPr>
        <w:t>ईरान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ज़रोतश्त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बैनुल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नहरैन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बाबुल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परस्ती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मिसालें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हिस्से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बड़े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नक़शे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इज़ाफ़ा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मराकज़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निशानदेही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साबिकुज़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ज़िक्र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ख़ुतूत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दरामद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</w:p>
    <w:p w:rsidR="00CE40C4" w:rsidRDefault="00CE40C4" w:rsidP="00CE40C4">
      <w:pPr>
        <w:pStyle w:val="libNormal"/>
      </w:pPr>
      <w:r>
        <w:t>2.</w:t>
      </w:r>
      <w:r>
        <w:tab/>
      </w:r>
      <w:r>
        <w:rPr>
          <w:rFonts w:hint="cs"/>
          <w:cs/>
          <w:lang w:bidi="hi-IN"/>
        </w:rPr>
        <w:t>शराब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ख़ोरी</w:t>
      </w:r>
      <w:r>
        <w:t xml:space="preserve">, </w:t>
      </w:r>
      <w:r>
        <w:rPr>
          <w:rFonts w:hint="cs"/>
          <w:cs/>
          <w:lang w:bidi="hi-IN"/>
        </w:rPr>
        <w:t>जुए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बाजी</w:t>
      </w:r>
      <w:r>
        <w:t xml:space="preserve">, </w:t>
      </w:r>
      <w:r>
        <w:rPr>
          <w:rFonts w:hint="cs"/>
          <w:cs/>
          <w:lang w:bidi="hi-IN"/>
        </w:rPr>
        <w:t>बदफ़ेली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शहवतरानी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तरवीज</w:t>
      </w:r>
      <w:r>
        <w:t xml:space="preserve">, </w:t>
      </w:r>
      <w:r>
        <w:rPr>
          <w:rFonts w:hint="cs"/>
          <w:cs/>
          <w:lang w:bidi="hi-IN"/>
        </w:rPr>
        <w:t>सूअर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गोश्त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इस्तेमाल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तरग़ीब</w:t>
      </w:r>
      <w:r>
        <w:t xml:space="preserve">, </w:t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कारगुज़ारियों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यहूदी</w:t>
      </w:r>
      <w:r>
        <w:t xml:space="preserve">, </w:t>
      </w:r>
      <w:r>
        <w:rPr>
          <w:rFonts w:hint="cs"/>
          <w:cs/>
          <w:lang w:bidi="hi-IN"/>
        </w:rPr>
        <w:t>नसरानी</w:t>
      </w:r>
      <w:r>
        <w:t xml:space="preserve">, </w:t>
      </w:r>
      <w:r>
        <w:rPr>
          <w:rFonts w:hint="cs"/>
          <w:cs/>
          <w:lang w:bidi="hi-IN"/>
        </w:rPr>
        <w:t>ज़रोतश्ती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साबई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अक़्लियतों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बटाना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बुराईयों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मुसल्लम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मुआशिरे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ज़्यादा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ज़्यादा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फ़रोग़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एवज़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नोआबादयाती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इलाक़ों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विज़ारत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इकराम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नवाज़ेगी।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मुतअद्दिद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अफ़राद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ज़रुरत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मौक़े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शराब</w:t>
      </w:r>
      <w:r>
        <w:t xml:space="preserve">, </w:t>
      </w:r>
      <w:r>
        <w:rPr>
          <w:rFonts w:hint="cs"/>
          <w:cs/>
          <w:lang w:bidi="hi-IN"/>
        </w:rPr>
        <w:t>जुआ</w:t>
      </w:r>
      <w:r>
        <w:t xml:space="preserve">, </w:t>
      </w:r>
      <w:r>
        <w:rPr>
          <w:rFonts w:hint="cs"/>
          <w:cs/>
          <w:lang w:bidi="hi-IN"/>
        </w:rPr>
        <w:t>फ़ोहश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सूअर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गोश्त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जहाँ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मक़बूल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बनायें।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दुनिया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अंग्रेज़ी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हुकूमत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कारिन्दों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फ़रीज़ा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दौलत</w:t>
      </w:r>
      <w:r>
        <w:t xml:space="preserve">, </w:t>
      </w:r>
      <w:r>
        <w:rPr>
          <w:rFonts w:hint="cs"/>
          <w:cs/>
          <w:lang w:bidi="hi-IN"/>
        </w:rPr>
        <w:t>इनाम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इकराम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मुनासिब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तरीके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बुराईयों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पुश्तपनाही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आमिल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अफ़राद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गुज़िन्द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पहुँचने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अहकामात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अवामिर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नवाही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रुगरदानी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तरग़ीब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अहकामे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शरअ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बेतवज्जेही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मुआशिरे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बदनज़मी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अफ़रा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तफ़री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मिसाल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तौर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कुरआन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शिद्दत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मज़म्मत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शुमार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गुनाहाने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कबीरा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लाज़िम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सौदे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बाज़ी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कोशिश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इक़्तिसादी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बदहाली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मुकम्मल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तौर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मुज़महिल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ज़रुरी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तहरीम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मुतअल्लिक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तफ़सीर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पेशेनज़र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कुरआन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सरताबी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अहकाम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रुगर्दानी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जरुअत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आईनादार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समझाने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ज़रुरत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कुरआन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मरकब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सूद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क़बाहत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कुरआन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ascii="Times New Roman" w:hAnsi="Times New Roman" w:cs="Times New Roman"/>
        </w:rPr>
        <w:t>“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ख़ातिर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खाओ।</w:t>
      </w:r>
      <w:r>
        <w:rPr>
          <w:rFonts w:hint="eastAsia"/>
        </w:rPr>
        <w:t>”</w:t>
      </w:r>
      <w:r>
        <w:t xml:space="preserve"> (</w:t>
      </w:r>
      <w:r>
        <w:rPr>
          <w:rFonts w:hint="cs"/>
          <w:cs/>
          <w:lang w:bidi="hi-IN"/>
        </w:rPr>
        <w:t>सूर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आले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इमरान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आयत</w:t>
      </w:r>
      <w:r>
        <w:rPr>
          <w:cs/>
          <w:lang w:bidi="hi-IN"/>
        </w:rPr>
        <w:t xml:space="preserve"> </w:t>
      </w:r>
      <w:r>
        <w:t xml:space="preserve">130)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CE40C4" w:rsidRDefault="00CE40C4" w:rsidP="00CE40C4">
      <w:pPr>
        <w:pStyle w:val="libNormal"/>
      </w:pPr>
      <w:r>
        <w:t>3.</w:t>
      </w:r>
      <w:r>
        <w:tab/>
        <w:t xml:space="preserve">4. </w:t>
      </w:r>
      <w:r>
        <w:rPr>
          <w:rFonts w:hint="cs"/>
          <w:cs/>
          <w:lang w:bidi="hi-IN"/>
        </w:rPr>
        <w:t>ओलमा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दीन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अवाम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दरमियान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दोस्ती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एहतेराम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फ़िज़ा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मुलाज़िम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चाहिये।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इल्ज़ाम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तराशी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करना।</w:t>
      </w:r>
    </w:p>
    <w:p w:rsidR="00CE40C4" w:rsidRDefault="00CE40C4" w:rsidP="00CE40C4">
      <w:pPr>
        <w:pStyle w:val="libNormal"/>
      </w:pP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 xml:space="preserve">. </w:t>
      </w:r>
      <w:r>
        <w:rPr>
          <w:rFonts w:hint="cs"/>
          <w:cs/>
          <w:lang w:bidi="hi-IN"/>
        </w:rPr>
        <w:t>ओलमा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मराजे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इल्ज़ाम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तराशी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करना।</w:t>
      </w:r>
    </w:p>
    <w:p w:rsidR="00CE40C4" w:rsidRDefault="00CE40C4" w:rsidP="00CE40C4">
      <w:pPr>
        <w:pStyle w:val="libNormal"/>
      </w:pPr>
      <w:r>
        <w:rPr>
          <w:rFonts w:hint="cs"/>
          <w:cs/>
          <w:lang w:bidi="hi-IN"/>
        </w:rPr>
        <w:t>ब</w:t>
      </w:r>
      <w:r>
        <w:rPr>
          <w:cs/>
          <w:lang w:bidi="hi-IN"/>
        </w:rPr>
        <w:t xml:space="preserve">. </w:t>
      </w:r>
      <w:r>
        <w:rPr>
          <w:rFonts w:hint="cs"/>
          <w:cs/>
          <w:lang w:bidi="hi-IN"/>
        </w:rPr>
        <w:t>नोआबादयाती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इलाकों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विज़ारत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मुन्सलिक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अफ़राद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ओलमा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दीन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सूरत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अज़हर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यूनिवर्सिटी</w:t>
      </w:r>
      <w:r>
        <w:t xml:space="preserve">, </w:t>
      </w:r>
      <w:r>
        <w:rPr>
          <w:rFonts w:hint="cs"/>
          <w:cs/>
          <w:lang w:bidi="hi-IN"/>
        </w:rPr>
        <w:t>नजफ़</w:t>
      </w:r>
      <w:r>
        <w:t xml:space="preserve">, </w:t>
      </w:r>
      <w:r>
        <w:rPr>
          <w:rFonts w:hint="cs"/>
          <w:cs/>
          <w:lang w:bidi="hi-IN"/>
        </w:rPr>
        <w:t>कर्बला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इस्तनबोल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इल्मी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मराकज़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उतारना</w:t>
      </w:r>
      <w:r>
        <w:t xml:space="preserve">, </w:t>
      </w:r>
      <w:r>
        <w:rPr>
          <w:rFonts w:hint="cs"/>
          <w:cs/>
          <w:lang w:bidi="hi-IN"/>
        </w:rPr>
        <w:t>ओलमा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दीन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रिश्ता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तोड़ने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रास्ता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बच्चों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नोआबादयती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इलाक़ों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विज़ारत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प्रोग्रामों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मुमताबिक़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तरबियत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असातज़ा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ज़रुरत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तंख़्वाहदार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जदीद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उलूम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तदरीस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ज़िम्न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नौजवानों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ओलमा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दीन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ख़लीफ़ा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मुतनफ़र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अख़लाक़ी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बुराईयों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जुल्म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ज़ियातियों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बड़ी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बतायें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क़ौमी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सरमाये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अय्याशियों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नज़र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झलक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जाती।</w:t>
      </w:r>
    </w:p>
    <w:p w:rsidR="00CE40C4" w:rsidRDefault="00CE40C4" w:rsidP="00CE40C4">
      <w:pPr>
        <w:pStyle w:val="libNormal"/>
      </w:pPr>
      <w:r>
        <w:t xml:space="preserve">5. </w:t>
      </w:r>
      <w:r>
        <w:rPr>
          <w:rFonts w:hint="cs"/>
          <w:cs/>
          <w:lang w:bidi="hi-IN"/>
        </w:rPr>
        <w:t>वुजूबे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जेहाद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अक़ीदे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तज़लजुल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साबित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जेहाद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सिर्फ़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सदरे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मुख़ालेफ़ीन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सरकूबी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क़तअन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ज़रुरत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CE40C4" w:rsidRDefault="00CE40C4" w:rsidP="00CE40C4">
      <w:pPr>
        <w:pStyle w:val="libNormal"/>
      </w:pPr>
      <w:r>
        <w:t>6.</w:t>
      </w:r>
      <w:r>
        <w:tab/>
      </w:r>
      <w:r>
        <w:rPr>
          <w:rFonts w:hint="cs"/>
          <w:cs/>
          <w:lang w:bidi="hi-IN"/>
        </w:rPr>
        <w:t>काफ़िरों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पलीदी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निजासत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मुमतअल्लिक़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मौज़ूअ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तौर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अक़ीदा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t xml:space="preserve">, </w:t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मसाएल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ज़ेहन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ख़ारिज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कुरआन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हदीस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मदद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ज़रुरत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मिसाल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तौर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eastAsia"/>
        </w:rPr>
        <w:t>“</w:t>
      </w:r>
      <w:r>
        <w:rPr>
          <w:rFonts w:hint="cs"/>
          <w:cs/>
          <w:lang w:bidi="hi-IN"/>
        </w:rPr>
        <w:t>अहले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हलाल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हौ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हलाल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दामन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मोमिन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पाकदामन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किताब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यहूद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नसारा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lastRenderedPageBreak/>
        <w:t>औरतें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हलाल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rFonts w:hint="eastAsia"/>
        </w:rPr>
        <w:t>”</w:t>
      </w:r>
      <w:r>
        <w:t xml:space="preserve"> (</w:t>
      </w:r>
      <w:r>
        <w:rPr>
          <w:rFonts w:hint="cs"/>
          <w:cs/>
          <w:lang w:bidi="hi-IN"/>
        </w:rPr>
        <w:t>सूर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मायदा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आयत</w:t>
      </w:r>
      <w:r>
        <w:rPr>
          <w:cs/>
          <w:lang w:bidi="hi-IN"/>
        </w:rPr>
        <w:t xml:space="preserve"> </w:t>
      </w:r>
      <w:r>
        <w:t xml:space="preserve">5)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सल्लल्लाहो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अलैहे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आलेहि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वसल्लम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सफिया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मारिया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यहूदी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मसीही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t xml:space="preserve">?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नऊज़ोबिल्लाह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सल्लल्लाहो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अलैहे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आलेहि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वसल्लम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बीवियाँ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नाजिस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t>?</w:t>
      </w:r>
    </w:p>
    <w:p w:rsidR="00CE40C4" w:rsidRDefault="00CE40C4" w:rsidP="00CE40C4">
      <w:pPr>
        <w:pStyle w:val="libNormal"/>
      </w:pPr>
      <w:r>
        <w:t xml:space="preserve">7. </w:t>
      </w:r>
      <w:r>
        <w:rPr>
          <w:rFonts w:hint="cs"/>
          <w:cs/>
          <w:lang w:bidi="hi-IN"/>
        </w:rPr>
        <w:t>मुसलमानों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समझनी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ख़त्मी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मरतबत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सल्लल्लाहो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अलैहे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आलेहि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वसल्लम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मुराद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सिर्फ़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बल्कि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जैसा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कुराने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हकीम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साबित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यानि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नसारा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शामिल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.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अदयान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पैरोकार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जायेगा।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कुरआन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युसुफ़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अलैहिस्सलाम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दुनिया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जायें।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सूर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युसुफ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आयत</w:t>
      </w:r>
      <w:r>
        <w:rPr>
          <w:cs/>
          <w:lang w:bidi="hi-IN"/>
        </w:rPr>
        <w:t xml:space="preserve"> </w:t>
      </w:r>
      <w:r>
        <w:t xml:space="preserve">12)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इब्राहीम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इस्माईल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अलैहिमुस्सलाम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तमन्ना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ascii="Times New Roman" w:hAnsi="Times New Roman" w:cs="Times New Roman"/>
        </w:rPr>
        <w:t>“</w:t>
      </w:r>
      <w:r>
        <w:rPr>
          <w:rFonts w:hint="cs"/>
          <w:cs/>
          <w:lang w:bidi="hi-IN"/>
        </w:rPr>
        <w:t>परवर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दिगार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ज़मरे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ख़ानदान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उम्मते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मुस्लिमा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क़रार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दे।</w:t>
      </w:r>
      <w:r>
        <w:rPr>
          <w:rFonts w:hint="eastAsia"/>
        </w:rPr>
        <w:t>”</w:t>
      </w:r>
      <w:r>
        <w:t xml:space="preserve"> (</w:t>
      </w:r>
      <w:r>
        <w:rPr>
          <w:rFonts w:hint="cs"/>
          <w:cs/>
          <w:lang w:bidi="hi-IN"/>
        </w:rPr>
        <w:t>सूर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अलबक़रा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आयत</w:t>
      </w:r>
      <w:r>
        <w:rPr>
          <w:cs/>
          <w:lang w:bidi="hi-IN"/>
        </w:rPr>
        <w:t xml:space="preserve"> </w:t>
      </w:r>
      <w:r>
        <w:t xml:space="preserve">128)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याकूब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अलैहिस्सलाम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फ़रज़न्दों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ascii="Times New Roman" w:hAnsi="Times New Roman" w:cs="Times New Roman"/>
        </w:rPr>
        <w:t>“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मैं।</w:t>
      </w:r>
      <w:r>
        <w:rPr>
          <w:rFonts w:hint="eastAsia"/>
        </w:rPr>
        <w:t>”</w:t>
      </w:r>
      <w:r>
        <w:t xml:space="preserve"> (</w:t>
      </w:r>
      <w:r>
        <w:rPr>
          <w:rFonts w:hint="cs"/>
          <w:cs/>
          <w:lang w:bidi="hi-IN"/>
        </w:rPr>
        <w:t>सैर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आले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इमरान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आयत</w:t>
      </w:r>
      <w:r>
        <w:rPr>
          <w:cs/>
          <w:lang w:bidi="hi-IN"/>
        </w:rPr>
        <w:t xml:space="preserve"> </w:t>
      </w:r>
      <w:r>
        <w:t>102)</w:t>
      </w:r>
    </w:p>
    <w:p w:rsidR="00CE40C4" w:rsidRDefault="00CE40C4" w:rsidP="00CE40C4">
      <w:pPr>
        <w:pStyle w:val="libNormal"/>
      </w:pPr>
      <w:r>
        <w:t xml:space="preserve">8. </w:t>
      </w:r>
      <w:r>
        <w:rPr>
          <w:rFonts w:hint="cs"/>
          <w:cs/>
          <w:lang w:bidi="hi-IN"/>
        </w:rPr>
        <w:t>दूसरा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मौज़ू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कलिसाओं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कनीसाओं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तामीरात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असबाब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मुतअल्लिक़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कुरआन</w:t>
      </w:r>
      <w:r>
        <w:t xml:space="preserve">, </w:t>
      </w:r>
      <w:r>
        <w:rPr>
          <w:rFonts w:hint="cs"/>
          <w:cs/>
          <w:lang w:bidi="hi-IN"/>
        </w:rPr>
        <w:t>हदीस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तारीख़े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रोशनी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बावर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इबादतगाहें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मोहतरम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कुरआन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इरशाद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हैः</w:t>
      </w:r>
      <w:r>
        <w:rPr>
          <w:cs/>
          <w:lang w:bidi="hi-IN"/>
        </w:rPr>
        <w:t xml:space="preserve"> </w:t>
      </w:r>
      <w:r>
        <w:rPr>
          <w:rFonts w:ascii="Times New Roman" w:hAnsi="Times New Roman" w:cs="Times New Roman"/>
        </w:rPr>
        <w:t>“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वन्दे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आलम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फ़रमाता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नसारा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कलियाओं</w:t>
      </w:r>
      <w:r>
        <w:t xml:space="preserve">, </w:t>
      </w:r>
      <w:r>
        <w:rPr>
          <w:rFonts w:hint="cs"/>
          <w:cs/>
          <w:lang w:bidi="hi-IN"/>
        </w:rPr>
        <w:t>यहूदियों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कनीसाओं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ज़दतशियों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आतिशकदों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तबाह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बर्बाद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सूर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हज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आयत</w:t>
      </w:r>
      <w:r>
        <w:rPr>
          <w:cs/>
          <w:lang w:bidi="hi-IN"/>
        </w:rPr>
        <w:t xml:space="preserve"> </w:t>
      </w:r>
      <w:r>
        <w:t xml:space="preserve">40)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हक़ीक़त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सामने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इबादतगाहें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मोहतरम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हरगिज़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नुक़सान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पहुँचाया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सकता।</w:t>
      </w:r>
    </w:p>
    <w:p w:rsidR="00CE40C4" w:rsidRDefault="00CE40C4" w:rsidP="00CE40C4">
      <w:pPr>
        <w:pStyle w:val="libNormal"/>
      </w:pPr>
      <w:r>
        <w:t xml:space="preserve">9. </w:t>
      </w:r>
      <w:r>
        <w:rPr>
          <w:rFonts w:hint="cs"/>
          <w:cs/>
          <w:lang w:bidi="hi-IN"/>
        </w:rPr>
        <w:t>दीने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मब्नी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हदीसें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जनाबे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रिसालतमाब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सल्लल्लाहो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अलैहे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आलेहि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वसल्लम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नक़्ल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मसलन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यहूदियों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ज़जीरतुल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जज़ीरतुल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मुतफ़ादत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अदयान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गुंजाइश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नहीं।</w:t>
      </w:r>
      <w:r>
        <w:rPr>
          <w:cs/>
          <w:lang w:bidi="hi-IN"/>
        </w:rPr>
        <w:t xml:space="preserve"> </w:t>
      </w:r>
      <w:r>
        <w:rPr>
          <w:rFonts w:ascii="Times New Roman" w:hAnsi="Times New Roman" w:cs="Times New Roman"/>
        </w:rPr>
        <w:t>“</w:t>
      </w:r>
      <w:r>
        <w:rPr>
          <w:rFonts w:hint="cs"/>
          <w:cs/>
          <w:lang w:bidi="hi-IN"/>
        </w:rPr>
        <w:t>हमें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अहादीस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तरदीद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बताना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अहादिस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ख़तमी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मरतबतस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यहूदी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करते।</w:t>
      </w:r>
      <w:r>
        <w:rPr>
          <w:rFonts w:hint="eastAsia"/>
        </w:rPr>
        <w:t>”</w:t>
      </w:r>
    </w:p>
    <w:p w:rsidR="00CE40C4" w:rsidRDefault="00CE40C4" w:rsidP="00CE40C4">
      <w:pPr>
        <w:pStyle w:val="libNormal"/>
      </w:pPr>
      <w:r>
        <w:t xml:space="preserve">10. </w:t>
      </w:r>
      <w:r>
        <w:rPr>
          <w:rFonts w:hint="cs"/>
          <w:cs/>
          <w:lang w:bidi="hi-IN"/>
        </w:rPr>
        <w:t>लाज़िम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इबादत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वजूब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दिलों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शुकूक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</w:t>
      </w:r>
      <w:r>
        <w:t xml:space="preserve">, </w:t>
      </w:r>
      <w:r>
        <w:rPr>
          <w:rFonts w:hint="cs"/>
          <w:cs/>
          <w:lang w:bidi="hi-IN"/>
        </w:rPr>
        <w:t>ख़ास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तौर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नुके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वन्दे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आलम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बन्दों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इबादत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बेनियाज़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बेहूदा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क़रार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शिद्दत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मक्के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मजालिस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सिलसिले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इज्तेमाआत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पाबन्दी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इज्तेमाआत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ख़तरे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घण्टी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शिद्दत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रोकना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ज़रुरी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मसाजिद</w:t>
      </w:r>
      <w:r>
        <w:t xml:space="preserve">, </w:t>
      </w:r>
      <w:r>
        <w:rPr>
          <w:rFonts w:hint="cs"/>
          <w:cs/>
          <w:lang w:bidi="hi-IN"/>
        </w:rPr>
        <w:t>आइम्म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दीन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अलैहिमुस्सलाम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मज़ारात</w:t>
      </w:r>
      <w:r>
        <w:t xml:space="preserve">, 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बारगाहों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मदरसों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तामीरात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बन्दिश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जाये।</w:t>
      </w:r>
    </w:p>
    <w:p w:rsidR="00CE40C4" w:rsidRDefault="00CE40C4" w:rsidP="00CE40C4">
      <w:pPr>
        <w:pStyle w:val="libNormal"/>
      </w:pPr>
      <w:r>
        <w:lastRenderedPageBreak/>
        <w:t xml:space="preserve">11. </w:t>
      </w:r>
      <w:r>
        <w:rPr>
          <w:rFonts w:hint="cs"/>
          <w:cs/>
          <w:lang w:bidi="hi-IN"/>
        </w:rPr>
        <w:t>खुम्स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ग़नाएम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जंगी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तक़सीम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तक़वियत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ख़ुमस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तअल्लुक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देन</w:t>
      </w:r>
      <w:r>
        <w:t xml:space="preserve">, </w:t>
      </w:r>
      <w:r>
        <w:rPr>
          <w:rFonts w:hint="cs"/>
          <w:cs/>
          <w:lang w:bidi="hi-IN"/>
        </w:rPr>
        <w:t>तिजारती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कारोबारी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मुनाफे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आगाह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ज़रुरत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रक़म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अदायगी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पैग़म्बर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अकरम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सल्लल्लाहो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अलैहे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आलेहि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वसल्लम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इमामों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अलैहिस्सलाम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ज़माने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वाजिब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t xml:space="preserve">,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ओलमा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दीन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इख़्तियार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रकम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हासिल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</w:t>
      </w:r>
      <w:r>
        <w:t xml:space="preserve">, </w:t>
      </w:r>
      <w:r>
        <w:rPr>
          <w:rFonts w:hint="cs"/>
          <w:cs/>
          <w:lang w:bidi="hi-IN"/>
        </w:rPr>
        <w:t>ख़ास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तौर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रक़म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ज़ाती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फ़ायदे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हासिल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भेड़</w:t>
      </w:r>
      <w:r>
        <w:t xml:space="preserve">, </w:t>
      </w:r>
      <w:r>
        <w:rPr>
          <w:rFonts w:hint="cs"/>
          <w:cs/>
          <w:lang w:bidi="hi-IN"/>
        </w:rPr>
        <w:t>बकरियाँ</w:t>
      </w:r>
      <w:r>
        <w:t xml:space="preserve">, </w:t>
      </w:r>
      <w:r>
        <w:rPr>
          <w:rFonts w:hint="cs"/>
          <w:cs/>
          <w:lang w:bidi="hi-IN"/>
        </w:rPr>
        <w:t>गाये</w:t>
      </w:r>
      <w:r>
        <w:t xml:space="preserve">, </w:t>
      </w:r>
      <w:r>
        <w:rPr>
          <w:rFonts w:hint="cs"/>
          <w:cs/>
          <w:lang w:bidi="hi-IN"/>
        </w:rPr>
        <w:t>घोड़े</w:t>
      </w:r>
      <w:r>
        <w:t xml:space="preserve">, </w:t>
      </w:r>
      <w:r>
        <w:rPr>
          <w:rFonts w:hint="cs"/>
          <w:cs/>
          <w:lang w:bidi="hi-IN"/>
        </w:rPr>
        <w:t>बाग़ात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महलात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ख़रीदते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एतबार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शरअन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ख़ुम्स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रक़म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जाएज़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CE40C4" w:rsidRDefault="00CE40C4" w:rsidP="00CE40C4">
      <w:pPr>
        <w:pStyle w:val="libNormal"/>
      </w:pPr>
      <w:r>
        <w:t xml:space="preserve">12.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बरगश्ता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ज़ाहिर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ज़रुरत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फ़ितना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फ़साद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अबतरी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इख़्तिलाफ़ात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दैन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सुबूत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मुमालिक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रुनुमा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वाक़िआत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चाहिये।</w:t>
      </w:r>
      <w:r>
        <w:rPr>
          <w:cs/>
          <w:lang w:bidi="hi-IN"/>
        </w:rPr>
        <w:t xml:space="preserve"> </w:t>
      </w:r>
    </w:p>
    <w:p w:rsidR="00CE40C4" w:rsidRDefault="00CE40C4" w:rsidP="00CE40C4">
      <w:pPr>
        <w:pStyle w:val="libNormal"/>
      </w:pPr>
      <w:r>
        <w:t xml:space="preserve">13.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घरानों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पहुँचा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बाप</w:t>
      </w:r>
      <w:r>
        <w:t xml:space="preserve">, </w:t>
      </w:r>
      <w:r>
        <w:rPr>
          <w:rFonts w:hint="cs"/>
          <w:cs/>
          <w:lang w:bidi="hi-IN"/>
        </w:rPr>
        <w:t>बेटों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तअल्लुक़ात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बिगाड़ा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बुजुर्गों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नसीहत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बेअसर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आमरियत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तहज़ीब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तमाद्दुन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सूरत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नौजवानों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अक़ाएद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मुन्हरिफ़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ओलमा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</w:p>
    <w:p w:rsidR="00CE40C4" w:rsidRDefault="00CE40C4" w:rsidP="00CE40C4">
      <w:pPr>
        <w:pStyle w:val="libNormal"/>
      </w:pPr>
      <w:r>
        <w:t xml:space="preserve">14. </w:t>
      </w:r>
      <w:r>
        <w:rPr>
          <w:rFonts w:hint="cs"/>
          <w:cs/>
          <w:lang w:bidi="hi-IN"/>
        </w:rPr>
        <w:t>औरतों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बेपरदगी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सअ़ी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बलीग़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ज़रुरत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पर्दा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छो़ड़ने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आरज़ू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लगें।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सिलसिले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तारीख़ी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दलाएल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शवाहिद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साबित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पर्दा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रिवाज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अब्बास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दौर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हरगिज़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सुन्नत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अकरमस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बीवियों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बग़ैर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पर्दा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सदरे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ज़िन्दगी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शोअबों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मर्दों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बशाना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कोशिशों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बारआवर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फर्ज़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नौजवान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नस्ल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मशरु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रवाबित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अय्याशियों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तरग़ीब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बुराईयों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मुआशिरे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रिवाज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ज़रुरी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ग़ैर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मुस्लिम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मुआशिरे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तक़लीद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करें।</w:t>
      </w:r>
    </w:p>
    <w:p w:rsidR="00CE40C4" w:rsidRDefault="00CE40C4" w:rsidP="00CE40C4">
      <w:pPr>
        <w:pStyle w:val="libNormal"/>
      </w:pPr>
      <w:r>
        <w:t xml:space="preserve">15. </w:t>
      </w:r>
      <w:r>
        <w:rPr>
          <w:rFonts w:hint="cs"/>
          <w:cs/>
          <w:lang w:bidi="hi-IN"/>
        </w:rPr>
        <w:t>जमाअत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नमाज़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रोकने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ज़रुरी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अइम्मा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जमाअत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इल्ज़ाम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तराशियां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फ़सक़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फ़जूर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मब्नी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दलाएल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मुतनफ़र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राब्ता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तोड़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लें।</w:t>
      </w:r>
    </w:p>
    <w:p w:rsidR="00CE40C4" w:rsidRDefault="00CE40C4" w:rsidP="00CE40C4">
      <w:pPr>
        <w:pStyle w:val="libNormal"/>
      </w:pPr>
      <w:r>
        <w:t xml:space="preserve">16. </w:t>
      </w:r>
      <w:r>
        <w:rPr>
          <w:rFonts w:hint="cs"/>
          <w:cs/>
          <w:lang w:bidi="hi-IN"/>
        </w:rPr>
        <w:t>हमारी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दुश्वारियों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बड़ी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दुश्वारी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बुज़ुर्गाने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मज़ारों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हाज़री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ज़रुरी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मुख़्तलिफ़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दलाएल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साबित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क़ब्रों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अहमियत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अराइशात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तवज्जो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बिदअत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ख़िलाफ़े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शरअ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ख़तमी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मरतबत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सल्लल्लाहो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अलैहे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आलेहि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वसल्लम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ज़माने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मुर्दा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परस्ती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क़िस्म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राएज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आहिस्ता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आहिस्ता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क़ब्रों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मिस्मार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ज़ियारत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सिलसिले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मुफ़ीद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प्रोग्राम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मराकज़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असलियत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मुश्तबा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मसलन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ख़तमी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मरतब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सल्लल्लाहो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अलैहे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आलेहि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वसल्लम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मस्जिदे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नबवी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मदफून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बल्कि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वालिदा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गिरामी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क़ब्र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बुजूगाने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मक़ामात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मक़ामात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मंसूब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अबूबकर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जन्नतुल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बक़ी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मदफू़न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क़ब्र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अलैहिस्सलाम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आरामगाह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बसरा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क़ब्र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नजफ़े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अशरफ़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ज़ियारतगाह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दरअसल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मग़ीरा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शोअबा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दफ़्न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अलैहिस्सलाम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अक़दस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मस्जिदे</w:t>
      </w:r>
      <w:r>
        <w:rPr>
          <w:cs/>
          <w:lang w:bidi="hi-IN"/>
        </w:rPr>
        <w:t xml:space="preserve"> </w:t>
      </w:r>
      <w:r>
        <w:rPr>
          <w:rFonts w:ascii="Times New Roman" w:hAnsi="Times New Roman" w:cs="Times New Roman"/>
        </w:rPr>
        <w:t>“</w:t>
      </w:r>
      <w:r>
        <w:rPr>
          <w:rFonts w:hint="cs"/>
          <w:cs/>
          <w:lang w:bidi="hi-IN"/>
        </w:rPr>
        <w:t>हन्नाना</w:t>
      </w:r>
      <w:r>
        <w:rPr>
          <w:rFonts w:hint="eastAsia"/>
        </w:rPr>
        <w:t>”</w:t>
      </w:r>
      <w: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दफ़्न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जिस्मे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अक़दस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तदफीन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इत्तिला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काज़मैन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मशहूर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ज़ियारतगाह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मूसा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काज़िम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अलैहिस्सलाम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मोहम्मद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तक़ी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अलैहिस्सलाम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बजाये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अब्बासी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ख़लीफ़ा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दफ़्न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मशहद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रिज़ा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अलैहिस्सलाम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बल्कि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हारुन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रशीद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दफ़्न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सामरा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नक़ी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अलैहिस्सलाम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हसन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असकरी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अलैहिस्सलाम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बजाये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अब्बासी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ख़ोलफ़ा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दफ़्न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बक़ी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क़ब्रिस्तान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सिलसिले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कोशिश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यकसां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मुमालिक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ज़ियारतगाहें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वीरानियों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बदल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जायें।</w:t>
      </w:r>
    </w:p>
    <w:p w:rsidR="00CE40C4" w:rsidRDefault="00CE40C4" w:rsidP="00CE40C4">
      <w:pPr>
        <w:pStyle w:val="libNormal"/>
      </w:pPr>
      <w:r>
        <w:lastRenderedPageBreak/>
        <w:t xml:space="preserve">17. </w:t>
      </w:r>
      <w:r>
        <w:rPr>
          <w:rFonts w:hint="cs"/>
          <w:cs/>
          <w:lang w:bidi="hi-IN"/>
        </w:rPr>
        <w:t>खा़नदाने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रिसालत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तशय्यों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अक़ीदत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एहतेराम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ख़त्म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झूठे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बनावटी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सादात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तंख़्वाहदार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अफ़राद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ज़रुरत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स्याह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सब्ज़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अमारियों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ज़ाहिर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औलादे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निस्बत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हक़ीक़त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वाक़िफ़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आहिस्ता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आहिस्ता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हक़ीक़ी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सादात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बरगश्ता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जायेंगे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औलादे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लगेंगे।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हक़ीक़ी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सादात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ओलमा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दीन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आमामे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उतरवायें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पैग़म्बरे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सल्लल्लाहो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अलैहे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आलेहि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वसल्लम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वाबस्तगी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सिलसिला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ख़त्म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ओलमा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एहतेराम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छोड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दें।</w:t>
      </w:r>
      <w:r>
        <w:rPr>
          <w:cs/>
          <w:lang w:bidi="hi-IN"/>
        </w:rPr>
        <w:t xml:space="preserve"> </w:t>
      </w:r>
    </w:p>
    <w:p w:rsidR="00CE40C4" w:rsidRDefault="00CE40C4" w:rsidP="00CE40C4">
      <w:pPr>
        <w:pStyle w:val="libNormal"/>
      </w:pPr>
      <w:r>
        <w:t xml:space="preserve">18. 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अलैहिस्साल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आज़ादरी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मराकज़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गुमराही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रोकने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बदबख़्ती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नाबूदी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बचाने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उन्वान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चाहिये।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कोशिशों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बरुएकार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मजालिसे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रोकने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कोशिश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अज़ादारी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बतदरीज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ख़त्म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बारगाहों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तामीर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ओलमा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ज़ाकेरीन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इन्तेख़ाब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शराएत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सख़्त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जाये।</w:t>
      </w:r>
    </w:p>
    <w:p w:rsidR="00CE40C4" w:rsidRDefault="00CE40C4" w:rsidP="00CE40C4">
      <w:pPr>
        <w:pStyle w:val="libNormal"/>
      </w:pPr>
      <w:r>
        <w:t xml:space="preserve">19. </w:t>
      </w:r>
      <w:r>
        <w:rPr>
          <w:rFonts w:hint="cs"/>
          <w:cs/>
          <w:lang w:bidi="hi-IN"/>
        </w:rPr>
        <w:t>आज़ाद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ख़्याली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चून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कैफ़ियत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इज़हान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रासिख़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आदमी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आज़ादाना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तौर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सोचने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क़ाबिल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औऱ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मर्ज़ी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अंजाम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मारुफ़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नेहि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मुन्कर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वाजिब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अहकामे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शरीयत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तरवीज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मतरुक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चाहिये।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मारुफ़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नेहि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मुन्कर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वाजिब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समझा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बादशाहों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अवामुन्नास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दख़ल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नहीं।</w:t>
      </w:r>
    </w:p>
    <w:p w:rsidR="00CE40C4" w:rsidRDefault="00CE40C4" w:rsidP="00CE40C4">
      <w:pPr>
        <w:pStyle w:val="libNormal"/>
      </w:pPr>
      <w:r>
        <w:t xml:space="preserve">20. </w:t>
      </w:r>
      <w:r>
        <w:rPr>
          <w:rFonts w:hint="cs"/>
          <w:cs/>
          <w:lang w:bidi="hi-IN"/>
        </w:rPr>
        <w:t>नस्ल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कन्ट्रोल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मर्दों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ज़्यादा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बीवी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इख्तियार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इज़ाज़त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क़वानीन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वज़अ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मसअले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दुश्वार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मसलन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ईरानी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ईरानी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इज़ाज़त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तुर्क</w:t>
      </w:r>
      <w:r>
        <w:t xml:space="preserve">, </w:t>
      </w:r>
      <w:r>
        <w:rPr>
          <w:rFonts w:hint="cs"/>
          <w:cs/>
          <w:lang w:bidi="hi-IN"/>
        </w:rPr>
        <w:t>ईरानियों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सकेंगे।</w:t>
      </w:r>
    </w:p>
    <w:p w:rsidR="00CE40C4" w:rsidRDefault="00CE40C4" w:rsidP="00CE40C4">
      <w:pPr>
        <w:pStyle w:val="libNormal"/>
      </w:pPr>
      <w:r>
        <w:t xml:space="preserve">21. </w:t>
      </w:r>
      <w:r>
        <w:rPr>
          <w:rFonts w:hint="cs"/>
          <w:cs/>
          <w:lang w:bidi="hi-IN"/>
        </w:rPr>
        <w:t>इस्लामी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तालीम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आफ़क़ियत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मसअले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मोहकम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दलाएल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बताया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उसूलन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हिदायत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बल्कि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तअल्लुक़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सिर्फ़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क़बीले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क़ौम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जैसा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कुरान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इक़रार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हैः</w:t>
      </w:r>
      <w:r>
        <w:rPr>
          <w:cs/>
          <w:lang w:bidi="hi-IN"/>
        </w:rPr>
        <w:t xml:space="preserve"> </w:t>
      </w:r>
      <w:r>
        <w:rPr>
          <w:rFonts w:ascii="Times New Roman" w:hAnsi="Times New Roman" w:cs="Times New Roman"/>
        </w:rPr>
        <w:t>“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क़बीले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हिदायत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rFonts w:hint="eastAsia"/>
        </w:rPr>
        <w:t>”</w:t>
      </w:r>
      <w:r>
        <w:t xml:space="preserve"> (</w:t>
      </w:r>
      <w:r>
        <w:rPr>
          <w:rFonts w:hint="cs"/>
          <w:cs/>
          <w:lang w:bidi="hi-IN"/>
        </w:rPr>
        <w:t>सूर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जख़रिफ़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आयत</w:t>
      </w:r>
      <w:r>
        <w:rPr>
          <w:cs/>
          <w:lang w:bidi="hi-IN"/>
        </w:rPr>
        <w:t xml:space="preserve"> </w:t>
      </w:r>
      <w:r>
        <w:t>44)</w:t>
      </w:r>
    </w:p>
    <w:p w:rsidR="00CE40C4" w:rsidRDefault="00CE40C4" w:rsidP="00CE40C4">
      <w:pPr>
        <w:pStyle w:val="libNormal"/>
      </w:pPr>
      <w:r>
        <w:t xml:space="preserve">22. </w:t>
      </w:r>
      <w:r>
        <w:rPr>
          <w:rFonts w:hint="cs"/>
          <w:cs/>
          <w:lang w:bidi="hi-IN"/>
        </w:rPr>
        <w:t>मसाजिद</w:t>
      </w:r>
      <w:r>
        <w:t xml:space="preserve">, </w:t>
      </w:r>
      <w:r>
        <w:rPr>
          <w:rFonts w:hint="cs"/>
          <w:cs/>
          <w:lang w:bidi="hi-IN"/>
        </w:rPr>
        <w:t>मदारिस</w:t>
      </w:r>
      <w:r>
        <w:t xml:space="preserve">, </w:t>
      </w:r>
      <w:r>
        <w:rPr>
          <w:rFonts w:hint="cs"/>
          <w:cs/>
          <w:lang w:bidi="hi-IN"/>
        </w:rPr>
        <w:t>तरबियती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मराकज़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अच्छी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बुनियादों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क़ायम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तामीरात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मुतअल्लिक़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सुन्नतों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कालइद्म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महदूद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क़िस्म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तअल्लुक़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ओलमा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बल्कि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सरबराहाने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ममलिकत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हुकूमतें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क़िस्म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अंजाम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देंगी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क़द्रों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क़ीमत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रहेगी।</w:t>
      </w:r>
    </w:p>
    <w:p w:rsidR="00CE40C4" w:rsidRDefault="00CE40C4" w:rsidP="00CE40C4">
      <w:pPr>
        <w:pStyle w:val="libNormal"/>
      </w:pPr>
      <w:r>
        <w:lastRenderedPageBreak/>
        <w:t xml:space="preserve">23. </w:t>
      </w:r>
      <w:r>
        <w:rPr>
          <w:rFonts w:hint="cs"/>
          <w:cs/>
          <w:lang w:bidi="hi-IN"/>
        </w:rPr>
        <w:t>ज़रुरी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हाथों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मौजूद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कुरआन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बेशी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मुब्तिला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तौर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कुफ़्फार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नसारा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तौहीन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आमेज़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मारुफ़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जेहाद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मुतअल्लिक़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कुरआन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कुरानों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तुर्की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फ़ारसी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ज़बानों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तर्जुमा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बाज़ारों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ग़ैर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मुस्लिम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हुकूमतों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तरग़ीब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इलाकों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कुरान</w:t>
      </w:r>
      <w:r>
        <w:t xml:space="preserve">, </w:t>
      </w:r>
      <w:r>
        <w:rPr>
          <w:rFonts w:hint="cs"/>
          <w:cs/>
          <w:lang w:bidi="hi-IN"/>
        </w:rPr>
        <w:t>अज़ान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नमाज़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ज़बान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पढ़ने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परहेज़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मसअला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अहादीस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रिवायत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तशकीक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कुरान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तहरीफ़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तर्जुमे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CE40C4" w:rsidRDefault="00CE40C4" w:rsidP="00CE40C4">
      <w:pPr>
        <w:pStyle w:val="libNormal"/>
      </w:pPr>
      <w:r>
        <w:tab/>
      </w:r>
      <w:r>
        <w:rPr>
          <w:rFonts w:hint="cs"/>
          <w:cs/>
          <w:lang w:bidi="hi-IN"/>
        </w:rPr>
        <w:t>मुख़्तसर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इसदूसरी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बड़ी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कारआमद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चीज़ें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दिखाई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</w:t>
      </w:r>
      <w:r>
        <w:rPr>
          <w:cs/>
          <w:lang w:bidi="hi-IN"/>
        </w:rPr>
        <w:t xml:space="preserve"> </w:t>
      </w:r>
      <w:r>
        <w:rPr>
          <w:rFonts w:ascii="Times New Roman" w:hAnsi="Times New Roman" w:cs="Times New Roman"/>
        </w:rPr>
        <w:t>“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सफ़हे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हस्ती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मिटा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</w:t>
      </w:r>
      <w:r>
        <w:rPr>
          <w:rFonts w:hint="eastAsia"/>
        </w:rPr>
        <w:t>”</w:t>
      </w:r>
      <w:r>
        <w:t xml:space="preserve"> </w:t>
      </w:r>
      <w:r>
        <w:rPr>
          <w:rFonts w:hint="cs"/>
          <w:cs/>
          <w:lang w:bidi="hi-IN"/>
        </w:rPr>
        <w:t>रखा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बेहतरीन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प्रोग्राम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मुरत्तब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बड़ा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क़ायम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वापस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नोआबादयाती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इलाक़ों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विज़ारत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पहुँचा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जहाँ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मर्तबा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सेक्रेट्री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मुलाक़ात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मुख़ातिब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कहाः</w:t>
      </w:r>
    </w:p>
    <w:p w:rsidR="00CE40C4" w:rsidRDefault="00CE40C4" w:rsidP="00CE40C4">
      <w:pPr>
        <w:pStyle w:val="libNormal"/>
      </w:pPr>
      <w:r>
        <w:tab/>
      </w:r>
      <w:r>
        <w:rPr>
          <w:rFonts w:ascii="Times New Roman" w:hAnsi="Times New Roman" w:cs="Times New Roman"/>
        </w:rPr>
        <w:t>“</w:t>
      </w:r>
      <w:r>
        <w:rPr>
          <w:rFonts w:hint="cs"/>
          <w:cs/>
          <w:lang w:bidi="hi-IN"/>
        </w:rPr>
        <w:t>जिन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अंजाम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अकेले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बल्कि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तक़रीबन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पांच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सच्चे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अफ़राद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मुख़्तलिफ़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गिरोहों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सूरत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इस्लामी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मुमालिक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मदद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आमदा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नोआबदयाती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इलाक़ों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विज़ारत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ख़्याल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पेशरफ़्त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अफ़राद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तादाद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इज़ाफ़ा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पहुंचा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अज़ीम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गिरोह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तशकील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कामयाबी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यक़ीनन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आलमे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जायेंगे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आसार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मुकम्मल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तौर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मिटा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देंगे।</w:t>
      </w:r>
      <w:r>
        <w:rPr>
          <w:rFonts w:hint="eastAsia"/>
        </w:rPr>
        <w:t>”</w:t>
      </w:r>
    </w:p>
    <w:p w:rsidR="00CE40C4" w:rsidRDefault="00CE40C4" w:rsidP="00CE40C4">
      <w:pPr>
        <w:pStyle w:val="libNormal"/>
      </w:pPr>
      <w:r>
        <w:tab/>
      </w:r>
      <w:r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सेक्रेट्री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गुफ़्तगू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कहाः</w:t>
      </w:r>
      <w:r>
        <w:rPr>
          <w:cs/>
          <w:lang w:bidi="hi-IN"/>
        </w:rPr>
        <w:t xml:space="preserve"> </w:t>
      </w:r>
    </w:p>
    <w:p w:rsidR="00CE40C4" w:rsidRDefault="00CE40C4" w:rsidP="00CE40C4">
      <w:pPr>
        <w:pStyle w:val="libNormal"/>
      </w:pPr>
      <w:r>
        <w:tab/>
      </w:r>
      <w:r>
        <w:tab/>
      </w:r>
      <w:r>
        <w:rPr>
          <w:rFonts w:ascii="Times New Roman" w:hAnsi="Times New Roman" w:cs="Times New Roman"/>
        </w:rPr>
        <w:t>“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ख़ुशख़बरी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आईन्दा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मुराद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पहुंच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जायेंगे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नस्ल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कामयाबी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औलादें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ज़रुर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अच्छे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देखेंगी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ईरानी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ज़रबुल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मिस्ल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खेज़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हैः</w:t>
      </w:r>
      <w:r>
        <w:rPr>
          <w:cs/>
          <w:lang w:bidi="hi-IN"/>
        </w:rPr>
        <w:t xml:space="preserve"> </w:t>
      </w:r>
      <w:r>
        <w:rPr>
          <w:rFonts w:ascii="Times New Roman" w:hAnsi="Times New Roman" w:cs="Times New Roman"/>
        </w:rPr>
        <w:t>“</w:t>
      </w:r>
      <w:r>
        <w:rPr>
          <w:rFonts w:hint="cs"/>
          <w:cs/>
          <w:lang w:bidi="hi-IN"/>
        </w:rPr>
        <w:t>कल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बोया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खाया।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खायेंगे।</w:t>
      </w:r>
      <w:r>
        <w:rPr>
          <w:rFonts w:hint="eastAsia"/>
        </w:rPr>
        <w:t>”</w:t>
      </w:r>
      <w:r>
        <w:t xml:space="preserve"> </w:t>
      </w:r>
      <w:r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अज़ीम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बर्तानिया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समन्दरों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मलका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मुमालिक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फ़तहमन्दी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नसीब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दुनियाए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मसीहत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तकालीफ़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निजात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सदियों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बर्दाश्त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अर्से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बड़ी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जंगें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मुसल्लत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सलीबी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जंगें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बतौरे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मिसाल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जंगे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बिल्कुल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मुग़लों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यलगार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बेमकसद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जहाँ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सिवाये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क़त्ल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ग़ारतगरी</w:t>
      </w:r>
      <w:r>
        <w:t xml:space="preserve">, </w:t>
      </w:r>
      <w:r>
        <w:rPr>
          <w:rFonts w:hint="cs"/>
          <w:cs/>
          <w:lang w:bidi="hi-IN"/>
        </w:rPr>
        <w:t>वीरानी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तबाही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लूट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मक़स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ख़िलाफ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मुग़लों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फ़ौज़ी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कार्रवाईयों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क़त्ल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ग़ारतगरी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मुन्हसिर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जल्दी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अज़ीम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बर्तानिया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हुकूमत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मिटाने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मुतालिये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बढ़ेगी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बड़े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तहम्मुल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अज़ीम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बरुएकार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लायेगी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मक़सद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कामयाब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अलबत्ता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ज़रुरी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मवाक़े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फ़ौजी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कार्रवाईयों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दरेग़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करेंगे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सूरत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हुकूमतों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जायेंगे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अनासिर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मुख़ालिफ़त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कमरबस्ता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मैदान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उतर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आयेंगे।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इस्तन्बोल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हुक्मरान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बड़ी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होशमन्दी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फ़तानत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इतनी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जल्द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प्रोग्रामों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कामयाब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देंगे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मुतवस्सित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तबक़े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बच्चों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स्कूलों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तरबियत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t xml:space="preserve">,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क़ायम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इलाक़ों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मुतअद्दिद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चर्च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t xml:space="preserve">, </w:t>
      </w:r>
      <w:r>
        <w:rPr>
          <w:rFonts w:hint="cs"/>
          <w:cs/>
          <w:lang w:bidi="hi-IN"/>
        </w:rPr>
        <w:t>शराब</w:t>
      </w:r>
      <w:r>
        <w:t xml:space="preserve">, </w:t>
      </w:r>
      <w:r>
        <w:rPr>
          <w:rFonts w:hint="cs"/>
          <w:cs/>
          <w:lang w:bidi="hi-IN"/>
        </w:rPr>
        <w:t>जुआ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शहवतरानी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फैलाना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नौजवान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नस्ल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मज़हब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मुमालिक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हुक्मरानों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दरमियान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इख़्तिलाफ़ात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फ़ितना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फ़साद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बाज़ार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गर्म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अरकाने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हुकूमत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साहिबाने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ईसाई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फंसाना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औऱ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महफ़िलों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परीवशों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रौनक़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बख़्शना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आहिस्ता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आहिस्ता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सियासी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इक़्तिदार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बैंठे।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बदज़न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कमज़ोर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नतीजे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ओलमा</w:t>
      </w:r>
      <w:r>
        <w:t xml:space="preserve">, </w:t>
      </w:r>
      <w:r>
        <w:rPr>
          <w:rFonts w:hint="cs"/>
          <w:cs/>
          <w:lang w:bidi="hi-IN"/>
        </w:rPr>
        <w:t>हुकूमत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अवाम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इत्तिहाद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टूट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भड़का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मुमालिक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जड़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बुनियाद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उखाड़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फेंकेंगे।</w:t>
      </w:r>
      <w:r>
        <w:rPr>
          <w:rFonts w:hint="eastAsia"/>
        </w:rPr>
        <w:t>”</w:t>
      </w:r>
    </w:p>
    <w:p w:rsidR="00CB7175" w:rsidRDefault="00CE40C4" w:rsidP="00CE40C4">
      <w:pPr>
        <w:pStyle w:val="libNormal"/>
      </w:pPr>
      <w:r>
        <w:tab/>
      </w:r>
    </w:p>
    <w:p w:rsidR="00CB7175" w:rsidRDefault="00CB7175">
      <w:pPr>
        <w:spacing w:after="0" w:line="240" w:lineRule="auto"/>
        <w:rPr>
          <w:rFonts w:ascii="Mangal" w:hAnsi="Mangal" w:cs="Mangal"/>
          <w:color w:val="000000"/>
          <w:sz w:val="28"/>
          <w:szCs w:val="28"/>
        </w:rPr>
      </w:pPr>
      <w:r>
        <w:br w:type="page"/>
      </w:r>
    </w:p>
    <w:p w:rsidR="00CE40C4" w:rsidRDefault="00CE40C4" w:rsidP="00CE40C4">
      <w:pPr>
        <w:pStyle w:val="libNormal"/>
      </w:pPr>
      <w:bookmarkStart w:id="12" w:name="_Toc512662060"/>
      <w:bookmarkStart w:id="13" w:name="_Toc512662164"/>
      <w:r w:rsidRPr="00CB7175">
        <w:rPr>
          <w:rStyle w:val="Heading1Char"/>
          <w:rFonts w:eastAsia="Calibri" w:cs="Mangal" w:hint="cs"/>
          <w:cs/>
        </w:rPr>
        <w:lastRenderedPageBreak/>
        <w:t>आख़िरकार</w:t>
      </w:r>
      <w:r w:rsidRPr="00CB7175">
        <w:rPr>
          <w:rStyle w:val="Heading1Char"/>
          <w:rFonts w:eastAsia="Calibri"/>
          <w:cs/>
        </w:rPr>
        <w:t xml:space="preserve"> </w:t>
      </w:r>
      <w:r w:rsidRPr="00CB7175">
        <w:rPr>
          <w:rStyle w:val="Heading1Char"/>
          <w:rFonts w:eastAsia="Calibri" w:cs="Mangal" w:hint="cs"/>
          <w:cs/>
        </w:rPr>
        <w:t>नोआबादयाती</w:t>
      </w:r>
      <w:r w:rsidRPr="00CB7175">
        <w:rPr>
          <w:rStyle w:val="Heading1Char"/>
          <w:rFonts w:eastAsia="Calibri"/>
          <w:cs/>
        </w:rPr>
        <w:t xml:space="preserve"> </w:t>
      </w:r>
      <w:r w:rsidRPr="00CB7175">
        <w:rPr>
          <w:rStyle w:val="Heading1Char"/>
          <w:rFonts w:eastAsia="Calibri" w:cs="Mangal" w:hint="cs"/>
          <w:cs/>
        </w:rPr>
        <w:t>इलाक़ों</w:t>
      </w:r>
      <w:r w:rsidRPr="00CB7175">
        <w:rPr>
          <w:rStyle w:val="Heading1Char"/>
          <w:rFonts w:eastAsia="Calibri"/>
          <w:cs/>
        </w:rPr>
        <w:t xml:space="preserve"> </w:t>
      </w:r>
      <w:r w:rsidRPr="00CB7175">
        <w:rPr>
          <w:rStyle w:val="Heading1Char"/>
          <w:rFonts w:eastAsia="Calibri" w:cs="Mangal" w:hint="cs"/>
          <w:cs/>
        </w:rPr>
        <w:t>की</w:t>
      </w:r>
      <w:r w:rsidRPr="00CB7175">
        <w:rPr>
          <w:rStyle w:val="Heading1Char"/>
          <w:rFonts w:eastAsia="Calibri"/>
          <w:cs/>
        </w:rPr>
        <w:t xml:space="preserve"> </w:t>
      </w:r>
      <w:r w:rsidRPr="00CB7175">
        <w:rPr>
          <w:rStyle w:val="Heading1Char"/>
          <w:rFonts w:eastAsia="Calibri" w:cs="Mangal" w:hint="cs"/>
          <w:cs/>
        </w:rPr>
        <w:t>विज़ारत</w:t>
      </w:r>
      <w:r w:rsidRPr="00CB7175">
        <w:rPr>
          <w:rStyle w:val="Heading1Char"/>
          <w:rFonts w:eastAsia="Calibri"/>
          <w:cs/>
        </w:rPr>
        <w:t xml:space="preserve"> </w:t>
      </w:r>
      <w:r w:rsidRPr="00CB7175">
        <w:rPr>
          <w:rStyle w:val="Heading1Char"/>
          <w:rFonts w:eastAsia="Calibri" w:cs="Mangal" w:hint="cs"/>
          <w:cs/>
        </w:rPr>
        <w:t>के</w:t>
      </w:r>
      <w:bookmarkEnd w:id="12"/>
      <w:bookmarkEnd w:id="13"/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सेक्रेट्री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पर्दा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उठाया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शिद्दत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इन्तेज़ार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क़रारदाद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हुकूमते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बर्तानिया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ओहदेदारों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मंजूर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पचास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सफ़हात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मुश्तमिल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क़रारदाद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नोआबादयाती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इलाक़ों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विज़ारत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सिय</w:t>
      </w:r>
      <w:r w:rsidR="00A15773">
        <w:rPr>
          <w:rFonts w:hint="cs"/>
          <w:cs/>
          <w:lang w:bidi="hi-IN"/>
        </w:rPr>
        <w:t>ा</w:t>
      </w:r>
      <w:r>
        <w:rPr>
          <w:rFonts w:hint="cs"/>
          <w:cs/>
          <w:lang w:bidi="hi-IN"/>
        </w:rPr>
        <w:t>सत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आईनादार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अन्दर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अन्दर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नाबूद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रिसले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पेशीनगोई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मुताबिक़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अर्से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दुनिया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रुख़सत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सिर्फ़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तारीख़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बाक़ी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जायेगी।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सख़्ती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ताकीद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t>14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नुकाती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क़रारदाद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मज़मून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सीग़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राज़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उन्वान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ज़ाहिर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ख़तरा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चाराजोई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उठ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ख़ड़े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मुख़्तसर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तौर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मवाद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यूँ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</w:p>
    <w:p w:rsidR="00CE40C4" w:rsidRDefault="00CE40C4" w:rsidP="00CE40C4">
      <w:pPr>
        <w:pStyle w:val="libNormal"/>
      </w:pPr>
      <w:r>
        <w:t>1.</w:t>
      </w:r>
      <w:r>
        <w:tab/>
      </w:r>
      <w:r>
        <w:rPr>
          <w:rFonts w:hint="cs"/>
          <w:cs/>
          <w:lang w:bidi="hi-IN"/>
        </w:rPr>
        <w:t>तजाकिस्तान</w:t>
      </w:r>
      <w:r>
        <w:t xml:space="preserve">, </w:t>
      </w:r>
      <w:r>
        <w:rPr>
          <w:rFonts w:hint="cs"/>
          <w:cs/>
          <w:lang w:bidi="hi-IN"/>
        </w:rPr>
        <w:t>बुख़ारा</w:t>
      </w:r>
      <w:r>
        <w:t xml:space="preserve">, </w:t>
      </w:r>
      <w:r>
        <w:rPr>
          <w:rFonts w:hint="cs"/>
          <w:cs/>
          <w:lang w:bidi="hi-IN"/>
        </w:rPr>
        <w:t>इरमिन्सतान</w:t>
      </w:r>
      <w:r>
        <w:t xml:space="preserve">, </w:t>
      </w:r>
      <w:r>
        <w:rPr>
          <w:rFonts w:hint="cs"/>
          <w:cs/>
          <w:lang w:bidi="hi-IN"/>
        </w:rPr>
        <w:t>शुमाली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खुरासान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मादरा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अलनहर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रुस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जुनूब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वाक़ै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मुस्लिम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आबादियों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इख़्तियार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हासिल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सल्तनत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रुस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वसीअ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पैमाने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इश्तेराके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अमल</w:t>
      </w:r>
      <w:r>
        <w:t xml:space="preserve">, </w:t>
      </w:r>
      <w:r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अलावा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ईरान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सरहदी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शहरों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तुर्कीस्तान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आज़र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बायजान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तसल्लुत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हिसाल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रुस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इश्तेराके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अमल।</w:t>
      </w:r>
    </w:p>
    <w:p w:rsidR="00CE40C4" w:rsidRDefault="00CE40C4" w:rsidP="00CE40C4">
      <w:pPr>
        <w:pStyle w:val="libNormal"/>
      </w:pPr>
      <w:r>
        <w:lastRenderedPageBreak/>
        <w:t>2.</w:t>
      </w:r>
      <w:r>
        <w:tab/>
      </w:r>
      <w:r>
        <w:rPr>
          <w:rFonts w:hint="cs"/>
          <w:cs/>
          <w:lang w:bidi="hi-IN"/>
        </w:rPr>
        <w:t>इस्लामी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हुकूमतों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अन्दरुनी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बैरुनी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एकबार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तबाह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मुनज़्ज़म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प्रोग्राम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तश्कील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मेरुस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फ्रांस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सलातीन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इश्तेराके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अमल।</w:t>
      </w:r>
    </w:p>
    <w:p w:rsidR="00CE40C4" w:rsidRDefault="00CE40C4" w:rsidP="00CE40C4">
      <w:pPr>
        <w:pStyle w:val="libNormal"/>
      </w:pPr>
      <w:r>
        <w:t>3.</w:t>
      </w:r>
      <w:r>
        <w:tab/>
      </w:r>
      <w:r>
        <w:rPr>
          <w:rFonts w:hint="cs"/>
          <w:cs/>
          <w:lang w:bidi="hi-IN"/>
        </w:rPr>
        <w:t>उस्मानी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ईरानी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हुकूमतों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दरीना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तनाज़ेआत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दरमियान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क़ौमी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नस्ली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इख़्तिलाफ़ात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भड़काना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इराक़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ईरान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इतराफ़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क़बीलों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क़बाएली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जंगें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शोरिशें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माक़ब्ल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मज़ाहिब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तब्लीग़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हत्ता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ईरान</w:t>
      </w:r>
      <w:r>
        <w:t xml:space="preserve">, </w:t>
      </w:r>
      <w:r>
        <w:rPr>
          <w:rFonts w:hint="cs"/>
          <w:cs/>
          <w:lang w:bidi="hi-IN"/>
        </w:rPr>
        <w:t>मिस्र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बैनुल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नहरैन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मतरुक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मुर्दा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पैरूकार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फिराना।</w:t>
      </w:r>
    </w:p>
    <w:p w:rsidR="00CE40C4" w:rsidRDefault="00CE40C4" w:rsidP="00CE40C4">
      <w:pPr>
        <w:pStyle w:val="libNormal"/>
      </w:pPr>
      <w:r>
        <w:t>4.</w:t>
      </w:r>
      <w:r>
        <w:tab/>
      </w:r>
      <w:r>
        <w:rPr>
          <w:rFonts w:hint="cs"/>
          <w:cs/>
          <w:lang w:bidi="hi-IN"/>
        </w:rPr>
        <w:t>इस्लामी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मुमालिक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शहरों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देहातों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हिस्सों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ग़ैर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मुस्लिम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अक़वाम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हवाले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मसलन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मदीना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यहूदियों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को़</w:t>
      </w:r>
      <w:r>
        <w:t xml:space="preserve">, </w:t>
      </w:r>
      <w:r>
        <w:rPr>
          <w:rFonts w:hint="cs"/>
          <w:cs/>
          <w:lang w:bidi="hi-IN"/>
        </w:rPr>
        <w:t>इस्कन्दरिया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ईसाईयों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t xml:space="preserve">, </w:t>
      </w:r>
      <w:r>
        <w:rPr>
          <w:rFonts w:hint="cs"/>
          <w:cs/>
          <w:lang w:bidi="hi-IN"/>
        </w:rPr>
        <w:t>बुज़्द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पारसियों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साबेईयों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t xml:space="preserve">, </w:t>
      </w:r>
      <w:r>
        <w:rPr>
          <w:rFonts w:hint="cs"/>
          <w:cs/>
          <w:lang w:bidi="hi-IN"/>
        </w:rPr>
        <w:t>करमान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शपाह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अल्लाहियों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t xml:space="preserve">, </w:t>
      </w:r>
      <w:r>
        <w:rPr>
          <w:rFonts w:hint="cs"/>
          <w:cs/>
          <w:lang w:bidi="hi-IN"/>
        </w:rPr>
        <w:t>मूसल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यज़ीदियों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बोशहर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समेत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ख़लीज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फ़ारस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कुर्ब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जवार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इलाक़े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हिन्दुओं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सौंपने।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आख़ेरुज़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इलाक़ों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बसाना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ज़रुरी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लेबनान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वाक़े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तराबिलिस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द्रोज़ियों</w:t>
      </w:r>
      <w:r>
        <w:t xml:space="preserve">,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क़ारिज़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उलूवियों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मुस्तक़ित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ख़्वरिज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हवाले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बल्कि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माद्दी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इमदाद</w:t>
      </w:r>
      <w:r>
        <w:t xml:space="preserve">, </w:t>
      </w:r>
      <w:r>
        <w:rPr>
          <w:rFonts w:hint="cs"/>
          <w:cs/>
          <w:lang w:bidi="hi-IN"/>
        </w:rPr>
        <w:t>जंगी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फौजी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सियासी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माहेरनीन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मज़बूत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ज़रुरी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अर्से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अक़लीयते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आंखों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खटकने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आजुरदा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इलाके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बदतरीज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नुफूज़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मुस्लिम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हुकूमतों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तबाही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तरक़्क़ी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पज़ीर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रख़ना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पड़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जाये।</w:t>
      </w:r>
    </w:p>
    <w:p w:rsidR="00CE40C4" w:rsidRDefault="00CE40C4" w:rsidP="00CE40C4">
      <w:pPr>
        <w:pStyle w:val="libNormal"/>
      </w:pPr>
      <w:r>
        <w:t>5.</w:t>
      </w:r>
      <w:r>
        <w:tab/>
      </w:r>
      <w:r>
        <w:rPr>
          <w:rFonts w:hint="cs"/>
          <w:cs/>
          <w:lang w:bidi="hi-IN"/>
        </w:rPr>
        <w:t>हिन्दुस्तान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ईरानी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हुकूमतों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छोटी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छोटी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रियासतों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क़याम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फूट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डालो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हुकूमत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बेहतर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अल्फ़ाज़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ascii="Times New Roman" w:hAnsi="Times New Roman" w:cs="Times New Roman"/>
        </w:rPr>
        <w:t>“</w:t>
      </w:r>
      <w:r>
        <w:rPr>
          <w:rFonts w:hint="cs"/>
          <w:cs/>
          <w:lang w:bidi="hi-IN"/>
        </w:rPr>
        <w:t>फूट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डालो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मिटा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</w:t>
      </w:r>
      <w:r>
        <w:rPr>
          <w:rFonts w:hint="eastAsia"/>
        </w:rPr>
        <w:t>”</w:t>
      </w:r>
      <w: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कानून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भिड़ा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सूरत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दस्त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गिरेबां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होंगे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मरकज़ी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हुकूमत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तनाज़ेआ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फ़राहम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रहेगा।</w:t>
      </w:r>
    </w:p>
    <w:p w:rsidR="00CE40C4" w:rsidRDefault="00CE40C4" w:rsidP="00CE40C4">
      <w:pPr>
        <w:pStyle w:val="libNormal"/>
      </w:pPr>
      <w:r>
        <w:t>6.</w:t>
      </w:r>
      <w:r>
        <w:tab/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सोचे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मुनज़्ज़म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मंसूबे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तहत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दुनिया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उफ़कार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आहंगी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मनघड़त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अक़ाएद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मज़ाहिब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तब्लीग़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मसलन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अम्मा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अहलेबैत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अलैहिस्सलाम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बेइन्तहा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अक़ीदत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एहतेराम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इलाही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मज़हब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जाफ़रे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सादिक़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अलैहिस्सलाम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मुतअल्लिक़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शख़्सियत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परस्ती</w:t>
      </w:r>
      <w:r>
        <w:t xml:space="preserve">, 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रिज़ा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अलैहिस्सलाम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ग़ाएब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मऊद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अज्जल्लाह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तआला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फ़रजहुल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शरीफ़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मुबालिग़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आराई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हश्त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फ़रिक़ा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तरवीज।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मज़हब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मुनासिब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मक़ाम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सूरत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होगीः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हुसैनअ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फ़िरका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कर्बला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जाफ़रे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सादिक़अ</w:t>
      </w:r>
      <w:r>
        <w:t>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परस्तिश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इस्फ़ेहान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मेहदी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अलैहिस्सलाम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परस्तिश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सामरा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हश्त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मज़हब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मशहद</w:t>
      </w:r>
      <w:r>
        <w:rPr>
          <w:cs/>
          <w:lang w:bidi="hi-IN"/>
        </w:rPr>
        <w:t>)</w:t>
      </w:r>
      <w:r>
        <w:rPr>
          <w:rFonts w:hint="cs"/>
          <w:cs/>
          <w:lang w:bidi="hi-IN"/>
        </w:rPr>
        <w:t>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जाली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मज़ाहिब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तब्लीग़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तरवीज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दायरा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सिर्फ़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मज़हब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महदूद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बल्कि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तसन्नुन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फ़िरक़ों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क़िस्म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मज़ाहिब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तरवीज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इख़्तिलाफ़ात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नफ़रत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बोना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फ़िरक़ा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सच्चा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काफ़िर</w:t>
      </w:r>
      <w:r>
        <w:t xml:space="preserve">, </w:t>
      </w:r>
      <w:r>
        <w:rPr>
          <w:rFonts w:hint="cs"/>
          <w:cs/>
          <w:lang w:bidi="hi-IN"/>
        </w:rPr>
        <w:t>मुरत्तिद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वाजिबुल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क़त्ल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समझे।</w:t>
      </w:r>
    </w:p>
    <w:p w:rsidR="00CE40C4" w:rsidRDefault="00CE40C4" w:rsidP="00CE40C4">
      <w:pPr>
        <w:pStyle w:val="libNormal"/>
      </w:pPr>
      <w:r>
        <w:t>7.</w:t>
      </w:r>
      <w:r>
        <w:tab/>
      </w:r>
      <w:r>
        <w:rPr>
          <w:rFonts w:hint="cs"/>
          <w:cs/>
          <w:lang w:bidi="hi-IN"/>
        </w:rPr>
        <w:t>ज़िना</w:t>
      </w:r>
      <w:r>
        <w:t xml:space="preserve">, </w:t>
      </w:r>
      <w:r>
        <w:rPr>
          <w:rFonts w:hint="cs"/>
          <w:cs/>
          <w:lang w:bidi="hi-IN"/>
        </w:rPr>
        <w:t>लवाता</w:t>
      </w:r>
      <w:r>
        <w:t xml:space="preserve">, </w:t>
      </w:r>
      <w:r>
        <w:rPr>
          <w:rFonts w:hint="cs"/>
          <w:cs/>
          <w:lang w:bidi="hi-IN"/>
        </w:rPr>
        <w:t>शराब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नोशी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दरमियान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राएज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ज़रुरत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आदतों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फैलाने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इलाक़े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ज़्यादा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मदद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माक़ब्ल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मज़ाहिब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वाबस्ता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किस्मती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तादाद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CE40C4" w:rsidRDefault="00CE40C4" w:rsidP="00CE40C4">
      <w:pPr>
        <w:pStyle w:val="libNormal"/>
      </w:pPr>
      <w:r>
        <w:t>8.</w:t>
      </w:r>
      <w:r>
        <w:tab/>
      </w:r>
      <w:r>
        <w:rPr>
          <w:rFonts w:hint="cs"/>
          <w:cs/>
          <w:lang w:bidi="hi-IN"/>
        </w:rPr>
        <w:t>अहम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हस्सास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ओहदों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ग़लतकार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नापाक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अफ़राद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तक़रुर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तवज्जो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रियासतों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सरबराही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नोआबादयाती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इलाक़ों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विज़ारत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वाबस्ता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इंग्लिस्तान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हुकूमत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अहकामात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वुसूल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बाअसर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अफ़राद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मक़ासिद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पोशिदा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तौर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कुव्वत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रुबअमल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अलबत्ता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चुनाओं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मुस्लिम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बादशाहों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होगा।</w:t>
      </w:r>
    </w:p>
    <w:p w:rsidR="00CE40C4" w:rsidRDefault="00CE40C4" w:rsidP="00CE40C4">
      <w:pPr>
        <w:pStyle w:val="libNormal"/>
      </w:pPr>
      <w:r>
        <w:t>9.</w:t>
      </w:r>
      <w:r>
        <w:tab/>
      </w:r>
      <w:r>
        <w:rPr>
          <w:rFonts w:hint="cs"/>
          <w:cs/>
          <w:lang w:bidi="hi-IN"/>
        </w:rPr>
        <w:t>ग़ैर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मुस्लिम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मुमालिक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सक़ाफ़त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ज़बान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फैलाओ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रोकना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बजाये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संस्कृत</w:t>
      </w:r>
      <w:r>
        <w:t xml:space="preserve">, </w:t>
      </w:r>
      <w:r>
        <w:rPr>
          <w:rFonts w:hint="cs"/>
          <w:cs/>
          <w:lang w:bidi="hi-IN"/>
        </w:rPr>
        <w:t>फ़ारसी</w:t>
      </w:r>
      <w:r>
        <w:t xml:space="preserve">, </w:t>
      </w:r>
      <w:r>
        <w:rPr>
          <w:rFonts w:hint="cs"/>
          <w:cs/>
          <w:lang w:bidi="hi-IN"/>
        </w:rPr>
        <w:t>कुर्दी</w:t>
      </w:r>
      <w:r>
        <w:t xml:space="preserve">, </w:t>
      </w:r>
      <w:r>
        <w:rPr>
          <w:rFonts w:hint="cs"/>
          <w:cs/>
          <w:lang w:bidi="hi-IN"/>
        </w:rPr>
        <w:t>पुश्तो</w:t>
      </w:r>
      <w:r>
        <w:t xml:space="preserve">, </w:t>
      </w:r>
      <w:r>
        <w:rPr>
          <w:rFonts w:hint="cs"/>
          <w:cs/>
          <w:lang w:bidi="hi-IN"/>
        </w:rPr>
        <w:t>उर्दू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क़ौमी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ज़बानों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सरज़मीनों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राएज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इलाक़ाई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ज़बानें</w:t>
      </w:r>
      <w:r>
        <w:t xml:space="preserve">, </w:t>
      </w:r>
      <w:r>
        <w:rPr>
          <w:rFonts w:hint="cs"/>
          <w:cs/>
          <w:lang w:bidi="hi-IN"/>
        </w:rPr>
        <w:t>रिवाज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ज़बान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बोलने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क़बाएल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उतर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फ़सीह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ज़बान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जगह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इख्तियार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कुरआन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सुन्नत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ज़बान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रिश्ता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टूट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जायेगा।</w:t>
      </w:r>
      <w:r>
        <w:rPr>
          <w:cs/>
          <w:lang w:bidi="hi-IN"/>
        </w:rPr>
        <w:t xml:space="preserve"> </w:t>
      </w:r>
    </w:p>
    <w:p w:rsidR="00CE40C4" w:rsidRDefault="00CE40C4" w:rsidP="00CE40C4">
      <w:pPr>
        <w:pStyle w:val="libNormal"/>
      </w:pPr>
      <w:r>
        <w:t>10.</w:t>
      </w:r>
      <w:r>
        <w:tab/>
      </w:r>
      <w:r>
        <w:rPr>
          <w:rFonts w:hint="cs"/>
          <w:cs/>
          <w:lang w:bidi="hi-IN"/>
        </w:rPr>
        <w:t>हुकूमती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दफ़ातिर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मुशीरों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माहिरों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हैसियत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बर्तानवी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जासूसों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तैनाती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इज़ाफ़ा</w:t>
      </w:r>
      <w:r>
        <w:t xml:space="preserve">,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मुमालिक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वोज़रा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फ़ैसलों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बेहतर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रास्ता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ज़हीन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मोअतमिद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गुलामों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क़नीज़ों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तालीम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तरबियत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हुक्मरानों</w:t>
      </w:r>
      <w:r>
        <w:t xml:space="preserve">, </w:t>
      </w:r>
      <w:r>
        <w:rPr>
          <w:rFonts w:hint="cs"/>
          <w:cs/>
          <w:lang w:bidi="hi-IN"/>
        </w:rPr>
        <w:t>शाहज़ादों</w:t>
      </w:r>
      <w:r>
        <w:t xml:space="preserve">, </w:t>
      </w:r>
      <w:r>
        <w:rPr>
          <w:rFonts w:hint="cs"/>
          <w:cs/>
          <w:lang w:bidi="hi-IN"/>
        </w:rPr>
        <w:t>वज़ारों</w:t>
      </w:r>
      <w:r>
        <w:t xml:space="preserve">, </w:t>
      </w:r>
      <w:r>
        <w:rPr>
          <w:rFonts w:hint="cs"/>
          <w:cs/>
          <w:lang w:bidi="hi-IN"/>
        </w:rPr>
        <w:t>अमीरों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दरबारी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औहदों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फाएज़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बाअसर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अफ़राद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हाथों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बेच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सलाहियतों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फ़रास्त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बुनियाद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नज़दीक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मक़ाम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करेंगे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आहिस्ता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आहिस्ता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मुशाविर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मक़ाम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हासिल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जायेगा।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मुस्लिम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रिवाज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उमनट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नक़्श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क़ायम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जायेगा।</w:t>
      </w:r>
    </w:p>
    <w:p w:rsidR="00CE40C4" w:rsidRDefault="00CE40C4" w:rsidP="00CE40C4">
      <w:pPr>
        <w:pStyle w:val="libNormal"/>
      </w:pPr>
      <w:r>
        <w:t>11.</w:t>
      </w:r>
      <w:r>
        <w:tab/>
      </w:r>
      <w:r>
        <w:rPr>
          <w:rFonts w:hint="cs"/>
          <w:cs/>
          <w:lang w:bidi="hi-IN"/>
        </w:rPr>
        <w:t>मुसलमानों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मुख़्तलिफ़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तबकों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तौर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डाक्टरों</w:t>
      </w:r>
      <w:r>
        <w:t xml:space="preserve">, </w:t>
      </w:r>
      <w:r>
        <w:rPr>
          <w:rFonts w:hint="cs"/>
          <w:cs/>
          <w:lang w:bidi="hi-IN"/>
        </w:rPr>
        <w:t>इंजीनियरों</w:t>
      </w:r>
      <w:r>
        <w:t xml:space="preserve">, </w:t>
      </w:r>
      <w:r>
        <w:rPr>
          <w:rFonts w:hint="cs"/>
          <w:cs/>
          <w:lang w:bidi="hi-IN"/>
        </w:rPr>
        <w:t>हुकूमत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वाबस्ता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ओहदेदारों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जैसे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रौशन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फ़िक्र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अफ़राद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मसीहियत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तब्लीग़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तरवीज</w:t>
      </w:r>
      <w:r>
        <w:t xml:space="preserve">, </w:t>
      </w:r>
      <w:r>
        <w:rPr>
          <w:rFonts w:hint="cs"/>
          <w:cs/>
          <w:lang w:bidi="hi-IN"/>
        </w:rPr>
        <w:t>कलिसाओं</w:t>
      </w:r>
      <w:r>
        <w:t xml:space="preserve">, </w:t>
      </w:r>
      <w:r>
        <w:rPr>
          <w:rFonts w:hint="cs"/>
          <w:cs/>
          <w:lang w:bidi="hi-IN"/>
        </w:rPr>
        <w:t>खुसूसी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स्कूलों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कलिसा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वाबस्ता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शिफ़ाख़ानों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तादाद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इज़ाफ़ा</w:t>
      </w:r>
      <w:r>
        <w:t xml:space="preserve">, </w:t>
      </w:r>
      <w:r>
        <w:rPr>
          <w:rFonts w:hint="cs"/>
          <w:cs/>
          <w:lang w:bidi="hi-IN"/>
        </w:rPr>
        <w:t>तब्लीग़ाती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कुतुब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रसाएल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नश्रो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इशाअत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मुतवस्सित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तबक़े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मुफ़्त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तक़सीम</w:t>
      </w:r>
      <w:r>
        <w:t xml:space="preserve">, </w:t>
      </w:r>
      <w:r>
        <w:rPr>
          <w:rFonts w:hint="cs"/>
          <w:cs/>
          <w:lang w:bidi="hi-IN"/>
        </w:rPr>
        <w:t>तारीख़े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मुक़ाबिले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तारीख़े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मसीहियत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निगारिश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एहतेमाम</w:t>
      </w:r>
      <w:r>
        <w:t xml:space="preserve">, </w:t>
      </w:r>
      <w:r>
        <w:rPr>
          <w:rFonts w:hint="cs"/>
          <w:cs/>
          <w:lang w:bidi="hi-IN"/>
        </w:rPr>
        <w:t>मुसलमानों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उम्माल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जसूसों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तक़रुर्र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अलबत्ता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दायरा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मुमालिक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वाक़े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दैर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कलीसा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होंगे।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आलिमनुमा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ईसाईयों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मुश्तशरिक़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शिनास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तारीख़ी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हक़ाएक़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तहरीफ़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बरअक्स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दिखाने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कोशिश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दलाएल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फऱ़राहमी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मुमालिक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ज़रुरी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इत्तिलाआत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हासिल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मक़ाले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तैयार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नुक़सान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ईसाईयत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फ़ायदे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हों।</w:t>
      </w:r>
    </w:p>
    <w:p w:rsidR="00CE40C4" w:rsidRDefault="00CE40C4" w:rsidP="00CE40C4">
      <w:pPr>
        <w:pStyle w:val="libNormal"/>
      </w:pPr>
      <w:r>
        <w:t>12.</w:t>
      </w:r>
      <w:r>
        <w:tab/>
      </w:r>
      <w:r>
        <w:rPr>
          <w:rFonts w:hint="cs"/>
          <w:cs/>
          <w:lang w:bidi="hi-IN"/>
        </w:rPr>
        <w:t>मुसलमान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लड़कों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लड़कियों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ख़ुदसरी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मज़हबे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बेज़ारी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तरवजी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मिशनरी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स्कूलों</w:t>
      </w:r>
      <w:r>
        <w:t xml:space="preserve">, </w:t>
      </w:r>
      <w:r>
        <w:rPr>
          <w:rFonts w:hint="cs"/>
          <w:cs/>
          <w:lang w:bidi="hi-IN"/>
        </w:rPr>
        <w:t>मुख़र्रिबे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अख़लाक़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दुश्मनी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मब्नी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किताबों</w:t>
      </w:r>
      <w:r>
        <w:t xml:space="preserve">, </w:t>
      </w:r>
      <w:r>
        <w:rPr>
          <w:rFonts w:hint="cs"/>
          <w:cs/>
          <w:lang w:bidi="hi-IN"/>
        </w:rPr>
        <w:t>ऐश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नोश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ख़ुशबाशी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फ़रहाम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कल्बों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बुनियादों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उस्तवार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मुस्लिम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ग़ैर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मुस्लिम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नौजवानों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दोस्ती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अंजाम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मुस्लि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नौजवानों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फांसने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यहूदी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मसीही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नौजवानों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शराकत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खुफ़िया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अंजुमनों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तासीस।</w:t>
      </w:r>
    </w:p>
    <w:p w:rsidR="00CE40C4" w:rsidRDefault="00CE40C4" w:rsidP="00CE40C4">
      <w:pPr>
        <w:pStyle w:val="libNormal"/>
      </w:pPr>
      <w:r>
        <w:t>13.</w:t>
      </w:r>
      <w:r>
        <w:tab/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कमज़ोर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t xml:space="preserve">, </w:t>
      </w:r>
      <w:r>
        <w:rPr>
          <w:rFonts w:hint="cs"/>
          <w:cs/>
          <w:lang w:bidi="hi-IN"/>
        </w:rPr>
        <w:t>मुसलमानों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इत्तिहाद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तोड़ने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ज़िन्दगी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मसाएल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सोचने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तरक़्की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बढ़ने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रोकने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मुमालिक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अन्दरुनी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बैरुनी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तौर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शोशिरें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अदयान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पैरुकारों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भि़डाये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रखना।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क़ौमी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दौलत</w:t>
      </w:r>
      <w:r>
        <w:t xml:space="preserve">, </w:t>
      </w:r>
      <w:r>
        <w:rPr>
          <w:rFonts w:hint="cs"/>
          <w:cs/>
          <w:lang w:bidi="hi-IN"/>
        </w:rPr>
        <w:t>माली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ज़खाएर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फ़िक्रो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कुव्वतों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तबाही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चार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t xml:space="preserve">, </w:t>
      </w:r>
      <w:r>
        <w:rPr>
          <w:rFonts w:hint="cs"/>
          <w:cs/>
          <w:lang w:bidi="hi-IN"/>
        </w:rPr>
        <w:t>मुसलमानों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रुहें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वलवला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अंग्रेज़ी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ख़त्म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इन्तेशार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करना।</w:t>
      </w:r>
    </w:p>
    <w:p w:rsidR="00CE40C4" w:rsidRDefault="00CE40C4" w:rsidP="00CE40C4">
      <w:pPr>
        <w:pStyle w:val="libNormal"/>
      </w:pPr>
      <w:r>
        <w:t>14.</w:t>
      </w:r>
      <w:r>
        <w:tab/>
      </w:r>
      <w:r>
        <w:rPr>
          <w:rFonts w:hint="cs"/>
          <w:cs/>
          <w:lang w:bidi="hi-IN"/>
        </w:rPr>
        <w:t>इस्लामी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मुमालिक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इक़्तिसादी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निज़ाम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ज़राअत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आमदनी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ज़राए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शामिल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मक़सद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बन्दों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शिगाफ़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t xml:space="preserve">, </w:t>
      </w:r>
      <w:r>
        <w:rPr>
          <w:rFonts w:hint="cs"/>
          <w:cs/>
          <w:lang w:bidi="hi-IN"/>
        </w:rPr>
        <w:t>दरियायों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रेत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सतह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ऊँची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t xml:space="preserve">,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सुस्ती</w:t>
      </w:r>
      <w:r>
        <w:t xml:space="preserve">, </w:t>
      </w:r>
      <w:r>
        <w:rPr>
          <w:rFonts w:hint="cs"/>
          <w:cs/>
          <w:lang w:bidi="hi-IN"/>
        </w:rPr>
        <w:t>सहल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अंगारी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आसानी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फ़रोग़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देना</w:t>
      </w:r>
      <w:r>
        <w:t xml:space="preserve">, </w:t>
      </w:r>
      <w:r>
        <w:rPr>
          <w:rFonts w:hint="cs"/>
          <w:cs/>
          <w:lang w:bidi="hi-IN"/>
        </w:rPr>
        <w:t>पैदावर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तौलादी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बेतवज्जेही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तक़वियत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अवाम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मंशियत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ज़रुरी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CE40C4" w:rsidRDefault="00CE40C4" w:rsidP="00CE40C4">
      <w:pPr>
        <w:pStyle w:val="libNormal"/>
      </w:pP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वज़हात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ज़रुरी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मज़कूरा</w:t>
      </w:r>
      <w:r>
        <w:rPr>
          <w:cs/>
          <w:lang w:bidi="hi-IN"/>
        </w:rPr>
        <w:t xml:space="preserve"> </w:t>
      </w:r>
      <w:r>
        <w:t>14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नुकात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इन्तेहाई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बेअसत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ज़ब्त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तहरीर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नक़शे</w:t>
      </w:r>
      <w:r>
        <w:t xml:space="preserve">, </w:t>
      </w:r>
      <w:r>
        <w:rPr>
          <w:rFonts w:hint="cs"/>
          <w:cs/>
          <w:lang w:bidi="hi-IN"/>
        </w:rPr>
        <w:t>अलामतें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तस्वीरें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इशारतन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निशानदेही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CE40C4" w:rsidRDefault="00CE40C4" w:rsidP="00CE40C4">
      <w:pPr>
        <w:pStyle w:val="libNormal"/>
      </w:pPr>
      <w:r>
        <w:tab/>
      </w:r>
      <w:r>
        <w:rPr>
          <w:rFonts w:hint="cs"/>
          <w:cs/>
          <w:lang w:bidi="hi-IN"/>
        </w:rPr>
        <w:t>मुख़्तसर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नोआबादयाती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इलाक़ों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विज़ारत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सेक्रेट्री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भरोसे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बुनियाद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वाबस्ता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इतनी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औऱ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ख़ुफ़िया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पढ़ने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बसद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ख़ुफ़िया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पढ़ने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बसद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एहतेराम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इज़हारे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तशक्कुर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महीने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लंदन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वज़ीर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इराक़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सफ़र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सिर्फ़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मक़सद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t xml:space="preserve">,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मोहम्मद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अब्दुल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इज़हार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दावत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आमादा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करुँ।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सेक्रेट्री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ताकीद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t xml:space="preserve">,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बड़ी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दरायत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होशियारी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आऊँ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मुक़द्दमाते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आमादगी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हरगिज़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हद्दे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एतदाल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बुनियाद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सेक्रेट्री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यक़ीन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मोहम्मद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अब्दुल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क़ाबिले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भरोसा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नोआबादयाती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इलाक़ों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विज़ारत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प्रोग्रामों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रद्दे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मुनासिब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आदमी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CE40C4" w:rsidRDefault="00CE40C4" w:rsidP="00CE40C4">
      <w:pPr>
        <w:pStyle w:val="libNormal"/>
      </w:pPr>
      <w:r>
        <w:tab/>
      </w:r>
      <w:r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सेक्रेट्री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ग़ुफ़्तगू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कहाः</w:t>
      </w:r>
    </w:p>
    <w:p w:rsidR="00CE40C4" w:rsidRDefault="00CE40C4" w:rsidP="00CE40C4">
      <w:pPr>
        <w:pStyle w:val="libNormal"/>
      </w:pPr>
      <w:r>
        <w:tab/>
      </w:r>
      <w:r>
        <w:rPr>
          <w:rFonts w:ascii="Times New Roman" w:hAnsi="Times New Roman" w:cs="Times New Roman"/>
        </w:rPr>
        <w:t>“</w:t>
      </w:r>
      <w:r>
        <w:rPr>
          <w:rFonts w:hint="cs"/>
          <w:cs/>
          <w:lang w:bidi="hi-IN"/>
        </w:rPr>
        <w:t>तुम्हें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मोहम्मद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बिल्कुल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वाज़ेह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टूक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अल्फ़ाज़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गुफ़्तगू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t xml:space="preserve">, </w:t>
      </w:r>
      <w:r>
        <w:rPr>
          <w:rFonts w:hint="cs"/>
          <w:cs/>
          <w:lang w:bidi="hi-IN"/>
        </w:rPr>
        <w:t>क्योंकि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उम्माले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इस्फ़ेहान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बड़ी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सराहत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गुफ़्तगु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हुकूमत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मक़ामी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आमाल</w:t>
      </w:r>
      <w:r>
        <w:t xml:space="preserve">, </w:t>
      </w:r>
      <w:r>
        <w:rPr>
          <w:rFonts w:hint="cs"/>
          <w:cs/>
          <w:lang w:bidi="hi-IN"/>
        </w:rPr>
        <w:t>ओलमा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मुतअसिब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हाथों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ख़तरात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बचा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हिमायत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तहफ़्फुज़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भरपूर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इन्तेज़ाम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दावत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ज़ाहिर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ख़त्म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कोशिश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ख़तरनाक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सूरतों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जायेंगे।</w:t>
      </w:r>
      <w:r>
        <w:rPr>
          <w:rFonts w:hint="eastAsia"/>
        </w:rPr>
        <w:t>”</w:t>
      </w:r>
    </w:p>
    <w:p w:rsidR="00CE40C4" w:rsidRDefault="00CE40C4" w:rsidP="00CE40C4">
      <w:pPr>
        <w:pStyle w:val="libNormal"/>
      </w:pPr>
      <w:r>
        <w:tab/>
      </w:r>
      <w:r>
        <w:rPr>
          <w:rFonts w:hint="cs"/>
          <w:cs/>
          <w:lang w:bidi="hi-IN"/>
        </w:rPr>
        <w:t>हुकूमते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बर्तानिया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शेख़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मोहम्मद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अब्दुल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असलेह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अच्छी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लैस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ज़रुरत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मौक़े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मदद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ताईद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शेख़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मर्ज़ी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मुताबिक़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ज़जीरतुल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वाक़े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नजद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क़रीब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इलाक़े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हाक्मियत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मक़ाम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क़रार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</w:p>
    <w:p w:rsidR="00CE40C4" w:rsidRDefault="00CE40C4" w:rsidP="00CE40C4">
      <w:pPr>
        <w:pStyle w:val="libNormal"/>
      </w:pPr>
      <w:r>
        <w:lastRenderedPageBreak/>
        <w:tab/>
      </w:r>
      <w:r>
        <w:rPr>
          <w:rFonts w:hint="cs"/>
          <w:cs/>
          <w:lang w:bidi="hi-IN"/>
        </w:rPr>
        <w:t>बहरहाल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शेख़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मवाफ़िक़त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ख़ुशी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इन्तेहा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सेक्रेट्री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सिर्फ़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सवाल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आईन्दा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ज़िम्मेदारियाँ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होगी</w:t>
      </w:r>
      <w:r>
        <w:t xml:space="preserve">?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शेख़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क़िस्म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नीज़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फ़राएज़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आगाज़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करुँ</w:t>
      </w:r>
      <w:r>
        <w:t>?</w:t>
      </w:r>
    </w:p>
    <w:p w:rsidR="00CE40C4" w:rsidRDefault="00CE40C4" w:rsidP="00CE40C4">
      <w:pPr>
        <w:pStyle w:val="libNormal"/>
      </w:pPr>
      <w:r>
        <w:tab/>
      </w:r>
      <w:r>
        <w:rPr>
          <w:rFonts w:hint="cs"/>
          <w:cs/>
          <w:lang w:bidi="hi-IN"/>
        </w:rPr>
        <w:t>सेक्रेट्री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जवाब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नोआबादयाती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इलाक़ों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विज़ारत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वज़ाएफ़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बड़ी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वज़ाहात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मुतअय्यन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अलक़ा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शेख़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तद़रीजन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अंजाम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CE40C4" w:rsidRDefault="00CE40C4" w:rsidP="00CE40C4">
      <w:pPr>
        <w:pStyle w:val="libNormal"/>
      </w:pPr>
      <w:r>
        <w:t>1.</w:t>
      </w:r>
      <w:r>
        <w:tab/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मज़हब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शमूलियत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इख्तियार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तक़फ़ीर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</w:t>
      </w:r>
      <w:r>
        <w:t xml:space="preserve">, </w:t>
      </w:r>
      <w:r>
        <w:rPr>
          <w:rFonts w:hint="cs"/>
          <w:cs/>
          <w:lang w:bidi="hi-IN"/>
        </w:rPr>
        <w:t>इज़्ज़त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आबरू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बर्बादी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समझना</w:t>
      </w:r>
      <w:r>
        <w:t xml:space="preserve">,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ज़िम्न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गिरफ़्तार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मुख़ालेफीन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फ़रोशी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मार्केट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कनीजी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हैसियत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बेचना।</w:t>
      </w:r>
    </w:p>
    <w:p w:rsidR="00CE40C4" w:rsidRDefault="00CE40C4" w:rsidP="00CE40C4">
      <w:pPr>
        <w:pStyle w:val="libNormal"/>
      </w:pPr>
      <w:r>
        <w:t>2.</w:t>
      </w:r>
      <w:r>
        <w:tab/>
      </w:r>
      <w:r>
        <w:rPr>
          <w:rFonts w:hint="cs"/>
          <w:cs/>
          <w:lang w:bidi="hi-IN"/>
        </w:rPr>
        <w:t>बुत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परस्ती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बसूरत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इम्कान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ख़ाना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काबा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इन्हेदाम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फ़रीज़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हज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रोकना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हाजियों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ग़ारतगरी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क़बाएले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उकसाना।</w:t>
      </w:r>
    </w:p>
    <w:p w:rsidR="00CE40C4" w:rsidRDefault="00CE40C4" w:rsidP="00CE40C4">
      <w:pPr>
        <w:pStyle w:val="libNormal"/>
      </w:pPr>
      <w:r>
        <w:t>3.</w:t>
      </w:r>
      <w:r>
        <w:tab/>
      </w:r>
      <w:r>
        <w:rPr>
          <w:rFonts w:hint="cs"/>
          <w:cs/>
          <w:lang w:bidi="hi-IN"/>
        </w:rPr>
        <w:t>अरब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क़बाएल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ख़लीफ़ा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एहकामात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सरताबी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तरग़ीब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नाख़ुश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ख़िलाफ़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आमादा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हथियार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फौज़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तश्कील।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इशराफे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हिजाज़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एहतेराम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नुफूज़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तोड़ने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मुम्किन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तरीक़े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परेशानियों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मुब्तिला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करना।</w:t>
      </w:r>
    </w:p>
    <w:p w:rsidR="00CE40C4" w:rsidRDefault="00CE40C4" w:rsidP="00CE40C4">
      <w:pPr>
        <w:pStyle w:val="libNormal"/>
      </w:pPr>
      <w:r>
        <w:t>4.</w:t>
      </w:r>
      <w:r>
        <w:tab/>
      </w:r>
      <w:r>
        <w:rPr>
          <w:rFonts w:hint="cs"/>
          <w:cs/>
          <w:lang w:bidi="hi-IN"/>
        </w:rPr>
        <w:t>पैग़म्बरे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सल्लल्लाहो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अलैहे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आलेहि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वसल्लम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जानशीनों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कुल्ली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तौर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बरगुज़ीदा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शख़्सियतों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एहानत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शिर्क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परस्ती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आदाल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रुसूम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मिटाने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मक्का</w:t>
      </w:r>
      <w:r>
        <w:t xml:space="preserve">, </w:t>
      </w:r>
      <w:r>
        <w:rPr>
          <w:rFonts w:hint="cs"/>
          <w:cs/>
          <w:lang w:bidi="hi-IN"/>
        </w:rPr>
        <w:t>मदीना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शहरों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ज़ियारतगाहों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मक़बरों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ताराजी।</w:t>
      </w:r>
    </w:p>
    <w:p w:rsidR="00CE40C4" w:rsidRDefault="00CE40C4" w:rsidP="00CE40C4">
      <w:pPr>
        <w:pStyle w:val="libNormal"/>
      </w:pPr>
      <w:r>
        <w:t>5.</w:t>
      </w:r>
      <w:r>
        <w:tab/>
      </w:r>
      <w:r>
        <w:rPr>
          <w:rFonts w:hint="cs"/>
          <w:cs/>
          <w:lang w:bidi="hi-IN"/>
        </w:rPr>
        <w:t>जहां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मुम्किन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मुमालिक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फ़ितना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फ़साद</w:t>
      </w:r>
      <w:r>
        <w:t xml:space="preserve">, </w:t>
      </w:r>
      <w:r>
        <w:rPr>
          <w:rFonts w:hint="cs"/>
          <w:cs/>
          <w:lang w:bidi="hi-IN"/>
        </w:rPr>
        <w:t>शोरिश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बदअनी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फैलाव।</w:t>
      </w:r>
    </w:p>
    <w:p w:rsidR="00CE40C4" w:rsidRDefault="00CE40C4" w:rsidP="00CE40C4">
      <w:pPr>
        <w:pStyle w:val="libNormal"/>
      </w:pPr>
      <w:r>
        <w:t>6.</w:t>
      </w:r>
      <w:r>
        <w:tab/>
      </w:r>
      <w:r>
        <w:rPr>
          <w:rFonts w:hint="cs"/>
          <w:cs/>
          <w:lang w:bidi="hi-IN"/>
        </w:rPr>
        <w:t>कुरान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बेशी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शाहिद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अहादिस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रिवायत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जदीद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कुरआन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नश्रो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आशाअत।</w:t>
      </w:r>
    </w:p>
    <w:p w:rsidR="00CE40C4" w:rsidRDefault="00CE40C4" w:rsidP="00CE40C4">
      <w:pPr>
        <w:pStyle w:val="libNormal"/>
      </w:pPr>
      <w:r>
        <w:rPr>
          <w:rFonts w:hint="cs"/>
          <w:cs/>
          <w:lang w:bidi="hi-IN"/>
        </w:rPr>
        <w:t>सेक्रेट्री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नुकाती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प्रोग्राम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तशरीह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शेख़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मोहम्मद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अब्दुल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अंजाम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गुफ़्तगू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कहाः</w:t>
      </w:r>
    </w:p>
    <w:p w:rsidR="00CE40C4" w:rsidRDefault="00CE40C4" w:rsidP="00CE40C4">
      <w:pPr>
        <w:pStyle w:val="libNormal"/>
      </w:pPr>
      <w:r>
        <w:tab/>
      </w:r>
      <w:r>
        <w:rPr>
          <w:rFonts w:ascii="Times New Roman" w:hAnsi="Times New Roman" w:cs="Times New Roman"/>
        </w:rPr>
        <w:t>“</w:t>
      </w:r>
      <w:r>
        <w:rPr>
          <w:rFonts w:hint="cs"/>
          <w:cs/>
          <w:lang w:bidi="hi-IN"/>
        </w:rPr>
        <w:t>कहीं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प्रोग्राम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दुश्वारियां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घबराहट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मुब्तिला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फर्ज़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तबाही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सरज़मीन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बिखेर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आईन्दा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नस्ल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पढ़े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फ़ैसलाकुन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नतीजे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पहुँच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बर्तानिया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हुकूमत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आज़मा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मुद्दत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कोशिशों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वाकिफ़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मोहम्मद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सल्लल्लाहो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अलैहे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आलेहि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वसल्लम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तन्हा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तबाहकुन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इंक़ेलाब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बरपा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मोहम्मद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अब्दुल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नऊज़ोबिल्लाह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पेशे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नज़र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इंक़ेलाब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शोलावर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सकेगा।</w:t>
      </w:r>
      <w:r>
        <w:rPr>
          <w:rFonts w:ascii="Times New Roman" w:hAnsi="Times New Roman" w:cs="Times New Roman"/>
        </w:rPr>
        <w:t>”</w:t>
      </w:r>
    </w:p>
    <w:p w:rsidR="00CE40C4" w:rsidRDefault="00CE40C4" w:rsidP="00CE40C4">
      <w:pPr>
        <w:pStyle w:val="libNormal"/>
      </w:pPr>
      <w:r>
        <w:tab/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मुलाक़ात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वज़ीर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सेक्रेट्री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सफ़र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इजाज़त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मांगी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दोस्तों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विदाअ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निकलते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छोटे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लड़के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मुल्तिसमाना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लहजे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कहाः</w:t>
      </w:r>
      <w:r>
        <w:rPr>
          <w:cs/>
          <w:lang w:bidi="hi-IN"/>
        </w:rPr>
        <w:t xml:space="preserve"> </w:t>
      </w:r>
      <w:r>
        <w:rPr>
          <w:rFonts w:ascii="Times New Roman" w:hAnsi="Times New Roman" w:cs="Times New Roman"/>
        </w:rPr>
        <w:t>“</w:t>
      </w:r>
      <w:r>
        <w:rPr>
          <w:rFonts w:hint="cs"/>
          <w:cs/>
          <w:lang w:bidi="hi-IN"/>
        </w:rPr>
        <w:t>बाबा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जल्दी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घऱ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आईयेगा।</w:t>
      </w:r>
      <w:r>
        <w:rPr>
          <w:rFonts w:hint="eastAsia"/>
        </w:rPr>
        <w:t>”</w:t>
      </w:r>
      <w: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जुमले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आंखे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छलका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अश्कों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बीवी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छिपा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रुख़सत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आख़री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मरासिम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आमदा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सफ़र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हुआ।</w:t>
      </w:r>
    </w:p>
    <w:p w:rsidR="00CE40C4" w:rsidRDefault="00CE40C4" w:rsidP="00CE40C4">
      <w:pPr>
        <w:pStyle w:val="libNormal"/>
      </w:pPr>
      <w:r>
        <w:tab/>
      </w:r>
      <w:r>
        <w:rPr>
          <w:rFonts w:hint="cs"/>
          <w:cs/>
          <w:lang w:bidi="hi-IN"/>
        </w:rPr>
        <w:t>हमारा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जहाज़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बसरा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सिम्त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रवना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बड़े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दुश्वार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सख़्त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सफ़र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वक़्त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बसरा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पहुँचा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सीधा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अब्दुल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तुरखान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पहुँचा।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बेचारा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बड़ी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गर्मजोशी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इस्तक़बाल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काटी।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सुबह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अब्दुल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मालूम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शेख़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मोहम्मद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अब्दुल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अर्से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ईरान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बसरा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पहुंचा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नामालूम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मक़ाम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हाफ़ज़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अब्दुल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बताया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शेख़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नजद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</w:p>
    <w:p w:rsidR="00CE40C4" w:rsidRDefault="00CE40C4" w:rsidP="00CE40C4">
      <w:pPr>
        <w:pStyle w:val="libNormal"/>
      </w:pPr>
      <w:r>
        <w:tab/>
      </w:r>
      <w:r>
        <w:rPr>
          <w:rFonts w:hint="cs"/>
          <w:cs/>
          <w:lang w:bidi="hi-IN"/>
        </w:rPr>
        <w:t>दूसरे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अकेला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आज़िमे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नजद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बड़ी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ज़हमतों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मंज़िले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मक़सूद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पहुँचा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शेख़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चेहरे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गुफ़्तगू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मुनासिब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समझी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जल्द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रचा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जिन्सी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रवाबित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अफ़रात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ताक़त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बैठा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नसीहतें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बताया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अंजाम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मंज़िल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मंज़िल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आपको</w:t>
      </w:r>
      <w:r>
        <w:rPr>
          <w:cs/>
          <w:lang w:bidi="hi-IN"/>
        </w:rPr>
        <w:t xml:space="preserve"> </w:t>
      </w:r>
      <w:r>
        <w:rPr>
          <w:rFonts w:ascii="Times New Roman" w:hAnsi="Times New Roman" w:cs="Times New Roman"/>
        </w:rPr>
        <w:t>“</w:t>
      </w:r>
      <w:r>
        <w:rPr>
          <w:rFonts w:hint="cs"/>
          <w:cs/>
          <w:lang w:bidi="hi-IN"/>
        </w:rPr>
        <w:t>अब्दुल्लाह</w:t>
      </w:r>
      <w:r>
        <w:rPr>
          <w:rFonts w:hint="eastAsia"/>
        </w:rPr>
        <w:t>”</w:t>
      </w:r>
      <w: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फर्ज़ी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बतौर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करुंगा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बताऊँगा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शेख़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फ़रोशों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गिरोहों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ख़रीदा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चुनाचे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शेख़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उन्वान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तआरुफ़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बताया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बसरा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ठहरा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जद्दे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पहुँचा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हूँ।</w:t>
      </w:r>
    </w:p>
    <w:p w:rsidR="00CE40C4" w:rsidRDefault="00CE40C4" w:rsidP="00CE40C4">
      <w:pPr>
        <w:pStyle w:val="libNormal"/>
      </w:pPr>
      <w:r>
        <w:tab/>
      </w:r>
      <w:r>
        <w:rPr>
          <w:rFonts w:hint="cs"/>
          <w:cs/>
          <w:lang w:bidi="hi-IN"/>
        </w:rPr>
        <w:t>नजद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शेख़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मोहम्मद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अब्दुल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समझते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बताना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जरुरी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मक़ाम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शेख़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दावत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फ़राहम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लगा।</w:t>
      </w:r>
      <w:r>
        <w:rPr>
          <w:cs/>
          <w:lang w:bidi="hi-IN"/>
        </w:rPr>
        <w:t xml:space="preserve"> </w:t>
      </w:r>
      <w:r>
        <w:t>1143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हिजरी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अवासित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मोहम्मद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अब्दुल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जज़ीरतुल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एलान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हतीमी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इरादा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दोस्तों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इकट्ठा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हमख़्याल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इब्तिदा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सिर्फ़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असहाब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मुरीदों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दायरे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मुबहम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ग़ैर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वाज़ेह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अल्फाज़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बड़े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इख़्तियार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दावत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आगाज़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अर्से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नजद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तबक़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ख़्याल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अफ़राद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बड़े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पैमाने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दावतनामे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भेजे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आहिस्ता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आहिस्ता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पैसे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ज़ोर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शेख़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इतराफ़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उफ़कार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हिमायत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बड़ा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इकट्ठा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दुश्मनों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नबरिद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आज़मा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तलक़ीन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क़ाबिले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ज़क्र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जज़ीरतुल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शेख़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दावत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फ़ैलने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दुश्मनों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मुख़ालिफ़ों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तादाद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बढ़ने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लगी।</w:t>
      </w:r>
    </w:p>
    <w:p w:rsidR="00CE40C4" w:rsidRDefault="00CE40C4" w:rsidP="00CE40C4">
      <w:pPr>
        <w:pStyle w:val="libNormal"/>
      </w:pPr>
      <w:r>
        <w:tab/>
      </w:r>
      <w:r>
        <w:tab/>
      </w:r>
      <w:r>
        <w:tab/>
      </w:r>
      <w:r>
        <w:rPr>
          <w:rFonts w:hint="cs"/>
          <w:cs/>
          <w:lang w:bidi="hi-IN"/>
        </w:rPr>
        <w:t>जल्द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रुकावटों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दुश्मनियों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सिलसिला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मंज़िल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पहुँचा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पांव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उखड़ने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तौर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नजद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ख़िलाफ़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बड़ी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ख़तरनाक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फैली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बड़ी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क़ातेईयत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तरग़ीब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इरादे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सुस्त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हमेशा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थाः</w:t>
      </w:r>
      <w:r>
        <w:rPr>
          <w:cs/>
          <w:lang w:bidi="hi-IN"/>
        </w:rPr>
        <w:t xml:space="preserve"> </w:t>
      </w:r>
      <w:r>
        <w:rPr>
          <w:rFonts w:ascii="Times New Roman" w:hAnsi="Times New Roman" w:cs="Times New Roman"/>
        </w:rPr>
        <w:t>“</w:t>
      </w:r>
      <w:r>
        <w:rPr>
          <w:rFonts w:hint="cs"/>
          <w:cs/>
          <w:lang w:bidi="hi-IN"/>
        </w:rPr>
        <w:t>बेअसत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इब्तिदाई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मोहम्मद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सल्लल्लाहो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अलैहे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आलेहि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वसल्लम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दुश्मन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दुश्मनों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बदरजहा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ज़्यादा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ताक़तवर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पैदाकर्दा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दुश्वारियों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मुसीबतों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बड़े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तहम्मुल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झेलते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अज़ीयतों</w:t>
      </w:r>
      <w:r>
        <w:t xml:space="preserve">, </w:t>
      </w:r>
      <w:r>
        <w:rPr>
          <w:rFonts w:hint="cs"/>
          <w:cs/>
          <w:lang w:bidi="hi-IN"/>
        </w:rPr>
        <w:t>तोहमतों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दुश्नाम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तराज़ियों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बगै़र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बड़ी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गामज़न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बुलन्दियों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छूना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नामुम्किन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पेशवा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दुश्वारियों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दामन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छुड़ा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सका।</w:t>
      </w:r>
    </w:p>
    <w:p w:rsidR="00CE40C4" w:rsidRDefault="00CE40C4" w:rsidP="00CE40C4">
      <w:pPr>
        <w:pStyle w:val="libNormal"/>
      </w:pPr>
      <w:r>
        <w:tab/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जिद्दो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जेहद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आगाज़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ख़तरनाक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दुश्मनों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मुक़ाबिल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जंगो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गुरेज़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मबारज़ा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हिक्मते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कामयाब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प्रोग्रामों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प्रोग्राम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शेख़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दुश्मनों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तोड़ना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तंख़्वाहदार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मुख़ालेफ़ीन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जासूसी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इरादों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आगाह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बज़ाहि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दुश्मन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इत्तेलाआत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मुख़ालिफ़ों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स्कीमों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नक़्श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मसलन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आदमियों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गिरोह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शेख़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क़त्ल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इरादा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फ़ौरी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अक़दामात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कत्ल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साज़िश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नाकाम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गिरोह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इतना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रुस्वा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शेख़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दहशतगर्द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छोड़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दिया।</w:t>
      </w:r>
    </w:p>
    <w:p w:rsidR="00CE40C4" w:rsidRDefault="00CE40C4" w:rsidP="00CE40C4">
      <w:pPr>
        <w:pStyle w:val="libNormal"/>
      </w:pPr>
      <w:r>
        <w:tab/>
      </w:r>
      <w:r>
        <w:rPr>
          <w:rFonts w:hint="cs"/>
          <w:cs/>
          <w:lang w:bidi="hi-IN"/>
        </w:rPr>
        <w:t>आख़िरकार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शेख़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मोहम्मद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अब्दुल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इत्मिनान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दिलाया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नोआबादयाती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इलाक़ों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विज़ारत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नुकाती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प्रोग्राम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कोशिश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करेगा।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नुकात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ख़ातिर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ख़्वाह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जवाब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मक्के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तसर्रुफ़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हासिल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ख़ाना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काबा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इन्हेदाम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शेख़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नज़दीक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बेहूदा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ख़तरनाक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t xml:space="preserve">, </w:t>
      </w:r>
      <w:r>
        <w:rPr>
          <w:rFonts w:hint="cs"/>
          <w:cs/>
          <w:lang w:bidi="hi-IN"/>
        </w:rPr>
        <w:t>क्योंकि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इतनी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जल्दी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दावे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तस्लीम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सूरत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बुतपरस्ती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क़रार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जदीद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कुरआन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निगारिश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कुरआन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मुक़ाबिल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मक्के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इस्तन्बोल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हुक्काम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ख़ाएफ़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बढ़ा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कुरआन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निगारिश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ख़तरा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हुकूमत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बड़ी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फौज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सरकूबी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अरबिस्तान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भेजे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उतर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सकें।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उज्र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मअकूल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समझा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अन्दाज़ा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दौर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सियासी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मज़हबी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फ़िज़ा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मुत्तक़ाज़ी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CE40C4" w:rsidRDefault="00CE40C4" w:rsidP="00CE40C4">
      <w:pPr>
        <w:pStyle w:val="libNormal"/>
      </w:pPr>
      <w:r>
        <w:tab/>
      </w:r>
      <w:r>
        <w:rPr>
          <w:rFonts w:hint="cs"/>
          <w:cs/>
          <w:lang w:bidi="hi-IN"/>
        </w:rPr>
        <w:t>मोहम्मद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अब्दुल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दावत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बरसों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नुकाती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प्रोग्राम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कामयाबी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मंज़िलें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नोआबादयाती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इलाको़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विज़ारत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इरादा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सियासी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एतबार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जज़ीरतुल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चाहिये।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वजह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उम्माल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मोहम्मद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सऊद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सऊदी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ख़ानदान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मोरिसे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जिसने</w:t>
      </w:r>
      <w:r>
        <w:rPr>
          <w:cs/>
          <w:lang w:bidi="hi-IN"/>
        </w:rPr>
        <w:t xml:space="preserve"> </w:t>
      </w:r>
      <w:r>
        <w:t>1147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हिजरी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वहाबी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मज़हब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इख़्तियार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हुकूमते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बर्तानिया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नजद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हुक्मरान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t>1179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हिजरी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हमकिनार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हुआ।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मोहम्मद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अब्दुल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इश्तेराके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मामूर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मोहम्मद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अब्दुल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खुफ़िया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तौर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नुमाइन्दा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भेजा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सामने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हुकूमत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बर्तानिया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मक़ासिद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तौज़ीह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ascii="Times New Roman" w:hAnsi="Times New Roman" w:cs="Times New Roman"/>
        </w:rPr>
        <w:t>“</w:t>
      </w:r>
      <w:r>
        <w:rPr>
          <w:rFonts w:hint="cs"/>
          <w:cs/>
          <w:lang w:bidi="hi-IN"/>
        </w:rPr>
        <w:t>मोहम्मद</w:t>
      </w:r>
      <w:r>
        <w:rPr>
          <w:rFonts w:hint="eastAsia"/>
        </w:rPr>
        <w:t>”</w:t>
      </w:r>
      <w:r>
        <w:t xml:space="preserve"> (</w:t>
      </w:r>
      <w:r>
        <w:rPr>
          <w:rFonts w:hint="cs"/>
          <w:cs/>
          <w:lang w:bidi="hi-IN"/>
        </w:rPr>
        <w:t>यानि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मोहम्मद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अब्दुल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मोहम्मद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सऊद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इश्तेराके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ज़रुरत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ताक़ीद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फ़ैसले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कुल्ली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तौर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मोहम्मद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अब्दुल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होंगे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सियासी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निगरानी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मोहम्मद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सऊद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जिम्मेदारी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नोआबादयाती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इलाक़ों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विज़ारत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हदफ़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क़ायम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तारीख़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गवाह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सियासी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हुकूमतों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हुकूमतें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ज़्यादा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देरपा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ताक़तवर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</w:p>
    <w:p w:rsidR="00CE40C4" w:rsidRDefault="00CE40C4" w:rsidP="00CE40C4">
      <w:pPr>
        <w:pStyle w:val="libNormal"/>
      </w:pPr>
      <w:r>
        <w:lastRenderedPageBreak/>
        <w:tab/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सियासी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शख़्सियतों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इत्तिहाद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नतीजे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अंग्रेज़ों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भलाई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इज़ाफ़ा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रहबरों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नजद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क़रीब</w:t>
      </w:r>
      <w:r>
        <w:rPr>
          <w:cs/>
          <w:lang w:bidi="hi-IN"/>
        </w:rPr>
        <w:t xml:space="preserve"> </w:t>
      </w:r>
      <w:r>
        <w:rPr>
          <w:rFonts w:ascii="Times New Roman" w:hAnsi="Times New Roman" w:cs="Times New Roman"/>
        </w:rPr>
        <w:t>“</w:t>
      </w:r>
      <w:r>
        <w:rPr>
          <w:rFonts w:hint="cs"/>
          <w:cs/>
          <w:lang w:bidi="hi-IN"/>
        </w:rPr>
        <w:t>दरईना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शहर</w:t>
      </w:r>
      <w:r>
        <w:rPr>
          <w:rFonts w:hint="eastAsia"/>
        </w:rPr>
        <w:t>”</w:t>
      </w:r>
      <w: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पायाए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तख़्त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बनाया।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नोआबादयाती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इलाक़ों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विज़ारत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ख़ुफिया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तौर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खोलकर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एआनत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मज़कूरा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विज़ारत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प्लानिंग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तहत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हुकूमत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बज़ाहिर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ख़रीदने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दरअस्ल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नोआबादयाती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इलाक़ों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विज़ारत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आदमी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ज़बान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उबूर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हासिल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सहराई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जंगों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फुनून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वाक़िफ़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इन्तेज़ाम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हुकूमत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अफ़राद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इश्तेराके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ग्यारह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हुकूमत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सियासी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मोअय्यन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दोनों</w:t>
      </w:r>
      <w:r>
        <w:rPr>
          <w:cs/>
          <w:lang w:bidi="hi-IN"/>
        </w:rPr>
        <w:t xml:space="preserve"> </w:t>
      </w:r>
      <w:r>
        <w:rPr>
          <w:rFonts w:ascii="Times New Roman" w:hAnsi="Times New Roman" w:cs="Times New Roman"/>
        </w:rPr>
        <w:t>“</w:t>
      </w:r>
      <w:r>
        <w:rPr>
          <w:rFonts w:hint="cs"/>
          <w:cs/>
          <w:lang w:bidi="hi-IN"/>
        </w:rPr>
        <w:t>मोहम्मद</w:t>
      </w:r>
      <w:r>
        <w:rPr>
          <w:rFonts w:hint="eastAsia"/>
        </w:rPr>
        <w:t>”</w:t>
      </w:r>
      <w: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फ़राएज़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बख़ूबी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वाकिफ़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मोअय्यन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राहों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नपे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क़दमों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बढ़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क़ाबिले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ज़िक्र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कभार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दरमियान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जुज़वी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तौर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कशमकश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वक़्त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फ़ैसला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नोआबदयाती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इलाक़ों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विज़ारत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दख़ालत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ज़रुरत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थी।</w:t>
      </w:r>
    </w:p>
    <w:p w:rsidR="00CE40C4" w:rsidRDefault="00CE40C4" w:rsidP="00CE40C4">
      <w:pPr>
        <w:pStyle w:val="libNormal"/>
      </w:pPr>
      <w:r>
        <w:tab/>
      </w:r>
      <w:r>
        <w:rPr>
          <w:rFonts w:hint="cs"/>
          <w:cs/>
          <w:lang w:bidi="hi-IN"/>
        </w:rPr>
        <w:t>हमने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नजद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इतराफ़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लड़कियों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शादियां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एतराफ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मोहब्बत</w:t>
      </w:r>
      <w:r>
        <w:t xml:space="preserve">, </w:t>
      </w:r>
      <w:r>
        <w:rPr>
          <w:rFonts w:hint="cs"/>
          <w:cs/>
          <w:lang w:bidi="hi-IN"/>
        </w:rPr>
        <w:t>खुलूस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शौहरदारी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सिफ़त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वाक़ई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हैरतअंगेज़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क़ाबिले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तारीफ़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रिश्तों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नजद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दोस्ती</w:t>
      </w:r>
      <w:r>
        <w:t xml:space="preserve">,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ताल्लुक़ात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ज़्यादा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मज़बूत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सके।</w:t>
      </w:r>
    </w:p>
    <w:p w:rsidR="005B0FBC" w:rsidRDefault="00CE40C4" w:rsidP="00CE40C4">
      <w:pPr>
        <w:pStyle w:val="libNormal"/>
        <w:rPr>
          <w:rFonts w:hint="cs"/>
          <w:lang w:bidi="hi-IN"/>
        </w:rPr>
      </w:pPr>
      <w:r>
        <w:tab/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वक़्त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दोस्ती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मेराज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मरकज़ी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हुकूमत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जज़ीरतुल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नुफूज़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क़ायम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कामयाब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नागवार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हादसा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रुनुमा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जल्द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सरज़मीनों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बिखरे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तनाव</w:t>
      </w:r>
      <w:r w:rsidR="00CB7175">
        <w:rPr>
          <w:rFonts w:hint="cs"/>
          <w:cs/>
          <w:lang w:bidi="hi-IN"/>
        </w:rPr>
        <w:t>र</w:t>
      </w:r>
      <w:r>
        <w:rPr>
          <w:rFonts w:hint="cs"/>
          <w:cs/>
          <w:lang w:bidi="hi-IN"/>
        </w:rPr>
        <w:t>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दरख्तों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तब्दील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जायेंगे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मतलूबा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हासिल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होंगे।</w:t>
      </w:r>
    </w:p>
    <w:p w:rsidR="00A15773" w:rsidRDefault="00A15773" w:rsidP="00CE40C4">
      <w:pPr>
        <w:pStyle w:val="libNormal"/>
        <w:rPr>
          <w:rFonts w:hint="cs"/>
          <w:lang w:bidi="hi-IN"/>
        </w:rPr>
      </w:pPr>
      <w:r>
        <w:rPr>
          <w:rFonts w:hint="cs"/>
          <w:cs/>
          <w:lang w:bidi="hi-IN"/>
        </w:rPr>
        <w:t>------------------------------------------------------------------------</w:t>
      </w:r>
    </w:p>
    <w:p w:rsidR="00CE40C4" w:rsidRDefault="00CE40C4" w:rsidP="00A15773">
      <w:pPr>
        <w:pStyle w:val="libLine"/>
        <w:rPr>
          <w:rFonts w:hint="cs"/>
          <w:lang w:bidi="hi-IN"/>
        </w:rPr>
      </w:pPr>
      <w:r w:rsidRPr="002657C0">
        <w:t>[[</w:t>
      </w:r>
      <w:r w:rsidRPr="002657C0">
        <w:rPr>
          <w:rFonts w:hint="cs"/>
          <w:cs/>
          <w:lang w:bidi="hi-IN"/>
        </w:rPr>
        <w:t>अलहम्दो</w:t>
      </w:r>
      <w:r w:rsidRPr="002657C0">
        <w:rPr>
          <w:cs/>
          <w:lang w:bidi="hi-IN"/>
        </w:rPr>
        <w:t xml:space="preserve"> </w:t>
      </w:r>
      <w:r w:rsidRPr="002657C0">
        <w:rPr>
          <w:rFonts w:hint="cs"/>
          <w:cs/>
          <w:lang w:bidi="hi-IN"/>
        </w:rPr>
        <w:t>लिल्लाह</w:t>
      </w:r>
      <w:r w:rsidRPr="002657C0">
        <w:rPr>
          <w:cs/>
          <w:lang w:bidi="hi-IN"/>
        </w:rPr>
        <w:t xml:space="preserve"> </w:t>
      </w:r>
      <w:r w:rsidRPr="002657C0">
        <w:rPr>
          <w:rFonts w:hint="cs"/>
          <w:cs/>
          <w:lang w:bidi="hi-IN"/>
        </w:rPr>
        <w:t>किताब</w:t>
      </w:r>
      <w:r w:rsidRPr="002657C0"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हेमफरे के ऐतेराफात</w:t>
      </w:r>
      <w:r w:rsidRPr="002657C0">
        <w:rPr>
          <w:cs/>
          <w:lang w:bidi="hi-IN"/>
        </w:rPr>
        <w:t xml:space="preserve">) </w:t>
      </w:r>
      <w:r w:rsidRPr="002657C0">
        <w:rPr>
          <w:rFonts w:hint="cs"/>
          <w:cs/>
          <w:lang w:bidi="hi-IN"/>
        </w:rPr>
        <w:t>पूरी</w:t>
      </w:r>
      <w:r w:rsidRPr="002657C0">
        <w:rPr>
          <w:cs/>
          <w:lang w:bidi="hi-IN"/>
        </w:rPr>
        <w:t xml:space="preserve"> </w:t>
      </w:r>
      <w:r w:rsidRPr="002657C0">
        <w:rPr>
          <w:rFonts w:hint="cs"/>
          <w:cs/>
          <w:lang w:bidi="hi-IN"/>
        </w:rPr>
        <w:t>टाईप</w:t>
      </w:r>
      <w:r w:rsidRPr="002657C0">
        <w:rPr>
          <w:cs/>
          <w:lang w:bidi="hi-IN"/>
        </w:rPr>
        <w:t xml:space="preserve"> </w:t>
      </w:r>
      <w:r w:rsidRPr="002657C0">
        <w:rPr>
          <w:rFonts w:hint="cs"/>
          <w:cs/>
          <w:lang w:bidi="hi-IN"/>
        </w:rPr>
        <w:t>हो</w:t>
      </w:r>
      <w:r w:rsidRPr="002657C0">
        <w:rPr>
          <w:cs/>
          <w:lang w:bidi="hi-IN"/>
        </w:rPr>
        <w:t xml:space="preserve"> </w:t>
      </w:r>
      <w:r w:rsidRPr="002657C0">
        <w:rPr>
          <w:rFonts w:hint="cs"/>
          <w:cs/>
          <w:lang w:bidi="hi-IN"/>
        </w:rPr>
        <w:t>गई</w:t>
      </w:r>
      <w:r w:rsidRPr="002657C0">
        <w:rPr>
          <w:cs/>
          <w:lang w:bidi="hi-IN"/>
        </w:rPr>
        <w:t xml:space="preserve"> </w:t>
      </w:r>
      <w:r w:rsidRPr="002657C0">
        <w:rPr>
          <w:rFonts w:hint="cs"/>
          <w:cs/>
          <w:lang w:bidi="hi-IN"/>
        </w:rPr>
        <w:t>खुदा</w:t>
      </w:r>
      <w:r w:rsidRPr="002657C0">
        <w:rPr>
          <w:cs/>
          <w:lang w:bidi="hi-IN"/>
        </w:rPr>
        <w:t xml:space="preserve"> </w:t>
      </w:r>
      <w:r w:rsidRPr="002657C0">
        <w:rPr>
          <w:rFonts w:hint="cs"/>
          <w:cs/>
          <w:lang w:bidi="hi-IN"/>
        </w:rPr>
        <w:t>वंदे</w:t>
      </w:r>
      <w:r w:rsidRPr="002657C0">
        <w:rPr>
          <w:cs/>
          <w:lang w:bidi="hi-IN"/>
        </w:rPr>
        <w:t xml:space="preserve"> </w:t>
      </w:r>
      <w:r w:rsidRPr="002657C0">
        <w:rPr>
          <w:rFonts w:hint="cs"/>
          <w:cs/>
          <w:lang w:bidi="hi-IN"/>
        </w:rPr>
        <w:t>आलम</w:t>
      </w:r>
      <w:r w:rsidRPr="002657C0">
        <w:rPr>
          <w:cs/>
          <w:lang w:bidi="hi-IN"/>
        </w:rPr>
        <w:t xml:space="preserve"> </w:t>
      </w:r>
      <w:r w:rsidRPr="002657C0">
        <w:rPr>
          <w:rFonts w:hint="cs"/>
          <w:cs/>
          <w:lang w:bidi="hi-IN"/>
        </w:rPr>
        <w:t>से</w:t>
      </w:r>
      <w:r w:rsidRPr="002657C0">
        <w:rPr>
          <w:cs/>
          <w:lang w:bidi="hi-IN"/>
        </w:rPr>
        <w:t xml:space="preserve"> </w:t>
      </w:r>
      <w:r w:rsidRPr="002657C0">
        <w:rPr>
          <w:rFonts w:hint="cs"/>
          <w:cs/>
          <w:lang w:bidi="hi-IN"/>
        </w:rPr>
        <w:t>दुआगौ</w:t>
      </w:r>
      <w:r w:rsidRPr="002657C0">
        <w:rPr>
          <w:cs/>
          <w:lang w:bidi="hi-IN"/>
        </w:rPr>
        <w:t xml:space="preserve"> </w:t>
      </w:r>
      <w:r w:rsidRPr="002657C0">
        <w:rPr>
          <w:rFonts w:hint="cs"/>
          <w:cs/>
          <w:lang w:bidi="hi-IN"/>
        </w:rPr>
        <w:t>हुं</w:t>
      </w:r>
      <w:r w:rsidRPr="002657C0">
        <w:rPr>
          <w:cs/>
          <w:lang w:bidi="hi-IN"/>
        </w:rPr>
        <w:t xml:space="preserve"> </w:t>
      </w:r>
      <w:r w:rsidRPr="002657C0">
        <w:rPr>
          <w:rFonts w:hint="cs"/>
          <w:cs/>
          <w:lang w:bidi="hi-IN"/>
        </w:rPr>
        <w:t>कि</w:t>
      </w:r>
      <w:r w:rsidRPr="002657C0">
        <w:rPr>
          <w:cs/>
          <w:lang w:bidi="hi-IN"/>
        </w:rPr>
        <w:t xml:space="preserve"> </w:t>
      </w:r>
      <w:r w:rsidRPr="002657C0">
        <w:rPr>
          <w:rFonts w:hint="cs"/>
          <w:cs/>
          <w:lang w:bidi="hi-IN"/>
        </w:rPr>
        <w:t>हमारे</w:t>
      </w:r>
      <w:r w:rsidRPr="002657C0">
        <w:rPr>
          <w:cs/>
          <w:lang w:bidi="hi-IN"/>
        </w:rPr>
        <w:t xml:space="preserve"> </w:t>
      </w:r>
      <w:r w:rsidRPr="002657C0">
        <w:rPr>
          <w:rFonts w:hint="cs"/>
          <w:cs/>
          <w:lang w:bidi="hi-IN"/>
        </w:rPr>
        <w:t>इस</w:t>
      </w:r>
      <w:r w:rsidRPr="002657C0">
        <w:rPr>
          <w:cs/>
          <w:lang w:bidi="hi-IN"/>
        </w:rPr>
        <w:t xml:space="preserve"> </w:t>
      </w:r>
      <w:r w:rsidRPr="002657C0">
        <w:rPr>
          <w:rFonts w:hint="cs"/>
          <w:cs/>
          <w:lang w:bidi="hi-IN"/>
        </w:rPr>
        <w:t>अमल</w:t>
      </w:r>
      <w:r w:rsidRPr="002657C0">
        <w:rPr>
          <w:cs/>
          <w:lang w:bidi="hi-IN"/>
        </w:rPr>
        <w:t xml:space="preserve"> </w:t>
      </w:r>
      <w:r w:rsidRPr="002657C0">
        <w:rPr>
          <w:rFonts w:hint="cs"/>
          <w:cs/>
          <w:lang w:bidi="hi-IN"/>
        </w:rPr>
        <w:t>को</w:t>
      </w:r>
      <w:r w:rsidRPr="002657C0">
        <w:rPr>
          <w:cs/>
          <w:lang w:bidi="hi-IN"/>
        </w:rPr>
        <w:t xml:space="preserve"> </w:t>
      </w:r>
      <w:r w:rsidRPr="002657C0">
        <w:rPr>
          <w:rFonts w:hint="cs"/>
          <w:cs/>
          <w:lang w:bidi="hi-IN"/>
        </w:rPr>
        <w:t>कुबुल</w:t>
      </w:r>
      <w:r w:rsidRPr="002657C0">
        <w:rPr>
          <w:cs/>
          <w:lang w:bidi="hi-IN"/>
        </w:rPr>
        <w:t xml:space="preserve"> </w:t>
      </w:r>
      <w:r w:rsidRPr="002657C0">
        <w:rPr>
          <w:rFonts w:hint="cs"/>
          <w:cs/>
          <w:lang w:bidi="hi-IN"/>
        </w:rPr>
        <w:t>फरमाऐ</w:t>
      </w:r>
      <w:r w:rsidRPr="002657C0">
        <w:rPr>
          <w:cs/>
          <w:lang w:bidi="hi-IN"/>
        </w:rPr>
        <w:t xml:space="preserve"> </w:t>
      </w:r>
      <w:r w:rsidRPr="002657C0">
        <w:rPr>
          <w:rFonts w:hint="cs"/>
          <w:cs/>
          <w:lang w:bidi="hi-IN"/>
        </w:rPr>
        <w:t>और</w:t>
      </w:r>
      <w:r w:rsidRPr="002657C0">
        <w:rPr>
          <w:cs/>
          <w:lang w:bidi="hi-IN"/>
        </w:rPr>
        <w:t xml:space="preserve"> </w:t>
      </w:r>
      <w:r w:rsidRPr="002657C0">
        <w:rPr>
          <w:rFonts w:hint="cs"/>
          <w:cs/>
          <w:lang w:bidi="hi-IN"/>
        </w:rPr>
        <w:t>इमाम</w:t>
      </w:r>
      <w:r w:rsidRPr="002657C0">
        <w:rPr>
          <w:cs/>
          <w:lang w:bidi="hi-IN"/>
        </w:rPr>
        <w:t xml:space="preserve"> </w:t>
      </w:r>
      <w:r w:rsidRPr="002657C0">
        <w:rPr>
          <w:rFonts w:hint="cs"/>
          <w:cs/>
          <w:lang w:bidi="hi-IN"/>
        </w:rPr>
        <w:t>हुसैन</w:t>
      </w:r>
      <w:r w:rsidRPr="002657C0">
        <w:rPr>
          <w:cs/>
          <w:lang w:bidi="hi-IN"/>
        </w:rPr>
        <w:t xml:space="preserve"> (</w:t>
      </w:r>
      <w:r w:rsidRPr="002657C0">
        <w:rPr>
          <w:rFonts w:hint="cs"/>
          <w:cs/>
          <w:lang w:bidi="hi-IN"/>
        </w:rPr>
        <w:t>अ</w:t>
      </w:r>
      <w:r w:rsidRPr="002657C0">
        <w:rPr>
          <w:cs/>
          <w:lang w:bidi="hi-IN"/>
        </w:rPr>
        <w:t>.</w:t>
      </w:r>
      <w:r>
        <w:rPr>
          <w:rFonts w:hint="cs"/>
          <w:cs/>
          <w:lang w:bidi="hi-IN"/>
        </w:rPr>
        <w:t>स.</w:t>
      </w:r>
      <w:r w:rsidRPr="002657C0">
        <w:rPr>
          <w:cs/>
          <w:lang w:bidi="hi-IN"/>
        </w:rPr>
        <w:t xml:space="preserve">) </w:t>
      </w:r>
      <w:r w:rsidRPr="002657C0">
        <w:rPr>
          <w:rFonts w:hint="cs"/>
          <w:cs/>
          <w:lang w:bidi="hi-IN"/>
        </w:rPr>
        <w:t>फाउनडेशन</w:t>
      </w:r>
      <w:r w:rsidRPr="002657C0">
        <w:rPr>
          <w:cs/>
          <w:lang w:bidi="hi-IN"/>
        </w:rPr>
        <w:t xml:space="preserve"> </w:t>
      </w:r>
      <w:r w:rsidRPr="002657C0">
        <w:rPr>
          <w:rFonts w:hint="cs"/>
          <w:cs/>
          <w:lang w:bidi="hi-IN"/>
        </w:rPr>
        <w:t>को</w:t>
      </w:r>
      <w:r w:rsidRPr="002657C0">
        <w:rPr>
          <w:cs/>
          <w:lang w:bidi="hi-IN"/>
        </w:rPr>
        <w:t xml:space="preserve"> </w:t>
      </w:r>
      <w:r w:rsidRPr="002657C0">
        <w:rPr>
          <w:rFonts w:hint="cs"/>
          <w:cs/>
          <w:lang w:bidi="hi-IN"/>
        </w:rPr>
        <w:t>तरक्की</w:t>
      </w:r>
      <w:r w:rsidRPr="002657C0">
        <w:rPr>
          <w:cs/>
          <w:lang w:bidi="hi-IN"/>
        </w:rPr>
        <w:t xml:space="preserve"> </w:t>
      </w:r>
      <w:r w:rsidRPr="002657C0">
        <w:rPr>
          <w:rFonts w:hint="cs"/>
          <w:cs/>
          <w:lang w:bidi="hi-IN"/>
        </w:rPr>
        <w:t>इनायत</w:t>
      </w:r>
      <w:r w:rsidRPr="002657C0">
        <w:rPr>
          <w:cs/>
          <w:lang w:bidi="hi-IN"/>
        </w:rPr>
        <w:t xml:space="preserve"> </w:t>
      </w:r>
      <w:r w:rsidRPr="002657C0">
        <w:rPr>
          <w:rFonts w:hint="cs"/>
          <w:cs/>
          <w:lang w:bidi="hi-IN"/>
        </w:rPr>
        <w:t>फरमाए</w:t>
      </w:r>
      <w:r w:rsidRPr="002657C0">
        <w:rPr>
          <w:cs/>
          <w:lang w:bidi="hi-IN"/>
        </w:rPr>
        <w:t xml:space="preserve"> </w:t>
      </w:r>
      <w:r w:rsidRPr="002657C0">
        <w:rPr>
          <w:rFonts w:hint="cs"/>
          <w:cs/>
          <w:lang w:bidi="hi-IN"/>
        </w:rPr>
        <w:t>कि</w:t>
      </w:r>
      <w:r w:rsidRPr="002657C0">
        <w:rPr>
          <w:cs/>
          <w:lang w:bidi="hi-IN"/>
        </w:rPr>
        <w:t xml:space="preserve"> </w:t>
      </w:r>
      <w:r w:rsidRPr="002657C0">
        <w:rPr>
          <w:rFonts w:hint="cs"/>
          <w:cs/>
          <w:lang w:bidi="hi-IN"/>
        </w:rPr>
        <w:t>जिन्होने</w:t>
      </w:r>
      <w:r w:rsidRPr="002657C0">
        <w:rPr>
          <w:cs/>
          <w:lang w:bidi="hi-IN"/>
        </w:rPr>
        <w:t xml:space="preserve"> </w:t>
      </w:r>
      <w:r w:rsidRPr="002657C0">
        <w:rPr>
          <w:rFonts w:hint="cs"/>
          <w:cs/>
          <w:lang w:bidi="hi-IN"/>
        </w:rPr>
        <w:t>इस</w:t>
      </w:r>
      <w:r w:rsidRPr="002657C0">
        <w:rPr>
          <w:cs/>
          <w:lang w:bidi="hi-IN"/>
        </w:rPr>
        <w:t xml:space="preserve"> </w:t>
      </w:r>
      <w:r w:rsidRPr="002657C0">
        <w:rPr>
          <w:rFonts w:hint="cs"/>
          <w:cs/>
          <w:lang w:bidi="hi-IN"/>
        </w:rPr>
        <w:t>किताब</w:t>
      </w:r>
      <w:r w:rsidRPr="002657C0">
        <w:rPr>
          <w:cs/>
          <w:lang w:bidi="hi-IN"/>
        </w:rPr>
        <w:t xml:space="preserve"> </w:t>
      </w:r>
      <w:r w:rsidRPr="002657C0">
        <w:rPr>
          <w:rFonts w:hint="cs"/>
          <w:cs/>
          <w:lang w:bidi="hi-IN"/>
        </w:rPr>
        <w:t>को</w:t>
      </w:r>
      <w:r w:rsidRPr="002657C0">
        <w:rPr>
          <w:cs/>
          <w:lang w:bidi="hi-IN"/>
        </w:rPr>
        <w:t xml:space="preserve"> </w:t>
      </w:r>
      <w:r w:rsidRPr="002657C0">
        <w:rPr>
          <w:rFonts w:hint="cs"/>
          <w:cs/>
          <w:lang w:bidi="hi-IN"/>
        </w:rPr>
        <w:t>अपनी</w:t>
      </w:r>
      <w:r w:rsidRPr="002657C0">
        <w:rPr>
          <w:cs/>
          <w:lang w:bidi="hi-IN"/>
        </w:rPr>
        <w:t xml:space="preserve"> </w:t>
      </w:r>
      <w:r w:rsidRPr="002657C0">
        <w:rPr>
          <w:rFonts w:hint="cs"/>
          <w:cs/>
          <w:lang w:bidi="hi-IN"/>
        </w:rPr>
        <w:t>साइट</w:t>
      </w:r>
      <w:r w:rsidRPr="002657C0">
        <w:rPr>
          <w:cs/>
          <w:lang w:bidi="hi-IN"/>
        </w:rPr>
        <w:t xml:space="preserve"> (</w:t>
      </w:r>
      <w:r w:rsidRPr="002657C0">
        <w:rPr>
          <w:rFonts w:hint="cs"/>
          <w:cs/>
          <w:lang w:bidi="hi-IN"/>
        </w:rPr>
        <w:t>अलहसनैन</w:t>
      </w:r>
      <w:r w:rsidRPr="002657C0">
        <w:rPr>
          <w:cs/>
          <w:lang w:bidi="hi-IN"/>
        </w:rPr>
        <w:t xml:space="preserve"> </w:t>
      </w:r>
      <w:r w:rsidRPr="002657C0">
        <w:rPr>
          <w:rFonts w:hint="cs"/>
          <w:cs/>
          <w:lang w:bidi="hi-IN"/>
        </w:rPr>
        <w:t>इस्लामी</w:t>
      </w:r>
      <w:r w:rsidRPr="002657C0">
        <w:rPr>
          <w:cs/>
          <w:lang w:bidi="hi-IN"/>
        </w:rPr>
        <w:t xml:space="preserve"> </w:t>
      </w:r>
      <w:r w:rsidRPr="002657C0">
        <w:rPr>
          <w:rFonts w:hint="cs"/>
          <w:cs/>
          <w:lang w:bidi="hi-IN"/>
        </w:rPr>
        <w:t>नेटवर्क</w:t>
      </w:r>
      <w:r w:rsidRPr="002657C0">
        <w:rPr>
          <w:cs/>
          <w:lang w:bidi="hi-IN"/>
        </w:rPr>
        <w:t xml:space="preserve">) </w:t>
      </w:r>
      <w:r w:rsidRPr="002657C0">
        <w:rPr>
          <w:rFonts w:hint="cs"/>
          <w:cs/>
          <w:lang w:bidi="hi-IN"/>
        </w:rPr>
        <w:t>के</w:t>
      </w:r>
      <w:r w:rsidRPr="002657C0">
        <w:rPr>
          <w:cs/>
          <w:lang w:bidi="hi-IN"/>
        </w:rPr>
        <w:t xml:space="preserve"> </w:t>
      </w:r>
      <w:r w:rsidRPr="002657C0">
        <w:rPr>
          <w:rFonts w:hint="cs"/>
          <w:cs/>
          <w:lang w:bidi="hi-IN"/>
        </w:rPr>
        <w:t>लिऐ</w:t>
      </w:r>
      <w:r w:rsidRPr="002657C0">
        <w:rPr>
          <w:cs/>
          <w:lang w:bidi="hi-IN"/>
        </w:rPr>
        <w:t xml:space="preserve"> </w:t>
      </w:r>
      <w:r w:rsidRPr="002657C0">
        <w:rPr>
          <w:rFonts w:hint="cs"/>
          <w:cs/>
          <w:lang w:bidi="hi-IN"/>
        </w:rPr>
        <w:t>टाइप</w:t>
      </w:r>
      <w:r w:rsidRPr="002657C0">
        <w:rPr>
          <w:cs/>
          <w:lang w:bidi="hi-IN"/>
        </w:rPr>
        <w:t xml:space="preserve"> </w:t>
      </w:r>
      <w:r w:rsidRPr="002657C0">
        <w:rPr>
          <w:rFonts w:hint="cs"/>
          <w:cs/>
          <w:lang w:bidi="hi-IN"/>
        </w:rPr>
        <w:t>कराया।</w:t>
      </w:r>
      <w:r w:rsidRPr="002657C0">
        <w:rPr>
          <w:cs/>
          <w:lang w:bidi="hi-IN"/>
        </w:rPr>
        <w:t xml:space="preserve"> </w:t>
      </w:r>
      <w:r w:rsidRPr="002657C0">
        <w:t>17.</w:t>
      </w:r>
      <w:r>
        <w:rPr>
          <w:rFonts w:hint="cs"/>
          <w:cs/>
          <w:lang w:bidi="hi-IN"/>
        </w:rPr>
        <w:t>4</w:t>
      </w:r>
      <w:r w:rsidRPr="002657C0">
        <w:t>.201</w:t>
      </w:r>
      <w:r>
        <w:rPr>
          <w:rFonts w:hint="cs"/>
          <w:cs/>
          <w:lang w:bidi="hi-IN"/>
        </w:rPr>
        <w:t>8</w:t>
      </w:r>
    </w:p>
    <w:sectPr w:rsidR="00CE40C4" w:rsidSect="00235071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45F20" w:rsidRDefault="00445F20" w:rsidP="008B7801">
      <w:pPr>
        <w:spacing w:after="0" w:line="240" w:lineRule="auto"/>
      </w:pPr>
      <w:r>
        <w:separator/>
      </w:r>
    </w:p>
  </w:endnote>
  <w:endnote w:type="continuationSeparator" w:id="0">
    <w:p w:rsidR="00445F20" w:rsidRDefault="00445F20" w:rsidP="008B78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olaimanLipi">
    <w:altName w:val="Corbel"/>
    <w:charset w:val="00"/>
    <w:family w:val="script"/>
    <w:pitch w:val="fixed"/>
    <w:sig w:usb0="00000001" w:usb1="00002000" w:usb2="00000000" w:usb3="00000000" w:csb0="00000093" w:csb1="00000000"/>
  </w:font>
  <w:font w:name="Mangal">
    <w:panose1 w:val="02040503050203030202"/>
    <w:charset w:val="01"/>
    <w:family w:val="auto"/>
    <w:pitch w:val="variable"/>
    <w:sig w:usb0="00008000" w:usb1="00000000" w:usb2="00000000" w:usb3="00000000" w:csb0="00000000" w:csb1="00000000"/>
  </w:font>
  <w:font w:name="Traditional Arabic">
    <w:altName w:val="Times New Roman"/>
    <w:panose1 w:val="02020603050405020304"/>
    <w:charset w:val="00"/>
    <w:family w:val="roman"/>
    <w:pitch w:val="variable"/>
    <w:sig w:usb0="00000000" w:usb1="80000000" w:usb2="00000008" w:usb3="00000000" w:csb0="0000004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utonnyMJ">
    <w:altName w:val="Times New Roman"/>
    <w:charset w:val="00"/>
    <w:family w:val="auto"/>
    <w:pitch w:val="variable"/>
    <w:sig w:usb0="00000000" w:usb1="00000048" w:usb2="00000000" w:usb3="00000000" w:csb0="0000003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40C4" w:rsidRDefault="00CE40C4" w:rsidP="00DD52E9">
    <w:pPr>
      <w:pStyle w:val="Footer"/>
      <w:jc w:val="center"/>
    </w:pPr>
    <w:r w:rsidRPr="00AA7385">
      <w:rPr>
        <w:rFonts w:ascii="SutonnyMJ" w:hAnsi="SutonnyMJ" w:cs="SutonnyMJ"/>
      </w:rPr>
      <w:fldChar w:fldCharType="begin"/>
    </w:r>
    <w:r w:rsidRPr="00AA7385">
      <w:rPr>
        <w:rFonts w:ascii="SutonnyMJ" w:hAnsi="SutonnyMJ" w:cs="SutonnyMJ"/>
      </w:rPr>
      <w:instrText xml:space="preserve"> PAGE   \* MERGEFORMAT </w:instrText>
    </w:r>
    <w:r w:rsidRPr="00AA7385">
      <w:rPr>
        <w:rFonts w:ascii="SutonnyMJ" w:hAnsi="SutonnyMJ" w:cs="SutonnyMJ"/>
      </w:rPr>
      <w:fldChar w:fldCharType="separate"/>
    </w:r>
    <w:r w:rsidR="00A15773">
      <w:rPr>
        <w:rFonts w:ascii="SutonnyMJ" w:hAnsi="SutonnyMJ" w:cs="SutonnyMJ"/>
        <w:noProof/>
      </w:rPr>
      <w:t>2</w:t>
    </w:r>
    <w:r w:rsidRPr="00AA7385">
      <w:rPr>
        <w:rFonts w:ascii="SutonnyMJ" w:hAnsi="SutonnyMJ" w:cs="SutonnyMJ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45F20" w:rsidRDefault="00445F20" w:rsidP="008B7801">
      <w:pPr>
        <w:spacing w:after="0" w:line="240" w:lineRule="auto"/>
      </w:pPr>
      <w:r>
        <w:separator/>
      </w:r>
    </w:p>
  </w:footnote>
  <w:footnote w:type="continuationSeparator" w:id="0">
    <w:p w:rsidR="00445F20" w:rsidRDefault="00445F20" w:rsidP="008B780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027B3C"/>
    <w:multiLevelType w:val="hybridMultilevel"/>
    <w:tmpl w:val="E4FE64C4"/>
    <w:lvl w:ilvl="0" w:tplc="DA767CD8">
      <w:start w:val="1"/>
      <w:numFmt w:val="decimal"/>
      <w:lvlText w:val="%1."/>
      <w:lvlJc w:val="left"/>
      <w:pPr>
        <w:ind w:left="949" w:hanging="6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369" w:hanging="360"/>
      </w:pPr>
    </w:lvl>
    <w:lvl w:ilvl="2" w:tplc="0409001B" w:tentative="1">
      <w:start w:val="1"/>
      <w:numFmt w:val="lowerRoman"/>
      <w:lvlText w:val="%3."/>
      <w:lvlJc w:val="right"/>
      <w:pPr>
        <w:ind w:left="2089" w:hanging="180"/>
      </w:pPr>
    </w:lvl>
    <w:lvl w:ilvl="3" w:tplc="0409000F" w:tentative="1">
      <w:start w:val="1"/>
      <w:numFmt w:val="decimal"/>
      <w:lvlText w:val="%4."/>
      <w:lvlJc w:val="left"/>
      <w:pPr>
        <w:ind w:left="2809" w:hanging="360"/>
      </w:pPr>
    </w:lvl>
    <w:lvl w:ilvl="4" w:tplc="04090019" w:tentative="1">
      <w:start w:val="1"/>
      <w:numFmt w:val="lowerLetter"/>
      <w:lvlText w:val="%5."/>
      <w:lvlJc w:val="left"/>
      <w:pPr>
        <w:ind w:left="3529" w:hanging="360"/>
      </w:pPr>
    </w:lvl>
    <w:lvl w:ilvl="5" w:tplc="0409001B" w:tentative="1">
      <w:start w:val="1"/>
      <w:numFmt w:val="lowerRoman"/>
      <w:lvlText w:val="%6."/>
      <w:lvlJc w:val="right"/>
      <w:pPr>
        <w:ind w:left="4249" w:hanging="180"/>
      </w:pPr>
    </w:lvl>
    <w:lvl w:ilvl="6" w:tplc="0409000F" w:tentative="1">
      <w:start w:val="1"/>
      <w:numFmt w:val="decimal"/>
      <w:lvlText w:val="%7."/>
      <w:lvlJc w:val="left"/>
      <w:pPr>
        <w:ind w:left="4969" w:hanging="360"/>
      </w:pPr>
    </w:lvl>
    <w:lvl w:ilvl="7" w:tplc="04090019" w:tentative="1">
      <w:start w:val="1"/>
      <w:numFmt w:val="lowerLetter"/>
      <w:lvlText w:val="%8."/>
      <w:lvlJc w:val="left"/>
      <w:pPr>
        <w:ind w:left="5689" w:hanging="360"/>
      </w:pPr>
    </w:lvl>
    <w:lvl w:ilvl="8" w:tplc="0409001B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1">
    <w:nsid w:val="6DA34A37"/>
    <w:multiLevelType w:val="hybridMultilevel"/>
    <w:tmpl w:val="B406F6DA"/>
    <w:lvl w:ilvl="0" w:tplc="7A50CF00">
      <w:start w:val="1"/>
      <w:numFmt w:val="decimal"/>
      <w:lvlText w:val="%1."/>
      <w:lvlJc w:val="left"/>
      <w:pPr>
        <w:ind w:left="64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9" w:hanging="360"/>
      </w:pPr>
    </w:lvl>
    <w:lvl w:ilvl="2" w:tplc="0409001B" w:tentative="1">
      <w:start w:val="1"/>
      <w:numFmt w:val="lowerRoman"/>
      <w:lvlText w:val="%3."/>
      <w:lvlJc w:val="right"/>
      <w:pPr>
        <w:ind w:left="2089" w:hanging="180"/>
      </w:pPr>
    </w:lvl>
    <w:lvl w:ilvl="3" w:tplc="0409000F" w:tentative="1">
      <w:start w:val="1"/>
      <w:numFmt w:val="decimal"/>
      <w:lvlText w:val="%4."/>
      <w:lvlJc w:val="left"/>
      <w:pPr>
        <w:ind w:left="2809" w:hanging="360"/>
      </w:pPr>
    </w:lvl>
    <w:lvl w:ilvl="4" w:tplc="04090019" w:tentative="1">
      <w:start w:val="1"/>
      <w:numFmt w:val="lowerLetter"/>
      <w:lvlText w:val="%5."/>
      <w:lvlJc w:val="left"/>
      <w:pPr>
        <w:ind w:left="3529" w:hanging="360"/>
      </w:pPr>
    </w:lvl>
    <w:lvl w:ilvl="5" w:tplc="0409001B" w:tentative="1">
      <w:start w:val="1"/>
      <w:numFmt w:val="lowerRoman"/>
      <w:lvlText w:val="%6."/>
      <w:lvlJc w:val="right"/>
      <w:pPr>
        <w:ind w:left="4249" w:hanging="180"/>
      </w:pPr>
    </w:lvl>
    <w:lvl w:ilvl="6" w:tplc="0409000F" w:tentative="1">
      <w:start w:val="1"/>
      <w:numFmt w:val="decimal"/>
      <w:lvlText w:val="%7."/>
      <w:lvlJc w:val="left"/>
      <w:pPr>
        <w:ind w:left="4969" w:hanging="360"/>
      </w:pPr>
    </w:lvl>
    <w:lvl w:ilvl="7" w:tplc="04090019" w:tentative="1">
      <w:start w:val="1"/>
      <w:numFmt w:val="lowerLetter"/>
      <w:lvlText w:val="%8."/>
      <w:lvlJc w:val="left"/>
      <w:pPr>
        <w:ind w:left="5689" w:hanging="360"/>
      </w:pPr>
    </w:lvl>
    <w:lvl w:ilvl="8" w:tplc="0409001B" w:tentative="1">
      <w:start w:val="1"/>
      <w:numFmt w:val="lowerRoman"/>
      <w:lvlText w:val="%9."/>
      <w:lvlJc w:val="right"/>
      <w:pPr>
        <w:ind w:left="640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hideSpellingErrors/>
  <w:hideGrammaticalErrors/>
  <w:attachedTemplate r:id="rId1"/>
  <w:stylePaneFormatFilter w:val="17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</w:compat>
  <w:rsids>
    <w:rsidRoot w:val="00E216ED"/>
    <w:rsid w:val="00007817"/>
    <w:rsid w:val="00017F8E"/>
    <w:rsid w:val="00041E80"/>
    <w:rsid w:val="00043999"/>
    <w:rsid w:val="000451DA"/>
    <w:rsid w:val="0007490F"/>
    <w:rsid w:val="000821E1"/>
    <w:rsid w:val="000A16E2"/>
    <w:rsid w:val="000A787D"/>
    <w:rsid w:val="000D0FC8"/>
    <w:rsid w:val="000D3139"/>
    <w:rsid w:val="000D641E"/>
    <w:rsid w:val="000E0732"/>
    <w:rsid w:val="000E6001"/>
    <w:rsid w:val="00105A3E"/>
    <w:rsid w:val="00112743"/>
    <w:rsid w:val="00137658"/>
    <w:rsid w:val="001652D2"/>
    <w:rsid w:val="00166B2A"/>
    <w:rsid w:val="0016774F"/>
    <w:rsid w:val="001829DB"/>
    <w:rsid w:val="001A0CC2"/>
    <w:rsid w:val="001A3437"/>
    <w:rsid w:val="001C49F5"/>
    <w:rsid w:val="001F146E"/>
    <w:rsid w:val="001F5D63"/>
    <w:rsid w:val="0020120B"/>
    <w:rsid w:val="00202634"/>
    <w:rsid w:val="00207CEC"/>
    <w:rsid w:val="0021625C"/>
    <w:rsid w:val="002172FF"/>
    <w:rsid w:val="00235071"/>
    <w:rsid w:val="002657C0"/>
    <w:rsid w:val="00266853"/>
    <w:rsid w:val="00275890"/>
    <w:rsid w:val="00277517"/>
    <w:rsid w:val="00280632"/>
    <w:rsid w:val="0028094A"/>
    <w:rsid w:val="0028663A"/>
    <w:rsid w:val="00292BC3"/>
    <w:rsid w:val="00296130"/>
    <w:rsid w:val="002A5FAC"/>
    <w:rsid w:val="002B6ACF"/>
    <w:rsid w:val="002B709B"/>
    <w:rsid w:val="002C1B77"/>
    <w:rsid w:val="002D15B8"/>
    <w:rsid w:val="002D2BC1"/>
    <w:rsid w:val="002D7521"/>
    <w:rsid w:val="002E4766"/>
    <w:rsid w:val="00304CCF"/>
    <w:rsid w:val="003137DA"/>
    <w:rsid w:val="003277AE"/>
    <w:rsid w:val="00327E10"/>
    <w:rsid w:val="00331D48"/>
    <w:rsid w:val="0033697A"/>
    <w:rsid w:val="00376475"/>
    <w:rsid w:val="00385BC7"/>
    <w:rsid w:val="003A1605"/>
    <w:rsid w:val="003A380C"/>
    <w:rsid w:val="003E4BC2"/>
    <w:rsid w:val="003E6793"/>
    <w:rsid w:val="00406D51"/>
    <w:rsid w:val="00445F20"/>
    <w:rsid w:val="00466FB5"/>
    <w:rsid w:val="0048150F"/>
    <w:rsid w:val="00495B54"/>
    <w:rsid w:val="004A56BA"/>
    <w:rsid w:val="004C57A4"/>
    <w:rsid w:val="004D6143"/>
    <w:rsid w:val="004D783B"/>
    <w:rsid w:val="004E1F6D"/>
    <w:rsid w:val="004E6557"/>
    <w:rsid w:val="004E710D"/>
    <w:rsid w:val="004F23D3"/>
    <w:rsid w:val="00506800"/>
    <w:rsid w:val="0053165C"/>
    <w:rsid w:val="005337F7"/>
    <w:rsid w:val="00544132"/>
    <w:rsid w:val="00553605"/>
    <w:rsid w:val="0056112A"/>
    <w:rsid w:val="00580F04"/>
    <w:rsid w:val="00581C01"/>
    <w:rsid w:val="00584195"/>
    <w:rsid w:val="005862E0"/>
    <w:rsid w:val="00593844"/>
    <w:rsid w:val="0059796A"/>
    <w:rsid w:val="005B0FBC"/>
    <w:rsid w:val="005B2471"/>
    <w:rsid w:val="005B568F"/>
    <w:rsid w:val="005B7D24"/>
    <w:rsid w:val="005D2D86"/>
    <w:rsid w:val="005D3333"/>
    <w:rsid w:val="005E1043"/>
    <w:rsid w:val="0061174D"/>
    <w:rsid w:val="00641F16"/>
    <w:rsid w:val="00650534"/>
    <w:rsid w:val="00663BEC"/>
    <w:rsid w:val="006746F0"/>
    <w:rsid w:val="006877F6"/>
    <w:rsid w:val="00690232"/>
    <w:rsid w:val="00690B60"/>
    <w:rsid w:val="006A5305"/>
    <w:rsid w:val="006B240B"/>
    <w:rsid w:val="006C230E"/>
    <w:rsid w:val="006D197A"/>
    <w:rsid w:val="006F73E6"/>
    <w:rsid w:val="0070563E"/>
    <w:rsid w:val="00707890"/>
    <w:rsid w:val="0071325E"/>
    <w:rsid w:val="00714388"/>
    <w:rsid w:val="007243F7"/>
    <w:rsid w:val="00733E6E"/>
    <w:rsid w:val="0075520E"/>
    <w:rsid w:val="0076100E"/>
    <w:rsid w:val="007719FE"/>
    <w:rsid w:val="00776659"/>
    <w:rsid w:val="00780F9A"/>
    <w:rsid w:val="007A740B"/>
    <w:rsid w:val="007B649B"/>
    <w:rsid w:val="007C711A"/>
    <w:rsid w:val="007D0C93"/>
    <w:rsid w:val="007E3A6A"/>
    <w:rsid w:val="00840C16"/>
    <w:rsid w:val="008521C9"/>
    <w:rsid w:val="00870944"/>
    <w:rsid w:val="008715EA"/>
    <w:rsid w:val="00875EBE"/>
    <w:rsid w:val="00884972"/>
    <w:rsid w:val="008A5A1E"/>
    <w:rsid w:val="008B7801"/>
    <w:rsid w:val="008C77D1"/>
    <w:rsid w:val="008D4279"/>
    <w:rsid w:val="008D4310"/>
    <w:rsid w:val="008D6263"/>
    <w:rsid w:val="008E5C68"/>
    <w:rsid w:val="008E7A39"/>
    <w:rsid w:val="008F0D7B"/>
    <w:rsid w:val="008F3D9F"/>
    <w:rsid w:val="009117EC"/>
    <w:rsid w:val="00932A77"/>
    <w:rsid w:val="00934323"/>
    <w:rsid w:val="0094613E"/>
    <w:rsid w:val="0094696C"/>
    <w:rsid w:val="00961F33"/>
    <w:rsid w:val="00976CDC"/>
    <w:rsid w:val="00991F81"/>
    <w:rsid w:val="00992F23"/>
    <w:rsid w:val="009D4796"/>
    <w:rsid w:val="00A069B8"/>
    <w:rsid w:val="00A07514"/>
    <w:rsid w:val="00A07CA6"/>
    <w:rsid w:val="00A15773"/>
    <w:rsid w:val="00A2744B"/>
    <w:rsid w:val="00A32F52"/>
    <w:rsid w:val="00A357FF"/>
    <w:rsid w:val="00A455D0"/>
    <w:rsid w:val="00A555DC"/>
    <w:rsid w:val="00A560EA"/>
    <w:rsid w:val="00A62D76"/>
    <w:rsid w:val="00A73C64"/>
    <w:rsid w:val="00A77675"/>
    <w:rsid w:val="00A77932"/>
    <w:rsid w:val="00A82FC6"/>
    <w:rsid w:val="00A9511C"/>
    <w:rsid w:val="00AA7385"/>
    <w:rsid w:val="00AB18E8"/>
    <w:rsid w:val="00AB6543"/>
    <w:rsid w:val="00B12C60"/>
    <w:rsid w:val="00B22407"/>
    <w:rsid w:val="00B3251F"/>
    <w:rsid w:val="00B34C00"/>
    <w:rsid w:val="00B72F9C"/>
    <w:rsid w:val="00BA3A6E"/>
    <w:rsid w:val="00BC4A6D"/>
    <w:rsid w:val="00BD2034"/>
    <w:rsid w:val="00BE1409"/>
    <w:rsid w:val="00BE360D"/>
    <w:rsid w:val="00C2470C"/>
    <w:rsid w:val="00C25C33"/>
    <w:rsid w:val="00C303C9"/>
    <w:rsid w:val="00C332AE"/>
    <w:rsid w:val="00C436E2"/>
    <w:rsid w:val="00C43F9B"/>
    <w:rsid w:val="00C53098"/>
    <w:rsid w:val="00C539D3"/>
    <w:rsid w:val="00C56204"/>
    <w:rsid w:val="00C60BAA"/>
    <w:rsid w:val="00C747C4"/>
    <w:rsid w:val="00C966ED"/>
    <w:rsid w:val="00CA0F1B"/>
    <w:rsid w:val="00CB1DE2"/>
    <w:rsid w:val="00CB2CAE"/>
    <w:rsid w:val="00CB7175"/>
    <w:rsid w:val="00CC48FE"/>
    <w:rsid w:val="00CD6645"/>
    <w:rsid w:val="00CE088A"/>
    <w:rsid w:val="00CE09E4"/>
    <w:rsid w:val="00CE40C4"/>
    <w:rsid w:val="00CE5C16"/>
    <w:rsid w:val="00CF7EA6"/>
    <w:rsid w:val="00D02065"/>
    <w:rsid w:val="00D27FD3"/>
    <w:rsid w:val="00D44DB1"/>
    <w:rsid w:val="00D450D2"/>
    <w:rsid w:val="00D457C0"/>
    <w:rsid w:val="00D7533E"/>
    <w:rsid w:val="00D822B6"/>
    <w:rsid w:val="00D94704"/>
    <w:rsid w:val="00D970EB"/>
    <w:rsid w:val="00DA0646"/>
    <w:rsid w:val="00DA5618"/>
    <w:rsid w:val="00DB0CD5"/>
    <w:rsid w:val="00DB38D1"/>
    <w:rsid w:val="00DD52E9"/>
    <w:rsid w:val="00DD7EF1"/>
    <w:rsid w:val="00DE13E6"/>
    <w:rsid w:val="00DE7D70"/>
    <w:rsid w:val="00DF0DAD"/>
    <w:rsid w:val="00DF1559"/>
    <w:rsid w:val="00E216ED"/>
    <w:rsid w:val="00E21BCB"/>
    <w:rsid w:val="00E2613F"/>
    <w:rsid w:val="00E30987"/>
    <w:rsid w:val="00E32589"/>
    <w:rsid w:val="00E33510"/>
    <w:rsid w:val="00E35DBB"/>
    <w:rsid w:val="00E400A5"/>
    <w:rsid w:val="00E51F4C"/>
    <w:rsid w:val="00E52113"/>
    <w:rsid w:val="00E61F44"/>
    <w:rsid w:val="00E82A24"/>
    <w:rsid w:val="00E84EB1"/>
    <w:rsid w:val="00E9343A"/>
    <w:rsid w:val="00EA6470"/>
    <w:rsid w:val="00EB08B0"/>
    <w:rsid w:val="00EB136D"/>
    <w:rsid w:val="00EB1BF3"/>
    <w:rsid w:val="00EC4B61"/>
    <w:rsid w:val="00EC59F9"/>
    <w:rsid w:val="00ED0C42"/>
    <w:rsid w:val="00F0394E"/>
    <w:rsid w:val="00F11A1C"/>
    <w:rsid w:val="00F20557"/>
    <w:rsid w:val="00F2413E"/>
    <w:rsid w:val="00F25523"/>
    <w:rsid w:val="00F25B39"/>
    <w:rsid w:val="00F46E01"/>
    <w:rsid w:val="00F525D6"/>
    <w:rsid w:val="00F5263F"/>
    <w:rsid w:val="00F538E3"/>
    <w:rsid w:val="00F578A8"/>
    <w:rsid w:val="00F74171"/>
    <w:rsid w:val="00F82475"/>
    <w:rsid w:val="00F860D8"/>
    <w:rsid w:val="00F91C3E"/>
    <w:rsid w:val="00F91E16"/>
    <w:rsid w:val="00FA2BBB"/>
    <w:rsid w:val="00FB3623"/>
    <w:rsid w:val="00FD2E0A"/>
    <w:rsid w:val="00FF4EDF"/>
    <w:rsid w:val="00FF61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unhideWhenUsed="0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240B"/>
    <w:pPr>
      <w:spacing w:after="200" w:line="276" w:lineRule="auto"/>
    </w:pPr>
    <w:rPr>
      <w:sz w:val="32"/>
      <w:szCs w:val="32"/>
    </w:rPr>
  </w:style>
  <w:style w:type="paragraph" w:styleId="Heading1">
    <w:name w:val="heading 1"/>
    <w:basedOn w:val="libNormal"/>
    <w:link w:val="Heading1Char"/>
    <w:uiPriority w:val="9"/>
    <w:qFormat/>
    <w:rsid w:val="003137DA"/>
    <w:pPr>
      <w:keepNext/>
      <w:keepLines/>
      <w:spacing w:before="120"/>
      <w:outlineLvl w:val="0"/>
    </w:pPr>
    <w:rPr>
      <w:rFonts w:ascii="SolaimanLipi" w:eastAsia="Times New Roman" w:hAnsi="SolaimanLipi"/>
      <w:b/>
      <w:bCs/>
      <w:color w:val="1F497D"/>
      <w:sz w:val="36"/>
      <w:szCs w:val="36"/>
    </w:rPr>
  </w:style>
  <w:style w:type="paragraph" w:styleId="Heading2">
    <w:name w:val="heading 2"/>
    <w:basedOn w:val="libNormal"/>
    <w:link w:val="Heading2Char"/>
    <w:uiPriority w:val="9"/>
    <w:qFormat/>
    <w:rsid w:val="00CE088A"/>
    <w:pPr>
      <w:keepNext/>
      <w:keepLines/>
      <w:spacing w:before="120"/>
      <w:outlineLvl w:val="1"/>
    </w:pPr>
    <w:rPr>
      <w:rFonts w:ascii="SolaimanLipi" w:eastAsia="Times New Roman" w:hAnsi="SolaimanLipi"/>
      <w:b/>
      <w:bCs/>
      <w:color w:val="1F497D"/>
      <w:sz w:val="32"/>
      <w:szCs w:val="32"/>
    </w:rPr>
  </w:style>
  <w:style w:type="paragraph" w:styleId="Heading3">
    <w:name w:val="heading 3"/>
    <w:basedOn w:val="libNormal"/>
    <w:link w:val="Heading3Char"/>
    <w:uiPriority w:val="9"/>
    <w:qFormat/>
    <w:rsid w:val="00E32589"/>
    <w:pPr>
      <w:keepNext/>
      <w:keepLines/>
      <w:spacing w:before="120"/>
      <w:outlineLvl w:val="2"/>
    </w:pPr>
    <w:rPr>
      <w:rFonts w:ascii="Times New Roman" w:eastAsia="Times New Roman" w:hAnsi="Times New Roman"/>
      <w:color w:val="1F497D"/>
      <w:szCs w:val="32"/>
    </w:rPr>
  </w:style>
  <w:style w:type="paragraph" w:styleId="Heading4">
    <w:name w:val="heading 4"/>
    <w:basedOn w:val="libNormal"/>
    <w:link w:val="Heading4Char"/>
    <w:uiPriority w:val="9"/>
    <w:qFormat/>
    <w:rsid w:val="00714388"/>
    <w:pPr>
      <w:outlineLvl w:val="3"/>
    </w:pPr>
    <w:rPr>
      <w:lang w:bidi="hi-IN"/>
    </w:rPr>
  </w:style>
  <w:style w:type="paragraph" w:styleId="Heading5">
    <w:name w:val="heading 5"/>
    <w:basedOn w:val="libNormal"/>
    <w:link w:val="Heading5Char"/>
    <w:uiPriority w:val="9"/>
    <w:qFormat/>
    <w:rsid w:val="00E32589"/>
    <w:pPr>
      <w:keepNext/>
      <w:keepLines/>
      <w:spacing w:before="240" w:after="60"/>
      <w:outlineLvl w:val="4"/>
    </w:pPr>
    <w:rPr>
      <w:rFonts w:ascii="Times New Roman" w:eastAsia="Times New Roman" w:hAnsi="Times New Roman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bNormal">
    <w:name w:val="libNormal"/>
    <w:link w:val="libNormalChar"/>
    <w:qFormat/>
    <w:rsid w:val="00007817"/>
    <w:pPr>
      <w:spacing w:line="360" w:lineRule="auto"/>
      <w:ind w:firstLine="289"/>
      <w:jc w:val="both"/>
    </w:pPr>
    <w:rPr>
      <w:rFonts w:ascii="Mangal" w:hAnsi="Mangal" w:cs="Mangal"/>
      <w:color w:val="000000"/>
      <w:sz w:val="28"/>
      <w:szCs w:val="28"/>
    </w:rPr>
  </w:style>
  <w:style w:type="character" w:customStyle="1" w:styleId="libNormalChar">
    <w:name w:val="libNormal Char"/>
    <w:link w:val="libNormal"/>
    <w:rsid w:val="00007817"/>
    <w:rPr>
      <w:rFonts w:ascii="Mangal" w:hAnsi="Mangal" w:cs="Mangal"/>
      <w:color w:val="000000"/>
      <w:sz w:val="28"/>
      <w:szCs w:val="28"/>
    </w:rPr>
  </w:style>
  <w:style w:type="character" w:customStyle="1" w:styleId="Heading1Char">
    <w:name w:val="Heading 1 Char"/>
    <w:link w:val="Heading1"/>
    <w:uiPriority w:val="9"/>
    <w:rsid w:val="003137DA"/>
    <w:rPr>
      <w:rFonts w:ascii="SolaimanLipi" w:eastAsia="Times New Roman" w:hAnsi="SolaimanLipi" w:cs="SolaimanLipi"/>
      <w:b/>
      <w:bCs/>
      <w:color w:val="1F497D"/>
      <w:sz w:val="36"/>
      <w:szCs w:val="36"/>
    </w:rPr>
  </w:style>
  <w:style w:type="character" w:customStyle="1" w:styleId="Heading2Char">
    <w:name w:val="Heading 2 Char"/>
    <w:link w:val="Heading2"/>
    <w:uiPriority w:val="9"/>
    <w:rsid w:val="00CE088A"/>
    <w:rPr>
      <w:rFonts w:ascii="SolaimanLipi" w:eastAsia="Times New Roman" w:hAnsi="SolaimanLipi" w:cs="SolaimanLipi"/>
      <w:b/>
      <w:bCs/>
      <w:color w:val="1F497D"/>
      <w:sz w:val="32"/>
      <w:szCs w:val="32"/>
    </w:rPr>
  </w:style>
  <w:style w:type="character" w:customStyle="1" w:styleId="Heading3Char">
    <w:name w:val="Heading 3 Char"/>
    <w:link w:val="Heading3"/>
    <w:uiPriority w:val="9"/>
    <w:rsid w:val="00E32589"/>
    <w:rPr>
      <w:rFonts w:ascii="Times New Roman" w:eastAsia="Times New Roman" w:hAnsi="Times New Roman" w:cs="SolaimanLipi"/>
      <w:color w:val="1F497D"/>
      <w:sz w:val="28"/>
      <w:szCs w:val="32"/>
    </w:rPr>
  </w:style>
  <w:style w:type="character" w:customStyle="1" w:styleId="Heading4Char">
    <w:name w:val="Heading 4 Char"/>
    <w:link w:val="Heading4"/>
    <w:uiPriority w:val="9"/>
    <w:rsid w:val="00714388"/>
    <w:rPr>
      <w:rFonts w:ascii="Mangal" w:hAnsi="Mangal" w:cs="Mangal"/>
      <w:color w:val="000000"/>
      <w:sz w:val="28"/>
      <w:szCs w:val="28"/>
      <w:lang w:bidi="hi-IN"/>
    </w:rPr>
  </w:style>
  <w:style w:type="character" w:customStyle="1" w:styleId="Heading5Char">
    <w:name w:val="Heading 5 Char"/>
    <w:link w:val="Heading5"/>
    <w:uiPriority w:val="9"/>
    <w:rsid w:val="00E32589"/>
    <w:rPr>
      <w:rFonts w:ascii="Times New Roman" w:eastAsia="Times New Roman" w:hAnsi="Times New Roman" w:cs="SolaimanLipi"/>
      <w:color w:val="000000"/>
      <w:sz w:val="28"/>
      <w:szCs w:val="32"/>
    </w:rPr>
  </w:style>
  <w:style w:type="paragraph" w:customStyle="1" w:styleId="libAr">
    <w:name w:val="libAr"/>
    <w:link w:val="libArChar"/>
    <w:qFormat/>
    <w:rsid w:val="00E32589"/>
    <w:pPr>
      <w:bidi/>
      <w:ind w:firstLine="289"/>
      <w:jc w:val="both"/>
    </w:pPr>
    <w:rPr>
      <w:rFonts w:ascii="Times New Roman" w:hAnsi="Times New Roman" w:cs="Traditional Arabic"/>
      <w:color w:val="000000"/>
      <w:sz w:val="28"/>
      <w:szCs w:val="32"/>
    </w:rPr>
  </w:style>
  <w:style w:type="character" w:customStyle="1" w:styleId="libArChar">
    <w:name w:val="libAr Char"/>
    <w:link w:val="libAr"/>
    <w:rsid w:val="00E32589"/>
    <w:rPr>
      <w:rFonts w:ascii="Times New Roman" w:hAnsi="Times New Roman" w:cs="Traditional Arabic"/>
      <w:color w:val="000000"/>
      <w:sz w:val="28"/>
      <w:szCs w:val="32"/>
      <w:lang w:val="en-US" w:eastAsia="en-US" w:bidi="ar-SA"/>
    </w:rPr>
  </w:style>
  <w:style w:type="paragraph" w:customStyle="1" w:styleId="Heading1Center">
    <w:name w:val="Heading 1 Center"/>
    <w:basedOn w:val="Heading1"/>
    <w:link w:val="Heading1CenterChar"/>
    <w:qFormat/>
    <w:rsid w:val="0028094A"/>
    <w:pPr>
      <w:jc w:val="center"/>
    </w:pPr>
    <w:rPr>
      <w:rFonts w:ascii="Mangal" w:hAnsi="Mangal"/>
      <w:lang w:bidi="fa-IR"/>
    </w:rPr>
  </w:style>
  <w:style w:type="character" w:customStyle="1" w:styleId="Heading1CenterChar">
    <w:name w:val="Heading 1 Center Char"/>
    <w:link w:val="Heading1Center"/>
    <w:rsid w:val="0028094A"/>
    <w:rPr>
      <w:rFonts w:ascii="Mangal" w:eastAsia="Times New Roman" w:hAnsi="Mangal" w:cs="Mangal"/>
      <w:b/>
      <w:bCs/>
      <w:color w:val="1F497D"/>
      <w:sz w:val="36"/>
      <w:szCs w:val="36"/>
      <w:lang w:bidi="fa-IR"/>
    </w:rPr>
  </w:style>
  <w:style w:type="paragraph" w:customStyle="1" w:styleId="Heading2Center">
    <w:name w:val="Heading 2 Center"/>
    <w:basedOn w:val="Heading2"/>
    <w:link w:val="Heading2CenterChar"/>
    <w:qFormat/>
    <w:rsid w:val="00CE088A"/>
    <w:pPr>
      <w:jc w:val="center"/>
    </w:pPr>
  </w:style>
  <w:style w:type="character" w:customStyle="1" w:styleId="Heading2CenterChar">
    <w:name w:val="Heading 2 Center Char"/>
    <w:link w:val="Heading2Center"/>
    <w:rsid w:val="00CE088A"/>
    <w:rPr>
      <w:rFonts w:ascii="SolaimanLipi" w:eastAsia="Times New Roman" w:hAnsi="SolaimanLipi" w:cs="SolaimanLipi"/>
      <w:b/>
      <w:bCs/>
      <w:color w:val="1F497D"/>
      <w:sz w:val="32"/>
      <w:szCs w:val="32"/>
    </w:rPr>
  </w:style>
  <w:style w:type="paragraph" w:customStyle="1" w:styleId="Heading3Center">
    <w:name w:val="Heading 3 Center"/>
    <w:basedOn w:val="Heading3"/>
    <w:link w:val="Heading3CenterChar"/>
    <w:qFormat/>
    <w:rsid w:val="00E32589"/>
    <w:pPr>
      <w:jc w:val="center"/>
    </w:pPr>
  </w:style>
  <w:style w:type="character" w:customStyle="1" w:styleId="Heading3CenterChar">
    <w:name w:val="Heading 3 Center Char"/>
    <w:basedOn w:val="Heading3Char"/>
    <w:link w:val="Heading3Center"/>
    <w:rsid w:val="00E32589"/>
    <w:rPr>
      <w:rFonts w:ascii="Times New Roman" w:eastAsia="Times New Roman" w:hAnsi="Times New Roman" w:cs="SolaimanLipi"/>
      <w:color w:val="1F497D"/>
      <w:sz w:val="28"/>
      <w:szCs w:val="32"/>
    </w:rPr>
  </w:style>
  <w:style w:type="paragraph" w:customStyle="1" w:styleId="Heading4Center">
    <w:name w:val="Heading 4 Center"/>
    <w:basedOn w:val="Heading4"/>
    <w:link w:val="Heading4CenterChar"/>
    <w:qFormat/>
    <w:rsid w:val="00E32589"/>
    <w:pPr>
      <w:jc w:val="center"/>
    </w:pPr>
  </w:style>
  <w:style w:type="character" w:customStyle="1" w:styleId="Heading4CenterChar">
    <w:name w:val="Heading 4 Center Char"/>
    <w:basedOn w:val="Heading4Char"/>
    <w:link w:val="Heading4Center"/>
    <w:rsid w:val="00E32589"/>
    <w:rPr>
      <w:rFonts w:ascii="Times New Roman" w:eastAsia="Times New Roman" w:hAnsi="Times New Roman" w:cs="SolaimanLipi"/>
      <w:b/>
      <w:bCs/>
      <w:color w:val="000000"/>
      <w:sz w:val="28"/>
      <w:szCs w:val="32"/>
    </w:rPr>
  </w:style>
  <w:style w:type="paragraph" w:customStyle="1" w:styleId="Heading5Center">
    <w:name w:val="Heading 5 Center"/>
    <w:basedOn w:val="Heading5"/>
    <w:link w:val="Heading5CenterChar"/>
    <w:qFormat/>
    <w:rsid w:val="00E32589"/>
    <w:pPr>
      <w:jc w:val="center"/>
    </w:pPr>
  </w:style>
  <w:style w:type="character" w:customStyle="1" w:styleId="Heading5CenterChar">
    <w:name w:val="Heading 5 Center Char"/>
    <w:basedOn w:val="Heading5Char"/>
    <w:link w:val="Heading5Center"/>
    <w:rsid w:val="00E32589"/>
    <w:rPr>
      <w:rFonts w:ascii="Times New Roman" w:eastAsia="Times New Roman" w:hAnsi="Times New Roman" w:cs="SolaimanLipi"/>
      <w:color w:val="000000"/>
      <w:sz w:val="28"/>
      <w:szCs w:val="32"/>
    </w:rPr>
  </w:style>
  <w:style w:type="paragraph" w:customStyle="1" w:styleId="libArAie">
    <w:name w:val="libArAie"/>
    <w:basedOn w:val="libAr"/>
    <w:link w:val="libArAieChar"/>
    <w:rsid w:val="00E32589"/>
    <w:rPr>
      <w:color w:val="008000"/>
    </w:rPr>
  </w:style>
  <w:style w:type="character" w:customStyle="1" w:styleId="libArAieChar">
    <w:name w:val="libArAie Char"/>
    <w:link w:val="libArAie"/>
    <w:rsid w:val="00E32589"/>
    <w:rPr>
      <w:rFonts w:ascii="Times New Roman" w:hAnsi="Times New Roman" w:cs="Traditional Arabic"/>
      <w:color w:val="008000"/>
      <w:sz w:val="28"/>
      <w:szCs w:val="32"/>
      <w:lang w:val="en-US" w:eastAsia="en-US" w:bidi="ar-SA"/>
    </w:rPr>
  </w:style>
  <w:style w:type="paragraph" w:customStyle="1" w:styleId="libAie">
    <w:name w:val="libAie"/>
    <w:basedOn w:val="libNormal"/>
    <w:link w:val="libAieChar"/>
    <w:rsid w:val="00DD52E9"/>
    <w:rPr>
      <w:rFonts w:eastAsia="SolaimanLipi" w:cs="Traditional Arabic"/>
      <w:color w:val="008000"/>
      <w:szCs w:val="32"/>
    </w:rPr>
  </w:style>
  <w:style w:type="character" w:customStyle="1" w:styleId="libAieChar">
    <w:name w:val="libAie Char"/>
    <w:link w:val="libAie"/>
    <w:rsid w:val="00DD52E9"/>
    <w:rPr>
      <w:rFonts w:ascii="Mangal" w:eastAsia="SolaimanLipi" w:hAnsi="Mangal" w:cs="Traditional Arabic"/>
      <w:color w:val="008000"/>
      <w:sz w:val="28"/>
      <w:szCs w:val="32"/>
    </w:rPr>
  </w:style>
  <w:style w:type="paragraph" w:customStyle="1" w:styleId="libBold1">
    <w:name w:val="libBold1"/>
    <w:basedOn w:val="libNormal"/>
    <w:link w:val="libBold1Char"/>
    <w:rsid w:val="00E32589"/>
    <w:rPr>
      <w:b/>
      <w:bCs/>
    </w:rPr>
  </w:style>
  <w:style w:type="character" w:customStyle="1" w:styleId="libBold1Char">
    <w:name w:val="libBold1 Char"/>
    <w:link w:val="libBold1"/>
    <w:rsid w:val="00E32589"/>
    <w:rPr>
      <w:rFonts w:ascii="Mangal" w:hAnsi="Mangal" w:cs="Mangal"/>
      <w:b/>
      <w:bCs/>
      <w:color w:val="000000"/>
      <w:sz w:val="28"/>
      <w:szCs w:val="28"/>
    </w:rPr>
  </w:style>
  <w:style w:type="paragraph" w:customStyle="1" w:styleId="libFootnote">
    <w:name w:val="libFootnote"/>
    <w:basedOn w:val="libNormal"/>
    <w:link w:val="libFootnoteChar"/>
    <w:rsid w:val="00235071"/>
    <w:rPr>
      <w:sz w:val="24"/>
      <w:szCs w:val="24"/>
    </w:rPr>
  </w:style>
  <w:style w:type="character" w:customStyle="1" w:styleId="libFootnoteChar">
    <w:name w:val="libFootnote Char"/>
    <w:link w:val="libFootnote"/>
    <w:rsid w:val="00235071"/>
    <w:rPr>
      <w:rFonts w:ascii="Mangal" w:hAnsi="Mangal" w:cs="Mangal"/>
      <w:color w:val="000000"/>
      <w:sz w:val="24"/>
      <w:szCs w:val="24"/>
    </w:rPr>
  </w:style>
  <w:style w:type="paragraph" w:customStyle="1" w:styleId="libFootnote0">
    <w:name w:val="libFootnote0"/>
    <w:basedOn w:val="libFootnote"/>
    <w:link w:val="libFootnote0Char"/>
    <w:rsid w:val="008A5A1E"/>
    <w:pPr>
      <w:ind w:firstLine="0"/>
    </w:pPr>
    <w:rPr>
      <w:rFonts w:eastAsia="Times New Roman"/>
    </w:rPr>
  </w:style>
  <w:style w:type="character" w:customStyle="1" w:styleId="libFootnote0Char">
    <w:name w:val="libFootnote0 Char"/>
    <w:link w:val="libFootnote0"/>
    <w:rsid w:val="008A5A1E"/>
    <w:rPr>
      <w:rFonts w:ascii="Mangal" w:eastAsia="Times New Roman" w:hAnsi="Mangal" w:cs="Mangal"/>
      <w:color w:val="000000"/>
      <w:sz w:val="24"/>
      <w:szCs w:val="24"/>
    </w:rPr>
  </w:style>
  <w:style w:type="paragraph" w:customStyle="1" w:styleId="libBold2">
    <w:name w:val="libBold2"/>
    <w:basedOn w:val="libBold1"/>
    <w:link w:val="libBold2Char"/>
    <w:rsid w:val="00235071"/>
    <w:rPr>
      <w:sz w:val="26"/>
      <w:szCs w:val="26"/>
    </w:rPr>
  </w:style>
  <w:style w:type="character" w:customStyle="1" w:styleId="libBold2Char">
    <w:name w:val="libBold2 Char"/>
    <w:link w:val="libBold2"/>
    <w:rsid w:val="00235071"/>
    <w:rPr>
      <w:rFonts w:ascii="Mangal" w:hAnsi="Mangal" w:cs="Mangal"/>
      <w:b/>
      <w:bCs/>
      <w:color w:val="000000"/>
      <w:sz w:val="26"/>
      <w:szCs w:val="26"/>
    </w:rPr>
  </w:style>
  <w:style w:type="paragraph" w:customStyle="1" w:styleId="libCenterBold1">
    <w:name w:val="libCenterBold1"/>
    <w:basedOn w:val="libBold1"/>
    <w:rsid w:val="00235071"/>
    <w:pPr>
      <w:jc w:val="center"/>
    </w:pPr>
    <w:rPr>
      <w:rFonts w:eastAsia="Times New Roman"/>
      <w:sz w:val="32"/>
      <w:szCs w:val="32"/>
    </w:rPr>
  </w:style>
  <w:style w:type="paragraph" w:customStyle="1" w:styleId="libCenterBold2">
    <w:name w:val="libCenterBold2"/>
    <w:basedOn w:val="libCenterBold1"/>
    <w:rsid w:val="008A5A1E"/>
    <w:rPr>
      <w:sz w:val="28"/>
      <w:szCs w:val="28"/>
    </w:rPr>
  </w:style>
  <w:style w:type="paragraph" w:customStyle="1" w:styleId="libCenter">
    <w:name w:val="libCenter"/>
    <w:basedOn w:val="libCenterBold2"/>
    <w:rsid w:val="00235071"/>
    <w:rPr>
      <w:b w:val="0"/>
      <w:bCs w:val="0"/>
    </w:rPr>
  </w:style>
  <w:style w:type="paragraph" w:customStyle="1" w:styleId="libFootnoteCenter">
    <w:name w:val="libFootnoteCenter"/>
    <w:basedOn w:val="libFootnote"/>
    <w:link w:val="libFootnoteCenterChar"/>
    <w:rsid w:val="00A455D0"/>
    <w:pPr>
      <w:jc w:val="center"/>
    </w:pPr>
    <w:rPr>
      <w:rFonts w:eastAsia="Times New Roman"/>
    </w:rPr>
  </w:style>
  <w:style w:type="character" w:customStyle="1" w:styleId="libFootnoteCenterChar">
    <w:name w:val="libFootnoteCenter Char"/>
    <w:link w:val="libFootnoteCenter"/>
    <w:rsid w:val="00A455D0"/>
    <w:rPr>
      <w:rFonts w:ascii="Mangal" w:eastAsia="Times New Roman" w:hAnsi="Mangal" w:cs="Mangal"/>
      <w:color w:val="000000"/>
      <w:sz w:val="24"/>
      <w:szCs w:val="24"/>
    </w:rPr>
  </w:style>
  <w:style w:type="paragraph" w:customStyle="1" w:styleId="libFootnoteCenterBold">
    <w:name w:val="libFootnoteCenterBold"/>
    <w:basedOn w:val="libFootnoteCenter"/>
    <w:link w:val="libFootnoteCenterBoldChar"/>
    <w:rsid w:val="00A455D0"/>
    <w:rPr>
      <w:b/>
      <w:bCs/>
    </w:rPr>
  </w:style>
  <w:style w:type="character" w:customStyle="1" w:styleId="libFootnoteCenterBoldChar">
    <w:name w:val="libFootnoteCenterBold Char"/>
    <w:link w:val="libFootnoteCenterBold"/>
    <w:rsid w:val="00A455D0"/>
    <w:rPr>
      <w:rFonts w:ascii="Mangal" w:eastAsia="Times New Roman" w:hAnsi="Mangal" w:cs="Mangal"/>
      <w:b/>
      <w:bCs/>
      <w:color w:val="000000"/>
      <w:sz w:val="24"/>
      <w:szCs w:val="24"/>
    </w:rPr>
  </w:style>
  <w:style w:type="paragraph" w:customStyle="1" w:styleId="libFootnoteBold">
    <w:name w:val="libFootnoteBold"/>
    <w:basedOn w:val="libFootnote"/>
    <w:link w:val="libFootnoteBoldChar"/>
    <w:rsid w:val="00A455D0"/>
    <w:rPr>
      <w:b/>
      <w:bCs/>
    </w:rPr>
  </w:style>
  <w:style w:type="character" w:customStyle="1" w:styleId="libFootnoteBoldChar">
    <w:name w:val="libFootnoteBold Char"/>
    <w:link w:val="libFootnoteBold"/>
    <w:rsid w:val="00A455D0"/>
    <w:rPr>
      <w:rFonts w:ascii="Mangal" w:hAnsi="Mangal" w:cs="Mangal"/>
      <w:b/>
      <w:bCs/>
      <w:color w:val="000000"/>
      <w:sz w:val="24"/>
      <w:szCs w:val="24"/>
    </w:rPr>
  </w:style>
  <w:style w:type="paragraph" w:customStyle="1" w:styleId="libFootnoteAie">
    <w:name w:val="libFootnoteAie"/>
    <w:basedOn w:val="libFootnote"/>
    <w:link w:val="libFootnoteAieChar"/>
    <w:rsid w:val="00DD52E9"/>
    <w:rPr>
      <w:rFonts w:cs="Traditional Arabic"/>
      <w:color w:val="008000"/>
      <w:szCs w:val="32"/>
    </w:rPr>
  </w:style>
  <w:style w:type="character" w:customStyle="1" w:styleId="libFootnoteAieChar">
    <w:name w:val="libFootnoteAie Char"/>
    <w:link w:val="libFootnoteAie"/>
    <w:rsid w:val="00DD52E9"/>
    <w:rPr>
      <w:rFonts w:ascii="Mangal" w:hAnsi="Mangal" w:cs="Traditional Arabic"/>
      <w:color w:val="008000"/>
      <w:sz w:val="24"/>
      <w:szCs w:val="32"/>
    </w:rPr>
  </w:style>
  <w:style w:type="paragraph" w:customStyle="1" w:styleId="libFootnoteRight">
    <w:name w:val="libFootnoteRight"/>
    <w:basedOn w:val="libFootnote"/>
    <w:link w:val="libFootnoteRightChar"/>
    <w:rsid w:val="00A455D0"/>
    <w:pPr>
      <w:jc w:val="right"/>
    </w:pPr>
    <w:rPr>
      <w:rFonts w:eastAsia="Times New Roman"/>
    </w:rPr>
  </w:style>
  <w:style w:type="character" w:customStyle="1" w:styleId="libFootnoteRightChar">
    <w:name w:val="libFootnoteRight Char"/>
    <w:link w:val="libFootnoteRight"/>
    <w:rsid w:val="00A455D0"/>
    <w:rPr>
      <w:rFonts w:ascii="Mangal" w:eastAsia="Times New Roman" w:hAnsi="Mangal" w:cs="Mangal"/>
      <w:color w:val="000000"/>
      <w:sz w:val="24"/>
      <w:szCs w:val="24"/>
    </w:rPr>
  </w:style>
  <w:style w:type="paragraph" w:customStyle="1" w:styleId="libFootnoteRightBold">
    <w:name w:val="libFootnoteRightBold"/>
    <w:basedOn w:val="libFootnoteRight"/>
    <w:link w:val="libFootnoteRightBoldChar"/>
    <w:rsid w:val="00A455D0"/>
    <w:rPr>
      <w:b/>
      <w:bCs/>
    </w:rPr>
  </w:style>
  <w:style w:type="character" w:customStyle="1" w:styleId="libFootnoteRightBoldChar">
    <w:name w:val="libFootnoteRightBold Char"/>
    <w:link w:val="libFootnoteRightBold"/>
    <w:rsid w:val="00A455D0"/>
    <w:rPr>
      <w:rFonts w:ascii="Mangal" w:eastAsia="Times New Roman" w:hAnsi="Mangal" w:cs="Mangal"/>
      <w:b/>
      <w:bCs/>
      <w:color w:val="000000"/>
      <w:sz w:val="24"/>
      <w:szCs w:val="24"/>
    </w:rPr>
  </w:style>
  <w:style w:type="paragraph" w:customStyle="1" w:styleId="libRight">
    <w:name w:val="libRight"/>
    <w:basedOn w:val="libNormal"/>
    <w:link w:val="libRightChar"/>
    <w:rsid w:val="00A455D0"/>
    <w:pPr>
      <w:jc w:val="right"/>
    </w:pPr>
  </w:style>
  <w:style w:type="character" w:customStyle="1" w:styleId="libRightChar">
    <w:name w:val="libRight Char"/>
    <w:basedOn w:val="libNormalChar"/>
    <w:link w:val="libRight"/>
    <w:rsid w:val="00A455D0"/>
    <w:rPr>
      <w:rFonts w:ascii="Mangal" w:hAnsi="Mangal" w:cs="Mangal"/>
      <w:color w:val="000000"/>
      <w:sz w:val="28"/>
      <w:szCs w:val="28"/>
    </w:rPr>
  </w:style>
  <w:style w:type="paragraph" w:customStyle="1" w:styleId="libRightBold">
    <w:name w:val="libRightBold"/>
    <w:basedOn w:val="libRight"/>
    <w:link w:val="libRightBoldChar"/>
    <w:rsid w:val="00A455D0"/>
    <w:rPr>
      <w:b/>
      <w:bCs/>
    </w:rPr>
  </w:style>
  <w:style w:type="character" w:customStyle="1" w:styleId="libRightBoldChar">
    <w:name w:val="libRightBold Char"/>
    <w:link w:val="libRightBold"/>
    <w:rsid w:val="00A455D0"/>
    <w:rPr>
      <w:rFonts w:ascii="Mangal" w:hAnsi="Mangal" w:cs="Mangal"/>
      <w:b/>
      <w:bCs/>
      <w:color w:val="000000"/>
      <w:sz w:val="28"/>
      <w:szCs w:val="28"/>
    </w:rPr>
  </w:style>
  <w:style w:type="paragraph" w:customStyle="1" w:styleId="libLine">
    <w:name w:val="libLine"/>
    <w:basedOn w:val="libNormal"/>
    <w:link w:val="libLineChar"/>
    <w:rsid w:val="00A455D0"/>
    <w:pPr>
      <w:ind w:firstLine="0"/>
    </w:pPr>
    <w:rPr>
      <w:rFonts w:eastAsia="Times New Roman"/>
      <w:sz w:val="26"/>
      <w:szCs w:val="26"/>
    </w:rPr>
  </w:style>
  <w:style w:type="character" w:customStyle="1" w:styleId="libLineChar">
    <w:name w:val="libLine Char"/>
    <w:link w:val="libLine"/>
    <w:rsid w:val="00A455D0"/>
    <w:rPr>
      <w:rFonts w:ascii="Mangal" w:eastAsia="Times New Roman" w:hAnsi="Mangal" w:cs="Mangal"/>
      <w:color w:val="000000"/>
      <w:sz w:val="26"/>
      <w:szCs w:val="26"/>
    </w:rPr>
  </w:style>
  <w:style w:type="paragraph" w:customStyle="1" w:styleId="libBoldItalic">
    <w:name w:val="libBoldItalic"/>
    <w:basedOn w:val="libNormal"/>
    <w:link w:val="libBoldItalicChar"/>
    <w:rsid w:val="0028663A"/>
    <w:rPr>
      <w:b/>
      <w:bCs/>
      <w:i/>
      <w:iCs/>
    </w:rPr>
  </w:style>
  <w:style w:type="character" w:customStyle="1" w:styleId="libBoldItalicChar">
    <w:name w:val="libBoldItalic Char"/>
    <w:link w:val="libBoldItalic"/>
    <w:rsid w:val="0028663A"/>
    <w:rPr>
      <w:rFonts w:ascii="Mangal" w:hAnsi="Mangal" w:cs="Mangal"/>
      <w:b/>
      <w:bCs/>
      <w:i/>
      <w:iCs/>
      <w:color w:val="000000"/>
      <w:sz w:val="28"/>
      <w:szCs w:val="28"/>
    </w:rPr>
  </w:style>
  <w:style w:type="paragraph" w:customStyle="1" w:styleId="libFootnoteNum">
    <w:name w:val="libFootnoteNum"/>
    <w:basedOn w:val="libNormal"/>
    <w:link w:val="libFootnoteNumChar"/>
    <w:rsid w:val="00235071"/>
    <w:rPr>
      <w:color w:val="C00000"/>
      <w:sz w:val="24"/>
      <w:szCs w:val="24"/>
      <w:vertAlign w:val="superscript"/>
    </w:rPr>
  </w:style>
  <w:style w:type="character" w:customStyle="1" w:styleId="libFootnoteNumChar">
    <w:name w:val="libFootnoteNum Char"/>
    <w:link w:val="libFootnoteNum"/>
    <w:rsid w:val="00235071"/>
    <w:rPr>
      <w:rFonts w:ascii="Mangal" w:hAnsi="Mangal" w:cs="Mangal"/>
      <w:color w:val="C00000"/>
      <w:sz w:val="24"/>
      <w:szCs w:val="24"/>
      <w:vertAlign w:val="superscript"/>
    </w:rPr>
  </w:style>
  <w:style w:type="paragraph" w:customStyle="1" w:styleId="libAlaem">
    <w:name w:val="libAlaem"/>
    <w:basedOn w:val="libNormal"/>
    <w:link w:val="libAlaemChar"/>
    <w:rsid w:val="00235071"/>
    <w:rPr>
      <w:rFonts w:ascii="Times New Roman" w:hAnsi="Times New Roman"/>
    </w:rPr>
  </w:style>
  <w:style w:type="character" w:customStyle="1" w:styleId="libAlaemChar">
    <w:name w:val="libAlaem Char"/>
    <w:link w:val="libAlaem"/>
    <w:rsid w:val="00235071"/>
    <w:rPr>
      <w:rFonts w:ascii="Times New Roman" w:hAnsi="Times New Roman" w:cs="Times New Roman"/>
      <w:color w:val="000000"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8B7801"/>
    <w:pPr>
      <w:tabs>
        <w:tab w:val="center" w:pos="4513"/>
        <w:tab w:val="right" w:pos="9026"/>
      </w:tabs>
      <w:spacing w:after="0" w:line="240" w:lineRule="auto"/>
    </w:pPr>
    <w:rPr>
      <w:rFonts w:cs="Times New Roman"/>
      <w:sz w:val="22"/>
      <w:szCs w:val="22"/>
    </w:rPr>
  </w:style>
  <w:style w:type="character" w:customStyle="1" w:styleId="HeaderChar">
    <w:name w:val="Header Char"/>
    <w:link w:val="Header"/>
    <w:uiPriority w:val="99"/>
    <w:rsid w:val="008B7801"/>
    <w:rPr>
      <w:rFonts w:ascii="Calibri" w:eastAsia="Calibri" w:hAnsi="Calibri" w:cs="Times New Roman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8B7801"/>
    <w:pPr>
      <w:tabs>
        <w:tab w:val="center" w:pos="4513"/>
        <w:tab w:val="right" w:pos="9026"/>
      </w:tabs>
      <w:spacing w:after="0" w:line="240" w:lineRule="auto"/>
    </w:pPr>
    <w:rPr>
      <w:rFonts w:cs="Times New Roman"/>
      <w:sz w:val="22"/>
      <w:szCs w:val="22"/>
    </w:rPr>
  </w:style>
  <w:style w:type="character" w:customStyle="1" w:styleId="FooterChar">
    <w:name w:val="Footer Char"/>
    <w:link w:val="Footer"/>
    <w:uiPriority w:val="99"/>
    <w:rsid w:val="008B7801"/>
    <w:rPr>
      <w:rFonts w:ascii="Calibri" w:eastAsia="Calibri" w:hAnsi="Calibri" w:cs="Times New Roman"/>
      <w:sz w:val="22"/>
      <w:szCs w:val="22"/>
    </w:rPr>
  </w:style>
  <w:style w:type="character" w:styleId="Hyperlink">
    <w:name w:val="Hyperlink"/>
    <w:uiPriority w:val="99"/>
    <w:rsid w:val="00776659"/>
    <w:rPr>
      <w:rFonts w:ascii="SolaimanLipi" w:hAnsi="SolaimanLipi" w:cs="SolaimanLipi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7385"/>
    <w:pPr>
      <w:spacing w:after="0" w:line="240" w:lineRule="auto"/>
    </w:pPr>
    <w:rPr>
      <w:rFonts w:ascii="Tahoma" w:hAnsi="Tahoma" w:cs="Times New Roman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A7385"/>
    <w:rPr>
      <w:rFonts w:ascii="Tahoma" w:eastAsia="Calibri" w:hAnsi="Tahoma" w:cs="Tahoma"/>
      <w:sz w:val="16"/>
      <w:szCs w:val="16"/>
    </w:rPr>
  </w:style>
  <w:style w:type="paragraph" w:styleId="TOCHeading">
    <w:name w:val="TOC Heading"/>
    <w:basedOn w:val="Heading1"/>
    <w:next w:val="Normal"/>
    <w:uiPriority w:val="39"/>
    <w:unhideWhenUsed/>
    <w:qFormat/>
    <w:rsid w:val="00FD2E0A"/>
    <w:pPr>
      <w:spacing w:before="480" w:line="276" w:lineRule="auto"/>
      <w:ind w:firstLine="0"/>
      <w:jc w:val="left"/>
      <w:outlineLvl w:val="9"/>
    </w:pPr>
    <w:rPr>
      <w:rFonts w:ascii="Cambria" w:hAnsi="Cambria"/>
      <w:color w:val="365F91"/>
      <w:sz w:val="28"/>
      <w:szCs w:val="28"/>
    </w:rPr>
  </w:style>
  <w:style w:type="paragraph" w:styleId="TOC1">
    <w:name w:val="toc 1"/>
    <w:basedOn w:val="libNormal"/>
    <w:next w:val="Normal"/>
    <w:autoRedefine/>
    <w:uiPriority w:val="39"/>
    <w:unhideWhenUsed/>
    <w:qFormat/>
    <w:rsid w:val="00776659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qFormat/>
    <w:rsid w:val="00FD2E0A"/>
    <w:pPr>
      <w:spacing w:after="100"/>
      <w:ind w:left="220"/>
    </w:pPr>
    <w:rPr>
      <w:rFonts w:eastAsia="Times New Roman"/>
      <w:sz w:val="22"/>
      <w:szCs w:val="22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FD2E0A"/>
    <w:pPr>
      <w:spacing w:after="100"/>
      <w:ind w:left="440"/>
    </w:pPr>
    <w:rPr>
      <w:rFonts w:eastAsia="Times New Roman"/>
      <w:sz w:val="22"/>
      <w:szCs w:val="22"/>
    </w:rPr>
  </w:style>
  <w:style w:type="paragraph" w:customStyle="1" w:styleId="libTitr1">
    <w:name w:val="libTitr1"/>
    <w:basedOn w:val="libCenterBold1"/>
    <w:rsid w:val="00776659"/>
    <w:rPr>
      <w:sz w:val="56"/>
      <w:szCs w:val="56"/>
    </w:rPr>
  </w:style>
  <w:style w:type="paragraph" w:styleId="TOC4">
    <w:name w:val="toc 4"/>
    <w:basedOn w:val="Normal"/>
    <w:next w:val="Normal"/>
    <w:autoRedefine/>
    <w:uiPriority w:val="39"/>
    <w:unhideWhenUsed/>
    <w:rsid w:val="006C230E"/>
    <w:pPr>
      <w:spacing w:after="100"/>
      <w:ind w:left="660"/>
    </w:pPr>
    <w:rPr>
      <w:rFonts w:eastAsia="Times New Roman"/>
      <w:sz w:val="22"/>
      <w:szCs w:val="22"/>
    </w:rPr>
  </w:style>
  <w:style w:type="paragraph" w:styleId="TOC5">
    <w:name w:val="toc 5"/>
    <w:basedOn w:val="Normal"/>
    <w:next w:val="Normal"/>
    <w:autoRedefine/>
    <w:uiPriority w:val="39"/>
    <w:unhideWhenUsed/>
    <w:rsid w:val="006C230E"/>
    <w:pPr>
      <w:spacing w:after="100"/>
      <w:ind w:left="880"/>
    </w:pPr>
    <w:rPr>
      <w:rFonts w:eastAsia="Times New Roman"/>
      <w:sz w:val="22"/>
      <w:szCs w:val="22"/>
    </w:rPr>
  </w:style>
  <w:style w:type="paragraph" w:styleId="TOC6">
    <w:name w:val="toc 6"/>
    <w:basedOn w:val="Normal"/>
    <w:next w:val="Normal"/>
    <w:autoRedefine/>
    <w:uiPriority w:val="39"/>
    <w:unhideWhenUsed/>
    <w:rsid w:val="006C230E"/>
    <w:pPr>
      <w:spacing w:after="100"/>
      <w:ind w:left="1100"/>
    </w:pPr>
    <w:rPr>
      <w:rFonts w:eastAsia="Times New Roman"/>
      <w:sz w:val="22"/>
      <w:szCs w:val="22"/>
    </w:rPr>
  </w:style>
  <w:style w:type="paragraph" w:styleId="TOC7">
    <w:name w:val="toc 7"/>
    <w:basedOn w:val="Normal"/>
    <w:next w:val="Normal"/>
    <w:autoRedefine/>
    <w:uiPriority w:val="39"/>
    <w:unhideWhenUsed/>
    <w:rsid w:val="006C230E"/>
    <w:pPr>
      <w:spacing w:after="100"/>
      <w:ind w:left="1320"/>
    </w:pPr>
    <w:rPr>
      <w:rFonts w:eastAsia="Times New Roman"/>
      <w:sz w:val="22"/>
      <w:szCs w:val="22"/>
    </w:rPr>
  </w:style>
  <w:style w:type="paragraph" w:styleId="TOC8">
    <w:name w:val="toc 8"/>
    <w:basedOn w:val="Normal"/>
    <w:next w:val="Normal"/>
    <w:autoRedefine/>
    <w:uiPriority w:val="39"/>
    <w:unhideWhenUsed/>
    <w:rsid w:val="006C230E"/>
    <w:pPr>
      <w:spacing w:after="100"/>
      <w:ind w:left="1540"/>
    </w:pPr>
    <w:rPr>
      <w:rFonts w:eastAsia="Times New Roman"/>
      <w:sz w:val="22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6C230E"/>
    <w:pPr>
      <w:spacing w:after="100"/>
      <w:ind w:left="1760"/>
    </w:pPr>
    <w:rPr>
      <w:rFonts w:eastAsia="Times New Roman"/>
      <w:sz w:val="22"/>
      <w:szCs w:val="22"/>
    </w:rPr>
  </w:style>
  <w:style w:type="paragraph" w:customStyle="1" w:styleId="libNotice">
    <w:name w:val="libNotice"/>
    <w:basedOn w:val="libNormal"/>
    <w:link w:val="libNoticeChar"/>
    <w:qFormat/>
    <w:rsid w:val="006B240B"/>
    <w:rPr>
      <w:color w:val="FF0000"/>
      <w:szCs w:val="32"/>
    </w:rPr>
  </w:style>
  <w:style w:type="character" w:customStyle="1" w:styleId="libNoticeChar">
    <w:name w:val="libNotice Char"/>
    <w:basedOn w:val="libNormalChar"/>
    <w:link w:val="libNotice"/>
    <w:rsid w:val="006B240B"/>
    <w:rPr>
      <w:color w:val="FF0000"/>
      <w:szCs w:val="32"/>
    </w:rPr>
  </w:style>
  <w:style w:type="paragraph" w:customStyle="1" w:styleId="libTitr2">
    <w:name w:val="libTitr2"/>
    <w:basedOn w:val="libTitr1"/>
    <w:rsid w:val="00DD7EF1"/>
    <w:rPr>
      <w:sz w:val="44"/>
      <w:szCs w:val="44"/>
    </w:rPr>
  </w:style>
  <w:style w:type="paragraph" w:customStyle="1" w:styleId="libCenterTitr">
    <w:name w:val="libCenterTitr"/>
    <w:basedOn w:val="libCenterBold1"/>
    <w:rsid w:val="006B240B"/>
    <w:rPr>
      <w:sz w:val="56"/>
      <w:szCs w:val="56"/>
    </w:rPr>
  </w:style>
  <w:style w:type="paragraph" w:customStyle="1" w:styleId="libPoem">
    <w:name w:val="libPoem"/>
    <w:basedOn w:val="libNormal"/>
    <w:qFormat/>
    <w:rsid w:val="006B240B"/>
    <w:pPr>
      <w:jc w:val="center"/>
    </w:pPr>
    <w:rPr>
      <w:lang w:bidi="hi-IN"/>
    </w:rPr>
  </w:style>
  <w:style w:type="paragraph" w:customStyle="1" w:styleId="libcenterbold10">
    <w:name w:val="libcenterbold1"/>
    <w:basedOn w:val="Normal"/>
    <w:rsid w:val="006B24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ibfootnote00">
    <w:name w:val="libfootnote0"/>
    <w:basedOn w:val="Normal"/>
    <w:rsid w:val="006B24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ibnotice0">
    <w:name w:val="libnotice"/>
    <w:basedOn w:val="Normal"/>
    <w:rsid w:val="006B24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aqavi\Desktop\hindi_templ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6BB989-F928-45C7-914E-08DC4C1744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hindi_templet</Template>
  <TotalTime>40</TotalTime>
  <Pages>127</Pages>
  <Words>20681</Words>
  <Characters>117885</Characters>
  <Application>Microsoft Office Word</Application>
  <DocSecurity>0</DocSecurity>
  <Lines>982</Lines>
  <Paragraphs>276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High Defenition</Company>
  <LinksUpToDate>false</LinksUpToDate>
  <CharactersWithSpaces>138290</CharactersWithSpaces>
  <SharedDoc>false</SharedDoc>
  <HLinks>
    <vt:vector size="486" baseType="variant">
      <vt:variant>
        <vt:i4>1245232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_Toc442215770</vt:lpwstr>
      </vt:variant>
      <vt:variant>
        <vt:i4>1179696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_Toc442215769</vt:lpwstr>
      </vt:variant>
      <vt:variant>
        <vt:i4>1179696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_Toc442215768</vt:lpwstr>
      </vt:variant>
      <vt:variant>
        <vt:i4>1179696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_Toc442215767</vt:lpwstr>
      </vt:variant>
      <vt:variant>
        <vt:i4>1179696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_Toc442215766</vt:lpwstr>
      </vt:variant>
      <vt:variant>
        <vt:i4>1179696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_Toc442215765</vt:lpwstr>
      </vt:variant>
      <vt:variant>
        <vt:i4>1179696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_Toc442215764</vt:lpwstr>
      </vt:variant>
      <vt:variant>
        <vt:i4>1179696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_Toc442215763</vt:lpwstr>
      </vt:variant>
      <vt:variant>
        <vt:i4>1179696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_Toc442215762</vt:lpwstr>
      </vt:variant>
      <vt:variant>
        <vt:i4>1179696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_Toc442215761</vt:lpwstr>
      </vt:variant>
      <vt:variant>
        <vt:i4>1179696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_Toc442215760</vt:lpwstr>
      </vt:variant>
      <vt:variant>
        <vt:i4>1114160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_Toc442215759</vt:lpwstr>
      </vt:variant>
      <vt:variant>
        <vt:i4>1114160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_Toc442215758</vt:lpwstr>
      </vt:variant>
      <vt:variant>
        <vt:i4>1114160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_Toc442215757</vt:lpwstr>
      </vt:variant>
      <vt:variant>
        <vt:i4>1114160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_Toc442215756</vt:lpwstr>
      </vt:variant>
      <vt:variant>
        <vt:i4>1114160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_Toc442215755</vt:lpwstr>
      </vt:variant>
      <vt:variant>
        <vt:i4>1114160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_Toc442215754</vt:lpwstr>
      </vt:variant>
      <vt:variant>
        <vt:i4>1114160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_Toc442215753</vt:lpwstr>
      </vt:variant>
      <vt:variant>
        <vt:i4>1114160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_Toc442215752</vt:lpwstr>
      </vt:variant>
      <vt:variant>
        <vt:i4>1114160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_Toc442215751</vt:lpwstr>
      </vt:variant>
      <vt:variant>
        <vt:i4>1114160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_Toc442215750</vt:lpwstr>
      </vt:variant>
      <vt:variant>
        <vt:i4>1048624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_Toc442215749</vt:lpwstr>
      </vt:variant>
      <vt:variant>
        <vt:i4>1048624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_Toc442215748</vt:lpwstr>
      </vt:variant>
      <vt:variant>
        <vt:i4>1048624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_Toc442215747</vt:lpwstr>
      </vt:variant>
      <vt:variant>
        <vt:i4>1048624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_Toc442215746</vt:lpwstr>
      </vt:variant>
      <vt:variant>
        <vt:i4>1048624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_Toc442215745</vt:lpwstr>
      </vt:variant>
      <vt:variant>
        <vt:i4>1048624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_Toc442215744</vt:lpwstr>
      </vt:variant>
      <vt:variant>
        <vt:i4>1048624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_Toc442215743</vt:lpwstr>
      </vt:variant>
      <vt:variant>
        <vt:i4>1048624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_Toc442215742</vt:lpwstr>
      </vt:variant>
      <vt:variant>
        <vt:i4>1048624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_Toc442215741</vt:lpwstr>
      </vt:variant>
      <vt:variant>
        <vt:i4>1048624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_Toc442215740</vt:lpwstr>
      </vt:variant>
      <vt:variant>
        <vt:i4>1507376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_Toc442215739</vt:lpwstr>
      </vt:variant>
      <vt:variant>
        <vt:i4>1507376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_Toc442215738</vt:lpwstr>
      </vt:variant>
      <vt:variant>
        <vt:i4>1507376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_Toc442215737</vt:lpwstr>
      </vt:variant>
      <vt:variant>
        <vt:i4>1507376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_Toc442215736</vt:lpwstr>
      </vt:variant>
      <vt:variant>
        <vt:i4>1507376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_Toc442215735</vt:lpwstr>
      </vt:variant>
      <vt:variant>
        <vt:i4>1507376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_Toc442215734</vt:lpwstr>
      </vt:variant>
      <vt:variant>
        <vt:i4>1507376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_Toc442215733</vt:lpwstr>
      </vt:variant>
      <vt:variant>
        <vt:i4>1507376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_Toc442215732</vt:lpwstr>
      </vt:variant>
      <vt:variant>
        <vt:i4>1507376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_Toc442215731</vt:lpwstr>
      </vt:variant>
      <vt:variant>
        <vt:i4>1507376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_Toc442215730</vt:lpwstr>
      </vt:variant>
      <vt:variant>
        <vt:i4>1441840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_Toc442215729</vt:lpwstr>
      </vt:variant>
      <vt:variant>
        <vt:i4>1441840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_Toc442215728</vt:lpwstr>
      </vt:variant>
      <vt:variant>
        <vt:i4>1441840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_Toc442215727</vt:lpwstr>
      </vt:variant>
      <vt:variant>
        <vt:i4>1441840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_Toc442215726</vt:lpwstr>
      </vt:variant>
      <vt:variant>
        <vt:i4>1441840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_Toc442215725</vt:lpwstr>
      </vt:variant>
      <vt:variant>
        <vt:i4>1441840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_Toc442215724</vt:lpwstr>
      </vt:variant>
      <vt:variant>
        <vt:i4>1441840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_Toc442215723</vt:lpwstr>
      </vt:variant>
      <vt:variant>
        <vt:i4>1441840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_Toc442215722</vt:lpwstr>
      </vt:variant>
      <vt:variant>
        <vt:i4>1441840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_Toc442215721</vt:lpwstr>
      </vt:variant>
      <vt:variant>
        <vt:i4>1441840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_Toc442215720</vt:lpwstr>
      </vt:variant>
      <vt:variant>
        <vt:i4>1376304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_Toc442215719</vt:lpwstr>
      </vt:variant>
      <vt:variant>
        <vt:i4>1376304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_Toc442215718</vt:lpwstr>
      </vt:variant>
      <vt:variant>
        <vt:i4>1376304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_Toc442215717</vt:lpwstr>
      </vt:variant>
      <vt:variant>
        <vt:i4>1376304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_Toc442215716</vt:lpwstr>
      </vt:variant>
      <vt:variant>
        <vt:i4>1376304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_Toc442215715</vt:lpwstr>
      </vt:variant>
      <vt:variant>
        <vt:i4>1376304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_Toc442215714</vt:lpwstr>
      </vt:variant>
      <vt:variant>
        <vt:i4>1376304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_Toc442215713</vt:lpwstr>
      </vt:variant>
      <vt:variant>
        <vt:i4>1376304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_Toc442215712</vt:lpwstr>
      </vt:variant>
      <vt:variant>
        <vt:i4>1376304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_Toc442215711</vt:lpwstr>
      </vt:variant>
      <vt:variant>
        <vt:i4>1376304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_Toc442215710</vt:lpwstr>
      </vt:variant>
      <vt:variant>
        <vt:i4>1310768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_Toc442215709</vt:lpwstr>
      </vt:variant>
      <vt:variant>
        <vt:i4>1310768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_Toc442215708</vt:lpwstr>
      </vt:variant>
      <vt:variant>
        <vt:i4>1310768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_Toc442215707</vt:lpwstr>
      </vt:variant>
      <vt:variant>
        <vt:i4>1310768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_Toc442215706</vt:lpwstr>
      </vt:variant>
      <vt:variant>
        <vt:i4>1310768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_Toc442215705</vt:lpwstr>
      </vt:variant>
      <vt:variant>
        <vt:i4>1310768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_Toc442215704</vt:lpwstr>
      </vt:variant>
      <vt:variant>
        <vt:i4>1310768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_Toc442215703</vt:lpwstr>
      </vt:variant>
      <vt:variant>
        <vt:i4>1310768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_Toc442215702</vt:lpwstr>
      </vt:variant>
      <vt:variant>
        <vt:i4>1310768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_Toc442215701</vt:lpwstr>
      </vt:variant>
      <vt:variant>
        <vt:i4>1310768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_Toc442215700</vt:lpwstr>
      </vt:variant>
      <vt:variant>
        <vt:i4>1900593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_Toc442215699</vt:lpwstr>
      </vt:variant>
      <vt:variant>
        <vt:i4>1900593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_Toc442215698</vt:lpwstr>
      </vt:variant>
      <vt:variant>
        <vt:i4>1900593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_Toc442215697</vt:lpwstr>
      </vt:variant>
      <vt:variant>
        <vt:i4>1900593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_Toc442215696</vt:lpwstr>
      </vt:variant>
      <vt:variant>
        <vt:i4>1900593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_Toc442215695</vt:lpwstr>
      </vt:variant>
      <vt:variant>
        <vt:i4>1900593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_Toc442215694</vt:lpwstr>
      </vt:variant>
      <vt:variant>
        <vt:i4>1900593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_Toc442215693</vt:lpwstr>
      </vt:variant>
      <vt:variant>
        <vt:i4>1900593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_Toc442215692</vt:lpwstr>
      </vt:variant>
      <vt:variant>
        <vt:i4>1900593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_Toc442215691</vt:lpwstr>
      </vt:variant>
      <vt:variant>
        <vt:i4>1900593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_Toc442215690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cp:lastPrinted>2016-11-21T11:54:00Z</cp:lastPrinted>
  <dcterms:created xsi:type="dcterms:W3CDTF">2018-04-28T00:57:00Z</dcterms:created>
  <dcterms:modified xsi:type="dcterms:W3CDTF">2018-04-28T01:38:00Z</dcterms:modified>
</cp:coreProperties>
</file>