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DB" w:rsidRDefault="006C11DB" w:rsidP="006C11DB">
      <w:pPr>
        <w:pStyle w:val="libTitr1"/>
        <w:rPr>
          <w:lang w:bidi="hi-IN"/>
        </w:rPr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</w:p>
    <w:p w:rsidR="006C11DB" w:rsidRDefault="006C11DB" w:rsidP="006C11DB">
      <w:pPr>
        <w:pStyle w:val="libTitr1"/>
        <w:rPr>
          <w:lang w:bidi="hi-IN"/>
        </w:rPr>
      </w:pPr>
      <w:r>
        <w:rPr>
          <w:rFonts w:hint="cs"/>
          <w:cs/>
          <w:lang w:bidi="hi-IN"/>
        </w:rPr>
        <w:t>तर्जुमा तहज़ीबुल इस्लाम</w:t>
      </w:r>
    </w:p>
    <w:p w:rsidR="006C11DB" w:rsidRDefault="006C11DB" w:rsidP="006C11DB">
      <w:pPr>
        <w:pStyle w:val="libTitr2"/>
        <w:rPr>
          <w:lang w:bidi="hi-IN"/>
        </w:rPr>
      </w:pPr>
      <w:r>
        <w:rPr>
          <w:rFonts w:hint="cs"/>
          <w:cs/>
          <w:lang w:bidi="hi-IN"/>
        </w:rPr>
        <w:t>लेखकः अल्लामा मजलिसी</w:t>
      </w:r>
    </w:p>
    <w:p w:rsidR="006C11DB" w:rsidRPr="006C11DB" w:rsidRDefault="006C11DB" w:rsidP="006C11DB">
      <w:pPr>
        <w:pStyle w:val="libTitr2"/>
      </w:pPr>
      <w:r>
        <w:rPr>
          <w:rFonts w:hint="cs"/>
          <w:cs/>
          <w:lang w:bidi="hi-IN"/>
        </w:rPr>
        <w:t>रूपांतरणकर्ताः हैदर मेहदी एम.ए.</w:t>
      </w:r>
    </w:p>
    <w:p w:rsidR="002D2BC1" w:rsidRPr="00C64EB4" w:rsidRDefault="002D2BC1" w:rsidP="006C11DB">
      <w:pPr>
        <w:pStyle w:val="libNormal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 xml:space="preserve">को </w:t>
      </w:r>
      <w:r w:rsidR="00BA3A6E">
        <w:rPr>
          <w:rStyle w:val="libNoticeChar"/>
          <w:rFonts w:hint="cs"/>
          <w:cs/>
          <w:lang w:bidi="hi-IN"/>
        </w:rPr>
        <w:t>सही</w:t>
      </w:r>
      <w:r>
        <w:rPr>
          <w:rStyle w:val="libNoticeChar"/>
          <w:rFonts w:hint="cs"/>
          <w:cs/>
          <w:lang w:bidi="hi-IN"/>
        </w:rPr>
        <w:t xml:space="preserve">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6C11DB" w:rsidRPr="006C11DB" w:rsidRDefault="006C11DB" w:rsidP="006C11DB">
      <w:pPr>
        <w:pStyle w:val="libnotice0"/>
      </w:pPr>
      <w:r w:rsidRPr="006C11DB">
        <w:t>ALHASSANAIN.ORG/HINDI</w:t>
      </w:r>
    </w:p>
    <w:p w:rsidR="006C11DB" w:rsidRPr="006C11DB" w:rsidRDefault="006C11DB">
      <w:pPr>
        <w:spacing w:after="0" w:line="240" w:lineRule="auto"/>
      </w:pPr>
      <w:r w:rsidRPr="006C11DB">
        <w:br w:type="page"/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</w:p>
    <w:p w:rsidR="006C11DB" w:rsidRDefault="006C11DB" w:rsidP="006C11DB">
      <w:pPr>
        <w:pStyle w:val="Heading1"/>
      </w:pPr>
      <w:bookmarkStart w:id="0" w:name="_Toc501041991"/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bookmarkEnd w:id="0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 w:rsidR="00654393"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.)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मसाइद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बावाजूद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पेशरफ्त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उन्हेँ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t>,</w:t>
      </w:r>
      <w:r>
        <w:rPr>
          <w:rFonts w:hint="cs"/>
          <w:cs/>
          <w:lang w:bidi="hi-IN"/>
        </w:rPr>
        <w:t>ख़ुशी</w:t>
      </w:r>
      <w:r>
        <w:t xml:space="preserve">,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इस्कालर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मुतवफ़्फा</w:t>
      </w:r>
      <w:r>
        <w:rPr>
          <w:cs/>
          <w:lang w:bidi="hi-IN"/>
        </w:rPr>
        <w:t xml:space="preserve"> </w:t>
      </w:r>
      <w:r>
        <w:t>1111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हिजरी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libNormal"/>
      </w:pP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मुतावफ़्का</w:t>
      </w:r>
      <w:r>
        <w:rPr>
          <w:cs/>
          <w:lang w:bidi="hi-IN"/>
        </w:rPr>
        <w:t xml:space="preserve"> </w:t>
      </w:r>
      <w:r>
        <w:t>1359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तलख़ीस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तालिमाते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t xml:space="preserve"> </w:t>
      </w:r>
      <w:r>
        <w:rPr>
          <w:rFonts w:hint="cs"/>
          <w:cs/>
          <w:lang w:bidi="hi-IN"/>
        </w:rPr>
        <w:t>करांची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रस्मुलख़त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54393" w:rsidP="006C11DB">
      <w:pPr>
        <w:pStyle w:val="libNormal"/>
      </w:pPr>
      <w:r>
        <w:rPr>
          <w:rFonts w:hint="cs"/>
          <w:cs/>
          <w:lang w:bidi="hi-IN"/>
        </w:rPr>
        <w:t>नाशि</w:t>
      </w:r>
      <w:r w:rsidR="006C11DB">
        <w:rPr>
          <w:rFonts w:hint="cs"/>
          <w:cs/>
          <w:lang w:bidi="hi-IN"/>
        </w:rPr>
        <w:t>र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</w:p>
    <w:p w:rsidR="00654393" w:rsidRDefault="006C11DB" w:rsidP="00654393">
      <w:pPr>
        <w:pStyle w:val="libNormal"/>
        <w:rPr>
          <w:cs/>
          <w:lang w:bidi="hi-IN"/>
        </w:rPr>
      </w:pPr>
      <w:r w:rsidRPr="00654393">
        <w:rPr>
          <w:rFonts w:hint="cs"/>
          <w:cs/>
          <w:lang w:bidi="hi-IN"/>
        </w:rPr>
        <w:t>अब्बास</w:t>
      </w:r>
      <w:r w:rsidRPr="00654393">
        <w:rPr>
          <w:cs/>
          <w:lang w:bidi="hi-IN"/>
        </w:rPr>
        <w:t xml:space="preserve"> </w:t>
      </w:r>
      <w:r w:rsidRPr="00654393">
        <w:rPr>
          <w:rFonts w:hint="cs"/>
          <w:cs/>
          <w:lang w:bidi="hi-IN"/>
        </w:rPr>
        <w:t>बुक</w:t>
      </w:r>
      <w:r w:rsidRPr="00654393">
        <w:rPr>
          <w:cs/>
          <w:lang w:bidi="hi-IN"/>
        </w:rPr>
        <w:t xml:space="preserve"> </w:t>
      </w:r>
      <w:r w:rsidR="00654393" w:rsidRPr="00654393">
        <w:rPr>
          <w:rFonts w:hint="cs"/>
          <w:cs/>
          <w:lang w:bidi="hi-IN"/>
        </w:rPr>
        <w:t>ऐ</w:t>
      </w:r>
      <w:r w:rsidRPr="00654393">
        <w:rPr>
          <w:rFonts w:hint="cs"/>
          <w:cs/>
          <w:lang w:bidi="hi-IN"/>
        </w:rPr>
        <w:t>जन्सी</w:t>
      </w:r>
      <w:r w:rsidRPr="00654393">
        <w:t xml:space="preserve">, </w:t>
      </w:r>
      <w:r w:rsidRPr="00654393">
        <w:rPr>
          <w:rFonts w:hint="cs"/>
          <w:cs/>
          <w:lang w:bidi="hi-IN"/>
        </w:rPr>
        <w:t>लखनऊ</w:t>
      </w:r>
    </w:p>
    <w:p w:rsidR="006C11DB" w:rsidRDefault="006C11DB" w:rsidP="00654393">
      <w:pPr>
        <w:pStyle w:val="libNormal"/>
      </w:pPr>
      <w:r>
        <w:rPr>
          <w:rFonts w:hint="cs"/>
          <w:cs/>
          <w:lang w:bidi="hi-IN"/>
        </w:rPr>
        <w:lastRenderedPageBreak/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अल्हमदो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t xml:space="preserve">, </w:t>
      </w:r>
      <w:r>
        <w:rPr>
          <w:rFonts w:hint="cs"/>
          <w:cs/>
          <w:lang w:bidi="hi-IN"/>
        </w:rPr>
        <w:t>हमदन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नेअमतहू</w:t>
      </w:r>
      <w:r>
        <w:t xml:space="preserve">, </w:t>
      </w:r>
      <w:r>
        <w:rPr>
          <w:rFonts w:hint="cs"/>
          <w:cs/>
          <w:lang w:bidi="hi-IN"/>
        </w:rPr>
        <w:t>वस्सलातो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वस्सलामो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सय्येदे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ख़ल्क़ेही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रिसालतेही</w:t>
      </w:r>
      <w:r>
        <w:t xml:space="preserve">,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सादेक़िल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असफ़ेया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इल्लाहे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अविद्दिदाएही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नुबुव्वते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अहिब्बा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औलियाएही</w:t>
      </w:r>
      <w:r>
        <w:t xml:space="preserve">, </w:t>
      </w:r>
      <w:r>
        <w:rPr>
          <w:rFonts w:hint="cs"/>
          <w:cs/>
          <w:lang w:bidi="hi-IN"/>
        </w:rPr>
        <w:t>असहाबिर्रसूलिल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अबरार</w:t>
      </w:r>
      <w:r>
        <w:t xml:space="preserve">, </w:t>
      </w:r>
      <w:r>
        <w:rPr>
          <w:rFonts w:hint="cs"/>
          <w:cs/>
          <w:lang w:bidi="hi-IN"/>
        </w:rPr>
        <w:t>अद्दुआतिल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अख़्यार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इस्साएरीना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यौमिद्दीन</w:t>
      </w:r>
      <w:r>
        <w:rPr>
          <w:cs/>
          <w:lang w:bidi="hi-IN"/>
        </w:rPr>
        <w:t xml:space="preserve">। </w:t>
      </w:r>
    </w:p>
    <w:p w:rsidR="006C11DB" w:rsidRDefault="006C11DB" w:rsidP="00C60D02">
      <w:pPr>
        <w:pStyle w:val="Heading1"/>
      </w:pPr>
      <w:bookmarkStart w:id="1" w:name="_Toc501041992"/>
      <w:r>
        <w:rPr>
          <w:rFonts w:hint="cs"/>
          <w:cs/>
          <w:lang w:bidi="hi-IN"/>
        </w:rPr>
        <w:t>लिबास</w:t>
      </w:r>
      <w:bookmarkEnd w:id="1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t xml:space="preserve">, </w:t>
      </w:r>
      <w:r>
        <w:rPr>
          <w:rFonts w:hint="cs"/>
          <w:cs/>
          <w:lang w:bidi="hi-IN"/>
        </w:rPr>
        <w:t>रूहानियत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  <w:r>
        <w:t>(</w:t>
      </w:r>
      <w:r>
        <w:rPr>
          <w:rFonts w:hint="cs"/>
          <w:cs/>
          <w:lang w:bidi="hi-IN"/>
        </w:rPr>
        <w:t>सुर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एअराफ़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32)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="00A643F0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आबरूमन्दाना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 w:rsidR="0065439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शायस्तगी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अफ़्सुर्दगी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-</w:t>
      </w:r>
    </w:p>
    <w:p w:rsidR="006C11DB" w:rsidRDefault="006C11DB" w:rsidP="00A643F0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चिराग़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इफ़्लास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फ़ेराख़ी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मलना</w:t>
      </w:r>
      <w:r>
        <w:t xml:space="preserve">, </w:t>
      </w:r>
      <w:r>
        <w:rPr>
          <w:rFonts w:hint="cs"/>
          <w:cs/>
          <w:lang w:bidi="hi-IN"/>
        </w:rPr>
        <w:t>ज़ेहनी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कँघा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बिलख़ुलूस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घमंण्ड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2-</w:t>
      </w:r>
      <w:r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 ((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।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>)</w:t>
      </w:r>
    </w:p>
    <w:p w:rsidR="006C11DB" w:rsidRDefault="006C11DB" w:rsidP="006C11DB">
      <w:pPr>
        <w:pStyle w:val="libNormal"/>
      </w:pPr>
      <w:r>
        <w:t>3-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4-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 ((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>।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>)</w:t>
      </w:r>
    </w:p>
    <w:p w:rsidR="006C11DB" w:rsidRDefault="006C11DB" w:rsidP="006C11DB">
      <w:pPr>
        <w:pStyle w:val="libNormal"/>
      </w:pPr>
      <w:r>
        <w:t>5-</w:t>
      </w:r>
      <w:r>
        <w:tab/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 ((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मुअशिरे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जुलता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इस्तमाल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एअतेमाद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फ़ुक़दान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अग़यार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इन्हेसार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निर्भरता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।))</w:t>
      </w:r>
    </w:p>
    <w:p w:rsidR="006C11DB" w:rsidRDefault="006C11DB" w:rsidP="006C11DB">
      <w:pPr>
        <w:pStyle w:val="libNormal"/>
      </w:pPr>
      <w:r>
        <w:t>6-</w:t>
      </w:r>
      <w:r>
        <w:tab/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क्रमानुसार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सब्ज़</w:t>
      </w:r>
      <w:r>
        <w:t xml:space="preserve">,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t xml:space="preserve">,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7-</w:t>
      </w:r>
      <w:r>
        <w:tab/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8-</w:t>
      </w: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9-</w:t>
      </w:r>
      <w:r>
        <w:tab/>
      </w:r>
      <w:r>
        <w:rPr>
          <w:rFonts w:hint="cs"/>
          <w:cs/>
          <w:lang w:bidi="hi-IN"/>
        </w:rPr>
        <w:t>अमामे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10-</w:t>
      </w:r>
      <w:r>
        <w:tab/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ठुड्डी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गुज़ारना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11-</w:t>
      </w:r>
      <w:r>
        <w:tab/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टोपियाँ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</w:p>
    <w:p w:rsidR="006C11DB" w:rsidRDefault="00654393" w:rsidP="006C11DB">
      <w:pPr>
        <w:pStyle w:val="libNormal"/>
      </w:pPr>
      <w:r>
        <w:t xml:space="preserve"> </w:t>
      </w:r>
      <w:r w:rsidR="006C11DB">
        <w:rPr>
          <w:rFonts w:ascii="Times New Roman" w:hAnsi="Times New Roman" w:cs="Times New Roman"/>
        </w:rPr>
        <w:t>“</w:t>
      </w:r>
      <w:r w:rsidR="006C11DB">
        <w:rPr>
          <w:rFonts w:hint="cs"/>
          <w:cs/>
          <w:lang w:bidi="hi-IN"/>
        </w:rPr>
        <w:t>अल्लाहुम्मस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तुर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औरती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आमिर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रौ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अती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इफ़्फ़ा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फ़ज़ी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वला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तज़अल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लिश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शैताने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फ़ीमा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रज़क़तनी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नसीबवं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वला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लहू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एला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ज़ालेका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वुसूलन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यसनआ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ले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यल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मकाएदा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यो</w:t>
      </w:r>
      <w:r w:rsidR="006C11DB">
        <w:rPr>
          <w:cs/>
          <w:lang w:bidi="hi-IN"/>
        </w:rPr>
        <w:t xml:space="preserve">- </w:t>
      </w:r>
      <w:r w:rsidR="006C11DB">
        <w:rPr>
          <w:rFonts w:hint="cs"/>
          <w:cs/>
          <w:lang w:bidi="hi-IN"/>
        </w:rPr>
        <w:t>हय्ये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जनी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ले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इरतेकाबे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महारेमेका</w:t>
      </w:r>
      <w:r w:rsidR="006C11DB">
        <w:rPr>
          <w:cs/>
          <w:lang w:bidi="hi-IN"/>
        </w:rPr>
        <w:t>।</w:t>
      </w:r>
      <w:r w:rsidR="006C11DB"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परवरदीगार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 xml:space="preserve"> </w:t>
      </w:r>
    </w:p>
    <w:p w:rsidR="006C11DB" w:rsidRDefault="00654393" w:rsidP="006C11DB">
      <w:pPr>
        <w:pStyle w:val="libNormal"/>
      </w:pPr>
      <w:r>
        <w:t xml:space="preserve"> </w:t>
      </w:r>
      <w:r w:rsidR="006C11DB">
        <w:rPr>
          <w:rFonts w:ascii="Times New Roman" w:hAnsi="Times New Roman" w:cs="Times New Roman"/>
        </w:rPr>
        <w:t>“</w:t>
      </w:r>
      <w:r w:rsidR="006C11DB">
        <w:rPr>
          <w:rFonts w:hint="cs"/>
          <w:cs/>
          <w:lang w:bidi="hi-IN"/>
        </w:rPr>
        <w:t>अल्लाहुम्मज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अलहो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सौबा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युमनिंव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तक़वा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तुक़ा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बरकतिन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अल्लाहुम्मर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ज़ुक़नी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फ़ीहे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हुस्ना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इबादतेका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अमा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लल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लेता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अतेका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अदा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अ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शुक्रे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नेअ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मतेका</w:t>
      </w:r>
      <w:r w:rsidR="006C11DB">
        <w:rPr>
          <w:cs/>
          <w:lang w:bidi="hi-IN"/>
        </w:rPr>
        <w:t>-</w:t>
      </w:r>
      <w:r w:rsidR="006C11DB">
        <w:rPr>
          <w:rFonts w:ascii="Times New Roman" w:hAnsi="Times New Roman" w:cs="Times New Roman"/>
        </w:rPr>
        <w:t>“</w:t>
      </w:r>
    </w:p>
    <w:p w:rsidR="006C11DB" w:rsidRDefault="00654393" w:rsidP="006C11DB">
      <w:pPr>
        <w:pStyle w:val="libNormal"/>
      </w:pPr>
      <w:r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अल्हम्दो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लिल्लाहिल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लज़ी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कसानी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उवारी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बेही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औरती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अता</w:t>
      </w:r>
      <w:r w:rsidR="006C11DB">
        <w:rPr>
          <w:cs/>
          <w:lang w:bidi="hi-IN"/>
        </w:rPr>
        <w:t>-</w:t>
      </w:r>
      <w:r w:rsidR="006C11DB">
        <w:rPr>
          <w:rFonts w:hint="cs"/>
          <w:cs/>
          <w:lang w:bidi="hi-IN"/>
        </w:rPr>
        <w:t>जम्मलो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बेही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फ़िन्नासे</w:t>
      </w:r>
      <w:r w:rsidR="006C11DB">
        <w:rPr>
          <w:cs/>
          <w:lang w:bidi="hi-IN"/>
        </w:rPr>
        <w:t>-</w:t>
      </w:r>
      <w:r w:rsidR="006C11DB">
        <w:rPr>
          <w:rFonts w:ascii="Times New Roman" w:hAnsi="Times New Roman" w:cs="Times New Roman"/>
        </w:rPr>
        <w:t>“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t xml:space="preserve">,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लाऊँ</w:t>
      </w:r>
      <w:r>
        <w:t xml:space="preserve">,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ढ़ाँपता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  <w:r>
        <w:rPr>
          <w:rFonts w:hint="eastAsia"/>
        </w:rPr>
        <w:t>“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कहेः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  <w:r>
        <w:rPr>
          <w:rFonts w:hint="eastAsia"/>
        </w:rPr>
        <w:t>“</w:t>
      </w:r>
    </w:p>
    <w:p w:rsidR="006C11DB" w:rsidRDefault="006C11DB" w:rsidP="006C11DB">
      <w:pPr>
        <w:pStyle w:val="libNormal"/>
      </w:pPr>
      <w:r>
        <w:t>12-</w:t>
      </w:r>
      <w:r>
        <w:tab/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t>13-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बिस्मिल्लाह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14-</w:t>
      </w:r>
      <w:r>
        <w:tab/>
      </w:r>
      <w:r>
        <w:rPr>
          <w:rFonts w:hint="cs"/>
          <w:cs/>
          <w:lang w:bidi="hi-IN"/>
        </w:rPr>
        <w:t>कपडे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फेकें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15-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16-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>। ((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>)</w:t>
      </w:r>
    </w:p>
    <w:p w:rsidR="006C11DB" w:rsidRDefault="006C11DB" w:rsidP="006C11DB">
      <w:pPr>
        <w:pStyle w:val="libNormal"/>
      </w:pPr>
      <w:r>
        <w:t>17-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जूतों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छुए</w:t>
      </w:r>
      <w:r>
        <w:rPr>
          <w:cs/>
          <w:lang w:bidi="hi-IN"/>
        </w:rPr>
        <w:t>। ((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lastRenderedPageBreak/>
        <w:t>18-</w:t>
      </w:r>
      <w:r>
        <w:tab/>
      </w:r>
      <w:r>
        <w:rPr>
          <w:rFonts w:hint="cs"/>
          <w:cs/>
          <w:lang w:bidi="hi-IN"/>
        </w:rPr>
        <w:t>जूतों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19-</w:t>
      </w:r>
      <w:r>
        <w:tab/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20-</w:t>
      </w:r>
      <w:r>
        <w:tab/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फ़िद्दुनिया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सब्बितहुमा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तज़िल्लो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अक़दाम</w:t>
      </w:r>
      <w:r>
        <w:rPr>
          <w:cs/>
          <w:lang w:bidi="hi-IN"/>
        </w:rPr>
        <w:t xml:space="preserve">। </w:t>
      </w:r>
      <w:r>
        <w:rPr>
          <w:rFonts w:ascii="Times New Roman" w:hAnsi="Times New Roman" w:cs="Times New Roman"/>
        </w:rPr>
        <w:t>“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</w:t>
      </w:r>
      <w:r w:rsidR="0065439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 w:rsidR="00C60D02">
        <w:rPr>
          <w:rFonts w:hint="cs"/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गिरेंगे</w:t>
      </w:r>
      <w:r>
        <w:rPr>
          <w:cs/>
          <w:lang w:bidi="hi-IN"/>
        </w:rPr>
        <w:t>।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t>21-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 w:rsidR="0065439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रज़क़नी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सब्बितहुमा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सिरातेकस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सविय्ये</w:t>
      </w:r>
      <w:r>
        <w:t>,</w:t>
      </w:r>
      <w:r w:rsidR="00654393">
        <w:t xml:space="preserve"> 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पावँ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 w:rsidR="00C60D02">
        <w:rPr>
          <w:rFonts w:hint="cs"/>
          <w:cs/>
          <w:lang w:bidi="hi-IN"/>
        </w:rPr>
        <w:t>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>-</w:t>
      </w:r>
      <w:r w:rsidR="00C60D02">
        <w:rPr>
          <w:rFonts w:hint="cs"/>
          <w:cs/>
          <w:lang w:bidi="hi-IN"/>
        </w:rPr>
        <w:t>उध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रपटने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>।</w:t>
      </w:r>
      <w:r>
        <w:rPr>
          <w:rFonts w:hint="eastAsia"/>
        </w:rPr>
        <w:t>”</w:t>
      </w:r>
      <w:r>
        <w:t xml:space="preserve"> </w:t>
      </w:r>
    </w:p>
    <w:p w:rsidR="006C11DB" w:rsidRDefault="006C11DB" w:rsidP="006C11DB">
      <w:pPr>
        <w:pStyle w:val="libNormal"/>
      </w:pPr>
    </w:p>
    <w:p w:rsidR="006C11DB" w:rsidRDefault="006C11DB" w:rsidP="00C60D02">
      <w:pPr>
        <w:pStyle w:val="Heading1"/>
      </w:pPr>
      <w:bookmarkStart w:id="2" w:name="_Toc501041993"/>
      <w:r>
        <w:rPr>
          <w:rFonts w:hint="cs"/>
          <w:cs/>
          <w:lang w:bidi="hi-IN"/>
        </w:rPr>
        <w:t>अरायशे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bookmarkEnd w:id="2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आरायशे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सिंघार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सिंघार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2-</w:t>
      </w:r>
      <w:r>
        <w:tab/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 w:rsidR="00654393"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सव्विमनी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सीमाइल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वख़तिमली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आक़ेबती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t xml:space="preserve">, 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t xml:space="preserve">,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lastRenderedPageBreak/>
        <w:t>3-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मुनदर्जा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जायेः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माशाल्लाहो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अस्तग़फ़ेरूल्लाहा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t>4-</w:t>
      </w:r>
      <w:r>
        <w:tab/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5-</w:t>
      </w:r>
      <w: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t xml:space="preserve">,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t>6-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t xml:space="preserve">,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7-</w:t>
      </w:r>
      <w:r>
        <w:tab/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 w:rsidR="00654393"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8-</w:t>
      </w:r>
      <w:r>
        <w:tab/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नव्विर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अर्शिदनी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सबीलिर्रशादे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नव्विर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आख़ेरती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54393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6C11DB">
        <w:rPr>
          <w:rFonts w:hint="cs"/>
          <w:cs/>
          <w:lang w:bidi="hi-IN"/>
        </w:rPr>
        <w:t>या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अल्लाह</w:t>
      </w:r>
      <w:r w:rsidR="006C11DB">
        <w:rPr>
          <w:cs/>
          <w:lang w:bidi="hi-IN"/>
        </w:rPr>
        <w:t xml:space="preserve"> ! </w:t>
      </w:r>
      <w:r w:rsidR="006C11DB">
        <w:rPr>
          <w:rFonts w:hint="cs"/>
          <w:cs/>
          <w:lang w:bidi="hi-IN"/>
        </w:rPr>
        <w:t>मेरी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आँखें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रोशन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</w:t>
      </w:r>
      <w:r w:rsidR="006C11DB">
        <w:t xml:space="preserve">, </w:t>
      </w:r>
      <w:r w:rsidR="006C11DB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ऎसी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रौशनी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अता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फ़रमा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तेरे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अद्ल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देख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सकूँ</w:t>
      </w:r>
      <w:r w:rsidR="006C11DB">
        <w:t xml:space="preserve">, </w:t>
      </w:r>
      <w:r w:rsidR="006C11DB">
        <w:rPr>
          <w:rFonts w:hint="cs"/>
          <w:cs/>
          <w:lang w:bidi="hi-IN"/>
        </w:rPr>
        <w:t>तू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मुझे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सीधे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रास्ते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रख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मुझे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नेकी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राह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चलने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शऊर</w:t>
      </w:r>
      <w:r w:rsidR="006C11DB">
        <w:rPr>
          <w:cs/>
          <w:lang w:bidi="hi-IN"/>
        </w:rPr>
        <w:t xml:space="preserve"> (</w:t>
      </w:r>
      <w:r w:rsidR="006C11DB">
        <w:rPr>
          <w:rFonts w:hint="cs"/>
          <w:cs/>
          <w:lang w:bidi="hi-IN"/>
        </w:rPr>
        <w:t>अक़्ल</w:t>
      </w:r>
      <w:r w:rsidR="006C11DB">
        <w:rPr>
          <w:cs/>
          <w:lang w:bidi="hi-IN"/>
        </w:rPr>
        <w:t xml:space="preserve">) </w:t>
      </w:r>
      <w:r w:rsidR="006C11DB">
        <w:rPr>
          <w:rFonts w:hint="cs"/>
          <w:cs/>
          <w:lang w:bidi="hi-IN"/>
        </w:rPr>
        <w:t>बख़्श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दे</w:t>
      </w:r>
      <w:r w:rsidR="006C11DB"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9-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फ़हस्सिन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ख़ुलुक़ी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रिज़्क़ी</w:t>
      </w:r>
      <w:r>
        <w:t>,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ख़ुर्द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>)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मशरूबात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क़ुर्आने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। </w:t>
      </w:r>
      <w:r>
        <w:t>13(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बक़रा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132)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t xml:space="preserve">, </w:t>
      </w:r>
      <w:r>
        <w:rPr>
          <w:rFonts w:hint="cs"/>
          <w:cs/>
          <w:lang w:bidi="hi-IN"/>
        </w:rPr>
        <w:t>साफ़</w:t>
      </w:r>
      <w:r>
        <w:t xml:space="preserve">, </w:t>
      </w:r>
      <w:r>
        <w:rPr>
          <w:rFonts w:hint="cs"/>
          <w:cs/>
          <w:lang w:bidi="hi-IN"/>
        </w:rPr>
        <w:t>लज़ीज़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>-</w:t>
      </w:r>
    </w:p>
    <w:p w:rsidR="006C11DB" w:rsidRDefault="00654393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6C11DB">
        <w:rPr>
          <w:rFonts w:hint="cs"/>
          <w:cs/>
          <w:lang w:bidi="hi-IN"/>
        </w:rPr>
        <w:t>ख़ुद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लज़ीज़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खाने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खाना</w:t>
      </w:r>
      <w:r w:rsidR="006C11DB">
        <w:t xml:space="preserve">, </w:t>
      </w:r>
      <w:r w:rsidR="006C11DB">
        <w:rPr>
          <w:rFonts w:hint="cs"/>
          <w:cs/>
          <w:lang w:bidi="hi-IN"/>
        </w:rPr>
        <w:t>दूसरों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खिलाना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यह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कोशिश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ख़ालिस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पाक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हों</w:t>
      </w:r>
      <w:r w:rsidR="006C11DB">
        <w:rPr>
          <w:cs/>
          <w:lang w:bidi="hi-IN"/>
        </w:rPr>
        <w:t xml:space="preserve">- </w:t>
      </w:r>
      <w:r w:rsidR="006C11DB">
        <w:rPr>
          <w:rFonts w:hint="cs"/>
          <w:cs/>
          <w:lang w:bidi="hi-IN"/>
        </w:rPr>
        <w:t>यह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एक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बड़ी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अच्छी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बात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है</w:t>
      </w:r>
      <w:r w:rsidR="006C11DB"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2-</w:t>
      </w:r>
      <w:r>
        <w:tab/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3-</w:t>
      </w:r>
      <w:r>
        <w:tab/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4-</w:t>
      </w:r>
      <w:r>
        <w:tab/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5-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6-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7-</w:t>
      </w:r>
      <w:r>
        <w:tab/>
      </w:r>
      <w:r>
        <w:rPr>
          <w:rFonts w:hint="cs"/>
          <w:cs/>
          <w:lang w:bidi="hi-IN"/>
        </w:rPr>
        <w:t>नाश्ते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8-</w:t>
      </w:r>
      <w:r>
        <w:tab/>
      </w:r>
      <w:r>
        <w:rPr>
          <w:rFonts w:hint="cs"/>
          <w:cs/>
          <w:lang w:bidi="hi-IN"/>
        </w:rPr>
        <w:t>नाश्ता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9-</w:t>
      </w:r>
      <w:r>
        <w:tab/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10-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बिस्मिल्लाह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11-</w:t>
      </w:r>
      <w:r>
        <w:tab/>
        <w:t>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12-</w:t>
      </w:r>
      <w:r>
        <w:tab/>
      </w:r>
      <w:r>
        <w:rPr>
          <w:rFonts w:hint="cs"/>
          <w:cs/>
          <w:lang w:bidi="hi-IN"/>
        </w:rPr>
        <w:t>नौकरों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13-</w:t>
      </w:r>
      <w:r>
        <w:tab/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14-</w:t>
      </w:r>
      <w:r>
        <w:tab/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15-</w:t>
      </w: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ममनूअ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16-</w:t>
      </w:r>
      <w: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17-</w:t>
      </w:r>
      <w:r>
        <w:tab/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18-</w:t>
      </w:r>
      <w:r>
        <w:tab/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lastRenderedPageBreak/>
        <w:t>19-</w:t>
      </w:r>
      <w:r>
        <w:tab/>
      </w:r>
      <w:r>
        <w:rPr>
          <w:rFonts w:hint="cs"/>
          <w:cs/>
          <w:lang w:bidi="hi-IN"/>
        </w:rPr>
        <w:t>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हुरमती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54393" w:rsidP="006C11DB">
      <w:pPr>
        <w:pStyle w:val="libNormal"/>
      </w:pPr>
      <w:r>
        <w:t>20-</w:t>
      </w:r>
      <w:r w:rsidR="006C11DB">
        <w:rPr>
          <w:rFonts w:hint="cs"/>
          <w:cs/>
          <w:lang w:bidi="hi-IN"/>
        </w:rPr>
        <w:t>जब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खाना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दस्तरख़ान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आ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जाये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बिना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देर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किये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हुए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खायें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मजीद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किसी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चीज़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इन्तेज़ार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करें</w:t>
      </w:r>
      <w:r w:rsidR="006C11DB"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21-</w:t>
      </w:r>
      <w:r>
        <w:tab/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सूँघे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22-</w:t>
      </w:r>
      <w:r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23-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उठायें</w:t>
      </w:r>
      <w:r>
        <w:rPr>
          <w:cs/>
          <w:lang w:bidi="hi-IN"/>
        </w:rPr>
        <w:t>।</w:t>
      </w:r>
    </w:p>
    <w:p w:rsidR="006C11DB" w:rsidRDefault="006C11DB" w:rsidP="00654393">
      <w:pPr>
        <w:pStyle w:val="libNormal"/>
      </w:pPr>
      <w:r>
        <w:t>24-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चबाकर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25-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26-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तकल्लुफ़ात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27-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28-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>।</w:t>
      </w:r>
    </w:p>
    <w:p w:rsidR="006C11DB" w:rsidRDefault="006C11DB" w:rsidP="00654393">
      <w:pPr>
        <w:pStyle w:val="libNormal"/>
      </w:pPr>
      <w:r>
        <w:t>29-</w:t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lastRenderedPageBreak/>
        <w:t>30-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t>31-</w:t>
      </w:r>
      <w:r>
        <w:tab/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32-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33-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। </w:t>
      </w:r>
    </w:p>
    <w:p w:rsidR="006C11DB" w:rsidRDefault="006C11DB" w:rsidP="00654393">
      <w:pPr>
        <w:pStyle w:val="libNormal"/>
      </w:pPr>
      <w:r>
        <w:t>34-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मुफ़ज़्ज़ल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>)</w:t>
      </w:r>
      <w:r w:rsidR="0065439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पपोटों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t>14</w:t>
      </w:r>
    </w:p>
    <w:p w:rsidR="006C11DB" w:rsidRDefault="006C11DB" w:rsidP="00654393">
      <w:pPr>
        <w:pStyle w:val="libNormal"/>
      </w:pPr>
      <w:r>
        <w:t>35-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  <w:r>
        <w:t>(1)</w:t>
      </w:r>
      <w:r>
        <w:tab/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(</w:t>
      </w:r>
      <w:r>
        <w:t xml:space="preserve">4)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(</w:t>
      </w:r>
      <w:r>
        <w:t xml:space="preserve">5)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लौटना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libNormal"/>
      </w:pPr>
      <w:r>
        <w:t>36-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</w:p>
    <w:p w:rsidR="006C11DB" w:rsidRDefault="006C11DB" w:rsidP="006C11DB">
      <w:pPr>
        <w:pStyle w:val="libNormal"/>
      </w:pPr>
    </w:p>
    <w:p w:rsidR="006C11DB" w:rsidRDefault="006C11DB" w:rsidP="00654393">
      <w:pPr>
        <w:pStyle w:val="Heading1"/>
      </w:pPr>
      <w:bookmarkStart w:id="3" w:name="_Toc501041994"/>
      <w:r>
        <w:rPr>
          <w:rFonts w:hint="cs"/>
          <w:cs/>
          <w:lang w:bidi="hi-IN"/>
        </w:rPr>
        <w:t>खुद्दारी</w:t>
      </w:r>
      <w:bookmarkEnd w:id="3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कंजूस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</w:p>
    <w:p w:rsidR="006C11DB" w:rsidRDefault="006C11DB" w:rsidP="006C11DB">
      <w:pPr>
        <w:pStyle w:val="libNormal"/>
      </w:pPr>
      <w:r>
        <w:lastRenderedPageBreak/>
        <w:t xml:space="preserve"> (5)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राज़दाराना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इक़्दार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बैठे।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नदों।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करले।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Heading1"/>
      </w:pPr>
      <w:r>
        <w:lastRenderedPageBreak/>
        <w:tab/>
      </w:r>
      <w:bookmarkStart w:id="4" w:name="_Toc501041995"/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bookmarkEnd w:id="4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ठऩडा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वअसहाबेही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लानतुललहे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अलाक़ातेलीहे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आदाएही</w:t>
      </w:r>
      <w:r>
        <w:t>,,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ज़मज़म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ज़मज़म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कुँआ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.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फ़ुरात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(4)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मशरूब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पीचुकें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कहें।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</w:p>
    <w:p w:rsidR="006C11DB" w:rsidRDefault="006C11DB" w:rsidP="00654393">
      <w:pPr>
        <w:pStyle w:val="Heading1"/>
      </w:pPr>
      <w:bookmarkStart w:id="5" w:name="_Toc501041996"/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तज़वीज</w:t>
      </w:r>
      <w:bookmarkEnd w:id="5"/>
      <w:r>
        <w:rPr>
          <w:cs/>
          <w:lang w:bidi="hi-IN"/>
        </w:rPr>
        <w:t xml:space="preserve"> </w:t>
      </w:r>
    </w:p>
    <w:p w:rsidR="006C11DB" w:rsidRDefault="006C11DB" w:rsidP="00654393">
      <w:pPr>
        <w:pStyle w:val="libNormal"/>
      </w:pP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</w:t>
      </w:r>
      <w:r>
        <w:rPr>
          <w:rFonts w:hint="cs"/>
          <w:cs/>
          <w:lang w:bidi="hi-IN"/>
        </w:rPr>
        <w:t>पत्नि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चुनाव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मुआशेरती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केमांले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</w:t>
      </w:r>
      <w:r w:rsidR="00654393"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शेनास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 w:rsidR="00654393">
        <w:rPr>
          <w:rFonts w:hint="cs"/>
          <w:cs/>
          <w:lang w:bidi="hi-IN"/>
        </w:rPr>
        <w:t>ो</w:t>
      </w:r>
      <w:r>
        <w:rPr>
          <w:rFonts w:hint="cs"/>
          <w:cs/>
          <w:lang w:bidi="hi-IN"/>
        </w:rPr>
        <w:t>ओं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</w:t>
      </w:r>
      <w:r w:rsidR="00654393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याइयों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.</w:t>
      </w:r>
    </w:p>
    <w:p w:rsidR="006C11DB" w:rsidRDefault="006C11DB" w:rsidP="00654393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 (</w:t>
      </w:r>
      <w:r>
        <w:t xml:space="preserve">1)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 w:rsidR="00654393">
        <w:rPr>
          <w:rFonts w:hint="cs"/>
          <w:cs/>
          <w:lang w:bidi="hi-IN"/>
        </w:rPr>
        <w:t xml:space="preserve">(2)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654393">
        <w:rPr>
          <w:rFonts w:hint="cs"/>
          <w:cs/>
          <w:lang w:bidi="hi-IN"/>
        </w:rPr>
        <w:t>ठं</w:t>
      </w:r>
      <w:r>
        <w:rPr>
          <w:rFonts w:hint="cs"/>
          <w:cs/>
          <w:lang w:bidi="hi-IN"/>
        </w:rPr>
        <w:t>डक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सलासतन</w:t>
      </w:r>
      <w:r>
        <w:rPr>
          <w:cs/>
          <w:lang w:bidi="hi-IN"/>
        </w:rPr>
        <w:t xml:space="preserve"> (</w:t>
      </w:r>
      <w:r>
        <w:t xml:space="preserve">1.) 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तय्येबा</w:t>
      </w:r>
      <w:r>
        <w:rPr>
          <w:cs/>
          <w:lang w:bidi="hi-IN"/>
        </w:rPr>
        <w:t xml:space="preserve"> (</w:t>
      </w:r>
      <w:r>
        <w:t xml:space="preserve">2.) </w:t>
      </w:r>
      <w:r>
        <w:rPr>
          <w:rFonts w:hint="cs"/>
          <w:cs/>
          <w:lang w:bidi="hi-IN"/>
        </w:rPr>
        <w:t>वन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निसाआ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ऐनी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सालाता</w:t>
      </w:r>
      <w:r>
        <w:t>,</w:t>
      </w:r>
    </w:p>
    <w:p w:rsidR="006C11DB" w:rsidRDefault="006C11DB" w:rsidP="00654393">
      <w:pPr>
        <w:pStyle w:val="Heading1"/>
      </w:pPr>
      <w:bookmarkStart w:id="6" w:name="_Toc501041997"/>
      <w:r>
        <w:rPr>
          <w:rFonts w:hint="cs"/>
          <w:cs/>
          <w:lang w:bidi="hi-IN"/>
        </w:rPr>
        <w:t>कुंबा</w:t>
      </w:r>
      <w:bookmarkEnd w:id="6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>.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.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इल्लल्लाह</w:t>
      </w:r>
      <w:r>
        <w:t xml:space="preserve">, 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>.</w:t>
      </w:r>
    </w:p>
    <w:p w:rsidR="006C11DB" w:rsidRDefault="006C11DB" w:rsidP="006C11DB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जो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</w:t>
      </w:r>
      <w:r w:rsidR="00C60D02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महफूझ़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C60D02">
        <w:rPr>
          <w:rFonts w:hint="cs"/>
          <w:cs/>
          <w:lang w:bidi="hi-IN"/>
        </w:rPr>
        <w:t>सलाहिय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आजिज़ी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फ़रमांबर</w:t>
      </w:r>
      <w:r>
        <w:rPr>
          <w:cs/>
          <w:lang w:bidi="hi-IN"/>
        </w:rPr>
        <w:t xml:space="preserve"> (</w:t>
      </w:r>
      <w:r w:rsidR="00C60D02"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ओरीदो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ज़व्वजा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क़द्रदिर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लीमिनन्रनिसाये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इफ़्फ़ा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अहफ़ज़ाहुन्ना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रिज़क़व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</w:t>
      </w:r>
      <w:r>
        <w:rPr>
          <w:cs/>
          <w:lang w:bidi="hi-IN"/>
        </w:rPr>
        <w:t>.-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तययेबन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मौती</w:t>
      </w:r>
      <w:r>
        <w:t xml:space="preserve">, ,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फ़अमा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वहमेरी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 ,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मर्वी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 .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नेअमतेही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इख़्लासलन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वहदानिय्यतेही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बरिय्यतेही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असफ़ेयाए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रतेही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. . </w:t>
      </w:r>
      <w:r>
        <w:rPr>
          <w:rFonts w:hint="cs"/>
          <w:cs/>
          <w:lang w:bidi="hi-IN"/>
        </w:rPr>
        <w:t>फ़कद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अग़नाहुम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सब्हानहु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वअनकेहुल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वस्सालेहीना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मिनइबादेकुम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एमाएकुम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इंययकूनू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युग़ने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हेमुल्लाहो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वासेउन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32)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मों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गुज़ीदा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. 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405245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 w:rsidR="00C60D02">
        <w:rPr>
          <w:rFonts w:hint="cs"/>
          <w:cs/>
          <w:lang w:bidi="hi-IN"/>
        </w:rPr>
        <w:t>कुवाँरे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 w:rsidR="00C60D02">
        <w:rPr>
          <w:rFonts w:hint="cs"/>
          <w:cs/>
          <w:lang w:bidi="hi-IN"/>
        </w:rPr>
        <w:t>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नेकूकार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लोंडियों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</w:t>
      </w:r>
      <w:r w:rsidR="00405245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)।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जुफ़्फ़ाफ़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हमबिस्तरी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जुक़नी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उलफ़ता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वुद्रदह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वरेज़ाहा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ज़ेनी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अहसनिज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तेमाइंव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अयसरेअ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हिब्बुल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t xml:space="preserve">,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कीमोहब्बत</w:t>
      </w:r>
      <w:r>
        <w:t xml:space="preserve">, </w:t>
      </w:r>
      <w:r>
        <w:rPr>
          <w:rFonts w:hint="cs"/>
          <w:cs/>
          <w:lang w:bidi="hi-IN"/>
        </w:rPr>
        <w:t>उल्फ़त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ख़्याली</w:t>
      </w:r>
      <w:r>
        <w:t xml:space="preserve">, </w:t>
      </w:r>
      <w:r>
        <w:rPr>
          <w:rFonts w:hint="cs"/>
          <w:cs/>
          <w:lang w:bidi="hi-IN"/>
        </w:rPr>
        <w:t>यगानेगत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मुनदर्जा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मुजामेंअत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बिस्तरी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बर्हना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नंगा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)। </w:t>
      </w:r>
    </w:p>
    <w:p w:rsidR="006C11DB" w:rsidRDefault="006C11DB" w:rsidP="006C11DB">
      <w:pPr>
        <w:pStyle w:val="libNormal"/>
      </w:pPr>
      <w:r>
        <w:t>6.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7.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ग़</w:t>
      </w:r>
      <w:r w:rsidR="00654393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रूबे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</w:p>
    <w:p w:rsidR="006C11DB" w:rsidRDefault="006C11DB" w:rsidP="006C11DB">
      <w:pPr>
        <w:pStyle w:val="libNormal"/>
      </w:pPr>
      <w:r>
        <w:t>8.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9. (15) </w:t>
      </w:r>
      <w:r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>10.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ईदुल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फ़ित्र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रात।</w:t>
      </w:r>
    </w:p>
    <w:p w:rsidR="006C11DB" w:rsidRDefault="006C11DB" w:rsidP="006C11DB">
      <w:pPr>
        <w:pStyle w:val="libNormal"/>
      </w:pPr>
      <w:r>
        <w:t>11.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12.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13.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14.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नीचे।</w:t>
      </w:r>
    </w:p>
    <w:p w:rsidR="006C11DB" w:rsidRDefault="006C11DB" w:rsidP="006C11DB">
      <w:pPr>
        <w:pStyle w:val="libNormal"/>
      </w:pPr>
      <w:r>
        <w:t>15.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654393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16.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नीचे।</w:t>
      </w:r>
    </w:p>
    <w:p w:rsidR="006C11DB" w:rsidRDefault="006C11DB" w:rsidP="006C11DB">
      <w:pPr>
        <w:pStyle w:val="libNormal"/>
      </w:pPr>
      <w:r>
        <w:t xml:space="preserve">17.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18.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19. </w:t>
      </w:r>
      <w:r>
        <w:rPr>
          <w:rFonts w:hint="cs"/>
          <w:cs/>
          <w:lang w:bidi="hi-IN"/>
        </w:rPr>
        <w:t>जब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>20.</w:t>
      </w:r>
      <w:r w:rsidR="0065439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मुजामेअत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405245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सोमवार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 w:rsidR="00405245">
        <w:rPr>
          <w:rFonts w:hint="cs"/>
          <w:cs/>
          <w:lang w:bidi="hi-IN"/>
        </w:rPr>
        <w:t>,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 w:rsidR="00405245">
        <w:rPr>
          <w:rFonts w:hint="cs"/>
          <w:cs/>
          <w:lang w:bidi="hi-IN"/>
        </w:rPr>
        <w:t>,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 w:rsidR="00405245">
        <w:rPr>
          <w:rFonts w:hint="cs"/>
          <w:cs/>
          <w:lang w:bidi="hi-IN"/>
        </w:rPr>
        <w:t>,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405245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जामेअत</w:t>
      </w:r>
      <w:r>
        <w:rPr>
          <w:cs/>
          <w:lang w:bidi="hi-IN"/>
        </w:rPr>
        <w:t xml:space="preserve"> </w:t>
      </w:r>
      <w:r w:rsidR="00405245">
        <w:rPr>
          <w:rFonts w:hint="cs"/>
          <w:cs/>
          <w:lang w:bidi="hi-IN"/>
        </w:rPr>
        <w:t xml:space="preserve">(सेक्स)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</w:t>
      </w:r>
      <w:r w:rsidR="00405245">
        <w:rPr>
          <w:rFonts w:hint="cs"/>
          <w:cs/>
          <w:lang w:bidi="hi-IN"/>
        </w:rPr>
        <w:t>मुताअय्य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अदायगी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मतभेदों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Heading1"/>
      </w:pPr>
      <w:bookmarkStart w:id="7" w:name="_Toc501041998"/>
      <w:r>
        <w:rPr>
          <w:rFonts w:hint="cs"/>
          <w:cs/>
          <w:lang w:bidi="hi-IN"/>
        </w:rPr>
        <w:lastRenderedPageBreak/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पत्नि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>)</w:t>
      </w:r>
      <w:bookmarkEnd w:id="7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...</w:t>
      </w:r>
    </w:p>
    <w:p w:rsidR="006C11DB" w:rsidRDefault="006C11DB" w:rsidP="006C11DB">
      <w:pPr>
        <w:pStyle w:val="libNormal"/>
      </w:pPr>
      <w:r>
        <w:t>1.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तोहफ़ा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6C11DB">
      <w:pPr>
        <w:pStyle w:val="libNormal"/>
      </w:pPr>
      <w:r>
        <w:t>3.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इस्तहबाबी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5.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 w:rsidR="00654393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</w:t>
      </w:r>
      <w:r w:rsidR="00405245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</w:t>
      </w:r>
      <w:r w:rsidR="00654393">
        <w:rPr>
          <w:rFonts w:hint="cs"/>
          <w:cs/>
          <w:lang w:bidi="hi-IN"/>
        </w:rPr>
        <w:t>ं</w:t>
      </w:r>
      <w:r>
        <w:rPr>
          <w:rFonts w:hint="cs"/>
          <w:cs/>
          <w:lang w:bidi="hi-IN"/>
        </w:rPr>
        <w:t>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</w:p>
    <w:p w:rsidR="006C11DB" w:rsidRDefault="006C11DB" w:rsidP="00654393">
      <w:pPr>
        <w:pStyle w:val="Heading1"/>
      </w:pPr>
      <w:bookmarkStart w:id="8" w:name="_Toc501041999"/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bookmarkEnd w:id="8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..</w:t>
      </w:r>
    </w:p>
    <w:p w:rsidR="006C11DB" w:rsidRDefault="006C11DB" w:rsidP="006C11DB">
      <w:pPr>
        <w:pStyle w:val="libNormal"/>
      </w:pPr>
      <w:r>
        <w:t>1.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3.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त्योहारों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5.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माफ़करदे।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9.</w:t>
      </w:r>
      <w:r>
        <w:rPr>
          <w:rFonts w:hint="cs"/>
          <w:cs/>
          <w:lang w:bidi="hi-IN"/>
        </w:rPr>
        <w:t>हरचार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मुजामेअत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Heading1"/>
      </w:pPr>
      <w:bookmarkStart w:id="9" w:name="_Toc501042000"/>
      <w:r>
        <w:rPr>
          <w:rFonts w:hint="cs"/>
          <w:cs/>
          <w:lang w:bidi="hi-IN"/>
        </w:rPr>
        <w:t>औलाद</w:t>
      </w:r>
      <w:bookmarkEnd w:id="9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>2.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54393">
      <w:pPr>
        <w:pStyle w:val="Heading1"/>
      </w:pPr>
      <w:bookmarkStart w:id="10" w:name="_Toc501042001"/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654393">
        <w:rPr>
          <w:rFonts w:hint="cs"/>
          <w:cs/>
          <w:lang w:bidi="hi-IN"/>
        </w:rPr>
        <w:t>बह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bookmarkEnd w:id="10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 w:rsidR="00654393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श़ख़्स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सँभाले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..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ab/>
      </w:r>
      <w:r>
        <w:tab/>
      </w:r>
      <w:r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स़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..</w:t>
      </w:r>
    </w:p>
    <w:p w:rsidR="006C11DB" w:rsidRDefault="006C11DB" w:rsidP="006C11DB">
      <w:pPr>
        <w:pStyle w:val="libNormal"/>
      </w:pPr>
      <w:r>
        <w:tab/>
      </w:r>
      <w:r>
        <w:tab/>
      </w:r>
      <w:r>
        <w:tab/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C11DB" w:rsidRDefault="006C11DB" w:rsidP="00E04BA3">
      <w:pPr>
        <w:pStyle w:val="Heading1"/>
      </w:pPr>
      <w:r>
        <w:tab/>
      </w:r>
      <w:bookmarkStart w:id="11" w:name="_Toc501042002"/>
      <w:r>
        <w:rPr>
          <w:rFonts w:hint="cs"/>
          <w:cs/>
          <w:lang w:bidi="hi-IN"/>
        </w:rPr>
        <w:t>तलबे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bookmarkEnd w:id="11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फ़ज्रऔर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अस्तग़फेरूल्लाह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</w:t>
      </w:r>
      <w:r>
        <w:rPr>
          <w:cs/>
          <w:lang w:bidi="hi-IN"/>
        </w:rPr>
        <w:t xml:space="preserve"> ..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अस्तग़फ़ेरू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कानाग़फ़्फ़ारंम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सेलिससमाआ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मिदरारंव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युमदिदकुम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अमवीलिंव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मिदरारंव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405245">
        <w:rPr>
          <w:rFonts w:hint="cs"/>
          <w:cs/>
          <w:lang w:bidi="hi-IN"/>
        </w:rPr>
        <w:t xml:space="preserve">यज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अन्हार।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मग़फ़ेरत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मूसलाधार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बरसायेगा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ज़न्नूने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मुग़ाज़ेबन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ज़लोमाते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नजजैनाहोमिनल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वक़जालेका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नुनजिल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वीरेसिन।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ज़न्नून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यूनुस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क़ुसूरवार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नेअपनॊ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405245">
      <w:pPr>
        <w:pStyle w:val="libFootnoteAie"/>
      </w:pPr>
      <w:r>
        <w:tab/>
      </w:r>
      <w:r>
        <w:tab/>
        <w:t>(</w:t>
      </w:r>
      <w:r w:rsidRPr="00405245">
        <w:rPr>
          <w:rFonts w:cs="Mangal" w:hint="cs"/>
          <w:cs/>
        </w:rPr>
        <w:t>सूर</w:t>
      </w:r>
      <w:r>
        <w:rPr>
          <w:cs/>
          <w:lang w:bidi="hi-IN"/>
        </w:rPr>
        <w:t>-</w:t>
      </w:r>
      <w:r w:rsidRPr="00405245">
        <w:rPr>
          <w:rFonts w:cs="Mangal" w:hint="cs"/>
          <w:cs/>
        </w:rPr>
        <w:t>ए</w:t>
      </w:r>
      <w:r>
        <w:rPr>
          <w:cs/>
          <w:lang w:bidi="hi-IN"/>
        </w:rPr>
        <w:t>-</w:t>
      </w:r>
      <w:r w:rsidRPr="00405245">
        <w:rPr>
          <w:rFonts w:cs="Mangal" w:hint="cs"/>
          <w:cs/>
        </w:rPr>
        <w:t>अम्बिया</w:t>
      </w:r>
      <w:r>
        <w:rPr>
          <w:cs/>
          <w:lang w:bidi="hi-IN"/>
        </w:rPr>
        <w:t xml:space="preserve"> </w:t>
      </w:r>
      <w:r w:rsidRPr="00405245">
        <w:rPr>
          <w:rFonts w:cs="Mangal" w:hint="cs"/>
          <w:cs/>
        </w:rPr>
        <w:t>आयत</w:t>
      </w:r>
      <w:r>
        <w:rPr>
          <w:cs/>
          <w:lang w:bidi="hi-IN"/>
        </w:rPr>
        <w:t xml:space="preserve"> </w:t>
      </w:r>
      <w:r>
        <w:t>87</w:t>
      </w:r>
      <w:r w:rsidRPr="00405245">
        <w:rPr>
          <w:rFonts w:cs="Mangal" w:hint="cs"/>
          <w:cs/>
        </w:rPr>
        <w:t>से</w:t>
      </w:r>
      <w:r>
        <w:rPr>
          <w:cs/>
          <w:lang w:bidi="hi-IN"/>
        </w:rPr>
        <w:t xml:space="preserve"> </w:t>
      </w:r>
      <w:r>
        <w:t>89</w:t>
      </w:r>
      <w:r>
        <w:rPr>
          <w:cs/>
          <w:lang w:bidi="hi-IN"/>
        </w:rPr>
        <w:t xml:space="preserve"> </w:t>
      </w:r>
      <w:r w:rsidRPr="00405245">
        <w:rPr>
          <w:rFonts w:cs="Mangal" w:hint="cs"/>
          <w:cs/>
        </w:rPr>
        <w:t>तक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नवाज़ेगा।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क़ीकर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खाये।</w:t>
      </w:r>
    </w:p>
    <w:p w:rsidR="006C11DB" w:rsidRDefault="006C11DB" w:rsidP="00E04BA3">
      <w:pPr>
        <w:pStyle w:val="Heading1"/>
      </w:pPr>
      <w:bookmarkStart w:id="12" w:name="_Toc501042003"/>
      <w:r>
        <w:rPr>
          <w:rFonts w:hint="cs"/>
          <w:cs/>
          <w:lang w:bidi="hi-IN"/>
        </w:rPr>
        <w:lastRenderedPageBreak/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bookmarkEnd w:id="12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दस्तियाब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t>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लतेक़ालत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नख़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साक़ित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रूतबन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जनिय्यन</w:t>
      </w:r>
      <w:r>
        <w:t>,,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</w:p>
    <w:p w:rsidR="00405245" w:rsidRDefault="006C11DB" w:rsidP="00405245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गिरंगे।</w:t>
      </w:r>
    </w:p>
    <w:p w:rsidR="006C11DB" w:rsidRDefault="006C11DB" w:rsidP="00405245">
      <w:pPr>
        <w:pStyle w:val="libFootnoteAie"/>
      </w:pPr>
      <w:r>
        <w:rPr>
          <w:cs/>
          <w:lang w:bidi="hi-IN"/>
        </w:rPr>
        <w:t>(</w:t>
      </w:r>
      <w:r w:rsidRPr="00405245">
        <w:rPr>
          <w:rFonts w:cs="Mangal" w:hint="cs"/>
          <w:cs/>
        </w:rPr>
        <w:t>सुर</w:t>
      </w:r>
      <w:r>
        <w:rPr>
          <w:cs/>
          <w:lang w:bidi="hi-IN"/>
        </w:rPr>
        <w:t>.-</w:t>
      </w:r>
      <w:r w:rsidRPr="00405245">
        <w:rPr>
          <w:rFonts w:cs="Mangal" w:hint="cs"/>
          <w:cs/>
        </w:rPr>
        <w:t>ए</w:t>
      </w:r>
      <w:r>
        <w:rPr>
          <w:cs/>
          <w:lang w:bidi="hi-IN"/>
        </w:rPr>
        <w:t>-</w:t>
      </w:r>
      <w:r w:rsidRPr="00405245">
        <w:rPr>
          <w:rFonts w:cs="Mangal" w:hint="cs"/>
          <w:cs/>
        </w:rPr>
        <w:t>मर्यम</w:t>
      </w:r>
      <w:r>
        <w:rPr>
          <w:cs/>
          <w:lang w:bidi="hi-IN"/>
        </w:rPr>
        <w:t>-</w:t>
      </w:r>
      <w:r w:rsidRPr="00405245">
        <w:rPr>
          <w:rFonts w:cs="Mangal" w:hint="cs"/>
          <w:cs/>
        </w:rPr>
        <w:t>आयात</w:t>
      </w:r>
      <w:r>
        <w:rPr>
          <w:cs/>
          <w:lang w:bidi="hi-IN"/>
        </w:rPr>
        <w:t xml:space="preserve"> </w:t>
      </w:r>
      <w:r>
        <w:t>23</w:t>
      </w:r>
      <w:r w:rsidRPr="00405245">
        <w:rPr>
          <w:rFonts w:cs="Mangal" w:hint="cs"/>
          <w:cs/>
        </w:rPr>
        <w:t>से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 w:rsidRPr="00405245">
        <w:rPr>
          <w:rFonts w:cs="Mangal" w:hint="cs"/>
          <w:cs/>
        </w:rPr>
        <w:t>तक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lastRenderedPageBreak/>
        <w:t>3.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कीउबूदियत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4.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6.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Heading1"/>
      </w:pPr>
      <w:bookmarkStart w:id="13" w:name="_Toc501042004"/>
      <w:r>
        <w:rPr>
          <w:rFonts w:hint="cs"/>
          <w:cs/>
          <w:lang w:bidi="hi-IN"/>
        </w:rPr>
        <w:t>हजामत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bookmarkEnd w:id="13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क़र्बानी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बुलूग़ियत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सातवेंदिन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मुऩडवाना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नरीना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..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सन्नतो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नबिय्येका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अलैयहेव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वत्तेबाउम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नबिय्येका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मशिय्यतेका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रत्तहू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हर्रल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हदीदेफ़ी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ख़ेतानेहि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मतेहि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बेअमरिन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</w:t>
      </w:r>
      <w:r>
        <w:rPr>
          <w:cs/>
          <w:lang w:bidi="hi-IN"/>
        </w:rPr>
        <w:t>.-</w:t>
      </w:r>
      <w:r>
        <w:rPr>
          <w:rFonts w:hint="cs"/>
          <w:cs/>
          <w:lang w:bidi="hi-IN"/>
        </w:rPr>
        <w:t>रफ़ो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अललाह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तहहिरहो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ज़ुनूबे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ज़िदफ़ी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इलआल्लाह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फ़अ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अनहुल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इन्नाका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</w:t>
      </w:r>
      <w:r>
        <w:rPr>
          <w:cs/>
          <w:lang w:bidi="hi-IN"/>
        </w:rPr>
        <w:t>.-</w:t>
      </w:r>
      <w:r>
        <w:rPr>
          <w:rFonts w:hint="cs"/>
          <w:cs/>
          <w:lang w:bidi="hi-IN"/>
        </w:rPr>
        <w:t>लमो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</w:t>
      </w:r>
      <w:r>
        <w:rPr>
          <w:cs/>
          <w:lang w:bidi="hi-IN"/>
        </w:rPr>
        <w:t>.-</w:t>
      </w:r>
      <w:r>
        <w:rPr>
          <w:rFonts w:hint="cs"/>
          <w:cs/>
          <w:lang w:bidi="hi-IN"/>
        </w:rPr>
        <w:t>लमो</w:t>
      </w:r>
      <w:r>
        <w:t>,,</w:t>
      </w:r>
      <w:r>
        <w:rPr>
          <w:rFonts w:hint="cs"/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ख़त्ने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मशिय्यत</w:t>
      </w:r>
      <w:r>
        <w:t xml:space="preserve">,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मुऩडवाने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औज़ार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है।इसकाम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तकलीफ़ों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t xml:space="preserve">,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कशायश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मुफ़्लसी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नहींजानते</w:t>
      </w:r>
      <w:r>
        <w:t>,,</w:t>
      </w:r>
      <w:r>
        <w:rPr>
          <w:rFonts w:hint="cs"/>
          <w:cs/>
          <w:lang w:bidi="hi-IN"/>
        </w:rPr>
        <w:t>।</w:t>
      </w:r>
    </w:p>
    <w:p w:rsidR="00E04BA3" w:rsidRDefault="00E04BA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6C11DB" w:rsidRDefault="006C11DB" w:rsidP="00E04BA3">
      <w:pPr>
        <w:pStyle w:val="Heading1"/>
      </w:pPr>
      <w:bookmarkStart w:id="14" w:name="_Toc501042005"/>
      <w:r>
        <w:rPr>
          <w:rFonts w:hint="cs"/>
          <w:cs/>
          <w:lang w:bidi="hi-IN"/>
        </w:rPr>
        <w:lastRenderedPageBreak/>
        <w:t>शीर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खार्गी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पिलायी</w:t>
      </w:r>
      <w:r>
        <w:rPr>
          <w:cs/>
          <w:lang w:bidi="hi-IN"/>
        </w:rPr>
        <w:t>)</w:t>
      </w:r>
      <w:bookmarkEnd w:id="14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शीर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ख़ार्गी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फ़ायदेमन्द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Heading1"/>
      </w:pPr>
      <w:bookmarkStart w:id="15" w:name="_Toc501042006"/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दीक्षा</w:t>
      </w:r>
      <w:r>
        <w:rPr>
          <w:cs/>
          <w:lang w:bidi="hi-IN"/>
        </w:rPr>
        <w:t>)</w:t>
      </w:r>
      <w:bookmarkEnd w:id="15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</w:t>
      </w:r>
      <w:r>
        <w:tab/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पोषऩ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चाहिये।अगलू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2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>. (</w:t>
      </w:r>
      <w:r>
        <w:t xml:space="preserve">6)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उम्री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="00E04BA3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3</w:t>
      </w:r>
      <w: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स्वभाविक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सहनशीलता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4</w:t>
      </w:r>
      <w: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तैराकी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अन्दाज़ी</w:t>
      </w:r>
      <w:r>
        <w:t>,</w:t>
      </w:r>
      <w:r>
        <w:rPr>
          <w:rFonts w:hint="cs"/>
          <w:cs/>
          <w:lang w:bidi="hi-IN"/>
        </w:rPr>
        <w:t>निशाने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5</w:t>
      </w:r>
      <w:r>
        <w:tab/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वक़अती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हैसियती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6C11DB" w:rsidRDefault="006C11DB" w:rsidP="006C11DB">
      <w:pPr>
        <w:pStyle w:val="libNormal"/>
      </w:pPr>
      <w:r>
        <w:t>6</w:t>
      </w:r>
      <w:r>
        <w:tab/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7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405245">
      <w:pPr>
        <w:pStyle w:val="libNormal"/>
      </w:pPr>
      <w:r>
        <w:t>8</w:t>
      </w:r>
      <w:r>
        <w:tab/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चूमें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="00405245">
        <w:rPr>
          <w:rFonts w:hint="cs"/>
          <w:cs/>
          <w:lang w:bidi="hi-IN"/>
        </w:rPr>
        <w:t>ब</w:t>
      </w:r>
      <w:r>
        <w:rPr>
          <w:rFonts w:hint="cs"/>
          <w:cs/>
          <w:lang w:bidi="hi-IN"/>
        </w:rPr>
        <w:t>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405245">
        <w:rPr>
          <w:rFonts w:hint="cs"/>
          <w:cs/>
          <w:lang w:bidi="hi-IN"/>
        </w:rPr>
        <w:t xml:space="preserve"> चूमे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 w:rsidR="00405245">
        <w:rPr>
          <w:rFonts w:hint="cs"/>
          <w:cs/>
          <w:lang w:bidi="hi-IN"/>
        </w:rPr>
        <w:t>-</w:t>
      </w:r>
      <w:r>
        <w:rPr>
          <w:rFonts w:hint="cs"/>
          <w:cs/>
          <w:lang w:bidi="hi-IN"/>
        </w:rPr>
        <w:t>आमाल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9</w:t>
      </w:r>
      <w: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>10</w:t>
      </w:r>
      <w:r>
        <w:tab/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ख़ेले।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11</w:t>
      </w:r>
      <w:r>
        <w:tab/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इमतियाज़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>12</w:t>
      </w:r>
      <w:r>
        <w:tab/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धलायें।</w:t>
      </w:r>
    </w:p>
    <w:p w:rsidR="006C11DB" w:rsidRDefault="006C11DB" w:rsidP="006C11DB">
      <w:pPr>
        <w:pStyle w:val="libNormal"/>
      </w:pPr>
      <w:r>
        <w:t>13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प्रधानता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दें।</w:t>
      </w:r>
    </w:p>
    <w:p w:rsidR="006C11DB" w:rsidRDefault="006C11DB" w:rsidP="006C11DB">
      <w:pPr>
        <w:pStyle w:val="libNormal"/>
      </w:pPr>
      <w:r>
        <w:t>14</w:t>
      </w:r>
      <w: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</w:p>
    <w:p w:rsidR="006C11DB" w:rsidRDefault="006C11DB" w:rsidP="006C11DB">
      <w:pPr>
        <w:pStyle w:val="libNormal"/>
      </w:pPr>
      <w:r>
        <w:t>15</w:t>
      </w: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महरम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अपरिचित</w:t>
      </w:r>
      <w:r>
        <w:t>,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बैठायें।</w:t>
      </w:r>
    </w:p>
    <w:p w:rsidR="006C11DB" w:rsidRDefault="006C11DB" w:rsidP="006C11DB">
      <w:pPr>
        <w:pStyle w:val="libNormal"/>
      </w:pPr>
      <w:r>
        <w:t>16</w:t>
      </w: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17</w:t>
      </w:r>
      <w: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वरनःजल्द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Heading1"/>
      </w:pPr>
      <w:bookmarkStart w:id="16" w:name="_Toc501042007"/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>)</w:t>
      </w:r>
      <w:bookmarkEnd w:id="16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lastRenderedPageBreak/>
        <w:t xml:space="preserve">2.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>,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इमाम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(</w:t>
      </w:r>
      <w:r>
        <w:t xml:space="preserve">4)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स़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मख़लूत़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शक्रगुज़ार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6C11DB" w:rsidRDefault="006C11DB" w:rsidP="006C11DB">
      <w:pPr>
        <w:pStyle w:val="libNormal"/>
      </w:pPr>
      <w:r>
        <w:t>3.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>4.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डाले।</w:t>
      </w:r>
    </w:p>
    <w:p w:rsidR="006C11DB" w:rsidRDefault="006C11DB" w:rsidP="006C11DB">
      <w:pPr>
        <w:pStyle w:val="libNormal"/>
      </w:pPr>
      <w:r>
        <w:t>5.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क़ुनूत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मग़्फ़ेरत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बनग़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यक़ूमुल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t>,,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 xml:space="preserve">41) </w:t>
      </w:r>
    </w:p>
    <w:p w:rsidR="006C11DB" w:rsidRDefault="006C11DB" w:rsidP="00405245">
      <w:pPr>
        <w:pStyle w:val="Heading1"/>
      </w:pPr>
      <w:r>
        <w:lastRenderedPageBreak/>
        <w:tab/>
      </w:r>
      <w:bookmarkStart w:id="17" w:name="_Toc501042008"/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</w:t>
      </w:r>
      <w:bookmarkEnd w:id="17"/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405245" w:rsidRDefault="006C11DB" w:rsidP="006C11DB">
      <w:pPr>
        <w:pStyle w:val="libNormal"/>
        <w:rPr>
          <w:rFonts w:hint="cs"/>
          <w:lang w:bidi="hi-IN"/>
        </w:rPr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य</w:t>
      </w:r>
      <w:r w:rsidR="00405245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रीदुल्लाहो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योरीदो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योतिम्मा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तशकुरून</w:t>
      </w:r>
      <w:r w:rsidR="00405245">
        <w:t>,</w:t>
      </w:r>
    </w:p>
    <w:p w:rsidR="006C11DB" w:rsidRDefault="006C11DB" w:rsidP="00405245">
      <w:pPr>
        <w:pStyle w:val="libFootnoteAie"/>
      </w:pPr>
      <w:r>
        <w:t>(</w:t>
      </w:r>
      <w:r>
        <w:rPr>
          <w:rFonts w:cs="Mangal"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cs="Mangal" w:hint="cs"/>
          <w:cs/>
          <w:lang w:bidi="hi-IN"/>
        </w:rPr>
        <w:t>मायदा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cs/>
          <w:lang w:bidi="hi-IN"/>
        </w:rPr>
        <w:t>.</w:t>
      </w:r>
      <w:r>
        <w:t xml:space="preserve">6)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मुशकिल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शक्रगुज़ार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बनो।</w:t>
      </w:r>
      <w:r>
        <w:rPr>
          <w:cs/>
          <w:lang w:bidi="hi-IN"/>
        </w:rPr>
        <w:t xml:space="preserve"> </w:t>
      </w:r>
    </w:p>
    <w:p w:rsidR="00405245" w:rsidRDefault="006C11DB" w:rsidP="00405245">
      <w:pPr>
        <w:pStyle w:val="libNormal"/>
        <w:rPr>
          <w:rFonts w:hint="cs"/>
          <w:lang w:bidi="hi-IN"/>
        </w:rPr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हिब्बुतृ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तव्वाबीना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हेरीना</w:t>
      </w:r>
      <w:r w:rsidR="00405245">
        <w:rPr>
          <w:rFonts w:hint="cs"/>
          <w:cs/>
          <w:lang w:bidi="hi-IN"/>
        </w:rPr>
        <w:t>.</w:t>
      </w:r>
    </w:p>
    <w:p w:rsidR="006C11DB" w:rsidRPr="00405245" w:rsidRDefault="006C11DB" w:rsidP="00405245">
      <w:pPr>
        <w:pStyle w:val="libFootnoteAie"/>
        <w:rPr>
          <w:rFonts w:cs="Mangal"/>
        </w:rPr>
      </w:pPr>
      <w:r w:rsidRPr="00405245">
        <w:rPr>
          <w:rFonts w:cs="Mangal"/>
        </w:rPr>
        <w:t>(</w:t>
      </w:r>
      <w:r w:rsidRPr="00405245">
        <w:rPr>
          <w:rFonts w:cs="Mangal" w:hint="cs"/>
          <w:cs/>
          <w:lang w:bidi="hi-IN"/>
        </w:rPr>
        <w:t>सुरः</w:t>
      </w:r>
      <w:r w:rsidRPr="00405245">
        <w:rPr>
          <w:rFonts w:cs="Mangal"/>
          <w:cs/>
          <w:lang w:bidi="hi-IN"/>
        </w:rPr>
        <w:t>-</w:t>
      </w:r>
      <w:r w:rsidRPr="00405245">
        <w:rPr>
          <w:rFonts w:cs="Mangal" w:hint="cs"/>
          <w:cs/>
          <w:lang w:bidi="hi-IN"/>
        </w:rPr>
        <w:t>ए</w:t>
      </w:r>
      <w:r w:rsidRPr="00405245">
        <w:rPr>
          <w:rFonts w:cs="Mangal"/>
          <w:cs/>
          <w:lang w:bidi="hi-IN"/>
        </w:rPr>
        <w:t>-</w:t>
      </w:r>
      <w:r w:rsidRPr="00405245">
        <w:rPr>
          <w:rFonts w:cs="Mangal" w:hint="cs"/>
          <w:cs/>
          <w:lang w:bidi="hi-IN"/>
        </w:rPr>
        <w:t>बक़रा</w:t>
      </w:r>
      <w:r w:rsidRPr="00405245">
        <w:rPr>
          <w:rFonts w:cs="Mangal"/>
          <w:cs/>
          <w:lang w:bidi="hi-IN"/>
        </w:rPr>
        <w:t xml:space="preserve"> </w:t>
      </w:r>
      <w:r w:rsidRPr="00405245">
        <w:rPr>
          <w:rFonts w:cs="Mangal" w:hint="cs"/>
          <w:cs/>
          <w:lang w:bidi="hi-IN"/>
        </w:rPr>
        <w:t>आयात</w:t>
      </w:r>
      <w:r w:rsidRPr="00405245">
        <w:rPr>
          <w:rFonts w:cs="Mangal"/>
          <w:cs/>
          <w:lang w:bidi="hi-IN"/>
        </w:rPr>
        <w:t xml:space="preserve"> </w:t>
      </w:r>
      <w:r w:rsidRPr="00405245">
        <w:rPr>
          <w:rFonts w:cs="Mangal" w:hint="cs"/>
          <w:cs/>
          <w:lang w:bidi="hi-IN"/>
        </w:rPr>
        <w:t>न</w:t>
      </w:r>
      <w:r w:rsidRPr="00405245">
        <w:rPr>
          <w:rFonts w:cs="Mangal"/>
          <w:cs/>
          <w:lang w:bidi="hi-IN"/>
        </w:rPr>
        <w:t xml:space="preserve">. </w:t>
      </w:r>
      <w:r w:rsidRPr="00405245">
        <w:rPr>
          <w:rFonts w:cs="Mangal"/>
        </w:rPr>
        <w:t xml:space="preserve">222)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बर्तनों</w:t>
      </w:r>
      <w:r>
        <w:t xml:space="preserve">, </w:t>
      </w:r>
      <w:r>
        <w:rPr>
          <w:rFonts w:hint="cs"/>
          <w:cs/>
          <w:lang w:bidi="hi-IN"/>
        </w:rPr>
        <w:t>कपड़ो</w:t>
      </w:r>
      <w:r>
        <w:t xml:space="preserve">, </w:t>
      </w:r>
      <w:r>
        <w:rPr>
          <w:rFonts w:hint="cs"/>
          <w:cs/>
          <w:lang w:bidi="hi-IN"/>
        </w:rPr>
        <w:t>बदन</w:t>
      </w:r>
      <w:r>
        <w:t xml:space="preserve">, </w:t>
      </w:r>
      <w:r>
        <w:rPr>
          <w:rFonts w:hint="cs"/>
          <w:cs/>
          <w:lang w:bidi="hi-IN"/>
        </w:rPr>
        <w:t>बालो</w:t>
      </w:r>
      <w:r>
        <w:t xml:space="preserve">, </w:t>
      </w:r>
      <w:r>
        <w:rPr>
          <w:rFonts w:hint="cs"/>
          <w:cs/>
          <w:lang w:bidi="hi-IN"/>
        </w:rPr>
        <w:t>दातों</w:t>
      </w:r>
      <w:r>
        <w:t xml:space="preserve">,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t xml:space="preserve">,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गाहों</w:t>
      </w:r>
      <w:r>
        <w:t xml:space="preserve">, </w:t>
      </w:r>
      <w:r>
        <w:rPr>
          <w:rFonts w:hint="cs"/>
          <w:cs/>
          <w:lang w:bidi="hi-IN"/>
        </w:rPr>
        <w:t>गली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कूचों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lastRenderedPageBreak/>
        <w:t>उस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जरासीम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Heading1"/>
      </w:pPr>
      <w:bookmarkStart w:id="18" w:name="_Toc501042009"/>
      <w:r>
        <w:rPr>
          <w:rFonts w:hint="cs"/>
          <w:cs/>
          <w:lang w:bidi="hi-IN"/>
        </w:rPr>
        <w:t>दाँत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bookmarkEnd w:id="18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टूथब्रश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>*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दाश्त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(9)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lastRenderedPageBreak/>
        <w:t xml:space="preserve"> (10)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(11)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(12)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मुँछों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</w:t>
      </w:r>
      <w:r>
        <w:rPr>
          <w:cs/>
          <w:lang w:bidi="hi-IN"/>
        </w:rPr>
        <w:t xml:space="preserve"> </w:t>
      </w:r>
      <w:r w:rsidR="00E04BA3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खत्ने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नाफ़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बग़लों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नाख़ुन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5.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गोंद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चबाना।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 w:rsidR="00E04BA3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Heading1"/>
      </w:pPr>
      <w:bookmarkStart w:id="19" w:name="_Toc501042010"/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तर्शवाना</w:t>
      </w:r>
      <w:bookmarkEnd w:id="19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1 .</w:t>
      </w:r>
      <w:r>
        <w:rPr>
          <w:rFonts w:hint="cs"/>
          <w:cs/>
          <w:lang w:bidi="hi-IN"/>
        </w:rPr>
        <w:t>जब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तर्शवाना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पढेः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केयामते</w:t>
      </w:r>
      <w:r>
        <w:rPr>
          <w:cs/>
          <w:lang w:bidi="hi-IN"/>
        </w:rPr>
        <w:t xml:space="preserve"> </w:t>
      </w:r>
      <w:r>
        <w:t>,,</w:t>
      </w:r>
      <w:r>
        <w:rPr>
          <w:rFonts w:hint="cs"/>
          <w:cs/>
          <w:lang w:bidi="hi-IN"/>
        </w:rPr>
        <w:t>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</w:t>
      </w:r>
      <w:r w:rsidR="00E04BA3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फ़रमा।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="00E04BA3">
        <w:rPr>
          <w:rFonts w:hint="cs"/>
          <w:cs/>
          <w:lang w:bidi="hi-IN"/>
        </w:rPr>
        <w:t>तरश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कहेः</w:t>
      </w:r>
    </w:p>
    <w:p w:rsidR="006C11DB" w:rsidRDefault="006C11DB" w:rsidP="006C11DB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ज़य्यिन्नी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रेदा</w:t>
      </w:r>
      <w:r>
        <w:t xml:space="preserve">,, 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सिघांर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उखाड़ने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मुनदर्जा</w:t>
      </w:r>
      <w:r w:rsidR="004052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</w:t>
      </w:r>
      <w:r w:rsidR="00405245"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तर्शवायें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6C11DB" w:rsidRDefault="006C11DB" w:rsidP="00E04BA3">
      <w:pPr>
        <w:pStyle w:val="Heading1"/>
      </w:pPr>
      <w:bookmarkStart w:id="20" w:name="_Toc501042011"/>
      <w:r>
        <w:rPr>
          <w:rFonts w:hint="cs"/>
          <w:cs/>
          <w:lang w:bidi="hi-IN"/>
        </w:rPr>
        <w:t>मुँछे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तराशना</w:t>
      </w:r>
      <w:bookmarkEnd w:id="20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405245">
        <w:rPr>
          <w:rFonts w:hint="cs"/>
          <w:cs/>
          <w:lang w:bidi="hi-IN"/>
        </w:rPr>
        <w:t>ूँ</w:t>
      </w:r>
      <w:r>
        <w:rPr>
          <w:rFonts w:hint="cs"/>
          <w:cs/>
          <w:lang w:bidi="hi-IN"/>
        </w:rPr>
        <w:t>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पड़ेः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बिहिमल्लाहे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मूँचों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औहाम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म</w:t>
      </w:r>
      <w:r w:rsidR="00405245">
        <w:rPr>
          <w:rFonts w:hint="cs"/>
          <w:cs/>
          <w:lang w:bidi="hi-IN"/>
        </w:rPr>
        <w:t>ूँ</w:t>
      </w:r>
      <w:r>
        <w:rPr>
          <w:rFonts w:hint="cs"/>
          <w:cs/>
          <w:lang w:bidi="hi-IN"/>
        </w:rPr>
        <w:t>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</w:t>
      </w:r>
      <w:r w:rsidR="00405245">
        <w:rPr>
          <w:rFonts w:hint="cs"/>
          <w:cs/>
          <w:lang w:bidi="hi-IN"/>
        </w:rPr>
        <w:t>अक्</w:t>
      </w:r>
      <w:r>
        <w:rPr>
          <w:rFonts w:hint="cs"/>
          <w:cs/>
          <w:lang w:bidi="hi-IN"/>
        </w:rPr>
        <w:t>क</w:t>
      </w:r>
      <w:r w:rsidR="00405245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दा</w:t>
      </w:r>
      <w:r w:rsidR="00405245">
        <w:rPr>
          <w:cs/>
          <w:lang w:bidi="hi-IN"/>
        </w:rPr>
        <w:t xml:space="preserve"> </w:t>
      </w:r>
      <w:r w:rsidR="00B51912">
        <w:rPr>
          <w:cs/>
          <w:lang w:bidi="hi-IN"/>
        </w:rPr>
        <w:t>(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मूँछो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नाख़ुनों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Heading1"/>
      </w:pPr>
      <w:bookmarkStart w:id="21" w:name="_Toc501042012"/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bookmarkEnd w:id="21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B51912">
        <w:rPr>
          <w:rFonts w:hint="cs"/>
          <w:cs/>
          <w:lang w:bidi="hi-IN"/>
        </w:rPr>
        <w:t xml:space="preserve"> मुठ्</w:t>
      </w:r>
      <w:r>
        <w:rPr>
          <w:rFonts w:hint="cs"/>
          <w:cs/>
          <w:lang w:bidi="hi-IN"/>
        </w:rPr>
        <w:t>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 w:rsidR="00B51912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मुंडवाना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Heading1"/>
      </w:pPr>
      <w:bookmarkStart w:id="22" w:name="_Toc501042013"/>
      <w:r>
        <w:rPr>
          <w:rFonts w:hint="cs"/>
          <w:cs/>
          <w:lang w:bidi="hi-IN"/>
        </w:rPr>
        <w:t>नाखून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bookmarkEnd w:id="22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t xml:space="preserve">, </w:t>
      </w:r>
      <w:r>
        <w:rPr>
          <w:rFonts w:hint="cs"/>
          <w:cs/>
          <w:lang w:bidi="hi-IN"/>
        </w:rPr>
        <w:t>मुँछे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नाख़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मौअक्कदा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काटें।</w:t>
      </w:r>
    </w:p>
    <w:p w:rsidR="006C11DB" w:rsidRDefault="006C11DB" w:rsidP="006C11DB">
      <w:pPr>
        <w:pStyle w:val="libNormal"/>
      </w:pPr>
      <w:r>
        <w:lastRenderedPageBreak/>
        <w:t xml:space="preserve">4. </w:t>
      </w:r>
      <w:r>
        <w:rPr>
          <w:rFonts w:hint="cs"/>
          <w:cs/>
          <w:lang w:bidi="hi-IN"/>
        </w:rPr>
        <w:t>नाख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E04BA3">
      <w:pPr>
        <w:pStyle w:val="Heading1"/>
      </w:pPr>
      <w:bookmarkStart w:id="23" w:name="_Toc501042014"/>
      <w:r>
        <w:rPr>
          <w:rFonts w:hint="cs"/>
          <w:cs/>
          <w:lang w:bidi="hi-IN"/>
        </w:rPr>
        <w:t>कंघा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bookmarkEnd w:id="23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बाजुओं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Heading1"/>
      </w:pPr>
      <w:bookmarkStart w:id="24" w:name="_Toc501042015"/>
      <w:r>
        <w:rPr>
          <w:rFonts w:hint="cs"/>
          <w:cs/>
          <w:lang w:bidi="hi-IN"/>
        </w:rPr>
        <w:t>इत्र</w:t>
      </w:r>
      <w:r>
        <w:t xml:space="preserve">, </w:t>
      </w:r>
      <w:r>
        <w:rPr>
          <w:rFonts w:hint="cs"/>
          <w:cs/>
          <w:lang w:bidi="hi-IN"/>
        </w:rPr>
        <w:t>खुश्बू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bookmarkEnd w:id="24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E04BA3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="00B51912">
        <w:rPr>
          <w:rFonts w:hint="cs"/>
          <w:cs/>
          <w:lang w:bidi="hi-IN"/>
        </w:rPr>
        <w:t>फ़र</w:t>
      </w:r>
      <w:r>
        <w:rPr>
          <w:rFonts w:hint="cs"/>
          <w:cs/>
          <w:lang w:bidi="hi-IN"/>
        </w:rPr>
        <w:t>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 w:rsidR="00E04BA3">
        <w:rPr>
          <w:rFonts w:hint="cs"/>
          <w:cs/>
          <w:lang w:bidi="hi-IN"/>
        </w:rPr>
        <w:t>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जाज़िब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</w:t>
      </w:r>
      <w:r w:rsidR="00B51912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श्की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B5191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</w:t>
      </w:r>
      <w:r w:rsidR="00E04BA3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श्बुओं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</w:t>
      </w:r>
      <w:r>
        <w:rPr>
          <w:cs/>
          <w:lang w:bidi="hi-IN"/>
        </w:rPr>
        <w:t xml:space="preserve"> </w:t>
      </w:r>
      <w:r w:rsidR="00B51912">
        <w:rPr>
          <w:rFonts w:hint="cs"/>
          <w:cs/>
          <w:lang w:bidi="hi-IN"/>
        </w:rPr>
        <w:t>अंब</w:t>
      </w:r>
      <w:r>
        <w:rPr>
          <w:rFonts w:hint="cs"/>
          <w:cs/>
          <w:lang w:bidi="hi-IN"/>
        </w:rPr>
        <w:t>र</w:t>
      </w:r>
      <w:r>
        <w:t>,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ज़ाफ़रान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1.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पंसदीदा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4.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Heading1"/>
      </w:pPr>
      <w:bookmarkStart w:id="25" w:name="_Toc501042016"/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bookmarkEnd w:id="25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मालिश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नफ़्शा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</w:p>
    <w:p w:rsidR="006C11DB" w:rsidRDefault="006C11DB" w:rsidP="00E04BA3">
      <w:pPr>
        <w:pStyle w:val="Heading1"/>
      </w:pPr>
      <w:bookmarkStart w:id="26" w:name="_Toc501042017"/>
      <w:r>
        <w:rPr>
          <w:rFonts w:hint="cs"/>
          <w:cs/>
          <w:lang w:bidi="hi-IN"/>
        </w:rPr>
        <w:lastRenderedPageBreak/>
        <w:t>ग़ुस्ल</w:t>
      </w:r>
      <w:bookmarkEnd w:id="26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बर्हन्गी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6C11DB" w:rsidRDefault="006C11DB" w:rsidP="006C11DB">
      <w:pPr>
        <w:pStyle w:val="libNormal"/>
      </w:pPr>
      <w:r>
        <w:t>3.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बलिकि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ठऩडा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तर्बूज़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ठऩडे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धोयें।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क़लबी।</w:t>
      </w:r>
      <w:r>
        <w:t>,,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करदे।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हुर्रेज़ा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तहहिरनी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नबिय्येका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तववाबीना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हरन</w:t>
      </w:r>
      <w:r>
        <w:t>,,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बग़ल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तक़ब्बल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तव्वाबीना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हरीन</w:t>
      </w:r>
      <w:r>
        <w:rPr>
          <w:cs/>
          <w:lang w:bidi="hi-IN"/>
        </w:rPr>
        <w:t xml:space="preserve"> </w:t>
      </w:r>
      <w:r>
        <w:t>,,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मनासिब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13.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रमज़ानुल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सत्ररहवीं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उन्नीसवी</w:t>
      </w:r>
      <w:r>
        <w:t xml:space="preserve">, </w:t>
      </w:r>
      <w:r>
        <w:rPr>
          <w:rFonts w:hint="cs"/>
          <w:cs/>
          <w:lang w:bidi="hi-IN"/>
        </w:rPr>
        <w:t>इक्कीसवीं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तेईसवी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ईदुल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ईदुलक़ुर्बान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आठवी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हिजा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अर्फ़े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>27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ग़दीरे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हिज्जा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 (9) </w:t>
      </w:r>
      <w:r>
        <w:rPr>
          <w:rFonts w:hint="cs"/>
          <w:cs/>
          <w:lang w:bidi="hi-IN"/>
        </w:rPr>
        <w:t>मुबाहेला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हिज्जा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lastRenderedPageBreak/>
        <w:t xml:space="preserve"> (10)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मार्च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(1)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libNormal"/>
      </w:pPr>
      <w:r>
        <w:t>(2)</w:t>
      </w:r>
      <w:r>
        <w:tab/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</w:p>
    <w:p w:rsidR="006C11DB" w:rsidRDefault="006C11DB" w:rsidP="006C11DB">
      <w:pPr>
        <w:pStyle w:val="libNormal"/>
      </w:pPr>
      <w:r>
        <w:t>(3)</w:t>
      </w:r>
      <w:r>
        <w:tab/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व़क़्ते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(4)</w:t>
      </w:r>
      <w:r>
        <w:tab/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</w:p>
    <w:p w:rsidR="006C11DB" w:rsidRDefault="006C11DB" w:rsidP="00E04BA3">
      <w:pPr>
        <w:pStyle w:val="libNormal"/>
      </w:pPr>
      <w:r>
        <w:t>(5)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>(6)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t xml:space="preserve">,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(7)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वक़त।</w:t>
      </w:r>
    </w:p>
    <w:p w:rsidR="006C11DB" w:rsidRDefault="006C11DB" w:rsidP="006C11DB">
      <w:pPr>
        <w:pStyle w:val="libNormal"/>
      </w:pPr>
      <w:r>
        <w:t>(8)</w:t>
      </w:r>
      <w:r>
        <w:tab/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(9)</w:t>
      </w:r>
      <w:r>
        <w:tab/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वक़्त।</w:t>
      </w:r>
    </w:p>
    <w:p w:rsidR="006C11DB" w:rsidRDefault="006C11DB" w:rsidP="00E04BA3">
      <w:pPr>
        <w:pStyle w:val="libNormal"/>
      </w:pPr>
      <w:r>
        <w:t>(10)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दुन्नबी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.) (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>)।</w:t>
      </w:r>
    </w:p>
    <w:p w:rsidR="006C11DB" w:rsidRDefault="006C11DB" w:rsidP="00E04BA3">
      <w:pPr>
        <w:pStyle w:val="libNormal"/>
      </w:pPr>
      <w:r>
        <w:t>(11)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</w:p>
    <w:p w:rsidR="006C11DB" w:rsidRDefault="006C11DB" w:rsidP="00E04BA3">
      <w:pPr>
        <w:pStyle w:val="libNormal"/>
      </w:pPr>
      <w:r>
        <w:t>(12)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libNormal"/>
      </w:pPr>
      <w:r>
        <w:t>(13)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</w:p>
    <w:p w:rsidR="006C11DB" w:rsidRDefault="006C11DB" w:rsidP="00E04BA3">
      <w:pPr>
        <w:pStyle w:val="libNormal"/>
      </w:pPr>
      <w:r>
        <w:lastRenderedPageBreak/>
        <w:t>(14)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बाद।</w:t>
      </w:r>
    </w:p>
    <w:p w:rsidR="006C11DB" w:rsidRDefault="006C11DB" w:rsidP="006C11DB">
      <w:pPr>
        <w:pStyle w:val="libNormal"/>
      </w:pPr>
    </w:p>
    <w:p w:rsidR="006C11DB" w:rsidRDefault="006C11DB" w:rsidP="00E04BA3">
      <w:pPr>
        <w:pStyle w:val="Heading1"/>
      </w:pPr>
      <w:bookmarkStart w:id="27" w:name="_Toc501042018"/>
      <w:r>
        <w:rPr>
          <w:rFonts w:hint="cs"/>
          <w:cs/>
          <w:lang w:bidi="hi-IN"/>
        </w:rPr>
        <w:t>सोना</w:t>
      </w:r>
      <w:r>
        <w:t>,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bookmarkEnd w:id="27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t xml:space="preserve">, </w:t>
      </w:r>
      <w:r>
        <w:rPr>
          <w:rFonts w:hint="cs"/>
          <w:cs/>
          <w:lang w:bidi="hi-IN"/>
        </w:rPr>
        <w:t>मग़्रिब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1 .</w:t>
      </w:r>
      <w:r>
        <w:rPr>
          <w:rFonts w:hint="cs"/>
          <w:cs/>
          <w:lang w:bidi="hi-IN"/>
        </w:rPr>
        <w:t>क़ैलूला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2 .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3 .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</w:p>
    <w:p w:rsidR="006C11DB" w:rsidRDefault="006C11DB" w:rsidP="00E04BA3">
      <w:pPr>
        <w:pStyle w:val="Heading1"/>
      </w:pPr>
      <w:bookmarkStart w:id="28" w:name="_Toc501042019"/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bookmarkEnd w:id="28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बिस्मिल्लाहे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जैहतो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एलयका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जैतो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lastRenderedPageBreak/>
        <w:t>वक्कलतो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अल़ैयका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किताबेकल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रसूलेकल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सल्ता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याल्लाह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 w:rsidR="00E04BA3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बे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सोना।</w:t>
      </w:r>
    </w:p>
    <w:p w:rsidR="006C11DB" w:rsidRDefault="006C11DB" w:rsidP="006C11DB">
      <w:pPr>
        <w:pStyle w:val="libNormal"/>
      </w:pPr>
      <w:r>
        <w:t>2.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हँसना।</w:t>
      </w:r>
    </w:p>
    <w:p w:rsidR="006C11DB" w:rsidRDefault="006C11DB" w:rsidP="006C11DB">
      <w:pPr>
        <w:pStyle w:val="libNormal"/>
      </w:pPr>
      <w:r>
        <w:t>3.</w:t>
      </w:r>
      <w:r>
        <w:rPr>
          <w:rFonts w:hint="cs"/>
          <w:cs/>
          <w:lang w:bidi="hi-IN"/>
        </w:rPr>
        <w:t>शिकमसेरी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,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2 .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</w:p>
    <w:p w:rsidR="006C11DB" w:rsidRDefault="006C11DB" w:rsidP="006C11DB">
      <w:pPr>
        <w:pStyle w:val="libNormal"/>
      </w:pPr>
      <w:r>
        <w:t xml:space="preserve">3 .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</w:p>
    <w:p w:rsidR="006C11DB" w:rsidRDefault="006C11DB" w:rsidP="006C11DB">
      <w:pPr>
        <w:pStyle w:val="libNormal"/>
      </w:pPr>
      <w:r>
        <w:t xml:space="preserve">4 . </w:t>
      </w:r>
      <w:r>
        <w:rPr>
          <w:rFonts w:hint="cs"/>
          <w:cs/>
          <w:lang w:bidi="hi-IN"/>
        </w:rPr>
        <w:t>खूराक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5 .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</w:p>
    <w:p w:rsidR="006C11DB" w:rsidRDefault="006C11DB" w:rsidP="006C11DB">
      <w:pPr>
        <w:pStyle w:val="libNormal"/>
      </w:pPr>
      <w:r>
        <w:t xml:space="preserve">6 . </w:t>
      </w:r>
      <w:r>
        <w:rPr>
          <w:rFonts w:hint="cs"/>
          <w:cs/>
          <w:lang w:bidi="hi-IN"/>
        </w:rPr>
        <w:t>आसाश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मोहब्बत।</w:t>
      </w:r>
    </w:p>
    <w:p w:rsidR="006C11DB" w:rsidRDefault="006C11DB" w:rsidP="006C11DB">
      <w:pPr>
        <w:pStyle w:val="libNormal"/>
      </w:pPr>
      <w:r>
        <w:lastRenderedPageBreak/>
        <w:t xml:space="preserve"> (1)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दती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बैयतुल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t xml:space="preserve"> (1.)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काफ़ेरून</w:t>
      </w:r>
    </w:p>
    <w:p w:rsidR="006C11DB" w:rsidRDefault="006C11DB" w:rsidP="006C11DB">
      <w:pPr>
        <w:pStyle w:val="libNormal"/>
      </w:pPr>
      <w:r>
        <w:t xml:space="preserve"> (2.)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काफ़ेरून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मोअव्वज़ातैन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 (4.)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इख़्लास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(5.) </w:t>
      </w:r>
      <w:r>
        <w:rPr>
          <w:rFonts w:hint="cs"/>
          <w:cs/>
          <w:lang w:bidi="hi-IN"/>
        </w:rPr>
        <w:t>आयतल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</w:p>
    <w:p w:rsidR="006C11DB" w:rsidRDefault="006C11DB" w:rsidP="006C11DB">
      <w:pPr>
        <w:pStyle w:val="libNormal"/>
      </w:pPr>
      <w:r>
        <w:t xml:space="preserve"> (6.)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साफ़्फ़ात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(7.)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तकासुर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(8.)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तकासुर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फ़लक़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t>0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फ़लक़े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मिनशर्र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ख़लाका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ग़ासेक़िन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इज़ै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नफ़फासाते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उक़दे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t>0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>,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नास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हिर्रहमान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t xml:space="preserve">0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रब्ब्नि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वसवीसिल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ख़न्नासिल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वसवेसो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सुदूरिन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वन्नास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काफ़ेरून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t xml:space="preserve"> .</w:t>
      </w:r>
      <w:r>
        <w:rPr>
          <w:rFonts w:hint="cs"/>
          <w:cs/>
          <w:lang w:bidi="hi-IN"/>
        </w:rPr>
        <w:t>कुलया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अय्योहल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ताफ़ेरूना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अअबुदो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तअबोदूना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अअबुद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अबत्तुम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अअबुद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दीनोकुम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E04BA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t>,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करूगाँ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E04BA3">
        <w:rPr>
          <w:rFonts w:hint="cs"/>
          <w:cs/>
          <w:lang w:bidi="hi-IN"/>
        </w:rPr>
        <w:t>ं</w:t>
      </w:r>
      <w:r>
        <w:rPr>
          <w:rFonts w:hint="cs"/>
          <w:cs/>
          <w:lang w:bidi="hi-IN"/>
        </w:rPr>
        <w:t>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सुर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इख़्लास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t xml:space="preserve"> .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यूलद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यकुल्लहू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कुफ़ोवन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हद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यगाना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सानी</w:t>
      </w:r>
      <w:r>
        <w:t xml:space="preserve">,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आयत</w:t>
      </w:r>
      <w:r w:rsidR="00B51912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 w:rsidR="00B51912"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हय्युमो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ताखुजोहू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सिनातुंव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अर्ज़मनज़ल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यसफ़ओ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इनदहू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इज़नेही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यअलमो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अयदीहिम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योहीतूना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कुर्सियोहुस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अर्ज़ावला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यओदोहू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हिफ़्ज़ोहुमा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तबय्यनर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रूश्दो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फमयं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यक़फ़ुर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तागूते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वलिय्युल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युख़रेजोहुम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ज़लोमाते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ताग़ूतो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युख़रे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जुलोमाते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ऊलायाका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असहाबुननीरे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ख़ालेदुन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04BA3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गुमराहीमेंफ़र्क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टुटनहीं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मुन्किर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रहैंगे।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सू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साफ़फ़ात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बिसिमिल्लाह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वस्साफ़्फ़ाते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फ़ज़्ज़ाजेराते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ज़जरन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ज़िकरन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वाहेदुन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समावातेवल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अर्ज़ेवमा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मशारेक़े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ज़य्यन्नससमा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कवाकिबे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हिफ़्ज़म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शैतानिम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मारेदिन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यस्सम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मऊना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अअलाव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ज़फूना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जानेबिन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दोहूरव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अज़ाबुंन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साक़ेबुन</w:t>
      </w:r>
      <w:r>
        <w:rPr>
          <w:cs/>
          <w:lang w:bidi="hi-IN"/>
        </w:rPr>
        <w:t xml:space="preserve"> </w:t>
      </w:r>
      <w:r>
        <w:t>0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मौमिनों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डाँटकर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बुराईसे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हटाते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आबिदों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</w:t>
      </w:r>
      <w:r>
        <w:t xml:space="preserve">,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मश्रिक़ों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मग़िरबों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शयातीन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कन्सूइंयाँ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धुतकारे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हैऔरउनके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साफ़्फ़ात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rFonts w:hint="eastAsia"/>
        </w:rPr>
        <w:t>‘’</w:t>
      </w:r>
      <w: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ग़ालेबून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ववल्ला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सौफ़ा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युबसेरून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अज़ाबेना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जेलूना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हतेहिम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मुनज़रीना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हीनिंव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सौफ़ा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युबसेरूना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रब्बिलइज़्ज़ते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यसेफ़ना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सलिना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रब्बिलआलमीन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E04BA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.)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अनकरीब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लेगें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आँगन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मुनज़्ज़ा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तकासुर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हाकुमुततकासुरो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जुर्रतुमुल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मक़ाबेरा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तअलामूना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तअलामूना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कल्ला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तअलामूना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वुन्नल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जहीम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वुन्नह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ऐनलयक़ीन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लतुस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यौअ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एज़िन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>
        <w:t xml:space="preserve">0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बोतात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E04BA3">
        <w:rPr>
          <w:rFonts w:hint="cs"/>
          <w:cs/>
          <w:lang w:bidi="hi-IN"/>
        </w:rPr>
        <w:t>जा प</w:t>
      </w:r>
      <w:r>
        <w:rPr>
          <w:rFonts w:hint="cs"/>
          <w:cs/>
          <w:lang w:bidi="hi-IN"/>
        </w:rPr>
        <w:t>ड़े</w:t>
      </w:r>
      <w:r w:rsidR="00E04BA3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दर्जाज़ैल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हासिले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क़आर्ने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3.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1.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छींटें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सड़कों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lastRenderedPageBreak/>
        <w:t xml:space="preserve">7.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मेवेदार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</w:t>
      </w:r>
    </w:p>
    <w:p w:rsidR="006C11DB" w:rsidRDefault="006C11DB" w:rsidP="00E04BA3">
      <w:pPr>
        <w:pStyle w:val="Heading1"/>
      </w:pPr>
      <w:bookmarkStart w:id="29" w:name="_Toc501042020"/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bookmarkEnd w:id="29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इस्तिब्रा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ठण्डे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इन्तेबाह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चेतावनी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‘’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;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7. </w:t>
      </w:r>
      <w:r>
        <w:rPr>
          <w:rFonts w:hint="cs"/>
          <w:cs/>
          <w:lang w:bidi="hi-IN"/>
        </w:rPr>
        <w:t>बैयतुल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हुम्मर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जुक़निल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वजनुबनी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t>,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याल्लाह</w:t>
      </w:r>
      <w:r>
        <w:t xml:space="preserve">;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रख।</w:t>
      </w:r>
    </w:p>
    <w:p w:rsidR="006C11DB" w:rsidRDefault="006C11DB" w:rsidP="006C11DB">
      <w:pPr>
        <w:pStyle w:val="libNormal"/>
      </w:pPr>
      <w:r>
        <w:t>8.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इस्तिन्जा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</w:t>
      </w:r>
      <w:r>
        <w:rPr>
          <w:cs/>
          <w:lang w:bidi="hi-IN"/>
        </w:rPr>
        <w:t>: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हर्रिमनिन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वक़किफ़नी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क़र्रेबुऩी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इकरामे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t>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याल्लाह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नज़दीक़ी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रखेऔरयह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</w:t>
      </w:r>
      <w:r>
        <w:rPr>
          <w:cs/>
          <w:lang w:bidi="hi-IN"/>
        </w:rPr>
        <w:t>:</w:t>
      </w:r>
    </w:p>
    <w:p w:rsidR="006C11DB" w:rsidRDefault="006C11DB" w:rsidP="006C11DB">
      <w:pPr>
        <w:pStyle w:val="libNormal"/>
      </w:pPr>
      <w:r>
        <w:t xml:space="preserve"> ‘’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बल्वा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सबतारीफ़ें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तक्लीफ़ो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lastRenderedPageBreak/>
        <w:t xml:space="preserve">11.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अल्हमदो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अर्रफ़्नी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अज़ाहो</w:t>
      </w:r>
      <w:r>
        <w:t>,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मिननेअमतिन</w:t>
      </w:r>
      <w:r>
        <w:t xml:space="preserve">, </w:t>
      </w:r>
      <w:r>
        <w:rPr>
          <w:rFonts w:hint="cs"/>
          <w:cs/>
          <w:lang w:bidi="hi-IN"/>
        </w:rPr>
        <w:t>नेअ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यक़देरूल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क़ादेरूना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रहा</w:t>
      </w:r>
      <w:r>
        <w:rPr>
          <w:rFonts w:hint="eastAsia"/>
        </w:rPr>
        <w:t>”</w:t>
      </w:r>
      <w:r>
        <w:t>,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हिसाबदँ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</w:p>
    <w:p w:rsidR="006C11DB" w:rsidRDefault="006C11DB" w:rsidP="00E04BA3">
      <w:pPr>
        <w:pStyle w:val="Heading1"/>
      </w:pPr>
      <w:bookmarkStart w:id="30" w:name="_Toc501042021"/>
      <w:r>
        <w:rPr>
          <w:rFonts w:hint="cs"/>
          <w:cs/>
          <w:lang w:bidi="hi-IN"/>
        </w:rPr>
        <w:t>बीमारिया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bookmarkEnd w:id="30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6C11DB" w:rsidRDefault="006C11DB" w:rsidP="00E04BA3">
      <w:pPr>
        <w:pStyle w:val="libNormal"/>
        <w:numPr>
          <w:ilvl w:val="0"/>
          <w:numId w:val="3"/>
        </w:numPr>
      </w:pP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t xml:space="preserve">,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>2.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बदर्शत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t>,</w:t>
      </w:r>
      <w:r>
        <w:rPr>
          <w:rFonts w:hint="cs"/>
          <w:cs/>
          <w:lang w:bidi="hi-IN"/>
        </w:rPr>
        <w:t>दवाई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नुजामेअतन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नीद</w:t>
      </w:r>
      <w:r>
        <w:t xml:space="preserve">, </w:t>
      </w:r>
      <w:r>
        <w:rPr>
          <w:rFonts w:hint="cs"/>
          <w:cs/>
          <w:lang w:bidi="hi-IN"/>
        </w:rPr>
        <w:t>आजाये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करेम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मर्वी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(8)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मुस्लिमतबीब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(9)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दुँगा।</w:t>
      </w:r>
    </w:p>
    <w:p w:rsidR="006C11DB" w:rsidRDefault="006C11DB" w:rsidP="006C11DB">
      <w:pPr>
        <w:pStyle w:val="libNormal"/>
      </w:pPr>
      <w:r>
        <w:lastRenderedPageBreak/>
        <w:t xml:space="preserve"> (10) </w:t>
      </w:r>
      <w:r>
        <w:rPr>
          <w:rFonts w:hint="cs"/>
          <w:cs/>
          <w:lang w:bidi="hi-IN"/>
        </w:rPr>
        <w:t>नाश्ता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ठणडे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="00B51912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र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04BA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नुस्ख़ा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E04BA3">
        <w:rPr>
          <w:rFonts w:hint="cs"/>
          <w:cs/>
          <w:lang w:bidi="hi-IN"/>
        </w:rPr>
        <w:t>ई</w:t>
      </w:r>
      <w:r>
        <w:rPr>
          <w:rFonts w:hint="cs"/>
          <w:cs/>
          <w:lang w:bidi="hi-IN"/>
        </w:rPr>
        <w:t>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 w:rsidR="00E04BA3">
        <w:rPr>
          <w:rFonts w:hint="cs"/>
          <w:cs/>
          <w:lang w:bidi="hi-IN"/>
        </w:rPr>
        <w:t xml:space="preserve">ों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ग़िर्जो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क़आर्ने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E04BA3"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फ़ातिहा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 w:rsidR="00B51912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फातिहा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‘’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हिरर्हमा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अर्रहमा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यौमिद्दीन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इय्याका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नअबुदो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इय्याका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एहदिनस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मुस्तक़ीमा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सिरातल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अनअम्ता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मग़ज़ूबे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ज़ाल्लीन</w:t>
      </w:r>
      <w:r>
        <w:rPr>
          <w:cs/>
          <w:lang w:bidi="hi-IN"/>
        </w:rPr>
        <w:t xml:space="preserve"> </w:t>
      </w:r>
      <w:r>
        <w:t>0’’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आयतल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0)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नूरो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मुदब्बेरूल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बिस्मिल्लाहिल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अनज़लन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रक़्क़िम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मन्शूरिन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मक़दूरिन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नबिय्यिम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महबूरिन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इज़ज़े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फ़ख़्रे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मशहुरून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सययेदेना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>
        <w:t>0</w:t>
      </w:r>
      <w:r>
        <w:rPr>
          <w:rFonts w:ascii="Times New Roman" w:hAnsi="Times New Roman" w:cs="Times New Roman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 w:rsidR="00B51912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ज़िक्रसतरों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परूशानी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नाश्ते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लाहौल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पढने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अलिय्यल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3.</w:t>
      </w:r>
      <w:r>
        <w:rPr>
          <w:rFonts w:hint="cs"/>
          <w:cs/>
          <w:lang w:bidi="hi-IN"/>
        </w:rPr>
        <w:t>सैय्यदुश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शर्तेकि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 xml:space="preserve"> 4.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DA24C7" w:rsidRDefault="006C11DB" w:rsidP="006C11DB">
      <w:pPr>
        <w:pStyle w:val="libNormal"/>
        <w:rPr>
          <w:cs/>
          <w:lang w:bidi="hi-IN"/>
        </w:rPr>
      </w:pPr>
      <w:r>
        <w:t xml:space="preserve"> 5.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सेब</w:t>
      </w:r>
      <w:r>
        <w:t xml:space="preserve">, </w:t>
      </w:r>
      <w:r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चकोतरा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</w:p>
    <w:p w:rsidR="00DA24C7" w:rsidRDefault="00DA24C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6C11DB" w:rsidRDefault="006C11DB" w:rsidP="00DA24C7">
      <w:pPr>
        <w:pStyle w:val="Heading1"/>
      </w:pPr>
      <w:bookmarkStart w:id="31" w:name="_Toc501042022"/>
      <w:r>
        <w:rPr>
          <w:rFonts w:hint="cs"/>
          <w:cs/>
          <w:lang w:bidi="hi-IN"/>
        </w:rPr>
        <w:lastRenderedPageBreak/>
        <w:t>मुआशरती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>)</w:t>
      </w:r>
      <w:bookmarkEnd w:id="31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हजूर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च</w:t>
      </w:r>
      <w:r w:rsidR="00DA24C7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फ़लसफ़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ए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मुसावात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निभर्र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इफ़्तेख़ार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बोलें</w:t>
      </w:r>
      <w:r>
        <w:t>,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बर्ते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खुशख़ल्क़ी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बर्ते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लगायें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अटकायें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</w:p>
    <w:p w:rsidR="006C11DB" w:rsidRDefault="006C11DB" w:rsidP="00DA24C7">
      <w:pPr>
        <w:pStyle w:val="Heading1"/>
      </w:pPr>
      <w:bookmarkStart w:id="32" w:name="_Toc501042023"/>
      <w:r>
        <w:rPr>
          <w:rFonts w:hint="cs"/>
          <w:cs/>
          <w:lang w:bidi="hi-IN"/>
        </w:rPr>
        <w:t>सिल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रहमी</w:t>
      </w:r>
      <w:bookmarkEnd w:id="32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C11DB" w:rsidRDefault="006C11DB" w:rsidP="00DA24C7">
      <w:pPr>
        <w:pStyle w:val="Heading1"/>
      </w:pPr>
      <w:bookmarkStart w:id="33" w:name="_Toc501042024"/>
      <w:r>
        <w:rPr>
          <w:rFonts w:hint="cs"/>
          <w:cs/>
          <w:lang w:bidi="hi-IN"/>
        </w:rPr>
        <w:lastRenderedPageBreak/>
        <w:t>हमसायों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पड़ोसियों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>)</w:t>
      </w:r>
      <w:bookmarkEnd w:id="33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जिब्रईल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,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भीहमसाये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सूँघेंगा।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="00DA24C7">
        <w:rPr>
          <w:rFonts w:hint="cs"/>
          <w:cs/>
          <w:lang w:bidi="hi-IN"/>
        </w:rPr>
        <w:t>सादि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हमसाये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माअन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मुस्तआर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अस्तआई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3.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ab/>
        <w:t xml:space="preserve"> (1)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  <w:t xml:space="preserve"> (2)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चुम्कारने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DA24C7">
      <w:pPr>
        <w:pStyle w:val="libNormal"/>
      </w:pPr>
      <w:r>
        <w:tab/>
        <w:t xml:space="preserve"> (3)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</w:t>
      </w:r>
      <w:r w:rsidR="00DA24C7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DA24C7">
      <w:pPr>
        <w:pStyle w:val="Heading1"/>
      </w:pPr>
      <w:bookmarkStart w:id="34" w:name="_Toc501042025"/>
      <w:r>
        <w:rPr>
          <w:rFonts w:hint="cs"/>
          <w:cs/>
          <w:lang w:bidi="hi-IN"/>
        </w:rPr>
        <w:lastRenderedPageBreak/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</w:t>
      </w:r>
      <w:r w:rsidR="00DA24C7">
        <w:rPr>
          <w:rFonts w:hint="cs"/>
          <w:cs/>
          <w:lang w:bidi="hi-IN"/>
        </w:rPr>
        <w:t>ई</w:t>
      </w:r>
      <w:r>
        <w:rPr>
          <w:rFonts w:hint="cs"/>
          <w:cs/>
          <w:lang w:bidi="hi-IN"/>
        </w:rPr>
        <w:t>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हुकूक़</w:t>
      </w:r>
      <w:bookmarkEnd w:id="34"/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पंसदीदा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t xml:space="preserve">,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आँख़ोंकी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निन्दा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भेद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lastRenderedPageBreak/>
        <w:t xml:space="preserve">8.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 w:rsidR="00B51912">
        <w:rPr>
          <w:rFonts w:hint="cs"/>
          <w:cs/>
          <w:lang w:bidi="hi-IN"/>
        </w:rPr>
        <w:t>हतात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मन्क़ूल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:-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>6.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भेजें</w:t>
      </w:r>
      <w:r>
        <w:t xml:space="preserve">,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B51912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>,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जायें</w:t>
      </w:r>
      <w:r>
        <w:rPr>
          <w:cs/>
          <w:lang w:bidi="hi-IN"/>
        </w:rPr>
        <w:t xml:space="preserve">) 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यहलाजिम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>,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मौमेनीन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</w:p>
    <w:p w:rsidR="006C11DB" w:rsidRDefault="006C11DB" w:rsidP="00B51912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lastRenderedPageBreak/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 w:rsidR="00B5191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B51912">
        <w:rPr>
          <w:rFonts w:hint="cs"/>
          <w:cs/>
          <w:lang w:bidi="hi-IN"/>
        </w:rPr>
        <w:t>छ्छे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गुज़रेगी</w:t>
      </w:r>
      <w:r>
        <w:t xml:space="preserve">,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6C11DB" w:rsidRDefault="006C11DB" w:rsidP="006C11DB">
      <w:pPr>
        <w:pStyle w:val="libNormal"/>
      </w:pPr>
      <w:r>
        <w:t xml:space="preserve"> 13.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C11DB" w:rsidRDefault="006C11DB" w:rsidP="006C11DB">
      <w:pPr>
        <w:pStyle w:val="libNormal"/>
      </w:pPr>
      <w:r>
        <w:t xml:space="preserve">14.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क</w:t>
      </w:r>
      <w:r w:rsidR="00DA24C7">
        <w:rPr>
          <w:cs/>
          <w:lang w:bidi="hi-IN"/>
        </w:rPr>
        <w:t>)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खिलाना</w:t>
      </w:r>
      <w:r>
        <w:rPr>
          <w:cs/>
          <w:lang w:bidi="hi-IN"/>
        </w:rPr>
        <w:t xml:space="preserve"> 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कर्ज़दार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>)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दिलाना।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</w:p>
    <w:p w:rsidR="006C11DB" w:rsidRDefault="006C11DB" w:rsidP="006C11DB">
      <w:pPr>
        <w:pStyle w:val="libNormal"/>
      </w:pPr>
      <w:r>
        <w:t xml:space="preserve">15. </w:t>
      </w:r>
      <w:r>
        <w:rPr>
          <w:rFonts w:hint="cs"/>
          <w:cs/>
          <w:lang w:bidi="hi-IN"/>
        </w:rPr>
        <w:t>रसुले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रखता।</w:t>
      </w:r>
    </w:p>
    <w:p w:rsidR="006C11DB" w:rsidRDefault="006C11DB" w:rsidP="006C11DB">
      <w:pPr>
        <w:pStyle w:val="libNormal"/>
      </w:pPr>
      <w:r>
        <w:t xml:space="preserve">16.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17.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18.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t>,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6C11DB" w:rsidRDefault="006C11DB" w:rsidP="006C11DB">
      <w:pPr>
        <w:pStyle w:val="libNormal"/>
      </w:pPr>
      <w:r>
        <w:t xml:space="preserve">19.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दिर्क़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20.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>:</w:t>
      </w:r>
    </w:p>
    <w:p w:rsidR="006C11DB" w:rsidRDefault="006C11DB" w:rsidP="006C11DB">
      <w:pPr>
        <w:pStyle w:val="libNormal"/>
      </w:pPr>
      <w:r>
        <w:t xml:space="preserve">21.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तार्रूज़से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>-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मुहाजिर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>)।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परमुत्तफ़िक़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कोड़ानहीं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</w:t>
      </w:r>
      <w:r>
        <w:t>,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: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सफ़ेदरीश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-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: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:-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rFonts w:hint="eastAsia"/>
        </w:rPr>
        <w:t>“</w:t>
      </w:r>
    </w:p>
    <w:p w:rsidR="006C11DB" w:rsidRDefault="006C11DB" w:rsidP="006C11DB">
      <w:pPr>
        <w:pStyle w:val="libNormal"/>
      </w:pPr>
    </w:p>
    <w:p w:rsidR="006C11DB" w:rsidRDefault="006C11DB" w:rsidP="006C11DB">
      <w:pPr>
        <w:pStyle w:val="libNormal"/>
      </w:pPr>
      <w:r>
        <w:t xml:space="preserve"> (5.) </w:t>
      </w:r>
      <w:r w:rsidRPr="00C60D02">
        <w:rPr>
          <w:rStyle w:val="Heading1Char"/>
          <w:rFonts w:eastAsia="Calibri" w:cs="Mangal" w:hint="cs"/>
          <w:cs/>
        </w:rPr>
        <w:t>ज़ालिम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लोगों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के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साथ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मेल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जोल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फ़यादे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C11DB" w:rsidRDefault="006C11DB" w:rsidP="006C11DB">
      <w:pPr>
        <w:pStyle w:val="libNormal"/>
      </w:pPr>
      <w:r>
        <w:lastRenderedPageBreak/>
        <w:t xml:space="preserve">3.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ज़ालिमो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आवश्यकतायें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आवश्यतताओ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मोमिनऔरतमाम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t>1/10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तकय्या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पहुँचे।</w:t>
      </w:r>
    </w:p>
    <w:p w:rsidR="006C11DB" w:rsidRDefault="006C11DB" w:rsidP="006C11DB">
      <w:pPr>
        <w:pStyle w:val="libNormal"/>
      </w:pPr>
    </w:p>
    <w:p w:rsidR="006C11DB" w:rsidRDefault="006C11DB" w:rsidP="006C11DB">
      <w:pPr>
        <w:pStyle w:val="libNormal"/>
      </w:pPr>
      <w:r>
        <w:lastRenderedPageBreak/>
        <w:t xml:space="preserve">(6.) </w:t>
      </w:r>
      <w:r w:rsidRPr="00C60D02">
        <w:rPr>
          <w:rStyle w:val="Heading1Char"/>
          <w:rFonts w:eastAsia="Calibri" w:cs="Mangal" w:hint="cs"/>
          <w:cs/>
        </w:rPr>
        <w:t>सलाम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तवाज़ोअ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सत्यकार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अलैयकुम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</w:t>
      </w:r>
      <w:r w:rsidR="007F18E7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</w:t>
      </w:r>
      <w:r w:rsidR="007F18E7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C60D02">
        <w:rPr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 w:rsidR="00C60D02">
        <w:rPr>
          <w:rFonts w:hint="cs"/>
          <w:cs/>
          <w:lang w:bidi="hi-IN"/>
        </w:rPr>
        <w:t>गि</w:t>
      </w:r>
      <w:r>
        <w:rPr>
          <w:rFonts w:hint="cs"/>
          <w:cs/>
          <w:lang w:bidi="hi-IN"/>
        </w:rPr>
        <w:t>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="00C60D02">
        <w:rPr>
          <w:rFonts w:hint="cs"/>
          <w:cs/>
          <w:lang w:bidi="hi-IN"/>
        </w:rPr>
        <w:t>गि</w:t>
      </w:r>
      <w:r>
        <w:rPr>
          <w:rFonts w:hint="cs"/>
          <w:cs/>
          <w:lang w:bidi="hi-IN"/>
        </w:rPr>
        <w:t>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ख़ींचतेथे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C11DB" w:rsidRDefault="006C11DB" w:rsidP="00DA24C7">
      <w:pPr>
        <w:pStyle w:val="libNormal"/>
      </w:pPr>
      <w:r>
        <w:lastRenderedPageBreak/>
        <w:t>(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>)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ख</w:t>
      </w:r>
      <w:r w:rsidR="00DA24C7">
        <w:rPr>
          <w:cs/>
          <w:lang w:bidi="hi-IN"/>
        </w:rPr>
        <w:t>)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C60D0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पैरोऔं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अनुयायियों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</w:t>
      </w:r>
      <w:r w:rsidR="007F18E7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(7) </w:t>
      </w:r>
      <w:r w:rsidRPr="00C60D02">
        <w:rPr>
          <w:rStyle w:val="Heading1Char"/>
          <w:rFonts w:eastAsia="Calibri" w:cs="Mangal" w:hint="cs"/>
          <w:cs/>
        </w:rPr>
        <w:t>मुआशरती</w:t>
      </w:r>
      <w:r w:rsidRPr="00DA24C7">
        <w:rPr>
          <w:rStyle w:val="Heading1Char"/>
          <w:rFonts w:eastAsia="Calibri"/>
          <w:rtl/>
          <w:cs/>
        </w:rPr>
        <w:t xml:space="preserve"> </w:t>
      </w:r>
      <w:r w:rsidRPr="00C60D02">
        <w:rPr>
          <w:rStyle w:val="Heading1Char"/>
          <w:rFonts w:eastAsia="Calibri" w:cs="Mangal" w:hint="cs"/>
          <w:cs/>
        </w:rPr>
        <w:t>आदाब</w:t>
      </w:r>
    </w:p>
    <w:p w:rsidR="006C11DB" w:rsidRDefault="006C11DB" w:rsidP="006C11DB">
      <w:pPr>
        <w:pStyle w:val="libNormal"/>
      </w:pPr>
      <w:r>
        <w:t xml:space="preserve">1.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3.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>,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फ़रोतनी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ख़ाकसारी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ज़ियाफ़त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क़ाबे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जाना।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घ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सवीब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7F18E7" w:rsidP="006C11DB">
      <w:pPr>
        <w:pStyle w:val="libNormal"/>
      </w:pPr>
      <w:r>
        <w:t>5.</w:t>
      </w:r>
      <w:r>
        <w:rPr>
          <w:rFonts w:hint="cs"/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किसी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बेवकूफ़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शख़्स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यहाँ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जाना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कि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कुछ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हालात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इन्सान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ऐसे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लोगों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एहसान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बार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उठाने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भी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मजबूर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देते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हैं।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6C11DB" w:rsidRDefault="006C11DB" w:rsidP="006C11DB">
      <w:pPr>
        <w:pStyle w:val="libNormal"/>
      </w:pPr>
      <w:r>
        <w:lastRenderedPageBreak/>
        <w:t xml:space="preserve">7.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 w:rsidR="00DA24C7">
        <w:rPr>
          <w:rFonts w:hint="cs"/>
          <w:cs/>
          <w:lang w:bidi="hi-IN"/>
        </w:rPr>
        <w:t>मशव</w:t>
      </w:r>
      <w:r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अख़्लाक़ी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फ़य्याज़ी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सादीक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क</w:t>
      </w:r>
      <w:r w:rsidR="00DA24C7">
        <w:rPr>
          <w:cs/>
          <w:lang w:bidi="hi-IN"/>
        </w:rPr>
        <w:t>)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 w:rsidR="007F18E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(1)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t xml:space="preserve">, </w:t>
      </w:r>
      <w:r>
        <w:rPr>
          <w:rFonts w:hint="cs"/>
          <w:cs/>
          <w:lang w:bidi="hi-IN"/>
        </w:rPr>
        <w:t>आला</w:t>
      </w:r>
      <w:r>
        <w:t>,</w:t>
      </w:r>
      <w:r>
        <w:rPr>
          <w:rFonts w:hint="cs"/>
          <w:cs/>
          <w:lang w:bidi="hi-IN"/>
        </w:rPr>
        <w:t>अख़्लाक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अपको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दिलाये</w:t>
      </w:r>
      <w:r>
        <w:t xml:space="preserve">,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सिखाये</w:t>
      </w:r>
      <w:r>
        <w:t>,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शौक़दिलाये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एक</w:t>
      </w:r>
      <w:r w:rsidR="00DA24C7">
        <w:rPr>
          <w:rFonts w:hint="cs"/>
          <w:cs/>
          <w:lang w:bidi="hi-IN"/>
        </w:rPr>
        <w:t xml:space="preserve"> ऐ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घ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t>?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>,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कोबढ़ाये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6C11DB" w:rsidRDefault="006C11DB" w:rsidP="006C11DB">
      <w:pPr>
        <w:pStyle w:val="libNormal"/>
      </w:pPr>
      <w:r>
        <w:lastRenderedPageBreak/>
        <w:t>1.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बरादर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2.</w:t>
      </w:r>
      <w:r w:rsidR="00654393"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उयूब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ऐबों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6C11DB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पहुँचाये।तो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बराबर</w:t>
      </w:r>
      <w:r>
        <w:t xml:space="preserve">,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DA24C7">
      <w:pPr>
        <w:pStyle w:val="libNormal"/>
      </w:pPr>
      <w:r>
        <w:t>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6C11DB" w:rsidRDefault="006C11DB" w:rsidP="006C11DB">
      <w:pPr>
        <w:pStyle w:val="libNormal"/>
      </w:pPr>
      <w:r>
        <w:t>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t>4 .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रसुलल्लाह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?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 w:rsidR="00DA24C7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ab/>
        <w:t xml:space="preserve"> (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  <w:t xml:space="preserve"> (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  <w:t xml:space="preserve"> (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ab/>
        <w:t xml:space="preserve"> (</w:t>
      </w:r>
      <w:r>
        <w:rPr>
          <w:rFonts w:hint="cs"/>
          <w:cs/>
          <w:lang w:bidi="hi-IN"/>
        </w:rPr>
        <w:t>घ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6C11DB" w:rsidRDefault="006C11DB" w:rsidP="006C11DB">
      <w:pPr>
        <w:pStyle w:val="libNormal"/>
      </w:pPr>
      <w:r>
        <w:tab/>
        <w:t xml:space="preserve"> (</w:t>
      </w:r>
      <w:r>
        <w:rPr>
          <w:rFonts w:hint="cs"/>
          <w:cs/>
          <w:lang w:bidi="hi-IN"/>
        </w:rPr>
        <w:t>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हँसना</w:t>
      </w:r>
    </w:p>
    <w:p w:rsidR="006C11DB" w:rsidRDefault="006C11DB" w:rsidP="006C11DB">
      <w:pPr>
        <w:pStyle w:val="libNormal"/>
      </w:pPr>
      <w:r>
        <w:t xml:space="preserve"> (</w:t>
      </w:r>
      <w:r>
        <w:rPr>
          <w:rFonts w:hint="cs"/>
          <w:cs/>
          <w:lang w:bidi="hi-IN"/>
        </w:rPr>
        <w:t>च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झाँकना।</w:t>
      </w:r>
    </w:p>
    <w:p w:rsidR="007C7CE6" w:rsidRDefault="007C7CE6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6C11DB" w:rsidRDefault="00DA24C7" w:rsidP="00DA24C7">
      <w:pPr>
        <w:pStyle w:val="Heading1"/>
      </w:pPr>
      <w:bookmarkStart w:id="35" w:name="_Toc501042026"/>
      <w:r>
        <w:rPr>
          <w:rFonts w:hint="cs"/>
          <w:cs/>
          <w:lang w:bidi="hi-IN"/>
        </w:rPr>
        <w:lastRenderedPageBreak/>
        <w:t>छीं</w:t>
      </w:r>
      <w:r w:rsidR="006C11DB">
        <w:rPr>
          <w:rFonts w:hint="cs"/>
          <w:cs/>
          <w:lang w:bidi="hi-IN"/>
        </w:rPr>
        <w:t>क</w:t>
      </w:r>
      <w:bookmarkEnd w:id="35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मोहम्मदिंन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बैयतेही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 </w:t>
      </w:r>
      <w:r>
        <w:tab/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हमोकल्लाहो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यग़फ़ेरूल्लाहो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</w:p>
    <w:p w:rsidR="006C11DB" w:rsidRDefault="006C11DB" w:rsidP="006C11DB">
      <w:pPr>
        <w:pStyle w:val="libNormal"/>
      </w:pPr>
      <w:r>
        <w:tab/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6C11DB">
      <w:pPr>
        <w:pStyle w:val="libNormal"/>
      </w:pPr>
      <w:r>
        <w:t>1.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नाशायस्त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6C11DB" w:rsidRDefault="006C11DB" w:rsidP="006C11DB">
      <w:pPr>
        <w:pStyle w:val="libNormal"/>
      </w:pPr>
      <w:r>
        <w:lastRenderedPageBreak/>
        <w:t xml:space="preserve">3.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>,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वेकांर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हँसना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मुस्कराये</w:t>
      </w:r>
      <w:r>
        <w:t xml:space="preserve">, </w:t>
      </w:r>
      <w:r>
        <w:rPr>
          <w:rFonts w:hint="cs"/>
          <w:cs/>
          <w:lang w:bidi="hi-IN"/>
        </w:rPr>
        <w:t>नयह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6C11DB" w:rsidRDefault="006C11DB" w:rsidP="006C11DB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क़हक़हे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>:</w:t>
      </w:r>
    </w:p>
    <w:p w:rsidR="006C11DB" w:rsidRDefault="006C11DB" w:rsidP="006C11DB">
      <w:pPr>
        <w:pStyle w:val="libNormal"/>
      </w:pP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तमक़ुतनी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बनें।</w:t>
      </w:r>
    </w:p>
    <w:p w:rsidR="006C11DB" w:rsidRDefault="006C11DB" w:rsidP="006C11DB">
      <w:pPr>
        <w:pStyle w:val="libNormal"/>
      </w:pPr>
      <w:r>
        <w:lastRenderedPageBreak/>
        <w:t xml:space="preserve">8.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क्येंकि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वेक़ार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lastRenderedPageBreak/>
        <w:t>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13.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14.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>,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अफ़्सुर्दगी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6C11DB" w:rsidRDefault="006C11DB" w:rsidP="006C11DB">
      <w:pPr>
        <w:pStyle w:val="libNormal"/>
      </w:pPr>
      <w:r>
        <w:t xml:space="preserve">15.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पाले</w:t>
      </w:r>
      <w:r>
        <w:t>,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बढायेगा।</w:t>
      </w:r>
    </w:p>
    <w:p w:rsidR="006C11DB" w:rsidRDefault="006C11DB" w:rsidP="006C11DB">
      <w:pPr>
        <w:pStyle w:val="libNormal"/>
      </w:pPr>
      <w:r>
        <w:t xml:space="preserve">16.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17.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6C11DB" w:rsidRDefault="006C11DB" w:rsidP="006C11DB">
      <w:pPr>
        <w:pStyle w:val="libNormal"/>
      </w:pPr>
      <w:r>
        <w:t>18.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19.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ख़ालक़ियत</w:t>
      </w:r>
      <w:r>
        <w:t>,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पछतायेगा।</w:t>
      </w:r>
    </w:p>
    <w:p w:rsidR="006C11DB" w:rsidRDefault="006C11DB" w:rsidP="006C11DB">
      <w:pPr>
        <w:pStyle w:val="libNormal"/>
      </w:pPr>
      <w:r>
        <w:t xml:space="preserve">20.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सुब्हाना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यसेफ़ून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आलामीन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साफ़्फ़ात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 w:rsidR="007C7CE6">
        <w:rPr>
          <w:rFonts w:hint="cs"/>
          <w:cs/>
          <w:lang w:bidi="hi-IN"/>
        </w:rPr>
        <w:t xml:space="preserve"> </w:t>
      </w:r>
      <w:r>
        <w:t xml:space="preserve">180—181) </w:t>
      </w:r>
      <w:r>
        <w:tab/>
      </w:r>
    </w:p>
    <w:p w:rsidR="006C11DB" w:rsidRDefault="006C11DB" w:rsidP="006C11DB">
      <w:pPr>
        <w:pStyle w:val="libNormal"/>
      </w:pPr>
      <w:r>
        <w:t xml:space="preserve">21.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t>?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22.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तुफ़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t xml:space="preserve">,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सीखें।</w:t>
      </w:r>
    </w:p>
    <w:p w:rsidR="006C11DB" w:rsidRDefault="006C11DB" w:rsidP="006C11DB">
      <w:pPr>
        <w:pStyle w:val="libNormal"/>
      </w:pPr>
      <w:r>
        <w:lastRenderedPageBreak/>
        <w:t xml:space="preserve">23.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मग़्फ़ेरत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फ़ौकियत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प्रधानता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>,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पछताना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पड़ता।</w:t>
      </w:r>
    </w:p>
    <w:p w:rsidR="006C11DB" w:rsidRDefault="006C11DB" w:rsidP="006C11DB">
      <w:pPr>
        <w:pStyle w:val="libNormal"/>
      </w:pPr>
      <w:r>
        <w:t xml:space="preserve"> (2)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मशिवरा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-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अक़्लमन्द</w:t>
      </w:r>
      <w:r>
        <w:t xml:space="preserve">, </w:t>
      </w:r>
      <w:r>
        <w:rPr>
          <w:rFonts w:hint="cs"/>
          <w:cs/>
          <w:lang w:bidi="hi-IN"/>
        </w:rPr>
        <w:t>दीनदार</w:t>
      </w:r>
      <w:r>
        <w:t xml:space="preserve">,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तमामपहलुओं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मोअय़यन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बुज़दिल</w:t>
      </w:r>
      <w:r>
        <w:t xml:space="preserve">, </w:t>
      </w:r>
      <w:r>
        <w:rPr>
          <w:rFonts w:hint="cs"/>
          <w:cs/>
          <w:lang w:bidi="hi-IN"/>
        </w:rPr>
        <w:t>कंजूस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तामेअ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t xml:space="preserve"> (5)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 (6)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बताता।</w:t>
      </w:r>
    </w:p>
    <w:p w:rsidR="006C11DB" w:rsidRDefault="006C11DB" w:rsidP="006C11DB">
      <w:pPr>
        <w:pStyle w:val="libNormal"/>
      </w:pPr>
      <w:r>
        <w:t xml:space="preserve"> (7)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 w:rsidR="00DA24C7">
        <w:rPr>
          <w:rFonts w:hint="cs"/>
          <w:cs/>
          <w:lang w:bidi="hi-IN"/>
        </w:rPr>
        <w:t>भाई</w:t>
      </w:r>
      <w:r>
        <w:rPr>
          <w:rFonts w:hint="cs"/>
          <w:cs/>
          <w:lang w:bidi="hi-IN"/>
        </w:rPr>
        <w:t>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(8)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शरूआत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 xml:space="preserve"> (9)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DA24C7" w:rsidRDefault="00DA24C7" w:rsidP="006C11DB">
      <w:pPr>
        <w:pStyle w:val="libNormal"/>
        <w:rPr>
          <w:lang w:bidi="hi-IN"/>
        </w:rPr>
      </w:pPr>
    </w:p>
    <w:p w:rsidR="006C11DB" w:rsidRDefault="006C11DB" w:rsidP="00DA24C7">
      <w:pPr>
        <w:pStyle w:val="Heading1"/>
      </w:pPr>
      <w:bookmarkStart w:id="36" w:name="_Toc501042027"/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सिफात</w:t>
      </w:r>
      <w:bookmarkEnd w:id="36"/>
    </w:p>
    <w:p w:rsidR="006C11DB" w:rsidRDefault="006C11DB" w:rsidP="006C11DB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नहूसत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2.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C11DB" w:rsidRDefault="006C11DB" w:rsidP="006C11DB">
      <w:pPr>
        <w:pStyle w:val="libNormal"/>
      </w:pPr>
      <w:r>
        <w:t xml:space="preserve"> 3.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. </w:t>
      </w:r>
      <w:r>
        <w:rPr>
          <w:rFonts w:hint="cs"/>
          <w:cs/>
          <w:lang w:bidi="hi-IN"/>
        </w:rPr>
        <w:t>नुमाइश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?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जताये।</w:t>
      </w:r>
    </w:p>
    <w:p w:rsidR="006C11DB" w:rsidRDefault="006C11DB" w:rsidP="00DA24C7">
      <w:pPr>
        <w:pStyle w:val="libNormal"/>
      </w:pPr>
      <w:r>
        <w:t>4.</w:t>
      </w:r>
      <w:r w:rsidR="00DA24C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t xml:space="preserve">,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DA24C7" w:rsidP="006C11DB">
      <w:pPr>
        <w:pStyle w:val="libNormal"/>
      </w:pPr>
      <w:r>
        <w:t>5</w:t>
      </w:r>
      <w:r w:rsidR="006C11DB">
        <w:t xml:space="preserve">. </w:t>
      </w:r>
      <w:r w:rsidR="006C11DB">
        <w:rPr>
          <w:rFonts w:hint="cs"/>
          <w:cs/>
          <w:lang w:bidi="hi-IN"/>
        </w:rPr>
        <w:t>कुर्आन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मजीद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तिलावत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अपने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घर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मुनव्वर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करते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रहें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अपने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घर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को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ज़िक्रे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खुदा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ख़ाली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छोड़ें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बल्कि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उसमें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ख़ूब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नमाज़े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पढ़ा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करें।</w:t>
      </w:r>
    </w:p>
    <w:p w:rsidR="006C11DB" w:rsidRDefault="00DA24C7" w:rsidP="006C11DB">
      <w:pPr>
        <w:pStyle w:val="libNormal"/>
      </w:pPr>
      <w:r>
        <w:t>6</w:t>
      </w:r>
      <w:r w:rsidR="006C11DB">
        <w:t xml:space="preserve">. </w:t>
      </w:r>
      <w:r w:rsidR="006C11DB">
        <w:rPr>
          <w:rFonts w:hint="cs"/>
          <w:cs/>
          <w:lang w:bidi="hi-IN"/>
        </w:rPr>
        <w:t>एक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ऐसे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घर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रात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से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सुबह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तक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वक्त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गुज़ारना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मकरूह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है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जिसमें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पर्दा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और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ख़िल्वत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मैयस्सर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न</w:t>
      </w:r>
      <w:r w:rsidR="006C11DB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: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कूड़ा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सोयें।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पड़ोसी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झाँके।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10. </w:t>
      </w:r>
      <w:r>
        <w:rPr>
          <w:rFonts w:hint="cs"/>
          <w:cs/>
          <w:lang w:bidi="hi-IN"/>
        </w:rPr>
        <w:t>पालतू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कबूतर</w:t>
      </w:r>
      <w:r>
        <w:t xml:space="preserve">, </w:t>
      </w:r>
      <w:r>
        <w:rPr>
          <w:rFonts w:hint="cs"/>
          <w:cs/>
          <w:lang w:bidi="hi-IN"/>
        </w:rPr>
        <w:t>मुर्गियाँ</w:t>
      </w:r>
      <w:r>
        <w:t xml:space="preserve">, </w:t>
      </w:r>
      <w:r>
        <w:rPr>
          <w:rFonts w:hint="cs"/>
          <w:cs/>
          <w:lang w:bidi="hi-IN"/>
        </w:rPr>
        <w:t>भेड़ें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</w:p>
    <w:p w:rsidR="006C11DB" w:rsidRDefault="006C11DB" w:rsidP="006C11DB">
      <w:pPr>
        <w:pStyle w:val="libNormal"/>
      </w:pPr>
      <w:r>
        <w:tab/>
      </w:r>
      <w:r>
        <w:tab/>
      </w:r>
      <w:r>
        <w:tab/>
      </w:r>
      <w:r>
        <w:tab/>
      </w:r>
    </w:p>
    <w:p w:rsidR="006C11DB" w:rsidRDefault="006C11DB" w:rsidP="00DA24C7">
      <w:pPr>
        <w:pStyle w:val="Heading1"/>
      </w:pPr>
      <w:bookmarkStart w:id="37" w:name="_Toc501042028"/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bookmarkEnd w:id="37"/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निर्रहीम</w:t>
      </w:r>
      <w:r>
        <w:t xml:space="preserve">0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आमन्तो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तवक्कलतो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माशाल्लहो</w:t>
      </w:r>
      <w:r>
        <w:rPr>
          <w:cs/>
          <w:lang w:bidi="hi-IN"/>
        </w:rPr>
        <w:t xml:space="preserve"> </w:t>
      </w:r>
      <w:r>
        <w:t>0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t xml:space="preserve">0 </w:t>
      </w:r>
      <w:r>
        <w:rPr>
          <w:rFonts w:ascii="Times New Roman" w:hAnsi="Times New Roman" w:cs="Times New Roman"/>
        </w:rPr>
        <w:t>“</w:t>
      </w:r>
      <w: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</w:p>
    <w:p w:rsidR="006C11DB" w:rsidRDefault="006C11DB" w:rsidP="00DA24C7">
      <w:pPr>
        <w:pStyle w:val="Heading1"/>
      </w:pPr>
      <w:bookmarkStart w:id="38" w:name="_Toc501042029"/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bookmarkEnd w:id="38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एऎइख़्लास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कहें।</w:t>
      </w:r>
    </w:p>
    <w:p w:rsidR="006C11DB" w:rsidRDefault="006C11DB" w:rsidP="006C11DB">
      <w:pPr>
        <w:pStyle w:val="libNormal"/>
      </w:pPr>
    </w:p>
    <w:p w:rsidR="006C11DB" w:rsidRDefault="006C11DB" w:rsidP="00DA24C7">
      <w:pPr>
        <w:pStyle w:val="Heading1"/>
      </w:pPr>
      <w:r>
        <w:rPr>
          <w:cs/>
          <w:lang w:bidi="hi-IN"/>
        </w:rPr>
        <w:t xml:space="preserve"> </w:t>
      </w:r>
      <w:bookmarkStart w:id="39" w:name="_Toc501042030"/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व्यासाय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कृषि</w:t>
      </w:r>
      <w:r>
        <w:rPr>
          <w:cs/>
          <w:lang w:bidi="hi-IN"/>
        </w:rPr>
        <w:t>)</w:t>
      </w:r>
      <w:bookmarkEnd w:id="39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1 .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सूदख़ोर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ab/>
      </w:r>
    </w:p>
    <w:p w:rsidR="006C11DB" w:rsidRDefault="006C11DB" w:rsidP="006C11DB">
      <w:pPr>
        <w:pStyle w:val="libNormal"/>
      </w:pPr>
      <w:r>
        <w:t xml:space="preserve">2 .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ख़ासकर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3 .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4 .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lastRenderedPageBreak/>
        <w:t xml:space="preserve">5 .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>,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करूँगा।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पंसदीदा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 w:rsidR="000B277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बेचते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C11DB" w:rsidRDefault="006C11DB" w:rsidP="006C11DB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lastRenderedPageBreak/>
        <w:t xml:space="preserve"> </w:t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अहलेहा</w:t>
      </w:r>
      <w:r>
        <w:rPr>
          <w:rFonts w:hint="eastAsia"/>
        </w:rPr>
        <w:t>”</w:t>
      </w:r>
      <w: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--</w:t>
      </w:r>
      <w:r>
        <w:t>–</w:t>
      </w:r>
      <w:r>
        <w:rPr>
          <w:rFonts w:hint="cs"/>
          <w:cs/>
          <w:lang w:bidi="hi-IN"/>
        </w:rPr>
        <w:t>मुर्तज़ा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t>,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ख़रीदार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13. </w:t>
      </w:r>
      <w:r>
        <w:rPr>
          <w:rFonts w:hint="cs"/>
          <w:cs/>
          <w:lang w:bidi="hi-IN"/>
        </w:rPr>
        <w:t>ज़ख़ीरा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मँहगी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14.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काश्तकारी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मुर्तज़ा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नशीने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15.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6C11DB" w:rsidRDefault="006C11DB" w:rsidP="006C11DB">
      <w:pPr>
        <w:pStyle w:val="libNormal"/>
      </w:pPr>
      <w:r>
        <w:t xml:space="preserve">16.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C11DB" w:rsidRDefault="006C11DB" w:rsidP="006C11DB">
      <w:pPr>
        <w:pStyle w:val="libNormal"/>
      </w:pPr>
      <w:r>
        <w:lastRenderedPageBreak/>
        <w:t xml:space="preserve"> 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: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तहरोसूना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अनतुम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रऊ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नहनुज़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ज़ारेऊन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63)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>:</w:t>
      </w:r>
    </w:p>
    <w:p w:rsidR="006C11DB" w:rsidRDefault="006C11DB" w:rsidP="006C11DB">
      <w:pPr>
        <w:pStyle w:val="libNormal"/>
      </w:pPr>
      <w:r>
        <w:rPr>
          <w:rFonts w:hint="eastAsia"/>
        </w:rPr>
        <w:t>‘’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मसलो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तय्ये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बतिन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साबितुंव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तूअती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इज़्ने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रब्बेहा</w:t>
      </w:r>
      <w:r>
        <w:rPr>
          <w:rFonts w:hint="eastAsia"/>
        </w:rPr>
        <w:t>’’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दॊता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24.25)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मेवादार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क्योमकि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C11DB" w:rsidRDefault="006C11DB" w:rsidP="006C11DB">
      <w:pPr>
        <w:pStyle w:val="libNormal"/>
      </w:pPr>
      <w:r>
        <w:t>(1)</w:t>
      </w:r>
      <w:r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6C11DB" w:rsidRDefault="006C11DB" w:rsidP="006C11DB">
      <w:pPr>
        <w:pStyle w:val="libNormal"/>
      </w:pPr>
      <w:r>
        <w:lastRenderedPageBreak/>
        <w:t>(2)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चशमा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</w:p>
    <w:p w:rsidR="006C11DB" w:rsidRDefault="006C11DB" w:rsidP="00DA24C7">
      <w:pPr>
        <w:pStyle w:val="Heading1"/>
      </w:pPr>
      <w:bookmarkStart w:id="40" w:name="_Toc501042031"/>
      <w:r>
        <w:rPr>
          <w:rFonts w:hint="cs"/>
          <w:cs/>
          <w:lang w:bidi="hi-IN"/>
        </w:rPr>
        <w:t>मुसाफ़रत</w:t>
      </w:r>
      <w:bookmarkEnd w:id="40"/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6C11DB" w:rsidRDefault="006C11DB" w:rsidP="006C11DB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कद्र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>
        <w:t>0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ज़ल्नाहो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क़द्रे</w:t>
      </w:r>
      <w:r>
        <w:rPr>
          <w:cs/>
          <w:lang w:bidi="hi-IN"/>
        </w:rPr>
        <w:t xml:space="preserve"> 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शाहिरन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वर्रूहो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अमरिन</w:t>
      </w:r>
      <w:r>
        <w:rPr>
          <w:cs/>
          <w:lang w:bidi="hi-IN"/>
        </w:rPr>
        <w:t xml:space="preserve"> </w:t>
      </w:r>
      <w:r>
        <w:t>0</w:t>
      </w:r>
      <w:r w:rsidR="000B277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फज्र</w:t>
      </w:r>
      <w:r>
        <w:rPr>
          <w:cs/>
          <w:lang w:bidi="hi-IN"/>
        </w:rPr>
        <w:t xml:space="preserve"> </w:t>
      </w:r>
      <w:r>
        <w:t>0’’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ए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फज्र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>1.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परमाया</w:t>
      </w:r>
      <w:r>
        <w:t>;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: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अल्लाहुमा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असतौदेओका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वज़र्रीयति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ख़ातेमता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6C11DB" w:rsidRDefault="006C11DB" w:rsidP="006C11DB">
      <w:pPr>
        <w:pStyle w:val="libNormal"/>
      </w:pPr>
      <w:r>
        <w:t xml:space="preserve"> (1)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t xml:space="preserve">,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क़ायदागी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t xml:space="preserve">, </w:t>
      </w:r>
      <w:r>
        <w:rPr>
          <w:rFonts w:hint="cs"/>
          <w:cs/>
          <w:lang w:bidi="hi-IN"/>
        </w:rPr>
        <w:t>उतरते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lastRenderedPageBreak/>
        <w:t xml:space="preserve"> (2)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t xml:space="preserve"> (3)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rPr>
          <w:rFonts w:hint="eastAsia"/>
        </w:rPr>
        <w:t>‘’</w:t>
      </w:r>
      <w:r>
        <w:t xml:space="preserve"> </w:t>
      </w:r>
      <w:r>
        <w:rPr>
          <w:rFonts w:hint="cs"/>
          <w:cs/>
          <w:lang w:bidi="hi-IN"/>
        </w:rPr>
        <w:t>अल्लाहुम्मज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एबरन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तफ़क्कुरन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ज़िकरन</w:t>
      </w:r>
      <w:r>
        <w:rPr>
          <w:cs/>
          <w:lang w:bidi="hi-IN"/>
        </w:rPr>
        <w:t xml:space="preserve"> </w:t>
      </w:r>
      <w:r>
        <w:t>‘’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t>,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6C11DB" w:rsidRDefault="006C11DB" w:rsidP="006C11DB">
      <w:pPr>
        <w:pStyle w:val="libNormal"/>
      </w:pPr>
      <w:r>
        <w:t xml:space="preserve"> (4)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मशाइयत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पंसदीदा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रहमाकुमुल्लाहो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ज़व्वादाकुमुत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वज्जहाकुम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ख़ैरिंव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दुनयाकुम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मुस्लेमीन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खासकर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जुव्वारे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6C11DB" w:rsidRDefault="006C11DB" w:rsidP="006C11DB">
      <w:pPr>
        <w:pStyle w:val="libNormal"/>
      </w:pPr>
      <w: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लललाहो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ज़म्बका</w:t>
      </w:r>
      <w:r>
        <w:rPr>
          <w:rFonts w:hint="eastAsia"/>
        </w:rPr>
        <w:t>”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</w:p>
    <w:p w:rsidR="006C11DB" w:rsidRDefault="006C11DB" w:rsidP="006C11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2D2BC1" w:rsidRPr="002D2BC1" w:rsidRDefault="002D2BC1" w:rsidP="006C11DB">
      <w:pPr>
        <w:pStyle w:val="libNormal"/>
      </w:pPr>
    </w:p>
    <w:p w:rsidR="00200836" w:rsidRDefault="009D4796" w:rsidP="00200836">
      <w:pPr>
        <w:pStyle w:val="libNormal"/>
      </w:pPr>
      <w:r w:rsidRPr="002657C0">
        <w:t xml:space="preserve"> </w:t>
      </w:r>
      <w:r w:rsidR="002657C0" w:rsidRPr="002657C0">
        <w:t>[[</w:t>
      </w:r>
      <w:r w:rsidR="002657C0" w:rsidRPr="002657C0">
        <w:rPr>
          <w:rFonts w:hint="cs"/>
          <w:cs/>
          <w:lang w:bidi="hi-IN"/>
        </w:rPr>
        <w:t>अलहम्दो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लिल्लाह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किताब</w:t>
      </w:r>
      <w:r w:rsidR="002657C0" w:rsidRPr="002657C0">
        <w:rPr>
          <w:cs/>
          <w:lang w:bidi="hi-IN"/>
        </w:rPr>
        <w:t xml:space="preserve"> (</w:t>
      </w:r>
      <w:r w:rsidR="006C11DB">
        <w:rPr>
          <w:rFonts w:hint="cs"/>
          <w:cs/>
          <w:lang w:bidi="hi-IN"/>
        </w:rPr>
        <w:t>इस्लामी तालीम</w:t>
      </w:r>
      <w:r w:rsidR="002657C0" w:rsidRPr="002657C0">
        <w:rPr>
          <w:cs/>
          <w:lang w:bidi="hi-IN"/>
        </w:rPr>
        <w:t xml:space="preserve">) </w:t>
      </w:r>
      <w:r w:rsidR="002657C0" w:rsidRPr="002657C0">
        <w:rPr>
          <w:rFonts w:hint="cs"/>
          <w:cs/>
          <w:lang w:bidi="hi-IN"/>
        </w:rPr>
        <w:t>पूरी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टाईप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गई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खुदा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वंदे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आलम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से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दुआगौ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हुं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हमारे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अमल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कुबुल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फरमाऐ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और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इमाम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हुसैन</w:t>
      </w:r>
      <w:r w:rsidR="002657C0" w:rsidRPr="002657C0">
        <w:rPr>
          <w:cs/>
          <w:lang w:bidi="hi-IN"/>
        </w:rPr>
        <w:t xml:space="preserve"> </w:t>
      </w:r>
      <w:r w:rsidR="00B51912">
        <w:rPr>
          <w:cs/>
          <w:lang w:bidi="hi-IN"/>
        </w:rPr>
        <w:t>(अ.स.)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फाउनडेशन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तरक्की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इनायत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फरमाए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जिन्होने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किताब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अपनी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साइट</w:t>
      </w:r>
      <w:r w:rsidR="002657C0" w:rsidRPr="002657C0">
        <w:rPr>
          <w:cs/>
          <w:lang w:bidi="hi-IN"/>
        </w:rPr>
        <w:t xml:space="preserve"> (</w:t>
      </w:r>
      <w:r w:rsidR="002657C0" w:rsidRPr="002657C0">
        <w:rPr>
          <w:rFonts w:hint="cs"/>
          <w:cs/>
          <w:lang w:bidi="hi-IN"/>
        </w:rPr>
        <w:t>अलहसनैन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इस्लामी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नेटवर्क</w:t>
      </w:r>
      <w:r w:rsidR="002657C0" w:rsidRPr="002657C0">
        <w:rPr>
          <w:cs/>
          <w:lang w:bidi="hi-IN"/>
        </w:rPr>
        <w:t xml:space="preserve">) </w:t>
      </w:r>
      <w:r w:rsidR="002657C0" w:rsidRPr="002657C0">
        <w:rPr>
          <w:rFonts w:hint="cs"/>
          <w:cs/>
          <w:lang w:bidi="hi-IN"/>
        </w:rPr>
        <w:t>के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लिऐ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टाइप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कराया।</w:t>
      </w:r>
      <w:r w:rsidR="002657C0" w:rsidRPr="002657C0">
        <w:rPr>
          <w:cs/>
          <w:lang w:bidi="hi-IN"/>
        </w:rPr>
        <w:t xml:space="preserve"> </w:t>
      </w:r>
      <w:r w:rsidR="006C11DB">
        <w:rPr>
          <w:rFonts w:hint="cs"/>
          <w:cs/>
          <w:lang w:bidi="hi-IN"/>
        </w:rPr>
        <w:t>15.11</w:t>
      </w:r>
      <w:r w:rsidR="002657C0" w:rsidRPr="002657C0">
        <w:t>.2017</w:t>
      </w:r>
    </w:p>
    <w:p w:rsidR="00200836" w:rsidRDefault="00200836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4382172"/>
        <w:docPartObj>
          <w:docPartGallery w:val="Table of Contents"/>
          <w:docPartUnique/>
        </w:docPartObj>
      </w:sdtPr>
      <w:sdtContent>
        <w:p w:rsidR="007C7CE6" w:rsidRDefault="007C7CE6" w:rsidP="007C7CE6">
          <w:pPr>
            <w:pStyle w:val="TOCHeading"/>
            <w:rPr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0B2772" w:rsidRDefault="00EA4F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EA4F0F">
            <w:fldChar w:fldCharType="begin"/>
          </w:r>
          <w:r w:rsidR="007C7CE6">
            <w:instrText xml:space="preserve"> TOC \o "1-3" \h \z \u </w:instrText>
          </w:r>
          <w:r w:rsidRPr="00EA4F0F">
            <w:fldChar w:fldCharType="separate"/>
          </w:r>
          <w:hyperlink w:anchor="_Toc501041991" w:history="1">
            <w:r w:rsidR="000B2772"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पेश</w:t>
            </w:r>
            <w:r w:rsidR="000B2772"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B2772"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लफ़्ज़</w:t>
            </w:r>
            <w:r w:rsidR="000B2772">
              <w:rPr>
                <w:noProof/>
                <w:webHidden/>
              </w:rPr>
              <w:tab/>
            </w:r>
            <w:r w:rsidR="000B2772">
              <w:rPr>
                <w:noProof/>
                <w:webHidden/>
              </w:rPr>
              <w:fldChar w:fldCharType="begin"/>
            </w:r>
            <w:r w:rsidR="000B2772">
              <w:rPr>
                <w:noProof/>
                <w:webHidden/>
              </w:rPr>
              <w:instrText xml:space="preserve"> PAGEREF _Toc501041991 \h </w:instrText>
            </w:r>
            <w:r w:rsidR="000B2772">
              <w:rPr>
                <w:noProof/>
                <w:webHidden/>
              </w:rPr>
            </w:r>
            <w:r w:rsidR="000B2772">
              <w:rPr>
                <w:noProof/>
                <w:webHidden/>
              </w:rPr>
              <w:fldChar w:fldCharType="separate"/>
            </w:r>
            <w:r w:rsidR="000B2772">
              <w:rPr>
                <w:noProof/>
                <w:webHidden/>
              </w:rPr>
              <w:t>2</w:t>
            </w:r>
            <w:r w:rsidR="000B2772"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2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लिबास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3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अरायशे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4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खुद्दारी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5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पीने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6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आदाबे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तज़वीज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7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कुंबा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8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बीवी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फ़रायज़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पत्नि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कर्तव्य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1999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शौहर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फ़रायज़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_Toc501041999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0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1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बेटी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बहन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बरकत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2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तलबे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3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बच्चे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पैदाइश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4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हजामत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noProof/>
              </w:rPr>
              <w:t>,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ख़ाना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अक़ीक़ा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5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शीर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खार्गी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दूध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पिलायी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6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तालीम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तरबियत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शिक्षा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दीक्षा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7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वालदैन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माता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noProof/>
              </w:rPr>
              <w:t>–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पिता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8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सफ़ाई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तहारत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09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दाँत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साफ़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0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बाल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तर्शवाना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1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मुँछे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तराशना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2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दाढ़ी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रखना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3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नाखून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काटना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4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कंघा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5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इत्र</w:t>
            </w:r>
            <w:r w:rsidRPr="00F30B53">
              <w:rPr>
                <w:rStyle w:val="Hyperlink"/>
                <w:noProof/>
              </w:rPr>
              <w:t xml:space="preserve">,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खुश्बू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तेल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इस्तेमाल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6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बदन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तेल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लगाना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7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ग़ुस्ल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8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सोना</w:t>
            </w:r>
            <w:r w:rsidRPr="00F30B53">
              <w:rPr>
                <w:rStyle w:val="Hyperlink"/>
                <w:noProof/>
              </w:rPr>
              <w:t>,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जागना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बैतुल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ख़ला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19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सोने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आदाब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0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पाख़ाने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1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बीमारिया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उनका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इलाज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2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मुआशरती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हुक़क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सामाजिक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अधिकार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3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सिल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रहमी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4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हमसायों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हुक़क़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पड़ोसियों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अधिकार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5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दीनी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भाईयों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हुकूक़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6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छींक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7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मकान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सिफात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8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घर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बाहर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29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घर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दाख़िल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30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तिजारत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ज़राअत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व्यासाय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कृषि</w:t>
            </w:r>
            <w:r w:rsidRPr="00F30B5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772" w:rsidRDefault="000B277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42031" w:history="1">
            <w:r w:rsidRPr="00F30B53">
              <w:rPr>
                <w:rStyle w:val="Hyperlink"/>
                <w:rFonts w:cs="Mangal" w:hint="cs"/>
                <w:noProof/>
                <w:cs/>
                <w:lang w:bidi="hi-IN"/>
              </w:rPr>
              <w:t>मुसाफ़रत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_Toc501042031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CE6" w:rsidRDefault="00EA4F0F">
          <w:r>
            <w:fldChar w:fldCharType="end"/>
          </w:r>
        </w:p>
      </w:sdtContent>
    </w:sdt>
    <w:p w:rsidR="005B0FBC" w:rsidRDefault="005B0FBC" w:rsidP="00200836">
      <w:pPr>
        <w:pStyle w:val="libNormal"/>
      </w:pPr>
    </w:p>
    <w:sectPr w:rsidR="005B0FB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FE2" w:rsidRDefault="00A23FE2" w:rsidP="008B7801">
      <w:pPr>
        <w:spacing w:after="0" w:line="240" w:lineRule="auto"/>
      </w:pPr>
      <w:r>
        <w:separator/>
      </w:r>
    </w:p>
  </w:endnote>
  <w:endnote w:type="continuationSeparator" w:id="0">
    <w:p w:rsidR="00A23FE2" w:rsidRDefault="00A23FE2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F0" w:rsidRDefault="00A643F0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0B2772">
      <w:rPr>
        <w:rFonts w:ascii="SutonnyMJ" w:hAnsi="SutonnyMJ" w:cs="SutonnyMJ"/>
        <w:noProof/>
      </w:rPr>
      <w:t>108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FE2" w:rsidRDefault="00A23FE2" w:rsidP="008B7801">
      <w:pPr>
        <w:spacing w:after="0" w:line="240" w:lineRule="auto"/>
      </w:pPr>
      <w:r>
        <w:separator/>
      </w:r>
    </w:p>
  </w:footnote>
  <w:footnote w:type="continuationSeparator" w:id="0">
    <w:p w:rsidR="00A23FE2" w:rsidRDefault="00A23FE2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7B03642D"/>
    <w:multiLevelType w:val="hybridMultilevel"/>
    <w:tmpl w:val="3F947DE2"/>
    <w:lvl w:ilvl="0" w:tplc="6B365F58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54393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B2772"/>
    <w:rsid w:val="000D0FC8"/>
    <w:rsid w:val="000D3139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74565"/>
    <w:rsid w:val="001829DB"/>
    <w:rsid w:val="001A0CC2"/>
    <w:rsid w:val="001A3437"/>
    <w:rsid w:val="001C49F5"/>
    <w:rsid w:val="001F146E"/>
    <w:rsid w:val="001F5D63"/>
    <w:rsid w:val="00200836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405245"/>
    <w:rsid w:val="00406D51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54393"/>
    <w:rsid w:val="00663BEC"/>
    <w:rsid w:val="006746F0"/>
    <w:rsid w:val="006877F6"/>
    <w:rsid w:val="00690232"/>
    <w:rsid w:val="00690B60"/>
    <w:rsid w:val="006A5305"/>
    <w:rsid w:val="006B240B"/>
    <w:rsid w:val="006C11D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C7CE6"/>
    <w:rsid w:val="007D0C93"/>
    <w:rsid w:val="007E3A6A"/>
    <w:rsid w:val="007F18E7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D4796"/>
    <w:rsid w:val="00A069B8"/>
    <w:rsid w:val="00A07514"/>
    <w:rsid w:val="00A07CA6"/>
    <w:rsid w:val="00A23FE2"/>
    <w:rsid w:val="00A2744B"/>
    <w:rsid w:val="00A32F52"/>
    <w:rsid w:val="00A357FF"/>
    <w:rsid w:val="00A455D0"/>
    <w:rsid w:val="00A555DC"/>
    <w:rsid w:val="00A560EA"/>
    <w:rsid w:val="00A62D76"/>
    <w:rsid w:val="00A643F0"/>
    <w:rsid w:val="00A73C64"/>
    <w:rsid w:val="00A77675"/>
    <w:rsid w:val="00A77932"/>
    <w:rsid w:val="00A82FC6"/>
    <w:rsid w:val="00A9511C"/>
    <w:rsid w:val="00AA7385"/>
    <w:rsid w:val="00AB18E8"/>
    <w:rsid w:val="00AB6543"/>
    <w:rsid w:val="00AD0704"/>
    <w:rsid w:val="00B12C60"/>
    <w:rsid w:val="00B22407"/>
    <w:rsid w:val="00B3251F"/>
    <w:rsid w:val="00B34C00"/>
    <w:rsid w:val="00B51912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60D02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24C7"/>
    <w:rsid w:val="00DA5618"/>
    <w:rsid w:val="00DB0CD5"/>
    <w:rsid w:val="00DB38D1"/>
    <w:rsid w:val="00DD52E9"/>
    <w:rsid w:val="00DD7EF1"/>
    <w:rsid w:val="00DE13E6"/>
    <w:rsid w:val="00DE7D70"/>
    <w:rsid w:val="00DF0DAD"/>
    <w:rsid w:val="00DF1559"/>
    <w:rsid w:val="00E04BA3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4F0F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DE6D-3A30-40F1-8B8A-6A2431AE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165</TotalTime>
  <Pages>108</Pages>
  <Words>14565</Words>
  <Characters>83026</Characters>
  <Application>Microsoft Office Word</Application>
  <DocSecurity>0</DocSecurity>
  <Lines>691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97397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2016-11-21T11:54:00Z</cp:lastPrinted>
  <dcterms:created xsi:type="dcterms:W3CDTF">2017-11-15T09:02:00Z</dcterms:created>
  <dcterms:modified xsi:type="dcterms:W3CDTF">2017-12-14T13:41:00Z</dcterms:modified>
</cp:coreProperties>
</file>