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39" w:rsidRDefault="00E82E39" w:rsidP="00E82E39">
      <w:pPr>
        <w:pStyle w:val="Heading1Center"/>
      </w:pPr>
      <w:bookmarkStart w:id="0" w:name="_Toc455396219"/>
      <w:r>
        <w:rPr>
          <w:rFonts w:hint="cs"/>
          <w:cs/>
        </w:rPr>
        <w:t>माहे</w:t>
      </w:r>
      <w:r>
        <w:rPr>
          <w:cs/>
        </w:rPr>
        <w:t xml:space="preserve"> </w:t>
      </w:r>
      <w:r>
        <w:rPr>
          <w:rFonts w:hint="cs"/>
          <w:cs/>
        </w:rPr>
        <w:t>रमज़ान</w:t>
      </w:r>
      <w:bookmarkEnd w:id="0"/>
    </w:p>
    <w:p w:rsidR="00E82E39" w:rsidRDefault="00E82E39" w:rsidP="00E82E39">
      <w:pPr>
        <w:pStyle w:val="libCenterBold2"/>
        <w:rPr>
          <w:lang w:bidi="hi-IN"/>
        </w:rPr>
      </w:pP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नेटवर्क</w:t>
      </w:r>
    </w:p>
    <w:p w:rsidR="00E82E39" w:rsidRPr="00E82E39" w:rsidRDefault="00E82E39" w:rsidP="00E82E39">
      <w:pPr>
        <w:rPr>
          <w:cs/>
        </w:rPr>
      </w:pPr>
      <w:r>
        <w:rPr>
          <w:cs/>
          <w:lang w:bidi="hi-IN"/>
        </w:rPr>
        <w:br w:type="page"/>
      </w:r>
    </w:p>
    <w:p w:rsidR="00E82E39" w:rsidRDefault="00E82E39" w:rsidP="00E82E39">
      <w:pPr>
        <w:pStyle w:val="Heading1"/>
        <w:rPr>
          <w:lang w:bidi="hi-IN"/>
        </w:rPr>
      </w:pPr>
      <w:bookmarkStart w:id="1" w:name="_Toc455396220"/>
      <w:r>
        <w:rPr>
          <w:rFonts w:hint="cs"/>
          <w:cs/>
          <w:lang w:bidi="hi-IN"/>
        </w:rPr>
        <w:lastRenderedPageBreak/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-1</w:t>
      </w:r>
      <w:bookmarkEnd w:id="1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गतिविधि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शुभारंभ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जीवनयर्चा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?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दयावान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चढ़ाव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होशियारी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निबट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परिणाम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मानवीयता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वातावरण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सर्वोत्तम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सम्मानजनक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हृदय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असीमित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शुभसूचना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योजना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आत्ममंथन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आत्मनिर्माण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निःसन्देह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स्वर्णिम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बहुमूल्य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त्याग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मिठास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दस्तरख़ान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माध्यम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"</w:t>
      </w:r>
      <w:r>
        <w:rPr>
          <w:rFonts w:hint="cs"/>
          <w:cs/>
          <w:lang w:bidi="hi-IN"/>
        </w:rPr>
        <w:t>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नीरसता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निर्भरता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अक्षम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मार्गदर्शक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संबोधित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वातावरण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जैसाकि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भौतिक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आयाम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27</w:t>
      </w:r>
      <w:r>
        <w:rPr>
          <w:rFonts w:hint="cs"/>
          <w:cs/>
          <w:lang w:bidi="hi-IN"/>
        </w:rPr>
        <w:t>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फूंकी।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बहुमूल्य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श्रेणी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असित्तव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फलने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फूलने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विकसित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भौतिक्ता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संतुलित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पोषण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पाठ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दक्षिणा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उठाएंगे।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बधाई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सर्वोत्तम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पुण्य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स्वचछ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४पवित्र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दुर्भाग्यपूर्ण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</w:p>
    <w:p w:rsidR="00E82E39" w:rsidRDefault="00E82E39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E82E39" w:rsidRDefault="00E82E39" w:rsidP="00E82E39">
      <w:pPr>
        <w:pStyle w:val="Heading1"/>
        <w:rPr>
          <w:rFonts w:hint="cs"/>
          <w:lang w:bidi="hi-IN"/>
        </w:rPr>
      </w:pPr>
      <w:bookmarkStart w:id="2" w:name="_Toc455396221"/>
      <w:r>
        <w:rPr>
          <w:rFonts w:hint="cs"/>
          <w:cs/>
          <w:lang w:bidi="hi-IN"/>
        </w:rPr>
        <w:lastRenderedPageBreak/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-2</w:t>
      </w:r>
      <w:bookmarkEnd w:id="2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प्रार्थना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स्वच्छ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प्रख्यात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शेमल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संज्जाद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cs/>
          <w:lang w:bidi="hi-IN"/>
        </w:rPr>
        <w:t>"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अस्पताल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सहीफ़ए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सज्जादिया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अस्पताल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हैंडराइटिंग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कैथोलिक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मतावलांबी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अप्रसन्नता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चिंताजनक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टेलिफोन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माध्यम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मनमोहक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वरिष्ठ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निकटस्थ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निर्णय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परिवर्तन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शार्टकट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ऋतु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पुनर्जीवित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टहनियों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खिलाए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लापरवाह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स्वतंत्र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माध्यम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अपरिवर्तनीय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आत्मोथान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वहय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?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रोज़ेदार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कस्तूरी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प्रिय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पीढ़ियों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लाभान्वित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E82E39" w:rsidRDefault="00E82E39" w:rsidP="00E82E39">
      <w:pPr>
        <w:pStyle w:val="Heading1"/>
        <w:rPr>
          <w:rFonts w:hint="cs"/>
          <w:lang w:bidi="hi-IN"/>
        </w:rPr>
      </w:pPr>
    </w:p>
    <w:p w:rsidR="00E82E39" w:rsidRDefault="00E82E39" w:rsidP="00E82E39">
      <w:pPr>
        <w:pStyle w:val="Heading1"/>
        <w:rPr>
          <w:rFonts w:hint="cs"/>
          <w:lang w:bidi="hi-IN"/>
        </w:rPr>
      </w:pPr>
      <w:bookmarkStart w:id="3" w:name="_Toc455396222"/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- 3</w:t>
      </w:r>
      <w:bookmarkEnd w:id="3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इतिहास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वैज्ञानिक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तकनीकी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मनूष्य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अलौकिक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मस्तिष्क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सार्थक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लाभान्वित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बिंदु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रचयिता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प्रवृत्ति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प्रशिक्षणकर्ताओं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इतिहास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पुनर्जागरण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दुष्परिणाम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विश्वयुद्धों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विभीषिका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दुष्परिणाम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प्रवृत्ति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जिज्ञासा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साक्षी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अक्षम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स्फूर्ति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मूलभूत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संबोधित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पुण्य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निमंत्रण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स्वतंत्र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संस्कृति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रोचक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बहुमूल्य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रचयिता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संक्षिप्त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हृदयों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सामान्यतः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बाधाएं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लापरवाही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सार्वजनिक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वातावरण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मनोबल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सुदृढ़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lastRenderedPageBreak/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सफलता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रोज़ेदार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Heading1"/>
        <w:rPr>
          <w:rFonts w:hint="cs"/>
          <w:lang w:bidi="hi-IN"/>
        </w:rPr>
      </w:pPr>
      <w:bookmarkStart w:id="4" w:name="_Toc455396223"/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- 4</w:t>
      </w:r>
      <w:bookmarkEnd w:id="4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इतिहास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वैज्ञानिक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तकनीकी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अलौकिक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मस्तिष्क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सार्थक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लाभान्वित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बिंदु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रचयिता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प्रवृत्ति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प्रशिक्षणकर्ताओं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इतिहास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पुनर्जागर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दुष्परिणाम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विश्वयुद्धों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विभीषिका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दुष्परिणाम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प्रवृत्ति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जिज्ञासा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साक्षी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अक्षम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स्फूर्ति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मूलभूत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संबोधित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पुण्य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निमंत्रण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स्वतंत्र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संस्कृति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रोचक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बहुमूल्य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रचयता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संक्षिप्त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हृदयों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सामान्यतः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बाधाएं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लापरवाही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सार्वजनिक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वातावरण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मनोबल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सुदृढ़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सफलता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रोज़ेदार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>
      <w:pPr>
        <w:spacing w:after="0" w:line="240" w:lineRule="auto"/>
        <w:rPr>
          <w:rFonts w:ascii="Mangal" w:hAnsi="Mangal" w:cs="Mangal"/>
          <w:color w:val="000000"/>
          <w:sz w:val="28"/>
          <w:szCs w:val="28"/>
          <w:lang w:bidi="hi-IN"/>
        </w:rPr>
      </w:pPr>
      <w:r>
        <w:rPr>
          <w:lang w:bidi="hi-IN"/>
        </w:rPr>
        <w:br w:type="page"/>
      </w:r>
    </w:p>
    <w:p w:rsidR="00E82E39" w:rsidRDefault="00E82E39" w:rsidP="00E82E39">
      <w:pPr>
        <w:pStyle w:val="Heading1"/>
        <w:rPr>
          <w:rFonts w:hint="cs"/>
          <w:lang w:bidi="hi-IN"/>
        </w:rPr>
      </w:pPr>
      <w:bookmarkStart w:id="5" w:name="_Toc455396224"/>
      <w:r>
        <w:rPr>
          <w:rFonts w:hint="cs"/>
          <w:cs/>
          <w:lang w:bidi="hi-IN"/>
        </w:rPr>
        <w:lastRenderedPageBreak/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-5</w:t>
      </w:r>
      <w:bookmarkEnd w:id="5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प्रविष्ट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उपहारस्वरूप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गुंडागर्दी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राजनीति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अर्थव्यवस्था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भ्रष्टाचार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युवाओं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प्रगतिशील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युवाओं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कुरीतियों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आत्मशुद्धि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ग्रंथ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विविध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माध्यम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निमंत्रण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होशियारी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संवेदनशील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प्रसन्नता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आभूषण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सुसज्जित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घिरता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नियंत्रण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अनियंत्रित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संक्षिप्त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दासों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तक़वे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निमंत्रण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अज्ञानता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28</w:t>
      </w:r>
      <w:r>
        <w:rPr>
          <w:rFonts w:hint="cs"/>
          <w:cs/>
          <w:lang w:bidi="hi-IN"/>
        </w:rPr>
        <w:t>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हृदय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प्रज्वलित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फिरोगे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"</w:t>
      </w:r>
      <w:r>
        <w:rPr>
          <w:rFonts w:hint="cs"/>
          <w:cs/>
          <w:lang w:bidi="hi-IN"/>
        </w:rPr>
        <w:t>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आंतिरक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अनुसरण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अनुकम्पाओं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राष्ट्रों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दूरदर्षिता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वातावरण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स्वस्थय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सदस्यों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सार्थक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सहकारिता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मार्गरदर्शन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क्रियाकलापों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दक्षिणा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आर्थिक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हानिरहित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लाभदायक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परोपकार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दक्षिणा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सटीक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कोपल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बढ़ोत्तरी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परोपकार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प्रसन्नता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प्रशंसनीय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परोपकार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दस्तरख़ान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हृदय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निमंत्रित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अतिथि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?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lang w:bidi="hi-IN"/>
        </w:rPr>
        <w:t xml:space="preserve">?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?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लापरवाह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बचो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lang w:bidi="hi-IN"/>
        </w:rPr>
        <w:t xml:space="preserve">?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झुकाया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भर्राई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लज्जित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</w:p>
    <w:p w:rsidR="00E82E39" w:rsidRDefault="00E82E39" w:rsidP="00E82E39">
      <w:pPr>
        <w:pStyle w:val="libNormal"/>
        <w:rPr>
          <w:rFonts w:hint="cs"/>
          <w:lang w:bidi="hi-IN"/>
        </w:rPr>
      </w:pPr>
    </w:p>
    <w:p w:rsidR="00E82E39" w:rsidRDefault="00E82E39" w:rsidP="00E82E39">
      <w:pPr>
        <w:pStyle w:val="Heading1"/>
        <w:rPr>
          <w:rFonts w:hint="cs"/>
          <w:lang w:bidi="hi-IN"/>
        </w:rPr>
      </w:pPr>
      <w:bookmarkStart w:id="6" w:name="_Toc455396225"/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-6</w:t>
      </w:r>
      <w:bookmarkEnd w:id="6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फूंके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श्रेंष्ठता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इबलीस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घृणा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द्वेष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ईर्श्या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संभावनाओं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शंकाओं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व्यावहारिक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चिन्ह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वर्चस्व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वर्चस्व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शंकाएं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औचित्य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99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100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निःसन्देह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मित्रता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वसवसे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अद्रश्य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षडयंत्र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अन्तरात्मा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हृदय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प्रभुल्लता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शंकाएं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अन्तरात्मा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अप्रसन्नता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उत्साह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निरंतर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लाभान्वित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क्रियाकलापों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महापुरूषों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नाशुक्री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पतन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यूनुस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ईंधन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ग्राहक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ईंधन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सुलैमान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ईंधन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भुजाओं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ईंधन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ईंधन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ग्राहक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सुलैमान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दृष्टिकोण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दृष्टिकोण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मनोबल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परिस्थितियों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असित्तव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सकारात्मक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नकारात्मक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/ </w:t>
      </w:r>
      <w:r>
        <w:rPr>
          <w:rFonts w:hint="cs"/>
          <w:cs/>
          <w:lang w:bidi="hi-IN"/>
        </w:rPr>
        <w:t>घटनाओं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आस्था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मूल्यों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मस्तिष्क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अंकित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सकारात्मक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दृष्टिकोण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सर्वशक्तिमान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दृष्टिकोण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रचयता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लक्ष्यहीन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कार्यस्थल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व्यव्हार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निरीक्षक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अंधकारमय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अकेलेपन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स्वतंत्र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मनोवैज्ञानिक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नितांत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पराजय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घण्टी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rFonts w:hint="cs"/>
          <w:lang w:bidi="hi-IN"/>
        </w:rPr>
      </w:pPr>
    </w:p>
    <w:p w:rsidR="00E82E39" w:rsidRDefault="00E82E39" w:rsidP="00E82E39">
      <w:pPr>
        <w:pStyle w:val="Heading1"/>
        <w:rPr>
          <w:rFonts w:hint="cs"/>
          <w:lang w:bidi="hi-IN"/>
        </w:rPr>
      </w:pPr>
      <w:bookmarkStart w:id="7" w:name="_Toc455396226"/>
      <w:r>
        <w:rPr>
          <w:rFonts w:hint="cs"/>
          <w:cs/>
          <w:lang w:bidi="hi-IN"/>
        </w:rPr>
        <w:lastRenderedPageBreak/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-7</w:t>
      </w:r>
      <w:bookmarkEnd w:id="7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24 </w:t>
      </w:r>
      <w:r>
        <w:rPr>
          <w:rFonts w:hint="cs"/>
          <w:cs/>
          <w:lang w:bidi="hi-IN"/>
        </w:rPr>
        <w:t>घण्टों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सौगंध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महापुरूषों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विद्धानों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चिंतन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ज्ञानार्जन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सूर्योदय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आजिविका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प्रातःकाल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आत्मनिर्णाण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आत्मनिर्माण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अध्धयन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स्वस्थय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E82E39" w:rsidRDefault="00E82E39">
      <w:pPr>
        <w:spacing w:after="0" w:line="240" w:lineRule="auto"/>
        <w:rPr>
          <w:rFonts w:ascii="Mangal" w:hAnsi="Mangal" w:cs="Mangal"/>
          <w:color w:val="000000"/>
          <w:sz w:val="28"/>
          <w:szCs w:val="28"/>
          <w:lang w:bidi="hi-IN"/>
        </w:rPr>
      </w:pPr>
      <w:r>
        <w:rPr>
          <w:lang w:bidi="hi-IN"/>
        </w:rPr>
        <w:br w:type="page"/>
      </w:r>
    </w:p>
    <w:p w:rsidR="00E82E39" w:rsidRDefault="00E82E39" w:rsidP="00E82E39">
      <w:pPr>
        <w:pStyle w:val="Heading1"/>
        <w:rPr>
          <w:rFonts w:hint="cs"/>
          <w:lang w:bidi="hi-IN"/>
        </w:rPr>
      </w:pPr>
      <w:bookmarkStart w:id="8" w:name="_Toc455396227"/>
      <w:r>
        <w:rPr>
          <w:rFonts w:hint="cs"/>
          <w:cs/>
          <w:lang w:bidi="hi-IN"/>
        </w:rPr>
        <w:lastRenderedPageBreak/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-8</w:t>
      </w:r>
      <w:bookmarkEnd w:id="8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श्रेष्ठता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अग्रसर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सुदृढ़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अनदेखी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स्वतंत्र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लज्जित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लज्जित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फ़ुरक़ान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70</w:t>
      </w:r>
      <w:r>
        <w:rPr>
          <w:rFonts w:hint="cs"/>
          <w:cs/>
          <w:lang w:bidi="hi-IN"/>
        </w:rPr>
        <w:t>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बिंदु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शक्तिशाली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परमेश्वर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लज्जित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पछतावा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असितत्व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भले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अशांत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मूल्यवान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पालनहार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जाएंगे।</w:t>
      </w:r>
    </w:p>
    <w:p w:rsidR="00E82E39" w:rsidRDefault="00E82E39" w:rsidP="00E82E39">
      <w:pPr>
        <w:pStyle w:val="libNormal"/>
        <w:rPr>
          <w:rFonts w:hint="cs"/>
          <w:lang w:bidi="hi-IN"/>
        </w:rPr>
      </w:pPr>
    </w:p>
    <w:p w:rsidR="00E82E39" w:rsidRDefault="00E82E39" w:rsidP="00E82E39">
      <w:pPr>
        <w:pStyle w:val="Heading1"/>
        <w:rPr>
          <w:rFonts w:hint="cs"/>
          <w:lang w:bidi="hi-IN"/>
        </w:rPr>
      </w:pPr>
      <w:bookmarkStart w:id="9" w:name="_Toc455396228"/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-9</w:t>
      </w:r>
      <w:bookmarkEnd w:id="9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भक्तों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धैर्य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विभूतियों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जैसाकि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विशेषज्ञों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प्रभुत्व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असितत्व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नियंत्रण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सक्षम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प्रशिक्षणात्मक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नियंत्रित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अनियंत्रित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नियंत्रित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धैर्य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धैर्य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धैर्य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धैर्य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धैर्य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24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आख़िरत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परिणाम।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परिपूर्णता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योग्यताएं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धैर्य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उजागर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साधान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धैर्य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माध्यम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सुदृढ़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नियंत्रित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आंतिरक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प्रतिरोधक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वृक्षों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प्रतिरोधक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सिंचाई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प्रतिरोधक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प्रतिबंध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धैर्य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अनियंत्रित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नियंत्रित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स्वच्छ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प्रकाशमई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शुभसूचना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फ़रिश्तों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स्वस्थ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समस्याओं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निबटना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योग्यताएं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समन्वय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सकारात्मक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आशान्वित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सार्थक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बाधाओं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मनोस्वास्थय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53</w:t>
      </w:r>
      <w:r>
        <w:rPr>
          <w:rFonts w:hint="cs"/>
          <w:cs/>
          <w:lang w:bidi="hi-IN"/>
        </w:rPr>
        <w:t>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कदापि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मनोचिकित्सक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नकारात्म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समर्थन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शक्तशाली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शक्तिवर्धक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स्रोतो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भर्तस्ना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87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अनुकंपा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एकेश्वरवादी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बहुमूल्य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पुरूस्कार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सक्रियता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अनियंत्रित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सार्थक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काल्पनिक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मायाजाल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सकारात्मक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सकारात्मक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सकारात्मक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उत्साहवर्धन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दृष्टिकोण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कठिनाइयां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कठिनाइयां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विकसित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सकारात्मक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निराशावादी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चढ़ा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असमर्थता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rFonts w:hint="cs"/>
          <w:lang w:bidi="hi-IN"/>
        </w:rPr>
      </w:pPr>
    </w:p>
    <w:p w:rsidR="00E82E39" w:rsidRDefault="00E82E39" w:rsidP="00E82E39">
      <w:pPr>
        <w:pStyle w:val="Heading1"/>
        <w:rPr>
          <w:rFonts w:hint="cs"/>
          <w:lang w:bidi="hi-IN"/>
        </w:rPr>
      </w:pPr>
      <w:bookmarkStart w:id="10" w:name="_Toc455396229"/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-10</w:t>
      </w:r>
      <w:bookmarkEnd w:id="10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संवेदनशील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शिक्षक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विद्यार्थी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इत्यादि।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सुधार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समाधान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समाजिक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निवारण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राष्ट्र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सम्मिलित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E82E39" w:rsidRDefault="00E82E39" w:rsidP="00E82E39">
      <w:pPr>
        <w:pStyle w:val="libNormal"/>
        <w:rPr>
          <w:rFonts w:hint="cs"/>
          <w:lang w:bidi="hi-IN"/>
        </w:rPr>
      </w:pPr>
    </w:p>
    <w:p w:rsidR="00E82E39" w:rsidRDefault="00E82E39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E82E39" w:rsidRDefault="00E82E39" w:rsidP="00E82E39">
      <w:pPr>
        <w:pStyle w:val="Heading1"/>
        <w:rPr>
          <w:rFonts w:hint="cs"/>
          <w:lang w:bidi="hi-IN"/>
        </w:rPr>
      </w:pPr>
      <w:bookmarkStart w:id="11" w:name="_Toc455396230"/>
      <w:r>
        <w:rPr>
          <w:rFonts w:hint="cs"/>
          <w:cs/>
          <w:lang w:bidi="hi-IN"/>
        </w:rPr>
        <w:lastRenderedPageBreak/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-11</w:t>
      </w:r>
      <w:bookmarkEnd w:id="11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नियंत्रित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श्रेष्ठ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अंकुश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शक्तिशाली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अंतरात्मा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धूम्रपान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घण्टों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नियंत्रण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lastRenderedPageBreak/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तपस्या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सावधान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सावधान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चिंताओं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क्रोधित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श्रेष्ठता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सशक्त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क्रोधित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सामिप्य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E82E39" w:rsidRDefault="00E82E39" w:rsidP="00E82E39">
      <w:pPr>
        <w:pStyle w:val="libNormal"/>
        <w:rPr>
          <w:rFonts w:hint="cs"/>
          <w:lang w:bidi="hi-IN"/>
        </w:rPr>
      </w:pPr>
    </w:p>
    <w:p w:rsidR="00E82E39" w:rsidRDefault="00E82E39" w:rsidP="00E82E39">
      <w:pPr>
        <w:pStyle w:val="Heading1"/>
        <w:rPr>
          <w:rFonts w:hint="cs"/>
          <w:lang w:bidi="hi-IN"/>
        </w:rPr>
      </w:pPr>
      <w:bookmarkStart w:id="12" w:name="_Toc455396231"/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>-12</w:t>
      </w:r>
      <w:bookmarkEnd w:id="12"/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सामिप्य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रचयिता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सामाजिक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शान्तिमय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सकारात्मक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ढोंग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स्वस्थ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?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स्वास्थ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चिकित्सक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E82E39" w:rsidRDefault="00E82E39" w:rsidP="00E82E39">
      <w:pPr>
        <w:pStyle w:val="libNormal"/>
        <w:rPr>
          <w:lang w:bidi="hi-IN"/>
        </w:rPr>
      </w:pPr>
    </w:p>
    <w:p w:rsidR="00E82E39" w:rsidRDefault="00E82E39" w:rsidP="00E82E39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lastRenderedPageBreak/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संबन्धों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सुदृढ़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व्यक्तिगत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पारीवारिक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सामाजिक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E82E39" w:rsidRDefault="00E82E39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E82E39" w:rsidRDefault="00E82E39">
      <w:pPr>
        <w:pStyle w:val="TOCHeading"/>
        <w:rPr>
          <w:cs/>
          <w:lang w:bidi="hi-IN"/>
        </w:rPr>
      </w:pPr>
      <w:bookmarkStart w:id="13" w:name="_Toc455396232"/>
      <w:r>
        <w:rPr>
          <w:rFonts w:hint="cs"/>
          <w:cs/>
          <w:lang w:bidi="hi-IN"/>
        </w:rPr>
        <w:lastRenderedPageBreak/>
        <w:t>फेहरिस्त</w:t>
      </w:r>
      <w:bookmarkEnd w:id="13"/>
    </w:p>
    <w:sdt>
      <w:sdtPr>
        <w:id w:val="91249172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E82E39" w:rsidRDefault="00E82E39" w:rsidP="00E82E39">
          <w:pPr>
            <w:pStyle w:val="Heading1"/>
          </w:pPr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5396219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noProof/>
                <w:lang w:bidi="fa-IR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20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21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22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23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24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25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26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27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28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29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30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-11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31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माहे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रमज़ान</w:t>
            </w:r>
            <w:r w:rsidRPr="00116E9E">
              <w:rPr>
                <w:rStyle w:val="Hyperlink"/>
                <w:rFonts w:cs="Mangal"/>
                <w:noProof/>
                <w:cs/>
                <w:lang w:bidi="hi-IN"/>
              </w:rPr>
              <w:t>-12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396232" w:history="1">
            <w:r w:rsidRPr="00116E9E">
              <w:rPr>
                <w:rStyle w:val="Hyperlink"/>
                <w:rFonts w:cs="Mangal" w:hint="cs"/>
                <w:noProof/>
                <w:cs/>
                <w:lang w:bidi="hi-IN"/>
              </w:rPr>
              <w:t>फेहरिस्त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_Toc455396232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E39" w:rsidRDefault="00E82E39">
          <w:r>
            <w:lastRenderedPageBreak/>
            <w:fldChar w:fldCharType="end"/>
          </w:r>
        </w:p>
      </w:sdtContent>
    </w:sdt>
    <w:p w:rsidR="00E82E39" w:rsidRPr="00007817" w:rsidRDefault="00E82E39" w:rsidP="00E82E39">
      <w:pPr>
        <w:pStyle w:val="libNormal"/>
        <w:rPr>
          <w:cs/>
          <w:lang w:bidi="hi-IN"/>
        </w:rPr>
      </w:pPr>
    </w:p>
    <w:sectPr w:rsidR="00E82E39" w:rsidRPr="00007817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22F" w:rsidRDefault="00FC122F" w:rsidP="008B7801">
      <w:pPr>
        <w:spacing w:after="0" w:line="240" w:lineRule="auto"/>
      </w:pPr>
      <w:r>
        <w:separator/>
      </w:r>
    </w:p>
  </w:endnote>
  <w:endnote w:type="continuationSeparator" w:id="0">
    <w:p w:rsidR="00FC122F" w:rsidRDefault="00FC122F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BCB" w:rsidRDefault="006E2157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E21BCB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E82E39">
      <w:rPr>
        <w:rFonts w:ascii="SutonnyMJ" w:hAnsi="SutonnyMJ" w:cs="SutonnyMJ"/>
        <w:noProof/>
      </w:rPr>
      <w:t>50</w:t>
    </w:r>
    <w:r w:rsidRPr="00AA7385">
      <w:rPr>
        <w:rFonts w:ascii="SutonnyMJ" w:hAnsi="SutonnyMJ" w:cs="SutonnyMJ"/>
      </w:rPr>
      <w:fldChar w:fldCharType="end"/>
    </w:r>
  </w:p>
  <w:p w:rsidR="00E21BCB" w:rsidRDefault="00E21B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22F" w:rsidRDefault="00FC122F" w:rsidP="008B7801">
      <w:pPr>
        <w:spacing w:after="0" w:line="240" w:lineRule="auto"/>
      </w:pPr>
      <w:r>
        <w:separator/>
      </w:r>
    </w:p>
  </w:footnote>
  <w:footnote w:type="continuationSeparator" w:id="0">
    <w:p w:rsidR="00FC122F" w:rsidRDefault="00FC122F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FC122F"/>
    <w:rsid w:val="00007817"/>
    <w:rsid w:val="00017F8E"/>
    <w:rsid w:val="00043999"/>
    <w:rsid w:val="000451DA"/>
    <w:rsid w:val="000A16E2"/>
    <w:rsid w:val="000D0FC8"/>
    <w:rsid w:val="000D641E"/>
    <w:rsid w:val="00137658"/>
    <w:rsid w:val="0016774F"/>
    <w:rsid w:val="001A3437"/>
    <w:rsid w:val="00235071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31D48"/>
    <w:rsid w:val="0033697A"/>
    <w:rsid w:val="003A1605"/>
    <w:rsid w:val="003A380C"/>
    <w:rsid w:val="003E4BC2"/>
    <w:rsid w:val="00406D51"/>
    <w:rsid w:val="00495B54"/>
    <w:rsid w:val="004A56BA"/>
    <w:rsid w:val="004C57A4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63BEC"/>
    <w:rsid w:val="006746F0"/>
    <w:rsid w:val="00690232"/>
    <w:rsid w:val="006C230E"/>
    <w:rsid w:val="006D197A"/>
    <w:rsid w:val="006E2157"/>
    <w:rsid w:val="00707890"/>
    <w:rsid w:val="00733E6E"/>
    <w:rsid w:val="0075520E"/>
    <w:rsid w:val="007719FE"/>
    <w:rsid w:val="00776659"/>
    <w:rsid w:val="007B649B"/>
    <w:rsid w:val="007D0C93"/>
    <w:rsid w:val="007E3A6A"/>
    <w:rsid w:val="00840C16"/>
    <w:rsid w:val="00870944"/>
    <w:rsid w:val="008715EA"/>
    <w:rsid w:val="008A5A1E"/>
    <w:rsid w:val="008B7801"/>
    <w:rsid w:val="008C77D1"/>
    <w:rsid w:val="008D4310"/>
    <w:rsid w:val="008D6263"/>
    <w:rsid w:val="008F0D7B"/>
    <w:rsid w:val="009117EC"/>
    <w:rsid w:val="00934323"/>
    <w:rsid w:val="0094696C"/>
    <w:rsid w:val="00976CDC"/>
    <w:rsid w:val="00A069B8"/>
    <w:rsid w:val="00A07514"/>
    <w:rsid w:val="00A2744B"/>
    <w:rsid w:val="00A455D0"/>
    <w:rsid w:val="00A560EA"/>
    <w:rsid w:val="00A77675"/>
    <w:rsid w:val="00AA7385"/>
    <w:rsid w:val="00AB18E8"/>
    <w:rsid w:val="00AB6543"/>
    <w:rsid w:val="00BE1409"/>
    <w:rsid w:val="00C2470C"/>
    <w:rsid w:val="00C303C9"/>
    <w:rsid w:val="00C53098"/>
    <w:rsid w:val="00C539D3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F0DAD"/>
    <w:rsid w:val="00DF1559"/>
    <w:rsid w:val="00E21BCB"/>
    <w:rsid w:val="00E2613F"/>
    <w:rsid w:val="00E30987"/>
    <w:rsid w:val="00E32589"/>
    <w:rsid w:val="00E400A5"/>
    <w:rsid w:val="00E52113"/>
    <w:rsid w:val="00E82E39"/>
    <w:rsid w:val="00E84EB1"/>
    <w:rsid w:val="00E9343A"/>
    <w:rsid w:val="00EB1BF3"/>
    <w:rsid w:val="00EC4B61"/>
    <w:rsid w:val="00F11A1C"/>
    <w:rsid w:val="00F20557"/>
    <w:rsid w:val="00F525D6"/>
    <w:rsid w:val="00F860D8"/>
    <w:rsid w:val="00F91E16"/>
    <w:rsid w:val="00FA2BBB"/>
    <w:rsid w:val="00FC122F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64CCD-21C8-4B7D-B6A7-98970BA7A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6</TotalTime>
  <Pages>51</Pages>
  <Words>7541</Words>
  <Characters>42986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50427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1</cp:revision>
  <cp:lastPrinted>2016-02-03T09:03:00Z</cp:lastPrinted>
  <dcterms:created xsi:type="dcterms:W3CDTF">2016-07-04T07:13:00Z</dcterms:created>
  <dcterms:modified xsi:type="dcterms:W3CDTF">2016-07-04T07:19:00Z</dcterms:modified>
</cp:coreProperties>
</file>