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A9B" w:rsidRDefault="00ED4DFD" w:rsidP="00ED4DFD">
      <w:pPr>
        <w:pStyle w:val="Heading1Center"/>
      </w:pPr>
      <w:bookmarkStart w:id="0" w:name="_Toc426282721"/>
      <w:r w:rsidRPr="00ED4DFD">
        <w:t>Aliran-aliran dalam Islam</w:t>
      </w:r>
      <w:bookmarkEnd w:id="0"/>
    </w:p>
    <w:p w:rsidR="00ED4DFD" w:rsidRDefault="00ED4DFD" w:rsidP="00942A01">
      <w:pPr>
        <w:pStyle w:val="libNormal"/>
      </w:pPr>
    </w:p>
    <w:p w:rsidR="00ED4DFD" w:rsidRDefault="00ED4DFD" w:rsidP="00942A01">
      <w:pPr>
        <w:pStyle w:val="libNormal"/>
      </w:pPr>
    </w:p>
    <w:p w:rsidR="00ED4DFD" w:rsidRDefault="00ED4DFD" w:rsidP="00942A01">
      <w:pPr>
        <w:pStyle w:val="libNormal"/>
      </w:pPr>
    </w:p>
    <w:p w:rsidR="00ED4DFD" w:rsidRDefault="00ED4DFD" w:rsidP="00942A01">
      <w:pPr>
        <w:pStyle w:val="libNormal"/>
      </w:pPr>
    </w:p>
    <w:p w:rsidR="00ED4DFD" w:rsidRDefault="00ED4DFD" w:rsidP="00942A01">
      <w:pPr>
        <w:pStyle w:val="libNormal"/>
      </w:pPr>
    </w:p>
    <w:p w:rsidR="00ED4DFD" w:rsidRDefault="00ED4DFD" w:rsidP="00942A01">
      <w:pPr>
        <w:pStyle w:val="libNormal"/>
      </w:pPr>
    </w:p>
    <w:p w:rsidR="00ED4DFD" w:rsidRDefault="00ED4DFD" w:rsidP="00942A01">
      <w:pPr>
        <w:pStyle w:val="libNormal"/>
      </w:pPr>
    </w:p>
    <w:p w:rsidR="00ED4DFD" w:rsidRDefault="00ED4DFD" w:rsidP="00ED4DFD">
      <w:pPr>
        <w:pStyle w:val="Heading1Center"/>
      </w:pPr>
      <w:bookmarkStart w:id="1" w:name="_Toc426282722"/>
      <w:r>
        <w:t>Oleh</w:t>
      </w:r>
      <w:bookmarkEnd w:id="1"/>
    </w:p>
    <w:p w:rsidR="00ED4DFD" w:rsidRDefault="00ED4DFD" w:rsidP="00ED4DFD">
      <w:pPr>
        <w:pStyle w:val="Heading1Center"/>
      </w:pPr>
      <w:bookmarkStart w:id="2" w:name="_Toc426282723"/>
      <w:r w:rsidRPr="00ED4DFD">
        <w:t>Farid Zainal Effendi</w:t>
      </w:r>
      <w:bookmarkEnd w:id="2"/>
    </w:p>
    <w:p w:rsidR="00ED4DFD" w:rsidRPr="00ED4DFD" w:rsidRDefault="00ED4DFD">
      <w:r>
        <w:br w:type="page"/>
      </w:r>
    </w:p>
    <w:p w:rsidR="006939B8" w:rsidRDefault="006939B8" w:rsidP="006939B8">
      <w:pPr>
        <w:pStyle w:val="Heading1"/>
      </w:pPr>
      <w:bookmarkStart w:id="3" w:name="_Toc426282724"/>
      <w:r>
        <w:lastRenderedPageBreak/>
        <w:t>a. Pendahuluan</w:t>
      </w:r>
      <w:bookmarkEnd w:id="3"/>
    </w:p>
    <w:p w:rsidR="006939B8" w:rsidRDefault="006939B8" w:rsidP="006939B8">
      <w:pPr>
        <w:pStyle w:val="libNormal"/>
      </w:pPr>
    </w:p>
    <w:p w:rsidR="006939B8" w:rsidRDefault="006939B8" w:rsidP="006939B8">
      <w:pPr>
        <w:pStyle w:val="libNormal"/>
      </w:pPr>
      <w:r>
        <w:t>Aliran dalam Islam mulai tampak pada saat perang Siffin (37 H) khalifah 'Ali bin Abi Thalib dengan Mu'awiyah. Pada saat tentara 'Ali dapat mendesak tentara Mu'awiyah maka Mu'awiyah meminta diadakan perdamaian. Sebagian tentara 'Ali menyetujui perdamaian ini, dan sebagian lagi menolaknya. Kelompok yang tidak setuju ini akhirnya memisahkan diri dari 'Ali dan membentuk kelompok sendiri yang akhirnya terkenal dengan nama Khawarij. Mereka</w:t>
      </w:r>
    </w:p>
    <w:p w:rsidR="006939B8" w:rsidRDefault="006939B8" w:rsidP="006939B8">
      <w:pPr>
        <w:pStyle w:val="libNormal"/>
      </w:pPr>
      <w:r>
        <w:t>menganggap Ali, Mu'awiyah dan orang-orang yang</w:t>
      </w:r>
    </w:p>
    <w:p w:rsidR="006939B8" w:rsidRDefault="006939B8" w:rsidP="006939B8">
      <w:pPr>
        <w:pStyle w:val="libNormal"/>
      </w:pPr>
      <w:r>
        <w:t>menerima perdamaian ini telah berbuat salah (dosa besar)</w:t>
      </w:r>
    </w:p>
    <w:p w:rsidR="006939B8" w:rsidRDefault="006939B8" w:rsidP="006939B8">
      <w:pPr>
        <w:pStyle w:val="libNormal"/>
      </w:pPr>
      <w:r>
        <w:t>karenanya mereka bukan mukmin lagi dan boleh dibunuh.</w:t>
      </w:r>
    </w:p>
    <w:p w:rsidR="006939B8" w:rsidRDefault="006939B8" w:rsidP="006939B8">
      <w:pPr>
        <w:pStyle w:val="libNormal"/>
      </w:pPr>
      <w:r>
        <w:t>Masalah dosa besar ini kemudian menimbulkan 3 aliran</w:t>
      </w:r>
    </w:p>
    <w:p w:rsidR="006939B8" w:rsidRDefault="006939B8" w:rsidP="006939B8">
      <w:pPr>
        <w:pStyle w:val="libNormal"/>
      </w:pPr>
      <w:r>
        <w:t>teologi dalam Islam yaitu : Khawarij, Murji'ah dan</w:t>
      </w:r>
    </w:p>
    <w:p w:rsidR="006939B8" w:rsidRDefault="006939B8" w:rsidP="006939B8">
      <w:pPr>
        <w:pStyle w:val="libNormal"/>
      </w:pPr>
      <w:r>
        <w:t>Mu'tazilah.</w:t>
      </w:r>
      <w:r w:rsidRPr="006939B8">
        <w:rPr>
          <w:rStyle w:val="libFootnotenumChar"/>
        </w:rPr>
        <w:footnoteReference w:id="2"/>
      </w:r>
    </w:p>
    <w:p w:rsidR="006939B8" w:rsidRDefault="006939B8" w:rsidP="006939B8">
      <w:pPr>
        <w:pStyle w:val="libNormal"/>
      </w:pPr>
      <w:r>
        <w:t>Masalah kepemimpinan ini kemudian menyebabkan</w:t>
      </w:r>
    </w:p>
    <w:p w:rsidR="006939B8" w:rsidRDefault="006939B8" w:rsidP="006939B8">
      <w:pPr>
        <w:pStyle w:val="libNormal"/>
      </w:pPr>
      <w:r>
        <w:t>munculnya kelompok yang menganggap yang berhak adalah</w:t>
      </w:r>
    </w:p>
    <w:p w:rsidR="006939B8" w:rsidRDefault="006939B8" w:rsidP="006939B8">
      <w:pPr>
        <w:pStyle w:val="libNormal"/>
      </w:pPr>
      <w:r>
        <w:t>'Ali dan keturunannya (Syi'ah) dan kelompok yang</w:t>
      </w:r>
    </w:p>
    <w:p w:rsidR="006939B8" w:rsidRDefault="006939B8" w:rsidP="006939B8">
      <w:pPr>
        <w:pStyle w:val="libNormal"/>
      </w:pPr>
      <w:r>
        <w:t>berseberangan dengannya (Ahlus Sunnah wal Jama'ah).</w:t>
      </w:r>
    </w:p>
    <w:p w:rsidR="006939B8" w:rsidRDefault="006939B8" w:rsidP="006939B8">
      <w:pPr>
        <w:pStyle w:val="libNormal"/>
      </w:pPr>
      <w:r>
        <w:t>Dan akibat pengaruh agama lain dan filsasat pada umat</w:t>
      </w:r>
    </w:p>
    <w:p w:rsidR="006939B8" w:rsidRDefault="006939B8" w:rsidP="006939B8">
      <w:pPr>
        <w:pStyle w:val="libNormal"/>
      </w:pPr>
      <w:r>
        <w:t>Islam maka muncullah kelompok yang menyatakan bahwa</w:t>
      </w:r>
    </w:p>
    <w:p w:rsidR="006939B8" w:rsidRDefault="006939B8" w:rsidP="006939B8">
      <w:pPr>
        <w:pStyle w:val="libNormal"/>
      </w:pPr>
      <w:r>
        <w:t>manusia mempunyai kebebasan dalam berkendak dan</w:t>
      </w:r>
    </w:p>
    <w:p w:rsidR="006939B8" w:rsidRDefault="006939B8" w:rsidP="006939B8">
      <w:pPr>
        <w:pStyle w:val="libNormal"/>
      </w:pPr>
      <w:r>
        <w:t>perbuatannya (Qadariyyah) dan kelompok yang berpendapat</w:t>
      </w:r>
    </w:p>
    <w:p w:rsidR="006939B8" w:rsidRDefault="006939B8" w:rsidP="006939B8">
      <w:pPr>
        <w:pStyle w:val="libNormal"/>
      </w:pPr>
      <w:r>
        <w:t>sebaliknya (Jabariyyah). Setelah itu banyak bermunculan</w:t>
      </w:r>
    </w:p>
    <w:p w:rsidR="006939B8" w:rsidRDefault="006939B8" w:rsidP="006939B8">
      <w:pPr>
        <w:pStyle w:val="libNormal"/>
      </w:pPr>
      <w:r>
        <w:lastRenderedPageBreak/>
        <w:t>aliran-aliran baru dalam agama Islam.</w:t>
      </w:r>
    </w:p>
    <w:p w:rsidR="006939B8" w:rsidRDefault="006939B8" w:rsidP="006939B8">
      <w:pPr>
        <w:pStyle w:val="libNormal"/>
      </w:pPr>
      <w:r>
        <w:t>Dalam tulisan yang singkat ini penulis akan berusaha</w:t>
      </w:r>
    </w:p>
    <w:p w:rsidR="006939B8" w:rsidRDefault="006939B8" w:rsidP="006939B8">
      <w:pPr>
        <w:pStyle w:val="libNormal"/>
      </w:pPr>
      <w:r>
        <w:t>menguraikan aliran-aliran Islam yang ada terutama yang ada</w:t>
      </w:r>
    </w:p>
    <w:p w:rsidR="0011365D" w:rsidRDefault="006939B8" w:rsidP="0011365D">
      <w:pPr>
        <w:pStyle w:val="libNormal"/>
      </w:pPr>
      <w:r>
        <w:t>di Indonesia dan pendapat-pendapat mereka.</w:t>
      </w:r>
    </w:p>
    <w:p w:rsidR="0011365D" w:rsidRPr="001B6A2A" w:rsidRDefault="0011365D">
      <w:r>
        <w:br w:type="page"/>
      </w:r>
    </w:p>
    <w:p w:rsidR="0011365D" w:rsidRDefault="0011365D" w:rsidP="0011365D">
      <w:pPr>
        <w:pStyle w:val="Heading1"/>
      </w:pPr>
      <w:bookmarkStart w:id="4" w:name="_Toc426282725"/>
      <w:r>
        <w:lastRenderedPageBreak/>
        <w:t>b. Pembagian aliran-aliran Islam pada zaman terdahulu</w:t>
      </w:r>
      <w:bookmarkEnd w:id="4"/>
    </w:p>
    <w:p w:rsidR="0011365D" w:rsidRDefault="0011365D" w:rsidP="0011365D">
      <w:pPr>
        <w:pStyle w:val="libNormal"/>
      </w:pPr>
    </w:p>
    <w:p w:rsidR="0011365D" w:rsidRDefault="0011365D" w:rsidP="0011365D">
      <w:pPr>
        <w:pStyle w:val="libNormal"/>
      </w:pPr>
      <w:r>
        <w:t>Yang perlu diperhatikan disini, bahwa perselisihan yang</w:t>
      </w:r>
    </w:p>
    <w:p w:rsidR="0011365D" w:rsidRDefault="0011365D" w:rsidP="0011365D">
      <w:pPr>
        <w:pStyle w:val="libNormal"/>
      </w:pPr>
      <w:r>
        <w:t>terjadi pada masalah keyakinan pada umat Islam pada zaman</w:t>
      </w:r>
    </w:p>
    <w:p w:rsidR="0011365D" w:rsidRDefault="0011365D" w:rsidP="0011365D">
      <w:pPr>
        <w:pStyle w:val="libNormal"/>
      </w:pPr>
      <w:r>
        <w:t>dahulu tidaklah pada inti dari keyakinan (lubbul ‘aqidah),</w:t>
      </w:r>
    </w:p>
    <w:p w:rsidR="0011365D" w:rsidRDefault="0011365D" w:rsidP="0011365D">
      <w:pPr>
        <w:pStyle w:val="libNormal"/>
      </w:pPr>
      <w:r>
        <w:t>tetapi masalah-masalah filsafat dan sama sekali tidak</w:t>
      </w:r>
    </w:p>
    <w:p w:rsidR="0011365D" w:rsidRDefault="0011365D" w:rsidP="0011365D">
      <w:pPr>
        <w:pStyle w:val="libNormal"/>
      </w:pPr>
      <w:r>
        <w:t>menyentuh inti keyakinan seperti keesaan Allah, Iman</w:t>
      </w:r>
    </w:p>
    <w:p w:rsidR="0011365D" w:rsidRDefault="0011365D" w:rsidP="0011365D">
      <w:pPr>
        <w:pStyle w:val="libNormal"/>
      </w:pPr>
      <w:r>
        <w:t>kepada para rasul dan hari akhir, iman kepada malaikat, dan</w:t>
      </w:r>
    </w:p>
    <w:p w:rsidR="0011365D" w:rsidRDefault="0011365D" w:rsidP="0011365D">
      <w:pPr>
        <w:pStyle w:val="libNormal"/>
      </w:pPr>
      <w:r>
        <w:t>bahwa yang diberitakan oleh Nabi Muhammad adalah benar.</w:t>
      </w:r>
    </w:p>
    <w:p w:rsidR="0011365D" w:rsidRDefault="0011365D" w:rsidP="0011365D">
      <w:pPr>
        <w:pStyle w:val="libNormal"/>
      </w:pPr>
      <w:r>
        <w:t>Adapun masalah-masalah yang diperselisihkan adalah :</w:t>
      </w:r>
    </w:p>
    <w:p w:rsidR="0011365D" w:rsidRDefault="0011365D" w:rsidP="0011365D">
      <w:pPr>
        <w:pStyle w:val="libNormal"/>
      </w:pPr>
      <w:r>
        <w:t>- Paksaan dan kebebasan untuk berkehendak atau berbuat</w:t>
      </w:r>
    </w:p>
    <w:p w:rsidR="0011365D" w:rsidRDefault="0011365D" w:rsidP="0011365D">
      <w:pPr>
        <w:pStyle w:val="libNormal"/>
      </w:pPr>
      <w:r>
        <w:t>(al-jabr wal-ikhtiyar),</w:t>
      </w:r>
    </w:p>
    <w:p w:rsidR="0011365D" w:rsidRDefault="0011365D" w:rsidP="0011365D">
      <w:pPr>
        <w:pStyle w:val="libNormal"/>
      </w:pPr>
      <w:r>
        <w:t>- Pelaku dosa besar,</w:t>
      </w:r>
    </w:p>
    <w:p w:rsidR="0011365D" w:rsidRDefault="0011365D" w:rsidP="0011365D">
      <w:pPr>
        <w:pStyle w:val="libNormal"/>
      </w:pPr>
      <w:r>
        <w:t>- Al-Quran adalah qadim atau hadits (baru).</w:t>
      </w:r>
    </w:p>
    <w:p w:rsidR="0011365D" w:rsidRDefault="0011365D" w:rsidP="0011365D">
      <w:pPr>
        <w:pStyle w:val="libNormal"/>
      </w:pPr>
      <w:r>
        <w:t>Aliran-aliran keyakinan pada saat itu adalah : Khawarij,</w:t>
      </w:r>
    </w:p>
    <w:p w:rsidR="0011365D" w:rsidRDefault="0011365D" w:rsidP="0011365D">
      <w:pPr>
        <w:pStyle w:val="libNormal"/>
      </w:pPr>
      <w:r>
        <w:t>Syi'ah, Jabariyyah, Mu'tazilah, Murji-ah, dan Ahlus Sunnah</w:t>
      </w:r>
    </w:p>
    <w:p w:rsidR="0011365D" w:rsidRDefault="0011365D" w:rsidP="0011365D">
      <w:pPr>
        <w:pStyle w:val="libNormal"/>
      </w:pPr>
      <w:r>
        <w:t>wal Jama'ah. Berikut ini akan kami sajikan secara singkat</w:t>
      </w:r>
    </w:p>
    <w:p w:rsidR="0011365D" w:rsidRDefault="0011365D" w:rsidP="0011365D">
      <w:pPr>
        <w:pStyle w:val="libNormal"/>
      </w:pPr>
      <w:r>
        <w:t>sejarah dan pendapat masing-masing kelompok tersebut..</w:t>
      </w:r>
    </w:p>
    <w:p w:rsidR="00912308" w:rsidRDefault="00912308" w:rsidP="0011365D">
      <w:pPr>
        <w:pStyle w:val="libNormal"/>
      </w:pPr>
    </w:p>
    <w:p w:rsidR="0011365D" w:rsidRDefault="0011365D" w:rsidP="00912308">
      <w:pPr>
        <w:pStyle w:val="Heading2"/>
      </w:pPr>
      <w:bookmarkStart w:id="5" w:name="_Toc426282726"/>
      <w:r>
        <w:t>1. Khawarij</w:t>
      </w:r>
      <w:bookmarkEnd w:id="5"/>
    </w:p>
    <w:p w:rsidR="00912308" w:rsidRDefault="00912308" w:rsidP="0011365D">
      <w:pPr>
        <w:pStyle w:val="libNormal"/>
      </w:pPr>
    </w:p>
    <w:p w:rsidR="0011365D" w:rsidRDefault="0011365D" w:rsidP="0011365D">
      <w:pPr>
        <w:pStyle w:val="libNormal"/>
      </w:pPr>
      <w:r>
        <w:t>Khawarij menurut bahasa merupakan jamak dari kata</w:t>
      </w:r>
    </w:p>
    <w:p w:rsidR="0011365D" w:rsidRDefault="0011365D" w:rsidP="0011365D">
      <w:pPr>
        <w:pStyle w:val="libNormal"/>
      </w:pPr>
      <w:r>
        <w:t>kharijiy, yang berarti orang-orang yang keluar,</w:t>
      </w:r>
    </w:p>
    <w:p w:rsidR="0011365D" w:rsidRDefault="0011365D" w:rsidP="0011365D">
      <w:pPr>
        <w:pStyle w:val="libNormal"/>
      </w:pPr>
      <w:r>
        <w:lastRenderedPageBreak/>
        <w:t>mengungsi atau mengasingkan diri.</w:t>
      </w:r>
    </w:p>
    <w:p w:rsidR="0011365D" w:rsidRDefault="0011365D" w:rsidP="0011365D">
      <w:pPr>
        <w:pStyle w:val="libNormal"/>
      </w:pPr>
      <w:r>
        <w:t>Asy-Syihristani mendefinisikan bahwa Khawarij adalah</w:t>
      </w:r>
    </w:p>
    <w:p w:rsidR="0011365D" w:rsidRDefault="0011365D" w:rsidP="0011365D">
      <w:pPr>
        <w:pStyle w:val="libNormal"/>
      </w:pPr>
      <w:r>
        <w:t>setiap orang yang keluar dari Imam yang berhak yang</w:t>
      </w:r>
    </w:p>
    <w:p w:rsidR="0011365D" w:rsidRDefault="0011365D" w:rsidP="0011365D">
      <w:pPr>
        <w:pStyle w:val="libNormal"/>
      </w:pPr>
      <w:r>
        <w:t>tel</w:t>
      </w:r>
      <w:r w:rsidR="00912308">
        <w:t>ah disepakati oleh masyarakat.</w:t>
      </w:r>
      <w:r w:rsidR="00912308" w:rsidRPr="00912308">
        <w:rPr>
          <w:rStyle w:val="libFootnotenumChar"/>
        </w:rPr>
        <w:footnoteReference w:id="3"/>
      </w:r>
    </w:p>
    <w:p w:rsidR="0011365D" w:rsidRDefault="0011365D" w:rsidP="0011365D">
      <w:pPr>
        <w:pStyle w:val="libNormal"/>
      </w:pPr>
      <w:r>
        <w:t>Kelompok Khawarij yang pertama adalah Al-</w:t>
      </w:r>
    </w:p>
    <w:p w:rsidR="0011365D" w:rsidRDefault="0011365D" w:rsidP="0011365D">
      <w:pPr>
        <w:pStyle w:val="libNormal"/>
      </w:pPr>
      <w:r>
        <w:t>Muhakkimah (Syuroh/Haruriyyah) yaitu pengikut Ali</w:t>
      </w:r>
    </w:p>
    <w:p w:rsidR="0011365D" w:rsidRDefault="0011365D" w:rsidP="0011365D">
      <w:pPr>
        <w:pStyle w:val="libNormal"/>
      </w:pPr>
      <w:r>
        <w:t>yang memisahkan diri karena tidak setuju adanya</w:t>
      </w:r>
    </w:p>
    <w:p w:rsidR="0011365D" w:rsidRDefault="0011365D" w:rsidP="0011365D">
      <w:pPr>
        <w:pStyle w:val="libNormal"/>
      </w:pPr>
      <w:r>
        <w:t>perdamaian antara beliau dengan Muawiyah saat perang</w:t>
      </w:r>
    </w:p>
    <w:p w:rsidR="001B6A2A" w:rsidRDefault="0011365D" w:rsidP="001B6A2A">
      <w:pPr>
        <w:pStyle w:val="libNormal"/>
      </w:pPr>
      <w:r>
        <w:t>Siffin. Mereka ini menganggap Ali dan orang-orang yang</w:t>
      </w:r>
      <w:r w:rsidR="004A1F1B">
        <w:t xml:space="preserve"> </w:t>
      </w:r>
      <w:r w:rsidR="001B6A2A">
        <w:t>menyetujui perdamaian tadi adalah orang-orang kafir</w:t>
      </w:r>
    </w:p>
    <w:p w:rsidR="001B6A2A" w:rsidRDefault="001B6A2A" w:rsidP="001B6A2A">
      <w:pPr>
        <w:pStyle w:val="libNormal"/>
      </w:pPr>
      <w:r>
        <w:t>dan halal darahnya.</w:t>
      </w:r>
    </w:p>
    <w:p w:rsidR="001B6A2A" w:rsidRDefault="001B6A2A" w:rsidP="001B6A2A">
      <w:pPr>
        <w:pStyle w:val="libNormal"/>
      </w:pPr>
      <w:r>
        <w:t>Kemudian Khawarij ini terpecah menjadi beberapa</w:t>
      </w:r>
    </w:p>
    <w:p w:rsidR="001B6A2A" w:rsidRDefault="001B6A2A" w:rsidP="001B6A2A">
      <w:pPr>
        <w:pStyle w:val="libNormal"/>
      </w:pPr>
      <w:r>
        <w:t>aliran, yang paling besar adalah Al-Azariqoh, An-Najdah,</w:t>
      </w:r>
    </w:p>
    <w:p w:rsidR="001B6A2A" w:rsidRDefault="001B6A2A" w:rsidP="001B6A2A">
      <w:pPr>
        <w:pStyle w:val="libNormal"/>
      </w:pPr>
      <w:r>
        <w:t>Al-'Ajaridah, Ash-Shufriyyah, dan Al-Ibadiyyah. Aliran</w:t>
      </w:r>
    </w:p>
    <w:p w:rsidR="001B6A2A" w:rsidRDefault="001B6A2A" w:rsidP="001B6A2A">
      <w:pPr>
        <w:pStyle w:val="libNormal"/>
      </w:pPr>
      <w:r>
        <w:t>terakhir ini yang paling moderat diantara aliran Khawarij</w:t>
      </w:r>
    </w:p>
    <w:p w:rsidR="001B6A2A" w:rsidRDefault="001B6A2A" w:rsidP="001B6A2A">
      <w:pPr>
        <w:pStyle w:val="libNormal"/>
      </w:pPr>
      <w:r>
        <w:t>dan masih terdapat di Zanzibar, Afrika Utara, Umman</w:t>
      </w:r>
    </w:p>
    <w:p w:rsidR="001B6A2A" w:rsidRDefault="001B6A2A" w:rsidP="001B6A2A">
      <w:pPr>
        <w:pStyle w:val="libNormal"/>
      </w:pPr>
      <w:r>
        <w:t>dan Arabia Selatan</w:t>
      </w:r>
      <w:r w:rsidR="00D32C62">
        <w:t>.</w:t>
      </w:r>
    </w:p>
    <w:p w:rsidR="00D32C62" w:rsidRDefault="00D32C62" w:rsidP="001B6A2A">
      <w:pPr>
        <w:pStyle w:val="libNormal"/>
      </w:pPr>
    </w:p>
    <w:p w:rsidR="001B6A2A" w:rsidRDefault="001B6A2A" w:rsidP="00D32C62">
      <w:pPr>
        <w:pStyle w:val="Heading3"/>
      </w:pPr>
      <w:bookmarkStart w:id="6" w:name="_Toc426282727"/>
      <w:r>
        <w:t>Pendapat-pendapat mereka antara lain :</w:t>
      </w:r>
      <w:bookmarkEnd w:id="6"/>
    </w:p>
    <w:p w:rsidR="00D32C62" w:rsidRDefault="00D32C62" w:rsidP="001B6A2A">
      <w:pPr>
        <w:pStyle w:val="libNormal"/>
      </w:pPr>
    </w:p>
    <w:p w:rsidR="001B6A2A" w:rsidRDefault="001B6A2A" w:rsidP="001B6A2A">
      <w:pPr>
        <w:pStyle w:val="libNormal"/>
      </w:pPr>
      <w:r>
        <w:t>- Pelaku dosa besar adalah kafir</w:t>
      </w:r>
    </w:p>
    <w:p w:rsidR="001B6A2A" w:rsidRDefault="001B6A2A" w:rsidP="001B6A2A">
      <w:pPr>
        <w:pStyle w:val="libNormal"/>
      </w:pPr>
      <w:r>
        <w:t>- Imam boleh dipilih dari suku apa saja asal ia sanggup</w:t>
      </w:r>
    </w:p>
    <w:p w:rsidR="001B6A2A" w:rsidRDefault="001B6A2A" w:rsidP="001B6A2A">
      <w:pPr>
        <w:pStyle w:val="libNormal"/>
      </w:pPr>
      <w:r>
        <w:t>menjalankannya.</w:t>
      </w:r>
    </w:p>
    <w:p w:rsidR="001B6A2A" w:rsidRDefault="001B6A2A" w:rsidP="001B6A2A">
      <w:pPr>
        <w:pStyle w:val="libNormal"/>
      </w:pPr>
      <w:r>
        <w:t>- Keluar dari Imam adalah wajib apabila Imam tidak</w:t>
      </w:r>
    </w:p>
    <w:p w:rsidR="001B6A2A" w:rsidRDefault="001B6A2A" w:rsidP="001B6A2A">
      <w:pPr>
        <w:pStyle w:val="libNormal"/>
      </w:pPr>
      <w:r>
        <w:t>sesuai dengan ajaran-ajaran Islam.</w:t>
      </w:r>
    </w:p>
    <w:p w:rsidR="001B6A2A" w:rsidRDefault="001B6A2A" w:rsidP="001B6A2A">
      <w:pPr>
        <w:pStyle w:val="libNormal"/>
      </w:pPr>
      <w:r>
        <w:t>- Orang yang tidak sepaham dengan mereka bahkan</w:t>
      </w:r>
    </w:p>
    <w:p w:rsidR="001B6A2A" w:rsidRDefault="001B6A2A" w:rsidP="001B6A2A">
      <w:pPr>
        <w:pStyle w:val="libNormal"/>
      </w:pPr>
      <w:r>
        <w:t>anak istrinya boleh ditawan, dijadikan budak atau</w:t>
      </w:r>
    </w:p>
    <w:p w:rsidR="001B6A2A" w:rsidRDefault="001B6A2A" w:rsidP="001B6A2A">
      <w:pPr>
        <w:pStyle w:val="libNormal"/>
      </w:pPr>
      <w:r>
        <w:t>dibunuh (Al-Azariqoh) sedang menurut Al-Ibadiyah</w:t>
      </w:r>
    </w:p>
    <w:p w:rsidR="001B6A2A" w:rsidRDefault="001B6A2A" w:rsidP="001B6A2A">
      <w:pPr>
        <w:pStyle w:val="libNormal"/>
      </w:pPr>
      <w:r>
        <w:lastRenderedPageBreak/>
        <w:t>mereka bukan mukmin dan bukan kafir, karena itu</w:t>
      </w:r>
    </w:p>
    <w:p w:rsidR="001B6A2A" w:rsidRDefault="001B6A2A" w:rsidP="001B6A2A">
      <w:pPr>
        <w:pStyle w:val="libNormal"/>
      </w:pPr>
      <w:r>
        <w:t>boleh bermuamalat dengan mereka, dan membunuh</w:t>
      </w:r>
    </w:p>
    <w:p w:rsidR="001B6A2A" w:rsidRDefault="001B6A2A" w:rsidP="001B6A2A">
      <w:pPr>
        <w:pStyle w:val="libNormal"/>
      </w:pPr>
      <w:r>
        <w:t>mereka adalah haram.</w:t>
      </w:r>
    </w:p>
    <w:p w:rsidR="001B6A2A" w:rsidRDefault="001B6A2A" w:rsidP="001B6A2A">
      <w:pPr>
        <w:pStyle w:val="libNormal"/>
      </w:pPr>
      <w:r>
        <w:t>- Anak-anak orang kafir berada di neraka (Al-</w:t>
      </w:r>
    </w:p>
    <w:p w:rsidR="001B6A2A" w:rsidRDefault="001B6A2A" w:rsidP="001B6A2A">
      <w:pPr>
        <w:pStyle w:val="libNormal"/>
      </w:pPr>
      <w:r>
        <w:t>Azariqoh)</w:t>
      </w:r>
      <w:r w:rsidR="000F4F9E">
        <w:t>.</w:t>
      </w:r>
    </w:p>
    <w:p w:rsidR="001B6A2A" w:rsidRDefault="001B6A2A" w:rsidP="001B6A2A">
      <w:pPr>
        <w:pStyle w:val="libNormal"/>
      </w:pPr>
      <w:r>
        <w:t>- Membatalkan hukum rajam karena tidak ada dalam</w:t>
      </w:r>
    </w:p>
    <w:p w:rsidR="001B6A2A" w:rsidRDefault="001B6A2A" w:rsidP="001B6A2A">
      <w:pPr>
        <w:pStyle w:val="libNormal"/>
      </w:pPr>
      <w:r>
        <w:t>al-Quran (Al-Azariqoh)</w:t>
      </w:r>
      <w:r w:rsidR="000F4F9E">
        <w:t>.</w:t>
      </w:r>
    </w:p>
    <w:p w:rsidR="001B6A2A" w:rsidRDefault="001B6A2A" w:rsidP="001B6A2A">
      <w:pPr>
        <w:pStyle w:val="libNormal"/>
      </w:pPr>
      <w:r>
        <w:t>- Surat Yusuf bukan termasuk al-Quran karena</w:t>
      </w:r>
    </w:p>
    <w:p w:rsidR="001B6A2A" w:rsidRDefault="001B6A2A" w:rsidP="001B6A2A">
      <w:pPr>
        <w:pStyle w:val="libNormal"/>
      </w:pPr>
      <w:r>
        <w:t>mengandung cerita cinta (Al-'Ajaridah)</w:t>
      </w:r>
      <w:r w:rsidR="000F4F9E">
        <w:t>.</w:t>
      </w:r>
    </w:p>
    <w:p w:rsidR="001B6A2A" w:rsidRDefault="001B6A2A" w:rsidP="001B6A2A">
      <w:pPr>
        <w:pStyle w:val="libNormal"/>
      </w:pPr>
    </w:p>
    <w:p w:rsidR="001B6A2A" w:rsidRDefault="001B6A2A" w:rsidP="001B6A2A">
      <w:pPr>
        <w:pStyle w:val="libNormal"/>
      </w:pPr>
    </w:p>
    <w:p w:rsidR="001B6A2A" w:rsidRDefault="001B6A2A" w:rsidP="001B6A2A">
      <w:pPr>
        <w:pStyle w:val="Heading2"/>
      </w:pPr>
      <w:bookmarkStart w:id="7" w:name="_Toc426282728"/>
      <w:r>
        <w:t>2. Syi'ah</w:t>
      </w:r>
      <w:bookmarkEnd w:id="7"/>
    </w:p>
    <w:p w:rsidR="001B6A2A" w:rsidRDefault="001B6A2A" w:rsidP="001B6A2A">
      <w:pPr>
        <w:pStyle w:val="libNormal"/>
      </w:pPr>
    </w:p>
    <w:p w:rsidR="001B6A2A" w:rsidRDefault="001B6A2A" w:rsidP="001B6A2A">
      <w:pPr>
        <w:pStyle w:val="libNormal"/>
      </w:pPr>
      <w:r>
        <w:t>Sy'iah menurut bahasa berarti pengikut dan penolong,</w:t>
      </w:r>
    </w:p>
    <w:p w:rsidR="001B6A2A" w:rsidRDefault="001B6A2A" w:rsidP="001B6A2A">
      <w:pPr>
        <w:pStyle w:val="libNormal"/>
      </w:pPr>
      <w:r>
        <w:t>dan diucapkan untuk sekelompok manusia yang</w:t>
      </w:r>
    </w:p>
    <w:p w:rsidR="001B6A2A" w:rsidRDefault="001B6A2A" w:rsidP="001B6A2A">
      <w:pPr>
        <w:pStyle w:val="libNormal"/>
      </w:pPr>
      <w:r>
        <w:t>bersatu/berkumpul dalam satu masalah, dan kepada</w:t>
      </w:r>
    </w:p>
    <w:p w:rsidR="001B6A2A" w:rsidRDefault="001B6A2A" w:rsidP="001B6A2A">
      <w:pPr>
        <w:pStyle w:val="libNormal"/>
      </w:pPr>
      <w:r>
        <w:t>setiap orang yang menolong seseorang dan berhimpun</w:t>
      </w:r>
    </w:p>
    <w:p w:rsidR="001B6A2A" w:rsidRDefault="001B6A2A" w:rsidP="001B6A2A">
      <w:pPr>
        <w:pStyle w:val="libNormal"/>
      </w:pPr>
      <w:r>
        <w:t>membentuk suatu kelompok padanya.</w:t>
      </w:r>
    </w:p>
    <w:p w:rsidR="001B6A2A" w:rsidRDefault="001B6A2A" w:rsidP="001B6A2A">
      <w:pPr>
        <w:pStyle w:val="libNormal"/>
      </w:pPr>
      <w:r>
        <w:t>Kemudian kata ini dipergunakan untuk kelompok yang</w:t>
      </w:r>
    </w:p>
    <w:p w:rsidR="001B6A2A" w:rsidRDefault="001B6A2A" w:rsidP="001B6A2A">
      <w:pPr>
        <w:pStyle w:val="libNormal"/>
      </w:pPr>
      <w:r>
        <w:t>menolong dan membantu khalifah 'Ali dan keluarganya,</w:t>
      </w:r>
    </w:p>
    <w:p w:rsidR="001B6A2A" w:rsidRDefault="001B6A2A" w:rsidP="001B6A2A">
      <w:pPr>
        <w:pStyle w:val="libNormal"/>
      </w:pPr>
      <w:r>
        <w:t>lalu menjadi nama khusus bagi kelompok ini.</w:t>
      </w:r>
      <w:r w:rsidRPr="001B6A2A">
        <w:rPr>
          <w:rStyle w:val="libFootnotenumChar"/>
        </w:rPr>
        <w:footnoteReference w:id="4"/>
      </w:r>
    </w:p>
    <w:p w:rsidR="001B6A2A" w:rsidRDefault="001B6A2A" w:rsidP="001B6A2A">
      <w:pPr>
        <w:pStyle w:val="libNormal"/>
      </w:pPr>
      <w:r>
        <w:t>Menurut Asy-Syihristaniy Syi'ah adalah kelompok yang</w:t>
      </w:r>
    </w:p>
    <w:p w:rsidR="001B6A2A" w:rsidRDefault="001B6A2A" w:rsidP="001B6A2A">
      <w:pPr>
        <w:pStyle w:val="libNormal"/>
      </w:pPr>
      <w:r>
        <w:t>mengikuti Khalifah 'Ali dan menyatakan</w:t>
      </w:r>
    </w:p>
    <w:p w:rsidR="001B6A2A" w:rsidRDefault="001B6A2A" w:rsidP="001B6A2A">
      <w:pPr>
        <w:pStyle w:val="libNormal"/>
      </w:pPr>
      <w:r>
        <w:t>kepemimpinannya baik secara nash ataupun wasiat yang</w:t>
      </w:r>
    </w:p>
    <w:p w:rsidR="001B6A2A" w:rsidRDefault="001B6A2A" w:rsidP="001B6A2A">
      <w:pPr>
        <w:pStyle w:val="libNormal"/>
      </w:pPr>
      <w:r>
        <w:t>adakalanya secara jelas ataupun samar, dan mereka</w:t>
      </w:r>
    </w:p>
    <w:p w:rsidR="001B6A2A" w:rsidRDefault="001B6A2A" w:rsidP="001B6A2A">
      <w:pPr>
        <w:pStyle w:val="libNormal"/>
      </w:pPr>
      <w:r>
        <w:t>berkeyakinan bahwa kepemimpinan (Imamah) tidak</w:t>
      </w:r>
    </w:p>
    <w:p w:rsidR="001B6A2A" w:rsidRDefault="001B6A2A" w:rsidP="001B6A2A">
      <w:pPr>
        <w:pStyle w:val="libNormal"/>
      </w:pPr>
      <w:r>
        <w:t>keluar dari anak-anaknya, dan jika keluar darinya maka</w:t>
      </w:r>
    </w:p>
    <w:p w:rsidR="001B6A2A" w:rsidRDefault="001B6A2A" w:rsidP="001B6A2A">
      <w:pPr>
        <w:pStyle w:val="libNormal"/>
      </w:pPr>
      <w:r>
        <w:t>itu terjadi secara zalim atau sebab taqiyah darinya.</w:t>
      </w:r>
      <w:r w:rsidRPr="001B6A2A">
        <w:rPr>
          <w:rStyle w:val="libFootnotenumChar"/>
        </w:rPr>
        <w:footnoteReference w:id="5"/>
      </w:r>
    </w:p>
    <w:p w:rsidR="00627EFC" w:rsidRDefault="00627EFC" w:rsidP="001B6A2A">
      <w:pPr>
        <w:pStyle w:val="libNormal"/>
      </w:pPr>
    </w:p>
    <w:p w:rsidR="001B6A2A" w:rsidRDefault="001B6A2A" w:rsidP="00627EFC">
      <w:pPr>
        <w:pStyle w:val="Heading3"/>
      </w:pPr>
      <w:bookmarkStart w:id="8" w:name="_Toc426282729"/>
      <w:r>
        <w:lastRenderedPageBreak/>
        <w:t>Para sejarawan berbeda pendapat akan awal munculnya</w:t>
      </w:r>
      <w:bookmarkEnd w:id="8"/>
    </w:p>
    <w:p w:rsidR="001B6A2A" w:rsidRDefault="001B6A2A" w:rsidP="00627EFC">
      <w:pPr>
        <w:pStyle w:val="Heading3"/>
      </w:pPr>
      <w:bookmarkStart w:id="9" w:name="_Toc426282730"/>
      <w:r>
        <w:t>Syi'ah, diantaranya :</w:t>
      </w:r>
      <w:bookmarkEnd w:id="9"/>
    </w:p>
    <w:p w:rsidR="001B6A2A" w:rsidRDefault="001B6A2A" w:rsidP="001B6A2A">
      <w:pPr>
        <w:pStyle w:val="libNormal"/>
      </w:pPr>
      <w:r>
        <w:t>- muncul sejak zaman Nabi Muhammad SAW</w:t>
      </w:r>
    </w:p>
    <w:p w:rsidR="001B6A2A" w:rsidRDefault="001B6A2A" w:rsidP="001B6A2A">
      <w:pPr>
        <w:pStyle w:val="libNormal"/>
      </w:pPr>
      <w:r>
        <w:t>(pendapat ulama Syi'ah)</w:t>
      </w:r>
      <w:r w:rsidR="000F4F9E">
        <w:t>.</w:t>
      </w:r>
    </w:p>
    <w:p w:rsidR="001B6A2A" w:rsidRDefault="001B6A2A" w:rsidP="001B6A2A">
      <w:pPr>
        <w:pStyle w:val="libNormal"/>
      </w:pPr>
      <w:r>
        <w:t>- muncul bersamaan setelah wafatnya Rasulullah</w:t>
      </w:r>
    </w:p>
    <w:p w:rsidR="001B6A2A" w:rsidRDefault="001B6A2A" w:rsidP="001B6A2A">
      <w:pPr>
        <w:pStyle w:val="libNormal"/>
      </w:pPr>
      <w:r>
        <w:t>(Ahmad Amin)</w:t>
      </w:r>
      <w:r w:rsidR="000F4F9E">
        <w:t>.</w:t>
      </w:r>
    </w:p>
    <w:p w:rsidR="001B6A2A" w:rsidRDefault="001B6A2A" w:rsidP="001B6A2A">
      <w:pPr>
        <w:pStyle w:val="libNormal"/>
      </w:pPr>
      <w:r>
        <w:t>- muncul pada akhir pemerintahan Utsman bin Affan</w:t>
      </w:r>
    </w:p>
    <w:p w:rsidR="001B6A2A" w:rsidRDefault="001B6A2A" w:rsidP="001B6A2A">
      <w:pPr>
        <w:pStyle w:val="libNormal"/>
      </w:pPr>
      <w:r>
        <w:t>(Muhammad Abu Zahrah)</w:t>
      </w:r>
      <w:r w:rsidR="000F4F9E">
        <w:t>.</w:t>
      </w:r>
    </w:p>
    <w:p w:rsidR="001B6A2A" w:rsidRDefault="001B6A2A" w:rsidP="001B6A2A">
      <w:pPr>
        <w:pStyle w:val="libNormal"/>
      </w:pPr>
      <w:r>
        <w:t>- muncul setelah terbunuhnya Utsman pada tahun 36 H</w:t>
      </w:r>
    </w:p>
    <w:p w:rsidR="001B6A2A" w:rsidRDefault="001B6A2A" w:rsidP="001B6A2A">
      <w:pPr>
        <w:pStyle w:val="libNormal"/>
      </w:pPr>
      <w:r>
        <w:t>(pendapat Orientalis Yulius W)</w:t>
      </w:r>
      <w:r w:rsidR="000F4F9E">
        <w:t>.</w:t>
      </w:r>
    </w:p>
    <w:p w:rsidR="001B6A2A" w:rsidRDefault="001B6A2A" w:rsidP="001B6A2A">
      <w:pPr>
        <w:pStyle w:val="libNormal"/>
      </w:pPr>
      <w:r>
        <w:t>- muncul setelah terbunuhnya Al-Husein (Dr. Samiy</w:t>
      </w:r>
    </w:p>
    <w:p w:rsidR="001B6A2A" w:rsidRDefault="001B6A2A" w:rsidP="001B6A2A">
      <w:pPr>
        <w:pStyle w:val="libNormal"/>
      </w:pPr>
      <w:r>
        <w:t>An-Nasysyar)</w:t>
      </w:r>
      <w:r w:rsidR="000F4F9E">
        <w:t>.</w:t>
      </w:r>
    </w:p>
    <w:p w:rsidR="001B6A2A" w:rsidRDefault="001B6A2A" w:rsidP="001B6A2A">
      <w:pPr>
        <w:pStyle w:val="libNormal"/>
      </w:pPr>
      <w:r>
        <w:t>- muncul di akhir abad pertama hijriyyah ( Dr. 'Irfan</w:t>
      </w:r>
    </w:p>
    <w:p w:rsidR="001B6A2A" w:rsidRDefault="001B6A2A" w:rsidP="001B6A2A">
      <w:pPr>
        <w:pStyle w:val="libNormal"/>
      </w:pPr>
      <w:r>
        <w:t>Abdul Humaid)</w:t>
      </w:r>
      <w:r w:rsidRPr="001B6A2A">
        <w:rPr>
          <w:rStyle w:val="libFootnotenumChar"/>
        </w:rPr>
        <w:footnoteReference w:id="6"/>
      </w:r>
    </w:p>
    <w:p w:rsidR="001B6A2A" w:rsidRDefault="001B6A2A" w:rsidP="001B6A2A">
      <w:pPr>
        <w:pStyle w:val="libNormal"/>
      </w:pPr>
      <w:r>
        <w:t xml:space="preserve">Menurut sebagian </w:t>
      </w:r>
      <w:r w:rsidR="00A64B60">
        <w:t xml:space="preserve">kecil </w:t>
      </w:r>
      <w:r>
        <w:t>ahli sejarah madzhab ini disebarkan</w:t>
      </w:r>
    </w:p>
    <w:p w:rsidR="001B6A2A" w:rsidRDefault="001B6A2A" w:rsidP="001B6A2A">
      <w:pPr>
        <w:pStyle w:val="libNormal"/>
      </w:pPr>
      <w:r>
        <w:t>pertama kali oleh Abdullah bin Saba yaitu seorang</w:t>
      </w:r>
    </w:p>
    <w:p w:rsidR="001B6A2A" w:rsidRDefault="001B6A2A" w:rsidP="001B6A2A">
      <w:pPr>
        <w:pStyle w:val="libNormal"/>
      </w:pPr>
      <w:r>
        <w:t>Yahudi yang pura-pura masuk Islam, dan hampir</w:t>
      </w:r>
    </w:p>
    <w:p w:rsidR="0011365D" w:rsidRDefault="001B6A2A" w:rsidP="001B6A2A">
      <w:pPr>
        <w:pStyle w:val="libNormal"/>
      </w:pPr>
      <w:r>
        <w:t>dibunuh oleh Ali.</w:t>
      </w:r>
      <w:r w:rsidRPr="001B6A2A">
        <w:rPr>
          <w:rStyle w:val="libFootnotenumChar"/>
        </w:rPr>
        <w:footnoteReference w:id="7"/>
      </w:r>
    </w:p>
    <w:p w:rsidR="001B6A2A" w:rsidRDefault="001B6A2A" w:rsidP="001B6A2A">
      <w:pPr>
        <w:pStyle w:val="libNormal"/>
      </w:pPr>
    </w:p>
    <w:p w:rsidR="00B02431" w:rsidRDefault="00B02431" w:rsidP="00B02431">
      <w:pPr>
        <w:pStyle w:val="Heading3"/>
      </w:pPr>
      <w:bookmarkStart w:id="10" w:name="_Toc426282731"/>
      <w:r>
        <w:t>Dr. Fuad Mohammad Fachruddin membagi Syi'ah</w:t>
      </w:r>
      <w:bookmarkEnd w:id="10"/>
    </w:p>
    <w:p w:rsidR="00B02431" w:rsidRDefault="00B02431" w:rsidP="00B02431">
      <w:pPr>
        <w:pStyle w:val="Heading3"/>
      </w:pPr>
      <w:bookmarkStart w:id="11" w:name="_Toc426282732"/>
      <w:r>
        <w:t>menjadi 4 macam aliran :</w:t>
      </w:r>
      <w:bookmarkEnd w:id="11"/>
    </w:p>
    <w:p w:rsidR="00B02431" w:rsidRDefault="00B02431" w:rsidP="00B02431">
      <w:pPr>
        <w:pStyle w:val="libNormal"/>
      </w:pPr>
      <w:r>
        <w:t xml:space="preserve">- </w:t>
      </w:r>
      <w:r w:rsidRPr="00B02431">
        <w:rPr>
          <w:rStyle w:val="libBold1Char"/>
        </w:rPr>
        <w:t>Ekstrimis</w:t>
      </w:r>
      <w:r>
        <w:t xml:space="preserve"> (al-Ghulatiyyah),</w:t>
      </w:r>
    </w:p>
    <w:p w:rsidR="00B02431" w:rsidRDefault="00B02431" w:rsidP="00B02431">
      <w:pPr>
        <w:pStyle w:val="libNormal"/>
      </w:pPr>
      <w:r>
        <w:t>sekarang sudah tidak ada lagi.</w:t>
      </w:r>
    </w:p>
    <w:p w:rsidR="00B02431" w:rsidRDefault="00B02431" w:rsidP="00B02431">
      <w:pPr>
        <w:pStyle w:val="libBold2"/>
      </w:pPr>
      <w:r>
        <w:t xml:space="preserve">- </w:t>
      </w:r>
      <w:r w:rsidRPr="00B02431">
        <w:rPr>
          <w:rStyle w:val="libNormalChar"/>
        </w:rPr>
        <w:t>Isma’iliyah</w:t>
      </w:r>
      <w:r>
        <w:t xml:space="preserve"> dan cabang-cabangnya,.</w:t>
      </w:r>
    </w:p>
    <w:p w:rsidR="00B02431" w:rsidRDefault="00B02431" w:rsidP="00B02431">
      <w:pPr>
        <w:pStyle w:val="libNormal"/>
      </w:pPr>
      <w:r>
        <w:t>Tersebar di India, Pakistan, Afrika Utara , Eropa dan</w:t>
      </w:r>
    </w:p>
    <w:p w:rsidR="00B02431" w:rsidRDefault="00B02431" w:rsidP="00B02431">
      <w:pPr>
        <w:pStyle w:val="libNormal"/>
      </w:pPr>
      <w:r>
        <w:t>Amerika.</w:t>
      </w:r>
    </w:p>
    <w:p w:rsidR="00B02431" w:rsidRDefault="00B02431" w:rsidP="00B02431">
      <w:pPr>
        <w:pStyle w:val="libNormal"/>
      </w:pPr>
      <w:r>
        <w:t xml:space="preserve">- </w:t>
      </w:r>
      <w:r w:rsidRPr="00B02431">
        <w:rPr>
          <w:rStyle w:val="libBold1Char"/>
        </w:rPr>
        <w:t>Zaidiyyah</w:t>
      </w:r>
      <w:r>
        <w:t>,</w:t>
      </w:r>
    </w:p>
    <w:p w:rsidR="00B02431" w:rsidRDefault="00B02431" w:rsidP="00B02431">
      <w:pPr>
        <w:pStyle w:val="libNormal"/>
      </w:pPr>
      <w:r>
        <w:t>Tersebar di Yaman dan sekitarnya.</w:t>
      </w:r>
    </w:p>
    <w:p w:rsidR="00B02431" w:rsidRDefault="00B02431" w:rsidP="00B02431">
      <w:pPr>
        <w:pStyle w:val="libNormal"/>
      </w:pPr>
      <w:r>
        <w:t>- 12 Imam (Itsna 'Asyariyyah/Imamiyyah),</w:t>
      </w:r>
    </w:p>
    <w:p w:rsidR="00B02431" w:rsidRDefault="00B02431" w:rsidP="00B02431">
      <w:pPr>
        <w:pStyle w:val="libNormal"/>
      </w:pPr>
      <w:r>
        <w:t>Syi'ah yang paling banyak mempunyai pengikut di</w:t>
      </w:r>
    </w:p>
    <w:p w:rsidR="00B02431" w:rsidRDefault="00B02431" w:rsidP="00B02431">
      <w:pPr>
        <w:pStyle w:val="libNormal"/>
      </w:pPr>
      <w:r>
        <w:t>dunia tersebar di Iran, Irak, Lebanon, India, Pakistan</w:t>
      </w:r>
    </w:p>
    <w:p w:rsidR="00B02431" w:rsidRDefault="00B02431" w:rsidP="00B02431">
      <w:pPr>
        <w:pStyle w:val="libNormal"/>
      </w:pPr>
      <w:r>
        <w:lastRenderedPageBreak/>
        <w:t>dan bahkan di Arab Saudi serta negara-negara Teluk.</w:t>
      </w:r>
    </w:p>
    <w:p w:rsidR="00B02431" w:rsidRDefault="00B02431" w:rsidP="00B02431">
      <w:pPr>
        <w:pStyle w:val="libNormal"/>
      </w:pPr>
      <w:r>
        <w:t>Diperkirakan peng</w:t>
      </w:r>
      <w:r w:rsidR="00FA6BD9">
        <w:t>ikutnya sekitar 120 juta orang.</w:t>
      </w:r>
      <w:r w:rsidR="00FA6BD9" w:rsidRPr="00FA6BD9">
        <w:rPr>
          <w:rStyle w:val="libFootnotenumChar"/>
        </w:rPr>
        <w:footnoteReference w:id="8"/>
      </w:r>
    </w:p>
    <w:p w:rsidR="00B02431" w:rsidRDefault="00B02431" w:rsidP="00B02431">
      <w:pPr>
        <w:pStyle w:val="libNormal"/>
      </w:pPr>
    </w:p>
    <w:p w:rsidR="00B02431" w:rsidRDefault="00B02431" w:rsidP="00B02431">
      <w:pPr>
        <w:pStyle w:val="Heading3"/>
      </w:pPr>
      <w:bookmarkStart w:id="12" w:name="_Toc426282733"/>
      <w:r>
        <w:t>Pendapat-pendapat mereka :</w:t>
      </w:r>
      <w:bookmarkEnd w:id="12"/>
    </w:p>
    <w:p w:rsidR="000F4F9E" w:rsidRDefault="000F4F9E" w:rsidP="00B02431">
      <w:pPr>
        <w:pStyle w:val="libNormal"/>
      </w:pPr>
    </w:p>
    <w:p w:rsidR="00B02431" w:rsidRDefault="00B02431" w:rsidP="00B02431">
      <w:pPr>
        <w:pStyle w:val="libNormal"/>
      </w:pPr>
      <w:r>
        <w:t>- Kepemimpinan (Imamah) merupakan satu dari</w:t>
      </w:r>
    </w:p>
    <w:p w:rsidR="00B02431" w:rsidRDefault="00B02431" w:rsidP="00B02431">
      <w:pPr>
        <w:pStyle w:val="libNormal"/>
      </w:pPr>
      <w:r>
        <w:t>beberapa pokok keimanan.</w:t>
      </w:r>
    </w:p>
    <w:p w:rsidR="00B02431" w:rsidRDefault="00B02431" w:rsidP="00B02431">
      <w:pPr>
        <w:pStyle w:val="libNormal"/>
      </w:pPr>
      <w:r>
        <w:t>- Memandang Imam Itu ma'shum (orang suci)</w:t>
      </w:r>
      <w:r w:rsidR="000F4F9E">
        <w:t>.</w:t>
      </w:r>
    </w:p>
    <w:p w:rsidR="00B02431" w:rsidRDefault="00B02431" w:rsidP="00B02431">
      <w:pPr>
        <w:pStyle w:val="libNormal"/>
      </w:pPr>
      <w:r>
        <w:t>- Wajib adanya Imam yang tersembunyi (Al-Imam Al-</w:t>
      </w:r>
    </w:p>
    <w:p w:rsidR="00B02431" w:rsidRDefault="00B02431" w:rsidP="00B02431">
      <w:pPr>
        <w:pStyle w:val="libNormal"/>
      </w:pPr>
      <w:r>
        <w:t>Mastur)</w:t>
      </w:r>
      <w:r w:rsidR="000F4F9E">
        <w:t>.</w:t>
      </w:r>
    </w:p>
    <w:p w:rsidR="00B02431" w:rsidRDefault="00B02431" w:rsidP="00B02431">
      <w:pPr>
        <w:pStyle w:val="libNormal"/>
      </w:pPr>
      <w:r>
        <w:t>- Al-Quran yang sekarang mengalami perubahan dan</w:t>
      </w:r>
    </w:p>
    <w:p w:rsidR="00B02431" w:rsidRDefault="00B02431" w:rsidP="00B02431">
      <w:pPr>
        <w:pStyle w:val="libNormal"/>
      </w:pPr>
      <w:r>
        <w:t>pengurangan, sedangkan yang asli berada di tangan</w:t>
      </w:r>
    </w:p>
    <w:p w:rsidR="00B02431" w:rsidRDefault="00B02431" w:rsidP="00B02431">
      <w:pPr>
        <w:pStyle w:val="libNormal"/>
      </w:pPr>
      <w:r>
        <w:t>Al-Imam Al-Mastur (Syi'ah Imamiyah)</w:t>
      </w:r>
      <w:r w:rsidR="000F4F9E">
        <w:t>.</w:t>
      </w:r>
    </w:p>
    <w:p w:rsidR="00B02431" w:rsidRDefault="00B02431" w:rsidP="00B02431">
      <w:pPr>
        <w:pStyle w:val="libNormal"/>
      </w:pPr>
      <w:r>
        <w:t>- Tidak mengamalkan hadits kecuali dari jalur</w:t>
      </w:r>
    </w:p>
    <w:p w:rsidR="00B02431" w:rsidRDefault="00B02431" w:rsidP="00B02431">
      <w:pPr>
        <w:pStyle w:val="libNormal"/>
      </w:pPr>
      <w:r>
        <w:t>keluarga Nabi Muhammad (Ahli Bait), (kecuali</w:t>
      </w:r>
    </w:p>
    <w:p w:rsidR="00B02431" w:rsidRDefault="00B02431" w:rsidP="00B02431">
      <w:pPr>
        <w:pStyle w:val="libNormal"/>
      </w:pPr>
      <w:r>
        <w:t>madzhab Zaidiyyah-pen)</w:t>
      </w:r>
      <w:r w:rsidR="000F4F9E">
        <w:t>.</w:t>
      </w:r>
    </w:p>
    <w:p w:rsidR="00B02431" w:rsidRDefault="00B02431" w:rsidP="00B02431">
      <w:pPr>
        <w:pStyle w:val="libNormal"/>
      </w:pPr>
      <w:r>
        <w:t>- Memperbolehkan taqiyah</w:t>
      </w:r>
      <w:r w:rsidR="000F4F9E">
        <w:t>.</w:t>
      </w:r>
    </w:p>
    <w:p w:rsidR="00B02431" w:rsidRDefault="00B02431" w:rsidP="00B02431">
      <w:pPr>
        <w:pStyle w:val="libNormal"/>
      </w:pPr>
      <w:r>
        <w:t>- Tidak menerima ijma dan qiyas (kecuali madzhab</w:t>
      </w:r>
    </w:p>
    <w:p w:rsidR="00743593" w:rsidRDefault="00B02431" w:rsidP="00743593">
      <w:pPr>
        <w:pStyle w:val="libNormal"/>
      </w:pPr>
      <w:r>
        <w:t>Zaidiyyah-pen)</w:t>
      </w:r>
      <w:r w:rsidR="00743593">
        <w:t>.</w:t>
      </w:r>
    </w:p>
    <w:p w:rsidR="000D1659" w:rsidRDefault="000D1659" w:rsidP="000D1659">
      <w:pPr>
        <w:pStyle w:val="libNormal"/>
      </w:pPr>
      <w:r>
        <w:t>- Wajib sujud di atas tanah atau batu (Syi'ah</w:t>
      </w:r>
    </w:p>
    <w:p w:rsidR="000D1659" w:rsidRDefault="000D1659" w:rsidP="000D1659">
      <w:pPr>
        <w:pStyle w:val="libNormal"/>
      </w:pPr>
      <w:r>
        <w:t>Imamiyah)</w:t>
      </w:r>
      <w:r w:rsidR="000F4F9E">
        <w:t>.</w:t>
      </w:r>
    </w:p>
    <w:p w:rsidR="000D1659" w:rsidRDefault="000D1659" w:rsidP="000D1659">
      <w:pPr>
        <w:pStyle w:val="libNormal"/>
      </w:pPr>
      <w:r>
        <w:t>- Memperbolehkan nikah mut'ah (Syi'ah Imamiyah)</w:t>
      </w:r>
    </w:p>
    <w:p w:rsidR="00C656D9" w:rsidRDefault="00C656D9" w:rsidP="00C656D9">
      <w:pPr>
        <w:pStyle w:val="libNormal"/>
      </w:pPr>
      <w:r>
        <w:t>- Shalat Jumat, dihukumi W</w:t>
      </w:r>
      <w:r w:rsidR="00D327EE">
        <w:t>ajib M</w:t>
      </w:r>
      <w:r w:rsidR="00D327EE" w:rsidRPr="00D327EE">
        <w:t>ukhayyar</w:t>
      </w:r>
      <w:r>
        <w:t xml:space="preserve"> karena Imam yang</w:t>
      </w:r>
    </w:p>
    <w:p w:rsidR="000D1659" w:rsidRDefault="00C656D9" w:rsidP="00C656D9">
      <w:pPr>
        <w:pStyle w:val="libNormal"/>
      </w:pPr>
      <w:r>
        <w:t>asli tidak ada (Syi'ah Imamiyah)</w:t>
      </w:r>
      <w:r w:rsidR="000F4F9E">
        <w:t>.</w:t>
      </w:r>
    </w:p>
    <w:p w:rsidR="000D1659" w:rsidRDefault="000D1659" w:rsidP="000D1659">
      <w:pPr>
        <w:pStyle w:val="libNormal"/>
      </w:pPr>
    </w:p>
    <w:p w:rsidR="000C7EBF" w:rsidRDefault="000C7EBF" w:rsidP="000D1659">
      <w:pPr>
        <w:pStyle w:val="libNormal"/>
      </w:pPr>
    </w:p>
    <w:p w:rsidR="000D1659" w:rsidRDefault="000D1659" w:rsidP="00D327EE">
      <w:pPr>
        <w:pStyle w:val="Heading2"/>
      </w:pPr>
      <w:bookmarkStart w:id="13" w:name="_Toc426282734"/>
      <w:r>
        <w:t>3. Murji'ah</w:t>
      </w:r>
      <w:bookmarkEnd w:id="13"/>
    </w:p>
    <w:p w:rsidR="000D1659" w:rsidRDefault="000D1659" w:rsidP="000D1659">
      <w:pPr>
        <w:pStyle w:val="libNormal"/>
      </w:pPr>
    </w:p>
    <w:p w:rsidR="000D1659" w:rsidRDefault="000D1659" w:rsidP="000D1659">
      <w:pPr>
        <w:pStyle w:val="libNormal"/>
      </w:pPr>
      <w:r>
        <w:t>Murji'ah berasal dari kata Irja yang berarti</w:t>
      </w:r>
    </w:p>
    <w:p w:rsidR="000D1659" w:rsidRDefault="000D1659" w:rsidP="000D1659">
      <w:pPr>
        <w:pStyle w:val="libNormal"/>
      </w:pPr>
      <w:r>
        <w:t>menangguhkan.</w:t>
      </w:r>
    </w:p>
    <w:p w:rsidR="000D1659" w:rsidRDefault="000D1659" w:rsidP="000D1659">
      <w:pPr>
        <w:pStyle w:val="libNormal"/>
      </w:pPr>
      <w:r>
        <w:t>Kaum Murjiah yang muncul pada abad I Hijriyyah</w:t>
      </w:r>
    </w:p>
    <w:p w:rsidR="000D1659" w:rsidRDefault="000D1659" w:rsidP="000D1659">
      <w:pPr>
        <w:pStyle w:val="libNormal"/>
      </w:pPr>
      <w:r>
        <w:t>merupakan reaksi akibat adanya pendapat Syiah yang</w:t>
      </w:r>
    </w:p>
    <w:p w:rsidR="000D1659" w:rsidRDefault="000D1659" w:rsidP="000D1659">
      <w:pPr>
        <w:pStyle w:val="libNormal"/>
      </w:pPr>
      <w:r>
        <w:t>mengkafirkan sahabat yang menurut mereka merampas</w:t>
      </w:r>
    </w:p>
    <w:p w:rsidR="000D1659" w:rsidRDefault="000D1659" w:rsidP="000D1659">
      <w:pPr>
        <w:pStyle w:val="libNormal"/>
      </w:pPr>
      <w:r>
        <w:lastRenderedPageBreak/>
        <w:t>kekhalifahan dari Ali, dan pendapat Khawarij yang</w:t>
      </w:r>
    </w:p>
    <w:p w:rsidR="000D1659" w:rsidRDefault="000D1659" w:rsidP="000D1659">
      <w:pPr>
        <w:pStyle w:val="libNormal"/>
      </w:pPr>
      <w:r>
        <w:t>mengkafirkan kelompok Ali dan Muawiyah. Pada saat</w:t>
      </w:r>
    </w:p>
    <w:p w:rsidR="000D1659" w:rsidRDefault="000D1659" w:rsidP="000D1659">
      <w:pPr>
        <w:pStyle w:val="libNormal"/>
      </w:pPr>
      <w:r>
        <w:t>itulah muncullah sekelompok umat Islam yang</w:t>
      </w:r>
    </w:p>
    <w:p w:rsidR="000D1659" w:rsidRDefault="000D1659" w:rsidP="000D1659">
      <w:pPr>
        <w:pStyle w:val="libNormal"/>
      </w:pPr>
      <w:r>
        <w:t>menjauhkan dari pertikaian, dan tidak mau ikut</w:t>
      </w:r>
    </w:p>
    <w:p w:rsidR="000D1659" w:rsidRDefault="000D1659" w:rsidP="000D1659">
      <w:pPr>
        <w:pStyle w:val="libNormal"/>
      </w:pPr>
      <w:r>
        <w:t>mengkafirkan atau menghukum salah dan</w:t>
      </w:r>
    </w:p>
    <w:p w:rsidR="000D1659" w:rsidRDefault="000D1659" w:rsidP="000D1659">
      <w:pPr>
        <w:pStyle w:val="libNormal"/>
      </w:pPr>
      <w:r>
        <w:t>menangguhkan persoalannya sampai dihadapan Allah</w:t>
      </w:r>
    </w:p>
    <w:p w:rsidR="000D1659" w:rsidRDefault="000D1659" w:rsidP="000D1659">
      <w:pPr>
        <w:pStyle w:val="libNormal"/>
      </w:pPr>
      <w:r>
        <w:t>SWT.</w:t>
      </w:r>
    </w:p>
    <w:p w:rsidR="000D1659" w:rsidRDefault="000D1659" w:rsidP="000D1659">
      <w:pPr>
        <w:pStyle w:val="libNormal"/>
      </w:pPr>
      <w:r>
        <w:t>Pada asalnya kelompok tidak membentuk suatu</w:t>
      </w:r>
    </w:p>
    <w:p w:rsidR="000D1659" w:rsidRDefault="000D1659" w:rsidP="000D1659">
      <w:pPr>
        <w:pStyle w:val="libNormal"/>
      </w:pPr>
      <w:r>
        <w:t>madzhab, dan hanya membenci soal-soal politik, tetapi</w:t>
      </w:r>
    </w:p>
    <w:p w:rsidR="000D1659" w:rsidRDefault="000D1659" w:rsidP="000D1659">
      <w:pPr>
        <w:pStyle w:val="libNormal"/>
      </w:pPr>
      <w:r>
        <w:t>kemudian terbentuklah suatu madzhab dalam ushuluddin</w:t>
      </w:r>
    </w:p>
    <w:p w:rsidR="000D1659" w:rsidRDefault="000D1659" w:rsidP="000D1659">
      <w:pPr>
        <w:pStyle w:val="libNormal"/>
      </w:pPr>
      <w:r>
        <w:t>yang membicarakan tentang Iman, tauhid dan lain-alin.</w:t>
      </w:r>
    </w:p>
    <w:p w:rsidR="000D1659" w:rsidRDefault="000D1659" w:rsidP="000D1659">
      <w:pPr>
        <w:pStyle w:val="libNormal"/>
      </w:pPr>
      <w:r>
        <w:t>Pemimpin dari kaum Murjiah adalah Hasan bin Bilal</w:t>
      </w:r>
    </w:p>
    <w:p w:rsidR="000D1659" w:rsidRDefault="00E3017A" w:rsidP="000D1659">
      <w:pPr>
        <w:pStyle w:val="libNormal"/>
      </w:pPr>
      <w:r>
        <w:t>(152 H).</w:t>
      </w:r>
      <w:r w:rsidRPr="00E3017A">
        <w:rPr>
          <w:rStyle w:val="libFootnotenumChar"/>
        </w:rPr>
        <w:footnoteReference w:id="9"/>
      </w:r>
    </w:p>
    <w:p w:rsidR="00727E5F" w:rsidRDefault="00727E5F" w:rsidP="000D1659">
      <w:pPr>
        <w:pStyle w:val="libNormal"/>
      </w:pPr>
    </w:p>
    <w:p w:rsidR="000D1659" w:rsidRDefault="000D1659" w:rsidP="00727E5F">
      <w:pPr>
        <w:pStyle w:val="Heading3"/>
      </w:pPr>
      <w:bookmarkStart w:id="14" w:name="_Toc426282735"/>
      <w:r>
        <w:t>Kaum Murji'ah dapat dibagi menjadi 2 yaitu :</w:t>
      </w:r>
      <w:bookmarkEnd w:id="14"/>
    </w:p>
    <w:p w:rsidR="00727E5F" w:rsidRDefault="00727E5F" w:rsidP="000D1659">
      <w:pPr>
        <w:pStyle w:val="libNormal"/>
      </w:pPr>
    </w:p>
    <w:p w:rsidR="000D1659" w:rsidRDefault="000D1659" w:rsidP="000D1659">
      <w:pPr>
        <w:pStyle w:val="libNormal"/>
      </w:pPr>
      <w:r>
        <w:t xml:space="preserve">a. </w:t>
      </w:r>
      <w:r w:rsidRPr="00486F11">
        <w:rPr>
          <w:rStyle w:val="libBold1Char"/>
        </w:rPr>
        <w:t>Golongan moderat</w:t>
      </w:r>
    </w:p>
    <w:p w:rsidR="000D1659" w:rsidRDefault="000D1659" w:rsidP="000D1659">
      <w:pPr>
        <w:pStyle w:val="libNormal"/>
      </w:pPr>
      <w:r>
        <w:t>Pendapat-pendapat mereka :</w:t>
      </w:r>
    </w:p>
    <w:p w:rsidR="000D1659" w:rsidRDefault="000D1659" w:rsidP="00486F11">
      <w:pPr>
        <w:pStyle w:val="libNormal"/>
      </w:pPr>
      <w:r>
        <w:t>- Orang berdosa bukan kafir dan tidak kekal dalam</w:t>
      </w:r>
    </w:p>
    <w:p w:rsidR="000D1659" w:rsidRDefault="000F4F9E" w:rsidP="000D1659">
      <w:pPr>
        <w:pStyle w:val="libNormal"/>
      </w:pPr>
      <w:r>
        <w:t>N</w:t>
      </w:r>
      <w:r w:rsidR="000D1659">
        <w:t>eraka</w:t>
      </w:r>
      <w:r>
        <w:t>.</w:t>
      </w:r>
    </w:p>
    <w:p w:rsidR="00486F11" w:rsidRDefault="00486F11" w:rsidP="000D1659">
      <w:pPr>
        <w:pStyle w:val="libNormal"/>
      </w:pPr>
    </w:p>
    <w:p w:rsidR="000D1659" w:rsidRDefault="000D1659" w:rsidP="000D1659">
      <w:pPr>
        <w:pStyle w:val="libNormal"/>
      </w:pPr>
      <w:r>
        <w:t xml:space="preserve">b. </w:t>
      </w:r>
      <w:r w:rsidRPr="00486F11">
        <w:rPr>
          <w:rStyle w:val="libBold1Char"/>
        </w:rPr>
        <w:t>Golongan Ekstrim</w:t>
      </w:r>
    </w:p>
    <w:p w:rsidR="00743593" w:rsidRDefault="000D1659" w:rsidP="000D1659">
      <w:pPr>
        <w:pStyle w:val="libNormal"/>
      </w:pPr>
      <w:r>
        <w:t>Pendapat-pendapat mereka :</w:t>
      </w:r>
    </w:p>
    <w:p w:rsidR="00013131" w:rsidRDefault="00013131" w:rsidP="00013131">
      <w:pPr>
        <w:pStyle w:val="libNormal"/>
      </w:pPr>
      <w:r>
        <w:t>- Orang Islam yang percaya pada Allah kemudian</w:t>
      </w:r>
    </w:p>
    <w:p w:rsidR="00013131" w:rsidRDefault="00013131" w:rsidP="00013131">
      <w:pPr>
        <w:pStyle w:val="libNormal"/>
      </w:pPr>
      <w:r>
        <w:t>menyatakan kekufuran secara lisan tidak menjadi</w:t>
      </w:r>
    </w:p>
    <w:p w:rsidR="00013131" w:rsidRDefault="00013131" w:rsidP="00013131">
      <w:pPr>
        <w:pStyle w:val="libNormal"/>
      </w:pPr>
      <w:r>
        <w:t>kafir karena iman itu letaknya di dalam hati,</w:t>
      </w:r>
    </w:p>
    <w:p w:rsidR="00013131" w:rsidRDefault="00013131" w:rsidP="00013131">
      <w:pPr>
        <w:pStyle w:val="libNormal"/>
      </w:pPr>
      <w:r>
        <w:t>bahkan meskipun melakukan ritual agama-agama</w:t>
      </w:r>
    </w:p>
    <w:p w:rsidR="00013131" w:rsidRDefault="00013131" w:rsidP="00013131">
      <w:pPr>
        <w:pStyle w:val="libNormal"/>
      </w:pPr>
      <w:r>
        <w:t>lain.</w:t>
      </w:r>
    </w:p>
    <w:p w:rsidR="00013131" w:rsidRDefault="00013131" w:rsidP="00013131">
      <w:pPr>
        <w:pStyle w:val="libNormal"/>
      </w:pPr>
      <w:r>
        <w:t>- Yang dimaksud ibadah adalah iman, sedangkan</w:t>
      </w:r>
    </w:p>
    <w:p w:rsidR="00013131" w:rsidRDefault="00013131" w:rsidP="00013131">
      <w:pPr>
        <w:pStyle w:val="libNormal"/>
      </w:pPr>
      <w:r>
        <w:t>shalat, puasa, zakat dan haji hanya</w:t>
      </w:r>
    </w:p>
    <w:p w:rsidR="00013131" w:rsidRDefault="00013131" w:rsidP="00013131">
      <w:pPr>
        <w:pStyle w:val="libNormal"/>
      </w:pPr>
      <w:r>
        <w:t>menggambarkan kepatuhan saja</w:t>
      </w:r>
      <w:r w:rsidR="000F4F9E">
        <w:t>.</w:t>
      </w:r>
    </w:p>
    <w:p w:rsidR="00013131" w:rsidRDefault="00013131" w:rsidP="00013131">
      <w:pPr>
        <w:pStyle w:val="libNormal"/>
      </w:pPr>
      <w:r>
        <w:t>- Maksiat atau pekerjaan-pekerjaan jahat tidak</w:t>
      </w:r>
    </w:p>
    <w:p w:rsidR="00013131" w:rsidRDefault="00013131" w:rsidP="00013131">
      <w:pPr>
        <w:pStyle w:val="libNormal"/>
      </w:pPr>
      <w:r>
        <w:t>merusak iman ( Al-Yunusiah)</w:t>
      </w:r>
      <w:r w:rsidR="000F4F9E">
        <w:t>.</w:t>
      </w:r>
    </w:p>
    <w:p w:rsidR="00013131" w:rsidRDefault="00013131" w:rsidP="00013131">
      <w:pPr>
        <w:pStyle w:val="libNormal"/>
      </w:pPr>
      <w:r>
        <w:lastRenderedPageBreak/>
        <w:t>- Menangguhkan hukuman orang yang berdosa di</w:t>
      </w:r>
    </w:p>
    <w:p w:rsidR="00013131" w:rsidRDefault="000F4F9E" w:rsidP="00013131">
      <w:pPr>
        <w:pStyle w:val="libNormal"/>
      </w:pPr>
      <w:r>
        <w:t>A</w:t>
      </w:r>
      <w:r w:rsidR="00013131">
        <w:t>khirat</w:t>
      </w:r>
      <w:r>
        <w:t>.</w:t>
      </w:r>
    </w:p>
    <w:p w:rsidR="00013131" w:rsidRDefault="00013131" w:rsidP="00013131">
      <w:pPr>
        <w:pStyle w:val="libNormal"/>
      </w:pPr>
    </w:p>
    <w:p w:rsidR="00013131" w:rsidRDefault="00013131" w:rsidP="00013131">
      <w:pPr>
        <w:pStyle w:val="libNormal"/>
      </w:pPr>
    </w:p>
    <w:p w:rsidR="00013131" w:rsidRDefault="00013131" w:rsidP="00013131">
      <w:pPr>
        <w:pStyle w:val="libNormal"/>
      </w:pPr>
    </w:p>
    <w:p w:rsidR="00013131" w:rsidRDefault="00013131" w:rsidP="00013131">
      <w:pPr>
        <w:pStyle w:val="Heading2"/>
      </w:pPr>
      <w:bookmarkStart w:id="15" w:name="_Toc426282736"/>
      <w:r>
        <w:t>4. Jabariyah</w:t>
      </w:r>
      <w:bookmarkEnd w:id="15"/>
    </w:p>
    <w:p w:rsidR="00013131" w:rsidRDefault="00013131" w:rsidP="00013131">
      <w:pPr>
        <w:pStyle w:val="libNormal"/>
      </w:pPr>
    </w:p>
    <w:p w:rsidR="00013131" w:rsidRDefault="00013131" w:rsidP="00013131">
      <w:pPr>
        <w:pStyle w:val="libNormal"/>
      </w:pPr>
      <w:r>
        <w:t>Jabariyah berasal dari kata jabr yang artinya paksaan.</w:t>
      </w:r>
    </w:p>
    <w:p w:rsidR="00013131" w:rsidRDefault="00013131" w:rsidP="00013131">
      <w:pPr>
        <w:pStyle w:val="libNormal"/>
      </w:pPr>
      <w:r>
        <w:t>Aliran ini ditonjolkan pertama kali Jahm bin Safwan</w:t>
      </w:r>
    </w:p>
    <w:p w:rsidR="00013131" w:rsidRDefault="00013131" w:rsidP="00013131">
      <w:pPr>
        <w:pStyle w:val="libNormal"/>
      </w:pPr>
      <w:r>
        <w:t>(131 H), sekretaris Harits bin Suraih yang memberontak</w:t>
      </w:r>
    </w:p>
    <w:p w:rsidR="00013131" w:rsidRDefault="00013131" w:rsidP="00013131">
      <w:pPr>
        <w:pStyle w:val="libNormal"/>
      </w:pPr>
      <w:r>
        <w:t>pada Bani Umayyah di Khurasan.</w:t>
      </w:r>
    </w:p>
    <w:p w:rsidR="00013131" w:rsidRDefault="00013131" w:rsidP="00013131">
      <w:pPr>
        <w:pStyle w:val="libNormal"/>
      </w:pPr>
      <w:r>
        <w:t>Meskipun demikian sebelumnya sudah ada dalam umat</w:t>
      </w:r>
    </w:p>
    <w:p w:rsidR="00013131" w:rsidRDefault="00013131" w:rsidP="00013131">
      <w:pPr>
        <w:pStyle w:val="libNormal"/>
      </w:pPr>
      <w:r>
        <w:t>Islam yang membicarakan tentang hal ini seperti surat</w:t>
      </w:r>
    </w:p>
    <w:p w:rsidR="00013131" w:rsidRDefault="00013131" w:rsidP="00013131">
      <w:pPr>
        <w:pStyle w:val="libNormal"/>
      </w:pPr>
      <w:r>
        <w:t>sahabat Ibnu Abbas dan seorang tabi-in al-Hasan al-</w:t>
      </w:r>
    </w:p>
    <w:p w:rsidR="00013131" w:rsidRDefault="00013131" w:rsidP="00013131">
      <w:pPr>
        <w:pStyle w:val="libNormal"/>
      </w:pPr>
      <w:r>
        <w:t>Bash</w:t>
      </w:r>
      <w:r w:rsidR="00171B70">
        <w:t xml:space="preserve">riy kepada penganut paham ini. </w:t>
      </w:r>
      <w:r w:rsidR="00171B70" w:rsidRPr="00171B70">
        <w:rPr>
          <w:rStyle w:val="libFootnotenumChar"/>
        </w:rPr>
        <w:footnoteReference w:id="10"/>
      </w:r>
    </w:p>
    <w:p w:rsidR="00171B70" w:rsidRDefault="00171B70" w:rsidP="00013131">
      <w:pPr>
        <w:pStyle w:val="libNormal"/>
      </w:pPr>
    </w:p>
    <w:p w:rsidR="00013131" w:rsidRDefault="00013131" w:rsidP="00171B70">
      <w:pPr>
        <w:pStyle w:val="Heading3"/>
      </w:pPr>
      <w:bookmarkStart w:id="16" w:name="_Toc426282737"/>
      <w:r>
        <w:t>Pendapat-pendapat mereka :</w:t>
      </w:r>
      <w:bookmarkEnd w:id="16"/>
    </w:p>
    <w:p w:rsidR="00171B70" w:rsidRDefault="00171B70" w:rsidP="00013131">
      <w:pPr>
        <w:pStyle w:val="libNormal"/>
      </w:pPr>
    </w:p>
    <w:p w:rsidR="00013131" w:rsidRDefault="00013131" w:rsidP="00013131">
      <w:pPr>
        <w:pStyle w:val="libNormal"/>
      </w:pPr>
      <w:r>
        <w:t>- manusia tidak mempunyai kemerdekaan dalam</w:t>
      </w:r>
    </w:p>
    <w:p w:rsidR="00013131" w:rsidRDefault="00013131" w:rsidP="00013131">
      <w:pPr>
        <w:pStyle w:val="libNormal"/>
      </w:pPr>
      <w:r>
        <w:t>menentukan kehendak dan perbuatannya tetapi</w:t>
      </w:r>
    </w:p>
    <w:p w:rsidR="00013131" w:rsidRDefault="00013131" w:rsidP="00013131">
      <w:pPr>
        <w:pStyle w:val="libNormal"/>
      </w:pPr>
      <w:r>
        <w:t>dipaksa oleh Allah</w:t>
      </w:r>
      <w:r w:rsidR="000F4F9E">
        <w:t>.</w:t>
      </w:r>
    </w:p>
    <w:p w:rsidR="00013131" w:rsidRDefault="00013131" w:rsidP="00013131">
      <w:pPr>
        <w:pStyle w:val="libNormal"/>
      </w:pPr>
      <w:r>
        <w:t>- Iman cukup dalam hati saja walau tidak diikrarkan</w:t>
      </w:r>
    </w:p>
    <w:p w:rsidR="00013131" w:rsidRDefault="00171B70" w:rsidP="00013131">
      <w:pPr>
        <w:pStyle w:val="libNormal"/>
      </w:pPr>
      <w:r>
        <w:t>dengan lisan</w:t>
      </w:r>
      <w:r w:rsidR="000F4F9E">
        <w:t>.</w:t>
      </w:r>
      <w:r>
        <w:t xml:space="preserve"> </w:t>
      </w:r>
      <w:r w:rsidRPr="00171B70">
        <w:rPr>
          <w:rStyle w:val="libFootnotenumChar"/>
        </w:rPr>
        <w:footnoteReference w:id="11"/>
      </w:r>
    </w:p>
    <w:p w:rsidR="00171B70" w:rsidRDefault="00171B70" w:rsidP="00013131">
      <w:pPr>
        <w:pStyle w:val="libNormal"/>
      </w:pPr>
    </w:p>
    <w:p w:rsidR="00171B70" w:rsidRDefault="00171B70" w:rsidP="00013131">
      <w:pPr>
        <w:pStyle w:val="libNormal"/>
      </w:pPr>
    </w:p>
    <w:p w:rsidR="00013131" w:rsidRDefault="00013131" w:rsidP="009025F6">
      <w:pPr>
        <w:pStyle w:val="Heading2"/>
      </w:pPr>
      <w:bookmarkStart w:id="17" w:name="_Toc426282738"/>
      <w:r>
        <w:t>5. Qodariyah</w:t>
      </w:r>
      <w:bookmarkEnd w:id="17"/>
    </w:p>
    <w:p w:rsidR="009025F6" w:rsidRDefault="009025F6" w:rsidP="00013131">
      <w:pPr>
        <w:pStyle w:val="libNormal"/>
      </w:pPr>
    </w:p>
    <w:p w:rsidR="00013131" w:rsidRDefault="00013131" w:rsidP="00013131">
      <w:pPr>
        <w:pStyle w:val="libNormal"/>
      </w:pPr>
      <w:r>
        <w:t>Qodariyyah berasal dari kata qadr yang artinya mampu</w:t>
      </w:r>
    </w:p>
    <w:p w:rsidR="00F40C77" w:rsidRDefault="00013131" w:rsidP="00013131">
      <w:pPr>
        <w:pStyle w:val="libNormal"/>
      </w:pPr>
      <w:r>
        <w:t>atau berkuasa.</w:t>
      </w:r>
    </w:p>
    <w:p w:rsidR="00793F03" w:rsidRDefault="00793F03" w:rsidP="00793F03">
      <w:pPr>
        <w:pStyle w:val="libNormal"/>
      </w:pPr>
      <w:r>
        <w:t>Pemimpin aliran ini yang pertama adalah Ma'bad al-</w:t>
      </w:r>
    </w:p>
    <w:p w:rsidR="00793F03" w:rsidRDefault="00793F03" w:rsidP="00793F03">
      <w:pPr>
        <w:pStyle w:val="libNormal"/>
      </w:pPr>
      <w:r>
        <w:t>Juhani dan Ghailan ad-Dimasyqiy. Keduanya dihukum</w:t>
      </w:r>
    </w:p>
    <w:p w:rsidR="00793F03" w:rsidRDefault="00793F03" w:rsidP="00793F03">
      <w:pPr>
        <w:pStyle w:val="libNormal"/>
      </w:pPr>
      <w:r>
        <w:lastRenderedPageBreak/>
        <w:t>mati oleh penguasa karena dianggap menganut paham</w:t>
      </w:r>
    </w:p>
    <w:p w:rsidR="00793F03" w:rsidRDefault="00793F03" w:rsidP="00793F03">
      <w:pPr>
        <w:pStyle w:val="libNormal"/>
      </w:pPr>
      <w:r>
        <w:t>yang salah.</w:t>
      </w:r>
    </w:p>
    <w:p w:rsidR="006341EB" w:rsidRDefault="006341EB" w:rsidP="00793F03">
      <w:pPr>
        <w:pStyle w:val="libNormal"/>
      </w:pPr>
    </w:p>
    <w:p w:rsidR="00793F03" w:rsidRDefault="00793F03" w:rsidP="006341EB">
      <w:pPr>
        <w:pStyle w:val="Heading3"/>
      </w:pPr>
      <w:bookmarkStart w:id="18" w:name="_Toc426282739"/>
      <w:r>
        <w:t>Pendapat-pendapat mereka :</w:t>
      </w:r>
      <w:bookmarkEnd w:id="18"/>
    </w:p>
    <w:p w:rsidR="006341EB" w:rsidRDefault="006341EB" w:rsidP="00793F03">
      <w:pPr>
        <w:pStyle w:val="libNormal"/>
      </w:pPr>
    </w:p>
    <w:p w:rsidR="00793F03" w:rsidRDefault="00793F03" w:rsidP="00793F03">
      <w:pPr>
        <w:pStyle w:val="libNormal"/>
      </w:pPr>
      <w:r>
        <w:t>- Manusia sendirilah yang melakukan pebuatannya</w:t>
      </w:r>
    </w:p>
    <w:p w:rsidR="00793F03" w:rsidRDefault="00793F03" w:rsidP="00793F03">
      <w:pPr>
        <w:pStyle w:val="libNormal"/>
      </w:pPr>
      <w:r>
        <w:t>sendiri dan Tuhan tidak ada hubungan sama sekali</w:t>
      </w:r>
    </w:p>
    <w:p w:rsidR="00793F03" w:rsidRDefault="00793F03" w:rsidP="00793F03">
      <w:pPr>
        <w:pStyle w:val="libNormal"/>
      </w:pPr>
      <w:r>
        <w:t>dengan perbuatannya itu.</w:t>
      </w:r>
    </w:p>
    <w:p w:rsidR="005408D1" w:rsidRDefault="005408D1" w:rsidP="00793F03">
      <w:pPr>
        <w:pStyle w:val="libNormal"/>
      </w:pPr>
    </w:p>
    <w:p w:rsidR="005408D1" w:rsidRDefault="005408D1" w:rsidP="00793F03">
      <w:pPr>
        <w:pStyle w:val="libNormal"/>
      </w:pPr>
    </w:p>
    <w:p w:rsidR="005408D1" w:rsidRDefault="005408D1" w:rsidP="00793F03">
      <w:pPr>
        <w:pStyle w:val="libNormal"/>
      </w:pPr>
    </w:p>
    <w:p w:rsidR="00793F03" w:rsidRDefault="00793F03" w:rsidP="005408D1">
      <w:pPr>
        <w:pStyle w:val="Heading2"/>
      </w:pPr>
      <w:bookmarkStart w:id="19" w:name="_Toc426282740"/>
      <w:r>
        <w:t>6. Mu'tazilah</w:t>
      </w:r>
      <w:bookmarkEnd w:id="19"/>
    </w:p>
    <w:p w:rsidR="005408D1" w:rsidRDefault="005408D1" w:rsidP="00793F03">
      <w:pPr>
        <w:pStyle w:val="libNormal"/>
      </w:pPr>
    </w:p>
    <w:p w:rsidR="00793F03" w:rsidRDefault="00793F03" w:rsidP="00793F03">
      <w:pPr>
        <w:pStyle w:val="libNormal"/>
      </w:pPr>
      <w:r>
        <w:t>Mu'tazilah berasal dari kata I'tazala yang berarti</w:t>
      </w:r>
    </w:p>
    <w:p w:rsidR="00793F03" w:rsidRDefault="00793F03" w:rsidP="00793F03">
      <w:pPr>
        <w:pStyle w:val="libNormal"/>
      </w:pPr>
      <w:r>
        <w:t>manjauhkan diri.</w:t>
      </w:r>
    </w:p>
    <w:p w:rsidR="00793F03" w:rsidRDefault="00793F03" w:rsidP="00793F03">
      <w:pPr>
        <w:pStyle w:val="libNormal"/>
      </w:pPr>
      <w:r>
        <w:t>Asal mula kata ini adalah suatu saat ketika al-Hasan al-</w:t>
      </w:r>
    </w:p>
    <w:p w:rsidR="00793F03" w:rsidRDefault="00793F03" w:rsidP="00793F03">
      <w:pPr>
        <w:pStyle w:val="libNormal"/>
      </w:pPr>
      <w:r>
        <w:t>Bahsriy (110 H) sedang mengajar di masjid Basrah</w:t>
      </w:r>
    </w:p>
    <w:p w:rsidR="00793F03" w:rsidRDefault="00793F03" w:rsidP="00793F03">
      <w:pPr>
        <w:pStyle w:val="libNormal"/>
      </w:pPr>
      <w:r>
        <w:t>datanglah seorang laki-laki bertanya tentang orang yang</w:t>
      </w:r>
    </w:p>
    <w:p w:rsidR="00793F03" w:rsidRDefault="00793F03" w:rsidP="00793F03">
      <w:pPr>
        <w:pStyle w:val="libNormal"/>
      </w:pPr>
      <w:r>
        <w:t>berdosa besar. Maka ketika ia sedang berpikir</w:t>
      </w:r>
    </w:p>
    <w:p w:rsidR="00793F03" w:rsidRDefault="00793F03" w:rsidP="00793F03">
      <w:pPr>
        <w:pStyle w:val="libNormal"/>
      </w:pPr>
      <w:r>
        <w:t>menjawablah salah satu muridnya Wasil bin Atha' (131</w:t>
      </w:r>
    </w:p>
    <w:p w:rsidR="00793F03" w:rsidRDefault="00793F03" w:rsidP="00793F03">
      <w:pPr>
        <w:pStyle w:val="libNormal"/>
      </w:pPr>
      <w:r>
        <w:t>H) menjawab : "Saya berpendapat bahwa ia bukan</w:t>
      </w:r>
    </w:p>
    <w:p w:rsidR="00793F03" w:rsidRDefault="00793F03" w:rsidP="00793F03">
      <w:pPr>
        <w:pStyle w:val="libNormal"/>
      </w:pPr>
      <w:r>
        <w:t>mukmin dan bukan kafir, tetapi mengambil posisi</w:t>
      </w:r>
    </w:p>
    <w:p w:rsidR="00793F03" w:rsidRDefault="00793F03" w:rsidP="00793F03">
      <w:pPr>
        <w:pStyle w:val="libNormal"/>
      </w:pPr>
      <w:r>
        <w:t>diantara keduanya". Kemudian ia menjauhkan diri dari</w:t>
      </w:r>
    </w:p>
    <w:p w:rsidR="00793F03" w:rsidRDefault="00793F03" w:rsidP="00793F03">
      <w:pPr>
        <w:pStyle w:val="libNormal"/>
      </w:pPr>
      <w:r>
        <w:t>majlis al-Hasan dan pergi ketempat lain dan mengulangi</w:t>
      </w:r>
    </w:p>
    <w:p w:rsidR="00793F03" w:rsidRDefault="00793F03" w:rsidP="00793F03">
      <w:pPr>
        <w:pStyle w:val="libNormal"/>
      </w:pPr>
      <w:r>
        <w:t>pendapatnya. Maka al-Hasan menyatakan : Washil</w:t>
      </w:r>
    </w:p>
    <w:p w:rsidR="00793F03" w:rsidRDefault="00793F03" w:rsidP="00793F03">
      <w:pPr>
        <w:pStyle w:val="libNormal"/>
      </w:pPr>
      <w:r>
        <w:t>menjauhkan di</w:t>
      </w:r>
      <w:r w:rsidR="00695C7E">
        <w:t>ri dari kita (I'tazal 'anna).</w:t>
      </w:r>
      <w:r w:rsidR="00695C7E" w:rsidRPr="00695C7E">
        <w:rPr>
          <w:rStyle w:val="libFootnotenumChar"/>
        </w:rPr>
        <w:footnoteReference w:id="12"/>
      </w:r>
    </w:p>
    <w:p w:rsidR="00263DA9" w:rsidRDefault="00263DA9" w:rsidP="00793F03">
      <w:pPr>
        <w:pStyle w:val="libNormal"/>
      </w:pPr>
    </w:p>
    <w:p w:rsidR="00793F03" w:rsidRDefault="00793F03" w:rsidP="00263DA9">
      <w:pPr>
        <w:pStyle w:val="Heading3"/>
      </w:pPr>
      <w:bookmarkStart w:id="20" w:name="_Toc426282741"/>
      <w:r>
        <w:t>Pendapat-pendapat mereka :</w:t>
      </w:r>
      <w:bookmarkEnd w:id="20"/>
    </w:p>
    <w:p w:rsidR="00263DA9" w:rsidRDefault="00263DA9" w:rsidP="00793F03">
      <w:pPr>
        <w:pStyle w:val="libNormal"/>
      </w:pPr>
    </w:p>
    <w:p w:rsidR="00793F03" w:rsidRDefault="00793F03" w:rsidP="00793F03">
      <w:pPr>
        <w:pStyle w:val="libNormal"/>
      </w:pPr>
      <w:r>
        <w:t>- Orang Islam yang berdosa besar bukan kafir dan</w:t>
      </w:r>
    </w:p>
    <w:p w:rsidR="00793F03" w:rsidRDefault="00793F03" w:rsidP="00793F03">
      <w:pPr>
        <w:pStyle w:val="libNormal"/>
      </w:pPr>
      <w:r>
        <w:t>bukan mukmin tetapi berada di antara keduanya (al-</w:t>
      </w:r>
    </w:p>
    <w:p w:rsidR="00793F03" w:rsidRDefault="00793F03" w:rsidP="00793F03">
      <w:pPr>
        <w:pStyle w:val="libNormal"/>
      </w:pPr>
      <w:r>
        <w:lastRenderedPageBreak/>
        <w:t>Manzilah bainal manzilatain)</w:t>
      </w:r>
      <w:r w:rsidR="000F4F9E">
        <w:t>.</w:t>
      </w:r>
    </w:p>
    <w:p w:rsidR="00793F03" w:rsidRDefault="00793F03" w:rsidP="00793F03">
      <w:pPr>
        <w:pStyle w:val="libNormal"/>
      </w:pPr>
      <w:r>
        <w:t>- Tuhan bersifat bijaksana dan adil, tidak dapat berbuat</w:t>
      </w:r>
    </w:p>
    <w:p w:rsidR="00793F03" w:rsidRDefault="00793F03" w:rsidP="00793F03">
      <w:pPr>
        <w:pStyle w:val="libNormal"/>
      </w:pPr>
      <w:r>
        <w:t>jahat dan zalim. Manusia sendirilah yang memiliki</w:t>
      </w:r>
    </w:p>
    <w:p w:rsidR="00793F03" w:rsidRDefault="00793F03" w:rsidP="00793F03">
      <w:pPr>
        <w:pStyle w:val="libNormal"/>
      </w:pPr>
      <w:r>
        <w:t>kekuatan untuk mewujudkan perbuatannya</w:t>
      </w:r>
    </w:p>
    <w:p w:rsidR="00793F03" w:rsidRDefault="00793F03" w:rsidP="00793F03">
      <w:pPr>
        <w:pStyle w:val="libNormal"/>
      </w:pPr>
      <w:r>
        <w:t>perbuatannya, yang baik dan jahat, iman dan</w:t>
      </w:r>
    </w:p>
    <w:p w:rsidR="007820FC" w:rsidRDefault="00793F03" w:rsidP="00793F03">
      <w:pPr>
        <w:pStyle w:val="libNormal"/>
      </w:pPr>
      <w:r>
        <w:t>kufurnya, ta'at dan tidaknya.</w:t>
      </w:r>
    </w:p>
    <w:p w:rsidR="003A05FE" w:rsidRDefault="003A05FE" w:rsidP="003A05FE">
      <w:pPr>
        <w:pStyle w:val="libNormal"/>
      </w:pPr>
      <w:r>
        <w:t>- Meniadakan sifat-sifat Tuhan, artinya sifat Tuhan</w:t>
      </w:r>
    </w:p>
    <w:p w:rsidR="003A05FE" w:rsidRDefault="003A05FE" w:rsidP="003A05FE">
      <w:pPr>
        <w:pStyle w:val="libNormal"/>
      </w:pPr>
      <w:r>
        <w:t>tidak mempunyai wujud sendiri di luar zat Tuhan</w:t>
      </w:r>
      <w:r w:rsidR="000F4F9E">
        <w:t>.</w:t>
      </w:r>
    </w:p>
    <w:p w:rsidR="003A05FE" w:rsidRDefault="003A05FE" w:rsidP="003A05FE">
      <w:pPr>
        <w:pStyle w:val="libNormal"/>
      </w:pPr>
      <w:r>
        <w:t>- Baik dan buruk dapat ditentukan dengan akal</w:t>
      </w:r>
      <w:r w:rsidR="000F4F9E">
        <w:t>.</w:t>
      </w:r>
    </w:p>
    <w:p w:rsidR="003A05FE" w:rsidRDefault="003A05FE" w:rsidP="003A05FE">
      <w:pPr>
        <w:pStyle w:val="libNormal"/>
      </w:pPr>
      <w:r>
        <w:t>- Al-Quran bukan qadim (kekal) tetapi hadits (baru</w:t>
      </w:r>
    </w:p>
    <w:p w:rsidR="003A05FE" w:rsidRDefault="003A05FE" w:rsidP="003A05FE">
      <w:pPr>
        <w:pStyle w:val="libNormal"/>
      </w:pPr>
      <w:r>
        <w:t>/diciptakan)</w:t>
      </w:r>
      <w:r w:rsidR="000F4F9E">
        <w:t>.</w:t>
      </w:r>
    </w:p>
    <w:p w:rsidR="003A05FE" w:rsidRDefault="003A05FE" w:rsidP="003A05FE">
      <w:pPr>
        <w:pStyle w:val="libNormal"/>
      </w:pPr>
      <w:r>
        <w:t>- Tuhan tidak dapat dilihat dengan mata kepala di</w:t>
      </w:r>
    </w:p>
    <w:p w:rsidR="003A05FE" w:rsidRDefault="003A05FE" w:rsidP="003A05FE">
      <w:pPr>
        <w:pStyle w:val="libNormal"/>
      </w:pPr>
      <w:r>
        <w:t>akhirat nanti</w:t>
      </w:r>
      <w:r w:rsidR="000F4F9E">
        <w:t>.</w:t>
      </w:r>
    </w:p>
    <w:p w:rsidR="003A05FE" w:rsidRDefault="003A05FE" w:rsidP="003A05FE">
      <w:pPr>
        <w:pStyle w:val="libNormal"/>
      </w:pPr>
      <w:r>
        <w:t>- Hanya mengakui Isra Rasulullah ke Baitul Maqdis</w:t>
      </w:r>
    </w:p>
    <w:p w:rsidR="003A05FE" w:rsidRDefault="003A05FE" w:rsidP="003A05FE">
      <w:pPr>
        <w:pStyle w:val="libNormal"/>
      </w:pPr>
      <w:r>
        <w:t>tetapi tidak mengakui Mi'rajnya ke langit</w:t>
      </w:r>
      <w:r w:rsidR="000F4F9E">
        <w:t>.</w:t>
      </w:r>
    </w:p>
    <w:p w:rsidR="003A05FE" w:rsidRDefault="003A05FE" w:rsidP="003A05FE">
      <w:pPr>
        <w:pStyle w:val="libNormal"/>
      </w:pPr>
      <w:r>
        <w:t>- Tidak mempercayai wujud Arsy dan Kursi Allah,</w:t>
      </w:r>
    </w:p>
    <w:p w:rsidR="003A05FE" w:rsidRDefault="003A05FE" w:rsidP="003A05FE">
      <w:pPr>
        <w:pStyle w:val="libNormal"/>
      </w:pPr>
      <w:r>
        <w:t>Malaikat pencatat amal (Kiraman Katibiin), Adzab</w:t>
      </w:r>
    </w:p>
    <w:p w:rsidR="003A05FE" w:rsidRDefault="003A05FE" w:rsidP="003A05FE">
      <w:pPr>
        <w:pStyle w:val="libNormal"/>
      </w:pPr>
      <w:r>
        <w:t>(siksa) kubur.</w:t>
      </w:r>
    </w:p>
    <w:p w:rsidR="003A05FE" w:rsidRDefault="003A05FE" w:rsidP="003A05FE">
      <w:pPr>
        <w:pStyle w:val="libNormal"/>
      </w:pPr>
      <w:r>
        <w:t>- Tidak mempercayai adanya Mizan (timbangan amal),</w:t>
      </w:r>
    </w:p>
    <w:p w:rsidR="003A05FE" w:rsidRDefault="003A05FE" w:rsidP="003A05FE">
      <w:pPr>
        <w:pStyle w:val="libNormal"/>
      </w:pPr>
      <w:r>
        <w:t>Hisab (perhitungan amal), Shiratul Mustaqiim</w:t>
      </w:r>
    </w:p>
    <w:p w:rsidR="003A05FE" w:rsidRDefault="003A05FE" w:rsidP="003A05FE">
      <w:pPr>
        <w:pStyle w:val="libNormal"/>
      </w:pPr>
      <w:r>
        <w:t>(Titian), Haud (kolam nabi) dan Syafa'at nabi di hari</w:t>
      </w:r>
    </w:p>
    <w:p w:rsidR="003A05FE" w:rsidRDefault="003A05FE" w:rsidP="003A05FE">
      <w:pPr>
        <w:pStyle w:val="libNormal"/>
      </w:pPr>
      <w:r>
        <w:t>Kiamat.</w:t>
      </w:r>
    </w:p>
    <w:p w:rsidR="003A05FE" w:rsidRDefault="003A05FE" w:rsidP="003A05FE">
      <w:pPr>
        <w:pStyle w:val="libNormal"/>
      </w:pPr>
      <w:r>
        <w:t>- Siksaan di neraka dan kenikmatan di surga tidak</w:t>
      </w:r>
    </w:p>
    <w:p w:rsidR="003A05FE" w:rsidRDefault="003A05FE" w:rsidP="003A05FE">
      <w:pPr>
        <w:pStyle w:val="libNormal"/>
      </w:pPr>
      <w:r>
        <w:t>kekal (ikut sebagian kelompok)</w:t>
      </w:r>
      <w:r w:rsidR="000F4F9E">
        <w:t>.</w:t>
      </w:r>
    </w:p>
    <w:p w:rsidR="003A05FE" w:rsidRDefault="003A05FE" w:rsidP="003A05FE">
      <w:pPr>
        <w:pStyle w:val="libNormal"/>
      </w:pPr>
    </w:p>
    <w:p w:rsidR="003A05FE" w:rsidRDefault="003A05FE" w:rsidP="003A05FE">
      <w:pPr>
        <w:pStyle w:val="libNormal"/>
      </w:pPr>
    </w:p>
    <w:p w:rsidR="003A05FE" w:rsidRDefault="003A05FE" w:rsidP="003A05FE">
      <w:pPr>
        <w:pStyle w:val="libNormal"/>
      </w:pPr>
    </w:p>
    <w:p w:rsidR="003A05FE" w:rsidRDefault="003A05FE" w:rsidP="003A05FE">
      <w:pPr>
        <w:pStyle w:val="Heading2"/>
      </w:pPr>
      <w:bookmarkStart w:id="21" w:name="_Toc426282742"/>
      <w:r>
        <w:t>7. Ahlus Sunnah wal Jama'ah.</w:t>
      </w:r>
      <w:bookmarkEnd w:id="21"/>
    </w:p>
    <w:p w:rsidR="003A05FE" w:rsidRDefault="003A05FE" w:rsidP="003A05FE">
      <w:pPr>
        <w:pStyle w:val="libNormal"/>
      </w:pPr>
    </w:p>
    <w:p w:rsidR="003A05FE" w:rsidRDefault="003A05FE" w:rsidP="003A05FE">
      <w:pPr>
        <w:pStyle w:val="libNormal"/>
      </w:pPr>
      <w:r>
        <w:t>Kelompok ini disebut Ahlus Sunnah wal Jama'ah karena</w:t>
      </w:r>
    </w:p>
    <w:p w:rsidR="003A05FE" w:rsidRDefault="003A05FE" w:rsidP="003A05FE">
      <w:pPr>
        <w:pStyle w:val="libNormal"/>
      </w:pPr>
      <w:r>
        <w:t>pandapat mereka berpijak pada pendapat-pendapat para</w:t>
      </w:r>
    </w:p>
    <w:p w:rsidR="003A05FE" w:rsidRDefault="003A05FE" w:rsidP="003A05FE">
      <w:pPr>
        <w:pStyle w:val="libNormal"/>
      </w:pPr>
      <w:r>
        <w:t>sahabat yang mereka terima dari Rasulullah.</w:t>
      </w:r>
    </w:p>
    <w:p w:rsidR="003A05FE" w:rsidRDefault="003A05FE" w:rsidP="003A05FE">
      <w:pPr>
        <w:pStyle w:val="libNormal"/>
      </w:pPr>
      <w:r>
        <w:t>Kelompok ini disebut juga kelompok ahli hadits dan ahli</w:t>
      </w:r>
    </w:p>
    <w:p w:rsidR="003A05FE" w:rsidRDefault="003A05FE" w:rsidP="003A05FE">
      <w:pPr>
        <w:pStyle w:val="libNormal"/>
      </w:pPr>
      <w:r>
        <w:lastRenderedPageBreak/>
        <w:t>fiqih karena merekalah pendukung-pendukung dari</w:t>
      </w:r>
    </w:p>
    <w:p w:rsidR="003A05FE" w:rsidRDefault="003A05FE" w:rsidP="003A05FE">
      <w:pPr>
        <w:pStyle w:val="libNormal"/>
      </w:pPr>
      <w:r>
        <w:t>aliran ini..</w:t>
      </w:r>
    </w:p>
    <w:p w:rsidR="003A05FE" w:rsidRDefault="003A05FE" w:rsidP="003A05FE">
      <w:pPr>
        <w:pStyle w:val="libNormal"/>
      </w:pPr>
      <w:r>
        <w:t>Istilah Ahlus Sunnah wal Jama'ah mulai dikenal pada</w:t>
      </w:r>
    </w:p>
    <w:p w:rsidR="003A05FE" w:rsidRDefault="003A05FE" w:rsidP="003A05FE">
      <w:pPr>
        <w:pStyle w:val="libNormal"/>
      </w:pPr>
      <w:r>
        <w:t>saat pemerintahan bani Abbasy dimana kelompok</w:t>
      </w:r>
    </w:p>
    <w:p w:rsidR="003A05FE" w:rsidRDefault="003A05FE" w:rsidP="003A05FE">
      <w:pPr>
        <w:pStyle w:val="libNormal"/>
      </w:pPr>
      <w:r>
        <w:t>Mu'tazilah berkembang pesat, sehingga nama Ahlus</w:t>
      </w:r>
    </w:p>
    <w:p w:rsidR="003A05FE" w:rsidRDefault="003A05FE" w:rsidP="003A05FE">
      <w:pPr>
        <w:pStyle w:val="libNormal"/>
      </w:pPr>
      <w:r>
        <w:t>Sunnah dirasa harus dipakai untuk setiap manusia yang</w:t>
      </w:r>
    </w:p>
    <w:p w:rsidR="003A05FE" w:rsidRDefault="003A05FE" w:rsidP="003A05FE">
      <w:pPr>
        <w:pStyle w:val="libNormal"/>
      </w:pPr>
      <w:r>
        <w:t>berpegang pada Al-Quran dan Sunnah. Dan nama</w:t>
      </w:r>
    </w:p>
    <w:p w:rsidR="003A05FE" w:rsidRDefault="003A05FE" w:rsidP="003A05FE">
      <w:pPr>
        <w:pStyle w:val="libNormal"/>
      </w:pPr>
      <w:r>
        <w:t>Mu'tazilah dipakai untuk siapa yang berpegang pada</w:t>
      </w:r>
    </w:p>
    <w:p w:rsidR="00F7736A" w:rsidRDefault="003A05FE" w:rsidP="003A05FE">
      <w:pPr>
        <w:pStyle w:val="libNormal"/>
      </w:pPr>
      <w:r>
        <w:t xml:space="preserve">ilmu kalam (theologische </w:t>
      </w:r>
      <w:r w:rsidR="000F275E">
        <w:t>dialektik), logika dan rasio.</w:t>
      </w:r>
      <w:r w:rsidR="000F275E" w:rsidRPr="000F275E">
        <w:rPr>
          <w:rStyle w:val="libFootnotenumChar"/>
        </w:rPr>
        <w:footnoteReference w:id="13"/>
      </w:r>
    </w:p>
    <w:p w:rsidR="00E921BE" w:rsidRDefault="00E921BE" w:rsidP="00E921BE">
      <w:pPr>
        <w:pStyle w:val="libNormal"/>
      </w:pPr>
      <w:r>
        <w:t>Ibnu Hajar al-Haitamiy menyatakan bahwa yang</w:t>
      </w:r>
    </w:p>
    <w:p w:rsidR="00E921BE" w:rsidRDefault="00E921BE" w:rsidP="00E921BE">
      <w:pPr>
        <w:pStyle w:val="libNormal"/>
      </w:pPr>
      <w:r>
        <w:t>dimaksud dengan Ahlus Sunnah wal Jama'ah adalah</w:t>
      </w:r>
    </w:p>
    <w:p w:rsidR="00E921BE" w:rsidRDefault="00E921BE" w:rsidP="00E921BE">
      <w:pPr>
        <w:pStyle w:val="libNormal"/>
      </w:pPr>
      <w:r>
        <w:t>orang-orang yang mengikuti rumusan yang digagas oleh</w:t>
      </w:r>
    </w:p>
    <w:p w:rsidR="00E921BE" w:rsidRDefault="00E921BE" w:rsidP="00E921BE">
      <w:pPr>
        <w:pStyle w:val="libNormal"/>
      </w:pPr>
      <w:r>
        <w:t>Imam Asy'ariy dan Imam Maturidi.</w:t>
      </w:r>
      <w:r w:rsidRPr="00E921BE">
        <w:rPr>
          <w:rStyle w:val="libFootnotenumChar"/>
        </w:rPr>
        <w:footnoteReference w:id="14"/>
      </w:r>
    </w:p>
    <w:p w:rsidR="00E921BE" w:rsidRDefault="00E921BE" w:rsidP="00E921BE">
      <w:pPr>
        <w:pStyle w:val="libNormal"/>
      </w:pPr>
    </w:p>
    <w:p w:rsidR="00E921BE" w:rsidRDefault="00E921BE" w:rsidP="00E921BE">
      <w:pPr>
        <w:pStyle w:val="Heading3"/>
      </w:pPr>
      <w:bookmarkStart w:id="22" w:name="_Toc426282743"/>
      <w:r>
        <w:t>Pendapat-pendapat mereka :</w:t>
      </w:r>
      <w:bookmarkEnd w:id="22"/>
    </w:p>
    <w:p w:rsidR="00E921BE" w:rsidRDefault="00E921BE" w:rsidP="00E921BE">
      <w:pPr>
        <w:pStyle w:val="libNormal"/>
      </w:pPr>
    </w:p>
    <w:p w:rsidR="00E921BE" w:rsidRDefault="00E921BE" w:rsidP="00E921BE">
      <w:pPr>
        <w:pStyle w:val="libNormal"/>
      </w:pPr>
      <w:r>
        <w:t>- Hukum Islam di dasarkan atas Al-Quran dan al-</w:t>
      </w:r>
    </w:p>
    <w:p w:rsidR="00E921BE" w:rsidRDefault="00E921BE" w:rsidP="00E921BE">
      <w:pPr>
        <w:pStyle w:val="libNormal"/>
      </w:pPr>
      <w:r>
        <w:t>Hadits</w:t>
      </w:r>
      <w:r w:rsidR="000F4F9E">
        <w:t>.</w:t>
      </w:r>
    </w:p>
    <w:p w:rsidR="00E921BE" w:rsidRDefault="00E921BE" w:rsidP="00E921BE">
      <w:pPr>
        <w:pStyle w:val="libNormal"/>
      </w:pPr>
      <w:r>
        <w:t>- Mengakui Ijmak dan Qiyas sebagai salah satu sumber</w:t>
      </w:r>
    </w:p>
    <w:p w:rsidR="00E921BE" w:rsidRDefault="00E921BE" w:rsidP="00E921BE">
      <w:pPr>
        <w:pStyle w:val="libNormal"/>
      </w:pPr>
      <w:r>
        <w:t>hukum Islam</w:t>
      </w:r>
      <w:r w:rsidR="000F4F9E">
        <w:t>.</w:t>
      </w:r>
    </w:p>
    <w:p w:rsidR="00E921BE" w:rsidRDefault="00E921BE" w:rsidP="00E921BE">
      <w:pPr>
        <w:pStyle w:val="libNormal"/>
      </w:pPr>
      <w:r>
        <w:t>- Menetapkan adanya sifat-sifat Allah</w:t>
      </w:r>
      <w:r w:rsidR="000F4F9E">
        <w:t>.</w:t>
      </w:r>
    </w:p>
    <w:p w:rsidR="00E921BE" w:rsidRDefault="00E921BE" w:rsidP="00E921BE">
      <w:pPr>
        <w:pStyle w:val="libNormal"/>
      </w:pPr>
      <w:r>
        <w:t>- Al-Quran adalah Qodim bukan hadits</w:t>
      </w:r>
      <w:r w:rsidR="000F4F9E">
        <w:t>.</w:t>
      </w:r>
    </w:p>
    <w:p w:rsidR="00331B37" w:rsidRDefault="00E921BE" w:rsidP="00331B37">
      <w:pPr>
        <w:pStyle w:val="libNormal"/>
      </w:pPr>
      <w:r>
        <w:t>- Orang Islam yang berdosa besar tidaklah kafir</w:t>
      </w:r>
      <w:r w:rsidR="000F4F9E">
        <w:t>.</w:t>
      </w:r>
    </w:p>
    <w:p w:rsidR="00331B37" w:rsidRPr="00331B37" w:rsidRDefault="00331B37">
      <w:r>
        <w:br w:type="page"/>
      </w:r>
    </w:p>
    <w:p w:rsidR="00E921BE" w:rsidRDefault="00E921BE" w:rsidP="00331B37">
      <w:pPr>
        <w:pStyle w:val="Heading1"/>
      </w:pPr>
      <w:bookmarkStart w:id="23" w:name="_Toc426282744"/>
      <w:r>
        <w:lastRenderedPageBreak/>
        <w:t>c</w:t>
      </w:r>
      <w:r w:rsidR="005B5416">
        <w:t>. Aliran-aliran Islam di zaman era baru.</w:t>
      </w:r>
      <w:bookmarkEnd w:id="23"/>
    </w:p>
    <w:p w:rsidR="00331B37" w:rsidRDefault="00331B37" w:rsidP="00E921BE">
      <w:pPr>
        <w:pStyle w:val="libNormal"/>
      </w:pPr>
    </w:p>
    <w:p w:rsidR="00E921BE" w:rsidRDefault="00E921BE" w:rsidP="00E921BE">
      <w:pPr>
        <w:pStyle w:val="libNormal"/>
      </w:pPr>
      <w:r>
        <w:t>Sebenarnya susudah munculnya aliran-aliran di atas, muncul</w:t>
      </w:r>
    </w:p>
    <w:p w:rsidR="00E921BE" w:rsidRDefault="00E921BE" w:rsidP="00E921BE">
      <w:pPr>
        <w:pStyle w:val="libNormal"/>
      </w:pPr>
      <w:r>
        <w:t>banyak aliran Islam di dunia. Tetapi pada kesempatan ini</w:t>
      </w:r>
    </w:p>
    <w:p w:rsidR="00E921BE" w:rsidRDefault="00E921BE" w:rsidP="00E921BE">
      <w:pPr>
        <w:pStyle w:val="libNormal"/>
      </w:pPr>
      <w:r>
        <w:t>kami hanya menyebutkan yang populer di Indonesia.</w:t>
      </w:r>
    </w:p>
    <w:p w:rsidR="005B5416" w:rsidRDefault="005B5416" w:rsidP="00E921BE">
      <w:pPr>
        <w:pStyle w:val="libNormal"/>
      </w:pPr>
    </w:p>
    <w:p w:rsidR="007E4103" w:rsidRDefault="007E4103" w:rsidP="00E921BE">
      <w:pPr>
        <w:pStyle w:val="libNormal"/>
      </w:pPr>
    </w:p>
    <w:p w:rsidR="00E921BE" w:rsidRDefault="00E921BE" w:rsidP="00005206">
      <w:pPr>
        <w:pStyle w:val="Heading2"/>
      </w:pPr>
      <w:bookmarkStart w:id="24" w:name="_Toc426282745"/>
      <w:r>
        <w:t>1. Wahabi</w:t>
      </w:r>
      <w:bookmarkEnd w:id="24"/>
    </w:p>
    <w:p w:rsidR="00005206" w:rsidRDefault="00005206" w:rsidP="00E921BE">
      <w:pPr>
        <w:pStyle w:val="libNormal"/>
      </w:pPr>
    </w:p>
    <w:p w:rsidR="00E921BE" w:rsidRDefault="00E921BE" w:rsidP="00E921BE">
      <w:pPr>
        <w:pStyle w:val="libNormal"/>
      </w:pPr>
      <w:r>
        <w:t>Pendiri gerakan ini adalah Muhammad bin Abdul Wahab</w:t>
      </w:r>
    </w:p>
    <w:p w:rsidR="00E921BE" w:rsidRDefault="00E921BE" w:rsidP="00E921BE">
      <w:pPr>
        <w:pStyle w:val="libNormal"/>
      </w:pPr>
      <w:r>
        <w:t>(1702-1787 M).</w:t>
      </w:r>
    </w:p>
    <w:p w:rsidR="00E921BE" w:rsidRDefault="00E921BE" w:rsidP="00E921BE">
      <w:pPr>
        <w:pStyle w:val="libNormal"/>
      </w:pPr>
      <w:r>
        <w:t>Dalam Munjid disebutkan bahwa tariqat mereka dinamai</w:t>
      </w:r>
    </w:p>
    <w:p w:rsidR="00E921BE" w:rsidRDefault="00E921BE" w:rsidP="00E921BE">
      <w:pPr>
        <w:pStyle w:val="libNormal"/>
      </w:pPr>
      <w:r>
        <w:t>Al-Muhammadiyyah dan fiqih mereka berpegang pada</w:t>
      </w:r>
    </w:p>
    <w:p w:rsidR="00E921BE" w:rsidRDefault="00E921BE" w:rsidP="00E921BE">
      <w:pPr>
        <w:pStyle w:val="libNormal"/>
      </w:pPr>
      <w:r>
        <w:t>madzhab Hanbali diseuaikan dengan tafsir Ibnu</w:t>
      </w:r>
    </w:p>
    <w:p w:rsidR="00E921BE" w:rsidRDefault="008F25A5" w:rsidP="00E921BE">
      <w:pPr>
        <w:pStyle w:val="libNormal"/>
      </w:pPr>
      <w:r>
        <w:t>Taimaiyyah.</w:t>
      </w:r>
      <w:r w:rsidRPr="008F25A5">
        <w:rPr>
          <w:rStyle w:val="libFootnotenumChar"/>
        </w:rPr>
        <w:footnoteReference w:id="15"/>
      </w:r>
    </w:p>
    <w:p w:rsidR="00711E86" w:rsidRDefault="00711E86" w:rsidP="00E921BE">
      <w:pPr>
        <w:pStyle w:val="libNormal"/>
      </w:pPr>
    </w:p>
    <w:p w:rsidR="00E921BE" w:rsidRDefault="00E921BE" w:rsidP="00711E86">
      <w:pPr>
        <w:pStyle w:val="Heading3"/>
      </w:pPr>
      <w:bookmarkStart w:id="25" w:name="_Toc426282746"/>
      <w:r>
        <w:t>Pendapat-pendapat mereka :</w:t>
      </w:r>
      <w:bookmarkEnd w:id="25"/>
    </w:p>
    <w:p w:rsidR="00711E86" w:rsidRDefault="00711E86" w:rsidP="00E921BE">
      <w:pPr>
        <w:pStyle w:val="libNormal"/>
      </w:pPr>
    </w:p>
    <w:p w:rsidR="00E921BE" w:rsidRDefault="00E921BE" w:rsidP="00E921BE">
      <w:pPr>
        <w:pStyle w:val="libNormal"/>
      </w:pPr>
      <w:r>
        <w:t>- Tawassul, Istigozah adalah syirik</w:t>
      </w:r>
      <w:r w:rsidR="00F75108">
        <w:t>.</w:t>
      </w:r>
    </w:p>
    <w:p w:rsidR="00E921BE" w:rsidRDefault="00E921BE" w:rsidP="00E921BE">
      <w:pPr>
        <w:pStyle w:val="libNormal"/>
      </w:pPr>
      <w:r>
        <w:t>- Ziarah kubur hukumnya haram</w:t>
      </w:r>
      <w:r w:rsidR="00F75108">
        <w:t>.</w:t>
      </w:r>
    </w:p>
    <w:p w:rsidR="00E921BE" w:rsidRDefault="00E921BE" w:rsidP="00E921BE">
      <w:pPr>
        <w:pStyle w:val="libNormal"/>
      </w:pPr>
      <w:r>
        <w:t>- Menghisap rokok haram dan syirik</w:t>
      </w:r>
      <w:r w:rsidR="00F75108">
        <w:t>.</w:t>
      </w:r>
    </w:p>
    <w:p w:rsidR="00E921BE" w:rsidRDefault="00E921BE" w:rsidP="00E921BE">
      <w:pPr>
        <w:pStyle w:val="libNormal"/>
      </w:pPr>
      <w:r>
        <w:t>- Mengharamkan membangun kubah atau bangunan di</w:t>
      </w:r>
    </w:p>
    <w:p w:rsidR="000F275E" w:rsidRDefault="00E921BE" w:rsidP="00E921BE">
      <w:pPr>
        <w:pStyle w:val="libNormal"/>
      </w:pPr>
      <w:r>
        <w:t>atas kuburan</w:t>
      </w:r>
      <w:r w:rsidR="00A65FFA">
        <w:t xml:space="preserve"> </w:t>
      </w:r>
      <w:r w:rsidR="00F75108">
        <w:t>.</w:t>
      </w:r>
    </w:p>
    <w:p w:rsidR="008A71CA" w:rsidRDefault="008A71CA" w:rsidP="008A71CA">
      <w:pPr>
        <w:pStyle w:val="libNormal"/>
      </w:pPr>
      <w:r>
        <w:t>- Membagi tauhid menjadi dua : Tauhid Uluhiah dan</w:t>
      </w:r>
    </w:p>
    <w:p w:rsidR="008A71CA" w:rsidRDefault="008A71CA" w:rsidP="008A71CA">
      <w:pPr>
        <w:pStyle w:val="libNormal"/>
      </w:pPr>
      <w:r>
        <w:t>Tauhid Rububiyyah</w:t>
      </w:r>
    </w:p>
    <w:p w:rsidR="008A71CA" w:rsidRDefault="008A71CA" w:rsidP="008A71CA">
      <w:pPr>
        <w:pStyle w:val="libNormal"/>
      </w:pPr>
    </w:p>
    <w:p w:rsidR="008A71CA" w:rsidRDefault="008A71CA" w:rsidP="008A71CA">
      <w:pPr>
        <w:pStyle w:val="libNormal"/>
      </w:pPr>
    </w:p>
    <w:p w:rsidR="008A71CA" w:rsidRDefault="008A71CA" w:rsidP="008A71CA">
      <w:pPr>
        <w:pStyle w:val="libNormal"/>
      </w:pPr>
    </w:p>
    <w:p w:rsidR="008A71CA" w:rsidRDefault="008A71CA" w:rsidP="008A71CA">
      <w:pPr>
        <w:pStyle w:val="Heading2"/>
      </w:pPr>
      <w:bookmarkStart w:id="26" w:name="_Toc426282747"/>
      <w:r>
        <w:lastRenderedPageBreak/>
        <w:t>2. Bahai</w:t>
      </w:r>
      <w:bookmarkEnd w:id="26"/>
    </w:p>
    <w:p w:rsidR="008A71CA" w:rsidRDefault="008A71CA" w:rsidP="008A71CA">
      <w:pPr>
        <w:pStyle w:val="libNormal"/>
      </w:pPr>
    </w:p>
    <w:p w:rsidR="008A71CA" w:rsidRDefault="008A71CA" w:rsidP="008A71CA">
      <w:pPr>
        <w:pStyle w:val="libNormal"/>
      </w:pPr>
      <w:r>
        <w:t>Pendirinya adalah : Mirza Husein Ali Bahaullah (1892</w:t>
      </w:r>
    </w:p>
    <w:p w:rsidR="008A71CA" w:rsidRDefault="008A71CA" w:rsidP="008A71CA">
      <w:pPr>
        <w:pStyle w:val="libNormal"/>
      </w:pPr>
      <w:r>
        <w:t>M)</w:t>
      </w:r>
    </w:p>
    <w:p w:rsidR="008A71CA" w:rsidRDefault="008A71CA" w:rsidP="008A71CA">
      <w:pPr>
        <w:pStyle w:val="libNormal"/>
      </w:pPr>
      <w:r>
        <w:t>Kepercayaan ini mulai timbul di kalangan Syiah</w:t>
      </w:r>
    </w:p>
    <w:p w:rsidR="008A71CA" w:rsidRDefault="008A71CA" w:rsidP="008A71CA">
      <w:pPr>
        <w:pStyle w:val="libNormal"/>
      </w:pPr>
      <w:r>
        <w:t>Imamiyyah di Iran pada abad ke 19 M dengan</w:t>
      </w:r>
    </w:p>
    <w:p w:rsidR="008A71CA" w:rsidRDefault="008A71CA" w:rsidP="008A71CA">
      <w:pPr>
        <w:pStyle w:val="libNormal"/>
      </w:pPr>
      <w:r>
        <w:t>munculnya Mirza Ali Muhammad (1852 M) yang</w:t>
      </w:r>
    </w:p>
    <w:p w:rsidR="008A71CA" w:rsidRDefault="008A71CA" w:rsidP="008A71CA">
      <w:pPr>
        <w:pStyle w:val="libNormal"/>
      </w:pPr>
      <w:r>
        <w:t>mendirikan dirinya sebagai al-Bab (pintu) bagi kaum</w:t>
      </w:r>
    </w:p>
    <w:p w:rsidR="008A71CA" w:rsidRDefault="008A71CA" w:rsidP="008A71CA">
      <w:pPr>
        <w:pStyle w:val="libNormal"/>
      </w:pPr>
      <w:r>
        <w:t>Syiah dan umat Islam lainnya untuk menghubungkan</w:t>
      </w:r>
    </w:p>
    <w:p w:rsidR="008A71CA" w:rsidRDefault="008A71CA" w:rsidP="008A71CA">
      <w:pPr>
        <w:pStyle w:val="libNormal"/>
      </w:pPr>
      <w:r>
        <w:t>mereka dengan Imam yang lenyap dan ditunggu</w:t>
      </w:r>
    </w:p>
    <w:p w:rsidR="008A71CA" w:rsidRDefault="008A71CA" w:rsidP="008A71CA">
      <w:pPr>
        <w:pStyle w:val="libNormal"/>
      </w:pPr>
      <w:r>
        <w:t>kehadirannya pada akhir zaman. Ia menyerukan untuk</w:t>
      </w:r>
    </w:p>
    <w:p w:rsidR="008A71CA" w:rsidRDefault="008A71CA" w:rsidP="008A71CA">
      <w:pPr>
        <w:pStyle w:val="libNormal"/>
      </w:pPr>
      <w:r>
        <w:t>menyatukan agama Islam, Nasrani dan Yahudi sehingga</w:t>
      </w:r>
    </w:p>
    <w:p w:rsidR="008A71CA" w:rsidRDefault="008A71CA" w:rsidP="008A71CA">
      <w:pPr>
        <w:pStyle w:val="libNormal"/>
      </w:pPr>
      <w:r>
        <w:t>menimbulkan kehebohan dan ia ditangkap dan dijatuhi</w:t>
      </w:r>
    </w:p>
    <w:p w:rsidR="008A71CA" w:rsidRDefault="008A71CA" w:rsidP="008A71CA">
      <w:pPr>
        <w:pStyle w:val="libNormal"/>
      </w:pPr>
      <w:r>
        <w:t>hukuman mati di Tibriz tahun 1853 M.</w:t>
      </w:r>
    </w:p>
    <w:p w:rsidR="008A71CA" w:rsidRDefault="008A71CA" w:rsidP="008A71CA">
      <w:pPr>
        <w:pStyle w:val="libNormal"/>
      </w:pPr>
      <w:r>
        <w:t>Salah satu muridnya Mirza Husein Ali Bahaullah</w:t>
      </w:r>
    </w:p>
    <w:p w:rsidR="008A71CA" w:rsidRDefault="008A71CA" w:rsidP="008A71CA">
      <w:pPr>
        <w:pStyle w:val="libNormal"/>
      </w:pPr>
      <w:r>
        <w:t>kemudian mengaku sebagai wakil dari Mirza Ali</w:t>
      </w:r>
    </w:p>
    <w:p w:rsidR="008A71CA" w:rsidRDefault="008A71CA" w:rsidP="008A71CA">
      <w:pPr>
        <w:pStyle w:val="libNormal"/>
      </w:pPr>
      <w:r>
        <w:t>Muhammad Al-Bab dan mengembangkan ajaranajarannya</w:t>
      </w:r>
    </w:p>
    <w:p w:rsidR="008A71CA" w:rsidRDefault="008A71CA" w:rsidP="008A71CA">
      <w:pPr>
        <w:pStyle w:val="libNormal"/>
      </w:pPr>
      <w:r>
        <w:t>sampai ia mati. Kelompok ini diusir oleh</w:t>
      </w:r>
    </w:p>
    <w:p w:rsidR="008A71CA" w:rsidRDefault="008A71CA" w:rsidP="008A71CA">
      <w:pPr>
        <w:pStyle w:val="libNormal"/>
      </w:pPr>
      <w:r>
        <w:t>Kerajaan Syah Iran dan dilarang di Mesir, bahan Al-</w:t>
      </w:r>
    </w:p>
    <w:p w:rsidR="008A71CA" w:rsidRDefault="008A71CA" w:rsidP="008A71CA">
      <w:pPr>
        <w:pStyle w:val="libNormal"/>
      </w:pPr>
      <w:r>
        <w:t>Azhar mengeluarkan fatwa bahwa aliran keluar dari</w:t>
      </w:r>
    </w:p>
    <w:p w:rsidR="008A71CA" w:rsidRDefault="008A71CA" w:rsidP="008A71CA">
      <w:pPr>
        <w:pStyle w:val="libNormal"/>
      </w:pPr>
      <w:r>
        <w:t>Islam dan sudah tidak Islam lagi.</w:t>
      </w:r>
    </w:p>
    <w:p w:rsidR="008A71CA" w:rsidRDefault="008A71CA" w:rsidP="008A71CA">
      <w:pPr>
        <w:pStyle w:val="libNormal"/>
      </w:pPr>
      <w:r>
        <w:t>Aliran ini meluas ke Dunia Barat pada tahun 1980, dan</w:t>
      </w:r>
    </w:p>
    <w:p w:rsidR="008A71CA" w:rsidRDefault="008A71CA" w:rsidP="008A71CA">
      <w:pPr>
        <w:pStyle w:val="libNormal"/>
      </w:pPr>
      <w:r>
        <w:t>pada tahun 1920 mengadakan pusat bahai yang kuat di</w:t>
      </w:r>
    </w:p>
    <w:p w:rsidR="008A71CA" w:rsidRDefault="008A71CA" w:rsidP="008A71CA">
      <w:pPr>
        <w:pStyle w:val="libNormal"/>
      </w:pPr>
      <w:r>
        <w:t>Amerika. Dewasa ini bahai terdapat di lebih dari 260</w:t>
      </w:r>
    </w:p>
    <w:p w:rsidR="008A71CA" w:rsidRDefault="008A71CA" w:rsidP="008A71CA">
      <w:pPr>
        <w:pStyle w:val="libNormal"/>
      </w:pPr>
      <w:r>
        <w:t>kota dunia.</w:t>
      </w:r>
    </w:p>
    <w:p w:rsidR="00E04659" w:rsidRDefault="00E04659" w:rsidP="008A71CA">
      <w:pPr>
        <w:pStyle w:val="libNormal"/>
      </w:pPr>
    </w:p>
    <w:p w:rsidR="008A71CA" w:rsidRDefault="008A71CA" w:rsidP="00E04659">
      <w:pPr>
        <w:pStyle w:val="Heading3"/>
      </w:pPr>
      <w:bookmarkStart w:id="27" w:name="_Toc426282748"/>
      <w:r>
        <w:t>Pendapat-pendapat mereka :</w:t>
      </w:r>
      <w:bookmarkEnd w:id="27"/>
    </w:p>
    <w:p w:rsidR="00E04659" w:rsidRDefault="00E04659" w:rsidP="008A71CA">
      <w:pPr>
        <w:pStyle w:val="libNormal"/>
      </w:pPr>
    </w:p>
    <w:p w:rsidR="008A71CA" w:rsidRDefault="008A71CA" w:rsidP="008A71CA">
      <w:pPr>
        <w:pStyle w:val="libNormal"/>
      </w:pPr>
      <w:r>
        <w:t>- Menggabung agama Islam dengan Yahudi, Nasrani</w:t>
      </w:r>
    </w:p>
    <w:p w:rsidR="008A71CA" w:rsidRDefault="008A71CA" w:rsidP="008A71CA">
      <w:pPr>
        <w:pStyle w:val="libNormal"/>
      </w:pPr>
      <w:r>
        <w:t>dan lainnya.</w:t>
      </w:r>
    </w:p>
    <w:p w:rsidR="008A71CA" w:rsidRDefault="008A71CA" w:rsidP="008A71CA">
      <w:pPr>
        <w:pStyle w:val="libNormal"/>
      </w:pPr>
      <w:r>
        <w:t>- Menolak Poligami kecuali dengan alasan dan tidak</w:t>
      </w:r>
    </w:p>
    <w:p w:rsidR="008A71CA" w:rsidRDefault="008A71CA" w:rsidP="008A71CA">
      <w:pPr>
        <w:pStyle w:val="libNormal"/>
      </w:pPr>
      <w:r>
        <w:t>boleh dari dua istri.</w:t>
      </w:r>
    </w:p>
    <w:p w:rsidR="008A71CA" w:rsidRDefault="008A71CA" w:rsidP="008A71CA">
      <w:pPr>
        <w:pStyle w:val="libNormal"/>
      </w:pPr>
      <w:r>
        <w:t>- Shalat hanya sembilan rakaat dan kiblatnya Istana</w:t>
      </w:r>
    </w:p>
    <w:p w:rsidR="008A71CA" w:rsidRDefault="008A71CA" w:rsidP="008A71CA">
      <w:pPr>
        <w:pStyle w:val="libNormal"/>
      </w:pPr>
      <w:r>
        <w:t>Bahaullah.</w:t>
      </w:r>
    </w:p>
    <w:p w:rsidR="008A71CA" w:rsidRDefault="008A71CA" w:rsidP="008A71CA">
      <w:pPr>
        <w:pStyle w:val="libNormal"/>
      </w:pPr>
      <w:r>
        <w:lastRenderedPageBreak/>
        <w:t>- Melakukan puasa sebulan tapi hanya 19 hari</w:t>
      </w:r>
      <w:r w:rsidR="00284283">
        <w:t>.</w:t>
      </w:r>
    </w:p>
    <w:p w:rsidR="008A71CA" w:rsidRDefault="008A71CA" w:rsidP="008A71CA">
      <w:pPr>
        <w:pStyle w:val="libNormal"/>
      </w:pPr>
      <w:r>
        <w:t>- Tidak melakukan shalat Jumat hanya shalat jenazah</w:t>
      </w:r>
    </w:p>
    <w:p w:rsidR="008A71CA" w:rsidRDefault="00284283" w:rsidP="008A71CA">
      <w:pPr>
        <w:pStyle w:val="libNormal"/>
      </w:pPr>
      <w:r>
        <w:t>S</w:t>
      </w:r>
      <w:r w:rsidR="008A71CA">
        <w:t>aja</w:t>
      </w:r>
      <w:r>
        <w:t>.</w:t>
      </w:r>
    </w:p>
    <w:p w:rsidR="008A71CA" w:rsidRDefault="008A71CA" w:rsidP="008A71CA">
      <w:pPr>
        <w:pStyle w:val="libNormal"/>
      </w:pPr>
      <w:r>
        <w:t>- Melakukan haji dengan mengunjungi rumah Al-Bab,</w:t>
      </w:r>
    </w:p>
    <w:p w:rsidR="008A71CA" w:rsidRDefault="008A71CA" w:rsidP="008A71CA">
      <w:pPr>
        <w:pStyle w:val="libNormal"/>
      </w:pPr>
      <w:r>
        <w:t>tempat ia dipenjarakan, dan rumah-rumah para</w:t>
      </w:r>
    </w:p>
    <w:p w:rsidR="008A71CA" w:rsidRDefault="008A71CA" w:rsidP="008A71CA">
      <w:pPr>
        <w:pStyle w:val="libNormal"/>
      </w:pPr>
      <w:r>
        <w:t>pembesar</w:t>
      </w:r>
      <w:r w:rsidR="00284283">
        <w:t>.</w:t>
      </w:r>
    </w:p>
    <w:p w:rsidR="008A71CA" w:rsidRDefault="008A71CA" w:rsidP="008A71CA">
      <w:pPr>
        <w:pStyle w:val="libNormal"/>
      </w:pPr>
      <w:r>
        <w:t>- Zakat harta sepertiga dan diberikan kepada dewan</w:t>
      </w:r>
    </w:p>
    <w:p w:rsidR="008A71CA" w:rsidRDefault="008A71CA" w:rsidP="008A71CA">
      <w:pPr>
        <w:pStyle w:val="libNormal"/>
      </w:pPr>
      <w:r>
        <w:t>pengurus perkumpulan</w:t>
      </w:r>
      <w:r w:rsidR="00284283">
        <w:t>.</w:t>
      </w:r>
    </w:p>
    <w:p w:rsidR="008A71CA" w:rsidRDefault="008A71CA" w:rsidP="008A71CA">
      <w:pPr>
        <w:pStyle w:val="libNormal"/>
      </w:pPr>
      <w:r>
        <w:t>- Riba diperbolehkan</w:t>
      </w:r>
      <w:r w:rsidR="00284283">
        <w:t>.</w:t>
      </w:r>
    </w:p>
    <w:p w:rsidR="008A71CA" w:rsidRDefault="008A71CA" w:rsidP="008A71CA">
      <w:pPr>
        <w:pStyle w:val="libNormal"/>
      </w:pPr>
      <w:r>
        <w:t>- Jihad haram dilakukan</w:t>
      </w:r>
      <w:r w:rsidR="00284283">
        <w:t>.</w:t>
      </w:r>
    </w:p>
    <w:p w:rsidR="008A71CA" w:rsidRDefault="008A71CA" w:rsidP="008A71CA">
      <w:pPr>
        <w:pStyle w:val="libNormal"/>
      </w:pPr>
      <w:r>
        <w:t>- Talak 19 kali Janda boleh menikah setelah membayar</w:t>
      </w:r>
    </w:p>
    <w:p w:rsidR="008A71CA" w:rsidRDefault="008A71CA" w:rsidP="008A71CA">
      <w:pPr>
        <w:pStyle w:val="libNormal"/>
      </w:pPr>
      <w:r>
        <w:t>diyat (tanpa ‘iddah), duda tidak boleh kawin sebelum</w:t>
      </w:r>
    </w:p>
    <w:p w:rsidR="008A71CA" w:rsidRDefault="008A71CA" w:rsidP="008A71CA">
      <w:pPr>
        <w:pStyle w:val="libNormal"/>
      </w:pPr>
      <w:r>
        <w:t>90 hari.</w:t>
      </w:r>
    </w:p>
    <w:p w:rsidR="008A71CA" w:rsidRDefault="008A71CA" w:rsidP="008A71CA">
      <w:pPr>
        <w:pStyle w:val="libNormal"/>
      </w:pPr>
      <w:r>
        <w:t>- Kewarisan 9/60 untuk anak, 8/60 untuk suami, 7.60</w:t>
      </w:r>
    </w:p>
    <w:p w:rsidR="008A71CA" w:rsidRDefault="008A71CA" w:rsidP="008A71CA">
      <w:pPr>
        <w:pStyle w:val="libNormal"/>
      </w:pPr>
      <w:r>
        <w:t>untuk ayah, 6/60 untuk ibu, 1.60 untuk saudara</w:t>
      </w:r>
    </w:p>
    <w:p w:rsidR="008A71CA" w:rsidRDefault="008A71CA" w:rsidP="008A71CA">
      <w:pPr>
        <w:pStyle w:val="libNormal"/>
      </w:pPr>
      <w:r>
        <w:t>perempuan, 3/60 untuk para guru. Selain mereka</w:t>
      </w:r>
    </w:p>
    <w:p w:rsidR="008A71CA" w:rsidRDefault="008A71CA" w:rsidP="008A71CA">
      <w:pPr>
        <w:pStyle w:val="libNormal"/>
      </w:pPr>
      <w:r>
        <w:t>tidak dapat.</w:t>
      </w:r>
    </w:p>
    <w:p w:rsidR="008A71CA" w:rsidRDefault="008A71CA" w:rsidP="008A71CA">
      <w:pPr>
        <w:pStyle w:val="libNormal"/>
      </w:pPr>
      <w:r>
        <w:t>- Hukum atas perzinaan adalah membayar uang ke</w:t>
      </w:r>
    </w:p>
    <w:p w:rsidR="008A71CA" w:rsidRDefault="008A71CA" w:rsidP="008A71CA">
      <w:pPr>
        <w:pStyle w:val="libNormal"/>
      </w:pPr>
      <w:r>
        <w:t>baitul mal</w:t>
      </w:r>
      <w:r w:rsidR="00284283">
        <w:t>.</w:t>
      </w:r>
    </w:p>
    <w:p w:rsidR="008A71CA" w:rsidRDefault="008A71CA" w:rsidP="008A71CA">
      <w:pPr>
        <w:pStyle w:val="libNormal"/>
      </w:pPr>
      <w:r>
        <w:t>- Wanita mendapat warisan yang sama dengan lakilaki</w:t>
      </w:r>
      <w:r w:rsidR="00284283">
        <w:t>.</w:t>
      </w:r>
    </w:p>
    <w:p w:rsidR="008A71CA" w:rsidRDefault="008A71CA" w:rsidP="008A71CA">
      <w:pPr>
        <w:pStyle w:val="libNormal"/>
      </w:pPr>
      <w:r>
        <w:t>- Tidak mempercayai hari akhirat</w:t>
      </w:r>
      <w:r w:rsidR="00284283">
        <w:t>.</w:t>
      </w:r>
    </w:p>
    <w:p w:rsidR="00284283" w:rsidRDefault="00284283" w:rsidP="008A71CA">
      <w:pPr>
        <w:pStyle w:val="libNormal"/>
      </w:pPr>
    </w:p>
    <w:p w:rsidR="00284283" w:rsidRDefault="00284283" w:rsidP="008A71CA">
      <w:pPr>
        <w:pStyle w:val="libNormal"/>
      </w:pPr>
    </w:p>
    <w:p w:rsidR="008A71CA" w:rsidRDefault="008A71CA" w:rsidP="00284283">
      <w:pPr>
        <w:pStyle w:val="Heading2"/>
      </w:pPr>
      <w:bookmarkStart w:id="28" w:name="_Toc426282749"/>
      <w:r>
        <w:t>3. Ahmadiyah.</w:t>
      </w:r>
      <w:bookmarkEnd w:id="28"/>
    </w:p>
    <w:p w:rsidR="00284283" w:rsidRDefault="00284283" w:rsidP="008A71CA">
      <w:pPr>
        <w:pStyle w:val="libNormal"/>
      </w:pPr>
    </w:p>
    <w:p w:rsidR="008A71CA" w:rsidRDefault="008A71CA" w:rsidP="008A71CA">
      <w:pPr>
        <w:pStyle w:val="libNormal"/>
      </w:pPr>
      <w:r>
        <w:t>Pendirinya adalah Mirza Ghulam Ahmad.(1936-1908 M)</w:t>
      </w:r>
    </w:p>
    <w:p w:rsidR="008A71CA" w:rsidRDefault="008A71CA" w:rsidP="008A71CA">
      <w:pPr>
        <w:pStyle w:val="libNormal"/>
      </w:pPr>
      <w:r>
        <w:t>Ia lahir di Pakistan ditengah-tengah kelompok Syiah</w:t>
      </w:r>
    </w:p>
    <w:p w:rsidR="008A71CA" w:rsidRDefault="008A71CA" w:rsidP="008A71CA">
      <w:pPr>
        <w:pStyle w:val="libNormal"/>
      </w:pPr>
      <w:r>
        <w:t>Ismailiyyah. Pada tahun 1884 ia mengaku mendapat</w:t>
      </w:r>
    </w:p>
    <w:p w:rsidR="008A71CA" w:rsidRDefault="008A71CA" w:rsidP="008A71CA">
      <w:pPr>
        <w:pStyle w:val="libNormal"/>
      </w:pPr>
      <w:r>
        <w:t>ilham dari Allah, kemudian pada 1901 mengaku dirinya</w:t>
      </w:r>
    </w:p>
    <w:p w:rsidR="008A71CA" w:rsidRDefault="008A71CA" w:rsidP="008A71CA">
      <w:pPr>
        <w:pStyle w:val="libNormal"/>
      </w:pPr>
      <w:r>
        <w:t>menjadi nabi dan rasul, yang diingkari oleh kelompok</w:t>
      </w:r>
    </w:p>
    <w:p w:rsidR="008A71CA" w:rsidRDefault="008A71CA" w:rsidP="008A71CA">
      <w:pPr>
        <w:pStyle w:val="libNormal"/>
      </w:pPr>
      <w:r>
        <w:t>Ahlus Sunnah dan kelompok Syi'ah seluruh dunia.</w:t>
      </w:r>
    </w:p>
    <w:p w:rsidR="008A71CA" w:rsidRDefault="008A71CA" w:rsidP="008A71CA">
      <w:pPr>
        <w:pStyle w:val="libNormal"/>
      </w:pPr>
      <w:r>
        <w:t>Ahmadiyah terbagi menjadi dua kelompok</w:t>
      </w:r>
    </w:p>
    <w:p w:rsidR="00284283" w:rsidRDefault="00284283" w:rsidP="008A71CA">
      <w:pPr>
        <w:pStyle w:val="libNormal"/>
      </w:pPr>
    </w:p>
    <w:p w:rsidR="008A71CA" w:rsidRDefault="008A71CA" w:rsidP="008A71CA">
      <w:pPr>
        <w:pStyle w:val="libNormal"/>
      </w:pPr>
      <w:r>
        <w:t xml:space="preserve">a. </w:t>
      </w:r>
      <w:r w:rsidRPr="00284283">
        <w:rPr>
          <w:rStyle w:val="libBold1Char"/>
        </w:rPr>
        <w:t>Ahmadiyah Qadiyan</w:t>
      </w:r>
      <w:r>
        <w:t xml:space="preserve"> : menganggap Mirza sebagai</w:t>
      </w:r>
    </w:p>
    <w:p w:rsidR="008A71CA" w:rsidRDefault="008A71CA" w:rsidP="008A71CA">
      <w:pPr>
        <w:pStyle w:val="libNormal"/>
      </w:pPr>
      <w:r>
        <w:lastRenderedPageBreak/>
        <w:t>nabi.</w:t>
      </w:r>
    </w:p>
    <w:p w:rsidR="008A71CA" w:rsidRDefault="008A71CA" w:rsidP="008A71CA">
      <w:pPr>
        <w:pStyle w:val="libNormal"/>
      </w:pPr>
      <w:r>
        <w:t xml:space="preserve">b. </w:t>
      </w:r>
      <w:r w:rsidRPr="00284283">
        <w:rPr>
          <w:rStyle w:val="libBold1Char"/>
        </w:rPr>
        <w:t>Ahmadiyah Lahore</w:t>
      </w:r>
      <w:r>
        <w:t xml:space="preserve"> : menganggap Mirza sebagai</w:t>
      </w:r>
    </w:p>
    <w:p w:rsidR="008A71CA" w:rsidRDefault="008A71CA" w:rsidP="008A71CA">
      <w:pPr>
        <w:pStyle w:val="libNormal"/>
      </w:pPr>
      <w:r>
        <w:t>mujaddid (pembaharu Islam)</w:t>
      </w:r>
      <w:r w:rsidR="00284283">
        <w:t>.</w:t>
      </w:r>
    </w:p>
    <w:p w:rsidR="00284283" w:rsidRDefault="00284283" w:rsidP="008A71CA">
      <w:pPr>
        <w:pStyle w:val="libNormal"/>
      </w:pPr>
    </w:p>
    <w:p w:rsidR="008A71CA" w:rsidRDefault="008A71CA" w:rsidP="00284283">
      <w:pPr>
        <w:pStyle w:val="Heading3"/>
      </w:pPr>
      <w:bookmarkStart w:id="29" w:name="_Toc426282750"/>
      <w:r>
        <w:t>Pendapat-pendapat mereka :</w:t>
      </w:r>
      <w:bookmarkEnd w:id="29"/>
    </w:p>
    <w:p w:rsidR="00284283" w:rsidRDefault="00284283" w:rsidP="008A71CA">
      <w:pPr>
        <w:pStyle w:val="libNormal"/>
      </w:pPr>
    </w:p>
    <w:p w:rsidR="008A71CA" w:rsidRDefault="008A71CA" w:rsidP="008A71CA">
      <w:pPr>
        <w:pStyle w:val="libNormal"/>
      </w:pPr>
      <w:r>
        <w:t>- Menganggap Mirza Ghulam Ahmad sebagai Nabi</w:t>
      </w:r>
    </w:p>
    <w:p w:rsidR="008A71CA" w:rsidRDefault="008A71CA" w:rsidP="008A71CA">
      <w:pPr>
        <w:pStyle w:val="libNormal"/>
      </w:pPr>
      <w:r>
        <w:t>(Qadiyan)</w:t>
      </w:r>
      <w:r w:rsidR="00284283">
        <w:t>.</w:t>
      </w:r>
    </w:p>
    <w:p w:rsidR="008A71CA" w:rsidRDefault="008A71CA" w:rsidP="008A71CA">
      <w:pPr>
        <w:pStyle w:val="libNormal"/>
      </w:pPr>
      <w:r>
        <w:t>- Orang Islam yang tidak sepaham adalah orang kafir</w:t>
      </w:r>
      <w:r w:rsidR="00284283">
        <w:t>.</w:t>
      </w:r>
    </w:p>
    <w:p w:rsidR="008A71CA" w:rsidRDefault="008A71CA" w:rsidP="008A71CA">
      <w:pPr>
        <w:pStyle w:val="libNormal"/>
      </w:pPr>
      <w:r>
        <w:t>- Mengharamkan jihad</w:t>
      </w:r>
      <w:r w:rsidR="00284283">
        <w:t>.</w:t>
      </w:r>
    </w:p>
    <w:p w:rsidR="00284283" w:rsidRDefault="00284283" w:rsidP="008A71CA">
      <w:pPr>
        <w:pStyle w:val="libNormal"/>
      </w:pPr>
    </w:p>
    <w:p w:rsidR="00284283" w:rsidRDefault="00284283" w:rsidP="008A71CA">
      <w:pPr>
        <w:pStyle w:val="libNormal"/>
      </w:pPr>
    </w:p>
    <w:p w:rsidR="008A71CA" w:rsidRDefault="008A71CA" w:rsidP="00284283">
      <w:pPr>
        <w:pStyle w:val="Heading2"/>
      </w:pPr>
      <w:bookmarkStart w:id="30" w:name="_Toc426282751"/>
      <w:r>
        <w:t>4. Jamaah Tabligh</w:t>
      </w:r>
      <w:bookmarkEnd w:id="30"/>
    </w:p>
    <w:p w:rsidR="00284283" w:rsidRDefault="00284283" w:rsidP="008A71CA">
      <w:pPr>
        <w:pStyle w:val="libNormal"/>
      </w:pPr>
    </w:p>
    <w:p w:rsidR="008A71CA" w:rsidRDefault="008A71CA" w:rsidP="008A71CA">
      <w:pPr>
        <w:pStyle w:val="libNormal"/>
      </w:pPr>
      <w:r>
        <w:t>Pendirinya : Syaikh Muhammad Ilyas bin Muhammad</w:t>
      </w:r>
    </w:p>
    <w:p w:rsidR="008A71CA" w:rsidRDefault="008A71CA" w:rsidP="008A71CA">
      <w:pPr>
        <w:pStyle w:val="libNormal"/>
      </w:pPr>
      <w:r>
        <w:t>Ismail al-Kandahlawi.(1303-1363)</w:t>
      </w:r>
    </w:p>
    <w:p w:rsidR="008A71CA" w:rsidRDefault="008A71CA" w:rsidP="008A71CA">
      <w:pPr>
        <w:pStyle w:val="libNormal"/>
      </w:pPr>
      <w:r>
        <w:t>Kelompok ini aktif sejak 1920-an di Mewat, India.</w:t>
      </w:r>
    </w:p>
    <w:p w:rsidR="008A71CA" w:rsidRDefault="008A71CA" w:rsidP="008A71CA">
      <w:pPr>
        <w:pStyle w:val="libNormal"/>
      </w:pPr>
      <w:r>
        <w:t>Markas internasional pusat tabligh adalah di</w:t>
      </w:r>
    </w:p>
    <w:p w:rsidR="008A71CA" w:rsidRDefault="00854F6C" w:rsidP="008A71CA">
      <w:pPr>
        <w:pStyle w:val="libNormal"/>
      </w:pPr>
      <w:r>
        <w:t>Nizzamudin, India.</w:t>
      </w:r>
      <w:r w:rsidRPr="00854F6C">
        <w:rPr>
          <w:rStyle w:val="libFootnotenumChar"/>
        </w:rPr>
        <w:footnoteReference w:id="16"/>
      </w:r>
    </w:p>
    <w:p w:rsidR="00284283" w:rsidRDefault="00284283" w:rsidP="008A71CA">
      <w:pPr>
        <w:pStyle w:val="libNormal"/>
      </w:pPr>
    </w:p>
    <w:p w:rsidR="008A71CA" w:rsidRDefault="008A71CA" w:rsidP="00284283">
      <w:pPr>
        <w:pStyle w:val="Heading3"/>
      </w:pPr>
      <w:bookmarkStart w:id="31" w:name="_Toc426282752"/>
      <w:r>
        <w:t>Pendapat mereka :</w:t>
      </w:r>
      <w:bookmarkEnd w:id="31"/>
    </w:p>
    <w:p w:rsidR="00284283" w:rsidRDefault="00284283" w:rsidP="008A71CA">
      <w:pPr>
        <w:pStyle w:val="libNormal"/>
      </w:pPr>
    </w:p>
    <w:p w:rsidR="008A71CA" w:rsidRDefault="008A71CA" w:rsidP="008A71CA">
      <w:pPr>
        <w:pStyle w:val="libNormal"/>
      </w:pPr>
      <w:r>
        <w:t>- Mengembalikan Islam pada ajarannya yang kaffah</w:t>
      </w:r>
    </w:p>
    <w:p w:rsidR="008A71CA" w:rsidRDefault="008A71CA" w:rsidP="008A71CA">
      <w:pPr>
        <w:pStyle w:val="libNormal"/>
      </w:pPr>
      <w:r>
        <w:t>(menyeluruh)</w:t>
      </w:r>
      <w:r w:rsidR="00284283">
        <w:t>.</w:t>
      </w:r>
    </w:p>
    <w:p w:rsidR="008A71CA" w:rsidRDefault="008A71CA" w:rsidP="008A71CA">
      <w:pPr>
        <w:pStyle w:val="libNormal"/>
      </w:pPr>
      <w:r>
        <w:t>- Mengharuskan pengikutnya khuruj (keluar untuk</w:t>
      </w:r>
    </w:p>
    <w:p w:rsidR="008A71CA" w:rsidRDefault="008A71CA" w:rsidP="008A71CA">
      <w:pPr>
        <w:pStyle w:val="libNormal"/>
      </w:pPr>
      <w:r>
        <w:t>berdakwah) 4 bulan untuk seumur hidup, 40 hari</w:t>
      </w:r>
    </w:p>
    <w:p w:rsidR="008A71CA" w:rsidRDefault="008A71CA" w:rsidP="008A71CA">
      <w:pPr>
        <w:pStyle w:val="libNormal"/>
      </w:pPr>
      <w:r>
        <w:t>pada tiap tahun, tiga hari setiap bulan, atau dua kali</w:t>
      </w:r>
    </w:p>
    <w:p w:rsidR="008A71CA" w:rsidRDefault="008A71CA" w:rsidP="008A71CA">
      <w:pPr>
        <w:pStyle w:val="libNormal"/>
      </w:pPr>
      <w:r>
        <w:t>berkeliling pada tiap minggu.</w:t>
      </w:r>
    </w:p>
    <w:p w:rsidR="008A71CA" w:rsidRDefault="008A71CA" w:rsidP="008A71CA">
      <w:pPr>
        <w:pStyle w:val="libNormal"/>
      </w:pPr>
      <w:r>
        <w:t>- Menjauhi pembicaraan tentang fiqih, masalahmasalah</w:t>
      </w:r>
    </w:p>
    <w:p w:rsidR="008A71CA" w:rsidRDefault="008A71CA" w:rsidP="008A71CA">
      <w:pPr>
        <w:pStyle w:val="libNormal"/>
      </w:pPr>
      <w:r>
        <w:t>politik, aliran-aliran lain dan perdebatan</w:t>
      </w:r>
      <w:r w:rsidR="00284283">
        <w:t>.</w:t>
      </w:r>
    </w:p>
    <w:p w:rsidR="008A71CA" w:rsidRDefault="008A71CA" w:rsidP="008A71CA">
      <w:pPr>
        <w:pStyle w:val="libNormal"/>
      </w:pPr>
      <w:r>
        <w:lastRenderedPageBreak/>
        <w:t>- Keyakinan tentang keluarnya tangan Rasulullah dari</w:t>
      </w:r>
    </w:p>
    <w:p w:rsidR="008A71CA" w:rsidRDefault="008A71CA" w:rsidP="008A71CA">
      <w:pPr>
        <w:pStyle w:val="libNormal"/>
      </w:pPr>
      <w:r>
        <w:t>kubur beliau untuk berjabat tangan dengan asy-</w:t>
      </w:r>
    </w:p>
    <w:p w:rsidR="008A71CA" w:rsidRDefault="008A71CA" w:rsidP="008A71CA">
      <w:pPr>
        <w:pStyle w:val="libNormal"/>
      </w:pPr>
      <w:r>
        <w:t>Syaikh Ahmad Ar-Rifa'i</w:t>
      </w:r>
      <w:r w:rsidR="00284283">
        <w:t>.</w:t>
      </w:r>
    </w:p>
    <w:p w:rsidR="008A71CA" w:rsidRDefault="008A71CA" w:rsidP="008A71CA">
      <w:pPr>
        <w:pStyle w:val="libNormal"/>
      </w:pPr>
      <w:r>
        <w:t>- Hidayah dan keselamatan hanya bisa diraih dengan</w:t>
      </w:r>
    </w:p>
    <w:p w:rsidR="008A71CA" w:rsidRDefault="008A71CA" w:rsidP="008A71CA">
      <w:pPr>
        <w:pStyle w:val="libNormal"/>
      </w:pPr>
      <w:r>
        <w:t>mengikuti tarekat Rasyid Ahmad al-Kanhuhi</w:t>
      </w:r>
      <w:r w:rsidR="00284283">
        <w:t>.</w:t>
      </w:r>
    </w:p>
    <w:p w:rsidR="00663D30" w:rsidRDefault="00663D30" w:rsidP="00663D30">
      <w:pPr>
        <w:pStyle w:val="libNormal"/>
      </w:pPr>
      <w:r>
        <w:t>- Sikap fanatis yang berlebihan terhadap orang-orang</w:t>
      </w:r>
    </w:p>
    <w:p w:rsidR="00663D30" w:rsidRDefault="00663D30" w:rsidP="00663D30">
      <w:pPr>
        <w:pStyle w:val="libNormal"/>
      </w:pPr>
      <w:r>
        <w:t>shaleh dan berkeyakinan bahwa mereka mengetahui</w:t>
      </w:r>
    </w:p>
    <w:p w:rsidR="00663D30" w:rsidRDefault="00663D30" w:rsidP="00663D30">
      <w:pPr>
        <w:pStyle w:val="libNormal"/>
      </w:pPr>
      <w:r>
        <w:t>ilmu gaib.</w:t>
      </w:r>
    </w:p>
    <w:p w:rsidR="00663D30" w:rsidRDefault="00663D30" w:rsidP="00663D30">
      <w:pPr>
        <w:pStyle w:val="libNormal"/>
      </w:pPr>
      <w:r>
        <w:t>- Keharusan untuk bertaqlid.</w:t>
      </w:r>
    </w:p>
    <w:p w:rsidR="00FD222E" w:rsidRPr="00FD222E" w:rsidRDefault="00FD222E">
      <w:r>
        <w:br w:type="page"/>
      </w:r>
    </w:p>
    <w:p w:rsidR="00663D30" w:rsidRDefault="00663D30" w:rsidP="00FD222E">
      <w:pPr>
        <w:pStyle w:val="Heading1"/>
      </w:pPr>
      <w:bookmarkStart w:id="32" w:name="_Toc426282753"/>
      <w:r>
        <w:lastRenderedPageBreak/>
        <w:t>d. Kelompok-Kelompok Islam di Indonesia</w:t>
      </w:r>
      <w:bookmarkEnd w:id="32"/>
    </w:p>
    <w:p w:rsidR="00FD222E" w:rsidRDefault="00FD222E" w:rsidP="00663D30">
      <w:pPr>
        <w:pStyle w:val="libNormal"/>
      </w:pPr>
    </w:p>
    <w:p w:rsidR="00663D30" w:rsidRDefault="00663D30" w:rsidP="00663D30">
      <w:pPr>
        <w:pStyle w:val="libNormal"/>
      </w:pPr>
      <w:r>
        <w:t>Dalam pembahasan kali ini kami menggunakan nama</w:t>
      </w:r>
    </w:p>
    <w:p w:rsidR="00663D30" w:rsidRDefault="00663D30" w:rsidP="00663D30">
      <w:pPr>
        <w:pStyle w:val="libNormal"/>
      </w:pPr>
      <w:r>
        <w:t>kelompok Islam untuk membedakannya dengan aliran Islam,</w:t>
      </w:r>
    </w:p>
    <w:p w:rsidR="00663D30" w:rsidRDefault="00663D30" w:rsidP="00663D30">
      <w:pPr>
        <w:pStyle w:val="libNormal"/>
      </w:pPr>
      <w:r>
        <w:t>karena sebagian dari kelompok Islam ini merupakan suatu</w:t>
      </w:r>
    </w:p>
    <w:p w:rsidR="00663D30" w:rsidRDefault="00663D30" w:rsidP="00663D30">
      <w:pPr>
        <w:pStyle w:val="libNormal"/>
      </w:pPr>
      <w:r>
        <w:t>organisasi yang mengikuti salah satu aliran di atas. Tetapi</w:t>
      </w:r>
    </w:p>
    <w:p w:rsidR="00663D30" w:rsidRDefault="00663D30" w:rsidP="00663D30">
      <w:pPr>
        <w:pStyle w:val="libNormal"/>
      </w:pPr>
      <w:r>
        <w:t>karena banyaknya organisasi dan kelompok Islam di</w:t>
      </w:r>
    </w:p>
    <w:p w:rsidR="00663D30" w:rsidRDefault="00663D30" w:rsidP="00663D30">
      <w:pPr>
        <w:pStyle w:val="libNormal"/>
      </w:pPr>
      <w:r>
        <w:t>Indonesia kami hanya menyebutkan sebagian saja dari</w:t>
      </w:r>
    </w:p>
    <w:p w:rsidR="00663D30" w:rsidRDefault="00663D30" w:rsidP="00663D30">
      <w:pPr>
        <w:pStyle w:val="libNormal"/>
      </w:pPr>
      <w:r>
        <w:t>mereka.</w:t>
      </w:r>
    </w:p>
    <w:p w:rsidR="00AB760F" w:rsidRDefault="00AB760F" w:rsidP="00663D30">
      <w:pPr>
        <w:pStyle w:val="libNormal"/>
      </w:pPr>
    </w:p>
    <w:p w:rsidR="00AB760F" w:rsidRDefault="00AB760F" w:rsidP="00663D30">
      <w:pPr>
        <w:pStyle w:val="libNormal"/>
      </w:pPr>
    </w:p>
    <w:p w:rsidR="00663D30" w:rsidRDefault="00663D30" w:rsidP="00AB760F">
      <w:pPr>
        <w:pStyle w:val="Heading2"/>
      </w:pPr>
      <w:bookmarkStart w:id="33" w:name="_Toc426282754"/>
      <w:r>
        <w:t>1. Muhammadiyyah</w:t>
      </w:r>
      <w:bookmarkEnd w:id="33"/>
    </w:p>
    <w:p w:rsidR="00AB760F" w:rsidRDefault="00AB760F" w:rsidP="00663D30">
      <w:pPr>
        <w:pStyle w:val="libNormal"/>
      </w:pPr>
    </w:p>
    <w:p w:rsidR="00663D30" w:rsidRDefault="00663D30" w:rsidP="00663D30">
      <w:pPr>
        <w:pStyle w:val="libNormal"/>
      </w:pPr>
      <w:r>
        <w:t>Pemimpin : K.H. Achmad Dahlan (nama asli:</w:t>
      </w:r>
    </w:p>
    <w:p w:rsidR="00663D30" w:rsidRDefault="00663D30" w:rsidP="00663D30">
      <w:pPr>
        <w:pStyle w:val="libNormal"/>
      </w:pPr>
      <w:r>
        <w:t>Muhammad Darwis,1868-1923 M)</w:t>
      </w:r>
      <w:r w:rsidR="00BA0B7D">
        <w:t>.</w:t>
      </w:r>
    </w:p>
    <w:p w:rsidR="00663D30" w:rsidRDefault="00663D30" w:rsidP="00663D30">
      <w:pPr>
        <w:pStyle w:val="libNormal"/>
      </w:pPr>
      <w:r>
        <w:t>Pemimpin sekarang : Prof. Dr. H. M. Din Syamsuddin</w:t>
      </w:r>
    </w:p>
    <w:p w:rsidR="00663D30" w:rsidRDefault="00663D30" w:rsidP="00663D30">
      <w:pPr>
        <w:pStyle w:val="libNormal"/>
      </w:pPr>
      <w:r>
        <w:t>MA</w:t>
      </w:r>
    </w:p>
    <w:p w:rsidR="00663D30" w:rsidRDefault="00663D30" w:rsidP="00663D30">
      <w:pPr>
        <w:pStyle w:val="libNormal"/>
      </w:pPr>
      <w:r>
        <w:t>Aktif mulai :</w:t>
      </w:r>
      <w:r w:rsidR="00BA0B7D">
        <w:t>.</w:t>
      </w:r>
      <w:r>
        <w:t xml:space="preserve"> 1912</w:t>
      </w:r>
      <w:r w:rsidR="00BA0B7D">
        <w:t>.</w:t>
      </w:r>
    </w:p>
    <w:p w:rsidR="00BA0B7D" w:rsidRDefault="00BA0B7D" w:rsidP="00663D30">
      <w:pPr>
        <w:pStyle w:val="libNormal"/>
      </w:pPr>
    </w:p>
    <w:p w:rsidR="00663D30" w:rsidRDefault="00663D30" w:rsidP="00BA0B7D">
      <w:pPr>
        <w:pStyle w:val="Heading3"/>
      </w:pPr>
      <w:bookmarkStart w:id="34" w:name="_Toc426282755"/>
      <w:r>
        <w:t>Pendapat :</w:t>
      </w:r>
      <w:bookmarkEnd w:id="34"/>
    </w:p>
    <w:p w:rsidR="00BA0B7D" w:rsidRDefault="00BA0B7D" w:rsidP="00663D30">
      <w:pPr>
        <w:pStyle w:val="libNormal"/>
      </w:pPr>
    </w:p>
    <w:p w:rsidR="00663D30" w:rsidRDefault="00663D30" w:rsidP="00663D30">
      <w:pPr>
        <w:pStyle w:val="libNormal"/>
      </w:pPr>
      <w:r>
        <w:t>- Mengembalikan umat Islam pada agama Islam</w:t>
      </w:r>
    </w:p>
    <w:p w:rsidR="00663D30" w:rsidRDefault="00663D30" w:rsidP="00663D30">
      <w:pPr>
        <w:pStyle w:val="libNormal"/>
      </w:pPr>
      <w:r>
        <w:t>yang sebenarnya yaitu kembali pada Al-Quran dan</w:t>
      </w:r>
    </w:p>
    <w:p w:rsidR="00663D30" w:rsidRDefault="00663D30" w:rsidP="00663D30">
      <w:pPr>
        <w:pStyle w:val="libNormal"/>
      </w:pPr>
      <w:r>
        <w:t>Hadits</w:t>
      </w:r>
      <w:r w:rsidR="00BA0B7D">
        <w:t>.</w:t>
      </w:r>
    </w:p>
    <w:p w:rsidR="00663D30" w:rsidRDefault="00663D30" w:rsidP="00663D30">
      <w:pPr>
        <w:pStyle w:val="libNormal"/>
      </w:pPr>
      <w:r>
        <w:t>- Mengikis habis bid'ah, kufarat, takhayul, dan</w:t>
      </w:r>
    </w:p>
    <w:p w:rsidR="00663D30" w:rsidRDefault="00BA0B7D" w:rsidP="00663D30">
      <w:pPr>
        <w:pStyle w:val="libNormal"/>
      </w:pPr>
      <w:r>
        <w:t>K</w:t>
      </w:r>
      <w:r w:rsidR="00663D30">
        <w:t>lenik</w:t>
      </w:r>
      <w:r>
        <w:t>.</w:t>
      </w:r>
    </w:p>
    <w:p w:rsidR="00663D30" w:rsidRDefault="00663D30" w:rsidP="00663D30">
      <w:pPr>
        <w:pStyle w:val="libNormal"/>
      </w:pPr>
      <w:r>
        <w:t>- Membuka pintu ijtihad dan membunuh taqlid yang</w:t>
      </w:r>
    </w:p>
    <w:p w:rsidR="00663D30" w:rsidRDefault="00663D30" w:rsidP="00663D30">
      <w:pPr>
        <w:pStyle w:val="libNormal"/>
      </w:pPr>
      <w:r>
        <w:t>membabi buta</w:t>
      </w:r>
      <w:r w:rsidR="00BA0B7D">
        <w:t>.</w:t>
      </w:r>
    </w:p>
    <w:p w:rsidR="00BA0B7D" w:rsidRDefault="00BA0B7D" w:rsidP="00663D30">
      <w:pPr>
        <w:pStyle w:val="libNormal"/>
      </w:pPr>
    </w:p>
    <w:p w:rsidR="00BA0B7D" w:rsidRDefault="00BA0B7D" w:rsidP="00663D30">
      <w:pPr>
        <w:pStyle w:val="libNormal"/>
      </w:pPr>
    </w:p>
    <w:p w:rsidR="00663D30" w:rsidRDefault="00663D30" w:rsidP="00BA0B7D">
      <w:pPr>
        <w:pStyle w:val="Heading2"/>
      </w:pPr>
      <w:bookmarkStart w:id="35" w:name="_Toc426282756"/>
      <w:r>
        <w:lastRenderedPageBreak/>
        <w:t>2. Nahdatul Ulama (NU)</w:t>
      </w:r>
      <w:bookmarkEnd w:id="35"/>
    </w:p>
    <w:p w:rsidR="00BA0B7D" w:rsidRDefault="00BA0B7D" w:rsidP="00663D30">
      <w:pPr>
        <w:pStyle w:val="libNormal"/>
      </w:pPr>
    </w:p>
    <w:p w:rsidR="00663D30" w:rsidRDefault="00663D30" w:rsidP="00663D30">
      <w:pPr>
        <w:pStyle w:val="libNormal"/>
      </w:pPr>
      <w:r>
        <w:t>Pemimpin : K. H. Hasyim Asy'ariy (1947 M)</w:t>
      </w:r>
      <w:r w:rsidR="00BA0B7D">
        <w:t>.</w:t>
      </w:r>
    </w:p>
    <w:p w:rsidR="00663D30" w:rsidRDefault="00663D30" w:rsidP="00663D30">
      <w:pPr>
        <w:pStyle w:val="libNormal"/>
      </w:pPr>
      <w:r>
        <w:t>Aktif sejak : 31 Januari 1926</w:t>
      </w:r>
      <w:r w:rsidR="00BA0B7D">
        <w:t>.</w:t>
      </w:r>
    </w:p>
    <w:p w:rsidR="006453A2" w:rsidRDefault="00663D30" w:rsidP="00663D30">
      <w:pPr>
        <w:pStyle w:val="libNormal"/>
      </w:pPr>
      <w:r>
        <w:t>Pemimpin sekarang : K.H. Hasyim Muzadi</w:t>
      </w:r>
      <w:r w:rsidR="00BA0B7D">
        <w:t>.</w:t>
      </w:r>
    </w:p>
    <w:p w:rsidR="004B332D" w:rsidRDefault="004B332D" w:rsidP="004B332D">
      <w:pPr>
        <w:pStyle w:val="libNormal"/>
      </w:pPr>
    </w:p>
    <w:p w:rsidR="004B332D" w:rsidRDefault="004B332D" w:rsidP="004B332D">
      <w:pPr>
        <w:pStyle w:val="Heading3"/>
      </w:pPr>
      <w:bookmarkStart w:id="36" w:name="_Toc426282757"/>
      <w:r>
        <w:t>Pendapat :</w:t>
      </w:r>
      <w:bookmarkEnd w:id="36"/>
    </w:p>
    <w:p w:rsidR="004B332D" w:rsidRDefault="004B332D" w:rsidP="004B332D">
      <w:pPr>
        <w:pStyle w:val="libNormal"/>
      </w:pPr>
    </w:p>
    <w:p w:rsidR="004B332D" w:rsidRDefault="004B332D" w:rsidP="004B332D">
      <w:pPr>
        <w:pStyle w:val="libNormal"/>
      </w:pPr>
      <w:r>
        <w:t>- Mempertahankan dan mengembangkan paham Ahlus</w:t>
      </w:r>
    </w:p>
    <w:p w:rsidR="004B332D" w:rsidRDefault="004B332D" w:rsidP="004B332D">
      <w:pPr>
        <w:pStyle w:val="libNormal"/>
      </w:pPr>
      <w:r>
        <w:t>Sunnah di Indonesia.</w:t>
      </w:r>
    </w:p>
    <w:p w:rsidR="004B332D" w:rsidRDefault="004B332D" w:rsidP="004B332D">
      <w:pPr>
        <w:pStyle w:val="libNormal"/>
      </w:pPr>
      <w:r>
        <w:t>- Menegakkan syariat Islam menurut haluan Ahlus</w:t>
      </w:r>
    </w:p>
    <w:p w:rsidR="004B332D" w:rsidRDefault="004B332D" w:rsidP="004B332D">
      <w:pPr>
        <w:pStyle w:val="libNormal"/>
      </w:pPr>
      <w:r>
        <w:t>Sunnah wal Jama'ah, dalam hal ini 4 Madzhab</w:t>
      </w:r>
    </w:p>
    <w:p w:rsidR="004B332D" w:rsidRDefault="004B332D" w:rsidP="004B332D">
      <w:pPr>
        <w:pStyle w:val="libNormal"/>
      </w:pPr>
      <w:r>
        <w:t>terbesar : Hanafi, Maliki, Syafi'i dan Hanbali.</w:t>
      </w:r>
    </w:p>
    <w:p w:rsidR="004B332D" w:rsidRDefault="004B332D" w:rsidP="004B332D">
      <w:pPr>
        <w:pStyle w:val="libNormal"/>
      </w:pPr>
      <w:r>
        <w:t>- Dalam tasawuf mengikuti paham Abul Qasim</w:t>
      </w:r>
    </w:p>
    <w:p w:rsidR="004B332D" w:rsidRDefault="004B332D" w:rsidP="004B332D">
      <w:pPr>
        <w:pStyle w:val="libNormal"/>
      </w:pPr>
      <w:r>
        <w:t>Junaidi Al-Bagdadiy.</w:t>
      </w:r>
    </w:p>
    <w:p w:rsidR="004B332D" w:rsidRDefault="004B332D" w:rsidP="004B332D">
      <w:pPr>
        <w:pStyle w:val="libNormal"/>
      </w:pPr>
    </w:p>
    <w:p w:rsidR="004B332D" w:rsidRDefault="004B332D" w:rsidP="004B332D">
      <w:pPr>
        <w:pStyle w:val="libNormal"/>
      </w:pPr>
    </w:p>
    <w:p w:rsidR="004B332D" w:rsidRDefault="004B332D" w:rsidP="004B332D">
      <w:pPr>
        <w:pStyle w:val="Heading2"/>
      </w:pPr>
      <w:bookmarkStart w:id="37" w:name="_Toc426282758"/>
      <w:r>
        <w:t>3. Syi'ah</w:t>
      </w:r>
      <w:bookmarkEnd w:id="37"/>
    </w:p>
    <w:p w:rsidR="004B332D" w:rsidRDefault="004B332D" w:rsidP="004B332D">
      <w:pPr>
        <w:pStyle w:val="libNormal"/>
      </w:pPr>
    </w:p>
    <w:p w:rsidR="004B332D" w:rsidRDefault="004B332D" w:rsidP="004B332D">
      <w:pPr>
        <w:pStyle w:val="libNormal"/>
      </w:pPr>
      <w:r>
        <w:t>Aliran Syi'ah yang berkembang di Indonesia adalah</w:t>
      </w:r>
    </w:p>
    <w:p w:rsidR="004B332D" w:rsidRDefault="004B332D" w:rsidP="004B332D">
      <w:pPr>
        <w:pStyle w:val="libNormal"/>
      </w:pPr>
      <w:r>
        <w:t>Syi'ah Itsna 'Asyariyyah (Imamiyyah), dan mempunyai</w:t>
      </w:r>
    </w:p>
    <w:p w:rsidR="004B332D" w:rsidRDefault="004B332D" w:rsidP="004B332D">
      <w:pPr>
        <w:pStyle w:val="libNormal"/>
      </w:pPr>
      <w:r>
        <w:t>pengikut puluhan ribu dibawah bendera IJABI (Ikatan</w:t>
      </w:r>
    </w:p>
    <w:p w:rsidR="004B332D" w:rsidRDefault="004B332D" w:rsidP="004B332D">
      <w:pPr>
        <w:pStyle w:val="libNormal"/>
      </w:pPr>
      <w:r>
        <w:t>Jamaah Ahlul Bait Indonesia) yang berpusat di Jakarta.</w:t>
      </w:r>
    </w:p>
    <w:p w:rsidR="004B332D" w:rsidRDefault="004B332D" w:rsidP="004B332D">
      <w:pPr>
        <w:pStyle w:val="libNormal"/>
      </w:pPr>
      <w:r>
        <w:t>Menurut M. Yunus Jamil dan A. Hasymi kerajaan Islam</w:t>
      </w:r>
    </w:p>
    <w:p w:rsidR="004B332D" w:rsidRDefault="004B332D" w:rsidP="004B332D">
      <w:pPr>
        <w:pStyle w:val="libNormal"/>
      </w:pPr>
      <w:r>
        <w:t>yang pertama berdiri di Nusantara adalah kerajaan</w:t>
      </w:r>
    </w:p>
    <w:p w:rsidR="004B332D" w:rsidRDefault="004B332D" w:rsidP="004B332D">
      <w:pPr>
        <w:pStyle w:val="libNormal"/>
      </w:pPr>
      <w:r>
        <w:t>Peureulak (Perlak) yang konon didirikan pada</w:t>
      </w:r>
    </w:p>
    <w:p w:rsidR="004B332D" w:rsidRDefault="004B332D" w:rsidP="004B332D">
      <w:pPr>
        <w:pStyle w:val="libNormal"/>
      </w:pPr>
      <w:r>
        <w:t>225H/845M. Pendiri kerajaan ini adalah para pelautpedagang</w:t>
      </w:r>
    </w:p>
    <w:p w:rsidR="004B332D" w:rsidRDefault="004B332D" w:rsidP="004B332D">
      <w:pPr>
        <w:pStyle w:val="libNormal"/>
      </w:pPr>
      <w:r>
        <w:t>muslim asal Persia, Arab dan Gujarat yang</w:t>
      </w:r>
    </w:p>
    <w:p w:rsidR="004B332D" w:rsidRDefault="004B332D" w:rsidP="004B332D">
      <w:pPr>
        <w:pStyle w:val="libNormal"/>
      </w:pPr>
      <w:r>
        <w:t>mula-mula datang untuk mengislamkan penduduk</w:t>
      </w:r>
    </w:p>
    <w:p w:rsidR="004B332D" w:rsidRDefault="004B332D" w:rsidP="004B332D">
      <w:pPr>
        <w:pStyle w:val="libNormal"/>
      </w:pPr>
      <w:r>
        <w:t>setempat. Belakangan mereka mengangkat seorang</w:t>
      </w:r>
    </w:p>
    <w:p w:rsidR="004B332D" w:rsidRDefault="004B332D" w:rsidP="004B332D">
      <w:pPr>
        <w:pStyle w:val="libNormal"/>
      </w:pPr>
      <w:r>
        <w:t>Sayyid Mawlana Abd a-Aziz Syah, keturunan Arab-</w:t>
      </w:r>
    </w:p>
    <w:p w:rsidR="004B332D" w:rsidRDefault="004B332D" w:rsidP="004B332D">
      <w:pPr>
        <w:pStyle w:val="libNormal"/>
      </w:pPr>
      <w:r>
        <w:t>Quraisy, yang menganut paham politik Syi'ah, sebagai</w:t>
      </w:r>
    </w:p>
    <w:p w:rsidR="004B332D" w:rsidRDefault="004B332D" w:rsidP="004B332D">
      <w:pPr>
        <w:pStyle w:val="libNormal"/>
      </w:pPr>
      <w:r>
        <w:lastRenderedPageBreak/>
        <w:t>sultan Perlak 11.</w:t>
      </w:r>
      <w:r w:rsidRPr="004B332D">
        <w:rPr>
          <w:rStyle w:val="libFootnotenumChar"/>
        </w:rPr>
        <w:footnoteReference w:id="17"/>
      </w:r>
    </w:p>
    <w:p w:rsidR="004B332D" w:rsidRDefault="004B332D" w:rsidP="004B332D">
      <w:pPr>
        <w:pStyle w:val="libNormal"/>
      </w:pPr>
      <w:r>
        <w:t>Dalam salah satu wawancara Prof. Dr. K.H. Quraish</w:t>
      </w:r>
    </w:p>
    <w:p w:rsidR="004B332D" w:rsidRDefault="004B332D" w:rsidP="004B332D">
      <w:pPr>
        <w:pStyle w:val="libNormal"/>
      </w:pPr>
      <w:r>
        <w:t>Syihab menyatakan MUI menganggap bahwa Syiah</w:t>
      </w:r>
    </w:p>
    <w:p w:rsidR="004B332D" w:rsidRDefault="004B332D" w:rsidP="004B332D">
      <w:pPr>
        <w:pStyle w:val="libNormal"/>
      </w:pPr>
      <w:r>
        <w:t>adalah termasuk salah satu mazhab yang benar</w:t>
      </w:r>
    </w:p>
    <w:p w:rsidR="004B332D" w:rsidRDefault="004B332D" w:rsidP="004B332D">
      <w:pPr>
        <w:pStyle w:val="libNormal"/>
      </w:pPr>
      <w:r>
        <w:t>sebagaimana yang diakui oleh Rabithah Alam Islamy dan</w:t>
      </w:r>
    </w:p>
    <w:p w:rsidR="004B332D" w:rsidRDefault="004B332D" w:rsidP="004B332D">
      <w:pPr>
        <w:pStyle w:val="libNormal"/>
      </w:pPr>
      <w:r>
        <w:t>itu diakui oleh Al-Azhar. Bukti konkretnya, jamaah haji</w:t>
      </w:r>
    </w:p>
    <w:p w:rsidR="004B332D" w:rsidRDefault="004B332D" w:rsidP="004B332D">
      <w:pPr>
        <w:pStyle w:val="libNormal"/>
      </w:pPr>
      <w:r>
        <w:t>Syiah boleh masuk ke Masjidil Haram. Kalau mereka</w:t>
      </w:r>
    </w:p>
    <w:p w:rsidR="00BA0B7D" w:rsidRDefault="004B332D" w:rsidP="004B332D">
      <w:pPr>
        <w:pStyle w:val="libNormal"/>
      </w:pPr>
      <w:r>
        <w:t>memang sesat, seharusnya tidak boleh masuk.</w:t>
      </w:r>
      <w:r w:rsidRPr="004B332D">
        <w:rPr>
          <w:rStyle w:val="libFootnotenumChar"/>
        </w:rPr>
        <w:footnoteReference w:id="18"/>
      </w:r>
    </w:p>
    <w:p w:rsidR="00A61557" w:rsidRDefault="00A61557" w:rsidP="00A61557">
      <w:pPr>
        <w:pStyle w:val="libNormal"/>
      </w:pPr>
      <w:r>
        <w:t>Mungkin yang dimaksud adalah Syi'ah Zaidiyah karena</w:t>
      </w:r>
    </w:p>
    <w:p w:rsidR="00A61557" w:rsidRDefault="00A61557" w:rsidP="00A61557">
      <w:pPr>
        <w:pStyle w:val="libNormal"/>
      </w:pPr>
      <w:r>
        <w:t>ulama-ulamanya seperti Asy-Syaukaniy dan Ash-</w:t>
      </w:r>
    </w:p>
    <w:p w:rsidR="00A61557" w:rsidRDefault="00A61557" w:rsidP="00A61557">
      <w:pPr>
        <w:pStyle w:val="libNormal"/>
      </w:pPr>
      <w:r>
        <w:t>Shan'aniy diakui sebagai Ahlus Sunnah wal Jama'ah,</w:t>
      </w:r>
    </w:p>
    <w:p w:rsidR="00A61557" w:rsidRDefault="00A61557" w:rsidP="00A61557">
      <w:pPr>
        <w:pStyle w:val="libNormal"/>
      </w:pPr>
      <w:r>
        <w:t>bukan Syiah Imamiyyah karena banyak pendapat mereka</w:t>
      </w:r>
    </w:p>
    <w:p w:rsidR="00A61557" w:rsidRDefault="00A61557" w:rsidP="00A61557">
      <w:pPr>
        <w:pStyle w:val="libNormal"/>
      </w:pPr>
      <w:r>
        <w:t>tidak sesuai dengan Al-Quran dan Sunnah.</w:t>
      </w:r>
    </w:p>
    <w:p w:rsidR="00A61557" w:rsidRDefault="00A61557" w:rsidP="00A61557">
      <w:pPr>
        <w:pStyle w:val="libNormal"/>
      </w:pPr>
    </w:p>
    <w:p w:rsidR="00A61557" w:rsidRDefault="00A61557" w:rsidP="00A61557">
      <w:pPr>
        <w:pStyle w:val="libNormal"/>
      </w:pPr>
    </w:p>
    <w:p w:rsidR="00A61557" w:rsidRDefault="00A61557" w:rsidP="00A61557">
      <w:pPr>
        <w:pStyle w:val="Heading2"/>
      </w:pPr>
      <w:bookmarkStart w:id="38" w:name="_Toc426282759"/>
      <w:r>
        <w:t>4. Jama'ah Tabligh</w:t>
      </w:r>
      <w:bookmarkEnd w:id="38"/>
    </w:p>
    <w:p w:rsidR="00A61557" w:rsidRDefault="00A61557" w:rsidP="00A61557">
      <w:pPr>
        <w:pStyle w:val="libNormal"/>
      </w:pPr>
    </w:p>
    <w:p w:rsidR="00A61557" w:rsidRDefault="00A61557" w:rsidP="00A61557">
      <w:pPr>
        <w:pStyle w:val="libNormal"/>
      </w:pPr>
      <w:r>
        <w:t>Jama'ah Tabligh Di Indosesia berkembang sejak l952,</w:t>
      </w:r>
    </w:p>
    <w:p w:rsidR="00A61557" w:rsidRDefault="00A61557" w:rsidP="00A61557">
      <w:pPr>
        <w:pStyle w:val="libNormal"/>
      </w:pPr>
      <w:r>
        <w:t>dibawa oleh rombongan dari India yang dipimpin oleh</w:t>
      </w:r>
    </w:p>
    <w:p w:rsidR="00A61557" w:rsidRDefault="00A61557" w:rsidP="00A61557">
      <w:pPr>
        <w:pStyle w:val="libNormal"/>
      </w:pPr>
      <w:r>
        <w:t>Miaji Isa. Tapi gerakan ini mulai marak pada awal 1970-an. Mereka menjadikan masjid sebagai pusat</w:t>
      </w:r>
    </w:p>
    <w:p w:rsidR="00A61557" w:rsidRDefault="00A61557" w:rsidP="00A61557">
      <w:pPr>
        <w:pStyle w:val="libNormal"/>
      </w:pPr>
      <w:r>
        <w:t>aktivitasnya. Tak jelas berapa jumlah mereka, karena</w:t>
      </w:r>
    </w:p>
    <w:p w:rsidR="00A61557" w:rsidRDefault="00A61557" w:rsidP="00A61557">
      <w:pPr>
        <w:pStyle w:val="libNormal"/>
      </w:pPr>
      <w:r>
        <w:t>secara statistik memang susah dihitung. Tetapi yang</w:t>
      </w:r>
    </w:p>
    <w:p w:rsidR="00A61557" w:rsidRDefault="00A61557" w:rsidP="00A61557">
      <w:pPr>
        <w:pStyle w:val="libNormal"/>
      </w:pPr>
      <w:r>
        <w:t>jelas, mereka ada di mana-mana di seluruh penjuru</w:t>
      </w:r>
    </w:p>
    <w:p w:rsidR="00A61557" w:rsidRDefault="00DB4FC1" w:rsidP="00A61557">
      <w:pPr>
        <w:pStyle w:val="libNormal"/>
      </w:pPr>
      <w:r>
        <w:t>Nusantara.</w:t>
      </w:r>
      <w:r w:rsidRPr="00DB4FC1">
        <w:rPr>
          <w:rStyle w:val="libFootnotenumChar"/>
        </w:rPr>
        <w:footnoteReference w:id="19"/>
      </w:r>
    </w:p>
    <w:p w:rsidR="00DB4FC1" w:rsidRDefault="00DB4FC1" w:rsidP="00A61557">
      <w:pPr>
        <w:pStyle w:val="libNormal"/>
      </w:pPr>
    </w:p>
    <w:p w:rsidR="00DB4FC1" w:rsidRDefault="00DB4FC1" w:rsidP="00A61557">
      <w:pPr>
        <w:pStyle w:val="libNormal"/>
      </w:pPr>
    </w:p>
    <w:p w:rsidR="00A61557" w:rsidRDefault="00A61557" w:rsidP="00DB4FC1">
      <w:pPr>
        <w:pStyle w:val="Heading2"/>
      </w:pPr>
      <w:bookmarkStart w:id="39" w:name="_Toc426282760"/>
      <w:r>
        <w:lastRenderedPageBreak/>
        <w:t>5. Majlis Tafsir Al-Quran</w:t>
      </w:r>
      <w:bookmarkEnd w:id="39"/>
    </w:p>
    <w:p w:rsidR="00DB4FC1" w:rsidRDefault="00DB4FC1" w:rsidP="00A61557">
      <w:pPr>
        <w:pStyle w:val="libNormal"/>
      </w:pPr>
    </w:p>
    <w:p w:rsidR="00A61557" w:rsidRDefault="00A61557" w:rsidP="00A61557">
      <w:pPr>
        <w:pStyle w:val="libNormal"/>
      </w:pPr>
      <w:r>
        <w:t>Pendiri : Abdullah Toufel Saputra</w:t>
      </w:r>
    </w:p>
    <w:p w:rsidR="00A61557" w:rsidRDefault="00A61557" w:rsidP="00A61557">
      <w:pPr>
        <w:pStyle w:val="libNormal"/>
      </w:pPr>
      <w:r>
        <w:t>Aktif : 19 September 1972.</w:t>
      </w:r>
    </w:p>
    <w:p w:rsidR="00A61557" w:rsidRDefault="00A61557" w:rsidP="00A61557">
      <w:pPr>
        <w:pStyle w:val="libNormal"/>
      </w:pPr>
      <w:r>
        <w:t>Pemimpin sekarang : Drs. Ahmad Sukina.</w:t>
      </w:r>
    </w:p>
    <w:p w:rsidR="00A61557" w:rsidRDefault="00A61557" w:rsidP="00A61557">
      <w:pPr>
        <w:pStyle w:val="libNormal"/>
      </w:pPr>
      <w:r>
        <w:t>Kelompok ini tersebar di Indonesia dan untuk saat ini</w:t>
      </w:r>
    </w:p>
    <w:p w:rsidR="00A61557" w:rsidRDefault="00A61557" w:rsidP="00A61557">
      <w:pPr>
        <w:pStyle w:val="libNormal"/>
      </w:pPr>
      <w:r>
        <w:t>memiliki 130 cabang .</w:t>
      </w:r>
    </w:p>
    <w:p w:rsidR="00087F85" w:rsidRDefault="00087F85" w:rsidP="00A61557">
      <w:pPr>
        <w:pStyle w:val="libNormal"/>
      </w:pPr>
    </w:p>
    <w:p w:rsidR="00087F85" w:rsidRDefault="00A61557" w:rsidP="00087F85">
      <w:pPr>
        <w:pStyle w:val="Heading3"/>
      </w:pPr>
      <w:bookmarkStart w:id="40" w:name="_Toc426282761"/>
      <w:r>
        <w:t>Pendapat :</w:t>
      </w:r>
      <w:bookmarkEnd w:id="40"/>
    </w:p>
    <w:p w:rsidR="00A61557" w:rsidRDefault="00A61557" w:rsidP="00A61557">
      <w:pPr>
        <w:pStyle w:val="libNormal"/>
      </w:pPr>
      <w:r>
        <w:t>- Mengembalikan umat Islam pada Al-Quran dan</w:t>
      </w:r>
    </w:p>
    <w:p w:rsidR="00A61557" w:rsidRDefault="00A61557" w:rsidP="00A61557">
      <w:pPr>
        <w:pStyle w:val="libNormal"/>
      </w:pPr>
      <w:r>
        <w:t>Hadits</w:t>
      </w:r>
      <w:r w:rsidR="00EA74F7">
        <w:t>.</w:t>
      </w:r>
    </w:p>
    <w:p w:rsidR="00A61557" w:rsidRDefault="00A61557" w:rsidP="00A61557">
      <w:pPr>
        <w:pStyle w:val="libNormal"/>
      </w:pPr>
      <w:r>
        <w:t>- Mengikis bid'ah dan khufarat di umat Islam</w:t>
      </w:r>
      <w:r w:rsidR="00EA74F7">
        <w:t>.</w:t>
      </w:r>
    </w:p>
    <w:p w:rsidR="00087F85" w:rsidRDefault="00087F85" w:rsidP="00A61557">
      <w:pPr>
        <w:pStyle w:val="libNormal"/>
      </w:pPr>
    </w:p>
    <w:p w:rsidR="00087F85" w:rsidRDefault="00087F85" w:rsidP="00A61557">
      <w:pPr>
        <w:pStyle w:val="libNormal"/>
      </w:pPr>
    </w:p>
    <w:p w:rsidR="00A61557" w:rsidRDefault="00A61557" w:rsidP="00087F85">
      <w:pPr>
        <w:pStyle w:val="Heading2"/>
      </w:pPr>
      <w:bookmarkStart w:id="41" w:name="_Toc426282762"/>
      <w:r>
        <w:t>6. Front Pembela Islam</w:t>
      </w:r>
      <w:bookmarkEnd w:id="41"/>
    </w:p>
    <w:p w:rsidR="00087F85" w:rsidRDefault="00087F85" w:rsidP="00A61557">
      <w:pPr>
        <w:pStyle w:val="libNormal"/>
      </w:pPr>
    </w:p>
    <w:p w:rsidR="00A61557" w:rsidRDefault="00A61557" w:rsidP="00A61557">
      <w:pPr>
        <w:pStyle w:val="libNormal"/>
      </w:pPr>
      <w:r>
        <w:t>Pemimpin pertama : KH Cecep Bustomi</w:t>
      </w:r>
    </w:p>
    <w:p w:rsidR="00A61557" w:rsidRDefault="00A61557" w:rsidP="00A61557">
      <w:pPr>
        <w:pStyle w:val="libNormal"/>
      </w:pPr>
      <w:r>
        <w:t>Pemimpin sekarang : Habib Rizieq Syihab</w:t>
      </w:r>
    </w:p>
    <w:p w:rsidR="00A61557" w:rsidRDefault="00A61557" w:rsidP="00A61557">
      <w:pPr>
        <w:pStyle w:val="libNormal"/>
      </w:pPr>
      <w:r>
        <w:t>Aktif sejak : 17 Agustus 1998</w:t>
      </w:r>
    </w:p>
    <w:p w:rsidR="00087F85" w:rsidRDefault="00087F85" w:rsidP="00A61557">
      <w:pPr>
        <w:pStyle w:val="libNormal"/>
      </w:pPr>
    </w:p>
    <w:p w:rsidR="00A61557" w:rsidRDefault="00A61557" w:rsidP="00087F85">
      <w:pPr>
        <w:pStyle w:val="Heading3"/>
      </w:pPr>
      <w:bookmarkStart w:id="42" w:name="_Toc426282763"/>
      <w:r>
        <w:t>Pendapat :</w:t>
      </w:r>
      <w:bookmarkEnd w:id="42"/>
    </w:p>
    <w:p w:rsidR="004B332D" w:rsidRDefault="00A61557" w:rsidP="00A61557">
      <w:pPr>
        <w:pStyle w:val="libNormal"/>
      </w:pPr>
      <w:r>
        <w:t>- berakidah ahlussunnah wal jamaah</w:t>
      </w:r>
      <w:r w:rsidR="00BA7780">
        <w:t>.</w:t>
      </w:r>
    </w:p>
    <w:p w:rsidR="00F6147F" w:rsidRDefault="00F6147F" w:rsidP="00F6147F">
      <w:pPr>
        <w:pStyle w:val="libNormal"/>
      </w:pPr>
    </w:p>
    <w:p w:rsidR="00F6147F" w:rsidRDefault="00F6147F" w:rsidP="00F6147F">
      <w:pPr>
        <w:pStyle w:val="libNormal"/>
      </w:pPr>
    </w:p>
    <w:p w:rsidR="00F6147F" w:rsidRDefault="00F6147F" w:rsidP="00F6147F">
      <w:pPr>
        <w:pStyle w:val="Heading2"/>
      </w:pPr>
      <w:bookmarkStart w:id="43" w:name="_Toc426282764"/>
      <w:r>
        <w:t>7. Hizbut Tahrir</w:t>
      </w:r>
      <w:bookmarkEnd w:id="43"/>
    </w:p>
    <w:p w:rsidR="00F6147F" w:rsidRDefault="00F6147F" w:rsidP="00F6147F">
      <w:pPr>
        <w:pStyle w:val="libNormal"/>
      </w:pPr>
    </w:p>
    <w:p w:rsidR="00F6147F" w:rsidRDefault="00F6147F" w:rsidP="00F6147F">
      <w:pPr>
        <w:pStyle w:val="libNormal"/>
      </w:pPr>
      <w:r>
        <w:t>Pendiri : Syekh Taqiyuddin An-Nabhahani</w:t>
      </w:r>
    </w:p>
    <w:p w:rsidR="00F6147F" w:rsidRDefault="00F6147F" w:rsidP="00F6147F">
      <w:pPr>
        <w:pStyle w:val="libNormal"/>
      </w:pPr>
      <w:r>
        <w:t>Berdiri : 1953 di Al-Quds, Jerussalem sebagai partai</w:t>
      </w:r>
    </w:p>
    <w:p w:rsidR="00F6147F" w:rsidRDefault="00F6147F" w:rsidP="00F6147F">
      <w:pPr>
        <w:pStyle w:val="libNormal"/>
      </w:pPr>
      <w:r>
        <w:t>politik Islam</w:t>
      </w:r>
    </w:p>
    <w:p w:rsidR="00F6147F" w:rsidRDefault="00F6147F" w:rsidP="00F6147F">
      <w:pPr>
        <w:pStyle w:val="libNormal"/>
      </w:pPr>
      <w:r>
        <w:t>Pemimpin pertama : Abdurahman Albagdadi</w:t>
      </w:r>
    </w:p>
    <w:p w:rsidR="00F6147F" w:rsidRDefault="00F6147F" w:rsidP="00F6147F">
      <w:pPr>
        <w:pStyle w:val="libNormal"/>
      </w:pPr>
      <w:r>
        <w:t>Aktif sejak : 1982-1983</w:t>
      </w:r>
    </w:p>
    <w:p w:rsidR="009A3E88" w:rsidRDefault="009A3E88" w:rsidP="00F6147F">
      <w:pPr>
        <w:pStyle w:val="libNormal"/>
      </w:pPr>
    </w:p>
    <w:p w:rsidR="00F6147F" w:rsidRDefault="00F6147F" w:rsidP="009A3E88">
      <w:pPr>
        <w:pStyle w:val="Heading3"/>
      </w:pPr>
      <w:bookmarkStart w:id="44" w:name="_Toc426282765"/>
      <w:r>
        <w:t>Pendapat :</w:t>
      </w:r>
      <w:bookmarkEnd w:id="44"/>
    </w:p>
    <w:p w:rsidR="00F6147F" w:rsidRDefault="00F6147F" w:rsidP="00F6147F">
      <w:pPr>
        <w:pStyle w:val="libNormal"/>
      </w:pPr>
      <w:r>
        <w:t>- Menggagas terbentuknya negara Islam sedunia alias</w:t>
      </w:r>
    </w:p>
    <w:p w:rsidR="00F6147F" w:rsidRDefault="00F6147F" w:rsidP="00F6147F">
      <w:pPr>
        <w:pStyle w:val="libNormal"/>
      </w:pPr>
      <w:r>
        <w:lastRenderedPageBreak/>
        <w:t>khilafah islamiyah</w:t>
      </w:r>
      <w:r w:rsidR="009A3E88">
        <w:t>.</w:t>
      </w:r>
    </w:p>
    <w:p w:rsidR="00F6147F" w:rsidRDefault="00F6147F" w:rsidP="00F6147F">
      <w:pPr>
        <w:pStyle w:val="libNormal"/>
      </w:pPr>
      <w:r>
        <w:t>- Demokrasi itu tidak Islami, .karena demokrasi adalah</w:t>
      </w:r>
    </w:p>
    <w:p w:rsidR="00F6147F" w:rsidRDefault="00F6147F" w:rsidP="00F6147F">
      <w:pPr>
        <w:pStyle w:val="libNormal"/>
      </w:pPr>
      <w:r>
        <w:t>kedaulatan itu di tangan rakyat. Implikasinya hak</w:t>
      </w:r>
    </w:p>
    <w:p w:rsidR="00F6147F" w:rsidRDefault="00F6147F" w:rsidP="00F6147F">
      <w:pPr>
        <w:pStyle w:val="libNormal"/>
      </w:pPr>
      <w:r>
        <w:t>membuat hukum ada di tangan rakyat, bukan di</w:t>
      </w:r>
    </w:p>
    <w:p w:rsidR="00F6147F" w:rsidRDefault="00F6147F" w:rsidP="00F6147F">
      <w:pPr>
        <w:pStyle w:val="libNormal"/>
      </w:pPr>
      <w:r>
        <w:t>tangan Allah. Jika demikian. Maka demokrasi itu</w:t>
      </w:r>
    </w:p>
    <w:p w:rsidR="00F6147F" w:rsidRDefault="00F6147F" w:rsidP="00F6147F">
      <w:pPr>
        <w:pStyle w:val="libNormal"/>
      </w:pPr>
      <w:r>
        <w:t>bertentangan dengan Islam yang mengakui hak</w:t>
      </w:r>
    </w:p>
    <w:p w:rsidR="009A3E88" w:rsidRDefault="00F6147F" w:rsidP="009A3E88">
      <w:pPr>
        <w:pStyle w:val="libNormal"/>
      </w:pPr>
      <w:r>
        <w:t>membuat hukum itu hanya milik Allah.</w:t>
      </w:r>
    </w:p>
    <w:p w:rsidR="009A3E88" w:rsidRPr="009A3E88" w:rsidRDefault="009A3E88">
      <w:r>
        <w:br w:type="page"/>
      </w:r>
    </w:p>
    <w:p w:rsidR="00F6147F" w:rsidRDefault="00F6147F" w:rsidP="009A3E88">
      <w:pPr>
        <w:pStyle w:val="Heading1"/>
      </w:pPr>
      <w:bookmarkStart w:id="45" w:name="_Toc426282766"/>
      <w:r>
        <w:lastRenderedPageBreak/>
        <w:t>e. Aliran-aliran yang dianggap sesat di Indonesia</w:t>
      </w:r>
      <w:bookmarkEnd w:id="45"/>
    </w:p>
    <w:p w:rsidR="009A3E88" w:rsidRDefault="009A3E88" w:rsidP="00F6147F">
      <w:pPr>
        <w:pStyle w:val="libNormal"/>
      </w:pPr>
    </w:p>
    <w:p w:rsidR="00F6147F" w:rsidRDefault="00F6147F" w:rsidP="00F6147F">
      <w:pPr>
        <w:pStyle w:val="libNormal"/>
      </w:pPr>
      <w:r>
        <w:t>Sesat yaitu setiap yang menyimpang dari jalan yang dituju</w:t>
      </w:r>
    </w:p>
    <w:p w:rsidR="00F6147F" w:rsidRDefault="00F6147F" w:rsidP="00F6147F">
      <w:pPr>
        <w:pStyle w:val="libNormal"/>
      </w:pPr>
      <w:r>
        <w:t>(yang benar) dan setiap yang berjalan bukan pada jalan yang</w:t>
      </w:r>
    </w:p>
    <w:p w:rsidR="00F6147F" w:rsidRDefault="00F6147F" w:rsidP="00F6147F">
      <w:pPr>
        <w:pStyle w:val="libNormal"/>
      </w:pPr>
      <w:r>
        <w:t>benar, itulah kesesatan.</w:t>
      </w:r>
    </w:p>
    <w:p w:rsidR="00F6147F" w:rsidRDefault="00F6147F" w:rsidP="00F6147F">
      <w:pPr>
        <w:pStyle w:val="libNormal"/>
      </w:pPr>
      <w:r>
        <w:t>Yang dimaksud dengan aliran sesat adalah aliran yang</w:t>
      </w:r>
    </w:p>
    <w:p w:rsidR="00F6147F" w:rsidRDefault="00F6147F" w:rsidP="00F6147F">
      <w:pPr>
        <w:pStyle w:val="libNormal"/>
      </w:pPr>
      <w:r>
        <w:t>menyimpang dari jalan kebenaran yang ditunjukkan oleh</w:t>
      </w:r>
    </w:p>
    <w:p w:rsidR="00F6147F" w:rsidRDefault="00F6147F" w:rsidP="00F6147F">
      <w:pPr>
        <w:pStyle w:val="libNormal"/>
      </w:pPr>
      <w:r>
        <w:t>agama.</w:t>
      </w:r>
    </w:p>
    <w:p w:rsidR="00F6147F" w:rsidRDefault="00F6147F" w:rsidP="00F6147F">
      <w:pPr>
        <w:pStyle w:val="libNormal"/>
      </w:pPr>
      <w:r>
        <w:t>Kebenaran yang dimaksud adalah firman Allah :</w:t>
      </w:r>
    </w:p>
    <w:p w:rsidR="00F6147F" w:rsidRDefault="00F6147F" w:rsidP="00812B83">
      <w:pPr>
        <w:pStyle w:val="libAie"/>
      </w:pPr>
      <w:r>
        <w:t>Dan tidaklah patut bagi laki-laki yang mukmin dan tidak</w:t>
      </w:r>
    </w:p>
    <w:p w:rsidR="00F6147F" w:rsidRDefault="00F6147F" w:rsidP="00812B83">
      <w:pPr>
        <w:pStyle w:val="libAie"/>
      </w:pPr>
      <w:r>
        <w:t>(pula) bagi perempuan yang mukmin, apabila Allah dan</w:t>
      </w:r>
    </w:p>
    <w:p w:rsidR="00F6147F" w:rsidRDefault="00F6147F" w:rsidP="00812B83">
      <w:pPr>
        <w:pStyle w:val="libAie"/>
      </w:pPr>
      <w:r>
        <w:t>Rasul-Nya telah menetapkan suatu ketetapan, akan ada bagi</w:t>
      </w:r>
    </w:p>
    <w:p w:rsidR="00F6147F" w:rsidRDefault="00F6147F" w:rsidP="00812B83">
      <w:pPr>
        <w:pStyle w:val="libAie"/>
      </w:pPr>
      <w:r>
        <w:t>mereka pilihan (yang lain) tentang urusan mereka dan</w:t>
      </w:r>
    </w:p>
    <w:p w:rsidR="00F6147F" w:rsidRDefault="00F6147F" w:rsidP="00812B83">
      <w:pPr>
        <w:pStyle w:val="libAie"/>
      </w:pPr>
      <w:r>
        <w:t>Barangsiapa mendurhakai Allah dan Rasul-Nya maka</w:t>
      </w:r>
    </w:p>
    <w:p w:rsidR="00F6147F" w:rsidRDefault="00F6147F" w:rsidP="00812B83">
      <w:pPr>
        <w:pStyle w:val="libAie"/>
      </w:pPr>
      <w:r>
        <w:t>sungguhlah dia t</w:t>
      </w:r>
      <w:r w:rsidR="00812B83">
        <w:t>elah sesat, sesat yang nyata.</w:t>
      </w:r>
      <w:r w:rsidR="00812B83" w:rsidRPr="00812B83">
        <w:rPr>
          <w:rStyle w:val="libFootnotenumChar"/>
        </w:rPr>
        <w:footnoteReference w:id="20"/>
      </w:r>
    </w:p>
    <w:p w:rsidR="00F6147F" w:rsidRDefault="00F6147F" w:rsidP="00812B83">
      <w:pPr>
        <w:pStyle w:val="libAie"/>
      </w:pPr>
      <w:r>
        <w:t>Dan Barang siapa yang menentang Rasul sesudah jelas</w:t>
      </w:r>
    </w:p>
    <w:p w:rsidR="00F6147F" w:rsidRDefault="00F6147F" w:rsidP="00812B83">
      <w:pPr>
        <w:pStyle w:val="libAie"/>
      </w:pPr>
      <w:r>
        <w:t>kebenaran baginya, dan mengikuti jalan yang bukan jalan</w:t>
      </w:r>
    </w:p>
    <w:p w:rsidR="00BC441E" w:rsidRDefault="00F6147F" w:rsidP="00BC441E">
      <w:pPr>
        <w:pStyle w:val="libAie"/>
      </w:pPr>
      <w:r>
        <w:t>orang-orang mukmin, Kami biarkan ia leluasa terhadap</w:t>
      </w:r>
      <w:r w:rsidR="00812B83">
        <w:t xml:space="preserve"> </w:t>
      </w:r>
      <w:r w:rsidR="00BC441E">
        <w:t>kesesatan yang telah dikuasainya itu dan Kami masukkan ia</w:t>
      </w:r>
    </w:p>
    <w:p w:rsidR="00BC441E" w:rsidRDefault="00BC441E" w:rsidP="00BC441E">
      <w:pPr>
        <w:pStyle w:val="libAie"/>
      </w:pPr>
      <w:r>
        <w:t>ke dalam Jahannam, dan Jahannam itu seburuk-buruk</w:t>
      </w:r>
    </w:p>
    <w:p w:rsidR="00BC441E" w:rsidRDefault="00BC441E" w:rsidP="00BC441E">
      <w:pPr>
        <w:pStyle w:val="libAie"/>
      </w:pPr>
      <w:r>
        <w:t>tempat kembali.</w:t>
      </w:r>
      <w:r w:rsidRPr="00BC441E">
        <w:rPr>
          <w:rStyle w:val="libFootnotenumChar"/>
        </w:rPr>
        <w:footnoteReference w:id="21"/>
      </w:r>
    </w:p>
    <w:p w:rsidR="00BC441E" w:rsidRDefault="00BC441E" w:rsidP="00BC441E">
      <w:pPr>
        <w:pStyle w:val="libNormal"/>
      </w:pPr>
      <w:r>
        <w:lastRenderedPageBreak/>
        <w:t>Dan sabda Rasulullah SAW :</w:t>
      </w:r>
    </w:p>
    <w:p w:rsidR="00BC441E" w:rsidRDefault="00BC441E" w:rsidP="000C1BDB">
      <w:pPr>
        <w:pStyle w:val="libAie"/>
      </w:pPr>
      <w:r>
        <w:t>Aku tinggalkan 2 perkara yang dengannya kamu tidak akan</w:t>
      </w:r>
    </w:p>
    <w:p w:rsidR="00BC441E" w:rsidRDefault="00BC441E" w:rsidP="000C1BDB">
      <w:pPr>
        <w:pStyle w:val="libAie"/>
      </w:pPr>
      <w:r>
        <w:t>terses</w:t>
      </w:r>
      <w:r w:rsidR="000C1BDB">
        <w:t>at : Kitab Allah dan sunnahku.</w:t>
      </w:r>
      <w:r w:rsidR="000C1BDB" w:rsidRPr="000C1BDB">
        <w:rPr>
          <w:rStyle w:val="libFootnotenumChar"/>
        </w:rPr>
        <w:footnoteReference w:id="22"/>
      </w:r>
    </w:p>
    <w:p w:rsidR="00BC441E" w:rsidRDefault="00BC441E" w:rsidP="00BC441E">
      <w:pPr>
        <w:pStyle w:val="libNormal"/>
      </w:pPr>
      <w:r>
        <w:t>Dan beliau bersabda pula:</w:t>
      </w:r>
    </w:p>
    <w:p w:rsidR="00BC441E" w:rsidRDefault="00BC441E" w:rsidP="000C1BDB">
      <w:pPr>
        <w:pStyle w:val="libAie"/>
      </w:pPr>
      <w:r>
        <w:t>Dan sesungguhnya Bani Israil terpecah menjadi 72</w:t>
      </w:r>
    </w:p>
    <w:p w:rsidR="00BC441E" w:rsidRDefault="00BC441E" w:rsidP="000C1BDB">
      <w:pPr>
        <w:pStyle w:val="libAie"/>
      </w:pPr>
      <w:r>
        <w:t>golongan, dan umatku akan terpecah menjadi 73 golongan,</w:t>
      </w:r>
    </w:p>
    <w:p w:rsidR="00BC441E" w:rsidRDefault="00BC441E" w:rsidP="000C1BDB">
      <w:pPr>
        <w:pStyle w:val="libAie"/>
      </w:pPr>
      <w:r>
        <w:t>semuanya berada di neraka kecuali satu golongan. Para</w:t>
      </w:r>
    </w:p>
    <w:p w:rsidR="00BC441E" w:rsidRDefault="00BC441E" w:rsidP="000C1BDB">
      <w:pPr>
        <w:pStyle w:val="libAie"/>
      </w:pPr>
      <w:r>
        <w:t>sahabat pun bertanya : Siapa mereka ya Rasulullah ? Yaitu</w:t>
      </w:r>
    </w:p>
    <w:p w:rsidR="00BC441E" w:rsidRDefault="00BC441E" w:rsidP="000C1BDB">
      <w:pPr>
        <w:pStyle w:val="libAie"/>
      </w:pPr>
      <w:r>
        <w:t>(golongan yang berpegang kepada) perkara yang aku dan</w:t>
      </w:r>
    </w:p>
    <w:p w:rsidR="00BC441E" w:rsidRDefault="00BC441E" w:rsidP="000C1BDB">
      <w:pPr>
        <w:pStyle w:val="libAie"/>
      </w:pPr>
      <w:r>
        <w:t>sahabat-s</w:t>
      </w:r>
      <w:r w:rsidR="000C1BDB">
        <w:t>ahabatku berpegang kepadanya.</w:t>
      </w:r>
      <w:r w:rsidR="000C1BDB" w:rsidRPr="000C1BDB">
        <w:rPr>
          <w:rStyle w:val="libFootnotenumChar"/>
        </w:rPr>
        <w:footnoteReference w:id="23"/>
      </w:r>
    </w:p>
    <w:p w:rsidR="000C1BDB" w:rsidRDefault="000C1BDB" w:rsidP="00BC441E">
      <w:pPr>
        <w:pStyle w:val="libNormal"/>
      </w:pPr>
    </w:p>
    <w:p w:rsidR="00BC441E" w:rsidRDefault="00BC441E" w:rsidP="00BC441E">
      <w:pPr>
        <w:pStyle w:val="libNormal"/>
      </w:pPr>
      <w:r>
        <w:t>Dari firman Allah dan sabda Rasulullah dapat disimpulkan</w:t>
      </w:r>
    </w:p>
    <w:p w:rsidR="00BC441E" w:rsidRDefault="00BC441E" w:rsidP="00BC441E">
      <w:pPr>
        <w:pStyle w:val="libNormal"/>
      </w:pPr>
      <w:r>
        <w:t>bahwa aliran yang sesat itu adalah aliran yang tidak</w:t>
      </w:r>
    </w:p>
    <w:p w:rsidR="00BC441E" w:rsidRDefault="00BC441E" w:rsidP="00BC441E">
      <w:pPr>
        <w:pStyle w:val="libNormal"/>
      </w:pPr>
      <w:r>
        <w:t>mengikuti Al-Quran, Hadits (Sunnah), dan jalan yang</w:t>
      </w:r>
    </w:p>
    <w:p w:rsidR="00BC441E" w:rsidRDefault="00BC441E" w:rsidP="00BC441E">
      <w:pPr>
        <w:pStyle w:val="libNormal"/>
      </w:pPr>
      <w:r>
        <w:t>ditempuh oleh mayoritas umat Islam (Ijmak).</w:t>
      </w:r>
    </w:p>
    <w:p w:rsidR="003B66CF" w:rsidRDefault="003B66CF" w:rsidP="00BC441E">
      <w:pPr>
        <w:pStyle w:val="libNormal"/>
      </w:pPr>
    </w:p>
    <w:p w:rsidR="00BC441E" w:rsidRDefault="00BC441E" w:rsidP="003B66CF">
      <w:pPr>
        <w:pStyle w:val="Heading2"/>
      </w:pPr>
      <w:bookmarkStart w:id="46" w:name="_Toc426282767"/>
      <w:r>
        <w:t>Berikut kriteria aliran sesat yang dikemukakan MUI tahun</w:t>
      </w:r>
      <w:bookmarkEnd w:id="46"/>
    </w:p>
    <w:p w:rsidR="00BC441E" w:rsidRDefault="00BC441E" w:rsidP="003B66CF">
      <w:pPr>
        <w:pStyle w:val="Heading2"/>
      </w:pPr>
      <w:bookmarkStart w:id="47" w:name="_Toc426282768"/>
      <w:r>
        <w:t>2007</w:t>
      </w:r>
      <w:bookmarkEnd w:id="47"/>
    </w:p>
    <w:p w:rsidR="00BC441E" w:rsidRDefault="00BC441E" w:rsidP="00BC441E">
      <w:pPr>
        <w:pStyle w:val="libNormal"/>
      </w:pPr>
      <w:r>
        <w:t>1. Mengingkari salah satu dari rukun iman yang 6.</w:t>
      </w:r>
    </w:p>
    <w:p w:rsidR="00BC441E" w:rsidRDefault="00BC441E" w:rsidP="00BC441E">
      <w:pPr>
        <w:pStyle w:val="libNormal"/>
      </w:pPr>
      <w:r>
        <w:t>2. Meyakini dan atau mengikuti aqidah yang tidak sesuai</w:t>
      </w:r>
    </w:p>
    <w:p w:rsidR="00BC441E" w:rsidRDefault="00BC441E" w:rsidP="00BC441E">
      <w:pPr>
        <w:pStyle w:val="libNormal"/>
      </w:pPr>
      <w:r>
        <w:t>dengan Al-Quran dan sunnah.</w:t>
      </w:r>
    </w:p>
    <w:p w:rsidR="00BC441E" w:rsidRDefault="00BC441E" w:rsidP="00BC441E">
      <w:pPr>
        <w:pStyle w:val="libNormal"/>
      </w:pPr>
      <w:r>
        <w:t>3. Meyakini turunnya wahyu setelah Al-Quran.</w:t>
      </w:r>
    </w:p>
    <w:p w:rsidR="00BC441E" w:rsidRDefault="00BC441E" w:rsidP="00BC441E">
      <w:pPr>
        <w:pStyle w:val="libNormal"/>
      </w:pPr>
      <w:r>
        <w:lastRenderedPageBreak/>
        <w:t>4. Mengingkari otentisitas dan atau kebenaran isi Al-Quran.</w:t>
      </w:r>
    </w:p>
    <w:p w:rsidR="00BC441E" w:rsidRDefault="00BC441E" w:rsidP="00BC441E">
      <w:pPr>
        <w:pStyle w:val="libNormal"/>
      </w:pPr>
      <w:r>
        <w:t>5. Melakukan penafsiran Al-Quran yang tidak berdasarkan</w:t>
      </w:r>
    </w:p>
    <w:p w:rsidR="00BC441E" w:rsidRDefault="00BC441E" w:rsidP="00BC441E">
      <w:pPr>
        <w:pStyle w:val="libNormal"/>
      </w:pPr>
      <w:r>
        <w:t>kaidah-kaidah tafsir.</w:t>
      </w:r>
    </w:p>
    <w:p w:rsidR="00BC441E" w:rsidRDefault="00BC441E" w:rsidP="00BC441E">
      <w:pPr>
        <w:pStyle w:val="libNormal"/>
      </w:pPr>
      <w:r>
        <w:t>6. Mengingkari kedudukan hadis nabi sebagai sumber</w:t>
      </w:r>
    </w:p>
    <w:p w:rsidR="005104F2" w:rsidRDefault="00BC441E" w:rsidP="00BC441E">
      <w:pPr>
        <w:pStyle w:val="libNormal"/>
      </w:pPr>
      <w:r>
        <w:t>ajaran Islam.</w:t>
      </w:r>
    </w:p>
    <w:p w:rsidR="00897C35" w:rsidRDefault="00897C35" w:rsidP="00897C35">
      <w:pPr>
        <w:pStyle w:val="libNormal"/>
      </w:pPr>
      <w:r>
        <w:t>7. Menghina, melecehkan dan atau merendahkan para nabi</w:t>
      </w:r>
    </w:p>
    <w:p w:rsidR="00897C35" w:rsidRDefault="00897C35" w:rsidP="00897C35">
      <w:pPr>
        <w:pStyle w:val="libNormal"/>
      </w:pPr>
      <w:r>
        <w:t>dan rasul.</w:t>
      </w:r>
    </w:p>
    <w:p w:rsidR="00897C35" w:rsidRDefault="00897C35" w:rsidP="00897C35">
      <w:pPr>
        <w:pStyle w:val="libNormal"/>
      </w:pPr>
      <w:r>
        <w:t>8. Mengingkari Nabi Muhammad sebagai nabi dan rasul</w:t>
      </w:r>
    </w:p>
    <w:p w:rsidR="00897C35" w:rsidRDefault="00897C35" w:rsidP="00897C35">
      <w:pPr>
        <w:pStyle w:val="libNormal"/>
      </w:pPr>
      <w:r>
        <w:t>terakhir.</w:t>
      </w:r>
    </w:p>
    <w:p w:rsidR="00897C35" w:rsidRDefault="00897C35" w:rsidP="00897C35">
      <w:pPr>
        <w:pStyle w:val="libNormal"/>
      </w:pPr>
      <w:r>
        <w:t>9. Mengubah, menambah dan atau mengurangi pokokpokok</w:t>
      </w:r>
    </w:p>
    <w:p w:rsidR="00897C35" w:rsidRDefault="00897C35" w:rsidP="00897C35">
      <w:pPr>
        <w:pStyle w:val="libNormal"/>
      </w:pPr>
      <w:r>
        <w:t>ibadah yang telah ditetapkan oleh syariah, seperti</w:t>
      </w:r>
    </w:p>
    <w:p w:rsidR="00897C35" w:rsidRDefault="00897C35" w:rsidP="00897C35">
      <w:pPr>
        <w:pStyle w:val="libNormal"/>
      </w:pPr>
      <w:r>
        <w:t>haji tidak ke baitullah, shalat wajib tidak 5 waktu.</w:t>
      </w:r>
    </w:p>
    <w:p w:rsidR="00897C35" w:rsidRDefault="00897C35" w:rsidP="00897C35">
      <w:pPr>
        <w:pStyle w:val="libNormal"/>
      </w:pPr>
      <w:r>
        <w:t>10. Mengkafirkan sesama muslim tanpa dalil syar'i seperti</w:t>
      </w:r>
    </w:p>
    <w:p w:rsidR="00897C35" w:rsidRDefault="00897C35" w:rsidP="00897C35">
      <w:pPr>
        <w:pStyle w:val="libNormal"/>
      </w:pPr>
      <w:r>
        <w:t>mengkafirkan muslim hanya karena bukan</w:t>
      </w:r>
    </w:p>
    <w:p w:rsidR="00897C35" w:rsidRDefault="00897C35" w:rsidP="00897C35">
      <w:pPr>
        <w:pStyle w:val="libNormal"/>
      </w:pPr>
      <w:r>
        <w:t>kelompoknya.</w:t>
      </w:r>
    </w:p>
    <w:p w:rsidR="00897C35" w:rsidRDefault="00897C35" w:rsidP="00897C35">
      <w:pPr>
        <w:pStyle w:val="libNormal"/>
      </w:pPr>
    </w:p>
    <w:p w:rsidR="00897C35" w:rsidRDefault="00897C35" w:rsidP="00897C35">
      <w:pPr>
        <w:pStyle w:val="libNormal"/>
      </w:pPr>
    </w:p>
    <w:p w:rsidR="00897C35" w:rsidRDefault="00897C35" w:rsidP="00897C35">
      <w:pPr>
        <w:pStyle w:val="Heading2"/>
      </w:pPr>
      <w:bookmarkStart w:id="48" w:name="_Toc426282769"/>
      <w:r>
        <w:t>1. Lembaga Dakwah Islamiyyah Indonesia (LDII) /</w:t>
      </w:r>
      <w:bookmarkEnd w:id="48"/>
    </w:p>
    <w:p w:rsidR="00897C35" w:rsidRDefault="00897C35" w:rsidP="00897C35">
      <w:pPr>
        <w:pStyle w:val="Heading2"/>
      </w:pPr>
      <w:bookmarkStart w:id="49" w:name="_Toc426282770"/>
      <w:r>
        <w:t>Islam Jamaah</w:t>
      </w:r>
      <w:bookmarkEnd w:id="49"/>
    </w:p>
    <w:p w:rsidR="00897C35" w:rsidRDefault="00897C35" w:rsidP="00897C35">
      <w:pPr>
        <w:pStyle w:val="libNormal"/>
      </w:pPr>
    </w:p>
    <w:p w:rsidR="00897C35" w:rsidRDefault="00897C35" w:rsidP="00897C35">
      <w:pPr>
        <w:pStyle w:val="libNormal"/>
      </w:pPr>
      <w:r>
        <w:t>Pendiri : Madigol Nurhasan Ubaidah Lubis bin Abdul</w:t>
      </w:r>
    </w:p>
    <w:p w:rsidR="00897C35" w:rsidRDefault="00897C35" w:rsidP="00897C35">
      <w:pPr>
        <w:pStyle w:val="libNormal"/>
      </w:pPr>
      <w:r>
        <w:t>bin Thahir bin Irsyad (1915-1982).</w:t>
      </w:r>
    </w:p>
    <w:p w:rsidR="00897C35" w:rsidRDefault="00897C35" w:rsidP="00897C35">
      <w:pPr>
        <w:pStyle w:val="libNormal"/>
      </w:pPr>
      <w:r>
        <w:t>lahir di Desa Bangi, Kec. Purwoasri, Kediri, Jawa Timur.</w:t>
      </w:r>
    </w:p>
    <w:p w:rsidR="00897C35" w:rsidRDefault="00897C35" w:rsidP="00897C35">
      <w:pPr>
        <w:pStyle w:val="libNormal"/>
      </w:pPr>
      <w:r>
        <w:t>Aktif sejak : 1970</w:t>
      </w:r>
    </w:p>
    <w:p w:rsidR="00897C35" w:rsidRDefault="00897C35" w:rsidP="00897C35">
      <w:pPr>
        <w:pStyle w:val="libNormal"/>
      </w:pPr>
      <w:r>
        <w:t>Pemimpinnya sekarang : Dr. H. Ahmad Sumarno, M.M,</w:t>
      </w:r>
    </w:p>
    <w:p w:rsidR="00897C35" w:rsidRDefault="00897C35" w:rsidP="00897C35">
      <w:pPr>
        <w:pStyle w:val="libNormal"/>
      </w:pPr>
      <w:r>
        <w:t>Ph.D.</w:t>
      </w:r>
    </w:p>
    <w:p w:rsidR="00897C35" w:rsidRDefault="00897C35" w:rsidP="00897C35">
      <w:pPr>
        <w:pStyle w:val="libNormal"/>
      </w:pPr>
      <w:r>
        <w:lastRenderedPageBreak/>
        <w:t>Paham yang dianut oleh LDII tidak berbeda dengan</w:t>
      </w:r>
    </w:p>
    <w:p w:rsidR="00897C35" w:rsidRDefault="00897C35" w:rsidP="00897C35">
      <w:pPr>
        <w:pStyle w:val="libNormal"/>
      </w:pPr>
      <w:r>
        <w:t>aliran Islam Jama’ah/Darul Hadits.</w:t>
      </w:r>
    </w:p>
    <w:p w:rsidR="00897C35" w:rsidRDefault="00897C35" w:rsidP="00897C35">
      <w:pPr>
        <w:pStyle w:val="libNormal"/>
      </w:pPr>
      <w:r>
        <w:t>Larangan Jaksa Agung RI: 1971</w:t>
      </w:r>
    </w:p>
    <w:p w:rsidR="00897C35" w:rsidRDefault="00897C35" w:rsidP="00897C35">
      <w:pPr>
        <w:pStyle w:val="libNormal"/>
      </w:pPr>
      <w:r>
        <w:t>Fatwa MUI : 2005</w:t>
      </w:r>
    </w:p>
    <w:p w:rsidR="00F27D66" w:rsidRDefault="00F27D66" w:rsidP="00897C35">
      <w:pPr>
        <w:pStyle w:val="libNormal"/>
      </w:pPr>
    </w:p>
    <w:p w:rsidR="00897C35" w:rsidRDefault="00897C35" w:rsidP="00F27D66">
      <w:pPr>
        <w:pStyle w:val="Heading3"/>
      </w:pPr>
      <w:bookmarkStart w:id="50" w:name="_Toc426282771"/>
      <w:r>
        <w:t>Pendapat-pendapat mereka:</w:t>
      </w:r>
      <w:bookmarkEnd w:id="50"/>
    </w:p>
    <w:p w:rsidR="00897C35" w:rsidRDefault="00897C35" w:rsidP="00897C35">
      <w:pPr>
        <w:pStyle w:val="libNormal"/>
      </w:pPr>
      <w:r>
        <w:t>- Al-Qur’an dan As-Sunnah baru sah diamalkan kalau</w:t>
      </w:r>
    </w:p>
    <w:p w:rsidR="00897C35" w:rsidRDefault="00897C35" w:rsidP="00897C35">
      <w:pPr>
        <w:pStyle w:val="libNormal"/>
      </w:pPr>
      <w:r>
        <w:t>manqul (keluar dari mulut imam atau amirnya)</w:t>
      </w:r>
      <w:r w:rsidR="00F27D66">
        <w:t>.</w:t>
      </w:r>
    </w:p>
    <w:p w:rsidR="00897C35" w:rsidRDefault="00897C35" w:rsidP="00897C35">
      <w:pPr>
        <w:pStyle w:val="libNormal"/>
      </w:pPr>
      <w:r>
        <w:t>- Orang yang tidak masuk golongan mereka dianggap</w:t>
      </w:r>
    </w:p>
    <w:p w:rsidR="00897C35" w:rsidRDefault="00897C35" w:rsidP="00897C35">
      <w:pPr>
        <w:pStyle w:val="libNormal"/>
      </w:pPr>
      <w:r>
        <w:t>kafir dan najis.</w:t>
      </w:r>
    </w:p>
    <w:p w:rsidR="00897C35" w:rsidRDefault="00897C35" w:rsidP="00897C35">
      <w:pPr>
        <w:pStyle w:val="libNormal"/>
      </w:pPr>
      <w:r>
        <w:t>- Pelanggaran-pelanggaran yang dilakukan, boleh</w:t>
      </w:r>
    </w:p>
    <w:p w:rsidR="00897C35" w:rsidRDefault="00897C35" w:rsidP="00897C35">
      <w:pPr>
        <w:pStyle w:val="libNormal"/>
      </w:pPr>
      <w:r>
        <w:t>ditebus dengan uang oleh anggota ini.</w:t>
      </w:r>
    </w:p>
    <w:p w:rsidR="00897C35" w:rsidRDefault="00897C35" w:rsidP="00897C35">
      <w:pPr>
        <w:pStyle w:val="libNormal"/>
      </w:pPr>
      <w:r>
        <w:t>- Infak mutlak wajib 10% dari penghasilan apapun</w:t>
      </w:r>
      <w:r w:rsidR="00F27D66">
        <w:t>.</w:t>
      </w:r>
    </w:p>
    <w:p w:rsidR="00897C35" w:rsidRDefault="00897C35" w:rsidP="00897C35">
      <w:pPr>
        <w:pStyle w:val="libNormal"/>
      </w:pPr>
      <w:r>
        <w:t>- wajibnya/dilembagakan taqiyah</w:t>
      </w:r>
      <w:r w:rsidR="00F27D66">
        <w:t>.</w:t>
      </w:r>
    </w:p>
    <w:p w:rsidR="00897C35" w:rsidRDefault="00897C35" w:rsidP="00897C35">
      <w:pPr>
        <w:pStyle w:val="libNormal"/>
      </w:pPr>
      <w:r>
        <w:t>- Nurhasan Ubaidah Lubis Amir (Madigol) itu lebih</w:t>
      </w:r>
    </w:p>
    <w:p w:rsidR="00F27D66" w:rsidRDefault="00897C35" w:rsidP="00F27D66">
      <w:pPr>
        <w:pStyle w:val="libNormal"/>
      </w:pPr>
      <w:r>
        <w:t>tinggi derajatnya dan lebih berat bobotnya dari pada</w:t>
      </w:r>
      <w:r w:rsidR="00F27D66">
        <w:t xml:space="preserve"> manusia sedunia, maka wajiblah para jama’ah</w:t>
      </w:r>
    </w:p>
    <w:p w:rsidR="00F27D66" w:rsidRDefault="00F27D66" w:rsidP="00F27D66">
      <w:pPr>
        <w:pStyle w:val="libNormal"/>
      </w:pPr>
      <w:r>
        <w:t>bersyukur kepada sang amir, sebab dengan adanya</w:t>
      </w:r>
    </w:p>
    <w:p w:rsidR="00F27D66" w:rsidRDefault="00F27D66" w:rsidP="00F27D66">
      <w:pPr>
        <w:pStyle w:val="libNormal"/>
      </w:pPr>
      <w:r>
        <w:t>sang amir maka jama’ah pasti masuk surga.</w:t>
      </w:r>
    </w:p>
    <w:p w:rsidR="00F27D66" w:rsidRDefault="00F27D66" w:rsidP="00F27D66">
      <w:pPr>
        <w:pStyle w:val="libNormal"/>
      </w:pPr>
    </w:p>
    <w:p w:rsidR="00F27D66" w:rsidRDefault="00F27D66" w:rsidP="00F27D66">
      <w:pPr>
        <w:pStyle w:val="libNormal"/>
      </w:pPr>
    </w:p>
    <w:p w:rsidR="00F27D66" w:rsidRDefault="00F27D66" w:rsidP="00F27D66">
      <w:pPr>
        <w:pStyle w:val="Heading2"/>
      </w:pPr>
      <w:bookmarkStart w:id="51" w:name="_Toc426282772"/>
      <w:r>
        <w:t>2. Negara Islam Indonesia (NII) KW-9 / Az-Zaitun</w:t>
      </w:r>
      <w:bookmarkEnd w:id="51"/>
    </w:p>
    <w:p w:rsidR="00F27D66" w:rsidRDefault="00F27D66" w:rsidP="00F27D66">
      <w:pPr>
        <w:pStyle w:val="libNormal"/>
      </w:pPr>
    </w:p>
    <w:p w:rsidR="00F27D66" w:rsidRDefault="00F27D66" w:rsidP="00F27D66">
      <w:pPr>
        <w:pStyle w:val="libNormal"/>
      </w:pPr>
      <w:r>
        <w:t>Pendiri NII : Sekarmadji Maridjan Kartosoewirjo,</w:t>
      </w:r>
    </w:p>
    <w:p w:rsidR="00F27D66" w:rsidRDefault="00F27D66" w:rsidP="00F27D66">
      <w:pPr>
        <w:pStyle w:val="libNormal"/>
      </w:pPr>
      <w:r>
        <w:t>Aktif sejak : 7 Agustus 1949 , di Tasikmalaya Jawa</w:t>
      </w:r>
    </w:p>
    <w:p w:rsidR="00F27D66" w:rsidRDefault="00F27D66" w:rsidP="00F27D66">
      <w:pPr>
        <w:pStyle w:val="libNormal"/>
      </w:pPr>
      <w:r>
        <w:t>Barat</w:t>
      </w:r>
    </w:p>
    <w:p w:rsidR="00F27D66" w:rsidRDefault="00F27D66" w:rsidP="00F27D66">
      <w:pPr>
        <w:pStyle w:val="libNormal"/>
      </w:pPr>
      <w:r>
        <w:t>Pemimpin NII KW-9 : Abu Toto Syekh Panjigumilang</w:t>
      </w:r>
    </w:p>
    <w:p w:rsidR="00F27D66" w:rsidRDefault="00F27D66" w:rsidP="00F27D66">
      <w:pPr>
        <w:pStyle w:val="libNormal"/>
      </w:pPr>
      <w:r>
        <w:t>Fatwa sesat MUI: 2003</w:t>
      </w:r>
    </w:p>
    <w:p w:rsidR="00F27D66" w:rsidRDefault="00F27D66" w:rsidP="00F27D66">
      <w:pPr>
        <w:pStyle w:val="libNormal"/>
      </w:pPr>
      <w:r>
        <w:t>Pada tahun 1980-an ketika diadakan musyawarah tiga</w:t>
      </w:r>
    </w:p>
    <w:p w:rsidR="00F27D66" w:rsidRDefault="00F27D66" w:rsidP="00F27D66">
      <w:pPr>
        <w:pStyle w:val="libNormal"/>
      </w:pPr>
      <w:r>
        <w:t>wilayah besar (Jawa Barat, Sulawesi, dan Aceh) di</w:t>
      </w:r>
    </w:p>
    <w:p w:rsidR="00F27D66" w:rsidRDefault="00F27D66" w:rsidP="00F27D66">
      <w:pPr>
        <w:pStyle w:val="libNormal"/>
      </w:pPr>
      <w:r>
        <w:t>Tangerang Jawa Barat, diputuskan bahwa Adah Djaelani</w:t>
      </w:r>
    </w:p>
    <w:p w:rsidR="00F27D66" w:rsidRDefault="00F27D66" w:rsidP="00F27D66">
      <w:pPr>
        <w:pStyle w:val="libNormal"/>
      </w:pPr>
      <w:r>
        <w:t>Tirtapradja diangkat menjadi Imam NII. Lalu ada</w:t>
      </w:r>
    </w:p>
    <w:p w:rsidR="00F27D66" w:rsidRDefault="00F27D66" w:rsidP="00F27D66">
      <w:pPr>
        <w:pStyle w:val="libNormal"/>
      </w:pPr>
      <w:r>
        <w:t>pemekaran wilayah NII yang tadinya 7 menjadi 9,</w:t>
      </w:r>
    </w:p>
    <w:p w:rsidR="00F27D66" w:rsidRDefault="00F27D66" w:rsidP="00F27D66">
      <w:pPr>
        <w:pStyle w:val="libNormal"/>
      </w:pPr>
      <w:r>
        <w:lastRenderedPageBreak/>
        <w:t>penambahannya itu KW VIII (Komandemen Wilayah</w:t>
      </w:r>
    </w:p>
    <w:p w:rsidR="00F27D66" w:rsidRDefault="00F27D66" w:rsidP="00F27D66">
      <w:pPr>
        <w:pStyle w:val="libNormal"/>
      </w:pPr>
      <w:r>
        <w:t>VIII) Priangan Barat (mencakup Bogor, Sukabumi,</w:t>
      </w:r>
    </w:p>
    <w:p w:rsidR="00F27D66" w:rsidRDefault="00F27D66" w:rsidP="00F27D66">
      <w:pPr>
        <w:pStyle w:val="libNormal"/>
      </w:pPr>
      <w:r>
        <w:t>Cianjur), dan KW IX Jakarta Raya (Jakarta, Tangerang,</w:t>
      </w:r>
    </w:p>
    <w:p w:rsidR="00F27D66" w:rsidRDefault="00F27D66" w:rsidP="00F27D66">
      <w:pPr>
        <w:pStyle w:val="libNormal"/>
      </w:pPr>
      <w:r>
        <w:t>Bekasi). Pada dekade 1990-an KW IX dijadikan sebagai</w:t>
      </w:r>
    </w:p>
    <w:p w:rsidR="00F27D66" w:rsidRDefault="00F27D66" w:rsidP="00F27D66">
      <w:pPr>
        <w:pStyle w:val="libNormal"/>
      </w:pPr>
      <w:r>
        <w:t>Ummul Quro (ibukota negara) bagi NII, dan</w:t>
      </w:r>
    </w:p>
    <w:p w:rsidR="00F27D66" w:rsidRDefault="00F27D66" w:rsidP="00F27D66">
      <w:pPr>
        <w:pStyle w:val="libNormal"/>
      </w:pPr>
      <w:r>
        <w:t>pemerintahan dipegang Abu Toto Syekh Panjigumilang</w:t>
      </w:r>
    </w:p>
    <w:p w:rsidR="00F27D66" w:rsidRDefault="00F27D66" w:rsidP="00F27D66">
      <w:pPr>
        <w:pStyle w:val="libNormal"/>
      </w:pPr>
      <w:r>
        <w:t>(yang juga Syekh Ma’had Az-Zaitun, Desa Gantar,</w:t>
      </w:r>
    </w:p>
    <w:p w:rsidR="00F27D66" w:rsidRDefault="00F27D66" w:rsidP="00F27D66">
      <w:pPr>
        <w:pStyle w:val="libNormal"/>
      </w:pPr>
      <w:r>
        <w:t>Indramayu, Jawa Barat) pada tahun 1992.</w:t>
      </w:r>
    </w:p>
    <w:p w:rsidR="00F27D66" w:rsidRDefault="00F27D66" w:rsidP="00F27D66">
      <w:pPr>
        <w:pStyle w:val="libNormal"/>
      </w:pPr>
      <w:r>
        <w:t>Penyelewengannya terjadi ketika pucuk pimpinan NII</w:t>
      </w:r>
    </w:p>
    <w:p w:rsidR="00F27D66" w:rsidRDefault="00F27D66" w:rsidP="00F27D66">
      <w:pPr>
        <w:pStyle w:val="libNormal"/>
      </w:pPr>
      <w:r>
        <w:t>dipegang Abu Toto. Ia mengubah beberapa ketetapanketetapan</w:t>
      </w:r>
    </w:p>
    <w:p w:rsidR="00F27D66" w:rsidRDefault="00F27D66" w:rsidP="00F27D66">
      <w:pPr>
        <w:pStyle w:val="libNormal"/>
      </w:pPr>
      <w:r>
        <w:t>Komandemen yang termuat dalam kitab PDB</w:t>
      </w:r>
    </w:p>
    <w:p w:rsidR="00F27D66" w:rsidRDefault="00F27D66" w:rsidP="00F27D66">
      <w:pPr>
        <w:pStyle w:val="libNormal"/>
      </w:pPr>
      <w:r>
        <w:t>(Pedoman Dharma Bakti).</w:t>
      </w:r>
    </w:p>
    <w:p w:rsidR="00C566C8" w:rsidRDefault="00C566C8" w:rsidP="00F27D66">
      <w:pPr>
        <w:pStyle w:val="libNormal"/>
      </w:pPr>
    </w:p>
    <w:p w:rsidR="00F27D66" w:rsidRDefault="00F27D66" w:rsidP="00C566C8">
      <w:pPr>
        <w:pStyle w:val="Heading3"/>
      </w:pPr>
      <w:bookmarkStart w:id="52" w:name="_Toc426282773"/>
      <w:r>
        <w:t>Pendapat-pendapat NII KW-9 :</w:t>
      </w:r>
      <w:bookmarkEnd w:id="52"/>
    </w:p>
    <w:p w:rsidR="00F27D66" w:rsidRDefault="00F27D66" w:rsidP="00F27D66">
      <w:pPr>
        <w:pStyle w:val="libNormal"/>
      </w:pPr>
      <w:r>
        <w:t>- Harta orang selain NII boleh dirampas dan dianggap</w:t>
      </w:r>
    </w:p>
    <w:p w:rsidR="00F27D66" w:rsidRDefault="00F27D66" w:rsidP="00F27D66">
      <w:pPr>
        <w:pStyle w:val="libNormal"/>
      </w:pPr>
      <w:r>
        <w:t>halal sebgai harta fa'i dan ghanimah</w:t>
      </w:r>
      <w:r w:rsidR="00C566C8">
        <w:t>.</w:t>
      </w:r>
    </w:p>
    <w:p w:rsidR="00F27D66" w:rsidRDefault="00F27D66" w:rsidP="00F27D66">
      <w:pPr>
        <w:pStyle w:val="libNormal"/>
      </w:pPr>
      <w:r>
        <w:t>- Dengan pemahaman teori kondisi perang, maka</w:t>
      </w:r>
    </w:p>
    <w:p w:rsidR="00F27D66" w:rsidRDefault="00F27D66" w:rsidP="00F27D66">
      <w:pPr>
        <w:pStyle w:val="libNormal"/>
      </w:pPr>
      <w:r>
        <w:t>shalat bisa dirapel, artinya dari mulai shalat zuhur</w:t>
      </w:r>
    </w:p>
    <w:p w:rsidR="00F27D66" w:rsidRDefault="00F27D66" w:rsidP="00F27D66">
      <w:pPr>
        <w:pStyle w:val="libNormal"/>
      </w:pPr>
      <w:r>
        <w:t>sampai dengan shalat subuh dilakukan dalam satu</w:t>
      </w:r>
    </w:p>
    <w:p w:rsidR="00350BE7" w:rsidRDefault="00F27D66" w:rsidP="00F27D66">
      <w:pPr>
        <w:pStyle w:val="libNormal"/>
      </w:pPr>
      <w:r>
        <w:t>waktu, masing-masing hanya satu rakaat.</w:t>
      </w:r>
    </w:p>
    <w:p w:rsidR="00AE32A0" w:rsidRDefault="00AE32A0" w:rsidP="00AE32A0">
      <w:pPr>
        <w:pStyle w:val="libNormal"/>
      </w:pPr>
      <w:r>
        <w:t>- Dalam puasa sesudah terbit matahari pun masih</w:t>
      </w:r>
    </w:p>
    <w:p w:rsidR="00AE32A0" w:rsidRDefault="00AE32A0" w:rsidP="00AE32A0">
      <w:pPr>
        <w:pStyle w:val="libNormal"/>
      </w:pPr>
      <w:r>
        <w:t>boleh sahur, sedang jam 5 sore sudah boleh berbuka.</w:t>
      </w:r>
    </w:p>
    <w:p w:rsidR="00AE32A0" w:rsidRDefault="00AE32A0" w:rsidP="00AE32A0">
      <w:pPr>
        <w:pStyle w:val="libNormal"/>
      </w:pPr>
      <w:r>
        <w:t>- Wajib bagi setiap jamaah mencari satu orang tiap</w:t>
      </w:r>
    </w:p>
    <w:p w:rsidR="00AE32A0" w:rsidRDefault="00AE32A0" w:rsidP="00AE32A0">
      <w:pPr>
        <w:pStyle w:val="libNormal"/>
      </w:pPr>
      <w:r>
        <w:t>harinya untuk dibawa tilawah. Lalu diarahkan agar</w:t>
      </w:r>
    </w:p>
    <w:p w:rsidR="00AE32A0" w:rsidRDefault="00AE32A0" w:rsidP="00AE32A0">
      <w:pPr>
        <w:pStyle w:val="libNormal"/>
      </w:pPr>
      <w:r>
        <w:t>hijrah dan berbaiat sebagai anggota NII. Karena</w:t>
      </w:r>
    </w:p>
    <w:p w:rsidR="00AE32A0" w:rsidRDefault="00AE32A0" w:rsidP="00AE32A0">
      <w:pPr>
        <w:pStyle w:val="libNormal"/>
      </w:pPr>
      <w:r>
        <w:t>dengan baiat maka seseorang terhapus dari dosa</w:t>
      </w:r>
    </w:p>
    <w:p w:rsidR="00AE32A0" w:rsidRDefault="00AE32A0" w:rsidP="00AE32A0">
      <w:pPr>
        <w:pStyle w:val="libNormal"/>
      </w:pPr>
      <w:r>
        <w:t>masa lalu, tersucikan diri, dan menjadi ahli surga.</w:t>
      </w:r>
    </w:p>
    <w:p w:rsidR="00AE32A0" w:rsidRDefault="00AE32A0" w:rsidP="00AE32A0">
      <w:pPr>
        <w:pStyle w:val="libNormal"/>
      </w:pPr>
      <w:r>
        <w:t>Untuk itu peserta ini harus mengeluarkan shadaqah</w:t>
      </w:r>
    </w:p>
    <w:p w:rsidR="00AE32A0" w:rsidRDefault="00AE32A0" w:rsidP="00AE32A0">
      <w:pPr>
        <w:pStyle w:val="libNormal"/>
      </w:pPr>
      <w:r>
        <w:t>hijrah yang besarnya tergantung dosa yang</w:t>
      </w:r>
    </w:p>
    <w:p w:rsidR="00AE32A0" w:rsidRDefault="00AE32A0" w:rsidP="00AE32A0">
      <w:pPr>
        <w:pStyle w:val="libNormal"/>
      </w:pPr>
      <w:r>
        <w:t>dilakukan.</w:t>
      </w:r>
    </w:p>
    <w:p w:rsidR="00AE32A0" w:rsidRDefault="00AE32A0" w:rsidP="00AE32A0">
      <w:pPr>
        <w:pStyle w:val="libNormal"/>
      </w:pPr>
      <w:r>
        <w:t>- Menghalalkan segala cara untuk bisa berinfak ke</w:t>
      </w:r>
    </w:p>
    <w:p w:rsidR="00AE32A0" w:rsidRDefault="00AE32A0" w:rsidP="00AE32A0">
      <w:pPr>
        <w:pStyle w:val="libNormal"/>
      </w:pPr>
      <w:r>
        <w:t>organisasi.</w:t>
      </w:r>
    </w:p>
    <w:p w:rsidR="00AE32A0" w:rsidRDefault="00AE32A0" w:rsidP="00AE32A0">
      <w:pPr>
        <w:pStyle w:val="libNormal"/>
      </w:pPr>
      <w:r>
        <w:lastRenderedPageBreak/>
        <w:t>- Mengancam anggota yang mundur.</w:t>
      </w:r>
    </w:p>
    <w:p w:rsidR="00AE32A0" w:rsidRDefault="00AE32A0" w:rsidP="00AE32A0">
      <w:pPr>
        <w:pStyle w:val="libNormal"/>
      </w:pPr>
    </w:p>
    <w:p w:rsidR="00AE32A0" w:rsidRDefault="00AE32A0" w:rsidP="00AE32A0">
      <w:pPr>
        <w:pStyle w:val="libNormal"/>
      </w:pPr>
    </w:p>
    <w:p w:rsidR="00AE32A0" w:rsidRDefault="00AE32A0" w:rsidP="00AE32A0">
      <w:pPr>
        <w:pStyle w:val="Heading2"/>
      </w:pPr>
      <w:bookmarkStart w:id="53" w:name="_Toc426282774"/>
      <w:r>
        <w:t>3. Salamullah</w:t>
      </w:r>
      <w:bookmarkEnd w:id="53"/>
    </w:p>
    <w:p w:rsidR="00AE32A0" w:rsidRDefault="00AE32A0" w:rsidP="00AE32A0">
      <w:pPr>
        <w:pStyle w:val="libNormal"/>
      </w:pPr>
    </w:p>
    <w:p w:rsidR="00AE32A0" w:rsidRDefault="00AE32A0" w:rsidP="00AE32A0">
      <w:pPr>
        <w:pStyle w:val="libNormal"/>
      </w:pPr>
      <w:r>
        <w:t>Pendirinya Lia Aminuddin,</w:t>
      </w:r>
    </w:p>
    <w:p w:rsidR="00AE32A0" w:rsidRDefault="00AE32A0" w:rsidP="00AE32A0">
      <w:pPr>
        <w:pStyle w:val="libNormal"/>
      </w:pPr>
      <w:r>
        <w:t>Aktif sejak : 1995, di Jakarta.</w:t>
      </w:r>
    </w:p>
    <w:p w:rsidR="00AE32A0" w:rsidRDefault="00AE32A0" w:rsidP="00AE32A0">
      <w:pPr>
        <w:pStyle w:val="libNormal"/>
      </w:pPr>
      <w:r>
        <w:t>Fatwa sesat MUI : 1997</w:t>
      </w:r>
    </w:p>
    <w:p w:rsidR="00AE32A0" w:rsidRDefault="00AE32A0" w:rsidP="00AE32A0">
      <w:pPr>
        <w:pStyle w:val="libNormal"/>
      </w:pPr>
    </w:p>
    <w:p w:rsidR="00AE32A0" w:rsidRDefault="00AE32A0" w:rsidP="00AE32A0">
      <w:pPr>
        <w:pStyle w:val="Heading3"/>
      </w:pPr>
      <w:bookmarkStart w:id="54" w:name="_Toc426282775"/>
      <w:r>
        <w:t>Pendapat-pendapatnya :</w:t>
      </w:r>
      <w:bookmarkEnd w:id="54"/>
    </w:p>
    <w:p w:rsidR="00AE32A0" w:rsidRDefault="00AE32A0" w:rsidP="00AE32A0">
      <w:pPr>
        <w:pStyle w:val="libNormal"/>
      </w:pPr>
      <w:r>
        <w:t>- Lia mengaku bertemu Jibril, kemudian sebagai</w:t>
      </w:r>
    </w:p>
    <w:p w:rsidR="00AE32A0" w:rsidRDefault="00AE32A0" w:rsidP="00AE32A0">
      <w:pPr>
        <w:pStyle w:val="libNormal"/>
      </w:pPr>
      <w:r>
        <w:t>Bunda Maria, dan akhirnya sebagai Jibril</w:t>
      </w:r>
    </w:p>
    <w:p w:rsidR="00AE32A0" w:rsidRDefault="00AE32A0" w:rsidP="00AE32A0">
      <w:pPr>
        <w:pStyle w:val="libNormal"/>
      </w:pPr>
      <w:r>
        <w:t>- Anaknya Ahmad Mukti sebagai jelmaan roh Nabi Isa</w:t>
      </w:r>
    </w:p>
    <w:p w:rsidR="00AE32A0" w:rsidRDefault="00AE32A0" w:rsidP="00AE32A0">
      <w:pPr>
        <w:pStyle w:val="libNormal"/>
      </w:pPr>
      <w:r>
        <w:t>as.</w:t>
      </w:r>
    </w:p>
    <w:p w:rsidR="00AE32A0" w:rsidRDefault="00AE32A0" w:rsidP="00AE32A0">
      <w:pPr>
        <w:pStyle w:val="libNormal"/>
      </w:pPr>
      <w:r>
        <w:t>- Imam besar Salamullah Abdul Rahman, sebagai</w:t>
      </w:r>
    </w:p>
    <w:p w:rsidR="00AE32A0" w:rsidRDefault="00AE32A0" w:rsidP="00AE32A0">
      <w:pPr>
        <w:pStyle w:val="libNormal"/>
      </w:pPr>
      <w:r>
        <w:t>jelmaan Nabi Muhammad saw.</w:t>
      </w:r>
    </w:p>
    <w:p w:rsidR="00AE32A0" w:rsidRDefault="00AE32A0" w:rsidP="00AE32A0">
      <w:pPr>
        <w:pStyle w:val="libNormal"/>
      </w:pPr>
      <w:r>
        <w:t>- Mempunyai kitab sendiri yang berjudul Ruhul</w:t>
      </w:r>
    </w:p>
    <w:p w:rsidR="00AE32A0" w:rsidRDefault="00AE32A0" w:rsidP="00AE32A0">
      <w:pPr>
        <w:pStyle w:val="libNormal"/>
      </w:pPr>
      <w:r>
        <w:t>Kudus.</w:t>
      </w:r>
    </w:p>
    <w:p w:rsidR="00AE32A0" w:rsidRDefault="00AE32A0" w:rsidP="00AE32A0">
      <w:pPr>
        <w:pStyle w:val="libNormal"/>
      </w:pPr>
    </w:p>
    <w:p w:rsidR="00AE32A0" w:rsidRDefault="00AE32A0" w:rsidP="00AE32A0">
      <w:pPr>
        <w:pStyle w:val="libNormal"/>
      </w:pPr>
    </w:p>
    <w:p w:rsidR="00AE32A0" w:rsidRDefault="00AE32A0" w:rsidP="00AE32A0">
      <w:pPr>
        <w:pStyle w:val="Heading2"/>
      </w:pPr>
      <w:bookmarkStart w:id="55" w:name="_Toc426282776"/>
      <w:r>
        <w:t>4. Al-Qiyadah Al-Islamiyah</w:t>
      </w:r>
      <w:bookmarkEnd w:id="55"/>
    </w:p>
    <w:p w:rsidR="00AE32A0" w:rsidRDefault="00AE32A0" w:rsidP="00AE32A0">
      <w:pPr>
        <w:pStyle w:val="libNormal"/>
      </w:pPr>
    </w:p>
    <w:p w:rsidR="00AE32A0" w:rsidRDefault="00AE32A0" w:rsidP="00AE32A0">
      <w:pPr>
        <w:pStyle w:val="libNormal"/>
      </w:pPr>
      <w:r>
        <w:t>Pendiri : Ahmad Mushaddeq</w:t>
      </w:r>
    </w:p>
    <w:p w:rsidR="00AE32A0" w:rsidRDefault="00AE32A0" w:rsidP="00AE32A0">
      <w:pPr>
        <w:pStyle w:val="libNormal"/>
      </w:pPr>
      <w:r>
        <w:t>Aktif sejak : 2001</w:t>
      </w:r>
    </w:p>
    <w:p w:rsidR="00C566C8" w:rsidRDefault="00AE32A0" w:rsidP="00AE32A0">
      <w:pPr>
        <w:pStyle w:val="libNormal"/>
      </w:pPr>
      <w:r>
        <w:t>Fatwa sesat MUI : 2007</w:t>
      </w:r>
    </w:p>
    <w:p w:rsidR="00AE32A0" w:rsidRDefault="00AE32A0" w:rsidP="00AE32A0">
      <w:pPr>
        <w:pStyle w:val="libNormal"/>
      </w:pPr>
    </w:p>
    <w:p w:rsidR="00AE32A0" w:rsidRDefault="00AE32A0" w:rsidP="00AE32A0">
      <w:pPr>
        <w:pStyle w:val="Heading3"/>
      </w:pPr>
      <w:bookmarkStart w:id="56" w:name="_Toc426282777"/>
      <w:r>
        <w:t>Pendapat-pendapatnya :</w:t>
      </w:r>
      <w:bookmarkEnd w:id="56"/>
    </w:p>
    <w:p w:rsidR="00AE32A0" w:rsidRDefault="00AE32A0" w:rsidP="00AE32A0">
      <w:pPr>
        <w:pStyle w:val="libNormal"/>
      </w:pPr>
      <w:r>
        <w:t>- Mushaddeq adalah Rasul menggantikan Nabi</w:t>
      </w:r>
    </w:p>
    <w:p w:rsidR="00AE32A0" w:rsidRDefault="00AE32A0" w:rsidP="00AE32A0">
      <w:pPr>
        <w:pStyle w:val="libNormal"/>
      </w:pPr>
      <w:r>
        <w:t>Muhammad SAW bergelar Al-Masih Al-Mau'ud.</w:t>
      </w:r>
    </w:p>
    <w:p w:rsidR="00AE32A0" w:rsidRDefault="00AE32A0" w:rsidP="00AE32A0">
      <w:pPr>
        <w:pStyle w:val="libNormal"/>
      </w:pPr>
      <w:r>
        <w:t>- Menganggap musyrik orang diluar Al-Qiyadah.</w:t>
      </w:r>
    </w:p>
    <w:p w:rsidR="00AE32A0" w:rsidRDefault="00AE32A0" w:rsidP="00AE32A0">
      <w:pPr>
        <w:pStyle w:val="libNormal"/>
      </w:pPr>
      <w:r>
        <w:t>- Tidak menjalankan rukun Islam kecuali shalat sekali</w:t>
      </w:r>
    </w:p>
    <w:p w:rsidR="00AE32A0" w:rsidRDefault="00AE32A0" w:rsidP="00AE32A0">
      <w:pPr>
        <w:pStyle w:val="libNormal"/>
      </w:pPr>
      <w:r>
        <w:t>dalam satu malam.</w:t>
      </w:r>
    </w:p>
    <w:p w:rsidR="00AE32A0" w:rsidRDefault="00AE32A0" w:rsidP="00AE32A0">
      <w:pPr>
        <w:pStyle w:val="libNormal"/>
      </w:pPr>
    </w:p>
    <w:p w:rsidR="00AE32A0" w:rsidRDefault="00AE32A0" w:rsidP="00AE32A0">
      <w:pPr>
        <w:pStyle w:val="libNormal"/>
      </w:pPr>
    </w:p>
    <w:p w:rsidR="00AE32A0" w:rsidRDefault="00AE32A0" w:rsidP="00AE32A0">
      <w:pPr>
        <w:pStyle w:val="Heading2"/>
      </w:pPr>
      <w:bookmarkStart w:id="57" w:name="_Toc426282778"/>
      <w:r>
        <w:lastRenderedPageBreak/>
        <w:t>5. Jemaah Ngaji Lelaku</w:t>
      </w:r>
      <w:bookmarkEnd w:id="57"/>
    </w:p>
    <w:p w:rsidR="00AE32A0" w:rsidRDefault="00AE32A0" w:rsidP="00AE32A0">
      <w:pPr>
        <w:pStyle w:val="libNormal"/>
      </w:pPr>
    </w:p>
    <w:p w:rsidR="00AE32A0" w:rsidRDefault="00AE32A0" w:rsidP="00AE32A0">
      <w:pPr>
        <w:pStyle w:val="libNormal"/>
      </w:pPr>
      <w:r>
        <w:t>Pendiri : Yusman Roy</w:t>
      </w:r>
    </w:p>
    <w:p w:rsidR="00AE32A0" w:rsidRDefault="00AE32A0" w:rsidP="00AE32A0">
      <w:pPr>
        <w:pStyle w:val="libNormal"/>
      </w:pPr>
      <w:r>
        <w:t>Aktif sejak : 2005, di Lawang, Jawa Timur</w:t>
      </w:r>
    </w:p>
    <w:p w:rsidR="00AE32A0" w:rsidRDefault="00AE32A0" w:rsidP="00AE32A0">
      <w:pPr>
        <w:pStyle w:val="libNormal"/>
      </w:pPr>
      <w:r>
        <w:t>Fatwa sesat MUI : 2005</w:t>
      </w:r>
    </w:p>
    <w:p w:rsidR="00AE32A0" w:rsidRDefault="00AE32A0" w:rsidP="00AE32A0">
      <w:pPr>
        <w:pStyle w:val="libNormal"/>
      </w:pPr>
    </w:p>
    <w:p w:rsidR="00AE32A0" w:rsidRDefault="00AE32A0" w:rsidP="00AE32A0">
      <w:pPr>
        <w:pStyle w:val="Heading3"/>
      </w:pPr>
      <w:bookmarkStart w:id="58" w:name="_Toc426282779"/>
      <w:r>
        <w:t>Pendapatnya :</w:t>
      </w:r>
      <w:bookmarkEnd w:id="58"/>
    </w:p>
    <w:p w:rsidR="00AE32A0" w:rsidRDefault="00AE32A0" w:rsidP="00AE32A0">
      <w:pPr>
        <w:pStyle w:val="libNormal"/>
      </w:pPr>
      <w:r>
        <w:t>- Shalat dengan menggunakan dua bahasa.</w:t>
      </w:r>
    </w:p>
    <w:p w:rsidR="00AE32A0" w:rsidRDefault="00AE32A0" w:rsidP="00AE32A0">
      <w:pPr>
        <w:pStyle w:val="libNormal"/>
      </w:pPr>
    </w:p>
    <w:p w:rsidR="00AE32A0" w:rsidRDefault="00AE32A0" w:rsidP="00AE32A0">
      <w:pPr>
        <w:pStyle w:val="libNormal"/>
      </w:pPr>
    </w:p>
    <w:p w:rsidR="00AE32A0" w:rsidRDefault="00AE32A0" w:rsidP="00AE32A0">
      <w:pPr>
        <w:pStyle w:val="Heading2"/>
      </w:pPr>
      <w:bookmarkStart w:id="59" w:name="_Toc426282780"/>
      <w:r>
        <w:t>6. Al-Qur'an Suci</w:t>
      </w:r>
      <w:bookmarkEnd w:id="59"/>
    </w:p>
    <w:p w:rsidR="00AE32A0" w:rsidRDefault="00AE32A0" w:rsidP="00AE32A0">
      <w:pPr>
        <w:pStyle w:val="libNormal"/>
      </w:pPr>
    </w:p>
    <w:p w:rsidR="00AE32A0" w:rsidRDefault="00AE32A0" w:rsidP="00AE32A0">
      <w:pPr>
        <w:pStyle w:val="libNormal"/>
      </w:pPr>
      <w:r>
        <w:t>Fatwa sesat MUI: belum ada</w:t>
      </w:r>
    </w:p>
    <w:p w:rsidR="00AE32A0" w:rsidRDefault="00AE32A0" w:rsidP="00AE32A0">
      <w:pPr>
        <w:pStyle w:val="libNormal"/>
      </w:pPr>
      <w:r>
        <w:t>Pendapat-pendapatnya :</w:t>
      </w:r>
    </w:p>
    <w:p w:rsidR="00AE32A0" w:rsidRDefault="00AE32A0" w:rsidP="00AE32A0">
      <w:pPr>
        <w:pStyle w:val="libNormal"/>
      </w:pPr>
      <w:r>
        <w:t>- Tidak mengakui hadits.</w:t>
      </w:r>
    </w:p>
    <w:p w:rsidR="00AE32A0" w:rsidRDefault="00AE32A0" w:rsidP="00AE32A0">
      <w:pPr>
        <w:pStyle w:val="libNormal"/>
      </w:pPr>
      <w:r>
        <w:t>- Tidak melakukan kewajiban dalam rukun Islam.</w:t>
      </w:r>
    </w:p>
    <w:p w:rsidR="00AE32A0" w:rsidRDefault="00AE32A0" w:rsidP="00AE32A0">
      <w:pPr>
        <w:pStyle w:val="libNormal"/>
      </w:pPr>
      <w:r>
        <w:t>- Memisahkan jamaah dari keluarganya.</w:t>
      </w:r>
    </w:p>
    <w:p w:rsidR="00AE32A0" w:rsidRDefault="00AE32A0" w:rsidP="00AE32A0">
      <w:pPr>
        <w:pStyle w:val="libNormal"/>
      </w:pPr>
      <w:r>
        <w:t>- Menghalalkan bersetubuh dengan keluarga dekat</w:t>
      </w:r>
    </w:p>
    <w:p w:rsidR="00AE32A0" w:rsidRDefault="00AE32A0" w:rsidP="00AE32A0">
      <w:pPr>
        <w:pStyle w:val="libNormal"/>
      </w:pPr>
      <w:r>
        <w:t>meski tanpa ikatan pernikahan</w:t>
      </w:r>
      <w:r w:rsidR="00152D0D">
        <w:t>.</w:t>
      </w:r>
    </w:p>
    <w:p w:rsidR="00AE32A0" w:rsidRDefault="00AE32A0" w:rsidP="00AE32A0">
      <w:pPr>
        <w:pStyle w:val="libNormal"/>
      </w:pPr>
      <w:r>
        <w:t>- Imam tertinggi dalam kelompok tersebut sebagai</w:t>
      </w:r>
    </w:p>
    <w:p w:rsidR="00AE32A0" w:rsidRDefault="00152D0D" w:rsidP="00AE32A0">
      <w:pPr>
        <w:pStyle w:val="libNormal"/>
      </w:pPr>
      <w:r>
        <w:t>R</w:t>
      </w:r>
      <w:r w:rsidR="00AE32A0">
        <w:t>asul</w:t>
      </w:r>
      <w:r>
        <w:t>.</w:t>
      </w:r>
    </w:p>
    <w:p w:rsidR="00AE32A0" w:rsidRDefault="00AE32A0" w:rsidP="00AE32A0">
      <w:pPr>
        <w:pStyle w:val="libNormal"/>
      </w:pPr>
      <w:r>
        <w:t>- Tidak wajib wudhu sebelum shalat</w:t>
      </w:r>
      <w:r w:rsidR="00152D0D">
        <w:t>.</w:t>
      </w:r>
    </w:p>
    <w:p w:rsidR="00152D0D" w:rsidRDefault="00152D0D" w:rsidP="00AE32A0">
      <w:pPr>
        <w:pStyle w:val="libNormal"/>
      </w:pPr>
    </w:p>
    <w:p w:rsidR="00152D0D" w:rsidRDefault="00152D0D" w:rsidP="00AE32A0">
      <w:pPr>
        <w:pStyle w:val="libNormal"/>
      </w:pPr>
    </w:p>
    <w:p w:rsidR="00AE32A0" w:rsidRDefault="00AE32A0" w:rsidP="00152D0D">
      <w:pPr>
        <w:pStyle w:val="Heading2"/>
      </w:pPr>
      <w:bookmarkStart w:id="60" w:name="_Toc426282781"/>
      <w:r>
        <w:t>7. Ingkar Sunnah</w:t>
      </w:r>
      <w:bookmarkEnd w:id="60"/>
    </w:p>
    <w:p w:rsidR="00152D0D" w:rsidRDefault="00152D0D" w:rsidP="00AE32A0">
      <w:pPr>
        <w:pStyle w:val="libNormal"/>
      </w:pPr>
    </w:p>
    <w:p w:rsidR="00AE32A0" w:rsidRDefault="00AE32A0" w:rsidP="00AE32A0">
      <w:pPr>
        <w:pStyle w:val="libNormal"/>
      </w:pPr>
      <w:r>
        <w:t>Ada tiga jenis kelompok Inkar Sunnah.</w:t>
      </w:r>
    </w:p>
    <w:p w:rsidR="00AE32A0" w:rsidRDefault="00AE32A0" w:rsidP="00AE32A0">
      <w:pPr>
        <w:pStyle w:val="libNormal"/>
      </w:pPr>
      <w:r w:rsidRPr="00152D0D">
        <w:rPr>
          <w:rStyle w:val="libBold1Char"/>
        </w:rPr>
        <w:t>a.</w:t>
      </w:r>
      <w:r>
        <w:t xml:space="preserve"> Kelompok yang menolak hadits-hadits Rasulullah</w:t>
      </w:r>
    </w:p>
    <w:p w:rsidR="00AE32A0" w:rsidRDefault="00AE32A0" w:rsidP="00AE32A0">
      <w:pPr>
        <w:pStyle w:val="libNormal"/>
      </w:pPr>
      <w:r>
        <w:t>SAW secara keseluruhan</w:t>
      </w:r>
      <w:r w:rsidR="00152D0D">
        <w:t>.</w:t>
      </w:r>
    </w:p>
    <w:p w:rsidR="00AE32A0" w:rsidRDefault="00AE32A0" w:rsidP="00AE32A0">
      <w:pPr>
        <w:pStyle w:val="libNormal"/>
      </w:pPr>
      <w:r w:rsidRPr="00152D0D">
        <w:rPr>
          <w:rStyle w:val="libBold1Char"/>
        </w:rPr>
        <w:t>b.</w:t>
      </w:r>
      <w:r>
        <w:t xml:space="preserve"> Kelompok yang menolak hadits-hadits yang tak</w:t>
      </w:r>
    </w:p>
    <w:p w:rsidR="00AE32A0" w:rsidRDefault="00AE32A0" w:rsidP="00AE32A0">
      <w:pPr>
        <w:pStyle w:val="libNormal"/>
      </w:pPr>
      <w:r>
        <w:t>disebutkan dalam al-Qur’an secara tersurat ataupun</w:t>
      </w:r>
    </w:p>
    <w:p w:rsidR="00AE32A0" w:rsidRDefault="00AE32A0" w:rsidP="00AE32A0">
      <w:pPr>
        <w:pStyle w:val="libNormal"/>
      </w:pPr>
      <w:r>
        <w:t>tersirat.</w:t>
      </w:r>
    </w:p>
    <w:p w:rsidR="00152D0D" w:rsidRDefault="00152D0D" w:rsidP="00152D0D">
      <w:pPr>
        <w:pStyle w:val="libNormal"/>
      </w:pPr>
      <w:r w:rsidRPr="00152D0D">
        <w:rPr>
          <w:rStyle w:val="libBold1Char"/>
        </w:rPr>
        <w:t>c.</w:t>
      </w:r>
      <w:r>
        <w:t xml:space="preserve"> Kelompok yang hanya menerima hadits-hadits</w:t>
      </w:r>
    </w:p>
    <w:p w:rsidR="00152D0D" w:rsidRDefault="00152D0D" w:rsidP="00152D0D">
      <w:pPr>
        <w:pStyle w:val="libNormal"/>
      </w:pPr>
      <w:r>
        <w:t>mutawatir (diriwayatkan oleh banyak orang setiap</w:t>
      </w:r>
    </w:p>
    <w:p w:rsidR="00152D0D" w:rsidRDefault="00152D0D" w:rsidP="00152D0D">
      <w:pPr>
        <w:pStyle w:val="libNormal"/>
      </w:pPr>
      <w:r>
        <w:t>jenjang atau periodenya, tak mungkin mereka</w:t>
      </w:r>
    </w:p>
    <w:p w:rsidR="00152D0D" w:rsidRDefault="00152D0D" w:rsidP="00152D0D">
      <w:pPr>
        <w:pStyle w:val="libNormal"/>
      </w:pPr>
      <w:r>
        <w:lastRenderedPageBreak/>
        <w:t>berdusta) dan menolak hadits-hadits ahad (tidak</w:t>
      </w:r>
    </w:p>
    <w:p w:rsidR="00152D0D" w:rsidRDefault="00152D0D" w:rsidP="00152D0D">
      <w:pPr>
        <w:pStyle w:val="libNormal"/>
      </w:pPr>
      <w:r>
        <w:t>mencapai derajat mutawatir) walaupun shahih.</w:t>
      </w:r>
    </w:p>
    <w:p w:rsidR="00152D0D" w:rsidRDefault="00152D0D" w:rsidP="00152D0D">
      <w:pPr>
        <w:pStyle w:val="libNormal"/>
      </w:pPr>
      <w:r>
        <w:t>Pemimpinnya di Indonenesia : Irham Sutarto.</w:t>
      </w:r>
    </w:p>
    <w:p w:rsidR="00152D0D" w:rsidRDefault="00152D0D" w:rsidP="00152D0D">
      <w:pPr>
        <w:pStyle w:val="libNormal"/>
      </w:pPr>
      <w:r>
        <w:t>Inkar Sunnah di Indonesia muncul tahun 1980-an</w:t>
      </w:r>
    </w:p>
    <w:p w:rsidR="00152D0D" w:rsidRDefault="00152D0D" w:rsidP="00152D0D">
      <w:pPr>
        <w:pStyle w:val="libNormal"/>
      </w:pPr>
      <w:r>
        <w:t>Fatwa sesat MUI : 1983 .</w:t>
      </w:r>
    </w:p>
    <w:p w:rsidR="0018687B" w:rsidRDefault="0018687B" w:rsidP="00152D0D">
      <w:pPr>
        <w:pStyle w:val="libNormal"/>
      </w:pPr>
    </w:p>
    <w:p w:rsidR="00152D0D" w:rsidRDefault="00152D0D" w:rsidP="0018687B">
      <w:pPr>
        <w:pStyle w:val="Heading4"/>
      </w:pPr>
      <w:r>
        <w:t>Pendapatnya :</w:t>
      </w:r>
    </w:p>
    <w:p w:rsidR="00152D0D" w:rsidRDefault="00152D0D" w:rsidP="00152D0D">
      <w:pPr>
        <w:pStyle w:val="libNormal"/>
      </w:pPr>
      <w:r>
        <w:t>- Tidak mempercayai hadits Nabi saw sebagai landasan</w:t>
      </w:r>
    </w:p>
    <w:p w:rsidR="00152D0D" w:rsidRDefault="00152D0D" w:rsidP="00152D0D">
      <w:pPr>
        <w:pStyle w:val="libNormal"/>
      </w:pPr>
      <w:r>
        <w:t>Islam</w:t>
      </w:r>
      <w:r w:rsidR="0018687B">
        <w:t>.</w:t>
      </w:r>
    </w:p>
    <w:p w:rsidR="0018687B" w:rsidRDefault="0018687B" w:rsidP="00152D0D">
      <w:pPr>
        <w:pStyle w:val="libNormal"/>
      </w:pPr>
    </w:p>
    <w:p w:rsidR="0018687B" w:rsidRDefault="0018687B" w:rsidP="00152D0D">
      <w:pPr>
        <w:pStyle w:val="libNormal"/>
      </w:pPr>
    </w:p>
    <w:p w:rsidR="00152D0D" w:rsidRDefault="00152D0D" w:rsidP="0018687B">
      <w:pPr>
        <w:pStyle w:val="Heading2"/>
      </w:pPr>
      <w:bookmarkStart w:id="61" w:name="_Toc426282782"/>
      <w:r>
        <w:t>8. Isa Bugis</w:t>
      </w:r>
      <w:bookmarkEnd w:id="61"/>
    </w:p>
    <w:p w:rsidR="0018687B" w:rsidRDefault="0018687B" w:rsidP="00152D0D">
      <w:pPr>
        <w:pStyle w:val="libNormal"/>
      </w:pPr>
    </w:p>
    <w:p w:rsidR="00152D0D" w:rsidRDefault="00152D0D" w:rsidP="00152D0D">
      <w:pPr>
        <w:pStyle w:val="libNormal"/>
      </w:pPr>
      <w:r>
        <w:t>Pemimpin : Isa Bugis (1926)di Aceh Pidie tahun 1926</w:t>
      </w:r>
      <w:r w:rsidR="0018687B">
        <w:t>.</w:t>
      </w:r>
    </w:p>
    <w:p w:rsidR="00152D0D" w:rsidRDefault="00152D0D" w:rsidP="00152D0D">
      <w:pPr>
        <w:pStyle w:val="libNormal"/>
      </w:pPr>
      <w:r>
        <w:t>Aktif : sejak 1980 di Rawamangun, Jakarta</w:t>
      </w:r>
      <w:r w:rsidR="0018687B">
        <w:t>.</w:t>
      </w:r>
    </w:p>
    <w:p w:rsidR="00152D0D" w:rsidRDefault="00152D0D" w:rsidP="00152D0D">
      <w:pPr>
        <w:pStyle w:val="libNormal"/>
      </w:pPr>
      <w:r>
        <w:t>Fatwa Sesat : Departeman Agama RI 1972</w:t>
      </w:r>
      <w:r w:rsidR="0018687B">
        <w:t>.</w:t>
      </w:r>
    </w:p>
    <w:p w:rsidR="0018687B" w:rsidRDefault="0018687B" w:rsidP="00152D0D">
      <w:pPr>
        <w:pStyle w:val="libNormal"/>
      </w:pPr>
    </w:p>
    <w:p w:rsidR="00152D0D" w:rsidRDefault="00152D0D" w:rsidP="0018687B">
      <w:pPr>
        <w:pStyle w:val="Heading3"/>
      </w:pPr>
      <w:bookmarkStart w:id="62" w:name="_Toc426282783"/>
      <w:r>
        <w:t>Pendapat-pendapat mereka :</w:t>
      </w:r>
      <w:bookmarkEnd w:id="62"/>
    </w:p>
    <w:p w:rsidR="00152D0D" w:rsidRDefault="00152D0D" w:rsidP="00152D0D">
      <w:pPr>
        <w:pStyle w:val="libNormal"/>
      </w:pPr>
      <w:r>
        <w:t>- Mengartikan Al-Qur’an semaunya, tidak sesuai</w:t>
      </w:r>
    </w:p>
    <w:p w:rsidR="00152D0D" w:rsidRDefault="00152D0D" w:rsidP="00152D0D">
      <w:pPr>
        <w:pStyle w:val="libNormal"/>
      </w:pPr>
      <w:r>
        <w:t>dengan petunjuk Rasulullah saw, misalnya, Al-Fiil</w:t>
      </w:r>
    </w:p>
    <w:p w:rsidR="00152D0D" w:rsidRDefault="00152D0D" w:rsidP="00152D0D">
      <w:pPr>
        <w:pStyle w:val="libNormal"/>
      </w:pPr>
      <w:r>
        <w:t>yang artinya gajah menjadi meriam atau tank baja.</w:t>
      </w:r>
    </w:p>
    <w:p w:rsidR="00152D0D" w:rsidRDefault="00152D0D" w:rsidP="00152D0D">
      <w:pPr>
        <w:pStyle w:val="libNormal"/>
      </w:pPr>
      <w:r>
        <w:t>- Tidak percaya mukjizat, dan menganggap mukjizat</w:t>
      </w:r>
    </w:p>
    <w:p w:rsidR="00152D0D" w:rsidRDefault="00152D0D" w:rsidP="00152D0D">
      <w:pPr>
        <w:pStyle w:val="libNormal"/>
      </w:pPr>
      <w:r>
        <w:t>tak ubahnya seperti dongeng</w:t>
      </w:r>
      <w:r w:rsidR="0018687B">
        <w:t>.</w:t>
      </w:r>
    </w:p>
    <w:p w:rsidR="00152D0D" w:rsidRDefault="00152D0D" w:rsidP="00152D0D">
      <w:pPr>
        <w:pStyle w:val="libNormal"/>
      </w:pPr>
      <w:r>
        <w:t>- Nabi Ibrahim menyembelih Ismail itu dianggapnya</w:t>
      </w:r>
    </w:p>
    <w:p w:rsidR="00152D0D" w:rsidRDefault="00152D0D" w:rsidP="00152D0D">
      <w:pPr>
        <w:pStyle w:val="libNormal"/>
      </w:pPr>
      <w:r>
        <w:t>dongeng belaka.</w:t>
      </w:r>
    </w:p>
    <w:p w:rsidR="00152D0D" w:rsidRDefault="00152D0D" w:rsidP="00152D0D">
      <w:pPr>
        <w:pStyle w:val="libNormal"/>
      </w:pPr>
      <w:r>
        <w:t>- Tafsir Al-Qur’an yang ada sekarang harus</w:t>
      </w:r>
    </w:p>
    <w:p w:rsidR="00152D0D" w:rsidRDefault="00152D0D" w:rsidP="00152D0D">
      <w:pPr>
        <w:pStyle w:val="libNormal"/>
      </w:pPr>
      <w:r>
        <w:t>dimuseumkan, karena salah semua.</w:t>
      </w:r>
    </w:p>
    <w:p w:rsidR="00152D0D" w:rsidRDefault="00152D0D" w:rsidP="00152D0D">
      <w:pPr>
        <w:pStyle w:val="libNormal"/>
      </w:pPr>
      <w:r>
        <w:t>- Al-Qur’an bukan Bahasa Arab, maka untuk</w:t>
      </w:r>
    </w:p>
    <w:p w:rsidR="00152D0D" w:rsidRDefault="00152D0D" w:rsidP="00152D0D">
      <w:pPr>
        <w:pStyle w:val="libNormal"/>
      </w:pPr>
      <w:r>
        <w:t>memahami Al-Qur’an tak perlu belajar Bahasa Arab.</w:t>
      </w:r>
    </w:p>
    <w:p w:rsidR="00152D0D" w:rsidRDefault="00152D0D" w:rsidP="00152D0D">
      <w:pPr>
        <w:pStyle w:val="libNormal"/>
      </w:pPr>
      <w:r>
        <w:t>- Lembaga Pembaharu Isa Bugis adalah Nur, sedang</w:t>
      </w:r>
    </w:p>
    <w:p w:rsidR="00152D0D" w:rsidRDefault="00152D0D" w:rsidP="00152D0D">
      <w:pPr>
        <w:pStyle w:val="libNormal"/>
      </w:pPr>
      <w:r>
        <w:t>yang lain adalah zhulumat, maka sesat dan kafir.</w:t>
      </w:r>
    </w:p>
    <w:p w:rsidR="00152D0D" w:rsidRDefault="00152D0D" w:rsidP="00152D0D">
      <w:pPr>
        <w:pStyle w:val="libNormal"/>
      </w:pPr>
      <w:r>
        <w:t>- Air zam-zam adalah air bekas bangkai,</w:t>
      </w:r>
    </w:p>
    <w:p w:rsidR="00152D0D" w:rsidRDefault="00152D0D" w:rsidP="00152D0D">
      <w:pPr>
        <w:pStyle w:val="libNormal"/>
      </w:pPr>
      <w:r>
        <w:t>- Ka`bah adalah berhala</w:t>
      </w:r>
      <w:r w:rsidR="0018687B">
        <w:t>.</w:t>
      </w:r>
    </w:p>
    <w:p w:rsidR="00152D0D" w:rsidRDefault="00152D0D" w:rsidP="00152D0D">
      <w:pPr>
        <w:pStyle w:val="libNormal"/>
      </w:pPr>
      <w:r>
        <w:t>- Nabi Muhammad SAW adalah pembangkit</w:t>
      </w:r>
    </w:p>
    <w:p w:rsidR="00152D0D" w:rsidRDefault="00152D0D" w:rsidP="00152D0D">
      <w:pPr>
        <w:pStyle w:val="libNormal"/>
      </w:pPr>
      <w:r>
        <w:lastRenderedPageBreak/>
        <w:t>imperialisme Arab.</w:t>
      </w:r>
    </w:p>
    <w:p w:rsidR="0018687B" w:rsidRDefault="0018687B" w:rsidP="0018687B">
      <w:pPr>
        <w:pStyle w:val="libNormal"/>
      </w:pPr>
      <w:r>
        <w:t>- Ilmu-ilmu tauhid, fiqih dan sejenisnya menurutnya</w:t>
      </w:r>
    </w:p>
    <w:p w:rsidR="0018687B" w:rsidRDefault="0018687B" w:rsidP="0018687B">
      <w:pPr>
        <w:pStyle w:val="libNormal"/>
      </w:pPr>
      <w:r>
        <w:t>adalah syirik.</w:t>
      </w:r>
    </w:p>
    <w:p w:rsidR="0018687B" w:rsidRDefault="0018687B" w:rsidP="0018687B">
      <w:pPr>
        <w:pStyle w:val="libNormal"/>
      </w:pPr>
      <w:r>
        <w:t>- Agama itu akal.</w:t>
      </w:r>
    </w:p>
    <w:p w:rsidR="0018687B" w:rsidRDefault="0018687B" w:rsidP="0018687B">
      <w:pPr>
        <w:pStyle w:val="libNormal"/>
      </w:pPr>
      <w:r>
        <w:t>- Juru dakwah dari negeri arab yang menyebarkan</w:t>
      </w:r>
    </w:p>
    <w:p w:rsidR="0018687B" w:rsidRDefault="0018687B" w:rsidP="0018687B">
      <w:pPr>
        <w:pStyle w:val="libNormal"/>
      </w:pPr>
      <w:r>
        <w:t>agama Islam ke berbagai negeri disebutnya sebagai</w:t>
      </w:r>
    </w:p>
    <w:p w:rsidR="0018687B" w:rsidRDefault="0018687B" w:rsidP="0018687B">
      <w:pPr>
        <w:pStyle w:val="libNormal"/>
      </w:pPr>
      <w:r>
        <w:t>orang-orang yang mabuk yang haus darah dan harta.</w:t>
      </w:r>
    </w:p>
    <w:p w:rsidR="0018687B" w:rsidRDefault="0018687B" w:rsidP="0018687B">
      <w:pPr>
        <w:pStyle w:val="libNormal"/>
      </w:pPr>
    </w:p>
    <w:p w:rsidR="0018687B" w:rsidRDefault="0018687B" w:rsidP="0018687B">
      <w:pPr>
        <w:pStyle w:val="libNormal"/>
      </w:pPr>
    </w:p>
    <w:p w:rsidR="0018687B" w:rsidRDefault="0018687B" w:rsidP="0018687B">
      <w:pPr>
        <w:pStyle w:val="Heading2"/>
      </w:pPr>
      <w:bookmarkStart w:id="63" w:name="_Toc426282784"/>
      <w:r>
        <w:t>9. Ahmadiyah</w:t>
      </w:r>
      <w:bookmarkEnd w:id="63"/>
    </w:p>
    <w:p w:rsidR="0018687B" w:rsidRDefault="0018687B" w:rsidP="0018687B">
      <w:pPr>
        <w:pStyle w:val="libNormal"/>
      </w:pPr>
    </w:p>
    <w:p w:rsidR="0018687B" w:rsidRDefault="0018687B" w:rsidP="0018687B">
      <w:pPr>
        <w:pStyle w:val="libNormal"/>
      </w:pPr>
      <w:r>
        <w:t>Pemimpin: Mirza Ghulam Ahmad (1835-1906).</w:t>
      </w:r>
    </w:p>
    <w:p w:rsidR="0018687B" w:rsidRDefault="0018687B" w:rsidP="0018687B">
      <w:pPr>
        <w:pStyle w:val="libNormal"/>
      </w:pPr>
      <w:r>
        <w:t xml:space="preserve">Aktif: Sejak 1889 di Pakistan, masuk Indonesia 1924 </w:t>
      </w:r>
    </w:p>
    <w:p w:rsidR="0018687B" w:rsidRDefault="0018687B" w:rsidP="0018687B">
      <w:pPr>
        <w:pStyle w:val="libNormal"/>
      </w:pPr>
      <w:r>
        <w:t xml:space="preserve">Fatwa sesat MUI: 1980 dan 2005 </w:t>
      </w:r>
    </w:p>
    <w:p w:rsidR="0018687B" w:rsidRDefault="0018687B" w:rsidP="0018687B">
      <w:pPr>
        <w:pStyle w:val="libNormal"/>
      </w:pPr>
    </w:p>
    <w:p w:rsidR="0018687B" w:rsidRDefault="0018687B" w:rsidP="0018687B">
      <w:pPr>
        <w:pStyle w:val="libNormal"/>
      </w:pPr>
    </w:p>
    <w:p w:rsidR="0018687B" w:rsidRDefault="0018687B" w:rsidP="0018687B">
      <w:pPr>
        <w:pStyle w:val="libNormal"/>
      </w:pPr>
    </w:p>
    <w:p w:rsidR="0018687B" w:rsidRDefault="0018687B" w:rsidP="0018687B">
      <w:pPr>
        <w:pStyle w:val="Heading2"/>
      </w:pPr>
      <w:bookmarkStart w:id="64" w:name="_Toc426282785"/>
      <w:r>
        <w:t>10. Baha'i</w:t>
      </w:r>
      <w:bookmarkEnd w:id="64"/>
    </w:p>
    <w:p w:rsidR="0018687B" w:rsidRDefault="0018687B" w:rsidP="0018687B">
      <w:pPr>
        <w:pStyle w:val="libNormal"/>
      </w:pPr>
    </w:p>
    <w:p w:rsidR="0018687B" w:rsidRDefault="0018687B" w:rsidP="0018687B">
      <w:pPr>
        <w:pStyle w:val="libNormal"/>
      </w:pPr>
      <w:r>
        <w:t>Pendiri : Bahaullah / Mirza Husein Ali (1917 – 1892),</w:t>
      </w:r>
    </w:p>
    <w:p w:rsidR="0018687B" w:rsidRDefault="0018687B" w:rsidP="0018687B">
      <w:pPr>
        <w:pStyle w:val="libNormal"/>
      </w:pPr>
      <w:r>
        <w:t>11. Jaringan Islam Liberal</w:t>
      </w:r>
    </w:p>
    <w:p w:rsidR="0018687B" w:rsidRDefault="0018687B" w:rsidP="0018687B">
      <w:pPr>
        <w:pStyle w:val="libNormal"/>
      </w:pPr>
      <w:r>
        <w:t>Pemimpin : Ulil Abshar Abdalla</w:t>
      </w:r>
    </w:p>
    <w:p w:rsidR="0018687B" w:rsidRDefault="0018687B" w:rsidP="0018687B">
      <w:pPr>
        <w:pStyle w:val="libNormal"/>
      </w:pPr>
      <w:r>
        <w:t>Aktif : sejak 2001</w:t>
      </w:r>
    </w:p>
    <w:p w:rsidR="0018687B" w:rsidRDefault="0018687B" w:rsidP="0018687B">
      <w:pPr>
        <w:pStyle w:val="libNormal"/>
      </w:pPr>
      <w:r>
        <w:t>Fatwa sesat MUI : 2007</w:t>
      </w:r>
    </w:p>
    <w:p w:rsidR="0018687B" w:rsidRDefault="0018687B" w:rsidP="0018687B">
      <w:pPr>
        <w:pStyle w:val="libNormal"/>
      </w:pPr>
    </w:p>
    <w:p w:rsidR="0018687B" w:rsidRDefault="0018687B" w:rsidP="0018687B">
      <w:pPr>
        <w:pStyle w:val="Heading3"/>
      </w:pPr>
      <w:bookmarkStart w:id="65" w:name="_Toc426282786"/>
      <w:r>
        <w:t>Pendapat-pendapat mereka</w:t>
      </w:r>
      <w:bookmarkEnd w:id="65"/>
    </w:p>
    <w:p w:rsidR="0018687B" w:rsidRDefault="0018687B" w:rsidP="0018687B">
      <w:pPr>
        <w:pStyle w:val="libNormal"/>
      </w:pPr>
      <w:r>
        <w:t>- Menyamakan semua agama, semuanya menuju jalan</w:t>
      </w:r>
    </w:p>
    <w:p w:rsidR="0018687B" w:rsidRDefault="0018687B" w:rsidP="0018687B">
      <w:pPr>
        <w:pStyle w:val="libNormal"/>
      </w:pPr>
      <w:r>
        <w:t>kebenaran</w:t>
      </w:r>
    </w:p>
    <w:p w:rsidR="0018687B" w:rsidRDefault="0018687B" w:rsidP="0018687B">
      <w:pPr>
        <w:pStyle w:val="libNormal"/>
      </w:pPr>
      <w:r>
        <w:t>- Menganggap hukum islam itu zalim sehingga bila</w:t>
      </w:r>
    </w:p>
    <w:p w:rsidR="0018687B" w:rsidRDefault="0018687B" w:rsidP="0018687B">
      <w:pPr>
        <w:pStyle w:val="libNormal"/>
      </w:pPr>
      <w:r>
        <w:t>diterapkan syari'at Islam yang pertama jadi korban</w:t>
      </w:r>
    </w:p>
    <w:p w:rsidR="0018687B" w:rsidRDefault="0018687B" w:rsidP="0018687B">
      <w:pPr>
        <w:pStyle w:val="libNormal"/>
      </w:pPr>
      <w:r>
        <w:t>adalah kaum wanita</w:t>
      </w:r>
    </w:p>
    <w:p w:rsidR="0018687B" w:rsidRDefault="0018687B" w:rsidP="0018687B">
      <w:pPr>
        <w:pStyle w:val="libNormal"/>
      </w:pPr>
      <w:r>
        <w:t>- Mereka menggugat kebenaran Islam karena kata</w:t>
      </w:r>
    </w:p>
    <w:p w:rsidR="0018687B" w:rsidRDefault="0018687B" w:rsidP="0018687B">
      <w:pPr>
        <w:pStyle w:val="libNormal"/>
      </w:pPr>
      <w:r>
        <w:t>mereka kebenaran agama itu relatif, dan mengajak</w:t>
      </w:r>
    </w:p>
    <w:p w:rsidR="0018687B" w:rsidRDefault="0018687B" w:rsidP="0018687B">
      <w:pPr>
        <w:pStyle w:val="libNormal"/>
      </w:pPr>
      <w:r>
        <w:t>melihat kebenaran pada agama lain.</w:t>
      </w:r>
    </w:p>
    <w:p w:rsidR="0018687B" w:rsidRDefault="0018687B" w:rsidP="0018687B">
      <w:pPr>
        <w:pStyle w:val="libNormal"/>
      </w:pPr>
      <w:r>
        <w:t>- Vodka (sejenis minuman keras) bisa dihalalkan di</w:t>
      </w:r>
    </w:p>
    <w:p w:rsidR="0018687B" w:rsidRDefault="0018687B" w:rsidP="0018687B">
      <w:pPr>
        <w:pStyle w:val="libNormal"/>
      </w:pPr>
      <w:r>
        <w:lastRenderedPageBreak/>
        <w:t>Rusia karena daerahnya sangat dingin</w:t>
      </w:r>
    </w:p>
    <w:p w:rsidR="0018687B" w:rsidRDefault="0018687B" w:rsidP="0018687B">
      <w:pPr>
        <w:pStyle w:val="libNormal"/>
      </w:pPr>
      <w:r>
        <w:t>- Menganggap Al-Quran sebagai produk budaya dan</w:t>
      </w:r>
    </w:p>
    <w:p w:rsidR="0018687B" w:rsidRDefault="0018687B" w:rsidP="0018687B">
      <w:pPr>
        <w:pStyle w:val="libNormal"/>
      </w:pPr>
      <w:r>
        <w:t>mengajak mengadakan studi kritik akan keaslian Al-</w:t>
      </w:r>
    </w:p>
    <w:p w:rsidR="0018687B" w:rsidRDefault="0018687B" w:rsidP="0018687B">
      <w:pPr>
        <w:pStyle w:val="libNormal"/>
      </w:pPr>
      <w:r>
        <w:t>Quran</w:t>
      </w:r>
      <w:r w:rsidR="00791AAA">
        <w:t>.</w:t>
      </w:r>
    </w:p>
    <w:p w:rsidR="00791AAA" w:rsidRDefault="00791AAA" w:rsidP="00791AAA">
      <w:pPr>
        <w:pStyle w:val="libNormal"/>
      </w:pPr>
    </w:p>
    <w:p w:rsidR="00791AAA" w:rsidRDefault="00791AAA" w:rsidP="00791AAA">
      <w:pPr>
        <w:pStyle w:val="libNormal"/>
      </w:pPr>
    </w:p>
    <w:p w:rsidR="00791AAA" w:rsidRDefault="00791AAA" w:rsidP="00791AAA">
      <w:pPr>
        <w:pStyle w:val="Heading2"/>
      </w:pPr>
      <w:bookmarkStart w:id="66" w:name="_Toc426282787"/>
      <w:r>
        <w:t>12. Al-Quran Suci</w:t>
      </w:r>
      <w:bookmarkEnd w:id="66"/>
    </w:p>
    <w:p w:rsidR="00791AAA" w:rsidRDefault="00791AAA" w:rsidP="00791AAA">
      <w:pPr>
        <w:pStyle w:val="libNormal"/>
      </w:pPr>
    </w:p>
    <w:p w:rsidR="00791AAA" w:rsidRDefault="00791AAA" w:rsidP="00791AAA">
      <w:pPr>
        <w:pStyle w:val="libNormal"/>
      </w:pPr>
      <w:r>
        <w:t>Fatwa sesat MUI: 2007</w:t>
      </w:r>
    </w:p>
    <w:p w:rsidR="00394B74" w:rsidRDefault="00394B74" w:rsidP="00791AAA">
      <w:pPr>
        <w:pStyle w:val="libNormal"/>
      </w:pPr>
    </w:p>
    <w:p w:rsidR="00791AAA" w:rsidRDefault="00791AAA" w:rsidP="00394B74">
      <w:pPr>
        <w:pStyle w:val="Heading3"/>
      </w:pPr>
      <w:bookmarkStart w:id="67" w:name="_Toc426282788"/>
      <w:r>
        <w:t>Pendapat-pendapat mereka :</w:t>
      </w:r>
      <w:bookmarkEnd w:id="67"/>
    </w:p>
    <w:p w:rsidR="00791AAA" w:rsidRDefault="00791AAA" w:rsidP="00791AAA">
      <w:pPr>
        <w:pStyle w:val="libNormal"/>
      </w:pPr>
      <w:r>
        <w:t>- Tidak mengakui hadits.</w:t>
      </w:r>
    </w:p>
    <w:p w:rsidR="00791AAA" w:rsidRDefault="00791AAA" w:rsidP="00791AAA">
      <w:pPr>
        <w:pStyle w:val="libNormal"/>
      </w:pPr>
      <w:r>
        <w:t>- Tidak melakukan kewajiban dalam rukun Islam.</w:t>
      </w:r>
    </w:p>
    <w:p w:rsidR="00791AAA" w:rsidRDefault="00791AAA" w:rsidP="00791AAA">
      <w:pPr>
        <w:pStyle w:val="libNormal"/>
      </w:pPr>
      <w:r>
        <w:t>- Memisahkan jamaah dari keluarganya.</w:t>
      </w:r>
    </w:p>
    <w:p w:rsidR="00791AAA" w:rsidRDefault="00791AAA" w:rsidP="00791AAA">
      <w:pPr>
        <w:pStyle w:val="libNormal"/>
      </w:pPr>
      <w:r>
        <w:t>- Memperbolehkan berzina dengan iparnya</w:t>
      </w:r>
      <w:r w:rsidR="00394B74">
        <w:t>.</w:t>
      </w:r>
    </w:p>
    <w:p w:rsidR="00394B74" w:rsidRDefault="00394B74" w:rsidP="00791AAA">
      <w:pPr>
        <w:pStyle w:val="libNormal"/>
      </w:pPr>
    </w:p>
    <w:p w:rsidR="00394B74" w:rsidRDefault="00394B74" w:rsidP="00791AAA">
      <w:pPr>
        <w:pStyle w:val="libNormal"/>
      </w:pPr>
    </w:p>
    <w:p w:rsidR="00791AAA" w:rsidRDefault="00791AAA" w:rsidP="00394B74">
      <w:pPr>
        <w:pStyle w:val="Heading2"/>
      </w:pPr>
      <w:bookmarkStart w:id="68" w:name="_Toc426282789"/>
      <w:r>
        <w:t>13. Mahesa Kurung</w:t>
      </w:r>
      <w:bookmarkEnd w:id="68"/>
    </w:p>
    <w:p w:rsidR="00394B74" w:rsidRDefault="00394B74" w:rsidP="00791AAA">
      <w:pPr>
        <w:pStyle w:val="libNormal"/>
      </w:pPr>
    </w:p>
    <w:p w:rsidR="00791AAA" w:rsidRDefault="00791AAA" w:rsidP="00791AAA">
      <w:pPr>
        <w:pStyle w:val="libNormal"/>
      </w:pPr>
      <w:r>
        <w:t>Pemimpin : As-Sayyid al-Habib Faridhal Attros al-</w:t>
      </w:r>
    </w:p>
    <w:p w:rsidR="00791AAA" w:rsidRDefault="00791AAA" w:rsidP="00791AAA">
      <w:pPr>
        <w:pStyle w:val="libNormal"/>
      </w:pPr>
      <w:r>
        <w:t>Kindhy</w:t>
      </w:r>
    </w:p>
    <w:p w:rsidR="00791AAA" w:rsidRDefault="00791AAA" w:rsidP="00791AAA">
      <w:pPr>
        <w:pStyle w:val="libNormal"/>
      </w:pPr>
      <w:r>
        <w:t>Aktif sejak : 1984</w:t>
      </w:r>
    </w:p>
    <w:p w:rsidR="00791AAA" w:rsidRDefault="00791AAA" w:rsidP="00791AAA">
      <w:pPr>
        <w:pStyle w:val="libNormal"/>
      </w:pPr>
      <w:r>
        <w:t>Fatwa sesat MUI: 2006</w:t>
      </w:r>
    </w:p>
    <w:p w:rsidR="00791AAA" w:rsidRDefault="00791AAA" w:rsidP="00791AAA">
      <w:pPr>
        <w:pStyle w:val="libNormal"/>
      </w:pPr>
      <w:r>
        <w:t>Alasan : Menyebarkan kemusyrikan</w:t>
      </w:r>
    </w:p>
    <w:p w:rsidR="00791AAA" w:rsidRDefault="00791AAA" w:rsidP="00791AAA">
      <w:pPr>
        <w:pStyle w:val="libNormal"/>
      </w:pPr>
      <w:r>
        <w:t>14. Wahidiyyah</w:t>
      </w:r>
    </w:p>
    <w:p w:rsidR="00791AAA" w:rsidRDefault="00791AAA" w:rsidP="00791AAA">
      <w:pPr>
        <w:pStyle w:val="libNormal"/>
      </w:pPr>
      <w:r>
        <w:t>Pemimpin : Abas</w:t>
      </w:r>
    </w:p>
    <w:p w:rsidR="00791AAA" w:rsidRDefault="00791AAA" w:rsidP="00791AAA">
      <w:pPr>
        <w:pStyle w:val="libNormal"/>
      </w:pPr>
      <w:r>
        <w:t>Fatwa Sesat MUI Tasikmalaya</w:t>
      </w:r>
    </w:p>
    <w:p w:rsidR="00394B74" w:rsidRDefault="00394B74" w:rsidP="00791AAA">
      <w:pPr>
        <w:pStyle w:val="libNormal"/>
      </w:pPr>
    </w:p>
    <w:p w:rsidR="00791AAA" w:rsidRDefault="00791AAA" w:rsidP="00394B74">
      <w:pPr>
        <w:pStyle w:val="Heading3"/>
      </w:pPr>
      <w:bookmarkStart w:id="69" w:name="_Toc426282790"/>
      <w:r>
        <w:t>Pendapat –pendapat mereka :</w:t>
      </w:r>
      <w:bookmarkEnd w:id="69"/>
    </w:p>
    <w:p w:rsidR="00791AAA" w:rsidRDefault="00791AAA" w:rsidP="00791AAA">
      <w:pPr>
        <w:pStyle w:val="libNormal"/>
      </w:pPr>
      <w:r>
        <w:t>- Ghauts Hadza Zaman punya kewenangan</w:t>
      </w:r>
    </w:p>
    <w:p w:rsidR="00791AAA" w:rsidRDefault="00791AAA" w:rsidP="00791AAA">
      <w:pPr>
        <w:pStyle w:val="libNormal"/>
      </w:pPr>
      <w:r>
        <w:t>menanamkan dan mencabut iman seseorang.</w:t>
      </w:r>
    </w:p>
    <w:p w:rsidR="00791AAA" w:rsidRDefault="00791AAA" w:rsidP="00791AAA">
      <w:pPr>
        <w:pStyle w:val="libNormal"/>
      </w:pPr>
      <w:r>
        <w:t>- Sosok Mbah Abdul Majid dianggap sebagai juru</w:t>
      </w:r>
    </w:p>
    <w:p w:rsidR="00791AAA" w:rsidRDefault="00791AAA" w:rsidP="00791AAA">
      <w:pPr>
        <w:pStyle w:val="libNormal"/>
      </w:pPr>
      <w:r>
        <w:t>selamat bagi umat di zaman sekarang</w:t>
      </w:r>
      <w:r w:rsidR="00CB728E">
        <w:t>.</w:t>
      </w:r>
    </w:p>
    <w:p w:rsidR="00CB728E" w:rsidRDefault="00CB728E" w:rsidP="00791AAA">
      <w:pPr>
        <w:pStyle w:val="libNormal"/>
      </w:pPr>
    </w:p>
    <w:p w:rsidR="00CB728E" w:rsidRDefault="00CB728E" w:rsidP="00791AAA">
      <w:pPr>
        <w:pStyle w:val="libNormal"/>
      </w:pPr>
    </w:p>
    <w:p w:rsidR="00791AAA" w:rsidRDefault="00791AAA" w:rsidP="00CB728E">
      <w:pPr>
        <w:pStyle w:val="Heading2"/>
      </w:pPr>
      <w:bookmarkStart w:id="70" w:name="_Toc426282791"/>
      <w:r>
        <w:lastRenderedPageBreak/>
        <w:t>15. Islam sejati</w:t>
      </w:r>
      <w:bookmarkEnd w:id="70"/>
    </w:p>
    <w:p w:rsidR="00CB728E" w:rsidRDefault="00CB728E" w:rsidP="00791AAA">
      <w:pPr>
        <w:pStyle w:val="libNormal"/>
      </w:pPr>
    </w:p>
    <w:p w:rsidR="00791AAA" w:rsidRDefault="00791AAA" w:rsidP="00791AAA">
      <w:pPr>
        <w:pStyle w:val="libNormal"/>
      </w:pPr>
      <w:r>
        <w:t>Pemimpin : Heri dan Akhyari</w:t>
      </w:r>
    </w:p>
    <w:p w:rsidR="00791AAA" w:rsidRDefault="00791AAA" w:rsidP="00791AAA">
      <w:pPr>
        <w:pStyle w:val="libNormal"/>
      </w:pPr>
      <w:r>
        <w:t>Fatwa Sesat MUI Banten : 2007</w:t>
      </w:r>
    </w:p>
    <w:p w:rsidR="002F622F" w:rsidRDefault="002F622F" w:rsidP="00791AAA">
      <w:pPr>
        <w:pStyle w:val="libNormal"/>
      </w:pPr>
    </w:p>
    <w:p w:rsidR="00791AAA" w:rsidRDefault="00791AAA" w:rsidP="002F622F">
      <w:pPr>
        <w:pStyle w:val="Heading3"/>
      </w:pPr>
      <w:bookmarkStart w:id="71" w:name="_Toc426282792"/>
      <w:r>
        <w:t>Pendapat :</w:t>
      </w:r>
      <w:bookmarkEnd w:id="71"/>
    </w:p>
    <w:p w:rsidR="00791AAA" w:rsidRDefault="00791AAA" w:rsidP="00791AAA">
      <w:pPr>
        <w:pStyle w:val="libNormal"/>
      </w:pPr>
      <w:r>
        <w:t>- Menyembah Tuhan dengan bersujud menghadap ke</w:t>
      </w:r>
    </w:p>
    <w:p w:rsidR="00791AAA" w:rsidRDefault="00791AAA" w:rsidP="00791AAA">
      <w:pPr>
        <w:pStyle w:val="libNormal"/>
      </w:pPr>
      <w:r>
        <w:t>empat arah penjuru angin</w:t>
      </w:r>
      <w:r w:rsidR="002F622F">
        <w:t>.</w:t>
      </w:r>
    </w:p>
    <w:p w:rsidR="002F622F" w:rsidRDefault="002F622F" w:rsidP="00791AAA">
      <w:pPr>
        <w:pStyle w:val="libNormal"/>
      </w:pPr>
    </w:p>
    <w:p w:rsidR="002F622F" w:rsidRDefault="002F622F" w:rsidP="00791AAA">
      <w:pPr>
        <w:pStyle w:val="libNormal"/>
      </w:pPr>
    </w:p>
    <w:p w:rsidR="00791AAA" w:rsidRDefault="00791AAA" w:rsidP="002F622F">
      <w:pPr>
        <w:pStyle w:val="Heading2"/>
      </w:pPr>
      <w:bookmarkStart w:id="72" w:name="_Toc426282793"/>
      <w:r>
        <w:t>16. Ahmad Sayuti (Nabi Palsu)</w:t>
      </w:r>
      <w:bookmarkEnd w:id="72"/>
    </w:p>
    <w:p w:rsidR="002F622F" w:rsidRDefault="002F622F" w:rsidP="00791AAA">
      <w:pPr>
        <w:pStyle w:val="libNormal"/>
      </w:pPr>
    </w:p>
    <w:p w:rsidR="00791AAA" w:rsidRDefault="00791AAA" w:rsidP="00791AAA">
      <w:pPr>
        <w:pStyle w:val="libNormal"/>
      </w:pPr>
      <w:r>
        <w:t>Pemimpin : Ahmad Sayuti</w:t>
      </w:r>
      <w:r w:rsidR="00C10DF1">
        <w:t>.</w:t>
      </w:r>
    </w:p>
    <w:p w:rsidR="00791AAA" w:rsidRDefault="00791AAA" w:rsidP="00791AAA">
      <w:pPr>
        <w:pStyle w:val="libNormal"/>
      </w:pPr>
      <w:r>
        <w:t>Fatwa Sesat MUI : 2007</w:t>
      </w:r>
      <w:r w:rsidR="00C10DF1">
        <w:t>.</w:t>
      </w:r>
    </w:p>
    <w:p w:rsidR="00A54F5B" w:rsidRDefault="00A54F5B" w:rsidP="00A54F5B">
      <w:pPr>
        <w:pStyle w:val="libNormal"/>
      </w:pPr>
    </w:p>
    <w:p w:rsidR="00A54F5B" w:rsidRDefault="00A54F5B" w:rsidP="00A54F5B">
      <w:pPr>
        <w:pStyle w:val="Heading3"/>
      </w:pPr>
      <w:bookmarkStart w:id="73" w:name="_Toc426282794"/>
      <w:r>
        <w:t>Pendapat :</w:t>
      </w:r>
      <w:bookmarkEnd w:id="73"/>
    </w:p>
    <w:p w:rsidR="00A54F5B" w:rsidRDefault="00A54F5B" w:rsidP="00A54F5B">
      <w:pPr>
        <w:pStyle w:val="libNormal"/>
      </w:pPr>
      <w:r>
        <w:t>- menganggap dirinya sebagai nabi yang diutus Allah</w:t>
      </w:r>
    </w:p>
    <w:p w:rsidR="00A54F5B" w:rsidRDefault="00A54F5B" w:rsidP="00A54F5B">
      <w:pPr>
        <w:pStyle w:val="libNormal"/>
      </w:pPr>
      <w:r>
        <w:t>dan Nabi Muhammad bukan nabi terakhir</w:t>
      </w:r>
      <w:r w:rsidR="00874D10">
        <w:t>.</w:t>
      </w:r>
    </w:p>
    <w:p w:rsidR="00A54F5B" w:rsidRDefault="00A54F5B" w:rsidP="00A54F5B">
      <w:pPr>
        <w:pStyle w:val="libNormal"/>
      </w:pPr>
      <w:r>
        <w:t>- Al-Quran adalah kitab hukum bahasa Arab</w:t>
      </w:r>
    </w:p>
    <w:p w:rsidR="00A54F5B" w:rsidRDefault="00A54F5B" w:rsidP="00A54F5B">
      <w:pPr>
        <w:pStyle w:val="libNormal"/>
      </w:pPr>
      <w:r>
        <w:t>peninggalan Nabi Muhammad putra Abdullah yang</w:t>
      </w:r>
    </w:p>
    <w:p w:rsidR="00A54F5B" w:rsidRDefault="00A54F5B" w:rsidP="00A54F5B">
      <w:pPr>
        <w:pStyle w:val="libNormal"/>
      </w:pPr>
      <w:r>
        <w:t>ditulis oleh para sahabatnya atas perintah</w:t>
      </w:r>
    </w:p>
    <w:p w:rsidR="00A54F5B" w:rsidRDefault="00A54F5B" w:rsidP="00A54F5B">
      <w:pPr>
        <w:pStyle w:val="libNormal"/>
      </w:pPr>
      <w:r>
        <w:t>Muhammad.</w:t>
      </w:r>
    </w:p>
    <w:p w:rsidR="00A54F5B" w:rsidRDefault="00A54F5B" w:rsidP="00A54F5B">
      <w:pPr>
        <w:pStyle w:val="libNormal"/>
      </w:pPr>
      <w:r>
        <w:t>- Mengaku kalau Al-Quran turun pada tahun 1993 saat</w:t>
      </w:r>
    </w:p>
    <w:p w:rsidR="00A54F5B" w:rsidRDefault="00A54F5B" w:rsidP="00A54F5B">
      <w:pPr>
        <w:pStyle w:val="libNormal"/>
      </w:pPr>
      <w:r>
        <w:t>dirinya mendapatkan wahyu</w:t>
      </w:r>
      <w:r w:rsidR="00874D10">
        <w:t>.</w:t>
      </w:r>
    </w:p>
    <w:p w:rsidR="00A54F5B" w:rsidRDefault="00A54F5B" w:rsidP="00A54F5B">
      <w:pPr>
        <w:pStyle w:val="libNormal"/>
      </w:pPr>
      <w:r>
        <w:t>- Menganggap tafsir Al-Quran selama ini hanya</w:t>
      </w:r>
    </w:p>
    <w:p w:rsidR="00A54F5B" w:rsidRDefault="00A54F5B" w:rsidP="00A54F5B">
      <w:pPr>
        <w:pStyle w:val="libNormal"/>
      </w:pPr>
      <w:r>
        <w:t>kebohongan belaka</w:t>
      </w:r>
      <w:r w:rsidR="00874D10">
        <w:t>.</w:t>
      </w:r>
    </w:p>
    <w:p w:rsidR="00A54F5B" w:rsidRDefault="00A54F5B" w:rsidP="00A54F5B">
      <w:pPr>
        <w:pStyle w:val="libNormal"/>
      </w:pPr>
      <w:r>
        <w:t>- Kitab hadis Bukhori hanya kitab bohong yang isinya</w:t>
      </w:r>
    </w:p>
    <w:p w:rsidR="00A54F5B" w:rsidRDefault="00A54F5B" w:rsidP="00A54F5B">
      <w:pPr>
        <w:pStyle w:val="libNormal"/>
      </w:pPr>
      <w:r>
        <w:t>bukan perkataan Nabi Muhammad</w:t>
      </w:r>
      <w:r w:rsidR="00237AC3">
        <w:t>.</w:t>
      </w:r>
    </w:p>
    <w:p w:rsidR="00237AC3" w:rsidRDefault="00237AC3" w:rsidP="00A54F5B">
      <w:pPr>
        <w:pStyle w:val="libNormal"/>
      </w:pPr>
    </w:p>
    <w:p w:rsidR="00237AC3" w:rsidRDefault="00237AC3" w:rsidP="00A54F5B">
      <w:pPr>
        <w:pStyle w:val="libNormal"/>
      </w:pPr>
    </w:p>
    <w:p w:rsidR="00A54F5B" w:rsidRDefault="00A54F5B" w:rsidP="00237AC3">
      <w:pPr>
        <w:pStyle w:val="Heading2"/>
      </w:pPr>
      <w:bookmarkStart w:id="74" w:name="_Toc426282795"/>
      <w:r>
        <w:t>17. Darul Arqam</w:t>
      </w:r>
      <w:bookmarkEnd w:id="74"/>
    </w:p>
    <w:p w:rsidR="00237AC3" w:rsidRDefault="00237AC3" w:rsidP="00A54F5B">
      <w:pPr>
        <w:pStyle w:val="libNormal"/>
      </w:pPr>
    </w:p>
    <w:p w:rsidR="00A54F5B" w:rsidRDefault="00A54F5B" w:rsidP="00A54F5B">
      <w:pPr>
        <w:pStyle w:val="libNormal"/>
      </w:pPr>
      <w:r>
        <w:t>Pemimpin : Syeikh Suhemi</w:t>
      </w:r>
      <w:r w:rsidR="00FD426F">
        <w:t>.</w:t>
      </w:r>
    </w:p>
    <w:p w:rsidR="00A54F5B" w:rsidRDefault="00A54F5B" w:rsidP="00A54F5B">
      <w:pPr>
        <w:pStyle w:val="libNormal"/>
      </w:pPr>
      <w:r>
        <w:t>Fatwa sesat MUI: 1994</w:t>
      </w:r>
      <w:r w:rsidR="00FD426F">
        <w:t>.</w:t>
      </w:r>
    </w:p>
    <w:p w:rsidR="00FD426F" w:rsidRDefault="00FD426F" w:rsidP="00A54F5B">
      <w:pPr>
        <w:pStyle w:val="libNormal"/>
      </w:pPr>
    </w:p>
    <w:p w:rsidR="00A54F5B" w:rsidRDefault="00A54F5B" w:rsidP="00FD426F">
      <w:pPr>
        <w:pStyle w:val="Heading3"/>
      </w:pPr>
      <w:bookmarkStart w:id="75" w:name="_Toc426282796"/>
      <w:r>
        <w:lastRenderedPageBreak/>
        <w:t>Pendapat :</w:t>
      </w:r>
      <w:bookmarkEnd w:id="75"/>
    </w:p>
    <w:p w:rsidR="00A54F5B" w:rsidRDefault="00A54F5B" w:rsidP="00A54F5B">
      <w:pPr>
        <w:pStyle w:val="libNormal"/>
      </w:pPr>
      <w:r>
        <w:t>- Aurad Muhammadiyah Darul Arqam diterima secara</w:t>
      </w:r>
    </w:p>
    <w:p w:rsidR="00A54F5B" w:rsidRDefault="00A54F5B" w:rsidP="00A54F5B">
      <w:pPr>
        <w:pStyle w:val="libNormal"/>
      </w:pPr>
      <w:r>
        <w:t>langsung oleh Syekh Suhaemi, tokoh Darul Arqam,</w:t>
      </w:r>
    </w:p>
    <w:p w:rsidR="00A54F5B" w:rsidRDefault="00A54F5B" w:rsidP="00A54F5B">
      <w:pPr>
        <w:pStyle w:val="libNormal"/>
      </w:pPr>
      <w:r>
        <w:t>dari Rasulullah SAW di Ka'bah dalam keadaan</w:t>
      </w:r>
    </w:p>
    <w:p w:rsidR="00A54F5B" w:rsidRDefault="00A54F5B" w:rsidP="00A54F5B">
      <w:pPr>
        <w:pStyle w:val="libNormal"/>
      </w:pPr>
      <w:r>
        <w:t>terjaga.</w:t>
      </w:r>
    </w:p>
    <w:p w:rsidR="00A54F5B" w:rsidRDefault="00A54F5B" w:rsidP="00A54F5B">
      <w:pPr>
        <w:pStyle w:val="libNormal"/>
      </w:pPr>
      <w:r>
        <w:t>Selain aliran-aliran ini masih banyak aliran yang dianggap</w:t>
      </w:r>
    </w:p>
    <w:p w:rsidR="00A54F5B" w:rsidRDefault="00A54F5B" w:rsidP="00A54F5B">
      <w:pPr>
        <w:pStyle w:val="libNormal"/>
      </w:pPr>
      <w:r>
        <w:t>sesat, misalnya : Al-Quran Hijau, Al-Haq, Amanat</w:t>
      </w:r>
    </w:p>
    <w:p w:rsidR="00A54F5B" w:rsidRDefault="00A54F5B" w:rsidP="00A54F5B">
      <w:pPr>
        <w:pStyle w:val="libNormal"/>
      </w:pPr>
      <w:r>
        <w:t>Keagungan Ilahi, Bumi Segandu, Hidup dibalik Hidup, dan</w:t>
      </w:r>
    </w:p>
    <w:p w:rsidR="00A54F5B" w:rsidRDefault="00A54F5B" w:rsidP="00A54F5B">
      <w:pPr>
        <w:pStyle w:val="libNormal"/>
      </w:pPr>
      <w:r>
        <w:t>lain-lain.</w:t>
      </w:r>
    </w:p>
    <w:p w:rsidR="00A54F5B" w:rsidRDefault="00A54F5B" w:rsidP="00A54F5B">
      <w:pPr>
        <w:pStyle w:val="libNormal"/>
      </w:pPr>
      <w:r>
        <w:t>Pengawas Aliran Kepercayaan Masyarakat ( Pakem) selama</w:t>
      </w:r>
    </w:p>
    <w:p w:rsidR="00A54F5B" w:rsidRDefault="00A54F5B" w:rsidP="00A54F5B">
      <w:pPr>
        <w:pStyle w:val="libNormal"/>
      </w:pPr>
      <w:r>
        <w:t>1980 hingga 2006 mencatat adanya 250 ajaran sesat di</w:t>
      </w:r>
    </w:p>
    <w:p w:rsidR="00976D9E" w:rsidRDefault="00A54F5B" w:rsidP="00976D9E">
      <w:pPr>
        <w:pStyle w:val="libNormal"/>
      </w:pPr>
      <w:r>
        <w:t>Indonesia.</w:t>
      </w:r>
    </w:p>
    <w:p w:rsidR="00976D9E" w:rsidRPr="005C3E0B" w:rsidRDefault="00976D9E">
      <w:r>
        <w:br w:type="page"/>
      </w:r>
    </w:p>
    <w:p w:rsidR="00A54F5B" w:rsidRDefault="00480D8C" w:rsidP="00F813D4">
      <w:pPr>
        <w:pStyle w:val="Heading1"/>
      </w:pPr>
      <w:bookmarkStart w:id="76" w:name="_Toc426282797"/>
      <w:r>
        <w:lastRenderedPageBreak/>
        <w:t>f</w:t>
      </w:r>
      <w:r w:rsidR="00A54F5B">
        <w:t>. Aliran-aliran kebatinan Islam</w:t>
      </w:r>
      <w:bookmarkEnd w:id="76"/>
    </w:p>
    <w:p w:rsidR="00F813D4" w:rsidRDefault="00F813D4" w:rsidP="00A54F5B">
      <w:pPr>
        <w:pStyle w:val="libNormal"/>
      </w:pPr>
    </w:p>
    <w:p w:rsidR="00A54F5B" w:rsidRDefault="00A54F5B" w:rsidP="00A54F5B">
      <w:pPr>
        <w:pStyle w:val="libNormal"/>
      </w:pPr>
      <w:r>
        <w:t>Di Indonesia banyak sekali aliran-aliran kebatinan yang</w:t>
      </w:r>
    </w:p>
    <w:p w:rsidR="007F7688" w:rsidRDefault="00A54F5B" w:rsidP="007F7688">
      <w:pPr>
        <w:pStyle w:val="libNormal"/>
      </w:pPr>
      <w:r>
        <w:t>harus diwapadai ajarannya,</w:t>
      </w:r>
      <w:r w:rsidR="00E430B3">
        <w:t xml:space="preserve"> </w:t>
      </w:r>
      <w:r w:rsidR="007F7688">
        <w:t>Aliran kebatinan di Indonesia menurut H.M. Danuwiyoto</w:t>
      </w:r>
    </w:p>
    <w:p w:rsidR="007F7688" w:rsidRDefault="007F7688" w:rsidP="007F7688">
      <w:pPr>
        <w:pStyle w:val="libNormal"/>
      </w:pPr>
      <w:r>
        <w:t>tidak terlepas dari pengaruh ajaran Syekh Siti Jenar pada</w:t>
      </w:r>
    </w:p>
    <w:p w:rsidR="007F7688" w:rsidRDefault="007F7688" w:rsidP="007F7688">
      <w:pPr>
        <w:pStyle w:val="libNormal"/>
      </w:pPr>
      <w:r>
        <w:t>abad ke-14 Masehi yang dianggap sesat oleh para Wali yang</w:t>
      </w:r>
    </w:p>
    <w:p w:rsidR="007F7688" w:rsidRDefault="007F7688" w:rsidP="007F7688">
      <w:pPr>
        <w:pStyle w:val="libNormal"/>
      </w:pPr>
      <w:r>
        <w:t>ada di Indonesia saat itu.</w:t>
      </w:r>
    </w:p>
    <w:p w:rsidR="007F7688" w:rsidRDefault="007F7688" w:rsidP="007F7688">
      <w:pPr>
        <w:pStyle w:val="libNormal"/>
      </w:pPr>
      <w:r>
        <w:t>Berikut ini adalah aliran-aliran yang berkembang di</w:t>
      </w:r>
    </w:p>
    <w:p w:rsidR="007F7688" w:rsidRDefault="007F7688" w:rsidP="007F7688">
      <w:pPr>
        <w:pStyle w:val="libNormal"/>
      </w:pPr>
      <w:r>
        <w:t>Indonesia</w:t>
      </w:r>
      <w:r w:rsidRPr="007F7688">
        <w:rPr>
          <w:rStyle w:val="libFootnotenumChar"/>
        </w:rPr>
        <w:footnoteReference w:id="24"/>
      </w:r>
      <w:r>
        <w:t>:</w:t>
      </w:r>
    </w:p>
    <w:p w:rsidR="007F7688" w:rsidRDefault="007F7688" w:rsidP="007F7688">
      <w:pPr>
        <w:pStyle w:val="libNormal"/>
      </w:pPr>
      <w:r w:rsidRPr="00771BC6">
        <w:rPr>
          <w:rStyle w:val="libBold1Char"/>
        </w:rPr>
        <w:t>Banjarnegara</w:t>
      </w:r>
      <w:r>
        <w:t xml:space="preserve"> : </w:t>
      </w:r>
      <w:r w:rsidRPr="00771BC6">
        <w:rPr>
          <w:rStyle w:val="libBold1Char"/>
        </w:rPr>
        <w:t>1</w:t>
      </w:r>
      <w:r>
        <w:t>-Perjalanan Tri Luhur</w:t>
      </w:r>
    </w:p>
    <w:p w:rsidR="007F7688" w:rsidRDefault="007F7688" w:rsidP="007F7688">
      <w:pPr>
        <w:pStyle w:val="libNormal"/>
      </w:pPr>
      <w:r w:rsidRPr="00771BC6">
        <w:rPr>
          <w:rStyle w:val="libBold1Char"/>
        </w:rPr>
        <w:t>Bangkalan</w:t>
      </w:r>
      <w:r>
        <w:t xml:space="preserve"> : </w:t>
      </w:r>
      <w:r w:rsidRPr="00771BC6">
        <w:rPr>
          <w:rStyle w:val="libBold1Char"/>
        </w:rPr>
        <w:t>2</w:t>
      </w:r>
      <w:r>
        <w:t xml:space="preserve">-Agama Baru Banyu Urip, </w:t>
      </w:r>
      <w:r w:rsidRPr="00771BC6">
        <w:rPr>
          <w:rStyle w:val="libBold1Char"/>
        </w:rPr>
        <w:t>3</w:t>
      </w:r>
      <w:r>
        <w:t>-Ilmu</w:t>
      </w:r>
    </w:p>
    <w:p w:rsidR="007F7688" w:rsidRDefault="007F7688" w:rsidP="007F7688">
      <w:pPr>
        <w:pStyle w:val="libNormal"/>
      </w:pPr>
      <w:r>
        <w:t>Laduni Sepalu,</w:t>
      </w:r>
    </w:p>
    <w:p w:rsidR="007F7688" w:rsidRDefault="007F7688" w:rsidP="007F7688">
      <w:pPr>
        <w:pStyle w:val="libNormal"/>
      </w:pPr>
      <w:r w:rsidRPr="00771BC6">
        <w:rPr>
          <w:rStyle w:val="libBold1Char"/>
        </w:rPr>
        <w:t>Bantul</w:t>
      </w:r>
      <w:r>
        <w:t xml:space="preserve"> : </w:t>
      </w:r>
      <w:r w:rsidRPr="00771BC6">
        <w:rPr>
          <w:rStyle w:val="libBold1Char"/>
        </w:rPr>
        <w:t>4</w:t>
      </w:r>
      <w:r>
        <w:t xml:space="preserve">-Kasunyatan Ngantek, </w:t>
      </w:r>
      <w:r w:rsidRPr="000375E4">
        <w:rPr>
          <w:rStyle w:val="libBold1Char"/>
        </w:rPr>
        <w:t>5</w:t>
      </w:r>
      <w:r>
        <w:t>-Pekerjaan Baru</w:t>
      </w:r>
    </w:p>
    <w:p w:rsidR="007F7688" w:rsidRDefault="007F7688" w:rsidP="007F7688">
      <w:pPr>
        <w:pStyle w:val="libNormal"/>
      </w:pPr>
      <w:r>
        <w:t>Hadisono Guasar,</w:t>
      </w:r>
    </w:p>
    <w:p w:rsidR="007F7688" w:rsidRDefault="007F7688" w:rsidP="007F7688">
      <w:pPr>
        <w:pStyle w:val="libNormal"/>
      </w:pPr>
      <w:r w:rsidRPr="00771BC6">
        <w:rPr>
          <w:rStyle w:val="libBold1Char"/>
        </w:rPr>
        <w:t>Banyumas</w:t>
      </w:r>
      <w:r>
        <w:t xml:space="preserve"> : </w:t>
      </w:r>
      <w:r w:rsidRPr="000375E4">
        <w:rPr>
          <w:rStyle w:val="libBold1Char"/>
        </w:rPr>
        <w:t>6</w:t>
      </w:r>
      <w:r>
        <w:t xml:space="preserve">-Moyah Kaki Kroya, </w:t>
      </w:r>
      <w:r w:rsidRPr="000375E4">
        <w:rPr>
          <w:rStyle w:val="libBold1Char"/>
        </w:rPr>
        <w:t>7</w:t>
      </w:r>
      <w:r>
        <w:t>-Tri Luhur Tulus</w:t>
      </w:r>
    </w:p>
    <w:p w:rsidR="007F7688" w:rsidRDefault="007F7688" w:rsidP="007F7688">
      <w:pPr>
        <w:pStyle w:val="libNormal"/>
      </w:pPr>
      <w:r w:rsidRPr="00771BC6">
        <w:rPr>
          <w:rStyle w:val="libBold1Char"/>
        </w:rPr>
        <w:t>Blitar</w:t>
      </w:r>
      <w:r>
        <w:t xml:space="preserve"> : </w:t>
      </w:r>
      <w:r w:rsidRPr="000375E4">
        <w:rPr>
          <w:rStyle w:val="libBold1Char"/>
        </w:rPr>
        <w:t>8</w:t>
      </w:r>
      <w:r>
        <w:t xml:space="preserve">-Murti Tomo Waskito, </w:t>
      </w:r>
      <w:r w:rsidRPr="000375E4">
        <w:rPr>
          <w:rStyle w:val="libBold1Char"/>
        </w:rPr>
        <w:t>9</w:t>
      </w:r>
      <w:r>
        <w:t>-Paguyuban</w:t>
      </w:r>
    </w:p>
    <w:p w:rsidR="007F7688" w:rsidRDefault="007F7688" w:rsidP="007F7688">
      <w:pPr>
        <w:pStyle w:val="libNormal"/>
      </w:pPr>
      <w:r>
        <w:t xml:space="preserve">Pambuko Jiwa, </w:t>
      </w:r>
      <w:r w:rsidRPr="000375E4">
        <w:rPr>
          <w:rStyle w:val="libBold1Char"/>
        </w:rPr>
        <w:t>10</w:t>
      </w:r>
      <w:r>
        <w:t>-Purwatin Sanggar</w:t>
      </w:r>
    </w:p>
    <w:p w:rsidR="007F7688" w:rsidRDefault="007F7688" w:rsidP="007F7688">
      <w:pPr>
        <w:pStyle w:val="libNormal"/>
      </w:pPr>
      <w:r>
        <w:t xml:space="preserve">Penataran, </w:t>
      </w:r>
      <w:r w:rsidRPr="000375E4">
        <w:rPr>
          <w:rStyle w:val="libBold1Char"/>
        </w:rPr>
        <w:t>11</w:t>
      </w:r>
      <w:r>
        <w:t xml:space="preserve">-Sukmo Sejati, </w:t>
      </w:r>
      <w:r w:rsidRPr="000375E4">
        <w:rPr>
          <w:rStyle w:val="libBold1Char"/>
        </w:rPr>
        <w:t>12</w:t>
      </w:r>
      <w:r>
        <w:t>-</w:t>
      </w:r>
    </w:p>
    <w:p w:rsidR="007F7688" w:rsidRDefault="007F7688" w:rsidP="007F7688">
      <w:pPr>
        <w:pStyle w:val="libNormal"/>
      </w:pPr>
      <w:r>
        <w:t xml:space="preserve">Kebatinan Islam, </w:t>
      </w:r>
      <w:r w:rsidRPr="000375E4">
        <w:rPr>
          <w:rStyle w:val="libBold1Char"/>
        </w:rPr>
        <w:t>13</w:t>
      </w:r>
      <w:r>
        <w:t>-Ilmu Kebatinan</w:t>
      </w:r>
    </w:p>
    <w:p w:rsidR="007F7688" w:rsidRDefault="007F7688" w:rsidP="007F7688">
      <w:pPr>
        <w:pStyle w:val="libNormal"/>
      </w:pPr>
      <w:r w:rsidRPr="000375E4">
        <w:rPr>
          <w:rStyle w:val="libBold1Char"/>
        </w:rPr>
        <w:t>14</w:t>
      </w:r>
      <w:r>
        <w:t>-Kwaruh Jowo Dipo,</w:t>
      </w:r>
    </w:p>
    <w:p w:rsidR="007F7688" w:rsidRDefault="007F7688" w:rsidP="007F7688">
      <w:pPr>
        <w:pStyle w:val="libNormal"/>
      </w:pPr>
      <w:r w:rsidRPr="00771BC6">
        <w:rPr>
          <w:rStyle w:val="libBold1Char"/>
        </w:rPr>
        <w:t>Boyolali</w:t>
      </w:r>
      <w:r>
        <w:t xml:space="preserve"> : </w:t>
      </w:r>
      <w:r w:rsidRPr="000375E4">
        <w:rPr>
          <w:rStyle w:val="libBold1Char"/>
        </w:rPr>
        <w:t>15</w:t>
      </w:r>
      <w:r>
        <w:t>-Agama Jiwa</w:t>
      </w:r>
    </w:p>
    <w:p w:rsidR="007F7688" w:rsidRDefault="007F7688" w:rsidP="007F7688">
      <w:pPr>
        <w:pStyle w:val="libNormal"/>
      </w:pPr>
      <w:r w:rsidRPr="00771BC6">
        <w:rPr>
          <w:rStyle w:val="libBold1Char"/>
        </w:rPr>
        <w:t>Kebumen</w:t>
      </w:r>
      <w:r>
        <w:t xml:space="preserve"> : </w:t>
      </w:r>
      <w:r w:rsidRPr="000375E4">
        <w:rPr>
          <w:rStyle w:val="libBold1Char"/>
        </w:rPr>
        <w:t>16</w:t>
      </w:r>
      <w:r>
        <w:t xml:space="preserve">-Tripitaka, </w:t>
      </w:r>
      <w:r w:rsidRPr="000375E4">
        <w:rPr>
          <w:rStyle w:val="libBold1Char"/>
        </w:rPr>
        <w:t>17</w:t>
      </w:r>
      <w:r>
        <w:t>-Balai Sabdo</w:t>
      </w:r>
    </w:p>
    <w:p w:rsidR="007F7688" w:rsidRDefault="007F7688" w:rsidP="007F7688">
      <w:pPr>
        <w:pStyle w:val="libNormal"/>
      </w:pPr>
      <w:r>
        <w:t xml:space="preserve">Kamanungsan, </w:t>
      </w:r>
      <w:r w:rsidRPr="000375E4">
        <w:rPr>
          <w:rStyle w:val="libBold1Char"/>
        </w:rPr>
        <w:t>18</w:t>
      </w:r>
      <w:r>
        <w:t>-Kebatinan Jiwo</w:t>
      </w:r>
    </w:p>
    <w:p w:rsidR="007F7688" w:rsidRDefault="007F7688" w:rsidP="007F7688">
      <w:pPr>
        <w:pStyle w:val="libNormal"/>
      </w:pPr>
      <w:r w:rsidRPr="000375E4">
        <w:rPr>
          <w:rStyle w:val="libBold1Char"/>
        </w:rPr>
        <w:t>19</w:t>
      </w:r>
      <w:r>
        <w:t>-Penganut Sunan Kalijogo</w:t>
      </w:r>
    </w:p>
    <w:p w:rsidR="007F7688" w:rsidRDefault="007F7688" w:rsidP="007F7688">
      <w:pPr>
        <w:pStyle w:val="libNormal"/>
      </w:pPr>
      <w:r w:rsidRPr="00771BC6">
        <w:rPr>
          <w:rStyle w:val="libBold1Char"/>
        </w:rPr>
        <w:t>Kudus</w:t>
      </w:r>
      <w:r>
        <w:t xml:space="preserve"> : </w:t>
      </w:r>
      <w:r w:rsidRPr="000375E4">
        <w:rPr>
          <w:rStyle w:val="libBold1Char"/>
        </w:rPr>
        <w:t>20</w:t>
      </w:r>
      <w:r>
        <w:t>-Buda Budi Jawi</w:t>
      </w:r>
    </w:p>
    <w:p w:rsidR="007F7688" w:rsidRDefault="007F7688" w:rsidP="007F7688">
      <w:pPr>
        <w:pStyle w:val="libNormal"/>
      </w:pPr>
      <w:r w:rsidRPr="00771BC6">
        <w:rPr>
          <w:rStyle w:val="libBold1Char"/>
        </w:rPr>
        <w:t>Jakarta</w:t>
      </w:r>
      <w:r>
        <w:t xml:space="preserve"> : </w:t>
      </w:r>
      <w:r w:rsidRPr="006804C2">
        <w:rPr>
          <w:rStyle w:val="libBold1Char"/>
        </w:rPr>
        <w:t>21</w:t>
      </w:r>
      <w:r>
        <w:t>-Perkumpulan Persaudaraan Kejiwan</w:t>
      </w:r>
    </w:p>
    <w:p w:rsidR="007F7688" w:rsidRDefault="007F7688" w:rsidP="007F7688">
      <w:pPr>
        <w:pStyle w:val="libNormal"/>
      </w:pPr>
      <w:r>
        <w:t xml:space="preserve">Susilo Budi Utomo, </w:t>
      </w:r>
      <w:r w:rsidRPr="006804C2">
        <w:rPr>
          <w:rStyle w:val="libBold1Char"/>
        </w:rPr>
        <w:t>22</w:t>
      </w:r>
      <w:r>
        <w:t>-</w:t>
      </w:r>
    </w:p>
    <w:p w:rsidR="007F7688" w:rsidRDefault="007F7688" w:rsidP="007F7688">
      <w:pPr>
        <w:pStyle w:val="libNormal"/>
      </w:pPr>
      <w:r>
        <w:t xml:space="preserve">Kekeluargaan, </w:t>
      </w:r>
      <w:r w:rsidRPr="006804C2">
        <w:rPr>
          <w:rStyle w:val="libBold1Char"/>
        </w:rPr>
        <w:t>23</w:t>
      </w:r>
      <w:r>
        <w:t xml:space="preserve">-BKKI, </w:t>
      </w:r>
      <w:r w:rsidRPr="006804C2">
        <w:rPr>
          <w:rStyle w:val="libBold1Char"/>
        </w:rPr>
        <w:t>24</w:t>
      </w:r>
      <w:r>
        <w:t>-</w:t>
      </w:r>
    </w:p>
    <w:p w:rsidR="007F7688" w:rsidRDefault="007F7688" w:rsidP="007F7688">
      <w:pPr>
        <w:pStyle w:val="libNormal"/>
      </w:pPr>
      <w:r>
        <w:t xml:space="preserve">Perhimpunan Kemanusiaan, </w:t>
      </w:r>
      <w:r w:rsidRPr="006804C2">
        <w:rPr>
          <w:rStyle w:val="libBold1Char"/>
        </w:rPr>
        <w:t>25</w:t>
      </w:r>
      <w:r>
        <w:t>-Kesatuan</w:t>
      </w:r>
    </w:p>
    <w:p w:rsidR="007F7688" w:rsidRDefault="007F7688" w:rsidP="007F7688">
      <w:pPr>
        <w:pStyle w:val="libNormal"/>
      </w:pPr>
      <w:r>
        <w:t xml:space="preserve">Rakyat Indonesia Murni, </w:t>
      </w:r>
      <w:r w:rsidRPr="006804C2">
        <w:rPr>
          <w:rStyle w:val="libBold1Char"/>
        </w:rPr>
        <w:t>26</w:t>
      </w:r>
      <w:r>
        <w:t>-Yayasan</w:t>
      </w:r>
    </w:p>
    <w:p w:rsidR="007F7688" w:rsidRDefault="007F7688" w:rsidP="007F7688">
      <w:pPr>
        <w:pStyle w:val="libNormal"/>
      </w:pPr>
      <w:r>
        <w:lastRenderedPageBreak/>
        <w:t xml:space="preserve">Olah Raga Hidup Baru, </w:t>
      </w:r>
      <w:r w:rsidRPr="005E0CA5">
        <w:rPr>
          <w:rStyle w:val="libBold1Char"/>
        </w:rPr>
        <w:t>27</w:t>
      </w:r>
      <w:r>
        <w:t>-</w:t>
      </w:r>
    </w:p>
    <w:p w:rsidR="007F7688" w:rsidRDefault="007F7688" w:rsidP="007F7688">
      <w:pPr>
        <w:pStyle w:val="libNormal"/>
      </w:pPr>
      <w:r>
        <w:t xml:space="preserve">Perhimpunan Kamanungsan, </w:t>
      </w:r>
      <w:r w:rsidRPr="005E0CA5">
        <w:rPr>
          <w:rStyle w:val="libBold1Char"/>
        </w:rPr>
        <w:t>28</w:t>
      </w:r>
      <w:r>
        <w:t>-</w:t>
      </w:r>
    </w:p>
    <w:p w:rsidR="007F7688" w:rsidRDefault="007F7688" w:rsidP="007F7688">
      <w:pPr>
        <w:pStyle w:val="libNormal"/>
      </w:pPr>
      <w:r>
        <w:t xml:space="preserve">Paguyuban Kebatinan, </w:t>
      </w:r>
      <w:r w:rsidRPr="005E0CA5">
        <w:rPr>
          <w:rStyle w:val="libBold1Char"/>
        </w:rPr>
        <w:t>29</w:t>
      </w:r>
      <w:r>
        <w:t>-Pangudi</w:t>
      </w:r>
    </w:p>
    <w:p w:rsidR="007F7688" w:rsidRDefault="007F7688" w:rsidP="007F7688">
      <w:pPr>
        <w:pStyle w:val="libNormal"/>
      </w:pPr>
      <w:r>
        <w:t xml:space="preserve">Ilmu Kebatinan Intisaring Rasa, </w:t>
      </w:r>
      <w:r w:rsidRPr="005E0CA5">
        <w:rPr>
          <w:rStyle w:val="libBold1Char"/>
        </w:rPr>
        <w:t>30</w:t>
      </w:r>
      <w:r>
        <w:t>-</w:t>
      </w:r>
    </w:p>
    <w:p w:rsidR="007F7688" w:rsidRDefault="007F7688" w:rsidP="007F7688">
      <w:pPr>
        <w:pStyle w:val="libNormal"/>
      </w:pPr>
      <w:r>
        <w:t xml:space="preserve">Dewan Musyawarah Perjalanan, </w:t>
      </w:r>
      <w:r w:rsidRPr="005E0CA5">
        <w:rPr>
          <w:rStyle w:val="libBold1Char"/>
        </w:rPr>
        <w:t>31</w:t>
      </w:r>
      <w:r>
        <w:t>-</w:t>
      </w:r>
    </w:p>
    <w:p w:rsidR="002B015B" w:rsidRDefault="007F7688" w:rsidP="002B015B">
      <w:pPr>
        <w:pStyle w:val="libNormal"/>
      </w:pPr>
      <w:r>
        <w:t xml:space="preserve">Sari Budoyo, </w:t>
      </w:r>
      <w:r w:rsidRPr="005E0CA5">
        <w:rPr>
          <w:rStyle w:val="libBold1Char"/>
        </w:rPr>
        <w:t>32</w:t>
      </w:r>
      <w:r w:rsidR="002B015B">
        <w:t xml:space="preserve">-Paguyuban Pakerti Urip, </w:t>
      </w:r>
      <w:r w:rsidR="002B015B" w:rsidRPr="002B015B">
        <w:rPr>
          <w:rStyle w:val="libBold1Char"/>
        </w:rPr>
        <w:t>33</w:t>
      </w:r>
      <w:r w:rsidR="002B015B">
        <w:t xml:space="preserve">-Perhimpunan Budi Rahayu, </w:t>
      </w:r>
      <w:r w:rsidR="002B015B" w:rsidRPr="002B015B">
        <w:rPr>
          <w:rStyle w:val="libBold1Char"/>
        </w:rPr>
        <w:t>34</w:t>
      </w:r>
      <w:r w:rsidR="002B015B">
        <w:t>-Furhan</w:t>
      </w:r>
    </w:p>
    <w:p w:rsidR="002B015B" w:rsidRDefault="002B015B" w:rsidP="002B015B">
      <w:pPr>
        <w:pStyle w:val="libNormal"/>
      </w:pPr>
      <w:r>
        <w:t xml:space="preserve">Sawutunggal, </w:t>
      </w:r>
      <w:r w:rsidRPr="002B015B">
        <w:rPr>
          <w:rStyle w:val="libBold1Char"/>
        </w:rPr>
        <w:t>35</w:t>
      </w:r>
      <w:r>
        <w:t xml:space="preserve">-Persatuan Dilah, </w:t>
      </w:r>
      <w:r w:rsidRPr="002B015B">
        <w:rPr>
          <w:rStyle w:val="libBold1Char"/>
        </w:rPr>
        <w:t>36</w:t>
      </w:r>
      <w:r>
        <w:t>-</w:t>
      </w:r>
    </w:p>
    <w:p w:rsidR="002B015B" w:rsidRDefault="002B015B" w:rsidP="002B015B">
      <w:pPr>
        <w:pStyle w:val="libNormal"/>
      </w:pPr>
      <w:r>
        <w:t>Hidup Betul,</w:t>
      </w:r>
    </w:p>
    <w:p w:rsidR="002B015B" w:rsidRDefault="002B015B" w:rsidP="002B015B">
      <w:pPr>
        <w:pStyle w:val="libNormal"/>
      </w:pPr>
      <w:r w:rsidRPr="00631091">
        <w:rPr>
          <w:rStyle w:val="libBold1Char"/>
        </w:rPr>
        <w:t>Jatinegara</w:t>
      </w:r>
      <w:r>
        <w:t xml:space="preserve"> : </w:t>
      </w:r>
      <w:r w:rsidRPr="002B015B">
        <w:rPr>
          <w:rStyle w:val="libBold1Char"/>
        </w:rPr>
        <w:t>37</w:t>
      </w:r>
      <w:r>
        <w:t>-Tarekat Hak Miliyah,</w:t>
      </w:r>
    </w:p>
    <w:p w:rsidR="002B015B" w:rsidRDefault="002B015B" w:rsidP="002B015B">
      <w:pPr>
        <w:pStyle w:val="libNormal"/>
      </w:pPr>
      <w:r w:rsidRPr="00631091">
        <w:rPr>
          <w:rStyle w:val="libBold1Char"/>
        </w:rPr>
        <w:t>Jember</w:t>
      </w:r>
      <w:r>
        <w:t xml:space="preserve"> : </w:t>
      </w:r>
      <w:r w:rsidRPr="002B015B">
        <w:rPr>
          <w:rStyle w:val="libBold1Char"/>
        </w:rPr>
        <w:t>38</w:t>
      </w:r>
      <w:r>
        <w:t>-Purwo Ayu Jember</w:t>
      </w:r>
    </w:p>
    <w:p w:rsidR="002B015B" w:rsidRDefault="002B015B" w:rsidP="002B015B">
      <w:pPr>
        <w:pStyle w:val="libNormal"/>
      </w:pPr>
      <w:r w:rsidRPr="00631091">
        <w:rPr>
          <w:rStyle w:val="libBold1Char"/>
        </w:rPr>
        <w:t>Kediri</w:t>
      </w:r>
      <w:r>
        <w:t xml:space="preserve"> : </w:t>
      </w:r>
      <w:r w:rsidRPr="002B015B">
        <w:rPr>
          <w:rStyle w:val="libBold1Char"/>
        </w:rPr>
        <w:t>39</w:t>
      </w:r>
      <w:r>
        <w:t>-Sangkan Paran Kasampurnan</w:t>
      </w:r>
    </w:p>
    <w:p w:rsidR="002B015B" w:rsidRDefault="002B015B" w:rsidP="002B015B">
      <w:pPr>
        <w:pStyle w:val="libNormal"/>
      </w:pPr>
      <w:r w:rsidRPr="00631091">
        <w:rPr>
          <w:rStyle w:val="libBold1Char"/>
        </w:rPr>
        <w:t>Klaten</w:t>
      </w:r>
      <w:r>
        <w:t xml:space="preserve"> : </w:t>
      </w:r>
      <w:r w:rsidRPr="002B015B">
        <w:rPr>
          <w:rStyle w:val="libBold1Char"/>
        </w:rPr>
        <w:t>40</w:t>
      </w:r>
      <w:r>
        <w:t xml:space="preserve">-Mesu Budi Ngawula Tuhan, </w:t>
      </w:r>
      <w:r w:rsidRPr="002B015B">
        <w:rPr>
          <w:rStyle w:val="libBold1Char"/>
        </w:rPr>
        <w:t>41</w:t>
      </w:r>
      <w:r>
        <w:t>-</w:t>
      </w:r>
    </w:p>
    <w:p w:rsidR="002B015B" w:rsidRDefault="002B015B" w:rsidP="002B015B">
      <w:pPr>
        <w:pStyle w:val="libNormal"/>
      </w:pPr>
      <w:r>
        <w:t xml:space="preserve">Kaesepuhan Pribadi Asli, </w:t>
      </w:r>
      <w:r w:rsidRPr="002B015B">
        <w:rPr>
          <w:rStyle w:val="libBold1Char"/>
        </w:rPr>
        <w:t>42</w:t>
      </w:r>
      <w:r>
        <w:t>-Mardi</w:t>
      </w:r>
    </w:p>
    <w:p w:rsidR="002B015B" w:rsidRDefault="002B015B" w:rsidP="002B015B">
      <w:pPr>
        <w:pStyle w:val="libNormal"/>
      </w:pPr>
      <w:r>
        <w:t xml:space="preserve">Utomo, </w:t>
      </w:r>
      <w:r w:rsidRPr="002B015B">
        <w:rPr>
          <w:rStyle w:val="libBold1Char"/>
        </w:rPr>
        <w:t>43</w:t>
      </w:r>
      <w:r>
        <w:t>-Paguyuban Eklasing Budi</w:t>
      </w:r>
    </w:p>
    <w:p w:rsidR="002B015B" w:rsidRDefault="002B015B" w:rsidP="002B015B">
      <w:pPr>
        <w:pStyle w:val="libNormal"/>
      </w:pPr>
      <w:r>
        <w:t xml:space="preserve">Murko, </w:t>
      </w:r>
      <w:r w:rsidRPr="002B015B">
        <w:rPr>
          <w:rStyle w:val="libBold1Char"/>
        </w:rPr>
        <w:t>44</w:t>
      </w:r>
      <w:r>
        <w:t xml:space="preserve">-Sastro Ceto, </w:t>
      </w:r>
      <w:r w:rsidRPr="002B015B">
        <w:rPr>
          <w:rStyle w:val="libBold1Char"/>
        </w:rPr>
        <w:t>45</w:t>
      </w:r>
      <w:r>
        <w:t>-Hardo</w:t>
      </w:r>
    </w:p>
    <w:p w:rsidR="002B015B" w:rsidRDefault="002B015B" w:rsidP="002B015B">
      <w:pPr>
        <w:pStyle w:val="libNormal"/>
      </w:pPr>
      <w:r>
        <w:t xml:space="preserve">Pusoro, </w:t>
      </w:r>
      <w:r w:rsidRPr="007A7BBB">
        <w:rPr>
          <w:rStyle w:val="libBold1Char"/>
        </w:rPr>
        <w:t>46</w:t>
      </w:r>
      <w:r>
        <w:t xml:space="preserve">-Suksmo Nglemboro, </w:t>
      </w:r>
      <w:r w:rsidRPr="007A7BBB">
        <w:rPr>
          <w:rStyle w:val="libBold1Char"/>
        </w:rPr>
        <w:t>47</w:t>
      </w:r>
      <w:r>
        <w:t>-</w:t>
      </w:r>
    </w:p>
    <w:p w:rsidR="002B015B" w:rsidRDefault="002B015B" w:rsidP="002B015B">
      <w:pPr>
        <w:pStyle w:val="libNormal"/>
      </w:pPr>
      <w:r>
        <w:t>Kawula Melindung Tuhan, Percaya Diri</w:t>
      </w:r>
    </w:p>
    <w:p w:rsidR="002B015B" w:rsidRDefault="002B015B" w:rsidP="002B015B">
      <w:pPr>
        <w:pStyle w:val="libNormal"/>
      </w:pPr>
      <w:r>
        <w:t xml:space="preserve">Sendiri, </w:t>
      </w:r>
      <w:r w:rsidRPr="007A7BBB">
        <w:rPr>
          <w:rStyle w:val="libBold1Char"/>
        </w:rPr>
        <w:t>48</w:t>
      </w:r>
      <w:r>
        <w:t xml:space="preserve">-Kawruh Bejo, </w:t>
      </w:r>
      <w:r w:rsidRPr="007A7BBB">
        <w:rPr>
          <w:rStyle w:val="libBold1Char"/>
        </w:rPr>
        <w:t>49</w:t>
      </w:r>
      <w:r>
        <w:t>-Swasjoyo,</w:t>
      </w:r>
    </w:p>
    <w:p w:rsidR="002B015B" w:rsidRDefault="002B015B" w:rsidP="002B015B">
      <w:pPr>
        <w:pStyle w:val="libNormal"/>
      </w:pPr>
      <w:r w:rsidRPr="007A7BBB">
        <w:rPr>
          <w:rStyle w:val="libBold1Char"/>
        </w:rPr>
        <w:t>50</w:t>
      </w:r>
      <w:r>
        <w:t xml:space="preserve">-Gayuh Kasunyatan, </w:t>
      </w:r>
      <w:r w:rsidRPr="007A7BBB">
        <w:rPr>
          <w:rStyle w:val="libBold1Char"/>
        </w:rPr>
        <w:t>51</w:t>
      </w:r>
      <w:r>
        <w:t>-Kejaten,</w:t>
      </w:r>
    </w:p>
    <w:p w:rsidR="002B015B" w:rsidRDefault="002B015B" w:rsidP="002B015B">
      <w:pPr>
        <w:pStyle w:val="libNormal"/>
      </w:pPr>
      <w:r w:rsidRPr="007A7BBB">
        <w:rPr>
          <w:rStyle w:val="libBold1Char"/>
        </w:rPr>
        <w:t>52</w:t>
      </w:r>
      <w:r>
        <w:t xml:space="preserve">-Budi Utomo, </w:t>
      </w:r>
      <w:r w:rsidRPr="007A7BBB">
        <w:rPr>
          <w:rStyle w:val="libBold1Char"/>
        </w:rPr>
        <w:t>53</w:t>
      </w:r>
      <w:r>
        <w:t xml:space="preserve">-Budi Wismo, </w:t>
      </w:r>
      <w:r w:rsidRPr="007A7BBB">
        <w:rPr>
          <w:rStyle w:val="libBold1Char"/>
        </w:rPr>
        <w:t>54</w:t>
      </w:r>
      <w:r>
        <w:t>-Gito</w:t>
      </w:r>
    </w:p>
    <w:p w:rsidR="002B015B" w:rsidRDefault="002B015B" w:rsidP="002B015B">
      <w:pPr>
        <w:pStyle w:val="libNormal"/>
      </w:pPr>
      <w:r>
        <w:t xml:space="preserve">Roso, </w:t>
      </w:r>
      <w:r w:rsidRPr="007A7BBB">
        <w:rPr>
          <w:rStyle w:val="libBold1Char"/>
        </w:rPr>
        <w:t>55</w:t>
      </w:r>
      <w:r>
        <w:t xml:space="preserve">-Mahayana, </w:t>
      </w:r>
      <w:r w:rsidRPr="007A7BBB">
        <w:rPr>
          <w:rStyle w:val="libBold1Char"/>
        </w:rPr>
        <w:t>56</w:t>
      </w:r>
      <w:r>
        <w:t>-</w:t>
      </w:r>
    </w:p>
    <w:p w:rsidR="002B015B" w:rsidRDefault="002B015B" w:rsidP="002B015B">
      <w:pPr>
        <w:pStyle w:val="libNormal"/>
      </w:pPr>
      <w:r>
        <w:t>Ngudi Rahayu</w:t>
      </w:r>
    </w:p>
    <w:p w:rsidR="002B015B" w:rsidRDefault="002B015B" w:rsidP="002B015B">
      <w:pPr>
        <w:pStyle w:val="libNormal"/>
      </w:pPr>
      <w:r w:rsidRPr="00631091">
        <w:rPr>
          <w:rStyle w:val="libBold1Char"/>
        </w:rPr>
        <w:t>Lumajang</w:t>
      </w:r>
      <w:r>
        <w:t xml:space="preserve"> :</w:t>
      </w:r>
      <w:r w:rsidRPr="001E0EBD">
        <w:rPr>
          <w:rStyle w:val="libBold1Char"/>
        </w:rPr>
        <w:t xml:space="preserve"> 57</w:t>
      </w:r>
      <w:r>
        <w:t>-Purwo Mardi Utomo,</w:t>
      </w:r>
    </w:p>
    <w:p w:rsidR="002B015B" w:rsidRDefault="002B015B" w:rsidP="002B015B">
      <w:pPr>
        <w:pStyle w:val="libNormal"/>
      </w:pPr>
      <w:r w:rsidRPr="00631091">
        <w:rPr>
          <w:rStyle w:val="libBold1Char"/>
        </w:rPr>
        <w:t>Magelang</w:t>
      </w:r>
      <w:r>
        <w:t xml:space="preserve"> : </w:t>
      </w:r>
      <w:r w:rsidRPr="001E0EBD">
        <w:rPr>
          <w:rStyle w:val="libBold1Char"/>
        </w:rPr>
        <w:t>58</w:t>
      </w:r>
      <w:r>
        <w:t>-Islam Agama Hak, 45-Budo Putih</w:t>
      </w:r>
    </w:p>
    <w:p w:rsidR="002B015B" w:rsidRDefault="002B015B" w:rsidP="002B015B">
      <w:pPr>
        <w:pStyle w:val="libNormal"/>
      </w:pPr>
      <w:r>
        <w:t>Pakis</w:t>
      </w:r>
    </w:p>
    <w:p w:rsidR="002B015B" w:rsidRDefault="002B015B" w:rsidP="002B015B">
      <w:pPr>
        <w:pStyle w:val="libNormal"/>
      </w:pPr>
      <w:r w:rsidRPr="00631091">
        <w:rPr>
          <w:rStyle w:val="libBold1Char"/>
        </w:rPr>
        <w:t>Mataram</w:t>
      </w:r>
      <w:r>
        <w:t xml:space="preserve"> : </w:t>
      </w:r>
      <w:r w:rsidRPr="001E0EBD">
        <w:rPr>
          <w:rStyle w:val="libBold1Char"/>
        </w:rPr>
        <w:t>59</w:t>
      </w:r>
      <w:r>
        <w:t>-Kebatinan Ilmu Hak</w:t>
      </w:r>
    </w:p>
    <w:p w:rsidR="002B015B" w:rsidRDefault="002B015B" w:rsidP="002B015B">
      <w:pPr>
        <w:pStyle w:val="libNormal"/>
      </w:pPr>
      <w:r w:rsidRPr="00631091">
        <w:rPr>
          <w:rStyle w:val="libBold1Char"/>
        </w:rPr>
        <w:t>Mojokerto</w:t>
      </w:r>
      <w:r>
        <w:t xml:space="preserve"> : </w:t>
      </w:r>
      <w:r w:rsidRPr="001E0EBD">
        <w:rPr>
          <w:rStyle w:val="libBold1Char"/>
        </w:rPr>
        <w:t>60</w:t>
      </w:r>
      <w:r>
        <w:t>-Margasuci Rahayu Prono</w:t>
      </w:r>
    </w:p>
    <w:p w:rsidR="002B015B" w:rsidRDefault="002B015B" w:rsidP="002B015B">
      <w:pPr>
        <w:pStyle w:val="libNormal"/>
      </w:pPr>
      <w:r>
        <w:t xml:space="preserve">Pati </w:t>
      </w:r>
      <w:r w:rsidRPr="001E0EBD">
        <w:rPr>
          <w:rStyle w:val="libBold1Char"/>
        </w:rPr>
        <w:t>61</w:t>
      </w:r>
      <w:r>
        <w:t xml:space="preserve">-Perguruan Kebatinan Budi Luhur, </w:t>
      </w:r>
      <w:r w:rsidRPr="001249B4">
        <w:rPr>
          <w:rStyle w:val="libBold1Char"/>
        </w:rPr>
        <w:t>62</w:t>
      </w:r>
      <w:r>
        <w:t>-</w:t>
      </w:r>
    </w:p>
    <w:p w:rsidR="002B015B" w:rsidRDefault="002B015B" w:rsidP="002B015B">
      <w:pPr>
        <w:pStyle w:val="libNormal"/>
      </w:pPr>
      <w:r>
        <w:t xml:space="preserve">Budi Mulyo, </w:t>
      </w:r>
      <w:r w:rsidRPr="001249B4">
        <w:rPr>
          <w:rStyle w:val="libBold1Char"/>
        </w:rPr>
        <w:t>63</w:t>
      </w:r>
      <w:r>
        <w:t xml:space="preserve">-Sumarah, </w:t>
      </w:r>
      <w:r w:rsidRPr="001249B4">
        <w:rPr>
          <w:rStyle w:val="libBold1Char"/>
        </w:rPr>
        <w:t>64</w:t>
      </w:r>
      <w:r>
        <w:t>-</w:t>
      </w:r>
    </w:p>
    <w:p w:rsidR="002B015B" w:rsidRDefault="002B015B" w:rsidP="002B015B">
      <w:pPr>
        <w:pStyle w:val="libNormal"/>
      </w:pPr>
      <w:r>
        <w:t xml:space="preserve">Wismo Broto Pandowo, </w:t>
      </w:r>
      <w:r w:rsidRPr="001249B4">
        <w:rPr>
          <w:rStyle w:val="libBold1Char"/>
        </w:rPr>
        <w:t>65</w:t>
      </w:r>
      <w:r>
        <w:t>-Suci Rahayu,</w:t>
      </w:r>
    </w:p>
    <w:p w:rsidR="002B015B" w:rsidRDefault="002B015B" w:rsidP="002B015B">
      <w:pPr>
        <w:pStyle w:val="libNormal"/>
      </w:pPr>
      <w:r w:rsidRPr="001249B4">
        <w:rPr>
          <w:rStyle w:val="libBold1Char"/>
        </w:rPr>
        <w:t>66</w:t>
      </w:r>
      <w:r>
        <w:t xml:space="preserve">-Ilmu Ma'rifat, </w:t>
      </w:r>
      <w:r w:rsidRPr="001249B4">
        <w:rPr>
          <w:rStyle w:val="libBold1Char"/>
        </w:rPr>
        <w:t>67</w:t>
      </w:r>
      <w:r>
        <w:t xml:space="preserve">-Ilmu Sejati, </w:t>
      </w:r>
      <w:r w:rsidRPr="001249B4">
        <w:rPr>
          <w:rStyle w:val="libBold1Char"/>
        </w:rPr>
        <w:t>68</w:t>
      </w:r>
      <w:r>
        <w:t>-</w:t>
      </w:r>
    </w:p>
    <w:p w:rsidR="002B015B" w:rsidRDefault="002B015B" w:rsidP="002B015B">
      <w:pPr>
        <w:pStyle w:val="libNormal"/>
      </w:pPr>
      <w:r>
        <w:t>Bahai,</w:t>
      </w:r>
    </w:p>
    <w:p w:rsidR="002B015B" w:rsidRDefault="002B015B" w:rsidP="002B015B">
      <w:pPr>
        <w:pStyle w:val="libNormal"/>
      </w:pPr>
      <w:r w:rsidRPr="00631091">
        <w:rPr>
          <w:rStyle w:val="libBold1Char"/>
        </w:rPr>
        <w:t>Ponorogo</w:t>
      </w:r>
      <w:r>
        <w:t xml:space="preserve"> : </w:t>
      </w:r>
      <w:r w:rsidRPr="001249B4">
        <w:rPr>
          <w:rStyle w:val="libBold1Char"/>
        </w:rPr>
        <w:t>69</w:t>
      </w:r>
      <w:r>
        <w:t>-Jawa Budo Lugu</w:t>
      </w:r>
    </w:p>
    <w:p w:rsidR="002B015B" w:rsidRDefault="002B015B" w:rsidP="002B015B">
      <w:pPr>
        <w:pStyle w:val="libNormal"/>
      </w:pPr>
      <w:r w:rsidRPr="00631091">
        <w:rPr>
          <w:rStyle w:val="libBold1Char"/>
        </w:rPr>
        <w:t>Purbolinggo</w:t>
      </w:r>
      <w:r>
        <w:t xml:space="preserve"> : </w:t>
      </w:r>
      <w:r w:rsidRPr="001249B4">
        <w:rPr>
          <w:rStyle w:val="libBold1Char"/>
        </w:rPr>
        <w:t>70</w:t>
      </w:r>
      <w:r>
        <w:t xml:space="preserve">-Hedobusana Kalimanah, </w:t>
      </w:r>
      <w:r w:rsidRPr="001249B4">
        <w:rPr>
          <w:rStyle w:val="libBold1Char"/>
        </w:rPr>
        <w:t>71</w:t>
      </w:r>
      <w:r>
        <w:t>-Penganut</w:t>
      </w:r>
    </w:p>
    <w:p w:rsidR="002B015B" w:rsidRDefault="002B015B" w:rsidP="002B015B">
      <w:pPr>
        <w:pStyle w:val="libNormal"/>
      </w:pPr>
      <w:r>
        <w:lastRenderedPageBreak/>
        <w:t xml:space="preserve">Sunan Gunung Jati , </w:t>
      </w:r>
      <w:r w:rsidRPr="0074521A">
        <w:rPr>
          <w:rStyle w:val="libBold1Char"/>
        </w:rPr>
        <w:t>72</w:t>
      </w:r>
      <w:r>
        <w:t>-</w:t>
      </w:r>
    </w:p>
    <w:p w:rsidR="002B015B" w:rsidRDefault="002B015B" w:rsidP="002B015B">
      <w:pPr>
        <w:pStyle w:val="libNormal"/>
      </w:pPr>
      <w:r>
        <w:t>Kasunyatan</w:t>
      </w:r>
    </w:p>
    <w:p w:rsidR="002B015B" w:rsidRDefault="002B015B" w:rsidP="002B015B">
      <w:pPr>
        <w:pStyle w:val="libNormal"/>
      </w:pPr>
      <w:r w:rsidRPr="00631091">
        <w:rPr>
          <w:rStyle w:val="libBold1Char"/>
        </w:rPr>
        <w:t>Purworejo</w:t>
      </w:r>
      <w:r>
        <w:t xml:space="preserve"> : </w:t>
      </w:r>
      <w:r w:rsidRPr="00631091">
        <w:rPr>
          <w:rStyle w:val="libBold1Char"/>
        </w:rPr>
        <w:t>73</w:t>
      </w:r>
      <w:r>
        <w:t xml:space="preserve">-Setya Budi Perjanjian, </w:t>
      </w:r>
      <w:r w:rsidRPr="00631091">
        <w:rPr>
          <w:rStyle w:val="libBold1Char"/>
        </w:rPr>
        <w:t>74</w:t>
      </w:r>
      <w:r>
        <w:t>-Kawruh</w:t>
      </w:r>
    </w:p>
    <w:p w:rsidR="002B015B" w:rsidRDefault="002B015B" w:rsidP="002B015B">
      <w:pPr>
        <w:pStyle w:val="libNormal"/>
      </w:pPr>
      <w:r>
        <w:t>Kasunyatan</w:t>
      </w:r>
      <w:r w:rsidR="006B0242">
        <w:t>.</w:t>
      </w:r>
    </w:p>
    <w:p w:rsidR="002B015B" w:rsidRDefault="002B015B" w:rsidP="002B015B">
      <w:pPr>
        <w:pStyle w:val="libNormal"/>
      </w:pPr>
      <w:r w:rsidRPr="00631091">
        <w:rPr>
          <w:rStyle w:val="libBold1Char"/>
        </w:rPr>
        <w:t>Rembang</w:t>
      </w:r>
      <w:r>
        <w:t xml:space="preserve"> : </w:t>
      </w:r>
      <w:r w:rsidRPr="00631091">
        <w:rPr>
          <w:rStyle w:val="libBold1Char"/>
        </w:rPr>
        <w:t>75</w:t>
      </w:r>
      <w:r>
        <w:t xml:space="preserve">-Ilmu Rasa Sejati, </w:t>
      </w:r>
      <w:r w:rsidRPr="00631091">
        <w:rPr>
          <w:rStyle w:val="libBold1Char"/>
        </w:rPr>
        <w:t>76</w:t>
      </w:r>
      <w:r>
        <w:t>-Pramana Sejati</w:t>
      </w:r>
      <w:r w:rsidR="006B0242">
        <w:t>.</w:t>
      </w:r>
    </w:p>
    <w:p w:rsidR="006B0242" w:rsidRDefault="006B0242" w:rsidP="006B0242">
      <w:pPr>
        <w:pStyle w:val="libNormal"/>
      </w:pPr>
      <w:r w:rsidRPr="006B0242">
        <w:rPr>
          <w:rStyle w:val="libBold1Char"/>
        </w:rPr>
        <w:t>Semarang</w:t>
      </w:r>
      <w:r>
        <w:t xml:space="preserve"> : </w:t>
      </w:r>
      <w:r w:rsidRPr="006B0242">
        <w:rPr>
          <w:rStyle w:val="libBold1Char"/>
        </w:rPr>
        <w:t>77</w:t>
      </w:r>
      <w:r>
        <w:t xml:space="preserve">-Badan Kebatinan Indonesia, </w:t>
      </w:r>
      <w:r w:rsidRPr="006B0242">
        <w:rPr>
          <w:rStyle w:val="libBold1Char"/>
        </w:rPr>
        <w:t>78</w:t>
      </w:r>
      <w:r>
        <w:t>-Mudo</w:t>
      </w:r>
    </w:p>
    <w:p w:rsidR="006B0242" w:rsidRDefault="006B0242" w:rsidP="006B0242">
      <w:pPr>
        <w:pStyle w:val="libNormal"/>
      </w:pPr>
      <w:r>
        <w:t xml:space="preserve">Darmo, </w:t>
      </w:r>
      <w:r w:rsidRPr="006B0242">
        <w:rPr>
          <w:rStyle w:val="libBold1Char"/>
        </w:rPr>
        <w:t>79</w:t>
      </w:r>
      <w:r>
        <w:t xml:space="preserve">-Pembuko Jiwo, </w:t>
      </w:r>
      <w:r w:rsidRPr="006B0242">
        <w:rPr>
          <w:rStyle w:val="libBold1Char"/>
        </w:rPr>
        <w:t>80</w:t>
      </w:r>
      <w:r>
        <w:t>-</w:t>
      </w:r>
    </w:p>
    <w:p w:rsidR="006B0242" w:rsidRDefault="006B0242" w:rsidP="006B0242">
      <w:pPr>
        <w:pStyle w:val="libNormal"/>
      </w:pPr>
      <w:r>
        <w:t>Subud</w:t>
      </w:r>
    </w:p>
    <w:p w:rsidR="006B0242" w:rsidRDefault="006B0242" w:rsidP="006B0242">
      <w:pPr>
        <w:pStyle w:val="libNormal"/>
      </w:pPr>
      <w:r w:rsidRPr="006B0242">
        <w:rPr>
          <w:rStyle w:val="libBold1Char"/>
        </w:rPr>
        <w:t>Sleman</w:t>
      </w:r>
      <w:r>
        <w:t xml:space="preserve"> : </w:t>
      </w:r>
      <w:r w:rsidRPr="006B0242">
        <w:rPr>
          <w:rStyle w:val="libBold1Char"/>
        </w:rPr>
        <w:t>81</w:t>
      </w:r>
      <w:r>
        <w:t>-Kamanungsan</w:t>
      </w:r>
    </w:p>
    <w:p w:rsidR="006B0242" w:rsidRDefault="006B0242" w:rsidP="006B0242">
      <w:pPr>
        <w:pStyle w:val="libNormal"/>
      </w:pPr>
      <w:r w:rsidRPr="006B0242">
        <w:rPr>
          <w:rStyle w:val="libBold1Char"/>
        </w:rPr>
        <w:t>Solo</w:t>
      </w:r>
      <w:r>
        <w:t xml:space="preserve"> : </w:t>
      </w:r>
      <w:r w:rsidRPr="006B0242">
        <w:rPr>
          <w:rStyle w:val="libBold1Char"/>
        </w:rPr>
        <w:t>82</w:t>
      </w:r>
      <w:r>
        <w:t xml:space="preserve">-Astrobroto , </w:t>
      </w:r>
      <w:r w:rsidRPr="006B0242">
        <w:rPr>
          <w:rStyle w:val="libBold1Char"/>
        </w:rPr>
        <w:t>83</w:t>
      </w:r>
      <w:r>
        <w:t xml:space="preserve">-Astogino, </w:t>
      </w:r>
      <w:r w:rsidRPr="006B0242">
        <w:rPr>
          <w:rStyle w:val="libBold1Char"/>
        </w:rPr>
        <w:t>84</w:t>
      </w:r>
      <w:r>
        <w:t>-</w:t>
      </w:r>
    </w:p>
    <w:p w:rsidR="006B0242" w:rsidRDefault="006B0242" w:rsidP="006B0242">
      <w:pPr>
        <w:pStyle w:val="libNormal"/>
      </w:pPr>
      <w:r>
        <w:t xml:space="preserve">Pangestu, </w:t>
      </w:r>
      <w:r w:rsidRPr="006B0242">
        <w:rPr>
          <w:rStyle w:val="libBold1Char"/>
        </w:rPr>
        <w:t>85</w:t>
      </w:r>
      <w:r>
        <w:t xml:space="preserve">-Ilmu Sejati, </w:t>
      </w:r>
      <w:r w:rsidRPr="006B0242">
        <w:rPr>
          <w:rStyle w:val="libBold1Char"/>
        </w:rPr>
        <w:t>86</w:t>
      </w:r>
      <w:r>
        <w:t>-Perjalanan</w:t>
      </w:r>
    </w:p>
    <w:p w:rsidR="006B0242" w:rsidRDefault="006B0242" w:rsidP="006B0242">
      <w:pPr>
        <w:pStyle w:val="libNormal"/>
      </w:pPr>
      <w:r>
        <w:t xml:space="preserve">Jiwa Ayu, </w:t>
      </w:r>
      <w:r w:rsidRPr="006B0242">
        <w:rPr>
          <w:rStyle w:val="libBold1Char"/>
        </w:rPr>
        <w:t>87</w:t>
      </w:r>
      <w:r>
        <w:t xml:space="preserve">-Susila Budi Darma, </w:t>
      </w:r>
      <w:r w:rsidRPr="006B0242">
        <w:rPr>
          <w:rStyle w:val="libBold1Char"/>
        </w:rPr>
        <w:t>88</w:t>
      </w:r>
      <w:r>
        <w:t>-</w:t>
      </w:r>
    </w:p>
    <w:p w:rsidR="006B0242" w:rsidRDefault="006B0242" w:rsidP="006B0242">
      <w:pPr>
        <w:pStyle w:val="libNormal"/>
      </w:pPr>
      <w:r>
        <w:t xml:space="preserve">Perwatin, </w:t>
      </w:r>
      <w:r w:rsidRPr="006B0242">
        <w:rPr>
          <w:rStyle w:val="libBold1Char"/>
        </w:rPr>
        <w:t>89</w:t>
      </w:r>
      <w:r>
        <w:t>- Paguyuban Puji Sila,</w:t>
      </w:r>
    </w:p>
    <w:p w:rsidR="006B0242" w:rsidRDefault="006B0242" w:rsidP="006B0242">
      <w:pPr>
        <w:pStyle w:val="libNormal"/>
      </w:pPr>
      <w:r w:rsidRPr="006B0242">
        <w:rPr>
          <w:rStyle w:val="libBold1Char"/>
        </w:rPr>
        <w:t>Surabaya</w:t>
      </w:r>
      <w:r>
        <w:t xml:space="preserve"> : </w:t>
      </w:r>
      <w:r w:rsidRPr="006B0242">
        <w:rPr>
          <w:rStyle w:val="libBold1Char"/>
        </w:rPr>
        <w:t>90</w:t>
      </w:r>
      <w:r>
        <w:t xml:space="preserve">-Paguyuban Ilmu Sejati, </w:t>
      </w:r>
      <w:r w:rsidRPr="006B0242">
        <w:rPr>
          <w:rStyle w:val="libBold1Char"/>
        </w:rPr>
        <w:t>91</w:t>
      </w:r>
      <w:r>
        <w:t>-Paguyuban</w:t>
      </w:r>
    </w:p>
    <w:p w:rsidR="006B0242" w:rsidRDefault="006B0242" w:rsidP="006B0242">
      <w:pPr>
        <w:pStyle w:val="libNormal"/>
      </w:pPr>
      <w:r>
        <w:t xml:space="preserve">Sumarah Surabaya, </w:t>
      </w:r>
      <w:r w:rsidRPr="006B0242">
        <w:rPr>
          <w:rStyle w:val="libBold1Char"/>
        </w:rPr>
        <w:t>91</w:t>
      </w:r>
      <w:r>
        <w:t>-Purwo Ayu Mardi</w:t>
      </w:r>
    </w:p>
    <w:p w:rsidR="006B0242" w:rsidRDefault="006B0242" w:rsidP="006B0242">
      <w:pPr>
        <w:pStyle w:val="libNormal"/>
      </w:pPr>
      <w:r>
        <w:t xml:space="preserve">Utomo, </w:t>
      </w:r>
      <w:r w:rsidRPr="006B0242">
        <w:rPr>
          <w:rStyle w:val="libBold1Char"/>
        </w:rPr>
        <w:t>92</w:t>
      </w:r>
      <w:r>
        <w:t>-Ilmu Perjalanan Lugu Sejati,</w:t>
      </w:r>
    </w:p>
    <w:p w:rsidR="006B0242" w:rsidRDefault="006B0242" w:rsidP="006B0242">
      <w:pPr>
        <w:pStyle w:val="libNormal"/>
      </w:pPr>
      <w:r w:rsidRPr="00CA25A0">
        <w:rPr>
          <w:rStyle w:val="libBold1Char"/>
        </w:rPr>
        <w:t>93</w:t>
      </w:r>
      <w:r>
        <w:t xml:space="preserve">-Langgar Candi Buwono, </w:t>
      </w:r>
      <w:r w:rsidRPr="00CA25A0">
        <w:rPr>
          <w:rStyle w:val="libBold1Char"/>
        </w:rPr>
        <w:t>94</w:t>
      </w:r>
      <w:r>
        <w:t>-Wirid,</w:t>
      </w:r>
    </w:p>
    <w:p w:rsidR="006B0242" w:rsidRDefault="006B0242" w:rsidP="006B0242">
      <w:pPr>
        <w:pStyle w:val="libNormal"/>
      </w:pPr>
      <w:r w:rsidRPr="00CA25A0">
        <w:rPr>
          <w:rStyle w:val="libBold1Char"/>
        </w:rPr>
        <w:t>Temanggung</w:t>
      </w:r>
      <w:r>
        <w:t xml:space="preserve"> : </w:t>
      </w:r>
      <w:r w:rsidRPr="00CA25A0">
        <w:rPr>
          <w:rStyle w:val="libBold1Char"/>
        </w:rPr>
        <w:t>95</w:t>
      </w:r>
      <w:r>
        <w:t xml:space="preserve">-Adam Purnama, </w:t>
      </w:r>
      <w:r w:rsidRPr="00CA25A0">
        <w:rPr>
          <w:rStyle w:val="libBold1Char"/>
        </w:rPr>
        <w:t>96</w:t>
      </w:r>
      <w:r>
        <w:t>-Tri Darma</w:t>
      </w:r>
    </w:p>
    <w:p w:rsidR="006B0242" w:rsidRDefault="006B0242" w:rsidP="006B0242">
      <w:pPr>
        <w:pStyle w:val="libNormal"/>
      </w:pPr>
      <w:r>
        <w:t xml:space="preserve">Indonesia, </w:t>
      </w:r>
      <w:r w:rsidRPr="00CA25A0">
        <w:rPr>
          <w:rStyle w:val="libBold1Char"/>
        </w:rPr>
        <w:t>97</w:t>
      </w:r>
      <w:r>
        <w:t>-Mardi Santosaning Budi,</w:t>
      </w:r>
    </w:p>
    <w:p w:rsidR="006B0242" w:rsidRDefault="006B0242" w:rsidP="006B0242">
      <w:pPr>
        <w:pStyle w:val="libNormal"/>
      </w:pPr>
      <w:r w:rsidRPr="00CA25A0">
        <w:rPr>
          <w:rStyle w:val="libBold1Char"/>
        </w:rPr>
        <w:t>98</w:t>
      </w:r>
      <w:r>
        <w:t>-Pelajaran Semedi</w:t>
      </w:r>
    </w:p>
    <w:p w:rsidR="006B0242" w:rsidRDefault="006B0242" w:rsidP="006B0242">
      <w:pPr>
        <w:pStyle w:val="libNormal"/>
      </w:pPr>
      <w:r w:rsidRPr="00CA25A0">
        <w:rPr>
          <w:rStyle w:val="libBold1Char"/>
        </w:rPr>
        <w:t xml:space="preserve">Tulung Agung </w:t>
      </w:r>
      <w:r>
        <w:t xml:space="preserve">: </w:t>
      </w:r>
      <w:r w:rsidRPr="00CA25A0">
        <w:rPr>
          <w:rStyle w:val="libBold1Char"/>
        </w:rPr>
        <w:t>99</w:t>
      </w:r>
      <w:r>
        <w:t xml:space="preserve">-Perjalanan Dewa Mulya, </w:t>
      </w:r>
      <w:r w:rsidRPr="00CA25A0">
        <w:rPr>
          <w:rStyle w:val="libBold1Char"/>
        </w:rPr>
        <w:t>100</w:t>
      </w:r>
      <w:r>
        <w:t>-</w:t>
      </w:r>
    </w:p>
    <w:p w:rsidR="006B0242" w:rsidRDefault="006B0242" w:rsidP="006B0242">
      <w:pPr>
        <w:pStyle w:val="libNormal"/>
      </w:pPr>
      <w:r>
        <w:t>Trajutrisno</w:t>
      </w:r>
    </w:p>
    <w:p w:rsidR="006B0242" w:rsidRDefault="006B0242" w:rsidP="006B0242">
      <w:pPr>
        <w:pStyle w:val="libNormal"/>
      </w:pPr>
      <w:r w:rsidRPr="00CA25A0">
        <w:rPr>
          <w:rStyle w:val="libBold1Char"/>
        </w:rPr>
        <w:t>Wonogiri</w:t>
      </w:r>
      <w:r>
        <w:t xml:space="preserve"> : </w:t>
      </w:r>
      <w:r w:rsidRPr="00CA25A0">
        <w:rPr>
          <w:rStyle w:val="libBold1Char"/>
        </w:rPr>
        <w:t>101</w:t>
      </w:r>
      <w:r>
        <w:t>-Jiwa Ayu</w:t>
      </w:r>
    </w:p>
    <w:p w:rsidR="006B0242" w:rsidRDefault="006B0242" w:rsidP="006B0242">
      <w:pPr>
        <w:pStyle w:val="libNormal"/>
      </w:pPr>
      <w:r w:rsidRPr="00CA25A0">
        <w:rPr>
          <w:rStyle w:val="libBold1Char"/>
        </w:rPr>
        <w:t>Wonosobo</w:t>
      </w:r>
      <w:r>
        <w:t xml:space="preserve"> : </w:t>
      </w:r>
      <w:r w:rsidRPr="00CA25A0">
        <w:rPr>
          <w:rStyle w:val="libBold1Char"/>
        </w:rPr>
        <w:t>102</w:t>
      </w:r>
      <w:r>
        <w:t>-Kawula Warga Naluri (KWN)</w:t>
      </w:r>
    </w:p>
    <w:p w:rsidR="006B0242" w:rsidRDefault="006B0242" w:rsidP="006B0242">
      <w:pPr>
        <w:pStyle w:val="libNormal"/>
      </w:pPr>
      <w:r w:rsidRPr="00CA25A0">
        <w:rPr>
          <w:rStyle w:val="libBold1Char"/>
        </w:rPr>
        <w:t>Yogyakarta</w:t>
      </w:r>
      <w:r>
        <w:t xml:space="preserve"> : </w:t>
      </w:r>
      <w:r w:rsidRPr="00CA25A0">
        <w:rPr>
          <w:rStyle w:val="libBold1Char"/>
        </w:rPr>
        <w:t>103</w:t>
      </w:r>
      <w:r>
        <w:t xml:space="preserve">-Adam Makrifat Gunung Kidul, </w:t>
      </w:r>
      <w:r w:rsidRPr="00CA25A0">
        <w:rPr>
          <w:rStyle w:val="libBold1Char"/>
        </w:rPr>
        <w:t>104</w:t>
      </w:r>
      <w:r>
        <w:t>-</w:t>
      </w:r>
    </w:p>
    <w:p w:rsidR="006B0242" w:rsidRDefault="006B0242" w:rsidP="006B0242">
      <w:pPr>
        <w:pStyle w:val="libNormal"/>
      </w:pPr>
      <w:r>
        <w:t xml:space="preserve">Sapto Darmo Sorokarsan, </w:t>
      </w:r>
      <w:r w:rsidRPr="00CA25A0">
        <w:rPr>
          <w:rStyle w:val="libBold1Char"/>
        </w:rPr>
        <w:t>105</w:t>
      </w:r>
      <w:r>
        <w:t>-Ajaran</w:t>
      </w:r>
    </w:p>
    <w:p w:rsidR="006B0242" w:rsidRDefault="006B0242" w:rsidP="006B0242">
      <w:pPr>
        <w:pStyle w:val="libNormal"/>
      </w:pPr>
      <w:r>
        <w:t xml:space="preserve">Jiwa Indonesia (AJI), </w:t>
      </w:r>
      <w:r w:rsidRPr="00CA25A0">
        <w:rPr>
          <w:rStyle w:val="libBold1Char"/>
        </w:rPr>
        <w:t>106</w:t>
      </w:r>
      <w:r>
        <w:t>-ASK (Angudi</w:t>
      </w:r>
    </w:p>
    <w:p w:rsidR="006B0242" w:rsidRDefault="006B0242" w:rsidP="006B0242">
      <w:pPr>
        <w:pStyle w:val="libNormal"/>
      </w:pPr>
      <w:r>
        <w:t xml:space="preserve">Santosaning Kautaman), </w:t>
      </w:r>
      <w:r w:rsidRPr="00CA25A0">
        <w:rPr>
          <w:rStyle w:val="libBold1Char"/>
        </w:rPr>
        <w:t>107</w:t>
      </w:r>
      <w:r>
        <w:t>-Barisan</w:t>
      </w:r>
    </w:p>
    <w:p w:rsidR="006B0242" w:rsidRDefault="006B0242" w:rsidP="006B0242">
      <w:pPr>
        <w:pStyle w:val="libNormal"/>
      </w:pPr>
      <w:r>
        <w:t xml:space="preserve">Kempong Perot, </w:t>
      </w:r>
      <w:r w:rsidRPr="00CA25A0">
        <w:rPr>
          <w:rStyle w:val="libBold1Char"/>
        </w:rPr>
        <w:t>108</w:t>
      </w:r>
      <w:r>
        <w:t xml:space="preserve">-Budi Pekerti, </w:t>
      </w:r>
      <w:r w:rsidRPr="00CA25A0">
        <w:rPr>
          <w:rStyle w:val="libBold1Char"/>
        </w:rPr>
        <w:t>109</w:t>
      </w:r>
      <w:r>
        <w:t>-</w:t>
      </w:r>
    </w:p>
    <w:p w:rsidR="006B0242" w:rsidRDefault="006B0242" w:rsidP="006B0242">
      <w:pPr>
        <w:pStyle w:val="libNormal"/>
      </w:pPr>
      <w:r>
        <w:t>GMKI (Gabungan Musyawarah</w:t>
      </w:r>
    </w:p>
    <w:p w:rsidR="006B0242" w:rsidRDefault="006B0242" w:rsidP="006B0242">
      <w:pPr>
        <w:pStyle w:val="libNormal"/>
      </w:pPr>
      <w:r>
        <w:t xml:space="preserve">Kebangsaan Indonesia), </w:t>
      </w:r>
      <w:r w:rsidRPr="00CA25A0">
        <w:rPr>
          <w:rStyle w:val="libBold1Char"/>
        </w:rPr>
        <w:t>110</w:t>
      </w:r>
      <w:r>
        <w:t>-Islam</w:t>
      </w:r>
    </w:p>
    <w:p w:rsidR="006B0242" w:rsidRDefault="006B0242" w:rsidP="006B0242">
      <w:pPr>
        <w:pStyle w:val="libNormal"/>
      </w:pPr>
      <w:r>
        <w:t xml:space="preserve">Kasampurnan, </w:t>
      </w:r>
      <w:r w:rsidRPr="00CA25A0">
        <w:rPr>
          <w:rStyle w:val="libBold1Char"/>
        </w:rPr>
        <w:t>111</w:t>
      </w:r>
      <w:r>
        <w:t>-MSB (Mardi</w:t>
      </w:r>
    </w:p>
    <w:p w:rsidR="006B0242" w:rsidRDefault="006B0242" w:rsidP="006B0242">
      <w:pPr>
        <w:pStyle w:val="libNormal"/>
      </w:pPr>
      <w:r>
        <w:t xml:space="preserve">Santosaning Budi), </w:t>
      </w:r>
      <w:r w:rsidRPr="00CA25A0">
        <w:rPr>
          <w:rStyle w:val="libBold1Char"/>
        </w:rPr>
        <w:t>112</w:t>
      </w:r>
      <w:r>
        <w:t xml:space="preserve">-Nasional, </w:t>
      </w:r>
      <w:r w:rsidRPr="00CA25A0">
        <w:rPr>
          <w:rStyle w:val="libBold1Char"/>
        </w:rPr>
        <w:t>113</w:t>
      </w:r>
      <w:r>
        <w:t>-</w:t>
      </w:r>
    </w:p>
    <w:p w:rsidR="006B0242" w:rsidRDefault="006B0242" w:rsidP="006B0242">
      <w:pPr>
        <w:pStyle w:val="libNormal"/>
      </w:pPr>
      <w:r>
        <w:t xml:space="preserve">Naluri Kabudayan, </w:t>
      </w:r>
      <w:r w:rsidRPr="00CA25A0">
        <w:rPr>
          <w:rStyle w:val="libBold1Char"/>
        </w:rPr>
        <w:t>114</w:t>
      </w:r>
      <w:r>
        <w:t>-Paguyuban</w:t>
      </w:r>
    </w:p>
    <w:p w:rsidR="006B0242" w:rsidRDefault="006B0242" w:rsidP="006B0242">
      <w:pPr>
        <w:pStyle w:val="libNormal"/>
      </w:pPr>
      <w:r>
        <w:t xml:space="preserve">"O" (das), </w:t>
      </w:r>
      <w:r w:rsidRPr="00CA25A0">
        <w:rPr>
          <w:rStyle w:val="libBold1Char"/>
        </w:rPr>
        <w:t>115</w:t>
      </w:r>
      <w:r>
        <w:t xml:space="preserve">-PEBM, </w:t>
      </w:r>
      <w:r w:rsidRPr="00CA25A0">
        <w:rPr>
          <w:rStyle w:val="libBold1Char"/>
        </w:rPr>
        <w:t>116</w:t>
      </w:r>
      <w:r>
        <w:t>-Pangudi</w:t>
      </w:r>
    </w:p>
    <w:p w:rsidR="006B0242" w:rsidRDefault="006B0242" w:rsidP="006B0242">
      <w:pPr>
        <w:pStyle w:val="libNormal"/>
      </w:pPr>
      <w:r>
        <w:lastRenderedPageBreak/>
        <w:t xml:space="preserve">Amrih Tentrem, </w:t>
      </w:r>
      <w:r w:rsidRPr="00CA25A0">
        <w:rPr>
          <w:rStyle w:val="libBold1Char"/>
        </w:rPr>
        <w:t>117</w:t>
      </w:r>
      <w:r>
        <w:t>-Perjalana Tubangan,</w:t>
      </w:r>
    </w:p>
    <w:p w:rsidR="006B0242" w:rsidRDefault="006B0242" w:rsidP="006B0242">
      <w:pPr>
        <w:pStyle w:val="libNormal"/>
      </w:pPr>
      <w:r w:rsidRPr="00CA25A0">
        <w:rPr>
          <w:rStyle w:val="libBold1Char"/>
        </w:rPr>
        <w:t>118</w:t>
      </w:r>
      <w:r>
        <w:t>-Perhimpunan Prikemanusiaan,</w:t>
      </w:r>
    </w:p>
    <w:p w:rsidR="006B0242" w:rsidRDefault="006B0242" w:rsidP="006B0242">
      <w:pPr>
        <w:pStyle w:val="libNormal"/>
      </w:pPr>
      <w:r w:rsidRPr="00CA25A0">
        <w:rPr>
          <w:rStyle w:val="libBold1Char"/>
        </w:rPr>
        <w:t>119</w:t>
      </w:r>
      <w:r>
        <w:t>-Paguyuban Kebatinan Kawruh Lugu,</w:t>
      </w:r>
    </w:p>
    <w:p w:rsidR="006B0242" w:rsidRDefault="006B0242" w:rsidP="006B0242">
      <w:pPr>
        <w:pStyle w:val="libNormal"/>
      </w:pPr>
      <w:r w:rsidRPr="00CA25A0">
        <w:rPr>
          <w:rStyle w:val="libBold1Char"/>
        </w:rPr>
        <w:t>120</w:t>
      </w:r>
      <w:r>
        <w:t xml:space="preserve">-Psyichologisme Baciro Baru, </w:t>
      </w:r>
      <w:r w:rsidRPr="00CA25A0">
        <w:rPr>
          <w:rStyle w:val="libBold1Char"/>
        </w:rPr>
        <w:t>121</w:t>
      </w:r>
      <w:r>
        <w:t xml:space="preserve">-Roso Sejati, </w:t>
      </w:r>
      <w:r w:rsidRPr="00CA25A0">
        <w:rPr>
          <w:rStyle w:val="libBold1Char"/>
        </w:rPr>
        <w:t>122</w:t>
      </w:r>
      <w:r>
        <w:t xml:space="preserve">-SBP, Sejarah </w:t>
      </w:r>
      <w:r w:rsidRPr="00CA25A0">
        <w:rPr>
          <w:rStyle w:val="libBold1Char"/>
        </w:rPr>
        <w:t>123</w:t>
      </w:r>
      <w:r>
        <w:t>-</w:t>
      </w:r>
    </w:p>
    <w:p w:rsidR="006B0242" w:rsidRDefault="006B0242" w:rsidP="006B0242">
      <w:pPr>
        <w:pStyle w:val="libNormal"/>
      </w:pPr>
      <w:r>
        <w:t xml:space="preserve">Keraton, </w:t>
      </w:r>
      <w:r w:rsidRPr="00CA25A0">
        <w:rPr>
          <w:rStyle w:val="libBold1Char"/>
        </w:rPr>
        <w:t>124</w:t>
      </w:r>
      <w:r>
        <w:t xml:space="preserve">-TEK (Tri Eka Kapti), </w:t>
      </w:r>
      <w:r w:rsidRPr="00CA25A0">
        <w:rPr>
          <w:rStyle w:val="libBold1Char"/>
        </w:rPr>
        <w:t>125</w:t>
      </w:r>
      <w:r>
        <w:t>-</w:t>
      </w:r>
    </w:p>
    <w:p w:rsidR="006B0242" w:rsidRDefault="006B0242" w:rsidP="006B0242">
      <w:pPr>
        <w:pStyle w:val="libNormal"/>
      </w:pPr>
      <w:r>
        <w:t xml:space="preserve">Tasawuf, </w:t>
      </w:r>
      <w:r w:rsidRPr="00CA25A0">
        <w:rPr>
          <w:rStyle w:val="libBold1Char"/>
        </w:rPr>
        <w:t>126</w:t>
      </w:r>
      <w:r>
        <w:t xml:space="preserve">-Buda Islam, </w:t>
      </w:r>
      <w:r w:rsidRPr="00CA25A0">
        <w:rPr>
          <w:rStyle w:val="libBold1Char"/>
        </w:rPr>
        <w:t>127</w:t>
      </w:r>
      <w:r>
        <w:t>-Ilmu</w:t>
      </w:r>
    </w:p>
    <w:p w:rsidR="006B0242" w:rsidRDefault="006B0242" w:rsidP="006B0242">
      <w:pPr>
        <w:pStyle w:val="libNormal"/>
      </w:pPr>
      <w:r>
        <w:t>Kawaskitan Sistim Timur, `</w:t>
      </w:r>
      <w:r w:rsidRPr="00CA25A0">
        <w:rPr>
          <w:rStyle w:val="libBold1Char"/>
        </w:rPr>
        <w:t>128</w:t>
      </w:r>
      <w:r>
        <w:t>-</w:t>
      </w:r>
    </w:p>
    <w:p w:rsidR="006B0242" w:rsidRDefault="006B0242" w:rsidP="006B0242">
      <w:pPr>
        <w:pStyle w:val="libNormal"/>
      </w:pPr>
      <w:r>
        <w:t xml:space="preserve">Perhimpunan Kebatinan Prakarti, </w:t>
      </w:r>
      <w:r w:rsidRPr="00CA25A0">
        <w:rPr>
          <w:rStyle w:val="libBold1Char"/>
        </w:rPr>
        <w:t>129</w:t>
      </w:r>
      <w:r>
        <w:t>-</w:t>
      </w:r>
    </w:p>
    <w:p w:rsidR="006B0242" w:rsidRDefault="006B0242" w:rsidP="006B0242">
      <w:pPr>
        <w:pStyle w:val="libNormal"/>
      </w:pPr>
      <w:r>
        <w:t xml:space="preserve">Tugo Roso Jati, </w:t>
      </w:r>
      <w:r w:rsidRPr="00CA25A0">
        <w:rPr>
          <w:rStyle w:val="libBold1Char"/>
        </w:rPr>
        <w:t>130</w:t>
      </w:r>
      <w:r>
        <w:t xml:space="preserve">-Sabdo Karso, </w:t>
      </w:r>
      <w:r w:rsidRPr="00CA25A0">
        <w:rPr>
          <w:rStyle w:val="libBold1Char"/>
        </w:rPr>
        <w:t>131</w:t>
      </w:r>
      <w:r>
        <w:t>-</w:t>
      </w:r>
    </w:p>
    <w:p w:rsidR="006B0242" w:rsidRDefault="006B0242" w:rsidP="006B0242">
      <w:pPr>
        <w:pStyle w:val="libNormal"/>
      </w:pPr>
      <w:r>
        <w:t xml:space="preserve">Poma Pami, </w:t>
      </w:r>
      <w:r w:rsidRPr="00CA25A0">
        <w:rPr>
          <w:rStyle w:val="libBold1Char"/>
        </w:rPr>
        <w:t>132</w:t>
      </w:r>
      <w:r>
        <w:t>-Setia Budi Perjanji</w:t>
      </w:r>
    </w:p>
    <w:p w:rsidR="006B0242" w:rsidRDefault="006B0242" w:rsidP="006B0242">
      <w:pPr>
        <w:pStyle w:val="libNormal"/>
      </w:pPr>
      <w:r>
        <w:t xml:space="preserve">Empat hari, </w:t>
      </w:r>
      <w:r w:rsidRPr="00CA25A0">
        <w:rPr>
          <w:rStyle w:val="libBold1Char"/>
        </w:rPr>
        <w:t>133</w:t>
      </w:r>
      <w:r>
        <w:t xml:space="preserve">-Imbalwacono, </w:t>
      </w:r>
      <w:r w:rsidRPr="00CA25A0">
        <w:rPr>
          <w:rStyle w:val="libBold1Char"/>
        </w:rPr>
        <w:t>135</w:t>
      </w:r>
      <w:r>
        <w:t>-Islam</w:t>
      </w:r>
    </w:p>
    <w:p w:rsidR="00CA25A0" w:rsidRDefault="006B0242" w:rsidP="00CA25A0">
      <w:pPr>
        <w:pStyle w:val="libNormal"/>
      </w:pPr>
      <w:r>
        <w:t>Kamil</w:t>
      </w:r>
      <w:r w:rsidR="00CA25A0">
        <w:t>.</w:t>
      </w:r>
    </w:p>
    <w:p w:rsidR="00CA25A0" w:rsidRPr="00CA25A0" w:rsidRDefault="00CA25A0">
      <w:r>
        <w:br w:type="page"/>
      </w:r>
    </w:p>
    <w:p w:rsidR="006B0242" w:rsidRDefault="00CA25A0" w:rsidP="00970D3C">
      <w:pPr>
        <w:pStyle w:val="Heading1Center"/>
      </w:pPr>
      <w:bookmarkStart w:id="77" w:name="_Toc426282798"/>
      <w:r>
        <w:lastRenderedPageBreak/>
        <w:t>g</w:t>
      </w:r>
      <w:r w:rsidR="006B0242">
        <w:t>. Penutup</w:t>
      </w:r>
      <w:bookmarkEnd w:id="77"/>
    </w:p>
    <w:p w:rsidR="00970D3C" w:rsidRDefault="00970D3C" w:rsidP="006B0242">
      <w:pPr>
        <w:pStyle w:val="libNormal"/>
      </w:pPr>
    </w:p>
    <w:p w:rsidR="006B0242" w:rsidRDefault="006B0242" w:rsidP="006B0242">
      <w:pPr>
        <w:pStyle w:val="libNormal"/>
      </w:pPr>
      <w:r>
        <w:t>Melihat betapa banyaknya aliran yang menyimpang dari</w:t>
      </w:r>
    </w:p>
    <w:p w:rsidR="006B0242" w:rsidRDefault="006B0242" w:rsidP="006B0242">
      <w:pPr>
        <w:pStyle w:val="libNormal"/>
      </w:pPr>
      <w:r>
        <w:t>Islam, satu-satunya jalan untuk menghindarinya adalah</w:t>
      </w:r>
    </w:p>
    <w:p w:rsidR="006B0242" w:rsidRDefault="006B0242" w:rsidP="006B0242">
      <w:pPr>
        <w:pStyle w:val="libNormal"/>
      </w:pPr>
      <w:r>
        <w:t>memperdalam pengetahuan kita tentang agama Islam yang</w:t>
      </w:r>
    </w:p>
    <w:p w:rsidR="006B0242" w:rsidRDefault="006B0242" w:rsidP="006B0242">
      <w:pPr>
        <w:pStyle w:val="libNormal"/>
      </w:pPr>
      <w:r>
        <w:t>sesuai dengan Al-Quran, hadits dan mayoritas (jumhur)</w:t>
      </w:r>
    </w:p>
    <w:p w:rsidR="006B0242" w:rsidRDefault="006B0242" w:rsidP="006B0242">
      <w:pPr>
        <w:pStyle w:val="libNormal"/>
      </w:pPr>
      <w:r>
        <w:t>ulama yang ada.</w:t>
      </w:r>
    </w:p>
    <w:p w:rsidR="006B0242" w:rsidRDefault="006B0242" w:rsidP="006B0242">
      <w:pPr>
        <w:pStyle w:val="libNormal"/>
      </w:pPr>
      <w:r>
        <w:t>Ingatlah ucapan Nabi Muhammad SAW :</w:t>
      </w:r>
    </w:p>
    <w:p w:rsidR="006B0242" w:rsidRDefault="006B0242" w:rsidP="006B0242">
      <w:pPr>
        <w:pStyle w:val="libNormal"/>
      </w:pPr>
      <w:r>
        <w:t>"Sesungguhnya ulama itu adalah pewaris para nabi,</w:t>
      </w:r>
    </w:p>
    <w:p w:rsidR="006B0242" w:rsidRDefault="006B0242" w:rsidP="006B0242">
      <w:pPr>
        <w:pStyle w:val="libNormal"/>
      </w:pPr>
      <w:r>
        <w:t>sesungguhnya para nabi tidak mewariskan dinar dan</w:t>
      </w:r>
    </w:p>
    <w:p w:rsidR="006B0242" w:rsidRDefault="006B0242" w:rsidP="006B0242">
      <w:pPr>
        <w:pStyle w:val="libNormal"/>
      </w:pPr>
      <w:r>
        <w:t>dirham, dan mereka hanya mewariskan ilmu, dan</w:t>
      </w:r>
    </w:p>
    <w:p w:rsidR="006B0242" w:rsidRDefault="006B0242" w:rsidP="006B0242">
      <w:pPr>
        <w:pStyle w:val="libNormal"/>
      </w:pPr>
      <w:r>
        <w:t>barangsiapa yang mengambil ilmu tersebut, maka ia telah</w:t>
      </w:r>
    </w:p>
    <w:p w:rsidR="006B0242" w:rsidRDefault="006B0242" w:rsidP="006B0242">
      <w:pPr>
        <w:pStyle w:val="libNormal"/>
      </w:pPr>
      <w:r>
        <w:t>men</w:t>
      </w:r>
      <w:r w:rsidR="00025AAE">
        <w:t>gambil bagian yang sempurna."</w:t>
      </w:r>
      <w:r w:rsidR="00025AAE" w:rsidRPr="00025AAE">
        <w:rPr>
          <w:rStyle w:val="libFootnotenumChar"/>
        </w:rPr>
        <w:footnoteReference w:id="25"/>
      </w:r>
    </w:p>
    <w:p w:rsidR="00970D3C" w:rsidRDefault="00970D3C" w:rsidP="006B0242">
      <w:pPr>
        <w:pStyle w:val="libNormal"/>
      </w:pPr>
    </w:p>
    <w:p w:rsidR="00970D3C" w:rsidRDefault="00970D3C" w:rsidP="006B0242">
      <w:pPr>
        <w:pStyle w:val="libNormal"/>
      </w:pPr>
    </w:p>
    <w:p w:rsidR="00970D3C" w:rsidRDefault="00970D3C" w:rsidP="006B0242">
      <w:pPr>
        <w:pStyle w:val="libNormal"/>
      </w:pPr>
    </w:p>
    <w:p w:rsidR="006B0242" w:rsidRDefault="006B0242" w:rsidP="006B0242">
      <w:pPr>
        <w:pStyle w:val="libNormal"/>
      </w:pPr>
      <w:r>
        <w:t>Wallahu a'lam bish shawwab,</w:t>
      </w:r>
    </w:p>
    <w:p w:rsidR="00650449" w:rsidRDefault="006B0242" w:rsidP="006B0242">
      <w:pPr>
        <w:pStyle w:val="libNormal"/>
      </w:pPr>
      <w:r>
        <w:t>wailaihi marji'uhu wal ma-ab.</w:t>
      </w:r>
    </w:p>
    <w:p w:rsidR="00650449" w:rsidRPr="00650449" w:rsidRDefault="00650449">
      <w:r>
        <w:br w:type="page"/>
      </w:r>
    </w:p>
    <w:sdt>
      <w:sdtPr>
        <w:rPr>
          <w:rFonts w:eastAsia="Calibri"/>
        </w:rPr>
        <w:id w:val="10170033"/>
        <w:docPartObj>
          <w:docPartGallery w:val="Table of Contents"/>
          <w:docPartUnique/>
        </w:docPartObj>
      </w:sdtPr>
      <w:sdtEndPr>
        <w:rPr>
          <w:rFonts w:cs="Times New Roman"/>
          <w:bCs w:val="0"/>
          <w:noProof/>
          <w:color w:val="auto"/>
          <w:sz w:val="24"/>
          <w:szCs w:val="24"/>
          <w:lang w:bidi="fa-IR"/>
        </w:rPr>
      </w:sdtEndPr>
      <w:sdtContent>
        <w:p w:rsidR="005B61EA" w:rsidRDefault="005B61EA" w:rsidP="005B61EA">
          <w:pPr>
            <w:pStyle w:val="Heading1Center"/>
          </w:pPr>
          <w:r>
            <w:t>Daftar Isi</w:t>
          </w:r>
        </w:p>
        <w:p w:rsidR="005B61EA" w:rsidRDefault="0014511A" w:rsidP="005B61EA">
          <w:pPr>
            <w:pStyle w:val="TOC1"/>
            <w:rPr>
              <w:rFonts w:asciiTheme="minorHAnsi" w:eastAsiaTheme="minorEastAsia" w:hAnsiTheme="minorHAnsi" w:cstheme="minorBidi"/>
              <w:bCs w:val="0"/>
              <w:color w:val="auto"/>
              <w:sz w:val="22"/>
              <w:szCs w:val="22"/>
              <w:rtl/>
            </w:rPr>
          </w:pPr>
          <w:r w:rsidRPr="0014511A">
            <w:fldChar w:fldCharType="begin"/>
          </w:r>
          <w:r w:rsidR="005B61EA">
            <w:instrText xml:space="preserve"> TOC \o "1-3" \h \z \u </w:instrText>
          </w:r>
          <w:r w:rsidRPr="0014511A">
            <w:fldChar w:fldCharType="separate"/>
          </w:r>
          <w:hyperlink w:anchor="_Toc426282721" w:history="1">
            <w:r w:rsidR="005B61EA" w:rsidRPr="00034388">
              <w:rPr>
                <w:rStyle w:val="Hyperlink"/>
              </w:rPr>
              <w:t>Aliran-aliran dalam Islam</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Toc426282721 \h</w:instrText>
            </w:r>
            <w:r w:rsidR="005B61EA">
              <w:rPr>
                <w:webHidden/>
                <w:rtl/>
              </w:rPr>
              <w:instrText xml:space="preserve"> </w:instrText>
            </w:r>
            <w:r>
              <w:rPr>
                <w:webHidden/>
                <w:rtl/>
              </w:rPr>
            </w:r>
            <w:r>
              <w:rPr>
                <w:webHidden/>
                <w:rtl/>
              </w:rPr>
              <w:fldChar w:fldCharType="separate"/>
            </w:r>
            <w:r w:rsidR="005B61EA">
              <w:rPr>
                <w:webHidden/>
                <w:rtl/>
              </w:rPr>
              <w:t>1</w:t>
            </w:r>
            <w:r>
              <w:rPr>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22" w:history="1">
            <w:r w:rsidR="005B61EA" w:rsidRPr="00034388">
              <w:rPr>
                <w:rStyle w:val="Hyperlink"/>
              </w:rPr>
              <w:t>Oleh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Toc426282722 \h</w:instrText>
            </w:r>
            <w:r w:rsidR="005B61EA">
              <w:rPr>
                <w:webHidden/>
                <w:rtl/>
              </w:rPr>
              <w:instrText xml:space="preserve"> </w:instrText>
            </w:r>
            <w:r>
              <w:rPr>
                <w:webHidden/>
                <w:rtl/>
              </w:rPr>
            </w:r>
            <w:r>
              <w:rPr>
                <w:webHidden/>
                <w:rtl/>
              </w:rPr>
              <w:fldChar w:fldCharType="separate"/>
            </w:r>
            <w:r w:rsidR="005B61EA">
              <w:rPr>
                <w:webHidden/>
                <w:rtl/>
              </w:rPr>
              <w:t>1</w:t>
            </w:r>
            <w:r>
              <w:rPr>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23" w:history="1">
            <w:r w:rsidR="005B61EA" w:rsidRPr="00034388">
              <w:rPr>
                <w:rStyle w:val="Hyperlink"/>
              </w:rPr>
              <w:t>Farid Zainal Effendi</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Toc426282723 \h</w:instrText>
            </w:r>
            <w:r w:rsidR="005B61EA">
              <w:rPr>
                <w:webHidden/>
                <w:rtl/>
              </w:rPr>
              <w:instrText xml:space="preserve"> </w:instrText>
            </w:r>
            <w:r>
              <w:rPr>
                <w:webHidden/>
                <w:rtl/>
              </w:rPr>
            </w:r>
            <w:r>
              <w:rPr>
                <w:webHidden/>
                <w:rtl/>
              </w:rPr>
              <w:fldChar w:fldCharType="separate"/>
            </w:r>
            <w:r w:rsidR="005B61EA">
              <w:rPr>
                <w:webHidden/>
                <w:rtl/>
              </w:rPr>
              <w:t>1</w:t>
            </w:r>
            <w:r>
              <w:rPr>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24" w:history="1">
            <w:r w:rsidR="005B61EA" w:rsidRPr="00034388">
              <w:rPr>
                <w:rStyle w:val="Hyperlink"/>
              </w:rPr>
              <w:t>a. Pendahuluan</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Toc426282724 \h</w:instrText>
            </w:r>
            <w:r w:rsidR="005B61EA">
              <w:rPr>
                <w:webHidden/>
                <w:rtl/>
              </w:rPr>
              <w:instrText xml:space="preserve"> </w:instrText>
            </w:r>
            <w:r>
              <w:rPr>
                <w:webHidden/>
                <w:rtl/>
              </w:rPr>
            </w:r>
            <w:r>
              <w:rPr>
                <w:webHidden/>
                <w:rtl/>
              </w:rPr>
              <w:fldChar w:fldCharType="separate"/>
            </w:r>
            <w:r w:rsidR="005B61EA">
              <w:rPr>
                <w:webHidden/>
                <w:rtl/>
              </w:rPr>
              <w:t>2</w:t>
            </w:r>
            <w:r>
              <w:rPr>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25" w:history="1">
            <w:r w:rsidR="005B61EA" w:rsidRPr="00034388">
              <w:rPr>
                <w:rStyle w:val="Hyperlink"/>
              </w:rPr>
              <w:t>b. Pembagian aliran-aliran Islam pada zaman terdahulu</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Toc426282725 \h</w:instrText>
            </w:r>
            <w:r w:rsidR="005B61EA">
              <w:rPr>
                <w:webHidden/>
                <w:rtl/>
              </w:rPr>
              <w:instrText xml:space="preserve"> </w:instrText>
            </w:r>
            <w:r>
              <w:rPr>
                <w:webHidden/>
                <w:rtl/>
              </w:rPr>
            </w:r>
            <w:r>
              <w:rPr>
                <w:webHidden/>
                <w:rtl/>
              </w:rPr>
              <w:fldChar w:fldCharType="separate"/>
            </w:r>
            <w:r w:rsidR="005B61EA">
              <w:rPr>
                <w:webHidden/>
                <w:rtl/>
              </w:rPr>
              <w:t>4</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26" w:history="1">
            <w:r w:rsidR="005B61EA" w:rsidRPr="00034388">
              <w:rPr>
                <w:rStyle w:val="Hyperlink"/>
              </w:rPr>
              <w:t>1. Khawarij</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Toc426282726 \h</w:instrText>
            </w:r>
            <w:r w:rsidR="005B61EA">
              <w:rPr>
                <w:webHidden/>
                <w:rtl/>
              </w:rPr>
              <w:instrText xml:space="preserve"> </w:instrText>
            </w:r>
            <w:r>
              <w:rPr>
                <w:webHidden/>
                <w:rtl/>
              </w:rPr>
            </w:r>
            <w:r>
              <w:rPr>
                <w:webHidden/>
                <w:rtl/>
              </w:rPr>
              <w:fldChar w:fldCharType="separate"/>
            </w:r>
            <w:r w:rsidR="005B61EA">
              <w:rPr>
                <w:webHidden/>
                <w:rtl/>
              </w:rPr>
              <w:t>4</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27" w:history="1">
            <w:r w:rsidR="005B61EA" w:rsidRPr="00034388">
              <w:rPr>
                <w:rStyle w:val="Hyperlink"/>
                <w:noProof/>
              </w:rPr>
              <w:t>Pendapat-pendapat mereka antara lain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Toc426282727 \h</w:instrText>
            </w:r>
            <w:r w:rsidR="005B61EA">
              <w:rPr>
                <w:noProof/>
                <w:webHidden/>
                <w:rtl/>
              </w:rPr>
              <w:instrText xml:space="preserve"> </w:instrText>
            </w:r>
            <w:r>
              <w:rPr>
                <w:noProof/>
                <w:webHidden/>
                <w:rtl/>
              </w:rPr>
            </w:r>
            <w:r>
              <w:rPr>
                <w:noProof/>
                <w:webHidden/>
                <w:rtl/>
              </w:rPr>
              <w:fldChar w:fldCharType="separate"/>
            </w:r>
            <w:r w:rsidR="005B61EA">
              <w:rPr>
                <w:noProof/>
                <w:webHidden/>
                <w:rtl/>
              </w:rPr>
              <w:t>5</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28" w:history="1">
            <w:r w:rsidR="005B61EA" w:rsidRPr="00034388">
              <w:rPr>
                <w:rStyle w:val="Hyperlink"/>
              </w:rPr>
              <w:t>2. Syi'ah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Toc426282728 \h</w:instrText>
            </w:r>
            <w:r w:rsidR="005B61EA">
              <w:rPr>
                <w:webHidden/>
                <w:rtl/>
              </w:rPr>
              <w:instrText xml:space="preserve"> </w:instrText>
            </w:r>
            <w:r>
              <w:rPr>
                <w:webHidden/>
                <w:rtl/>
              </w:rPr>
            </w:r>
            <w:r>
              <w:rPr>
                <w:webHidden/>
                <w:rtl/>
              </w:rPr>
              <w:fldChar w:fldCharType="separate"/>
            </w:r>
            <w:r w:rsidR="005B61EA">
              <w:rPr>
                <w:webHidden/>
                <w:rtl/>
              </w:rPr>
              <w:t>6</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29" w:history="1">
            <w:r w:rsidR="005B61EA" w:rsidRPr="00034388">
              <w:rPr>
                <w:rStyle w:val="Hyperlink"/>
                <w:noProof/>
              </w:rPr>
              <w:t>Para sejarawan berbeda pendapat akan awal munculnya</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Toc426282729 \h</w:instrText>
            </w:r>
            <w:r w:rsidR="005B61EA">
              <w:rPr>
                <w:noProof/>
                <w:webHidden/>
                <w:rtl/>
              </w:rPr>
              <w:instrText xml:space="preserve"> </w:instrText>
            </w:r>
            <w:r>
              <w:rPr>
                <w:noProof/>
                <w:webHidden/>
                <w:rtl/>
              </w:rPr>
            </w:r>
            <w:r>
              <w:rPr>
                <w:noProof/>
                <w:webHidden/>
                <w:rtl/>
              </w:rPr>
              <w:fldChar w:fldCharType="separate"/>
            </w:r>
            <w:r w:rsidR="005B61EA">
              <w:rPr>
                <w:noProof/>
                <w:webHidden/>
                <w:rtl/>
              </w:rPr>
              <w:t>7</w:t>
            </w:r>
            <w:r>
              <w:rPr>
                <w:noProof/>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30" w:history="1">
            <w:r w:rsidR="005B61EA" w:rsidRPr="00034388">
              <w:rPr>
                <w:rStyle w:val="Hyperlink"/>
                <w:noProof/>
              </w:rPr>
              <w:t>Syi'ah, diantaranya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Toc426282730 \h</w:instrText>
            </w:r>
            <w:r w:rsidR="005B61EA">
              <w:rPr>
                <w:noProof/>
                <w:webHidden/>
                <w:rtl/>
              </w:rPr>
              <w:instrText xml:space="preserve"> </w:instrText>
            </w:r>
            <w:r>
              <w:rPr>
                <w:noProof/>
                <w:webHidden/>
                <w:rtl/>
              </w:rPr>
            </w:r>
            <w:r>
              <w:rPr>
                <w:noProof/>
                <w:webHidden/>
                <w:rtl/>
              </w:rPr>
              <w:fldChar w:fldCharType="separate"/>
            </w:r>
            <w:r w:rsidR="005B61EA">
              <w:rPr>
                <w:noProof/>
                <w:webHidden/>
                <w:rtl/>
              </w:rPr>
              <w:t>7</w:t>
            </w:r>
            <w:r>
              <w:rPr>
                <w:noProof/>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31" w:history="1">
            <w:r w:rsidR="005B61EA" w:rsidRPr="00034388">
              <w:rPr>
                <w:rStyle w:val="Hyperlink"/>
                <w:noProof/>
              </w:rPr>
              <w:t>Dr. Fuad Mohammad Fachruddin membagi Syi'ah</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Toc426282731 \h</w:instrText>
            </w:r>
            <w:r w:rsidR="005B61EA">
              <w:rPr>
                <w:noProof/>
                <w:webHidden/>
                <w:rtl/>
              </w:rPr>
              <w:instrText xml:space="preserve"> </w:instrText>
            </w:r>
            <w:r>
              <w:rPr>
                <w:noProof/>
                <w:webHidden/>
                <w:rtl/>
              </w:rPr>
            </w:r>
            <w:r>
              <w:rPr>
                <w:noProof/>
                <w:webHidden/>
                <w:rtl/>
              </w:rPr>
              <w:fldChar w:fldCharType="separate"/>
            </w:r>
            <w:r w:rsidR="005B61EA">
              <w:rPr>
                <w:noProof/>
                <w:webHidden/>
                <w:rtl/>
              </w:rPr>
              <w:t>7</w:t>
            </w:r>
            <w:r>
              <w:rPr>
                <w:noProof/>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32" w:history="1">
            <w:r w:rsidR="005B61EA" w:rsidRPr="00034388">
              <w:rPr>
                <w:rStyle w:val="Hyperlink"/>
                <w:noProof/>
              </w:rPr>
              <w:t>menjadi 4 macam aliran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Toc426282732 \h</w:instrText>
            </w:r>
            <w:r w:rsidR="005B61EA">
              <w:rPr>
                <w:noProof/>
                <w:webHidden/>
                <w:rtl/>
              </w:rPr>
              <w:instrText xml:space="preserve"> </w:instrText>
            </w:r>
            <w:r>
              <w:rPr>
                <w:noProof/>
                <w:webHidden/>
                <w:rtl/>
              </w:rPr>
            </w:r>
            <w:r>
              <w:rPr>
                <w:noProof/>
                <w:webHidden/>
                <w:rtl/>
              </w:rPr>
              <w:fldChar w:fldCharType="separate"/>
            </w:r>
            <w:r w:rsidR="005B61EA">
              <w:rPr>
                <w:noProof/>
                <w:webHidden/>
                <w:rtl/>
              </w:rPr>
              <w:t>7</w:t>
            </w:r>
            <w:r>
              <w:rPr>
                <w:noProof/>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33"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Toc426282733 \h</w:instrText>
            </w:r>
            <w:r w:rsidR="005B61EA">
              <w:rPr>
                <w:noProof/>
                <w:webHidden/>
                <w:rtl/>
              </w:rPr>
              <w:instrText xml:space="preserve"> </w:instrText>
            </w:r>
            <w:r>
              <w:rPr>
                <w:noProof/>
                <w:webHidden/>
                <w:rtl/>
              </w:rPr>
            </w:r>
            <w:r>
              <w:rPr>
                <w:noProof/>
                <w:webHidden/>
                <w:rtl/>
              </w:rPr>
              <w:fldChar w:fldCharType="separate"/>
            </w:r>
            <w:r w:rsidR="005B61EA">
              <w:rPr>
                <w:noProof/>
                <w:webHidden/>
                <w:rtl/>
              </w:rPr>
              <w:t>8</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34" w:history="1">
            <w:r w:rsidR="005B61EA" w:rsidRPr="00034388">
              <w:rPr>
                <w:rStyle w:val="Hyperlink"/>
              </w:rPr>
              <w:t>3. Murji'ah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Toc426282734 \h</w:instrText>
            </w:r>
            <w:r w:rsidR="005B61EA">
              <w:rPr>
                <w:webHidden/>
                <w:rtl/>
              </w:rPr>
              <w:instrText xml:space="preserve"> </w:instrText>
            </w:r>
            <w:r>
              <w:rPr>
                <w:webHidden/>
                <w:rtl/>
              </w:rPr>
            </w:r>
            <w:r>
              <w:rPr>
                <w:webHidden/>
                <w:rtl/>
              </w:rPr>
              <w:fldChar w:fldCharType="separate"/>
            </w:r>
            <w:r w:rsidR="005B61EA">
              <w:rPr>
                <w:webHidden/>
                <w:rtl/>
              </w:rPr>
              <w:t>8</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35" w:history="1">
            <w:r w:rsidR="005B61EA" w:rsidRPr="00034388">
              <w:rPr>
                <w:rStyle w:val="Hyperlink"/>
                <w:noProof/>
              </w:rPr>
              <w:t>Kaum Murji'ah dapat dibagi menjadi 2 yaitu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Toc426282735 \h</w:instrText>
            </w:r>
            <w:r w:rsidR="005B61EA">
              <w:rPr>
                <w:noProof/>
                <w:webHidden/>
                <w:rtl/>
              </w:rPr>
              <w:instrText xml:space="preserve"> </w:instrText>
            </w:r>
            <w:r>
              <w:rPr>
                <w:noProof/>
                <w:webHidden/>
                <w:rtl/>
              </w:rPr>
            </w:r>
            <w:r>
              <w:rPr>
                <w:noProof/>
                <w:webHidden/>
                <w:rtl/>
              </w:rPr>
              <w:fldChar w:fldCharType="separate"/>
            </w:r>
            <w:r w:rsidR="005B61EA">
              <w:rPr>
                <w:noProof/>
                <w:webHidden/>
                <w:rtl/>
              </w:rPr>
              <w:t>9</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36" w:history="1">
            <w:r w:rsidR="005B61EA" w:rsidRPr="00034388">
              <w:rPr>
                <w:rStyle w:val="Hyperlink"/>
              </w:rPr>
              <w:t>4. Jabariyah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Toc426282736 \h</w:instrText>
            </w:r>
            <w:r w:rsidR="005B61EA">
              <w:rPr>
                <w:webHidden/>
                <w:rtl/>
              </w:rPr>
              <w:instrText xml:space="preserve"> </w:instrText>
            </w:r>
            <w:r>
              <w:rPr>
                <w:webHidden/>
                <w:rtl/>
              </w:rPr>
            </w:r>
            <w:r>
              <w:rPr>
                <w:webHidden/>
                <w:rtl/>
              </w:rPr>
              <w:fldChar w:fldCharType="separate"/>
            </w:r>
            <w:r w:rsidR="005B61EA">
              <w:rPr>
                <w:webHidden/>
                <w:rtl/>
              </w:rPr>
              <w:t>10</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37"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Toc426282737 \h</w:instrText>
            </w:r>
            <w:r w:rsidR="005B61EA">
              <w:rPr>
                <w:noProof/>
                <w:webHidden/>
                <w:rtl/>
              </w:rPr>
              <w:instrText xml:space="preserve"> </w:instrText>
            </w:r>
            <w:r>
              <w:rPr>
                <w:noProof/>
                <w:webHidden/>
                <w:rtl/>
              </w:rPr>
            </w:r>
            <w:r>
              <w:rPr>
                <w:noProof/>
                <w:webHidden/>
                <w:rtl/>
              </w:rPr>
              <w:fldChar w:fldCharType="separate"/>
            </w:r>
            <w:r w:rsidR="005B61EA">
              <w:rPr>
                <w:noProof/>
                <w:webHidden/>
                <w:rtl/>
              </w:rPr>
              <w:t>10</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38" w:history="1">
            <w:r w:rsidR="005B61EA" w:rsidRPr="00034388">
              <w:rPr>
                <w:rStyle w:val="Hyperlink"/>
              </w:rPr>
              <w:t>5. Qodariyah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Toc426282738 \h</w:instrText>
            </w:r>
            <w:r w:rsidR="005B61EA">
              <w:rPr>
                <w:webHidden/>
                <w:rtl/>
              </w:rPr>
              <w:instrText xml:space="preserve"> </w:instrText>
            </w:r>
            <w:r>
              <w:rPr>
                <w:webHidden/>
                <w:rtl/>
              </w:rPr>
            </w:r>
            <w:r>
              <w:rPr>
                <w:webHidden/>
                <w:rtl/>
              </w:rPr>
              <w:fldChar w:fldCharType="separate"/>
            </w:r>
            <w:r w:rsidR="005B61EA">
              <w:rPr>
                <w:webHidden/>
                <w:rtl/>
              </w:rPr>
              <w:t>10</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39"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Toc426282739 \h</w:instrText>
            </w:r>
            <w:r w:rsidR="005B61EA">
              <w:rPr>
                <w:noProof/>
                <w:webHidden/>
                <w:rtl/>
              </w:rPr>
              <w:instrText xml:space="preserve"> </w:instrText>
            </w:r>
            <w:r>
              <w:rPr>
                <w:noProof/>
                <w:webHidden/>
                <w:rtl/>
              </w:rPr>
            </w:r>
            <w:r>
              <w:rPr>
                <w:noProof/>
                <w:webHidden/>
                <w:rtl/>
              </w:rPr>
              <w:fldChar w:fldCharType="separate"/>
            </w:r>
            <w:r w:rsidR="005B61EA">
              <w:rPr>
                <w:noProof/>
                <w:webHidden/>
                <w:rtl/>
              </w:rPr>
              <w:t>11</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40" w:history="1">
            <w:r w:rsidR="005B61EA" w:rsidRPr="00034388">
              <w:rPr>
                <w:rStyle w:val="Hyperlink"/>
              </w:rPr>
              <w:t>6. Mu'tazilah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Toc426282740 \h</w:instrText>
            </w:r>
            <w:r w:rsidR="005B61EA">
              <w:rPr>
                <w:webHidden/>
                <w:rtl/>
              </w:rPr>
              <w:instrText xml:space="preserve"> </w:instrText>
            </w:r>
            <w:r>
              <w:rPr>
                <w:webHidden/>
                <w:rtl/>
              </w:rPr>
            </w:r>
            <w:r>
              <w:rPr>
                <w:webHidden/>
                <w:rtl/>
              </w:rPr>
              <w:fldChar w:fldCharType="separate"/>
            </w:r>
            <w:r w:rsidR="005B61EA">
              <w:rPr>
                <w:webHidden/>
                <w:rtl/>
              </w:rPr>
              <w:t>11</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41"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Toc426282741 \h</w:instrText>
            </w:r>
            <w:r w:rsidR="005B61EA">
              <w:rPr>
                <w:noProof/>
                <w:webHidden/>
                <w:rtl/>
              </w:rPr>
              <w:instrText xml:space="preserve"> </w:instrText>
            </w:r>
            <w:r>
              <w:rPr>
                <w:noProof/>
                <w:webHidden/>
                <w:rtl/>
              </w:rPr>
            </w:r>
            <w:r>
              <w:rPr>
                <w:noProof/>
                <w:webHidden/>
                <w:rtl/>
              </w:rPr>
              <w:fldChar w:fldCharType="separate"/>
            </w:r>
            <w:r w:rsidR="005B61EA">
              <w:rPr>
                <w:noProof/>
                <w:webHidden/>
                <w:rtl/>
              </w:rPr>
              <w:t>11</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42" w:history="1">
            <w:r w:rsidR="005B61EA" w:rsidRPr="00034388">
              <w:rPr>
                <w:rStyle w:val="Hyperlink"/>
              </w:rPr>
              <w:t>7. Ahlus Sunnah wal Jama'ah.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Toc426282742 \h</w:instrText>
            </w:r>
            <w:r w:rsidR="005B61EA">
              <w:rPr>
                <w:webHidden/>
                <w:rtl/>
              </w:rPr>
              <w:instrText xml:space="preserve"> </w:instrText>
            </w:r>
            <w:r>
              <w:rPr>
                <w:webHidden/>
                <w:rtl/>
              </w:rPr>
            </w:r>
            <w:r>
              <w:rPr>
                <w:webHidden/>
                <w:rtl/>
              </w:rPr>
              <w:fldChar w:fldCharType="separate"/>
            </w:r>
            <w:r w:rsidR="005B61EA">
              <w:rPr>
                <w:webHidden/>
                <w:rtl/>
              </w:rPr>
              <w:t>12</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43"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Toc426282743 \h</w:instrText>
            </w:r>
            <w:r w:rsidR="005B61EA">
              <w:rPr>
                <w:noProof/>
                <w:webHidden/>
                <w:rtl/>
              </w:rPr>
              <w:instrText xml:space="preserve"> </w:instrText>
            </w:r>
            <w:r>
              <w:rPr>
                <w:noProof/>
                <w:webHidden/>
                <w:rtl/>
              </w:rPr>
            </w:r>
            <w:r>
              <w:rPr>
                <w:noProof/>
                <w:webHidden/>
                <w:rtl/>
              </w:rPr>
              <w:fldChar w:fldCharType="separate"/>
            </w:r>
            <w:r w:rsidR="005B61EA">
              <w:rPr>
                <w:noProof/>
                <w:webHidden/>
                <w:rtl/>
              </w:rPr>
              <w:t>13</w:t>
            </w:r>
            <w:r>
              <w:rPr>
                <w:noProof/>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44" w:history="1">
            <w:r w:rsidR="005B61EA" w:rsidRPr="00034388">
              <w:rPr>
                <w:rStyle w:val="Hyperlink"/>
              </w:rPr>
              <w:t>c. Aliran-aliran Islam di zaman era baru.</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Toc426282744 \h</w:instrText>
            </w:r>
            <w:r w:rsidR="005B61EA">
              <w:rPr>
                <w:webHidden/>
                <w:rtl/>
              </w:rPr>
              <w:instrText xml:space="preserve"> </w:instrText>
            </w:r>
            <w:r>
              <w:rPr>
                <w:webHidden/>
                <w:rtl/>
              </w:rPr>
            </w:r>
            <w:r>
              <w:rPr>
                <w:webHidden/>
                <w:rtl/>
              </w:rPr>
              <w:fldChar w:fldCharType="separate"/>
            </w:r>
            <w:r w:rsidR="005B61EA">
              <w:rPr>
                <w:webHidden/>
                <w:rtl/>
              </w:rPr>
              <w:t>14</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45" w:history="1">
            <w:r w:rsidR="005B61EA" w:rsidRPr="00034388">
              <w:rPr>
                <w:rStyle w:val="Hyperlink"/>
              </w:rPr>
              <w:t>1. Wahabi</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Toc426282745 \h</w:instrText>
            </w:r>
            <w:r w:rsidR="005B61EA">
              <w:rPr>
                <w:webHidden/>
                <w:rtl/>
              </w:rPr>
              <w:instrText xml:space="preserve"> </w:instrText>
            </w:r>
            <w:r>
              <w:rPr>
                <w:webHidden/>
                <w:rtl/>
              </w:rPr>
            </w:r>
            <w:r>
              <w:rPr>
                <w:webHidden/>
                <w:rtl/>
              </w:rPr>
              <w:fldChar w:fldCharType="separate"/>
            </w:r>
            <w:r w:rsidR="005B61EA">
              <w:rPr>
                <w:webHidden/>
                <w:rtl/>
              </w:rPr>
              <w:t>14</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46"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Toc426282746 \h</w:instrText>
            </w:r>
            <w:r w:rsidR="005B61EA">
              <w:rPr>
                <w:noProof/>
                <w:webHidden/>
                <w:rtl/>
              </w:rPr>
              <w:instrText xml:space="preserve"> </w:instrText>
            </w:r>
            <w:r>
              <w:rPr>
                <w:noProof/>
                <w:webHidden/>
                <w:rtl/>
              </w:rPr>
            </w:r>
            <w:r>
              <w:rPr>
                <w:noProof/>
                <w:webHidden/>
                <w:rtl/>
              </w:rPr>
              <w:fldChar w:fldCharType="separate"/>
            </w:r>
            <w:r w:rsidR="005B61EA">
              <w:rPr>
                <w:noProof/>
                <w:webHidden/>
                <w:rtl/>
              </w:rPr>
              <w:t>14</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47" w:history="1">
            <w:r w:rsidR="005B61EA" w:rsidRPr="00034388">
              <w:rPr>
                <w:rStyle w:val="Hyperlink"/>
              </w:rPr>
              <w:t>2. Bahai</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Toc426282747 \h</w:instrText>
            </w:r>
            <w:r w:rsidR="005B61EA">
              <w:rPr>
                <w:webHidden/>
                <w:rtl/>
              </w:rPr>
              <w:instrText xml:space="preserve"> </w:instrText>
            </w:r>
            <w:r>
              <w:rPr>
                <w:webHidden/>
                <w:rtl/>
              </w:rPr>
            </w:r>
            <w:r>
              <w:rPr>
                <w:webHidden/>
                <w:rtl/>
              </w:rPr>
              <w:fldChar w:fldCharType="separate"/>
            </w:r>
            <w:r w:rsidR="005B61EA">
              <w:rPr>
                <w:webHidden/>
                <w:rtl/>
              </w:rPr>
              <w:t>15</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48"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Toc426282748 \h</w:instrText>
            </w:r>
            <w:r w:rsidR="005B61EA">
              <w:rPr>
                <w:noProof/>
                <w:webHidden/>
                <w:rtl/>
              </w:rPr>
              <w:instrText xml:space="preserve"> </w:instrText>
            </w:r>
            <w:r>
              <w:rPr>
                <w:noProof/>
                <w:webHidden/>
                <w:rtl/>
              </w:rPr>
            </w:r>
            <w:r>
              <w:rPr>
                <w:noProof/>
                <w:webHidden/>
                <w:rtl/>
              </w:rPr>
              <w:fldChar w:fldCharType="separate"/>
            </w:r>
            <w:r w:rsidR="005B61EA">
              <w:rPr>
                <w:noProof/>
                <w:webHidden/>
                <w:rtl/>
              </w:rPr>
              <w:t>15</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49" w:history="1">
            <w:r w:rsidR="005B61EA" w:rsidRPr="00034388">
              <w:rPr>
                <w:rStyle w:val="Hyperlink"/>
              </w:rPr>
              <w:t>3. Ahmadiyah.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Toc426282749 \h</w:instrText>
            </w:r>
            <w:r w:rsidR="005B61EA">
              <w:rPr>
                <w:webHidden/>
                <w:rtl/>
              </w:rPr>
              <w:instrText xml:space="preserve"> </w:instrText>
            </w:r>
            <w:r>
              <w:rPr>
                <w:webHidden/>
                <w:rtl/>
              </w:rPr>
            </w:r>
            <w:r>
              <w:rPr>
                <w:webHidden/>
                <w:rtl/>
              </w:rPr>
              <w:fldChar w:fldCharType="separate"/>
            </w:r>
            <w:r w:rsidR="005B61EA">
              <w:rPr>
                <w:webHidden/>
                <w:rtl/>
              </w:rPr>
              <w:t>16</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50"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Toc426282750 \h</w:instrText>
            </w:r>
            <w:r w:rsidR="005B61EA">
              <w:rPr>
                <w:noProof/>
                <w:webHidden/>
                <w:rtl/>
              </w:rPr>
              <w:instrText xml:space="preserve"> </w:instrText>
            </w:r>
            <w:r>
              <w:rPr>
                <w:noProof/>
                <w:webHidden/>
                <w:rtl/>
              </w:rPr>
            </w:r>
            <w:r>
              <w:rPr>
                <w:noProof/>
                <w:webHidden/>
                <w:rtl/>
              </w:rPr>
              <w:fldChar w:fldCharType="separate"/>
            </w:r>
            <w:r w:rsidR="005B61EA">
              <w:rPr>
                <w:noProof/>
                <w:webHidden/>
                <w:rtl/>
              </w:rPr>
              <w:t>17</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51" w:history="1">
            <w:r w:rsidR="005B61EA" w:rsidRPr="00034388">
              <w:rPr>
                <w:rStyle w:val="Hyperlink"/>
              </w:rPr>
              <w:t>4. Jamaah Tabligh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Toc426282751 \h</w:instrText>
            </w:r>
            <w:r w:rsidR="005B61EA">
              <w:rPr>
                <w:webHidden/>
                <w:rtl/>
              </w:rPr>
              <w:instrText xml:space="preserve"> </w:instrText>
            </w:r>
            <w:r>
              <w:rPr>
                <w:webHidden/>
                <w:rtl/>
              </w:rPr>
            </w:r>
            <w:r>
              <w:rPr>
                <w:webHidden/>
                <w:rtl/>
              </w:rPr>
              <w:fldChar w:fldCharType="separate"/>
            </w:r>
            <w:r w:rsidR="005B61EA">
              <w:rPr>
                <w:webHidden/>
                <w:rtl/>
              </w:rPr>
              <w:t>17</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52" w:history="1">
            <w:r w:rsidR="005B61EA" w:rsidRPr="00034388">
              <w:rPr>
                <w:rStyle w:val="Hyperlink"/>
                <w:noProof/>
              </w:rPr>
              <w: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Toc426282752 \h</w:instrText>
            </w:r>
            <w:r w:rsidR="005B61EA">
              <w:rPr>
                <w:noProof/>
                <w:webHidden/>
                <w:rtl/>
              </w:rPr>
              <w:instrText xml:space="preserve"> </w:instrText>
            </w:r>
            <w:r>
              <w:rPr>
                <w:noProof/>
                <w:webHidden/>
                <w:rtl/>
              </w:rPr>
            </w:r>
            <w:r>
              <w:rPr>
                <w:noProof/>
                <w:webHidden/>
                <w:rtl/>
              </w:rPr>
              <w:fldChar w:fldCharType="separate"/>
            </w:r>
            <w:r w:rsidR="005B61EA">
              <w:rPr>
                <w:noProof/>
                <w:webHidden/>
                <w:rtl/>
              </w:rPr>
              <w:t>17</w:t>
            </w:r>
            <w:r>
              <w:rPr>
                <w:noProof/>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53" w:history="1">
            <w:r w:rsidR="005B61EA" w:rsidRPr="00034388">
              <w:rPr>
                <w:rStyle w:val="Hyperlink"/>
              </w:rPr>
              <w:t>d. Kelompok-Kelompok Islam di Indonesia</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Toc426282753 \h</w:instrText>
            </w:r>
            <w:r w:rsidR="005B61EA">
              <w:rPr>
                <w:webHidden/>
                <w:rtl/>
              </w:rPr>
              <w:instrText xml:space="preserve"> </w:instrText>
            </w:r>
            <w:r>
              <w:rPr>
                <w:webHidden/>
                <w:rtl/>
              </w:rPr>
            </w:r>
            <w:r>
              <w:rPr>
                <w:webHidden/>
                <w:rtl/>
              </w:rPr>
              <w:fldChar w:fldCharType="separate"/>
            </w:r>
            <w:r w:rsidR="005B61EA">
              <w:rPr>
                <w:webHidden/>
                <w:rtl/>
              </w:rPr>
              <w:t>19</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54" w:history="1">
            <w:r w:rsidR="005B61EA" w:rsidRPr="00034388">
              <w:rPr>
                <w:rStyle w:val="Hyperlink"/>
              </w:rPr>
              <w:t>1. Muhammadiyyah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Toc426282754 \h</w:instrText>
            </w:r>
            <w:r w:rsidR="005B61EA">
              <w:rPr>
                <w:webHidden/>
                <w:rtl/>
              </w:rPr>
              <w:instrText xml:space="preserve"> </w:instrText>
            </w:r>
            <w:r>
              <w:rPr>
                <w:webHidden/>
                <w:rtl/>
              </w:rPr>
            </w:r>
            <w:r>
              <w:rPr>
                <w:webHidden/>
                <w:rtl/>
              </w:rPr>
              <w:fldChar w:fldCharType="separate"/>
            </w:r>
            <w:r w:rsidR="005B61EA">
              <w:rPr>
                <w:webHidden/>
                <w:rtl/>
              </w:rPr>
              <w:t>19</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55"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Toc426282755 \h</w:instrText>
            </w:r>
            <w:r w:rsidR="005B61EA">
              <w:rPr>
                <w:noProof/>
                <w:webHidden/>
                <w:rtl/>
              </w:rPr>
              <w:instrText xml:space="preserve"> </w:instrText>
            </w:r>
            <w:r>
              <w:rPr>
                <w:noProof/>
                <w:webHidden/>
                <w:rtl/>
              </w:rPr>
            </w:r>
            <w:r>
              <w:rPr>
                <w:noProof/>
                <w:webHidden/>
                <w:rtl/>
              </w:rPr>
              <w:fldChar w:fldCharType="separate"/>
            </w:r>
            <w:r w:rsidR="005B61EA">
              <w:rPr>
                <w:noProof/>
                <w:webHidden/>
                <w:rtl/>
              </w:rPr>
              <w:t>19</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56" w:history="1">
            <w:r w:rsidR="005B61EA" w:rsidRPr="00034388">
              <w:rPr>
                <w:rStyle w:val="Hyperlink"/>
              </w:rPr>
              <w:t>2. Nahdatul Ulama (NU)</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Toc426282756 \h</w:instrText>
            </w:r>
            <w:r w:rsidR="005B61EA">
              <w:rPr>
                <w:webHidden/>
                <w:rtl/>
              </w:rPr>
              <w:instrText xml:space="preserve"> </w:instrText>
            </w:r>
            <w:r>
              <w:rPr>
                <w:webHidden/>
                <w:rtl/>
              </w:rPr>
            </w:r>
            <w:r>
              <w:rPr>
                <w:webHidden/>
                <w:rtl/>
              </w:rPr>
              <w:fldChar w:fldCharType="separate"/>
            </w:r>
            <w:r w:rsidR="005B61EA">
              <w:rPr>
                <w:webHidden/>
                <w:rtl/>
              </w:rPr>
              <w:t>20</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57"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Toc426282757 \h</w:instrText>
            </w:r>
            <w:r w:rsidR="005B61EA">
              <w:rPr>
                <w:noProof/>
                <w:webHidden/>
                <w:rtl/>
              </w:rPr>
              <w:instrText xml:space="preserve"> </w:instrText>
            </w:r>
            <w:r>
              <w:rPr>
                <w:noProof/>
                <w:webHidden/>
                <w:rtl/>
              </w:rPr>
            </w:r>
            <w:r>
              <w:rPr>
                <w:noProof/>
                <w:webHidden/>
                <w:rtl/>
              </w:rPr>
              <w:fldChar w:fldCharType="separate"/>
            </w:r>
            <w:r w:rsidR="005B61EA">
              <w:rPr>
                <w:noProof/>
                <w:webHidden/>
                <w:rtl/>
              </w:rPr>
              <w:t>20</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58" w:history="1">
            <w:r w:rsidR="005B61EA" w:rsidRPr="00034388">
              <w:rPr>
                <w:rStyle w:val="Hyperlink"/>
              </w:rPr>
              <w:t>3. Syi'ah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Toc426282758 \h</w:instrText>
            </w:r>
            <w:r w:rsidR="005B61EA">
              <w:rPr>
                <w:webHidden/>
                <w:rtl/>
              </w:rPr>
              <w:instrText xml:space="preserve"> </w:instrText>
            </w:r>
            <w:r>
              <w:rPr>
                <w:webHidden/>
                <w:rtl/>
              </w:rPr>
            </w:r>
            <w:r>
              <w:rPr>
                <w:webHidden/>
                <w:rtl/>
              </w:rPr>
              <w:fldChar w:fldCharType="separate"/>
            </w:r>
            <w:r w:rsidR="005B61EA">
              <w:rPr>
                <w:webHidden/>
                <w:rtl/>
              </w:rPr>
              <w:t>20</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59" w:history="1">
            <w:r w:rsidR="005B61EA" w:rsidRPr="00034388">
              <w:rPr>
                <w:rStyle w:val="Hyperlink"/>
              </w:rPr>
              <w:t>4. Jama'ah Tabligh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Toc426282759 \h</w:instrText>
            </w:r>
            <w:r w:rsidR="005B61EA">
              <w:rPr>
                <w:webHidden/>
                <w:rtl/>
              </w:rPr>
              <w:instrText xml:space="preserve"> </w:instrText>
            </w:r>
            <w:r>
              <w:rPr>
                <w:webHidden/>
                <w:rtl/>
              </w:rPr>
            </w:r>
            <w:r>
              <w:rPr>
                <w:webHidden/>
                <w:rtl/>
              </w:rPr>
              <w:fldChar w:fldCharType="separate"/>
            </w:r>
            <w:r w:rsidR="005B61EA">
              <w:rPr>
                <w:webHidden/>
                <w:rtl/>
              </w:rPr>
              <w:t>21</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60" w:history="1">
            <w:r w:rsidR="005B61EA" w:rsidRPr="00034388">
              <w:rPr>
                <w:rStyle w:val="Hyperlink"/>
              </w:rPr>
              <w:t>5. Majlis Tafsir Al-Quran</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Toc426282760 \h</w:instrText>
            </w:r>
            <w:r w:rsidR="005B61EA">
              <w:rPr>
                <w:webHidden/>
                <w:rtl/>
              </w:rPr>
              <w:instrText xml:space="preserve"> </w:instrText>
            </w:r>
            <w:r>
              <w:rPr>
                <w:webHidden/>
                <w:rtl/>
              </w:rPr>
            </w:r>
            <w:r>
              <w:rPr>
                <w:webHidden/>
                <w:rtl/>
              </w:rPr>
              <w:fldChar w:fldCharType="separate"/>
            </w:r>
            <w:r w:rsidR="005B61EA">
              <w:rPr>
                <w:webHidden/>
                <w:rtl/>
              </w:rPr>
              <w:t>22</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61"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Toc426282761 \h</w:instrText>
            </w:r>
            <w:r w:rsidR="005B61EA">
              <w:rPr>
                <w:noProof/>
                <w:webHidden/>
                <w:rtl/>
              </w:rPr>
              <w:instrText xml:space="preserve"> </w:instrText>
            </w:r>
            <w:r>
              <w:rPr>
                <w:noProof/>
                <w:webHidden/>
                <w:rtl/>
              </w:rPr>
            </w:r>
            <w:r>
              <w:rPr>
                <w:noProof/>
                <w:webHidden/>
                <w:rtl/>
              </w:rPr>
              <w:fldChar w:fldCharType="separate"/>
            </w:r>
            <w:r w:rsidR="005B61EA">
              <w:rPr>
                <w:noProof/>
                <w:webHidden/>
                <w:rtl/>
              </w:rPr>
              <w:t>22</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62" w:history="1">
            <w:r w:rsidR="005B61EA" w:rsidRPr="00034388">
              <w:rPr>
                <w:rStyle w:val="Hyperlink"/>
              </w:rPr>
              <w:t>6. Front Pembela Islam</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Toc426282762 \h</w:instrText>
            </w:r>
            <w:r w:rsidR="005B61EA">
              <w:rPr>
                <w:webHidden/>
                <w:rtl/>
              </w:rPr>
              <w:instrText xml:space="preserve"> </w:instrText>
            </w:r>
            <w:r>
              <w:rPr>
                <w:webHidden/>
                <w:rtl/>
              </w:rPr>
            </w:r>
            <w:r>
              <w:rPr>
                <w:webHidden/>
                <w:rtl/>
              </w:rPr>
              <w:fldChar w:fldCharType="separate"/>
            </w:r>
            <w:r w:rsidR="005B61EA">
              <w:rPr>
                <w:webHidden/>
                <w:rtl/>
              </w:rPr>
              <w:t>22</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63"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Toc426282763 \h</w:instrText>
            </w:r>
            <w:r w:rsidR="005B61EA">
              <w:rPr>
                <w:noProof/>
                <w:webHidden/>
                <w:rtl/>
              </w:rPr>
              <w:instrText xml:space="preserve"> </w:instrText>
            </w:r>
            <w:r>
              <w:rPr>
                <w:noProof/>
                <w:webHidden/>
                <w:rtl/>
              </w:rPr>
            </w:r>
            <w:r>
              <w:rPr>
                <w:noProof/>
                <w:webHidden/>
                <w:rtl/>
              </w:rPr>
              <w:fldChar w:fldCharType="separate"/>
            </w:r>
            <w:r w:rsidR="005B61EA">
              <w:rPr>
                <w:noProof/>
                <w:webHidden/>
                <w:rtl/>
              </w:rPr>
              <w:t>22</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64" w:history="1">
            <w:r w:rsidR="005B61EA" w:rsidRPr="00034388">
              <w:rPr>
                <w:rStyle w:val="Hyperlink"/>
              </w:rPr>
              <w:t>7. Hizbut Tahrir</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Toc426282764 \h</w:instrText>
            </w:r>
            <w:r w:rsidR="005B61EA">
              <w:rPr>
                <w:webHidden/>
                <w:rtl/>
              </w:rPr>
              <w:instrText xml:space="preserve"> </w:instrText>
            </w:r>
            <w:r>
              <w:rPr>
                <w:webHidden/>
                <w:rtl/>
              </w:rPr>
            </w:r>
            <w:r>
              <w:rPr>
                <w:webHidden/>
                <w:rtl/>
              </w:rPr>
              <w:fldChar w:fldCharType="separate"/>
            </w:r>
            <w:r w:rsidR="005B61EA">
              <w:rPr>
                <w:webHidden/>
                <w:rtl/>
              </w:rPr>
              <w:t>22</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65"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Toc426282765 \h</w:instrText>
            </w:r>
            <w:r w:rsidR="005B61EA">
              <w:rPr>
                <w:noProof/>
                <w:webHidden/>
                <w:rtl/>
              </w:rPr>
              <w:instrText xml:space="preserve"> </w:instrText>
            </w:r>
            <w:r>
              <w:rPr>
                <w:noProof/>
                <w:webHidden/>
                <w:rtl/>
              </w:rPr>
            </w:r>
            <w:r>
              <w:rPr>
                <w:noProof/>
                <w:webHidden/>
                <w:rtl/>
              </w:rPr>
              <w:fldChar w:fldCharType="separate"/>
            </w:r>
            <w:r w:rsidR="005B61EA">
              <w:rPr>
                <w:noProof/>
                <w:webHidden/>
                <w:rtl/>
              </w:rPr>
              <w:t>22</w:t>
            </w:r>
            <w:r>
              <w:rPr>
                <w:noProof/>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66" w:history="1">
            <w:r w:rsidR="005B61EA" w:rsidRPr="00034388">
              <w:rPr>
                <w:rStyle w:val="Hyperlink"/>
              </w:rPr>
              <w:t>e. Aliran-aliran yang dianggap sesat di Indonesia</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Toc426282766 \h</w:instrText>
            </w:r>
            <w:r w:rsidR="005B61EA">
              <w:rPr>
                <w:webHidden/>
                <w:rtl/>
              </w:rPr>
              <w:instrText xml:space="preserve"> </w:instrText>
            </w:r>
            <w:r>
              <w:rPr>
                <w:webHidden/>
                <w:rtl/>
              </w:rPr>
            </w:r>
            <w:r>
              <w:rPr>
                <w:webHidden/>
                <w:rtl/>
              </w:rPr>
              <w:fldChar w:fldCharType="separate"/>
            </w:r>
            <w:r w:rsidR="005B61EA">
              <w:rPr>
                <w:webHidden/>
                <w:rtl/>
              </w:rPr>
              <w:t>24</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67" w:history="1">
            <w:r w:rsidR="005B61EA" w:rsidRPr="00034388">
              <w:rPr>
                <w:rStyle w:val="Hyperlink"/>
              </w:rPr>
              <w:t>Berikut kriteria aliran sesat yang dikemukakan MUI tahun</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Toc426282767 \h</w:instrText>
            </w:r>
            <w:r w:rsidR="005B61EA">
              <w:rPr>
                <w:webHidden/>
                <w:rtl/>
              </w:rPr>
              <w:instrText xml:space="preserve"> </w:instrText>
            </w:r>
            <w:r>
              <w:rPr>
                <w:webHidden/>
                <w:rtl/>
              </w:rPr>
            </w:r>
            <w:r>
              <w:rPr>
                <w:webHidden/>
                <w:rtl/>
              </w:rPr>
              <w:fldChar w:fldCharType="separate"/>
            </w:r>
            <w:r w:rsidR="005B61EA">
              <w:rPr>
                <w:webHidden/>
                <w:rtl/>
              </w:rPr>
              <w:t>25</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68" w:history="1">
            <w:r w:rsidR="005B61EA" w:rsidRPr="00034388">
              <w:rPr>
                <w:rStyle w:val="Hyperlink"/>
              </w:rPr>
              <w:t>2007</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Toc426282768 \h</w:instrText>
            </w:r>
            <w:r w:rsidR="005B61EA">
              <w:rPr>
                <w:webHidden/>
                <w:rtl/>
              </w:rPr>
              <w:instrText xml:space="preserve"> </w:instrText>
            </w:r>
            <w:r>
              <w:rPr>
                <w:webHidden/>
                <w:rtl/>
              </w:rPr>
            </w:r>
            <w:r>
              <w:rPr>
                <w:webHidden/>
                <w:rtl/>
              </w:rPr>
              <w:fldChar w:fldCharType="separate"/>
            </w:r>
            <w:r w:rsidR="005B61EA">
              <w:rPr>
                <w:webHidden/>
                <w:rtl/>
              </w:rPr>
              <w:t>25</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69" w:history="1">
            <w:r w:rsidR="005B61EA" w:rsidRPr="00034388">
              <w:rPr>
                <w:rStyle w:val="Hyperlink"/>
              </w:rPr>
              <w:t>1. Lembaga Dakwah Islamiyyah Indonesia (LDII) /</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Toc426282769 \h</w:instrText>
            </w:r>
            <w:r w:rsidR="005B61EA">
              <w:rPr>
                <w:webHidden/>
                <w:rtl/>
              </w:rPr>
              <w:instrText xml:space="preserve"> </w:instrText>
            </w:r>
            <w:r>
              <w:rPr>
                <w:webHidden/>
                <w:rtl/>
              </w:rPr>
            </w:r>
            <w:r>
              <w:rPr>
                <w:webHidden/>
                <w:rtl/>
              </w:rPr>
              <w:fldChar w:fldCharType="separate"/>
            </w:r>
            <w:r w:rsidR="005B61EA">
              <w:rPr>
                <w:webHidden/>
                <w:rtl/>
              </w:rPr>
              <w:t>26</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70" w:history="1">
            <w:r w:rsidR="005B61EA" w:rsidRPr="00034388">
              <w:rPr>
                <w:rStyle w:val="Hyperlink"/>
              </w:rPr>
              <w:t>Islam Jamaah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Toc426282770 \h</w:instrText>
            </w:r>
            <w:r w:rsidR="005B61EA">
              <w:rPr>
                <w:webHidden/>
                <w:rtl/>
              </w:rPr>
              <w:instrText xml:space="preserve"> </w:instrText>
            </w:r>
            <w:r>
              <w:rPr>
                <w:webHidden/>
                <w:rtl/>
              </w:rPr>
            </w:r>
            <w:r>
              <w:rPr>
                <w:webHidden/>
                <w:rtl/>
              </w:rPr>
              <w:fldChar w:fldCharType="separate"/>
            </w:r>
            <w:r w:rsidR="005B61EA">
              <w:rPr>
                <w:webHidden/>
                <w:rtl/>
              </w:rPr>
              <w:t>26</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71" w:history="1">
            <w:r w:rsidR="005B61EA" w:rsidRPr="00034388">
              <w:rPr>
                <w:rStyle w:val="Hyperlink"/>
                <w:noProof/>
              </w:rPr>
              <w:t>Pendapat-pendapat mereka:</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Toc426282771 \h</w:instrText>
            </w:r>
            <w:r w:rsidR="005B61EA">
              <w:rPr>
                <w:noProof/>
                <w:webHidden/>
                <w:rtl/>
              </w:rPr>
              <w:instrText xml:space="preserve"> </w:instrText>
            </w:r>
            <w:r>
              <w:rPr>
                <w:noProof/>
                <w:webHidden/>
                <w:rtl/>
              </w:rPr>
            </w:r>
            <w:r>
              <w:rPr>
                <w:noProof/>
                <w:webHidden/>
                <w:rtl/>
              </w:rPr>
              <w:fldChar w:fldCharType="separate"/>
            </w:r>
            <w:r w:rsidR="005B61EA">
              <w:rPr>
                <w:noProof/>
                <w:webHidden/>
                <w:rtl/>
              </w:rPr>
              <w:t>27</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72" w:history="1">
            <w:r w:rsidR="005B61EA" w:rsidRPr="00034388">
              <w:rPr>
                <w:rStyle w:val="Hyperlink"/>
              </w:rPr>
              <w:t>2. Negara Islam Indonesia (NII) KW-9 / Az-Zaitun</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Toc426282772 \h</w:instrText>
            </w:r>
            <w:r w:rsidR="005B61EA">
              <w:rPr>
                <w:webHidden/>
                <w:rtl/>
              </w:rPr>
              <w:instrText xml:space="preserve"> </w:instrText>
            </w:r>
            <w:r>
              <w:rPr>
                <w:webHidden/>
                <w:rtl/>
              </w:rPr>
            </w:r>
            <w:r>
              <w:rPr>
                <w:webHidden/>
                <w:rtl/>
              </w:rPr>
              <w:fldChar w:fldCharType="separate"/>
            </w:r>
            <w:r w:rsidR="005B61EA">
              <w:rPr>
                <w:webHidden/>
                <w:rtl/>
              </w:rPr>
              <w:t>27</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73" w:history="1">
            <w:r w:rsidR="005B61EA" w:rsidRPr="00034388">
              <w:rPr>
                <w:rStyle w:val="Hyperlink"/>
                <w:noProof/>
              </w:rPr>
              <w:t>Pendapat-pendapat NII KW-9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Toc426282773 \h</w:instrText>
            </w:r>
            <w:r w:rsidR="005B61EA">
              <w:rPr>
                <w:noProof/>
                <w:webHidden/>
                <w:rtl/>
              </w:rPr>
              <w:instrText xml:space="preserve"> </w:instrText>
            </w:r>
            <w:r>
              <w:rPr>
                <w:noProof/>
                <w:webHidden/>
                <w:rtl/>
              </w:rPr>
            </w:r>
            <w:r>
              <w:rPr>
                <w:noProof/>
                <w:webHidden/>
                <w:rtl/>
              </w:rPr>
              <w:fldChar w:fldCharType="separate"/>
            </w:r>
            <w:r w:rsidR="005B61EA">
              <w:rPr>
                <w:noProof/>
                <w:webHidden/>
                <w:rtl/>
              </w:rPr>
              <w:t>28</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74" w:history="1">
            <w:r w:rsidR="005B61EA" w:rsidRPr="00034388">
              <w:rPr>
                <w:rStyle w:val="Hyperlink"/>
              </w:rPr>
              <w:t>3. Salamullah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Toc426282774 \h</w:instrText>
            </w:r>
            <w:r w:rsidR="005B61EA">
              <w:rPr>
                <w:webHidden/>
                <w:rtl/>
              </w:rPr>
              <w:instrText xml:space="preserve"> </w:instrText>
            </w:r>
            <w:r>
              <w:rPr>
                <w:webHidden/>
                <w:rtl/>
              </w:rPr>
            </w:r>
            <w:r>
              <w:rPr>
                <w:webHidden/>
                <w:rtl/>
              </w:rPr>
              <w:fldChar w:fldCharType="separate"/>
            </w:r>
            <w:r w:rsidR="005B61EA">
              <w:rPr>
                <w:webHidden/>
                <w:rtl/>
              </w:rPr>
              <w:t>29</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75" w:history="1">
            <w:r w:rsidR="005B61EA" w:rsidRPr="00034388">
              <w:rPr>
                <w:rStyle w:val="Hyperlink"/>
                <w:noProof/>
              </w:rPr>
              <w:t>Pendapat-pendapatnya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Toc426282775 \h</w:instrText>
            </w:r>
            <w:r w:rsidR="005B61EA">
              <w:rPr>
                <w:noProof/>
                <w:webHidden/>
                <w:rtl/>
              </w:rPr>
              <w:instrText xml:space="preserve"> </w:instrText>
            </w:r>
            <w:r>
              <w:rPr>
                <w:noProof/>
                <w:webHidden/>
                <w:rtl/>
              </w:rPr>
            </w:r>
            <w:r>
              <w:rPr>
                <w:noProof/>
                <w:webHidden/>
                <w:rtl/>
              </w:rPr>
              <w:fldChar w:fldCharType="separate"/>
            </w:r>
            <w:r w:rsidR="005B61EA">
              <w:rPr>
                <w:noProof/>
                <w:webHidden/>
                <w:rtl/>
              </w:rPr>
              <w:t>29</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76" w:history="1">
            <w:r w:rsidR="005B61EA" w:rsidRPr="00034388">
              <w:rPr>
                <w:rStyle w:val="Hyperlink"/>
              </w:rPr>
              <w:t>4. Al-Qiyadah Al-Islamiyah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Toc426282776 \h</w:instrText>
            </w:r>
            <w:r w:rsidR="005B61EA">
              <w:rPr>
                <w:webHidden/>
                <w:rtl/>
              </w:rPr>
              <w:instrText xml:space="preserve"> </w:instrText>
            </w:r>
            <w:r>
              <w:rPr>
                <w:webHidden/>
                <w:rtl/>
              </w:rPr>
            </w:r>
            <w:r>
              <w:rPr>
                <w:webHidden/>
                <w:rtl/>
              </w:rPr>
              <w:fldChar w:fldCharType="separate"/>
            </w:r>
            <w:r w:rsidR="005B61EA">
              <w:rPr>
                <w:webHidden/>
                <w:rtl/>
              </w:rPr>
              <w:t>29</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77" w:history="1">
            <w:r w:rsidR="005B61EA" w:rsidRPr="00034388">
              <w:rPr>
                <w:rStyle w:val="Hyperlink"/>
                <w:noProof/>
              </w:rPr>
              <w:t>Pendapat-pendapatnya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Toc426282777 \h</w:instrText>
            </w:r>
            <w:r w:rsidR="005B61EA">
              <w:rPr>
                <w:noProof/>
                <w:webHidden/>
                <w:rtl/>
              </w:rPr>
              <w:instrText xml:space="preserve"> </w:instrText>
            </w:r>
            <w:r>
              <w:rPr>
                <w:noProof/>
                <w:webHidden/>
                <w:rtl/>
              </w:rPr>
            </w:r>
            <w:r>
              <w:rPr>
                <w:noProof/>
                <w:webHidden/>
                <w:rtl/>
              </w:rPr>
              <w:fldChar w:fldCharType="separate"/>
            </w:r>
            <w:r w:rsidR="005B61EA">
              <w:rPr>
                <w:noProof/>
                <w:webHidden/>
                <w:rtl/>
              </w:rPr>
              <w:t>29</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78" w:history="1">
            <w:r w:rsidR="005B61EA" w:rsidRPr="00034388">
              <w:rPr>
                <w:rStyle w:val="Hyperlink"/>
              </w:rPr>
              <w:t>5. Jemaah Ngaji Lelaku</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Toc426282778 \h</w:instrText>
            </w:r>
            <w:r w:rsidR="005B61EA">
              <w:rPr>
                <w:webHidden/>
                <w:rtl/>
              </w:rPr>
              <w:instrText xml:space="preserve"> </w:instrText>
            </w:r>
            <w:r>
              <w:rPr>
                <w:webHidden/>
                <w:rtl/>
              </w:rPr>
            </w:r>
            <w:r>
              <w:rPr>
                <w:webHidden/>
                <w:rtl/>
              </w:rPr>
              <w:fldChar w:fldCharType="separate"/>
            </w:r>
            <w:r w:rsidR="005B61EA">
              <w:rPr>
                <w:webHidden/>
                <w:rtl/>
              </w:rPr>
              <w:t>30</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79" w:history="1">
            <w:r w:rsidR="005B61EA" w:rsidRPr="00034388">
              <w:rPr>
                <w:rStyle w:val="Hyperlink"/>
                <w:noProof/>
              </w:rPr>
              <w:t>Pendapatnya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Toc426282779 \h</w:instrText>
            </w:r>
            <w:r w:rsidR="005B61EA">
              <w:rPr>
                <w:noProof/>
                <w:webHidden/>
                <w:rtl/>
              </w:rPr>
              <w:instrText xml:space="preserve"> </w:instrText>
            </w:r>
            <w:r>
              <w:rPr>
                <w:noProof/>
                <w:webHidden/>
                <w:rtl/>
              </w:rPr>
            </w:r>
            <w:r>
              <w:rPr>
                <w:noProof/>
                <w:webHidden/>
                <w:rtl/>
              </w:rPr>
              <w:fldChar w:fldCharType="separate"/>
            </w:r>
            <w:r w:rsidR="005B61EA">
              <w:rPr>
                <w:noProof/>
                <w:webHidden/>
                <w:rtl/>
              </w:rPr>
              <w:t>30</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80" w:history="1">
            <w:r w:rsidR="005B61EA" w:rsidRPr="00034388">
              <w:rPr>
                <w:rStyle w:val="Hyperlink"/>
              </w:rPr>
              <w:t>6. Al-Qur'an Suci</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Toc426282780 \h</w:instrText>
            </w:r>
            <w:r w:rsidR="005B61EA">
              <w:rPr>
                <w:webHidden/>
                <w:rtl/>
              </w:rPr>
              <w:instrText xml:space="preserve"> </w:instrText>
            </w:r>
            <w:r>
              <w:rPr>
                <w:webHidden/>
                <w:rtl/>
              </w:rPr>
            </w:r>
            <w:r>
              <w:rPr>
                <w:webHidden/>
                <w:rtl/>
              </w:rPr>
              <w:fldChar w:fldCharType="separate"/>
            </w:r>
            <w:r w:rsidR="005B61EA">
              <w:rPr>
                <w:webHidden/>
                <w:rtl/>
              </w:rPr>
              <w:t>30</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81" w:history="1">
            <w:r w:rsidR="005B61EA" w:rsidRPr="00034388">
              <w:rPr>
                <w:rStyle w:val="Hyperlink"/>
              </w:rPr>
              <w:t>7. Ingkar Sunnah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Toc426282781 \h</w:instrText>
            </w:r>
            <w:r w:rsidR="005B61EA">
              <w:rPr>
                <w:webHidden/>
                <w:rtl/>
              </w:rPr>
              <w:instrText xml:space="preserve"> </w:instrText>
            </w:r>
            <w:r>
              <w:rPr>
                <w:webHidden/>
                <w:rtl/>
              </w:rPr>
            </w:r>
            <w:r>
              <w:rPr>
                <w:webHidden/>
                <w:rtl/>
              </w:rPr>
              <w:fldChar w:fldCharType="separate"/>
            </w:r>
            <w:r w:rsidR="005B61EA">
              <w:rPr>
                <w:webHidden/>
                <w:rtl/>
              </w:rPr>
              <w:t>30</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82" w:history="1">
            <w:r w:rsidR="005B61EA" w:rsidRPr="00034388">
              <w:rPr>
                <w:rStyle w:val="Hyperlink"/>
              </w:rPr>
              <w:t>8. Isa Bugis</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Toc426282782 \h</w:instrText>
            </w:r>
            <w:r w:rsidR="005B61EA">
              <w:rPr>
                <w:webHidden/>
                <w:rtl/>
              </w:rPr>
              <w:instrText xml:space="preserve"> </w:instrText>
            </w:r>
            <w:r>
              <w:rPr>
                <w:webHidden/>
                <w:rtl/>
              </w:rPr>
            </w:r>
            <w:r>
              <w:rPr>
                <w:webHidden/>
                <w:rtl/>
              </w:rPr>
              <w:fldChar w:fldCharType="separate"/>
            </w:r>
            <w:r w:rsidR="005B61EA">
              <w:rPr>
                <w:webHidden/>
                <w:rtl/>
              </w:rPr>
              <w:t>31</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83"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Toc426282783 \h</w:instrText>
            </w:r>
            <w:r w:rsidR="005B61EA">
              <w:rPr>
                <w:noProof/>
                <w:webHidden/>
                <w:rtl/>
              </w:rPr>
              <w:instrText xml:space="preserve"> </w:instrText>
            </w:r>
            <w:r>
              <w:rPr>
                <w:noProof/>
                <w:webHidden/>
                <w:rtl/>
              </w:rPr>
            </w:r>
            <w:r>
              <w:rPr>
                <w:noProof/>
                <w:webHidden/>
                <w:rtl/>
              </w:rPr>
              <w:fldChar w:fldCharType="separate"/>
            </w:r>
            <w:r w:rsidR="005B61EA">
              <w:rPr>
                <w:noProof/>
                <w:webHidden/>
                <w:rtl/>
              </w:rPr>
              <w:t>31</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84" w:history="1">
            <w:r w:rsidR="005B61EA" w:rsidRPr="00034388">
              <w:rPr>
                <w:rStyle w:val="Hyperlink"/>
              </w:rPr>
              <w:t>9. Ahmadiyah</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Toc426282784 \h</w:instrText>
            </w:r>
            <w:r w:rsidR="005B61EA">
              <w:rPr>
                <w:webHidden/>
                <w:rtl/>
              </w:rPr>
              <w:instrText xml:space="preserve"> </w:instrText>
            </w:r>
            <w:r>
              <w:rPr>
                <w:webHidden/>
                <w:rtl/>
              </w:rPr>
            </w:r>
            <w:r>
              <w:rPr>
                <w:webHidden/>
                <w:rtl/>
              </w:rPr>
              <w:fldChar w:fldCharType="separate"/>
            </w:r>
            <w:r w:rsidR="005B61EA">
              <w:rPr>
                <w:webHidden/>
                <w:rtl/>
              </w:rPr>
              <w:t>32</w:t>
            </w:r>
            <w:r>
              <w:rPr>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85" w:history="1">
            <w:r w:rsidR="005B61EA" w:rsidRPr="00034388">
              <w:rPr>
                <w:rStyle w:val="Hyperlink"/>
              </w:rPr>
              <w:t>10. Baha'i</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Toc426282785 \h</w:instrText>
            </w:r>
            <w:r w:rsidR="005B61EA">
              <w:rPr>
                <w:webHidden/>
                <w:rtl/>
              </w:rPr>
              <w:instrText xml:space="preserve"> </w:instrText>
            </w:r>
            <w:r>
              <w:rPr>
                <w:webHidden/>
                <w:rtl/>
              </w:rPr>
            </w:r>
            <w:r>
              <w:rPr>
                <w:webHidden/>
                <w:rtl/>
              </w:rPr>
              <w:fldChar w:fldCharType="separate"/>
            </w:r>
            <w:r w:rsidR="005B61EA">
              <w:rPr>
                <w:webHidden/>
                <w:rtl/>
              </w:rPr>
              <w:t>32</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86" w:history="1">
            <w:r w:rsidR="005B61EA" w:rsidRPr="00034388">
              <w:rPr>
                <w:rStyle w:val="Hyperlink"/>
                <w:noProof/>
              </w:rPr>
              <w:t>Pendapat-pendapat mereka</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Toc426282786 \h</w:instrText>
            </w:r>
            <w:r w:rsidR="005B61EA">
              <w:rPr>
                <w:noProof/>
                <w:webHidden/>
                <w:rtl/>
              </w:rPr>
              <w:instrText xml:space="preserve"> </w:instrText>
            </w:r>
            <w:r>
              <w:rPr>
                <w:noProof/>
                <w:webHidden/>
                <w:rtl/>
              </w:rPr>
            </w:r>
            <w:r>
              <w:rPr>
                <w:noProof/>
                <w:webHidden/>
                <w:rtl/>
              </w:rPr>
              <w:fldChar w:fldCharType="separate"/>
            </w:r>
            <w:r w:rsidR="005B61EA">
              <w:rPr>
                <w:noProof/>
                <w:webHidden/>
                <w:rtl/>
              </w:rPr>
              <w:t>32</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87" w:history="1">
            <w:r w:rsidR="005B61EA" w:rsidRPr="00034388">
              <w:rPr>
                <w:rStyle w:val="Hyperlink"/>
              </w:rPr>
              <w:t>12. Al-Quran Suci</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Toc426282787 \h</w:instrText>
            </w:r>
            <w:r w:rsidR="005B61EA">
              <w:rPr>
                <w:webHidden/>
                <w:rtl/>
              </w:rPr>
              <w:instrText xml:space="preserve"> </w:instrText>
            </w:r>
            <w:r>
              <w:rPr>
                <w:webHidden/>
                <w:rtl/>
              </w:rPr>
            </w:r>
            <w:r>
              <w:rPr>
                <w:webHidden/>
                <w:rtl/>
              </w:rPr>
              <w:fldChar w:fldCharType="separate"/>
            </w:r>
            <w:r w:rsidR="005B61EA">
              <w:rPr>
                <w:webHidden/>
                <w:rtl/>
              </w:rPr>
              <w:t>33</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88" w:history="1">
            <w:r w:rsidR="005B61EA" w:rsidRPr="00034388">
              <w:rPr>
                <w:rStyle w:val="Hyperlink"/>
                <w:noProof/>
              </w:rPr>
              <w:t>Pendapat-pendapat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Toc426282788 \h</w:instrText>
            </w:r>
            <w:r w:rsidR="005B61EA">
              <w:rPr>
                <w:noProof/>
                <w:webHidden/>
                <w:rtl/>
              </w:rPr>
              <w:instrText xml:space="preserve"> </w:instrText>
            </w:r>
            <w:r>
              <w:rPr>
                <w:noProof/>
                <w:webHidden/>
                <w:rtl/>
              </w:rPr>
            </w:r>
            <w:r>
              <w:rPr>
                <w:noProof/>
                <w:webHidden/>
                <w:rtl/>
              </w:rPr>
              <w:fldChar w:fldCharType="separate"/>
            </w:r>
            <w:r w:rsidR="005B61EA">
              <w:rPr>
                <w:noProof/>
                <w:webHidden/>
                <w:rtl/>
              </w:rPr>
              <w:t>33</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89" w:history="1">
            <w:r w:rsidR="005B61EA" w:rsidRPr="00034388">
              <w:rPr>
                <w:rStyle w:val="Hyperlink"/>
              </w:rPr>
              <w:t>13. Mahesa Kurung</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Toc426282789 \h</w:instrText>
            </w:r>
            <w:r w:rsidR="005B61EA">
              <w:rPr>
                <w:webHidden/>
                <w:rtl/>
              </w:rPr>
              <w:instrText xml:space="preserve"> </w:instrText>
            </w:r>
            <w:r>
              <w:rPr>
                <w:webHidden/>
                <w:rtl/>
              </w:rPr>
            </w:r>
            <w:r>
              <w:rPr>
                <w:webHidden/>
                <w:rtl/>
              </w:rPr>
              <w:fldChar w:fldCharType="separate"/>
            </w:r>
            <w:r w:rsidR="005B61EA">
              <w:rPr>
                <w:webHidden/>
                <w:rtl/>
              </w:rPr>
              <w:t>33</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90" w:history="1">
            <w:r w:rsidR="005B61EA" w:rsidRPr="00034388">
              <w:rPr>
                <w:rStyle w:val="Hyperlink"/>
                <w:noProof/>
              </w:rPr>
              <w:t>Pendapat –pendapat mereka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Toc426282790 \h</w:instrText>
            </w:r>
            <w:r w:rsidR="005B61EA">
              <w:rPr>
                <w:noProof/>
                <w:webHidden/>
                <w:rtl/>
              </w:rPr>
              <w:instrText xml:space="preserve"> </w:instrText>
            </w:r>
            <w:r>
              <w:rPr>
                <w:noProof/>
                <w:webHidden/>
                <w:rtl/>
              </w:rPr>
            </w:r>
            <w:r>
              <w:rPr>
                <w:noProof/>
                <w:webHidden/>
                <w:rtl/>
              </w:rPr>
              <w:fldChar w:fldCharType="separate"/>
            </w:r>
            <w:r w:rsidR="005B61EA">
              <w:rPr>
                <w:noProof/>
                <w:webHidden/>
                <w:rtl/>
              </w:rPr>
              <w:t>33</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91" w:history="1">
            <w:r w:rsidR="005B61EA" w:rsidRPr="00034388">
              <w:rPr>
                <w:rStyle w:val="Hyperlink"/>
              </w:rPr>
              <w:t>15. Islam sejati</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Toc426282791 \h</w:instrText>
            </w:r>
            <w:r w:rsidR="005B61EA">
              <w:rPr>
                <w:webHidden/>
                <w:rtl/>
              </w:rPr>
              <w:instrText xml:space="preserve"> </w:instrText>
            </w:r>
            <w:r>
              <w:rPr>
                <w:webHidden/>
                <w:rtl/>
              </w:rPr>
            </w:r>
            <w:r>
              <w:rPr>
                <w:webHidden/>
                <w:rtl/>
              </w:rPr>
              <w:fldChar w:fldCharType="separate"/>
            </w:r>
            <w:r w:rsidR="005B61EA">
              <w:rPr>
                <w:webHidden/>
                <w:rtl/>
              </w:rPr>
              <w:t>34</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92"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Toc426282792 \h</w:instrText>
            </w:r>
            <w:r w:rsidR="005B61EA">
              <w:rPr>
                <w:noProof/>
                <w:webHidden/>
                <w:rtl/>
              </w:rPr>
              <w:instrText xml:space="preserve"> </w:instrText>
            </w:r>
            <w:r>
              <w:rPr>
                <w:noProof/>
                <w:webHidden/>
                <w:rtl/>
              </w:rPr>
            </w:r>
            <w:r>
              <w:rPr>
                <w:noProof/>
                <w:webHidden/>
                <w:rtl/>
              </w:rPr>
              <w:fldChar w:fldCharType="separate"/>
            </w:r>
            <w:r w:rsidR="005B61EA">
              <w:rPr>
                <w:noProof/>
                <w:webHidden/>
                <w:rtl/>
              </w:rPr>
              <w:t>34</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93" w:history="1">
            <w:r w:rsidR="005B61EA" w:rsidRPr="00034388">
              <w:rPr>
                <w:rStyle w:val="Hyperlink"/>
              </w:rPr>
              <w:t>16. Ahmad Sayuti (Nabi Palsu)</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Toc426282793 \h</w:instrText>
            </w:r>
            <w:r w:rsidR="005B61EA">
              <w:rPr>
                <w:webHidden/>
                <w:rtl/>
              </w:rPr>
              <w:instrText xml:space="preserve"> </w:instrText>
            </w:r>
            <w:r>
              <w:rPr>
                <w:webHidden/>
                <w:rtl/>
              </w:rPr>
            </w:r>
            <w:r>
              <w:rPr>
                <w:webHidden/>
                <w:rtl/>
              </w:rPr>
              <w:fldChar w:fldCharType="separate"/>
            </w:r>
            <w:r w:rsidR="005B61EA">
              <w:rPr>
                <w:webHidden/>
                <w:rtl/>
              </w:rPr>
              <w:t>34</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94"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Toc426282794 \h</w:instrText>
            </w:r>
            <w:r w:rsidR="005B61EA">
              <w:rPr>
                <w:noProof/>
                <w:webHidden/>
                <w:rtl/>
              </w:rPr>
              <w:instrText xml:space="preserve"> </w:instrText>
            </w:r>
            <w:r>
              <w:rPr>
                <w:noProof/>
                <w:webHidden/>
                <w:rtl/>
              </w:rPr>
            </w:r>
            <w:r>
              <w:rPr>
                <w:noProof/>
                <w:webHidden/>
                <w:rtl/>
              </w:rPr>
              <w:fldChar w:fldCharType="separate"/>
            </w:r>
            <w:r w:rsidR="005B61EA">
              <w:rPr>
                <w:noProof/>
                <w:webHidden/>
                <w:rtl/>
              </w:rPr>
              <w:t>34</w:t>
            </w:r>
            <w:r>
              <w:rPr>
                <w:noProof/>
                <w:webHidden/>
                <w:rtl/>
              </w:rPr>
              <w:fldChar w:fldCharType="end"/>
            </w:r>
          </w:hyperlink>
        </w:p>
        <w:p w:rsidR="005B61EA" w:rsidRDefault="0014511A" w:rsidP="005B61EA">
          <w:pPr>
            <w:pStyle w:val="TOC2"/>
            <w:rPr>
              <w:rFonts w:asciiTheme="minorHAnsi" w:eastAsiaTheme="minorEastAsia" w:hAnsiTheme="minorHAnsi" w:cstheme="minorBidi"/>
              <w:color w:val="auto"/>
              <w:sz w:val="22"/>
              <w:szCs w:val="22"/>
              <w:rtl/>
            </w:rPr>
          </w:pPr>
          <w:hyperlink w:anchor="_Toc426282795" w:history="1">
            <w:r w:rsidR="005B61EA" w:rsidRPr="00034388">
              <w:rPr>
                <w:rStyle w:val="Hyperlink"/>
              </w:rPr>
              <w:t>17. Darul Arqam</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Toc426282795 \h</w:instrText>
            </w:r>
            <w:r w:rsidR="005B61EA">
              <w:rPr>
                <w:webHidden/>
                <w:rtl/>
              </w:rPr>
              <w:instrText xml:space="preserve"> </w:instrText>
            </w:r>
            <w:r>
              <w:rPr>
                <w:webHidden/>
                <w:rtl/>
              </w:rPr>
            </w:r>
            <w:r>
              <w:rPr>
                <w:webHidden/>
                <w:rtl/>
              </w:rPr>
              <w:fldChar w:fldCharType="separate"/>
            </w:r>
            <w:r w:rsidR="005B61EA">
              <w:rPr>
                <w:webHidden/>
                <w:rtl/>
              </w:rPr>
              <w:t>34</w:t>
            </w:r>
            <w:r>
              <w:rPr>
                <w:webHidden/>
                <w:rtl/>
              </w:rPr>
              <w:fldChar w:fldCharType="end"/>
            </w:r>
          </w:hyperlink>
        </w:p>
        <w:p w:rsidR="005B61EA" w:rsidRDefault="0014511A" w:rsidP="005B61EA">
          <w:pPr>
            <w:pStyle w:val="TOC3"/>
            <w:rPr>
              <w:rFonts w:asciiTheme="minorHAnsi" w:eastAsiaTheme="minorEastAsia" w:hAnsiTheme="minorHAnsi" w:cstheme="minorBidi"/>
              <w:noProof/>
              <w:color w:val="auto"/>
              <w:sz w:val="22"/>
              <w:szCs w:val="22"/>
              <w:rtl/>
            </w:rPr>
          </w:pPr>
          <w:hyperlink w:anchor="_Toc426282796" w:history="1">
            <w:r w:rsidR="005B61EA" w:rsidRPr="00034388">
              <w:rPr>
                <w:rStyle w:val="Hyperlink"/>
                <w:noProof/>
              </w:rPr>
              <w:t>Pendapat :</w:t>
            </w:r>
            <w:r w:rsidR="005B61EA">
              <w:rPr>
                <w:noProof/>
                <w:webHidden/>
                <w:rtl/>
              </w:rPr>
              <w:tab/>
            </w:r>
            <w:r>
              <w:rPr>
                <w:noProof/>
                <w:webHidden/>
                <w:rtl/>
              </w:rPr>
              <w:fldChar w:fldCharType="begin"/>
            </w:r>
            <w:r w:rsidR="005B61EA">
              <w:rPr>
                <w:noProof/>
                <w:webHidden/>
                <w:rtl/>
              </w:rPr>
              <w:instrText xml:space="preserve"> </w:instrText>
            </w:r>
            <w:r w:rsidR="005B61EA">
              <w:rPr>
                <w:noProof/>
                <w:webHidden/>
              </w:rPr>
              <w:instrText>PAGEREF</w:instrText>
            </w:r>
            <w:r w:rsidR="005B61EA">
              <w:rPr>
                <w:noProof/>
                <w:webHidden/>
                <w:rtl/>
              </w:rPr>
              <w:instrText xml:space="preserve"> _</w:instrText>
            </w:r>
            <w:r w:rsidR="005B61EA">
              <w:rPr>
                <w:noProof/>
                <w:webHidden/>
              </w:rPr>
              <w:instrText>Toc426282796 \h</w:instrText>
            </w:r>
            <w:r w:rsidR="005B61EA">
              <w:rPr>
                <w:noProof/>
                <w:webHidden/>
                <w:rtl/>
              </w:rPr>
              <w:instrText xml:space="preserve"> </w:instrText>
            </w:r>
            <w:r>
              <w:rPr>
                <w:noProof/>
                <w:webHidden/>
                <w:rtl/>
              </w:rPr>
            </w:r>
            <w:r>
              <w:rPr>
                <w:noProof/>
                <w:webHidden/>
                <w:rtl/>
              </w:rPr>
              <w:fldChar w:fldCharType="separate"/>
            </w:r>
            <w:r w:rsidR="005B61EA">
              <w:rPr>
                <w:noProof/>
                <w:webHidden/>
                <w:rtl/>
              </w:rPr>
              <w:t>35</w:t>
            </w:r>
            <w:r>
              <w:rPr>
                <w:noProof/>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97" w:history="1">
            <w:r w:rsidR="005B61EA" w:rsidRPr="00034388">
              <w:rPr>
                <w:rStyle w:val="Hyperlink"/>
              </w:rPr>
              <w:t>f. Aliran-aliran kebatinan Islam</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Toc426282797 \h</w:instrText>
            </w:r>
            <w:r w:rsidR="005B61EA">
              <w:rPr>
                <w:webHidden/>
                <w:rtl/>
              </w:rPr>
              <w:instrText xml:space="preserve"> </w:instrText>
            </w:r>
            <w:r>
              <w:rPr>
                <w:webHidden/>
                <w:rtl/>
              </w:rPr>
            </w:r>
            <w:r>
              <w:rPr>
                <w:webHidden/>
                <w:rtl/>
              </w:rPr>
              <w:fldChar w:fldCharType="separate"/>
            </w:r>
            <w:r w:rsidR="005B61EA">
              <w:rPr>
                <w:webHidden/>
                <w:rtl/>
              </w:rPr>
              <w:t>36</w:t>
            </w:r>
            <w:r>
              <w:rPr>
                <w:webHidden/>
                <w:rtl/>
              </w:rPr>
              <w:fldChar w:fldCharType="end"/>
            </w:r>
          </w:hyperlink>
        </w:p>
        <w:p w:rsidR="005B61EA" w:rsidRDefault="0014511A" w:rsidP="005B61EA">
          <w:pPr>
            <w:pStyle w:val="TOC1"/>
            <w:rPr>
              <w:rFonts w:asciiTheme="minorHAnsi" w:eastAsiaTheme="minorEastAsia" w:hAnsiTheme="minorHAnsi" w:cstheme="minorBidi"/>
              <w:bCs w:val="0"/>
              <w:color w:val="auto"/>
              <w:sz w:val="22"/>
              <w:szCs w:val="22"/>
              <w:rtl/>
            </w:rPr>
          </w:pPr>
          <w:hyperlink w:anchor="_Toc426282798" w:history="1">
            <w:r w:rsidR="005B61EA" w:rsidRPr="00034388">
              <w:rPr>
                <w:rStyle w:val="Hyperlink"/>
              </w:rPr>
              <w:t>g. Penutup</w:t>
            </w:r>
            <w:r w:rsidR="005B61EA">
              <w:rPr>
                <w:webHidden/>
                <w:rtl/>
              </w:rPr>
              <w:tab/>
            </w:r>
            <w:r>
              <w:rPr>
                <w:webHidden/>
                <w:rtl/>
              </w:rPr>
              <w:fldChar w:fldCharType="begin"/>
            </w:r>
            <w:r w:rsidR="005B61EA">
              <w:rPr>
                <w:webHidden/>
                <w:rtl/>
              </w:rPr>
              <w:instrText xml:space="preserve"> </w:instrText>
            </w:r>
            <w:r w:rsidR="005B61EA">
              <w:rPr>
                <w:webHidden/>
              </w:rPr>
              <w:instrText>PAGEREF</w:instrText>
            </w:r>
            <w:r w:rsidR="005B61EA">
              <w:rPr>
                <w:webHidden/>
                <w:rtl/>
              </w:rPr>
              <w:instrText xml:space="preserve"> _</w:instrText>
            </w:r>
            <w:r w:rsidR="005B61EA">
              <w:rPr>
                <w:webHidden/>
              </w:rPr>
              <w:instrText>Toc426282798 \h</w:instrText>
            </w:r>
            <w:r w:rsidR="005B61EA">
              <w:rPr>
                <w:webHidden/>
                <w:rtl/>
              </w:rPr>
              <w:instrText xml:space="preserve"> </w:instrText>
            </w:r>
            <w:r>
              <w:rPr>
                <w:webHidden/>
                <w:rtl/>
              </w:rPr>
            </w:r>
            <w:r>
              <w:rPr>
                <w:webHidden/>
                <w:rtl/>
              </w:rPr>
              <w:fldChar w:fldCharType="separate"/>
            </w:r>
            <w:r w:rsidR="005B61EA">
              <w:rPr>
                <w:webHidden/>
                <w:rtl/>
              </w:rPr>
              <w:t>40</w:t>
            </w:r>
            <w:r>
              <w:rPr>
                <w:webHidden/>
                <w:rtl/>
              </w:rPr>
              <w:fldChar w:fldCharType="end"/>
            </w:r>
          </w:hyperlink>
        </w:p>
        <w:p w:rsidR="005B61EA" w:rsidRDefault="0014511A" w:rsidP="005B61EA">
          <w:r>
            <w:fldChar w:fldCharType="end"/>
          </w:r>
        </w:p>
      </w:sdtContent>
    </w:sdt>
    <w:p w:rsidR="006B0242" w:rsidRPr="00CE1DF7" w:rsidRDefault="006B0242" w:rsidP="006B0242">
      <w:pPr>
        <w:pStyle w:val="libNormal"/>
      </w:pPr>
    </w:p>
    <w:sectPr w:rsidR="006B0242" w:rsidRPr="00CE1DF7"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E39" w:rsidRDefault="00EC0E39" w:rsidP="00113C59">
      <w:r>
        <w:separator/>
      </w:r>
    </w:p>
  </w:endnote>
  <w:endnote w:type="continuationSeparator" w:id="1">
    <w:p w:rsidR="00EC0E39" w:rsidRDefault="00EC0E3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14511A" w:rsidP="00113C59">
    <w:pPr>
      <w:pStyle w:val="Footer"/>
    </w:pPr>
    <w:fldSimple w:instr=" PAGE   \* MERGEFORMAT ">
      <w:r w:rsidR="00DB2375">
        <w:rPr>
          <w:noProof/>
        </w:rPr>
        <w:t>40</w:t>
      </w:r>
    </w:fldSimple>
  </w:p>
  <w:p w:rsidR="001027D5" w:rsidRDefault="001027D5"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14511A" w:rsidP="00113C59">
    <w:pPr>
      <w:pStyle w:val="Footer"/>
    </w:pPr>
    <w:fldSimple w:instr=" PAGE   \* MERGEFORMAT ">
      <w:r w:rsidR="00DB2375">
        <w:rPr>
          <w:noProof/>
        </w:rPr>
        <w:t>41</w:t>
      </w:r>
    </w:fldSimple>
  </w:p>
  <w:p w:rsidR="001027D5" w:rsidRDefault="001027D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14511A" w:rsidP="00113C59">
    <w:pPr>
      <w:pStyle w:val="Footer"/>
    </w:pPr>
    <w:fldSimple w:instr=" PAGE   \* MERGEFORMAT ">
      <w:r w:rsidR="00DB2375">
        <w:rPr>
          <w:noProof/>
        </w:rPr>
        <w:t>1</w:t>
      </w:r>
    </w:fldSimple>
  </w:p>
  <w:p w:rsidR="001027D5" w:rsidRDefault="001027D5"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E39" w:rsidRDefault="00EC0E39" w:rsidP="00113C59">
      <w:r>
        <w:separator/>
      </w:r>
    </w:p>
  </w:footnote>
  <w:footnote w:type="continuationSeparator" w:id="1">
    <w:p w:rsidR="00EC0E39" w:rsidRDefault="00EC0E39" w:rsidP="00113C59">
      <w:r>
        <w:continuationSeparator/>
      </w:r>
    </w:p>
  </w:footnote>
  <w:footnote w:id="2">
    <w:p w:rsidR="006939B8" w:rsidRDefault="006939B8" w:rsidP="006939B8">
      <w:pPr>
        <w:pStyle w:val="libFootnote"/>
      </w:pPr>
      <w:r>
        <w:rPr>
          <w:rStyle w:val="FootnoteReference"/>
        </w:rPr>
        <w:footnoteRef/>
      </w:r>
      <w:r>
        <w:t xml:space="preserve"> </w:t>
      </w:r>
      <w:r w:rsidR="004F6733" w:rsidRPr="004F6733">
        <w:t>Teologi Islam, Harun Nasution, hal 5-7</w:t>
      </w:r>
      <w:r w:rsidR="001F6382">
        <w:t>.</w:t>
      </w:r>
    </w:p>
  </w:footnote>
  <w:footnote w:id="3">
    <w:p w:rsidR="00912308" w:rsidRDefault="00912308" w:rsidP="00912308">
      <w:pPr>
        <w:pStyle w:val="libFootnote"/>
      </w:pPr>
      <w:r>
        <w:rPr>
          <w:rStyle w:val="FootnoteReference"/>
        </w:rPr>
        <w:footnoteRef/>
      </w:r>
      <w:r>
        <w:t xml:space="preserve"> </w:t>
      </w:r>
      <w:r w:rsidR="004A1F1B" w:rsidRPr="004A1F1B">
        <w:t>Al-Milal wan Nihal, hal 114/Juz 1</w:t>
      </w:r>
      <w:r w:rsidR="001F6382">
        <w:t>.</w:t>
      </w:r>
    </w:p>
  </w:footnote>
  <w:footnote w:id="4">
    <w:p w:rsidR="001B6A2A" w:rsidRDefault="001B6A2A" w:rsidP="001B6A2A">
      <w:pPr>
        <w:pStyle w:val="libFootnote"/>
      </w:pPr>
      <w:r>
        <w:rPr>
          <w:rStyle w:val="FootnoteReference"/>
        </w:rPr>
        <w:footnoteRef/>
      </w:r>
      <w:r>
        <w:t xml:space="preserve"> </w:t>
      </w:r>
      <w:r w:rsidR="00F275ED" w:rsidRPr="00F275ED">
        <w:t>Nasy-atusy Syi'ah, Prof. Dr. Maghfur Utsman, hal : 5</w:t>
      </w:r>
      <w:r w:rsidR="001F6382">
        <w:t>.</w:t>
      </w:r>
    </w:p>
  </w:footnote>
  <w:footnote w:id="5">
    <w:p w:rsidR="001B6A2A" w:rsidRDefault="001B6A2A" w:rsidP="001B6A2A">
      <w:pPr>
        <w:pStyle w:val="libFootnote"/>
      </w:pPr>
      <w:r>
        <w:rPr>
          <w:rStyle w:val="FootnoteReference"/>
        </w:rPr>
        <w:footnoteRef/>
      </w:r>
      <w:r>
        <w:t xml:space="preserve"> </w:t>
      </w:r>
      <w:r w:rsidR="00F275ED" w:rsidRPr="00F275ED">
        <w:t>Al-Milal wan Nihal, hal : 146/juz 1</w:t>
      </w:r>
      <w:r w:rsidR="001F6382">
        <w:t>.</w:t>
      </w:r>
    </w:p>
  </w:footnote>
  <w:footnote w:id="6">
    <w:p w:rsidR="001B6A2A" w:rsidRDefault="001B6A2A" w:rsidP="001B6A2A">
      <w:pPr>
        <w:pStyle w:val="libFootnote"/>
      </w:pPr>
      <w:r>
        <w:rPr>
          <w:rStyle w:val="FootnoteReference"/>
        </w:rPr>
        <w:footnoteRef/>
      </w:r>
      <w:r>
        <w:t xml:space="preserve"> </w:t>
      </w:r>
      <w:r w:rsidR="00F84474" w:rsidRPr="00F84474">
        <w:t>Nasy-atusy Syi'ah, Prof. Dr. Maghfur Utsman, hal : 14</w:t>
      </w:r>
      <w:r w:rsidR="00446635">
        <w:t>.</w:t>
      </w:r>
    </w:p>
  </w:footnote>
  <w:footnote w:id="7">
    <w:p w:rsidR="001B6A2A" w:rsidRDefault="001B6A2A" w:rsidP="001B6A2A">
      <w:pPr>
        <w:pStyle w:val="libFootnote"/>
      </w:pPr>
      <w:r>
        <w:rPr>
          <w:rStyle w:val="FootnoteReference"/>
        </w:rPr>
        <w:footnoteRef/>
      </w:r>
      <w:r>
        <w:t xml:space="preserve"> </w:t>
      </w:r>
      <w:r w:rsidR="00F84474" w:rsidRPr="00F84474">
        <w:t>Mengapa Kita Menolak Syiah, LPPI, hal 5</w:t>
      </w:r>
      <w:r w:rsidR="00446635">
        <w:t>.</w:t>
      </w:r>
    </w:p>
  </w:footnote>
  <w:footnote w:id="8">
    <w:p w:rsidR="00FA6BD9" w:rsidRDefault="00FA6BD9" w:rsidP="00FA6BD9">
      <w:pPr>
        <w:pStyle w:val="libFootnote"/>
      </w:pPr>
      <w:r>
        <w:rPr>
          <w:rStyle w:val="FootnoteReference"/>
        </w:rPr>
        <w:footnoteRef/>
      </w:r>
      <w:r>
        <w:t xml:space="preserve"> </w:t>
      </w:r>
      <w:r w:rsidR="006A6655" w:rsidRPr="006A6655">
        <w:t>Sejarah perkembangan pemikiran dalam Islam, hal : 57</w:t>
      </w:r>
      <w:r w:rsidR="00446635">
        <w:t>.</w:t>
      </w:r>
    </w:p>
  </w:footnote>
  <w:footnote w:id="9">
    <w:p w:rsidR="00E3017A" w:rsidRDefault="00E3017A" w:rsidP="00E3017A">
      <w:pPr>
        <w:pStyle w:val="libFootnote"/>
      </w:pPr>
      <w:r>
        <w:rPr>
          <w:rStyle w:val="FootnoteReference"/>
        </w:rPr>
        <w:footnoteRef/>
      </w:r>
      <w:r>
        <w:t xml:space="preserve"> </w:t>
      </w:r>
      <w:r w:rsidR="00F62E6B" w:rsidRPr="00F62E6B">
        <w:t>I'tiqod Ahlus Sunnah wal Jama'ah, KH Sirojuddin Abbas hal 180-181</w:t>
      </w:r>
      <w:r w:rsidR="00F62E6B">
        <w:t>.</w:t>
      </w:r>
    </w:p>
  </w:footnote>
  <w:footnote w:id="10">
    <w:p w:rsidR="00171B70" w:rsidRDefault="00171B70" w:rsidP="00171B70">
      <w:pPr>
        <w:pStyle w:val="libFootnote"/>
      </w:pPr>
      <w:r>
        <w:rPr>
          <w:rStyle w:val="FootnoteReference"/>
        </w:rPr>
        <w:footnoteRef/>
      </w:r>
      <w:r>
        <w:t xml:space="preserve"> </w:t>
      </w:r>
      <w:r w:rsidR="00C22DB5" w:rsidRPr="00C22DB5">
        <w:t>Tarikh Madzhabil Islamiyyah, Abu Zahrah, hal 103/juz I</w:t>
      </w:r>
      <w:r w:rsidR="00F62E6B">
        <w:t>.</w:t>
      </w:r>
    </w:p>
  </w:footnote>
  <w:footnote w:id="11">
    <w:p w:rsidR="00171B70" w:rsidRDefault="00171B70" w:rsidP="00171B70">
      <w:pPr>
        <w:pStyle w:val="libFootnote"/>
      </w:pPr>
      <w:r>
        <w:rPr>
          <w:rStyle w:val="FootnoteReference"/>
        </w:rPr>
        <w:footnoteRef/>
      </w:r>
      <w:r>
        <w:t xml:space="preserve"> </w:t>
      </w:r>
      <w:r w:rsidR="00C22DB5" w:rsidRPr="00C22DB5">
        <w:t>I'tiqod Ahlus Sunnah wal Jama'ah, KH Sirojuddin Abbas hal 268-272</w:t>
      </w:r>
      <w:r w:rsidR="00F62E6B">
        <w:t>.</w:t>
      </w:r>
    </w:p>
  </w:footnote>
  <w:footnote w:id="12">
    <w:p w:rsidR="00695C7E" w:rsidRDefault="00695C7E" w:rsidP="00695C7E">
      <w:pPr>
        <w:pStyle w:val="libFootnote"/>
      </w:pPr>
      <w:r>
        <w:rPr>
          <w:rStyle w:val="FootnoteReference"/>
        </w:rPr>
        <w:footnoteRef/>
      </w:r>
      <w:r>
        <w:t xml:space="preserve"> </w:t>
      </w:r>
      <w:r w:rsidR="009D42B8" w:rsidRPr="009D42B8">
        <w:t>Teologi Islam, Harun Nasution, hal: 40</w:t>
      </w:r>
      <w:r w:rsidR="009D42B8">
        <w:t>.</w:t>
      </w:r>
    </w:p>
  </w:footnote>
  <w:footnote w:id="13">
    <w:p w:rsidR="000F275E" w:rsidRDefault="000F275E" w:rsidP="000F275E">
      <w:pPr>
        <w:pStyle w:val="libFootnote"/>
      </w:pPr>
      <w:r>
        <w:rPr>
          <w:rStyle w:val="FootnoteReference"/>
        </w:rPr>
        <w:footnoteRef/>
      </w:r>
      <w:r>
        <w:t xml:space="preserve"> </w:t>
      </w:r>
      <w:r w:rsidR="00FF46D3" w:rsidRPr="00FF46D3">
        <w:t>Sejarah Perkembangan Pemikiran dalam Islam, Dr. Fuad. MF hal :105</w:t>
      </w:r>
      <w:r w:rsidR="00AD3A65">
        <w:t>.</w:t>
      </w:r>
    </w:p>
  </w:footnote>
  <w:footnote w:id="14">
    <w:p w:rsidR="00E921BE" w:rsidRDefault="00E921BE" w:rsidP="00E921BE">
      <w:pPr>
        <w:pStyle w:val="libFootnote"/>
      </w:pPr>
      <w:r>
        <w:rPr>
          <w:rStyle w:val="FootnoteReference"/>
        </w:rPr>
        <w:footnoteRef/>
      </w:r>
      <w:r>
        <w:t xml:space="preserve"> </w:t>
      </w:r>
      <w:r w:rsidR="004B7371" w:rsidRPr="004B7371">
        <w:t>Fiqih Tradisionalis, KH. Muhyiddin Abdushshomad, hal 14</w:t>
      </w:r>
      <w:r w:rsidR="004B7371">
        <w:t>.</w:t>
      </w:r>
    </w:p>
  </w:footnote>
  <w:footnote w:id="15">
    <w:p w:rsidR="008F25A5" w:rsidRDefault="008F25A5" w:rsidP="008F25A5">
      <w:pPr>
        <w:pStyle w:val="libFootnote"/>
      </w:pPr>
      <w:r>
        <w:rPr>
          <w:rStyle w:val="FootnoteReference"/>
        </w:rPr>
        <w:footnoteRef/>
      </w:r>
      <w:r>
        <w:t xml:space="preserve"> </w:t>
      </w:r>
      <w:r w:rsidR="00B96D83" w:rsidRPr="00B96D83">
        <w:t>I'tiqod Ahlus Sunnah wal Jama'ah, KH Sirojuddin Abbas hal :337</w:t>
      </w:r>
      <w:r w:rsidR="00B96D83">
        <w:t>.</w:t>
      </w:r>
    </w:p>
  </w:footnote>
  <w:footnote w:id="16">
    <w:p w:rsidR="00022DD5" w:rsidRDefault="00854F6C" w:rsidP="00022DD5">
      <w:pPr>
        <w:pStyle w:val="libFootnote"/>
      </w:pPr>
      <w:r>
        <w:rPr>
          <w:rStyle w:val="FootnoteReference"/>
        </w:rPr>
        <w:footnoteRef/>
      </w:r>
      <w:r>
        <w:t xml:space="preserve"> </w:t>
      </w:r>
      <w:r w:rsidR="00022DD5">
        <w:t>Sebagian ulama wahabi menganggap kelompok ini sesat di antaranya :</w:t>
      </w:r>
    </w:p>
    <w:p w:rsidR="00022DD5" w:rsidRDefault="00022DD5" w:rsidP="00022DD5">
      <w:pPr>
        <w:pStyle w:val="libFootnote"/>
      </w:pPr>
      <w:r>
        <w:t>Asy-Syaikh Abdul Aziz bin Baz, Dr. Rabi’ bin Hadi Al-Madkhali, Asy-</w:t>
      </w:r>
    </w:p>
    <w:p w:rsidR="00022DD5" w:rsidRDefault="00022DD5" w:rsidP="00022DD5">
      <w:pPr>
        <w:pStyle w:val="libFootnote"/>
      </w:pPr>
      <w:r>
        <w:t>Syaikh Al-Allamah Muhammad bin Ibrahim Alusy, Muhammad</w:t>
      </w:r>
    </w:p>
    <w:p w:rsidR="00854F6C" w:rsidRDefault="00022DD5" w:rsidP="00022DD5">
      <w:pPr>
        <w:pStyle w:val="libFootnote"/>
      </w:pPr>
      <w:r>
        <w:t>Nashiruddin Al-Alban, Abdurrazzaq 'Afifi.</w:t>
      </w:r>
    </w:p>
  </w:footnote>
  <w:footnote w:id="17">
    <w:p w:rsidR="0042104A" w:rsidRDefault="004B332D" w:rsidP="0042104A">
      <w:pPr>
        <w:pStyle w:val="libFootnote"/>
      </w:pPr>
      <w:r>
        <w:rPr>
          <w:rStyle w:val="FootnoteReference"/>
        </w:rPr>
        <w:footnoteRef/>
      </w:r>
      <w:r>
        <w:t xml:space="preserve"> </w:t>
      </w:r>
      <w:r w:rsidR="0042104A">
        <w:t>Sekilas Tentang Faham Syi'ah, Abdul Hayyi Al-Kattany,</w:t>
      </w:r>
    </w:p>
    <w:p w:rsidR="004B332D" w:rsidRDefault="0042104A" w:rsidP="0042104A">
      <w:pPr>
        <w:pStyle w:val="libFootnote"/>
      </w:pPr>
      <w:r>
        <w:t>alkattany@softhome.net</w:t>
      </w:r>
      <w:r w:rsidR="00EA74F7">
        <w:t>.</w:t>
      </w:r>
    </w:p>
  </w:footnote>
  <w:footnote w:id="18">
    <w:p w:rsidR="004B332D" w:rsidRDefault="004B332D" w:rsidP="004B332D">
      <w:pPr>
        <w:pStyle w:val="libFootnote"/>
      </w:pPr>
      <w:r>
        <w:rPr>
          <w:rStyle w:val="FootnoteReference"/>
        </w:rPr>
        <w:footnoteRef/>
      </w:r>
      <w:r>
        <w:t xml:space="preserve"> </w:t>
      </w:r>
      <w:r w:rsidR="0042104A" w:rsidRPr="0042104A">
        <w:t>MUI : Syiah bukan ajaran sesat, Majalah Syiar, 9 Desember 2007</w:t>
      </w:r>
      <w:r w:rsidR="00EA74F7">
        <w:t>.</w:t>
      </w:r>
    </w:p>
  </w:footnote>
  <w:footnote w:id="19">
    <w:p w:rsidR="00DB4FC1" w:rsidRDefault="00DB4FC1" w:rsidP="00DB4FC1">
      <w:pPr>
        <w:pStyle w:val="libFootnote"/>
      </w:pPr>
      <w:r>
        <w:rPr>
          <w:rStyle w:val="FootnoteReference"/>
        </w:rPr>
        <w:footnoteRef/>
      </w:r>
      <w:r>
        <w:t xml:space="preserve"> </w:t>
      </w:r>
      <w:r w:rsidR="00EA74F7" w:rsidRPr="00EA74F7">
        <w:t>Sekilas Tentang Jama'ah Tabligh, Isnet.com</w:t>
      </w:r>
      <w:r w:rsidR="00EA74F7">
        <w:t>.</w:t>
      </w:r>
    </w:p>
  </w:footnote>
  <w:footnote w:id="20">
    <w:p w:rsidR="00812B83" w:rsidRDefault="00812B83" w:rsidP="00812B83">
      <w:pPr>
        <w:pStyle w:val="libFootnote"/>
      </w:pPr>
      <w:r>
        <w:rPr>
          <w:rStyle w:val="FootnoteReference"/>
        </w:rPr>
        <w:footnoteRef/>
      </w:r>
      <w:r>
        <w:t xml:space="preserve"> </w:t>
      </w:r>
      <w:r w:rsidR="00451CF1" w:rsidRPr="00451CF1">
        <w:t>S. Al-Ahzab : 36</w:t>
      </w:r>
    </w:p>
  </w:footnote>
  <w:footnote w:id="21">
    <w:p w:rsidR="00BC441E" w:rsidRDefault="00BC441E" w:rsidP="00BC441E">
      <w:pPr>
        <w:pStyle w:val="libFootnote"/>
      </w:pPr>
      <w:r>
        <w:rPr>
          <w:rStyle w:val="FootnoteReference"/>
        </w:rPr>
        <w:footnoteRef/>
      </w:r>
      <w:r>
        <w:t xml:space="preserve"> </w:t>
      </w:r>
      <w:r w:rsidR="0039795E" w:rsidRPr="0039795E">
        <w:t>S. An-Nisa : 115</w:t>
      </w:r>
    </w:p>
  </w:footnote>
  <w:footnote w:id="22">
    <w:p w:rsidR="000C1BDB" w:rsidRDefault="000C1BDB" w:rsidP="000C1BDB">
      <w:pPr>
        <w:pStyle w:val="libFootnote"/>
      </w:pPr>
      <w:r>
        <w:rPr>
          <w:rStyle w:val="FootnoteReference"/>
        </w:rPr>
        <w:footnoteRef/>
      </w:r>
      <w:r>
        <w:t xml:space="preserve"> </w:t>
      </w:r>
      <w:r w:rsidR="00193837" w:rsidRPr="00193837">
        <w:t>HR Ad-Daraquthniy no:4559, al-Hakim no:319, al-Baihaqiy</w:t>
      </w:r>
      <w:r w:rsidR="00193837">
        <w:t>.</w:t>
      </w:r>
    </w:p>
  </w:footnote>
  <w:footnote w:id="23">
    <w:p w:rsidR="00193837" w:rsidRDefault="000C1BDB" w:rsidP="00193837">
      <w:pPr>
        <w:pStyle w:val="libFootnote"/>
      </w:pPr>
      <w:r>
        <w:rPr>
          <w:rStyle w:val="FootnoteReference"/>
        </w:rPr>
        <w:footnoteRef/>
      </w:r>
      <w:r>
        <w:t xml:space="preserve"> </w:t>
      </w:r>
      <w:r w:rsidR="00193837">
        <w:t>HR Tirmidiy no:2631,2640, Abu Dawud no:4569, Ahmad no : 12229,</w:t>
      </w:r>
    </w:p>
    <w:p w:rsidR="000C1BDB" w:rsidRDefault="00193837" w:rsidP="00193837">
      <w:pPr>
        <w:pStyle w:val="libFootnote"/>
      </w:pPr>
      <w:r>
        <w:t>Ibnu Majah no:3992.</w:t>
      </w:r>
    </w:p>
  </w:footnote>
  <w:footnote w:id="24">
    <w:p w:rsidR="007F7688" w:rsidRDefault="007F7688" w:rsidP="007F7688">
      <w:pPr>
        <w:pStyle w:val="libFootnote"/>
      </w:pPr>
      <w:r>
        <w:rPr>
          <w:rStyle w:val="FootnoteReference"/>
        </w:rPr>
        <w:footnoteRef/>
      </w:r>
      <w:r>
        <w:t xml:space="preserve"> </w:t>
      </w:r>
      <w:r w:rsidR="00CC4340" w:rsidRPr="00CC4340">
        <w:t>Seluk Beluk Aliran Kebatinan, H.M. Danuwijoto BA hal 12-16</w:t>
      </w:r>
    </w:p>
  </w:footnote>
  <w:footnote w:id="25">
    <w:p w:rsidR="00B80D81" w:rsidRDefault="00025AAE" w:rsidP="00B80D81">
      <w:pPr>
        <w:pStyle w:val="libFootnote"/>
      </w:pPr>
      <w:r>
        <w:rPr>
          <w:rStyle w:val="FootnoteReference"/>
        </w:rPr>
        <w:footnoteRef/>
      </w:r>
      <w:r>
        <w:t xml:space="preserve"> </w:t>
      </w:r>
      <w:r w:rsidR="00B80D81">
        <w:t>Diriwayatkan AT-Turmudzi no: 2681, Abu Dawud no: 3641, Ibnu Majah</w:t>
      </w:r>
    </w:p>
    <w:p w:rsidR="00B80D81" w:rsidRDefault="00B80D81" w:rsidP="00B80D81">
      <w:pPr>
        <w:pStyle w:val="libFootnote"/>
      </w:pPr>
      <w:r>
        <w:t>no: 223, hadits ini dianggap lemah oleh ad-Darquthniy dan al-Mundziriy,</w:t>
      </w:r>
    </w:p>
    <w:p w:rsidR="00025AAE" w:rsidRDefault="00B80D81" w:rsidP="00B80D81">
      <w:pPr>
        <w:pStyle w:val="libFootnote"/>
      </w:pPr>
      <w:r>
        <w:t>tetapi disebutkan Al-Bukhori di kitab sahihnya tanpa sanad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5"/>
  </w:num>
  <w:num w:numId="3">
    <w:abstractNumId w:val="9"/>
  </w:num>
  <w:num w:numId="4">
    <w:abstractNumId w:val="3"/>
  </w:num>
  <w:num w:numId="5">
    <w:abstractNumId w:val="6"/>
  </w:num>
  <w:num w:numId="6">
    <w:abstractNumId w:val="2"/>
  </w:num>
  <w:num w:numId="7">
    <w:abstractNumId w:val="7"/>
  </w:num>
  <w:num w:numId="8">
    <w:abstractNumId w:val="1"/>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0706"/>
    <w:rsid w:val="0000276B"/>
    <w:rsid w:val="00002A56"/>
    <w:rsid w:val="00003704"/>
    <w:rsid w:val="000051F0"/>
    <w:rsid w:val="00005206"/>
    <w:rsid w:val="000053B7"/>
    <w:rsid w:val="00005A19"/>
    <w:rsid w:val="0000600F"/>
    <w:rsid w:val="00007013"/>
    <w:rsid w:val="00007B95"/>
    <w:rsid w:val="00010C92"/>
    <w:rsid w:val="000110AA"/>
    <w:rsid w:val="0001183F"/>
    <w:rsid w:val="0001244E"/>
    <w:rsid w:val="00013131"/>
    <w:rsid w:val="000139A6"/>
    <w:rsid w:val="00016574"/>
    <w:rsid w:val="000169AA"/>
    <w:rsid w:val="00016C77"/>
    <w:rsid w:val="00016E4F"/>
    <w:rsid w:val="0001762B"/>
    <w:rsid w:val="0002158B"/>
    <w:rsid w:val="000215B0"/>
    <w:rsid w:val="00021601"/>
    <w:rsid w:val="00022704"/>
    <w:rsid w:val="000228F3"/>
    <w:rsid w:val="00022DD5"/>
    <w:rsid w:val="00022F73"/>
    <w:rsid w:val="00024619"/>
    <w:rsid w:val="00025AAE"/>
    <w:rsid w:val="00025DE3"/>
    <w:rsid w:val="0002629F"/>
    <w:rsid w:val="000267FE"/>
    <w:rsid w:val="000275E5"/>
    <w:rsid w:val="00030A4D"/>
    <w:rsid w:val="00032E66"/>
    <w:rsid w:val="00034231"/>
    <w:rsid w:val="00034548"/>
    <w:rsid w:val="000350CB"/>
    <w:rsid w:val="00035B5A"/>
    <w:rsid w:val="00036751"/>
    <w:rsid w:val="00036A62"/>
    <w:rsid w:val="00036C9B"/>
    <w:rsid w:val="000375E4"/>
    <w:rsid w:val="0003793A"/>
    <w:rsid w:val="000402BA"/>
    <w:rsid w:val="00040798"/>
    <w:rsid w:val="000416AD"/>
    <w:rsid w:val="00041E44"/>
    <w:rsid w:val="00043023"/>
    <w:rsid w:val="00043790"/>
    <w:rsid w:val="00043B7A"/>
    <w:rsid w:val="00044D2F"/>
    <w:rsid w:val="00045810"/>
    <w:rsid w:val="00045B54"/>
    <w:rsid w:val="0004794F"/>
    <w:rsid w:val="00051AE0"/>
    <w:rsid w:val="00051C77"/>
    <w:rsid w:val="00051DF9"/>
    <w:rsid w:val="00051ED9"/>
    <w:rsid w:val="00053E2B"/>
    <w:rsid w:val="00054406"/>
    <w:rsid w:val="0005494B"/>
    <w:rsid w:val="00054EE1"/>
    <w:rsid w:val="00057143"/>
    <w:rsid w:val="00057D64"/>
    <w:rsid w:val="00057F19"/>
    <w:rsid w:val="000602B0"/>
    <w:rsid w:val="0006146C"/>
    <w:rsid w:val="0006216A"/>
    <w:rsid w:val="000621A5"/>
    <w:rsid w:val="00062E78"/>
    <w:rsid w:val="00063147"/>
    <w:rsid w:val="000634D2"/>
    <w:rsid w:val="0006368D"/>
    <w:rsid w:val="00063E8E"/>
    <w:rsid w:val="000655E9"/>
    <w:rsid w:val="00066626"/>
    <w:rsid w:val="00067B9D"/>
    <w:rsid w:val="00067F2A"/>
    <w:rsid w:val="00067F84"/>
    <w:rsid w:val="00070C8E"/>
    <w:rsid w:val="00070EE8"/>
    <w:rsid w:val="00071362"/>
    <w:rsid w:val="00071C97"/>
    <w:rsid w:val="00072A7C"/>
    <w:rsid w:val="00072C9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63F5"/>
    <w:rsid w:val="000867CD"/>
    <w:rsid w:val="00087120"/>
    <w:rsid w:val="00087C26"/>
    <w:rsid w:val="00087CEC"/>
    <w:rsid w:val="00087D05"/>
    <w:rsid w:val="00087F85"/>
    <w:rsid w:val="000906EB"/>
    <w:rsid w:val="00090F6E"/>
    <w:rsid w:val="00090FA3"/>
    <w:rsid w:val="000910D5"/>
    <w:rsid w:val="00092352"/>
    <w:rsid w:val="000923C8"/>
    <w:rsid w:val="00092805"/>
    <w:rsid w:val="00092985"/>
    <w:rsid w:val="00092A0C"/>
    <w:rsid w:val="00092FE9"/>
    <w:rsid w:val="00094352"/>
    <w:rsid w:val="00095239"/>
    <w:rsid w:val="000956E9"/>
    <w:rsid w:val="00096665"/>
    <w:rsid w:val="00096A5F"/>
    <w:rsid w:val="000A0101"/>
    <w:rsid w:val="000A1874"/>
    <w:rsid w:val="000A3460"/>
    <w:rsid w:val="000A538B"/>
    <w:rsid w:val="000A6B88"/>
    <w:rsid w:val="000A715C"/>
    <w:rsid w:val="000A7750"/>
    <w:rsid w:val="000B084A"/>
    <w:rsid w:val="000B09B7"/>
    <w:rsid w:val="000B0D77"/>
    <w:rsid w:val="000B1B11"/>
    <w:rsid w:val="000B28E8"/>
    <w:rsid w:val="000B2B65"/>
    <w:rsid w:val="000B3874"/>
    <w:rsid w:val="000B38F2"/>
    <w:rsid w:val="000B3A56"/>
    <w:rsid w:val="000B4356"/>
    <w:rsid w:val="000B4456"/>
    <w:rsid w:val="000B44CF"/>
    <w:rsid w:val="000B5AB6"/>
    <w:rsid w:val="000B6182"/>
    <w:rsid w:val="000B6293"/>
    <w:rsid w:val="000C0307"/>
    <w:rsid w:val="000C041C"/>
    <w:rsid w:val="000C04C2"/>
    <w:rsid w:val="000C0A89"/>
    <w:rsid w:val="000C0F38"/>
    <w:rsid w:val="000C1718"/>
    <w:rsid w:val="000C1BDB"/>
    <w:rsid w:val="000C24E4"/>
    <w:rsid w:val="000C2C12"/>
    <w:rsid w:val="000C3595"/>
    <w:rsid w:val="000C4FAE"/>
    <w:rsid w:val="000C5208"/>
    <w:rsid w:val="000C536F"/>
    <w:rsid w:val="000C55EE"/>
    <w:rsid w:val="000C61FE"/>
    <w:rsid w:val="000C6BBD"/>
    <w:rsid w:val="000C6CD8"/>
    <w:rsid w:val="000C7111"/>
    <w:rsid w:val="000C7722"/>
    <w:rsid w:val="000C7EBF"/>
    <w:rsid w:val="000D0068"/>
    <w:rsid w:val="000D0932"/>
    <w:rsid w:val="000D0FA3"/>
    <w:rsid w:val="000D1659"/>
    <w:rsid w:val="000D1BDF"/>
    <w:rsid w:val="000D2325"/>
    <w:rsid w:val="000D2570"/>
    <w:rsid w:val="000D26F7"/>
    <w:rsid w:val="000D27D3"/>
    <w:rsid w:val="000D3BA2"/>
    <w:rsid w:val="000D4A82"/>
    <w:rsid w:val="000D6018"/>
    <w:rsid w:val="000D6B7D"/>
    <w:rsid w:val="000D71B7"/>
    <w:rsid w:val="000D74CC"/>
    <w:rsid w:val="000D772A"/>
    <w:rsid w:val="000D7C30"/>
    <w:rsid w:val="000E0C32"/>
    <w:rsid w:val="000E162A"/>
    <w:rsid w:val="000E16D6"/>
    <w:rsid w:val="000E17D3"/>
    <w:rsid w:val="000E384E"/>
    <w:rsid w:val="000E425D"/>
    <w:rsid w:val="000E443E"/>
    <w:rsid w:val="000E591F"/>
    <w:rsid w:val="000E6824"/>
    <w:rsid w:val="000E7A36"/>
    <w:rsid w:val="000E7C7D"/>
    <w:rsid w:val="000F0C50"/>
    <w:rsid w:val="000F1A8C"/>
    <w:rsid w:val="000F1CBE"/>
    <w:rsid w:val="000F275E"/>
    <w:rsid w:val="000F2896"/>
    <w:rsid w:val="000F30D4"/>
    <w:rsid w:val="000F355B"/>
    <w:rsid w:val="000F3E38"/>
    <w:rsid w:val="000F4F9E"/>
    <w:rsid w:val="000F6E79"/>
    <w:rsid w:val="000F7228"/>
    <w:rsid w:val="000F7C0E"/>
    <w:rsid w:val="0010049D"/>
    <w:rsid w:val="00100FA4"/>
    <w:rsid w:val="0010127B"/>
    <w:rsid w:val="001012A2"/>
    <w:rsid w:val="0010168C"/>
    <w:rsid w:val="00101769"/>
    <w:rsid w:val="00101799"/>
    <w:rsid w:val="001017EA"/>
    <w:rsid w:val="00101D90"/>
    <w:rsid w:val="001027A4"/>
    <w:rsid w:val="001027D5"/>
    <w:rsid w:val="00102E0E"/>
    <w:rsid w:val="00102EE5"/>
    <w:rsid w:val="00103677"/>
    <w:rsid w:val="0010435E"/>
    <w:rsid w:val="00104B46"/>
    <w:rsid w:val="00105956"/>
    <w:rsid w:val="00106569"/>
    <w:rsid w:val="0010740F"/>
    <w:rsid w:val="00107A6B"/>
    <w:rsid w:val="00110456"/>
    <w:rsid w:val="001106A5"/>
    <w:rsid w:val="001115AD"/>
    <w:rsid w:val="00111AE3"/>
    <w:rsid w:val="0011313E"/>
    <w:rsid w:val="0011352E"/>
    <w:rsid w:val="0011365D"/>
    <w:rsid w:val="00113A00"/>
    <w:rsid w:val="00113B0B"/>
    <w:rsid w:val="00113BDA"/>
    <w:rsid w:val="00113C59"/>
    <w:rsid w:val="00113CC6"/>
    <w:rsid w:val="00113CCC"/>
    <w:rsid w:val="001143A3"/>
    <w:rsid w:val="0011490C"/>
    <w:rsid w:val="00115473"/>
    <w:rsid w:val="00115A71"/>
    <w:rsid w:val="001162C9"/>
    <w:rsid w:val="00116EB8"/>
    <w:rsid w:val="00120454"/>
    <w:rsid w:val="001208E0"/>
    <w:rsid w:val="00121524"/>
    <w:rsid w:val="00121BD8"/>
    <w:rsid w:val="0012268F"/>
    <w:rsid w:val="00122B0F"/>
    <w:rsid w:val="0012322A"/>
    <w:rsid w:val="00123425"/>
    <w:rsid w:val="0012343D"/>
    <w:rsid w:val="0012358B"/>
    <w:rsid w:val="001243ED"/>
    <w:rsid w:val="001249B4"/>
    <w:rsid w:val="00125836"/>
    <w:rsid w:val="00126137"/>
    <w:rsid w:val="0012634B"/>
    <w:rsid w:val="00126471"/>
    <w:rsid w:val="001303BB"/>
    <w:rsid w:val="001311CC"/>
    <w:rsid w:val="00131540"/>
    <w:rsid w:val="00131DD3"/>
    <w:rsid w:val="001330D4"/>
    <w:rsid w:val="0013415C"/>
    <w:rsid w:val="00135E90"/>
    <w:rsid w:val="00135EA5"/>
    <w:rsid w:val="00136268"/>
    <w:rsid w:val="001365F2"/>
    <w:rsid w:val="00136E6F"/>
    <w:rsid w:val="0013764B"/>
    <w:rsid w:val="0014041D"/>
    <w:rsid w:val="00140A08"/>
    <w:rsid w:val="0014160D"/>
    <w:rsid w:val="00142309"/>
    <w:rsid w:val="00142C52"/>
    <w:rsid w:val="00142DDA"/>
    <w:rsid w:val="00142E74"/>
    <w:rsid w:val="00143123"/>
    <w:rsid w:val="0014341C"/>
    <w:rsid w:val="00143EEA"/>
    <w:rsid w:val="00143F4D"/>
    <w:rsid w:val="00144DB8"/>
    <w:rsid w:val="00144DE8"/>
    <w:rsid w:val="0014511A"/>
    <w:rsid w:val="0014648A"/>
    <w:rsid w:val="001467F3"/>
    <w:rsid w:val="0014748E"/>
    <w:rsid w:val="00147499"/>
    <w:rsid w:val="00147ED8"/>
    <w:rsid w:val="0015165B"/>
    <w:rsid w:val="00151BE8"/>
    <w:rsid w:val="00151C03"/>
    <w:rsid w:val="0015245B"/>
    <w:rsid w:val="00152D0D"/>
    <w:rsid w:val="00153917"/>
    <w:rsid w:val="00153D97"/>
    <w:rsid w:val="00154046"/>
    <w:rsid w:val="001540BA"/>
    <w:rsid w:val="0015486C"/>
    <w:rsid w:val="00154888"/>
    <w:rsid w:val="0015652A"/>
    <w:rsid w:val="0015682D"/>
    <w:rsid w:val="00156BCD"/>
    <w:rsid w:val="00156F8F"/>
    <w:rsid w:val="00157306"/>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70B87"/>
    <w:rsid w:val="001712E1"/>
    <w:rsid w:val="00171B70"/>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F2B"/>
    <w:rsid w:val="00186090"/>
    <w:rsid w:val="001865DE"/>
    <w:rsid w:val="0018664D"/>
    <w:rsid w:val="0018687B"/>
    <w:rsid w:val="00186E7E"/>
    <w:rsid w:val="00187017"/>
    <w:rsid w:val="00187246"/>
    <w:rsid w:val="00187F9F"/>
    <w:rsid w:val="00191D04"/>
    <w:rsid w:val="001924E1"/>
    <w:rsid w:val="001937F7"/>
    <w:rsid w:val="00193837"/>
    <w:rsid w:val="00193A86"/>
    <w:rsid w:val="001948F1"/>
    <w:rsid w:val="00194D21"/>
    <w:rsid w:val="00195AF7"/>
    <w:rsid w:val="00196643"/>
    <w:rsid w:val="00196A62"/>
    <w:rsid w:val="00196D1C"/>
    <w:rsid w:val="00196DAE"/>
    <w:rsid w:val="00196FC2"/>
    <w:rsid w:val="001971E8"/>
    <w:rsid w:val="001A086F"/>
    <w:rsid w:val="001A0DC9"/>
    <w:rsid w:val="001A1408"/>
    <w:rsid w:val="001A1631"/>
    <w:rsid w:val="001A1CDE"/>
    <w:rsid w:val="001A3110"/>
    <w:rsid w:val="001A3AF4"/>
    <w:rsid w:val="001A4006"/>
    <w:rsid w:val="001A4C37"/>
    <w:rsid w:val="001A4D9B"/>
    <w:rsid w:val="001A5A6E"/>
    <w:rsid w:val="001A5E34"/>
    <w:rsid w:val="001A6EC0"/>
    <w:rsid w:val="001A7554"/>
    <w:rsid w:val="001A7672"/>
    <w:rsid w:val="001B027C"/>
    <w:rsid w:val="001B07B7"/>
    <w:rsid w:val="001B16FD"/>
    <w:rsid w:val="001B1EDD"/>
    <w:rsid w:val="001B37F2"/>
    <w:rsid w:val="001B4A70"/>
    <w:rsid w:val="001B577F"/>
    <w:rsid w:val="001B63C0"/>
    <w:rsid w:val="001B6631"/>
    <w:rsid w:val="001B6835"/>
    <w:rsid w:val="001B6A2A"/>
    <w:rsid w:val="001B6CE1"/>
    <w:rsid w:val="001B702D"/>
    <w:rsid w:val="001B7407"/>
    <w:rsid w:val="001B7D98"/>
    <w:rsid w:val="001C36B3"/>
    <w:rsid w:val="001C3FBE"/>
    <w:rsid w:val="001C5EDB"/>
    <w:rsid w:val="001C6552"/>
    <w:rsid w:val="001C6663"/>
    <w:rsid w:val="001C68F9"/>
    <w:rsid w:val="001C6AA7"/>
    <w:rsid w:val="001C7535"/>
    <w:rsid w:val="001C7AFE"/>
    <w:rsid w:val="001D1C40"/>
    <w:rsid w:val="001D296E"/>
    <w:rsid w:val="001D2CAE"/>
    <w:rsid w:val="001D41A1"/>
    <w:rsid w:val="001D433F"/>
    <w:rsid w:val="001D6933"/>
    <w:rsid w:val="001D6EB5"/>
    <w:rsid w:val="001E0EBD"/>
    <w:rsid w:val="001E11FF"/>
    <w:rsid w:val="001E1354"/>
    <w:rsid w:val="001E1481"/>
    <w:rsid w:val="001E25DC"/>
    <w:rsid w:val="001E3F5C"/>
    <w:rsid w:val="001E501A"/>
    <w:rsid w:val="001E57B5"/>
    <w:rsid w:val="001E7AB2"/>
    <w:rsid w:val="001F0713"/>
    <w:rsid w:val="001F112C"/>
    <w:rsid w:val="001F1263"/>
    <w:rsid w:val="001F13CC"/>
    <w:rsid w:val="001F16D5"/>
    <w:rsid w:val="001F3226"/>
    <w:rsid w:val="001F44A1"/>
    <w:rsid w:val="001F47B9"/>
    <w:rsid w:val="001F4A0D"/>
    <w:rsid w:val="001F6382"/>
    <w:rsid w:val="001F641E"/>
    <w:rsid w:val="001F6AD1"/>
    <w:rsid w:val="001F6DCC"/>
    <w:rsid w:val="00200126"/>
    <w:rsid w:val="002001B0"/>
    <w:rsid w:val="002022DB"/>
    <w:rsid w:val="00202827"/>
    <w:rsid w:val="00202C7B"/>
    <w:rsid w:val="002033FD"/>
    <w:rsid w:val="00203477"/>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EB2"/>
    <w:rsid w:val="00211ECD"/>
    <w:rsid w:val="00212A3F"/>
    <w:rsid w:val="002139CB"/>
    <w:rsid w:val="002140D9"/>
    <w:rsid w:val="00214793"/>
    <w:rsid w:val="00214801"/>
    <w:rsid w:val="00214B62"/>
    <w:rsid w:val="0021556A"/>
    <w:rsid w:val="002159E2"/>
    <w:rsid w:val="00216163"/>
    <w:rsid w:val="002177A1"/>
    <w:rsid w:val="00220968"/>
    <w:rsid w:val="00221869"/>
    <w:rsid w:val="00221964"/>
    <w:rsid w:val="002225E4"/>
    <w:rsid w:val="00222975"/>
    <w:rsid w:val="00222AEA"/>
    <w:rsid w:val="00222E21"/>
    <w:rsid w:val="002239F0"/>
    <w:rsid w:val="00223A86"/>
    <w:rsid w:val="00224964"/>
    <w:rsid w:val="0022509D"/>
    <w:rsid w:val="00225716"/>
    <w:rsid w:val="00225FBD"/>
    <w:rsid w:val="002267C7"/>
    <w:rsid w:val="00227740"/>
    <w:rsid w:val="00227FEE"/>
    <w:rsid w:val="00230A67"/>
    <w:rsid w:val="00231224"/>
    <w:rsid w:val="002321F9"/>
    <w:rsid w:val="00232408"/>
    <w:rsid w:val="00232B54"/>
    <w:rsid w:val="00233568"/>
    <w:rsid w:val="00234DE5"/>
    <w:rsid w:val="00235005"/>
    <w:rsid w:val="002350C1"/>
    <w:rsid w:val="002353E7"/>
    <w:rsid w:val="00237AC3"/>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2EA"/>
    <w:rsid w:val="002467F7"/>
    <w:rsid w:val="00246A4F"/>
    <w:rsid w:val="00246C1C"/>
    <w:rsid w:val="00246C78"/>
    <w:rsid w:val="00247ECA"/>
    <w:rsid w:val="0025055D"/>
    <w:rsid w:val="00250CC1"/>
    <w:rsid w:val="00250E0A"/>
    <w:rsid w:val="00251474"/>
    <w:rsid w:val="00251E02"/>
    <w:rsid w:val="002531D3"/>
    <w:rsid w:val="00254924"/>
    <w:rsid w:val="00257657"/>
    <w:rsid w:val="00257B22"/>
    <w:rsid w:val="00260218"/>
    <w:rsid w:val="002613FB"/>
    <w:rsid w:val="002616A4"/>
    <w:rsid w:val="00261F42"/>
    <w:rsid w:val="00262403"/>
    <w:rsid w:val="0026275F"/>
    <w:rsid w:val="00262EE4"/>
    <w:rsid w:val="002632C3"/>
    <w:rsid w:val="00263A94"/>
    <w:rsid w:val="00263DA9"/>
    <w:rsid w:val="00263F56"/>
    <w:rsid w:val="002653CB"/>
    <w:rsid w:val="00266225"/>
    <w:rsid w:val="00266909"/>
    <w:rsid w:val="00266C1E"/>
    <w:rsid w:val="002679CD"/>
    <w:rsid w:val="00270AA3"/>
    <w:rsid w:val="00271402"/>
    <w:rsid w:val="00271D35"/>
    <w:rsid w:val="002722BA"/>
    <w:rsid w:val="00272358"/>
    <w:rsid w:val="00272517"/>
    <w:rsid w:val="00272827"/>
    <w:rsid w:val="0027369F"/>
    <w:rsid w:val="00275FED"/>
    <w:rsid w:val="00276471"/>
    <w:rsid w:val="00276AE0"/>
    <w:rsid w:val="0027747C"/>
    <w:rsid w:val="00277CA6"/>
    <w:rsid w:val="00280895"/>
    <w:rsid w:val="002818EF"/>
    <w:rsid w:val="0028218F"/>
    <w:rsid w:val="0028271F"/>
    <w:rsid w:val="00282831"/>
    <w:rsid w:val="00284283"/>
    <w:rsid w:val="00286AA7"/>
    <w:rsid w:val="00287024"/>
    <w:rsid w:val="002877BB"/>
    <w:rsid w:val="00287A34"/>
    <w:rsid w:val="00287EE3"/>
    <w:rsid w:val="0029077F"/>
    <w:rsid w:val="0029177C"/>
    <w:rsid w:val="002919A3"/>
    <w:rsid w:val="00291CCE"/>
    <w:rsid w:val="002944D5"/>
    <w:rsid w:val="00294DB2"/>
    <w:rsid w:val="00295016"/>
    <w:rsid w:val="00296390"/>
    <w:rsid w:val="002968F2"/>
    <w:rsid w:val="00296C0B"/>
    <w:rsid w:val="002971A5"/>
    <w:rsid w:val="00297EB0"/>
    <w:rsid w:val="002A0284"/>
    <w:rsid w:val="002A1114"/>
    <w:rsid w:val="002A338C"/>
    <w:rsid w:val="002A400E"/>
    <w:rsid w:val="002A44E8"/>
    <w:rsid w:val="002A4813"/>
    <w:rsid w:val="002A4873"/>
    <w:rsid w:val="002A4A5A"/>
    <w:rsid w:val="002A717D"/>
    <w:rsid w:val="002A73D7"/>
    <w:rsid w:val="002A797B"/>
    <w:rsid w:val="002B015B"/>
    <w:rsid w:val="002B100A"/>
    <w:rsid w:val="002B1C6C"/>
    <w:rsid w:val="002B2B15"/>
    <w:rsid w:val="002B4461"/>
    <w:rsid w:val="002B4AEC"/>
    <w:rsid w:val="002B5852"/>
    <w:rsid w:val="002B5ACF"/>
    <w:rsid w:val="002B6312"/>
    <w:rsid w:val="002B71A8"/>
    <w:rsid w:val="002B7989"/>
    <w:rsid w:val="002B7CB8"/>
    <w:rsid w:val="002C0757"/>
    <w:rsid w:val="002C1217"/>
    <w:rsid w:val="002C1CE2"/>
    <w:rsid w:val="002C20C7"/>
    <w:rsid w:val="002C2B49"/>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D3D"/>
    <w:rsid w:val="002E533A"/>
    <w:rsid w:val="002E5443"/>
    <w:rsid w:val="002E5CA1"/>
    <w:rsid w:val="002E6022"/>
    <w:rsid w:val="002E6A49"/>
    <w:rsid w:val="002E6C0F"/>
    <w:rsid w:val="002E7D8E"/>
    <w:rsid w:val="002F0147"/>
    <w:rsid w:val="002F14C9"/>
    <w:rsid w:val="002F201D"/>
    <w:rsid w:val="002F3626"/>
    <w:rsid w:val="002F3C44"/>
    <w:rsid w:val="002F469C"/>
    <w:rsid w:val="002F49E0"/>
    <w:rsid w:val="002F4FD9"/>
    <w:rsid w:val="002F5793"/>
    <w:rsid w:val="002F5E92"/>
    <w:rsid w:val="002F622F"/>
    <w:rsid w:val="00300CB4"/>
    <w:rsid w:val="00301C82"/>
    <w:rsid w:val="00301EBF"/>
    <w:rsid w:val="0030227A"/>
    <w:rsid w:val="00302808"/>
    <w:rsid w:val="003035AB"/>
    <w:rsid w:val="00303A06"/>
    <w:rsid w:val="00304007"/>
    <w:rsid w:val="003047B3"/>
    <w:rsid w:val="003052CB"/>
    <w:rsid w:val="003058C3"/>
    <w:rsid w:val="00305DFD"/>
    <w:rsid w:val="003073A6"/>
    <w:rsid w:val="00307B97"/>
    <w:rsid w:val="00307C3A"/>
    <w:rsid w:val="0031001C"/>
    <w:rsid w:val="00310D1D"/>
    <w:rsid w:val="00311BA3"/>
    <w:rsid w:val="0031256A"/>
    <w:rsid w:val="003126FD"/>
    <w:rsid w:val="00312925"/>
    <w:rsid w:val="003143A6"/>
    <w:rsid w:val="0031580F"/>
    <w:rsid w:val="00315CA6"/>
    <w:rsid w:val="00317405"/>
    <w:rsid w:val="00317E22"/>
    <w:rsid w:val="00320F30"/>
    <w:rsid w:val="003212F7"/>
    <w:rsid w:val="00322466"/>
    <w:rsid w:val="0032291C"/>
    <w:rsid w:val="00322DDA"/>
    <w:rsid w:val="00323B33"/>
    <w:rsid w:val="00323D1F"/>
    <w:rsid w:val="00323E77"/>
    <w:rsid w:val="003240A8"/>
    <w:rsid w:val="00324480"/>
    <w:rsid w:val="00324B78"/>
    <w:rsid w:val="003257F0"/>
    <w:rsid w:val="00325A62"/>
    <w:rsid w:val="00325E91"/>
    <w:rsid w:val="0032610D"/>
    <w:rsid w:val="00330802"/>
    <w:rsid w:val="00330D70"/>
    <w:rsid w:val="00331225"/>
    <w:rsid w:val="00331B37"/>
    <w:rsid w:val="003339D0"/>
    <w:rsid w:val="00333C61"/>
    <w:rsid w:val="00333C85"/>
    <w:rsid w:val="00333E3F"/>
    <w:rsid w:val="003353BB"/>
    <w:rsid w:val="0033620A"/>
    <w:rsid w:val="00336330"/>
    <w:rsid w:val="00337C76"/>
    <w:rsid w:val="00340055"/>
    <w:rsid w:val="0034011F"/>
    <w:rsid w:val="00340EA3"/>
    <w:rsid w:val="00341052"/>
    <w:rsid w:val="00341770"/>
    <w:rsid w:val="0034239A"/>
    <w:rsid w:val="00342F67"/>
    <w:rsid w:val="00343D42"/>
    <w:rsid w:val="00343F4D"/>
    <w:rsid w:val="00344B2E"/>
    <w:rsid w:val="00346D15"/>
    <w:rsid w:val="00350AC1"/>
    <w:rsid w:val="00350BE7"/>
    <w:rsid w:val="003525C5"/>
    <w:rsid w:val="003529FD"/>
    <w:rsid w:val="0035368E"/>
    <w:rsid w:val="00354493"/>
    <w:rsid w:val="00354E2E"/>
    <w:rsid w:val="00355325"/>
    <w:rsid w:val="00356144"/>
    <w:rsid w:val="003570BD"/>
    <w:rsid w:val="00357344"/>
    <w:rsid w:val="003579A6"/>
    <w:rsid w:val="00360A5F"/>
    <w:rsid w:val="00361642"/>
    <w:rsid w:val="003618AA"/>
    <w:rsid w:val="003618B5"/>
    <w:rsid w:val="00361CA2"/>
    <w:rsid w:val="003625F4"/>
    <w:rsid w:val="00362F97"/>
    <w:rsid w:val="0036385C"/>
    <w:rsid w:val="00363AE3"/>
    <w:rsid w:val="00363C94"/>
    <w:rsid w:val="0036400D"/>
    <w:rsid w:val="00364DD3"/>
    <w:rsid w:val="003655C8"/>
    <w:rsid w:val="00365653"/>
    <w:rsid w:val="00365D67"/>
    <w:rsid w:val="00367024"/>
    <w:rsid w:val="003678C9"/>
    <w:rsid w:val="00367FCD"/>
    <w:rsid w:val="0037174E"/>
    <w:rsid w:val="003718EF"/>
    <w:rsid w:val="00371D84"/>
    <w:rsid w:val="00373085"/>
    <w:rsid w:val="003735F9"/>
    <w:rsid w:val="00373FF7"/>
    <w:rsid w:val="00376413"/>
    <w:rsid w:val="00376B2F"/>
    <w:rsid w:val="003778D9"/>
    <w:rsid w:val="00377D36"/>
    <w:rsid w:val="00377DA2"/>
    <w:rsid w:val="00380489"/>
    <w:rsid w:val="003812E1"/>
    <w:rsid w:val="003812F5"/>
    <w:rsid w:val="00382406"/>
    <w:rsid w:val="0038243A"/>
    <w:rsid w:val="003827CA"/>
    <w:rsid w:val="00383DFE"/>
    <w:rsid w:val="00383ED5"/>
    <w:rsid w:val="00386253"/>
    <w:rsid w:val="003862EF"/>
    <w:rsid w:val="0038683D"/>
    <w:rsid w:val="00386C0D"/>
    <w:rsid w:val="00386EAE"/>
    <w:rsid w:val="00387909"/>
    <w:rsid w:val="003900E1"/>
    <w:rsid w:val="00390748"/>
    <w:rsid w:val="003915E6"/>
    <w:rsid w:val="00391C80"/>
    <w:rsid w:val="00392D0A"/>
    <w:rsid w:val="00393613"/>
    <w:rsid w:val="003940A6"/>
    <w:rsid w:val="003942F3"/>
    <w:rsid w:val="00394751"/>
    <w:rsid w:val="00394B74"/>
    <w:rsid w:val="00394C45"/>
    <w:rsid w:val="00395A6C"/>
    <w:rsid w:val="003963F3"/>
    <w:rsid w:val="0039787F"/>
    <w:rsid w:val="0039795E"/>
    <w:rsid w:val="00397D33"/>
    <w:rsid w:val="003A05FE"/>
    <w:rsid w:val="003A0F06"/>
    <w:rsid w:val="003A13B7"/>
    <w:rsid w:val="003A1475"/>
    <w:rsid w:val="003A2493"/>
    <w:rsid w:val="003A2C59"/>
    <w:rsid w:val="003A3298"/>
    <w:rsid w:val="003A366A"/>
    <w:rsid w:val="003A4587"/>
    <w:rsid w:val="003A5CF7"/>
    <w:rsid w:val="003A64C6"/>
    <w:rsid w:val="003A661E"/>
    <w:rsid w:val="003A6640"/>
    <w:rsid w:val="003A7852"/>
    <w:rsid w:val="003B0913"/>
    <w:rsid w:val="003B0962"/>
    <w:rsid w:val="003B0A63"/>
    <w:rsid w:val="003B1027"/>
    <w:rsid w:val="003B10F8"/>
    <w:rsid w:val="003B20C5"/>
    <w:rsid w:val="003B21AF"/>
    <w:rsid w:val="003B35BA"/>
    <w:rsid w:val="003B3BC4"/>
    <w:rsid w:val="003B4234"/>
    <w:rsid w:val="003B45C6"/>
    <w:rsid w:val="003B5031"/>
    <w:rsid w:val="003B5878"/>
    <w:rsid w:val="003B5A4D"/>
    <w:rsid w:val="003B5D0F"/>
    <w:rsid w:val="003B5F61"/>
    <w:rsid w:val="003B648E"/>
    <w:rsid w:val="003B66CF"/>
    <w:rsid w:val="003B6720"/>
    <w:rsid w:val="003B7124"/>
    <w:rsid w:val="003B7250"/>
    <w:rsid w:val="003B74D9"/>
    <w:rsid w:val="003B775B"/>
    <w:rsid w:val="003B7E45"/>
    <w:rsid w:val="003B7F6E"/>
    <w:rsid w:val="003B7FA9"/>
    <w:rsid w:val="003C0979"/>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8F5"/>
    <w:rsid w:val="003C7C08"/>
    <w:rsid w:val="003D0900"/>
    <w:rsid w:val="003D2459"/>
    <w:rsid w:val="003D282B"/>
    <w:rsid w:val="003D28ED"/>
    <w:rsid w:val="003D2D75"/>
    <w:rsid w:val="003D3107"/>
    <w:rsid w:val="003D3889"/>
    <w:rsid w:val="003D3D19"/>
    <w:rsid w:val="003D4385"/>
    <w:rsid w:val="003D4B98"/>
    <w:rsid w:val="003D4C31"/>
    <w:rsid w:val="003D4D47"/>
    <w:rsid w:val="003D5579"/>
    <w:rsid w:val="003D5C82"/>
    <w:rsid w:val="003D7DBC"/>
    <w:rsid w:val="003E0C0E"/>
    <w:rsid w:val="003E148D"/>
    <w:rsid w:val="003E233A"/>
    <w:rsid w:val="003E3600"/>
    <w:rsid w:val="003E4394"/>
    <w:rsid w:val="003E5406"/>
    <w:rsid w:val="003E5451"/>
    <w:rsid w:val="003E5A7E"/>
    <w:rsid w:val="003E6422"/>
    <w:rsid w:val="003E64E7"/>
    <w:rsid w:val="003E7181"/>
    <w:rsid w:val="003F0342"/>
    <w:rsid w:val="003F15A3"/>
    <w:rsid w:val="003F1AA2"/>
    <w:rsid w:val="003F2F8A"/>
    <w:rsid w:val="003F33DE"/>
    <w:rsid w:val="003F3447"/>
    <w:rsid w:val="003F5456"/>
    <w:rsid w:val="003F5BBE"/>
    <w:rsid w:val="003F65E3"/>
    <w:rsid w:val="003F6F0B"/>
    <w:rsid w:val="004002CE"/>
    <w:rsid w:val="00400643"/>
    <w:rsid w:val="0040075F"/>
    <w:rsid w:val="00400ECB"/>
    <w:rsid w:val="00400F6D"/>
    <w:rsid w:val="00401429"/>
    <w:rsid w:val="00401969"/>
    <w:rsid w:val="00401B2D"/>
    <w:rsid w:val="00402C65"/>
    <w:rsid w:val="00403C8C"/>
    <w:rsid w:val="00403E7C"/>
    <w:rsid w:val="004043DE"/>
    <w:rsid w:val="00404EB7"/>
    <w:rsid w:val="00405FA7"/>
    <w:rsid w:val="00407D56"/>
    <w:rsid w:val="0041064A"/>
    <w:rsid w:val="00411154"/>
    <w:rsid w:val="00411A81"/>
    <w:rsid w:val="00411BB4"/>
    <w:rsid w:val="004125BB"/>
    <w:rsid w:val="00412A81"/>
    <w:rsid w:val="00412B29"/>
    <w:rsid w:val="00413430"/>
    <w:rsid w:val="00414CD5"/>
    <w:rsid w:val="00414CE7"/>
    <w:rsid w:val="00415C1F"/>
    <w:rsid w:val="00415ED0"/>
    <w:rsid w:val="0041635B"/>
    <w:rsid w:val="00416E2B"/>
    <w:rsid w:val="0041734E"/>
    <w:rsid w:val="004173FB"/>
    <w:rsid w:val="004209BA"/>
    <w:rsid w:val="00420C44"/>
    <w:rsid w:val="00420CF7"/>
    <w:rsid w:val="0042104A"/>
    <w:rsid w:val="00421AFE"/>
    <w:rsid w:val="00421FEF"/>
    <w:rsid w:val="00423ACC"/>
    <w:rsid w:val="00423AF7"/>
    <w:rsid w:val="00423CEF"/>
    <w:rsid w:val="004241E7"/>
    <w:rsid w:val="004242C1"/>
    <w:rsid w:val="0042453D"/>
    <w:rsid w:val="00425F33"/>
    <w:rsid w:val="004270DC"/>
    <w:rsid w:val="004272F7"/>
    <w:rsid w:val="00427FAE"/>
    <w:rsid w:val="004301B7"/>
    <w:rsid w:val="00430581"/>
    <w:rsid w:val="0043096E"/>
    <w:rsid w:val="00434A97"/>
    <w:rsid w:val="00437035"/>
    <w:rsid w:val="004372B0"/>
    <w:rsid w:val="00440C62"/>
    <w:rsid w:val="00441252"/>
    <w:rsid w:val="004415F5"/>
    <w:rsid w:val="004418FB"/>
    <w:rsid w:val="00443FB4"/>
    <w:rsid w:val="004440AA"/>
    <w:rsid w:val="00444E19"/>
    <w:rsid w:val="00446635"/>
    <w:rsid w:val="00446BBA"/>
    <w:rsid w:val="004477E0"/>
    <w:rsid w:val="004479B2"/>
    <w:rsid w:val="004479F9"/>
    <w:rsid w:val="004506A0"/>
    <w:rsid w:val="004508CC"/>
    <w:rsid w:val="00450D1C"/>
    <w:rsid w:val="004511BE"/>
    <w:rsid w:val="00451B63"/>
    <w:rsid w:val="00451CF1"/>
    <w:rsid w:val="004525F3"/>
    <w:rsid w:val="00452C12"/>
    <w:rsid w:val="00453381"/>
    <w:rsid w:val="004538D5"/>
    <w:rsid w:val="00453CDA"/>
    <w:rsid w:val="004541B0"/>
    <w:rsid w:val="004543D2"/>
    <w:rsid w:val="00454FC8"/>
    <w:rsid w:val="004551AE"/>
    <w:rsid w:val="004557F7"/>
    <w:rsid w:val="00455A1C"/>
    <w:rsid w:val="00455A59"/>
    <w:rsid w:val="00455E20"/>
    <w:rsid w:val="00456281"/>
    <w:rsid w:val="00456DAC"/>
    <w:rsid w:val="00457381"/>
    <w:rsid w:val="004603C3"/>
    <w:rsid w:val="00460E86"/>
    <w:rsid w:val="00461042"/>
    <w:rsid w:val="0046145E"/>
    <w:rsid w:val="0046146B"/>
    <w:rsid w:val="00463008"/>
    <w:rsid w:val="00463126"/>
    <w:rsid w:val="00463EEF"/>
    <w:rsid w:val="0046408A"/>
    <w:rsid w:val="004655E2"/>
    <w:rsid w:val="0046634E"/>
    <w:rsid w:val="00466C7A"/>
    <w:rsid w:val="00466E01"/>
    <w:rsid w:val="00466F86"/>
    <w:rsid w:val="00467E54"/>
    <w:rsid w:val="00470378"/>
    <w:rsid w:val="0047154F"/>
    <w:rsid w:val="004719E6"/>
    <w:rsid w:val="004722F9"/>
    <w:rsid w:val="00472A23"/>
    <w:rsid w:val="0047311A"/>
    <w:rsid w:val="00473488"/>
    <w:rsid w:val="00474560"/>
    <w:rsid w:val="00475E99"/>
    <w:rsid w:val="0047600F"/>
    <w:rsid w:val="0047664F"/>
    <w:rsid w:val="004769C8"/>
    <w:rsid w:val="00477CD3"/>
    <w:rsid w:val="00477D86"/>
    <w:rsid w:val="00480D8C"/>
    <w:rsid w:val="00481146"/>
    <w:rsid w:val="00481B00"/>
    <w:rsid w:val="00481FD0"/>
    <w:rsid w:val="0048221F"/>
    <w:rsid w:val="004825A5"/>
    <w:rsid w:val="00483AC9"/>
    <w:rsid w:val="00483CB2"/>
    <w:rsid w:val="004842D7"/>
    <w:rsid w:val="00485D97"/>
    <w:rsid w:val="00486DA0"/>
    <w:rsid w:val="00486F11"/>
    <w:rsid w:val="00486F41"/>
    <w:rsid w:val="004878C2"/>
    <w:rsid w:val="004911CF"/>
    <w:rsid w:val="004919C3"/>
    <w:rsid w:val="00491FC9"/>
    <w:rsid w:val="0049224F"/>
    <w:rsid w:val="00492924"/>
    <w:rsid w:val="00494E20"/>
    <w:rsid w:val="004953C3"/>
    <w:rsid w:val="00496BDF"/>
    <w:rsid w:val="00497042"/>
    <w:rsid w:val="004972BB"/>
    <w:rsid w:val="004A0866"/>
    <w:rsid w:val="004A0B14"/>
    <w:rsid w:val="004A1F1B"/>
    <w:rsid w:val="004A4A6B"/>
    <w:rsid w:val="004A5912"/>
    <w:rsid w:val="004A61FB"/>
    <w:rsid w:val="004A7FF3"/>
    <w:rsid w:val="004B0601"/>
    <w:rsid w:val="004B143C"/>
    <w:rsid w:val="004B17F4"/>
    <w:rsid w:val="004B2159"/>
    <w:rsid w:val="004B23E1"/>
    <w:rsid w:val="004B2DAE"/>
    <w:rsid w:val="004B332D"/>
    <w:rsid w:val="004B3AEA"/>
    <w:rsid w:val="004B3F28"/>
    <w:rsid w:val="004B5EF5"/>
    <w:rsid w:val="004B6CA0"/>
    <w:rsid w:val="004B7371"/>
    <w:rsid w:val="004B7CF6"/>
    <w:rsid w:val="004C09AF"/>
    <w:rsid w:val="004C16F5"/>
    <w:rsid w:val="004C3E4D"/>
    <w:rsid w:val="004C3E90"/>
    <w:rsid w:val="004C3EB4"/>
    <w:rsid w:val="004C4336"/>
    <w:rsid w:val="004C55B8"/>
    <w:rsid w:val="004C6F3F"/>
    <w:rsid w:val="004C77B5"/>
    <w:rsid w:val="004C7937"/>
    <w:rsid w:val="004D053D"/>
    <w:rsid w:val="004D126B"/>
    <w:rsid w:val="004D2DB8"/>
    <w:rsid w:val="004D2DC8"/>
    <w:rsid w:val="004D31E3"/>
    <w:rsid w:val="004D386C"/>
    <w:rsid w:val="004D3AED"/>
    <w:rsid w:val="004D471B"/>
    <w:rsid w:val="004D4CE2"/>
    <w:rsid w:val="004D58FB"/>
    <w:rsid w:val="004D5FE4"/>
    <w:rsid w:val="004D725B"/>
    <w:rsid w:val="004D7678"/>
    <w:rsid w:val="004D7939"/>
    <w:rsid w:val="004D7CD7"/>
    <w:rsid w:val="004D7E27"/>
    <w:rsid w:val="004E0233"/>
    <w:rsid w:val="004E089F"/>
    <w:rsid w:val="004E0F4F"/>
    <w:rsid w:val="004E1859"/>
    <w:rsid w:val="004E214B"/>
    <w:rsid w:val="004E2A44"/>
    <w:rsid w:val="004E2C31"/>
    <w:rsid w:val="004E3B54"/>
    <w:rsid w:val="004E4909"/>
    <w:rsid w:val="004E5639"/>
    <w:rsid w:val="004E56D0"/>
    <w:rsid w:val="004E6D1F"/>
    <w:rsid w:val="004E6E95"/>
    <w:rsid w:val="004E7140"/>
    <w:rsid w:val="004E7C0A"/>
    <w:rsid w:val="004F0548"/>
    <w:rsid w:val="004F1865"/>
    <w:rsid w:val="004F1AD0"/>
    <w:rsid w:val="004F1ED9"/>
    <w:rsid w:val="004F31AF"/>
    <w:rsid w:val="004F4367"/>
    <w:rsid w:val="004F5509"/>
    <w:rsid w:val="004F58BA"/>
    <w:rsid w:val="004F6063"/>
    <w:rsid w:val="004F6733"/>
    <w:rsid w:val="004F6866"/>
    <w:rsid w:val="004F727B"/>
    <w:rsid w:val="004F793C"/>
    <w:rsid w:val="004F7D98"/>
    <w:rsid w:val="0050034E"/>
    <w:rsid w:val="0050162E"/>
    <w:rsid w:val="005018C0"/>
    <w:rsid w:val="0050227C"/>
    <w:rsid w:val="005022E5"/>
    <w:rsid w:val="00502B19"/>
    <w:rsid w:val="00502DCA"/>
    <w:rsid w:val="00503727"/>
    <w:rsid w:val="0050437E"/>
    <w:rsid w:val="00504616"/>
    <w:rsid w:val="00504DCD"/>
    <w:rsid w:val="005055CD"/>
    <w:rsid w:val="00505C9E"/>
    <w:rsid w:val="005065F5"/>
    <w:rsid w:val="005104F2"/>
    <w:rsid w:val="00510B4E"/>
    <w:rsid w:val="00510B66"/>
    <w:rsid w:val="005114AE"/>
    <w:rsid w:val="00512355"/>
    <w:rsid w:val="00513489"/>
    <w:rsid w:val="00513F86"/>
    <w:rsid w:val="00514BE5"/>
    <w:rsid w:val="00514C4E"/>
    <w:rsid w:val="00514D9D"/>
    <w:rsid w:val="005155AE"/>
    <w:rsid w:val="00515AD0"/>
    <w:rsid w:val="00517D33"/>
    <w:rsid w:val="00520789"/>
    <w:rsid w:val="00524606"/>
    <w:rsid w:val="005247C2"/>
    <w:rsid w:val="00524F88"/>
    <w:rsid w:val="0052503D"/>
    <w:rsid w:val="005254BC"/>
    <w:rsid w:val="005261D0"/>
    <w:rsid w:val="0052669E"/>
    <w:rsid w:val="00526724"/>
    <w:rsid w:val="005269C1"/>
    <w:rsid w:val="005275A4"/>
    <w:rsid w:val="00527A8C"/>
    <w:rsid w:val="005313EC"/>
    <w:rsid w:val="005315FE"/>
    <w:rsid w:val="00531E8C"/>
    <w:rsid w:val="00533E94"/>
    <w:rsid w:val="00533F26"/>
    <w:rsid w:val="00534CB9"/>
    <w:rsid w:val="005350F6"/>
    <w:rsid w:val="00535843"/>
    <w:rsid w:val="005362A9"/>
    <w:rsid w:val="00536BC5"/>
    <w:rsid w:val="00537B6D"/>
    <w:rsid w:val="005401D9"/>
    <w:rsid w:val="00540471"/>
    <w:rsid w:val="005408D1"/>
    <w:rsid w:val="005413B7"/>
    <w:rsid w:val="00542871"/>
    <w:rsid w:val="00542EEF"/>
    <w:rsid w:val="005432E6"/>
    <w:rsid w:val="00543581"/>
    <w:rsid w:val="005438B4"/>
    <w:rsid w:val="00545D5E"/>
    <w:rsid w:val="00546B56"/>
    <w:rsid w:val="00547640"/>
    <w:rsid w:val="00547819"/>
    <w:rsid w:val="00550787"/>
    <w:rsid w:val="00550974"/>
    <w:rsid w:val="00550B2F"/>
    <w:rsid w:val="00551278"/>
    <w:rsid w:val="0055127F"/>
    <w:rsid w:val="005514BD"/>
    <w:rsid w:val="005515AB"/>
    <w:rsid w:val="00551712"/>
    <w:rsid w:val="00551E02"/>
    <w:rsid w:val="0055263D"/>
    <w:rsid w:val="005529FE"/>
    <w:rsid w:val="00552C63"/>
    <w:rsid w:val="005531C4"/>
    <w:rsid w:val="00553E8E"/>
    <w:rsid w:val="005549DE"/>
    <w:rsid w:val="00555E4C"/>
    <w:rsid w:val="005567A9"/>
    <w:rsid w:val="005568B5"/>
    <w:rsid w:val="00556E57"/>
    <w:rsid w:val="00557FB6"/>
    <w:rsid w:val="0056120D"/>
    <w:rsid w:val="005612F3"/>
    <w:rsid w:val="00561C58"/>
    <w:rsid w:val="00561E7A"/>
    <w:rsid w:val="00562924"/>
    <w:rsid w:val="005629CD"/>
    <w:rsid w:val="00562EED"/>
    <w:rsid w:val="005632BA"/>
    <w:rsid w:val="005634C4"/>
    <w:rsid w:val="00565351"/>
    <w:rsid w:val="00565643"/>
    <w:rsid w:val="00566157"/>
    <w:rsid w:val="00566D30"/>
    <w:rsid w:val="005673A9"/>
    <w:rsid w:val="0057006C"/>
    <w:rsid w:val="00571BF1"/>
    <w:rsid w:val="00573FCA"/>
    <w:rsid w:val="00574672"/>
    <w:rsid w:val="005754D9"/>
    <w:rsid w:val="0057612B"/>
    <w:rsid w:val="005772C4"/>
    <w:rsid w:val="00577577"/>
    <w:rsid w:val="00577D20"/>
    <w:rsid w:val="00580BDF"/>
    <w:rsid w:val="00581651"/>
    <w:rsid w:val="00582E74"/>
    <w:rsid w:val="005830DC"/>
    <w:rsid w:val="00583745"/>
    <w:rsid w:val="005840C9"/>
    <w:rsid w:val="00584801"/>
    <w:rsid w:val="005871CF"/>
    <w:rsid w:val="00590E37"/>
    <w:rsid w:val="005912C1"/>
    <w:rsid w:val="00591522"/>
    <w:rsid w:val="00591CA6"/>
    <w:rsid w:val="00592004"/>
    <w:rsid w:val="005923FF"/>
    <w:rsid w:val="0059274D"/>
    <w:rsid w:val="00593B92"/>
    <w:rsid w:val="00594A78"/>
    <w:rsid w:val="00595555"/>
    <w:rsid w:val="00595A74"/>
    <w:rsid w:val="00595D04"/>
    <w:rsid w:val="00595ECA"/>
    <w:rsid w:val="0059606D"/>
    <w:rsid w:val="00596A6E"/>
    <w:rsid w:val="00597198"/>
    <w:rsid w:val="00597682"/>
    <w:rsid w:val="00597B34"/>
    <w:rsid w:val="00597DE7"/>
    <w:rsid w:val="00597F3A"/>
    <w:rsid w:val="005A18E2"/>
    <w:rsid w:val="005A1C39"/>
    <w:rsid w:val="005A1EED"/>
    <w:rsid w:val="005A22E3"/>
    <w:rsid w:val="005A3769"/>
    <w:rsid w:val="005A43ED"/>
    <w:rsid w:val="005A46EF"/>
    <w:rsid w:val="005A4758"/>
    <w:rsid w:val="005A7E2B"/>
    <w:rsid w:val="005B07EA"/>
    <w:rsid w:val="005B096B"/>
    <w:rsid w:val="005B19A8"/>
    <w:rsid w:val="005B22EA"/>
    <w:rsid w:val="005B2A9B"/>
    <w:rsid w:val="005B2DE4"/>
    <w:rsid w:val="005B3D06"/>
    <w:rsid w:val="005B44D5"/>
    <w:rsid w:val="005B48D0"/>
    <w:rsid w:val="005B4A5C"/>
    <w:rsid w:val="005B5212"/>
    <w:rsid w:val="005B5416"/>
    <w:rsid w:val="005B56BE"/>
    <w:rsid w:val="005B61EA"/>
    <w:rsid w:val="005B68D5"/>
    <w:rsid w:val="005C02D8"/>
    <w:rsid w:val="005C0E2F"/>
    <w:rsid w:val="005C1395"/>
    <w:rsid w:val="005C200F"/>
    <w:rsid w:val="005C20F0"/>
    <w:rsid w:val="005C213A"/>
    <w:rsid w:val="005C21B4"/>
    <w:rsid w:val="005C276C"/>
    <w:rsid w:val="005C29A4"/>
    <w:rsid w:val="005C2AB4"/>
    <w:rsid w:val="005C2E89"/>
    <w:rsid w:val="005C3797"/>
    <w:rsid w:val="005C3E0B"/>
    <w:rsid w:val="005C47E4"/>
    <w:rsid w:val="005C54AC"/>
    <w:rsid w:val="005C62C8"/>
    <w:rsid w:val="005C6EE2"/>
    <w:rsid w:val="005C727A"/>
    <w:rsid w:val="005D1639"/>
    <w:rsid w:val="005D2513"/>
    <w:rsid w:val="005D2BE6"/>
    <w:rsid w:val="005D2C72"/>
    <w:rsid w:val="005D2ED9"/>
    <w:rsid w:val="005D3933"/>
    <w:rsid w:val="005D3D92"/>
    <w:rsid w:val="005D3F5D"/>
    <w:rsid w:val="005D492F"/>
    <w:rsid w:val="005D4DC4"/>
    <w:rsid w:val="005D599A"/>
    <w:rsid w:val="005D5F47"/>
    <w:rsid w:val="005D746A"/>
    <w:rsid w:val="005E0CA5"/>
    <w:rsid w:val="005E0FFB"/>
    <w:rsid w:val="005E17C9"/>
    <w:rsid w:val="005E1EE3"/>
    <w:rsid w:val="005E2913"/>
    <w:rsid w:val="005E5951"/>
    <w:rsid w:val="005E5FF6"/>
    <w:rsid w:val="005E60BD"/>
    <w:rsid w:val="005E62EE"/>
    <w:rsid w:val="005E68B8"/>
    <w:rsid w:val="005E698B"/>
    <w:rsid w:val="005E6E79"/>
    <w:rsid w:val="005E7120"/>
    <w:rsid w:val="005F09F5"/>
    <w:rsid w:val="005F0D9B"/>
    <w:rsid w:val="005F1235"/>
    <w:rsid w:val="005F1EA5"/>
    <w:rsid w:val="005F2D9D"/>
    <w:rsid w:val="005F3323"/>
    <w:rsid w:val="005F376A"/>
    <w:rsid w:val="005F3A33"/>
    <w:rsid w:val="005F4498"/>
    <w:rsid w:val="005F4BD0"/>
    <w:rsid w:val="005F4D8D"/>
    <w:rsid w:val="005F74A8"/>
    <w:rsid w:val="005F7AA3"/>
    <w:rsid w:val="005F7BE5"/>
    <w:rsid w:val="00600272"/>
    <w:rsid w:val="00600652"/>
    <w:rsid w:val="006009BA"/>
    <w:rsid w:val="00602E57"/>
    <w:rsid w:val="00603B10"/>
    <w:rsid w:val="00603D9E"/>
    <w:rsid w:val="00604468"/>
    <w:rsid w:val="00605141"/>
    <w:rsid w:val="006059B9"/>
    <w:rsid w:val="00605E43"/>
    <w:rsid w:val="00606EB3"/>
    <w:rsid w:val="006079B4"/>
    <w:rsid w:val="006079C9"/>
    <w:rsid w:val="00610BCD"/>
    <w:rsid w:val="00611551"/>
    <w:rsid w:val="00611552"/>
    <w:rsid w:val="0061182A"/>
    <w:rsid w:val="00611EA2"/>
    <w:rsid w:val="0061289D"/>
    <w:rsid w:val="00612A8E"/>
    <w:rsid w:val="0061371A"/>
    <w:rsid w:val="00613D5A"/>
    <w:rsid w:val="00613F3C"/>
    <w:rsid w:val="00614301"/>
    <w:rsid w:val="006145F7"/>
    <w:rsid w:val="00616144"/>
    <w:rsid w:val="00616D29"/>
    <w:rsid w:val="0061708C"/>
    <w:rsid w:val="0061759F"/>
    <w:rsid w:val="00617A0A"/>
    <w:rsid w:val="006201D4"/>
    <w:rsid w:val="006209D0"/>
    <w:rsid w:val="00620B12"/>
    <w:rsid w:val="00620CC4"/>
    <w:rsid w:val="006210F4"/>
    <w:rsid w:val="006218CA"/>
    <w:rsid w:val="0062314E"/>
    <w:rsid w:val="0062392E"/>
    <w:rsid w:val="00624A70"/>
    <w:rsid w:val="00625C71"/>
    <w:rsid w:val="00626C9E"/>
    <w:rsid w:val="00627A7B"/>
    <w:rsid w:val="00627EFC"/>
    <w:rsid w:val="00631091"/>
    <w:rsid w:val="006318CC"/>
    <w:rsid w:val="00631B1D"/>
    <w:rsid w:val="00632162"/>
    <w:rsid w:val="006325E5"/>
    <w:rsid w:val="00632AD1"/>
    <w:rsid w:val="00633F37"/>
    <w:rsid w:val="006341EB"/>
    <w:rsid w:val="0063468D"/>
    <w:rsid w:val="00634C2B"/>
    <w:rsid w:val="006356C4"/>
    <w:rsid w:val="006357C1"/>
    <w:rsid w:val="0063653B"/>
    <w:rsid w:val="0063718B"/>
    <w:rsid w:val="0064073C"/>
    <w:rsid w:val="0064176A"/>
    <w:rsid w:val="00641A2D"/>
    <w:rsid w:val="00641CF3"/>
    <w:rsid w:val="0064206A"/>
    <w:rsid w:val="0064222E"/>
    <w:rsid w:val="00642B4E"/>
    <w:rsid w:val="006439CB"/>
    <w:rsid w:val="00643F5E"/>
    <w:rsid w:val="006449C6"/>
    <w:rsid w:val="00644C96"/>
    <w:rsid w:val="006450ED"/>
    <w:rsid w:val="006453A2"/>
    <w:rsid w:val="00646895"/>
    <w:rsid w:val="00646D08"/>
    <w:rsid w:val="0064773C"/>
    <w:rsid w:val="006477D9"/>
    <w:rsid w:val="00650449"/>
    <w:rsid w:val="00651640"/>
    <w:rsid w:val="00651685"/>
    <w:rsid w:val="00651AC0"/>
    <w:rsid w:val="00651ADF"/>
    <w:rsid w:val="00652C3B"/>
    <w:rsid w:val="006539CF"/>
    <w:rsid w:val="00654E3C"/>
    <w:rsid w:val="006552CC"/>
    <w:rsid w:val="006573B3"/>
    <w:rsid w:val="006574EA"/>
    <w:rsid w:val="00657C93"/>
    <w:rsid w:val="00657C9A"/>
    <w:rsid w:val="006600CE"/>
    <w:rsid w:val="00660E0E"/>
    <w:rsid w:val="00660EE1"/>
    <w:rsid w:val="0066107C"/>
    <w:rsid w:val="00663284"/>
    <w:rsid w:val="00663D30"/>
    <w:rsid w:val="00663F6D"/>
    <w:rsid w:val="006653FA"/>
    <w:rsid w:val="00665B79"/>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04C2"/>
    <w:rsid w:val="00681650"/>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9B8"/>
    <w:rsid w:val="00693A0E"/>
    <w:rsid w:val="00695C7E"/>
    <w:rsid w:val="00696F9F"/>
    <w:rsid w:val="006973A1"/>
    <w:rsid w:val="00697D87"/>
    <w:rsid w:val="00697EB4"/>
    <w:rsid w:val="006A06B9"/>
    <w:rsid w:val="006A14F0"/>
    <w:rsid w:val="006A4628"/>
    <w:rsid w:val="006A4CB9"/>
    <w:rsid w:val="006A53BE"/>
    <w:rsid w:val="006A651B"/>
    <w:rsid w:val="006A6655"/>
    <w:rsid w:val="006A6FC8"/>
    <w:rsid w:val="006A7D4D"/>
    <w:rsid w:val="006B0242"/>
    <w:rsid w:val="006B0F1B"/>
    <w:rsid w:val="006B1593"/>
    <w:rsid w:val="006B2429"/>
    <w:rsid w:val="006B2676"/>
    <w:rsid w:val="006B35EA"/>
    <w:rsid w:val="006B43D5"/>
    <w:rsid w:val="006B5437"/>
    <w:rsid w:val="006B5C71"/>
    <w:rsid w:val="006B5EE6"/>
    <w:rsid w:val="006B7F0E"/>
    <w:rsid w:val="006C013C"/>
    <w:rsid w:val="006C0A15"/>
    <w:rsid w:val="006C379E"/>
    <w:rsid w:val="006C3A27"/>
    <w:rsid w:val="006C3B90"/>
    <w:rsid w:val="006C4B43"/>
    <w:rsid w:val="006C55B9"/>
    <w:rsid w:val="006C5611"/>
    <w:rsid w:val="006C56F6"/>
    <w:rsid w:val="006C6394"/>
    <w:rsid w:val="006C7522"/>
    <w:rsid w:val="006D0BBF"/>
    <w:rsid w:val="006D0CCF"/>
    <w:rsid w:val="006D2008"/>
    <w:rsid w:val="006D2209"/>
    <w:rsid w:val="006D24F9"/>
    <w:rsid w:val="006D28E2"/>
    <w:rsid w:val="006D348F"/>
    <w:rsid w:val="006D36EC"/>
    <w:rsid w:val="006D385F"/>
    <w:rsid w:val="006D5BBB"/>
    <w:rsid w:val="006D6338"/>
    <w:rsid w:val="006D6DC1"/>
    <w:rsid w:val="006D6F9A"/>
    <w:rsid w:val="006E0EFE"/>
    <w:rsid w:val="006E16A6"/>
    <w:rsid w:val="006E17DD"/>
    <w:rsid w:val="006E17F7"/>
    <w:rsid w:val="006E189D"/>
    <w:rsid w:val="006E2A0B"/>
    <w:rsid w:val="006E2A6C"/>
    <w:rsid w:val="006E2C8E"/>
    <w:rsid w:val="006E446F"/>
    <w:rsid w:val="006E4BED"/>
    <w:rsid w:val="006E550C"/>
    <w:rsid w:val="006E61A3"/>
    <w:rsid w:val="006E622E"/>
    <w:rsid w:val="006E6291"/>
    <w:rsid w:val="006E644D"/>
    <w:rsid w:val="006E7144"/>
    <w:rsid w:val="006E71B7"/>
    <w:rsid w:val="006F032A"/>
    <w:rsid w:val="006F03B3"/>
    <w:rsid w:val="006F23D4"/>
    <w:rsid w:val="006F2B33"/>
    <w:rsid w:val="006F2E81"/>
    <w:rsid w:val="006F4F6E"/>
    <w:rsid w:val="006F4FFA"/>
    <w:rsid w:val="006F59D9"/>
    <w:rsid w:val="006F6A04"/>
    <w:rsid w:val="006F7CC3"/>
    <w:rsid w:val="006F7CE8"/>
    <w:rsid w:val="006F7F60"/>
    <w:rsid w:val="007000C9"/>
    <w:rsid w:val="00701353"/>
    <w:rsid w:val="00701664"/>
    <w:rsid w:val="00701E44"/>
    <w:rsid w:val="00701F09"/>
    <w:rsid w:val="007031AC"/>
    <w:rsid w:val="0070335B"/>
    <w:rsid w:val="00704064"/>
    <w:rsid w:val="007043A7"/>
    <w:rsid w:val="0070524C"/>
    <w:rsid w:val="0070599E"/>
    <w:rsid w:val="00706601"/>
    <w:rsid w:val="007071F7"/>
    <w:rsid w:val="00707584"/>
    <w:rsid w:val="00707922"/>
    <w:rsid w:val="00707CA9"/>
    <w:rsid w:val="0071043A"/>
    <w:rsid w:val="00710619"/>
    <w:rsid w:val="00711E40"/>
    <w:rsid w:val="00711E86"/>
    <w:rsid w:val="00712B81"/>
    <w:rsid w:val="0071364C"/>
    <w:rsid w:val="007150B3"/>
    <w:rsid w:val="00715541"/>
    <w:rsid w:val="007170BE"/>
    <w:rsid w:val="00717AB1"/>
    <w:rsid w:val="00717C64"/>
    <w:rsid w:val="0072009F"/>
    <w:rsid w:val="007205FA"/>
    <w:rsid w:val="00721444"/>
    <w:rsid w:val="00721455"/>
    <w:rsid w:val="00721FA0"/>
    <w:rsid w:val="00722017"/>
    <w:rsid w:val="00722DD4"/>
    <w:rsid w:val="007231C4"/>
    <w:rsid w:val="007236DB"/>
    <w:rsid w:val="00723983"/>
    <w:rsid w:val="00723D07"/>
    <w:rsid w:val="007242B3"/>
    <w:rsid w:val="00724B43"/>
    <w:rsid w:val="00725377"/>
    <w:rsid w:val="007257F1"/>
    <w:rsid w:val="00725D38"/>
    <w:rsid w:val="00727E5F"/>
    <w:rsid w:val="0073042E"/>
    <w:rsid w:val="00730897"/>
    <w:rsid w:val="00730E45"/>
    <w:rsid w:val="00730FA8"/>
    <w:rsid w:val="0073144C"/>
    <w:rsid w:val="00731714"/>
    <w:rsid w:val="0073180E"/>
    <w:rsid w:val="00731AD7"/>
    <w:rsid w:val="007322F5"/>
    <w:rsid w:val="00732F2D"/>
    <w:rsid w:val="007358C3"/>
    <w:rsid w:val="00735E07"/>
    <w:rsid w:val="007370ED"/>
    <w:rsid w:val="007379FF"/>
    <w:rsid w:val="00737B6F"/>
    <w:rsid w:val="00737B9B"/>
    <w:rsid w:val="00740550"/>
    <w:rsid w:val="00740710"/>
    <w:rsid w:val="00740DFB"/>
    <w:rsid w:val="00740E80"/>
    <w:rsid w:val="00740FBD"/>
    <w:rsid w:val="0074102C"/>
    <w:rsid w:val="00741A66"/>
    <w:rsid w:val="00741FD8"/>
    <w:rsid w:val="00743593"/>
    <w:rsid w:val="00744062"/>
    <w:rsid w:val="00744726"/>
    <w:rsid w:val="0074517B"/>
    <w:rsid w:val="0074521A"/>
    <w:rsid w:val="0074557B"/>
    <w:rsid w:val="00746BC3"/>
    <w:rsid w:val="00746F77"/>
    <w:rsid w:val="00746FBC"/>
    <w:rsid w:val="007502BC"/>
    <w:rsid w:val="00751519"/>
    <w:rsid w:val="00752FE3"/>
    <w:rsid w:val="0075408B"/>
    <w:rsid w:val="00755BC1"/>
    <w:rsid w:val="007562C1"/>
    <w:rsid w:val="00756BDB"/>
    <w:rsid w:val="007571E2"/>
    <w:rsid w:val="00757440"/>
    <w:rsid w:val="00757A95"/>
    <w:rsid w:val="00760354"/>
    <w:rsid w:val="00760696"/>
    <w:rsid w:val="00761506"/>
    <w:rsid w:val="007616C1"/>
    <w:rsid w:val="00761BC7"/>
    <w:rsid w:val="00761FD5"/>
    <w:rsid w:val="00762247"/>
    <w:rsid w:val="00762E5F"/>
    <w:rsid w:val="0076304E"/>
    <w:rsid w:val="0076321E"/>
    <w:rsid w:val="007637C0"/>
    <w:rsid w:val="00763FD9"/>
    <w:rsid w:val="00765BEF"/>
    <w:rsid w:val="00767AF0"/>
    <w:rsid w:val="007702CE"/>
    <w:rsid w:val="00770A71"/>
    <w:rsid w:val="0077158D"/>
    <w:rsid w:val="00771BC6"/>
    <w:rsid w:val="00771FC2"/>
    <w:rsid w:val="007735AB"/>
    <w:rsid w:val="00773E4E"/>
    <w:rsid w:val="00773EE2"/>
    <w:rsid w:val="007742AD"/>
    <w:rsid w:val="0077575C"/>
    <w:rsid w:val="007757BD"/>
    <w:rsid w:val="00775FFA"/>
    <w:rsid w:val="00777AC5"/>
    <w:rsid w:val="00777C62"/>
    <w:rsid w:val="00780143"/>
    <w:rsid w:val="007806BF"/>
    <w:rsid w:val="00780FE9"/>
    <w:rsid w:val="00781242"/>
    <w:rsid w:val="00782024"/>
    <w:rsid w:val="007820FC"/>
    <w:rsid w:val="00782152"/>
    <w:rsid w:val="0078259F"/>
    <w:rsid w:val="00782872"/>
    <w:rsid w:val="00784287"/>
    <w:rsid w:val="007863D5"/>
    <w:rsid w:val="00790845"/>
    <w:rsid w:val="00791377"/>
    <w:rsid w:val="00791AAA"/>
    <w:rsid w:val="00791D23"/>
    <w:rsid w:val="00792B45"/>
    <w:rsid w:val="00793F03"/>
    <w:rsid w:val="00794413"/>
    <w:rsid w:val="00794F55"/>
    <w:rsid w:val="00795BFB"/>
    <w:rsid w:val="0079622B"/>
    <w:rsid w:val="0079644C"/>
    <w:rsid w:val="007965F8"/>
    <w:rsid w:val="00796830"/>
    <w:rsid w:val="00796AAA"/>
    <w:rsid w:val="007972D7"/>
    <w:rsid w:val="00797836"/>
    <w:rsid w:val="007A065C"/>
    <w:rsid w:val="007A0696"/>
    <w:rsid w:val="007A0729"/>
    <w:rsid w:val="007A09F3"/>
    <w:rsid w:val="007A1C41"/>
    <w:rsid w:val="007A1D87"/>
    <w:rsid w:val="007A35DC"/>
    <w:rsid w:val="007A35E5"/>
    <w:rsid w:val="007A3B8C"/>
    <w:rsid w:val="007A4760"/>
    <w:rsid w:val="007A4787"/>
    <w:rsid w:val="007A59CE"/>
    <w:rsid w:val="007A6185"/>
    <w:rsid w:val="007A6311"/>
    <w:rsid w:val="007A6782"/>
    <w:rsid w:val="007A7BBB"/>
    <w:rsid w:val="007A7CD3"/>
    <w:rsid w:val="007B0063"/>
    <w:rsid w:val="007B10B3"/>
    <w:rsid w:val="007B1D12"/>
    <w:rsid w:val="007B2D2A"/>
    <w:rsid w:val="007B2EEF"/>
    <w:rsid w:val="007B2F17"/>
    <w:rsid w:val="007B419C"/>
    <w:rsid w:val="007B46B3"/>
    <w:rsid w:val="007B4F44"/>
    <w:rsid w:val="007B5CD8"/>
    <w:rsid w:val="007B5F1F"/>
    <w:rsid w:val="007B6450"/>
    <w:rsid w:val="007B6963"/>
    <w:rsid w:val="007B6D51"/>
    <w:rsid w:val="007B7C6C"/>
    <w:rsid w:val="007C0190"/>
    <w:rsid w:val="007C088F"/>
    <w:rsid w:val="007C3DC9"/>
    <w:rsid w:val="007C40AD"/>
    <w:rsid w:val="007C4EC8"/>
    <w:rsid w:val="007C626A"/>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2EBF"/>
    <w:rsid w:val="007E32A5"/>
    <w:rsid w:val="007E3B8F"/>
    <w:rsid w:val="007E4103"/>
    <w:rsid w:val="007E50B8"/>
    <w:rsid w:val="007E55BB"/>
    <w:rsid w:val="007E662C"/>
    <w:rsid w:val="007E6DD9"/>
    <w:rsid w:val="007E79D2"/>
    <w:rsid w:val="007F010A"/>
    <w:rsid w:val="007F0FAD"/>
    <w:rsid w:val="007F174F"/>
    <w:rsid w:val="007F4190"/>
    <w:rsid w:val="007F4C8F"/>
    <w:rsid w:val="007F4E53"/>
    <w:rsid w:val="007F6114"/>
    <w:rsid w:val="007F62C3"/>
    <w:rsid w:val="007F6827"/>
    <w:rsid w:val="007F7688"/>
    <w:rsid w:val="00800626"/>
    <w:rsid w:val="008013F3"/>
    <w:rsid w:val="008037F0"/>
    <w:rsid w:val="00806335"/>
    <w:rsid w:val="008064E7"/>
    <w:rsid w:val="00806727"/>
    <w:rsid w:val="00807D2C"/>
    <w:rsid w:val="008105E2"/>
    <w:rsid w:val="00811F60"/>
    <w:rsid w:val="008128CA"/>
    <w:rsid w:val="00812B83"/>
    <w:rsid w:val="00812C5D"/>
    <w:rsid w:val="00813440"/>
    <w:rsid w:val="00814121"/>
    <w:rsid w:val="00814269"/>
    <w:rsid w:val="008150F9"/>
    <w:rsid w:val="0082026F"/>
    <w:rsid w:val="00821043"/>
    <w:rsid w:val="00821493"/>
    <w:rsid w:val="00821E2C"/>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2943"/>
    <w:rsid w:val="00833301"/>
    <w:rsid w:val="0083359F"/>
    <w:rsid w:val="008340ED"/>
    <w:rsid w:val="0083476F"/>
    <w:rsid w:val="00835C8A"/>
    <w:rsid w:val="00836035"/>
    <w:rsid w:val="0083673E"/>
    <w:rsid w:val="00836DF3"/>
    <w:rsid w:val="00837259"/>
    <w:rsid w:val="008379C1"/>
    <w:rsid w:val="00841E96"/>
    <w:rsid w:val="0084238B"/>
    <w:rsid w:val="0084318E"/>
    <w:rsid w:val="008436B7"/>
    <w:rsid w:val="008441E0"/>
    <w:rsid w:val="0084496F"/>
    <w:rsid w:val="0084553B"/>
    <w:rsid w:val="008463F0"/>
    <w:rsid w:val="00846573"/>
    <w:rsid w:val="00846D42"/>
    <w:rsid w:val="00847B30"/>
    <w:rsid w:val="00850983"/>
    <w:rsid w:val="00850E28"/>
    <w:rsid w:val="00851313"/>
    <w:rsid w:val="00852577"/>
    <w:rsid w:val="0085373A"/>
    <w:rsid w:val="00853A4C"/>
    <w:rsid w:val="008548C1"/>
    <w:rsid w:val="00854B43"/>
    <w:rsid w:val="00854F6C"/>
    <w:rsid w:val="00855EF0"/>
    <w:rsid w:val="00856941"/>
    <w:rsid w:val="00856BA2"/>
    <w:rsid w:val="008577A4"/>
    <w:rsid w:val="008577F9"/>
    <w:rsid w:val="00857A6F"/>
    <w:rsid w:val="00857A7C"/>
    <w:rsid w:val="00861056"/>
    <w:rsid w:val="00862814"/>
    <w:rsid w:val="0086309F"/>
    <w:rsid w:val="008635D8"/>
    <w:rsid w:val="00864864"/>
    <w:rsid w:val="00865162"/>
    <w:rsid w:val="0086539E"/>
    <w:rsid w:val="00866911"/>
    <w:rsid w:val="00867A32"/>
    <w:rsid w:val="00867B51"/>
    <w:rsid w:val="00867D77"/>
    <w:rsid w:val="008700C1"/>
    <w:rsid w:val="008703F4"/>
    <w:rsid w:val="008704C5"/>
    <w:rsid w:val="00870657"/>
    <w:rsid w:val="008709D0"/>
    <w:rsid w:val="00870A16"/>
    <w:rsid w:val="00870D4D"/>
    <w:rsid w:val="00871F36"/>
    <w:rsid w:val="00872689"/>
    <w:rsid w:val="00872692"/>
    <w:rsid w:val="00873531"/>
    <w:rsid w:val="00873D57"/>
    <w:rsid w:val="00874112"/>
    <w:rsid w:val="00874D10"/>
    <w:rsid w:val="00875A0C"/>
    <w:rsid w:val="008777DC"/>
    <w:rsid w:val="00877C1C"/>
    <w:rsid w:val="0088033F"/>
    <w:rsid w:val="00880BCE"/>
    <w:rsid w:val="008810AF"/>
    <w:rsid w:val="00881380"/>
    <w:rsid w:val="00881A5A"/>
    <w:rsid w:val="0088204B"/>
    <w:rsid w:val="00882822"/>
    <w:rsid w:val="008830EF"/>
    <w:rsid w:val="0088315B"/>
    <w:rsid w:val="008834D0"/>
    <w:rsid w:val="00883878"/>
    <w:rsid w:val="008844EA"/>
    <w:rsid w:val="00884816"/>
    <w:rsid w:val="008848A8"/>
    <w:rsid w:val="00884E02"/>
    <w:rsid w:val="0088503C"/>
    <w:rsid w:val="00886436"/>
    <w:rsid w:val="00886904"/>
    <w:rsid w:val="008916CD"/>
    <w:rsid w:val="0089207E"/>
    <w:rsid w:val="00892DD6"/>
    <w:rsid w:val="008933CF"/>
    <w:rsid w:val="008936CB"/>
    <w:rsid w:val="00893F7C"/>
    <w:rsid w:val="00894368"/>
    <w:rsid w:val="00894402"/>
    <w:rsid w:val="00894A7B"/>
    <w:rsid w:val="00895362"/>
    <w:rsid w:val="0089692C"/>
    <w:rsid w:val="00897C35"/>
    <w:rsid w:val="008A218F"/>
    <w:rsid w:val="008A21F9"/>
    <w:rsid w:val="008A225D"/>
    <w:rsid w:val="008A2DAF"/>
    <w:rsid w:val="008A32B2"/>
    <w:rsid w:val="008A4383"/>
    <w:rsid w:val="008A4630"/>
    <w:rsid w:val="008A5888"/>
    <w:rsid w:val="008A630E"/>
    <w:rsid w:val="008A6E77"/>
    <w:rsid w:val="008A71CA"/>
    <w:rsid w:val="008B07F4"/>
    <w:rsid w:val="008B28D3"/>
    <w:rsid w:val="008B45C3"/>
    <w:rsid w:val="008B462D"/>
    <w:rsid w:val="008B499C"/>
    <w:rsid w:val="008B4D75"/>
    <w:rsid w:val="008B50F2"/>
    <w:rsid w:val="008B56B1"/>
    <w:rsid w:val="008B57A5"/>
    <w:rsid w:val="008B5AE2"/>
    <w:rsid w:val="008B5B7E"/>
    <w:rsid w:val="008B6A0D"/>
    <w:rsid w:val="008B72A0"/>
    <w:rsid w:val="008B7641"/>
    <w:rsid w:val="008C04E2"/>
    <w:rsid w:val="008C0DB1"/>
    <w:rsid w:val="008C1496"/>
    <w:rsid w:val="008C19DF"/>
    <w:rsid w:val="008C3327"/>
    <w:rsid w:val="008C3DB4"/>
    <w:rsid w:val="008C3DDD"/>
    <w:rsid w:val="008C596C"/>
    <w:rsid w:val="008D012E"/>
    <w:rsid w:val="008D0330"/>
    <w:rsid w:val="008D2B7D"/>
    <w:rsid w:val="008D4806"/>
    <w:rsid w:val="008D4857"/>
    <w:rsid w:val="008D513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6D8"/>
    <w:rsid w:val="008E4D2E"/>
    <w:rsid w:val="008E625A"/>
    <w:rsid w:val="008E698F"/>
    <w:rsid w:val="008E6A0C"/>
    <w:rsid w:val="008F258C"/>
    <w:rsid w:val="008F25A5"/>
    <w:rsid w:val="008F30AD"/>
    <w:rsid w:val="008F3BB8"/>
    <w:rsid w:val="008F4120"/>
    <w:rsid w:val="008F4513"/>
    <w:rsid w:val="008F5B45"/>
    <w:rsid w:val="008F62D6"/>
    <w:rsid w:val="009006DA"/>
    <w:rsid w:val="009014D7"/>
    <w:rsid w:val="009025F6"/>
    <w:rsid w:val="009029B1"/>
    <w:rsid w:val="009046DF"/>
    <w:rsid w:val="00904D8F"/>
    <w:rsid w:val="00904FB1"/>
    <w:rsid w:val="0090522C"/>
    <w:rsid w:val="0090651A"/>
    <w:rsid w:val="009066B8"/>
    <w:rsid w:val="00906A3B"/>
    <w:rsid w:val="00907E74"/>
    <w:rsid w:val="00912230"/>
    <w:rsid w:val="00912308"/>
    <w:rsid w:val="00913B7F"/>
    <w:rsid w:val="009140A8"/>
    <w:rsid w:val="009148F6"/>
    <w:rsid w:val="00914D27"/>
    <w:rsid w:val="00915AE6"/>
    <w:rsid w:val="00916434"/>
    <w:rsid w:val="0091682D"/>
    <w:rsid w:val="00916FDA"/>
    <w:rsid w:val="00917C1C"/>
    <w:rsid w:val="00921260"/>
    <w:rsid w:val="00922370"/>
    <w:rsid w:val="00922557"/>
    <w:rsid w:val="009225A0"/>
    <w:rsid w:val="0092276E"/>
    <w:rsid w:val="0092388A"/>
    <w:rsid w:val="00925535"/>
    <w:rsid w:val="00925EA3"/>
    <w:rsid w:val="00926231"/>
    <w:rsid w:val="009266C8"/>
    <w:rsid w:val="009269B0"/>
    <w:rsid w:val="00927035"/>
    <w:rsid w:val="009270AF"/>
    <w:rsid w:val="00927D62"/>
    <w:rsid w:val="00930C31"/>
    <w:rsid w:val="009310C0"/>
    <w:rsid w:val="009313FF"/>
    <w:rsid w:val="00932192"/>
    <w:rsid w:val="00932B5F"/>
    <w:rsid w:val="0093470D"/>
    <w:rsid w:val="00934988"/>
    <w:rsid w:val="0093595B"/>
    <w:rsid w:val="009363B1"/>
    <w:rsid w:val="0093678D"/>
    <w:rsid w:val="009379C0"/>
    <w:rsid w:val="00940022"/>
    <w:rsid w:val="00940217"/>
    <w:rsid w:val="00940476"/>
    <w:rsid w:val="00941D5C"/>
    <w:rsid w:val="00941E53"/>
    <w:rsid w:val="00942855"/>
    <w:rsid w:val="00942A01"/>
    <w:rsid w:val="00943412"/>
    <w:rsid w:val="00943B2E"/>
    <w:rsid w:val="009440A6"/>
    <w:rsid w:val="009447C1"/>
    <w:rsid w:val="00944B5B"/>
    <w:rsid w:val="009452D2"/>
    <w:rsid w:val="00945D11"/>
    <w:rsid w:val="00946491"/>
    <w:rsid w:val="0094657B"/>
    <w:rsid w:val="00946AC8"/>
    <w:rsid w:val="00946B36"/>
    <w:rsid w:val="009477C3"/>
    <w:rsid w:val="009503E2"/>
    <w:rsid w:val="009508EF"/>
    <w:rsid w:val="0095098D"/>
    <w:rsid w:val="00951A71"/>
    <w:rsid w:val="00952F5F"/>
    <w:rsid w:val="009535B1"/>
    <w:rsid w:val="00954DB3"/>
    <w:rsid w:val="00955164"/>
    <w:rsid w:val="00955330"/>
    <w:rsid w:val="009559F3"/>
    <w:rsid w:val="00957162"/>
    <w:rsid w:val="00957572"/>
    <w:rsid w:val="00957ACD"/>
    <w:rsid w:val="009602AF"/>
    <w:rsid w:val="0096073F"/>
    <w:rsid w:val="00960B4E"/>
    <w:rsid w:val="00960BF8"/>
    <w:rsid w:val="00960C57"/>
    <w:rsid w:val="00960F67"/>
    <w:rsid w:val="0096143A"/>
    <w:rsid w:val="0096147B"/>
    <w:rsid w:val="009614F6"/>
    <w:rsid w:val="00961CD2"/>
    <w:rsid w:val="0096245A"/>
    <w:rsid w:val="00962715"/>
    <w:rsid w:val="00962B76"/>
    <w:rsid w:val="0096375C"/>
    <w:rsid w:val="009637B7"/>
    <w:rsid w:val="00963F64"/>
    <w:rsid w:val="009652F2"/>
    <w:rsid w:val="00965399"/>
    <w:rsid w:val="00965E4B"/>
    <w:rsid w:val="009660BA"/>
    <w:rsid w:val="0096613E"/>
    <w:rsid w:val="00966609"/>
    <w:rsid w:val="0096678D"/>
    <w:rsid w:val="00967237"/>
    <w:rsid w:val="0097061F"/>
    <w:rsid w:val="00970D3C"/>
    <w:rsid w:val="00970F26"/>
    <w:rsid w:val="00972C70"/>
    <w:rsid w:val="009730E7"/>
    <w:rsid w:val="00974224"/>
    <w:rsid w:val="0097438A"/>
    <w:rsid w:val="00974598"/>
    <w:rsid w:val="00974D38"/>
    <w:rsid w:val="00974FF1"/>
    <w:rsid w:val="00975232"/>
    <w:rsid w:val="009758F8"/>
    <w:rsid w:val="009759EA"/>
    <w:rsid w:val="00976D9E"/>
    <w:rsid w:val="00976DF1"/>
    <w:rsid w:val="00977967"/>
    <w:rsid w:val="00977B9B"/>
    <w:rsid w:val="009803A3"/>
    <w:rsid w:val="0098108E"/>
    <w:rsid w:val="0098117D"/>
    <w:rsid w:val="0098334B"/>
    <w:rsid w:val="00983E57"/>
    <w:rsid w:val="00984310"/>
    <w:rsid w:val="00985441"/>
    <w:rsid w:val="0098592C"/>
    <w:rsid w:val="009869AA"/>
    <w:rsid w:val="00986DE8"/>
    <w:rsid w:val="00986EBA"/>
    <w:rsid w:val="009871F6"/>
    <w:rsid w:val="009901C8"/>
    <w:rsid w:val="00990268"/>
    <w:rsid w:val="00990C4B"/>
    <w:rsid w:val="00992E31"/>
    <w:rsid w:val="0099436D"/>
    <w:rsid w:val="00994494"/>
    <w:rsid w:val="00994502"/>
    <w:rsid w:val="00994B2B"/>
    <w:rsid w:val="009957F5"/>
    <w:rsid w:val="00996000"/>
    <w:rsid w:val="00996218"/>
    <w:rsid w:val="009965AA"/>
    <w:rsid w:val="00996DDD"/>
    <w:rsid w:val="00996EA3"/>
    <w:rsid w:val="0099731E"/>
    <w:rsid w:val="009A1DBA"/>
    <w:rsid w:val="009A26BE"/>
    <w:rsid w:val="009A2ED0"/>
    <w:rsid w:val="009A307D"/>
    <w:rsid w:val="009A375B"/>
    <w:rsid w:val="009A3E88"/>
    <w:rsid w:val="009A418D"/>
    <w:rsid w:val="009A4AD7"/>
    <w:rsid w:val="009A53CC"/>
    <w:rsid w:val="009A5DF6"/>
    <w:rsid w:val="009A7001"/>
    <w:rsid w:val="009A7DA5"/>
    <w:rsid w:val="009B01D4"/>
    <w:rsid w:val="009B0C22"/>
    <w:rsid w:val="009B0D4E"/>
    <w:rsid w:val="009B18C0"/>
    <w:rsid w:val="009B21B2"/>
    <w:rsid w:val="009B255F"/>
    <w:rsid w:val="009B2B56"/>
    <w:rsid w:val="009B4B1E"/>
    <w:rsid w:val="009B4D84"/>
    <w:rsid w:val="009B4E29"/>
    <w:rsid w:val="009B50D5"/>
    <w:rsid w:val="009B5188"/>
    <w:rsid w:val="009B6AFD"/>
    <w:rsid w:val="009B7253"/>
    <w:rsid w:val="009B7F2D"/>
    <w:rsid w:val="009C14F4"/>
    <w:rsid w:val="009C26EC"/>
    <w:rsid w:val="009C3558"/>
    <w:rsid w:val="009C3D8C"/>
    <w:rsid w:val="009C47A4"/>
    <w:rsid w:val="009C564A"/>
    <w:rsid w:val="009C6D46"/>
    <w:rsid w:val="009C763B"/>
    <w:rsid w:val="009C76FC"/>
    <w:rsid w:val="009D13DC"/>
    <w:rsid w:val="009D19AA"/>
    <w:rsid w:val="009D1ED1"/>
    <w:rsid w:val="009D1FD9"/>
    <w:rsid w:val="009D3214"/>
    <w:rsid w:val="009D3969"/>
    <w:rsid w:val="009D42B8"/>
    <w:rsid w:val="009D4A75"/>
    <w:rsid w:val="009D4DE0"/>
    <w:rsid w:val="009D56C9"/>
    <w:rsid w:val="009D64C4"/>
    <w:rsid w:val="009D6CB0"/>
    <w:rsid w:val="009D7203"/>
    <w:rsid w:val="009D741B"/>
    <w:rsid w:val="009D7E59"/>
    <w:rsid w:val="009E03BE"/>
    <w:rsid w:val="009E07BB"/>
    <w:rsid w:val="009E0B48"/>
    <w:rsid w:val="009E10B0"/>
    <w:rsid w:val="009E1E85"/>
    <w:rsid w:val="009E3A0A"/>
    <w:rsid w:val="009E4824"/>
    <w:rsid w:val="009E4ADE"/>
    <w:rsid w:val="009E4F3D"/>
    <w:rsid w:val="009E67C9"/>
    <w:rsid w:val="009E6DE8"/>
    <w:rsid w:val="009E774A"/>
    <w:rsid w:val="009E7AB9"/>
    <w:rsid w:val="009F0390"/>
    <w:rsid w:val="009F07C0"/>
    <w:rsid w:val="009F1D0F"/>
    <w:rsid w:val="009F2324"/>
    <w:rsid w:val="009F2B78"/>
    <w:rsid w:val="009F2C77"/>
    <w:rsid w:val="009F32B4"/>
    <w:rsid w:val="009F465F"/>
    <w:rsid w:val="009F4A72"/>
    <w:rsid w:val="009F5327"/>
    <w:rsid w:val="009F5369"/>
    <w:rsid w:val="009F599A"/>
    <w:rsid w:val="009F5B4D"/>
    <w:rsid w:val="009F5E22"/>
    <w:rsid w:val="009F6DDF"/>
    <w:rsid w:val="009F71EA"/>
    <w:rsid w:val="009F772A"/>
    <w:rsid w:val="009F7C50"/>
    <w:rsid w:val="00A00A9C"/>
    <w:rsid w:val="00A01E7B"/>
    <w:rsid w:val="00A022A6"/>
    <w:rsid w:val="00A03163"/>
    <w:rsid w:val="00A04B82"/>
    <w:rsid w:val="00A05A22"/>
    <w:rsid w:val="00A0616C"/>
    <w:rsid w:val="00A066F6"/>
    <w:rsid w:val="00A07C6B"/>
    <w:rsid w:val="00A10031"/>
    <w:rsid w:val="00A11608"/>
    <w:rsid w:val="00A11D75"/>
    <w:rsid w:val="00A12ADA"/>
    <w:rsid w:val="00A13A87"/>
    <w:rsid w:val="00A13D56"/>
    <w:rsid w:val="00A144B5"/>
    <w:rsid w:val="00A15277"/>
    <w:rsid w:val="00A15EFA"/>
    <w:rsid w:val="00A16415"/>
    <w:rsid w:val="00A209AB"/>
    <w:rsid w:val="00A21090"/>
    <w:rsid w:val="00A218BF"/>
    <w:rsid w:val="00A218C0"/>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30112"/>
    <w:rsid w:val="00A30F05"/>
    <w:rsid w:val="00A318BB"/>
    <w:rsid w:val="00A3331F"/>
    <w:rsid w:val="00A33424"/>
    <w:rsid w:val="00A335FD"/>
    <w:rsid w:val="00A34E98"/>
    <w:rsid w:val="00A3538E"/>
    <w:rsid w:val="00A35D65"/>
    <w:rsid w:val="00A35EDE"/>
    <w:rsid w:val="00A36CA9"/>
    <w:rsid w:val="00A36D07"/>
    <w:rsid w:val="00A37451"/>
    <w:rsid w:val="00A40139"/>
    <w:rsid w:val="00A4190D"/>
    <w:rsid w:val="00A41A83"/>
    <w:rsid w:val="00A41AA9"/>
    <w:rsid w:val="00A4282F"/>
    <w:rsid w:val="00A42E79"/>
    <w:rsid w:val="00A42FAF"/>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96"/>
    <w:rsid w:val="00A52B25"/>
    <w:rsid w:val="00A532F0"/>
    <w:rsid w:val="00A53DE6"/>
    <w:rsid w:val="00A54C42"/>
    <w:rsid w:val="00A54F5B"/>
    <w:rsid w:val="00A5589C"/>
    <w:rsid w:val="00A55DA3"/>
    <w:rsid w:val="00A57D23"/>
    <w:rsid w:val="00A6076B"/>
    <w:rsid w:val="00A60B19"/>
    <w:rsid w:val="00A61557"/>
    <w:rsid w:val="00A61D02"/>
    <w:rsid w:val="00A63240"/>
    <w:rsid w:val="00A63553"/>
    <w:rsid w:val="00A64002"/>
    <w:rsid w:val="00A642DE"/>
    <w:rsid w:val="00A6430D"/>
    <w:rsid w:val="00A64625"/>
    <w:rsid w:val="00A6486D"/>
    <w:rsid w:val="00A64B60"/>
    <w:rsid w:val="00A64F5E"/>
    <w:rsid w:val="00A6515C"/>
    <w:rsid w:val="00A65D63"/>
    <w:rsid w:val="00A65DA3"/>
    <w:rsid w:val="00A65FFA"/>
    <w:rsid w:val="00A668D6"/>
    <w:rsid w:val="00A70A75"/>
    <w:rsid w:val="00A70BEC"/>
    <w:rsid w:val="00A70C46"/>
    <w:rsid w:val="00A7139F"/>
    <w:rsid w:val="00A71492"/>
    <w:rsid w:val="00A72A2B"/>
    <w:rsid w:val="00A745EB"/>
    <w:rsid w:val="00A749A9"/>
    <w:rsid w:val="00A74ADA"/>
    <w:rsid w:val="00A750C1"/>
    <w:rsid w:val="00A751DD"/>
    <w:rsid w:val="00A763D5"/>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908D6"/>
    <w:rsid w:val="00A90B63"/>
    <w:rsid w:val="00A91F34"/>
    <w:rsid w:val="00A91F7E"/>
    <w:rsid w:val="00A92A07"/>
    <w:rsid w:val="00A9330B"/>
    <w:rsid w:val="00A94DAD"/>
    <w:rsid w:val="00A94E97"/>
    <w:rsid w:val="00A94ECE"/>
    <w:rsid w:val="00A95345"/>
    <w:rsid w:val="00A95604"/>
    <w:rsid w:val="00A961AF"/>
    <w:rsid w:val="00A96512"/>
    <w:rsid w:val="00A97168"/>
    <w:rsid w:val="00A971B5"/>
    <w:rsid w:val="00A97E04"/>
    <w:rsid w:val="00AA085E"/>
    <w:rsid w:val="00AA0BA9"/>
    <w:rsid w:val="00AA143F"/>
    <w:rsid w:val="00AA378D"/>
    <w:rsid w:val="00AA3AB2"/>
    <w:rsid w:val="00AA4449"/>
    <w:rsid w:val="00AA471E"/>
    <w:rsid w:val="00AA4F1D"/>
    <w:rsid w:val="00AA623E"/>
    <w:rsid w:val="00AA63AF"/>
    <w:rsid w:val="00AA7051"/>
    <w:rsid w:val="00AB016E"/>
    <w:rsid w:val="00AB03D6"/>
    <w:rsid w:val="00AB04D9"/>
    <w:rsid w:val="00AB061C"/>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61C"/>
    <w:rsid w:val="00AB66C2"/>
    <w:rsid w:val="00AB760F"/>
    <w:rsid w:val="00AB7C7E"/>
    <w:rsid w:val="00AB7F40"/>
    <w:rsid w:val="00AC0CCE"/>
    <w:rsid w:val="00AC19AD"/>
    <w:rsid w:val="00AC1F3A"/>
    <w:rsid w:val="00AC2361"/>
    <w:rsid w:val="00AC2623"/>
    <w:rsid w:val="00AC28CD"/>
    <w:rsid w:val="00AC3041"/>
    <w:rsid w:val="00AC420A"/>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A65"/>
    <w:rsid w:val="00AD3E1B"/>
    <w:rsid w:val="00AD4255"/>
    <w:rsid w:val="00AD4C53"/>
    <w:rsid w:val="00AD52B3"/>
    <w:rsid w:val="00AD54D2"/>
    <w:rsid w:val="00AD57DD"/>
    <w:rsid w:val="00AD5921"/>
    <w:rsid w:val="00AD7341"/>
    <w:rsid w:val="00AD743F"/>
    <w:rsid w:val="00AD780D"/>
    <w:rsid w:val="00AE0778"/>
    <w:rsid w:val="00AE0E59"/>
    <w:rsid w:val="00AE1E35"/>
    <w:rsid w:val="00AE23A6"/>
    <w:rsid w:val="00AE32A0"/>
    <w:rsid w:val="00AE4D35"/>
    <w:rsid w:val="00AE5D84"/>
    <w:rsid w:val="00AE5DAC"/>
    <w:rsid w:val="00AE5F35"/>
    <w:rsid w:val="00AE6117"/>
    <w:rsid w:val="00AE64FD"/>
    <w:rsid w:val="00AE6C28"/>
    <w:rsid w:val="00AE6EBF"/>
    <w:rsid w:val="00AE7D29"/>
    <w:rsid w:val="00AF07F6"/>
    <w:rsid w:val="00AF0987"/>
    <w:rsid w:val="00AF0A2F"/>
    <w:rsid w:val="00AF0B30"/>
    <w:rsid w:val="00AF100C"/>
    <w:rsid w:val="00AF1109"/>
    <w:rsid w:val="00AF1BDD"/>
    <w:rsid w:val="00AF217C"/>
    <w:rsid w:val="00AF27C9"/>
    <w:rsid w:val="00AF33DF"/>
    <w:rsid w:val="00AF35AE"/>
    <w:rsid w:val="00AF3F99"/>
    <w:rsid w:val="00AF4155"/>
    <w:rsid w:val="00AF461D"/>
    <w:rsid w:val="00AF50C6"/>
    <w:rsid w:val="00AF5629"/>
    <w:rsid w:val="00AF57DE"/>
    <w:rsid w:val="00AF6711"/>
    <w:rsid w:val="00AF7415"/>
    <w:rsid w:val="00AF7AA1"/>
    <w:rsid w:val="00B006A7"/>
    <w:rsid w:val="00B00DF2"/>
    <w:rsid w:val="00B01113"/>
    <w:rsid w:val="00B01257"/>
    <w:rsid w:val="00B01E88"/>
    <w:rsid w:val="00B02431"/>
    <w:rsid w:val="00B02BC2"/>
    <w:rsid w:val="00B02C2F"/>
    <w:rsid w:val="00B02E12"/>
    <w:rsid w:val="00B03ADD"/>
    <w:rsid w:val="00B03F2F"/>
    <w:rsid w:val="00B042D2"/>
    <w:rsid w:val="00B045E5"/>
    <w:rsid w:val="00B053D2"/>
    <w:rsid w:val="00B05788"/>
    <w:rsid w:val="00B06311"/>
    <w:rsid w:val="00B0664F"/>
    <w:rsid w:val="00B07361"/>
    <w:rsid w:val="00B1002E"/>
    <w:rsid w:val="00B10C8B"/>
    <w:rsid w:val="00B1161B"/>
    <w:rsid w:val="00B11AF5"/>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2155F"/>
    <w:rsid w:val="00B21B5A"/>
    <w:rsid w:val="00B21D47"/>
    <w:rsid w:val="00B22785"/>
    <w:rsid w:val="00B22ABB"/>
    <w:rsid w:val="00B2427A"/>
    <w:rsid w:val="00B2451A"/>
    <w:rsid w:val="00B24837"/>
    <w:rsid w:val="00B24ABA"/>
    <w:rsid w:val="00B24EB4"/>
    <w:rsid w:val="00B2530E"/>
    <w:rsid w:val="00B25A08"/>
    <w:rsid w:val="00B30015"/>
    <w:rsid w:val="00B315FD"/>
    <w:rsid w:val="00B3408E"/>
    <w:rsid w:val="00B34446"/>
    <w:rsid w:val="00B3518C"/>
    <w:rsid w:val="00B359CD"/>
    <w:rsid w:val="00B3695C"/>
    <w:rsid w:val="00B375E7"/>
    <w:rsid w:val="00B37BE4"/>
    <w:rsid w:val="00B37FEA"/>
    <w:rsid w:val="00B40C36"/>
    <w:rsid w:val="00B41311"/>
    <w:rsid w:val="00B426ED"/>
    <w:rsid w:val="00B42E0C"/>
    <w:rsid w:val="00B43814"/>
    <w:rsid w:val="00B45107"/>
    <w:rsid w:val="00B467AD"/>
    <w:rsid w:val="00B46A8C"/>
    <w:rsid w:val="00B47827"/>
    <w:rsid w:val="00B506FA"/>
    <w:rsid w:val="00B5163B"/>
    <w:rsid w:val="00B5245A"/>
    <w:rsid w:val="00B5247D"/>
    <w:rsid w:val="00B52800"/>
    <w:rsid w:val="00B52B9E"/>
    <w:rsid w:val="00B5323E"/>
    <w:rsid w:val="00B54852"/>
    <w:rsid w:val="00B54A1C"/>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ADF"/>
    <w:rsid w:val="00B72707"/>
    <w:rsid w:val="00B72A7B"/>
    <w:rsid w:val="00B72C07"/>
    <w:rsid w:val="00B73110"/>
    <w:rsid w:val="00B731F9"/>
    <w:rsid w:val="00B73BB5"/>
    <w:rsid w:val="00B743C0"/>
    <w:rsid w:val="00B747EA"/>
    <w:rsid w:val="00B74D6C"/>
    <w:rsid w:val="00B7501C"/>
    <w:rsid w:val="00B7586D"/>
    <w:rsid w:val="00B75C7E"/>
    <w:rsid w:val="00B75FF9"/>
    <w:rsid w:val="00B76530"/>
    <w:rsid w:val="00B76B70"/>
    <w:rsid w:val="00B7776D"/>
    <w:rsid w:val="00B77EF4"/>
    <w:rsid w:val="00B77F4D"/>
    <w:rsid w:val="00B80017"/>
    <w:rsid w:val="00B80D81"/>
    <w:rsid w:val="00B80DA0"/>
    <w:rsid w:val="00B81F23"/>
    <w:rsid w:val="00B8247A"/>
    <w:rsid w:val="00B82A3A"/>
    <w:rsid w:val="00B83884"/>
    <w:rsid w:val="00B839DA"/>
    <w:rsid w:val="00B84DB9"/>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6D83"/>
    <w:rsid w:val="00B972F3"/>
    <w:rsid w:val="00B979E8"/>
    <w:rsid w:val="00BA0B7D"/>
    <w:rsid w:val="00BA12E2"/>
    <w:rsid w:val="00BA1680"/>
    <w:rsid w:val="00BA1B1D"/>
    <w:rsid w:val="00BA20DE"/>
    <w:rsid w:val="00BA2289"/>
    <w:rsid w:val="00BA4376"/>
    <w:rsid w:val="00BA57CC"/>
    <w:rsid w:val="00BA5B54"/>
    <w:rsid w:val="00BA6F56"/>
    <w:rsid w:val="00BA7632"/>
    <w:rsid w:val="00BA7780"/>
    <w:rsid w:val="00BB0AB5"/>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D1C"/>
    <w:rsid w:val="00BC0F6C"/>
    <w:rsid w:val="00BC1C22"/>
    <w:rsid w:val="00BC274F"/>
    <w:rsid w:val="00BC441E"/>
    <w:rsid w:val="00BC499A"/>
    <w:rsid w:val="00BC4FBB"/>
    <w:rsid w:val="00BC5007"/>
    <w:rsid w:val="00BC5D7D"/>
    <w:rsid w:val="00BC67EB"/>
    <w:rsid w:val="00BC717E"/>
    <w:rsid w:val="00BC7419"/>
    <w:rsid w:val="00BC773E"/>
    <w:rsid w:val="00BC7754"/>
    <w:rsid w:val="00BD253A"/>
    <w:rsid w:val="00BD25ED"/>
    <w:rsid w:val="00BD27E4"/>
    <w:rsid w:val="00BD2C6F"/>
    <w:rsid w:val="00BD2FEA"/>
    <w:rsid w:val="00BD3145"/>
    <w:rsid w:val="00BD3395"/>
    <w:rsid w:val="00BD34C6"/>
    <w:rsid w:val="00BD4541"/>
    <w:rsid w:val="00BD4C15"/>
    <w:rsid w:val="00BD4DFE"/>
    <w:rsid w:val="00BD5823"/>
    <w:rsid w:val="00BD593F"/>
    <w:rsid w:val="00BD6706"/>
    <w:rsid w:val="00BE0D08"/>
    <w:rsid w:val="00BE1405"/>
    <w:rsid w:val="00BE15A8"/>
    <w:rsid w:val="00BE15F5"/>
    <w:rsid w:val="00BE16E3"/>
    <w:rsid w:val="00BE2985"/>
    <w:rsid w:val="00BE31C3"/>
    <w:rsid w:val="00BE3F01"/>
    <w:rsid w:val="00BE54F3"/>
    <w:rsid w:val="00BE562D"/>
    <w:rsid w:val="00BE61D5"/>
    <w:rsid w:val="00BE779E"/>
    <w:rsid w:val="00BE7ED8"/>
    <w:rsid w:val="00BF0172"/>
    <w:rsid w:val="00BF04E0"/>
    <w:rsid w:val="00BF3420"/>
    <w:rsid w:val="00BF36F8"/>
    <w:rsid w:val="00BF3E11"/>
    <w:rsid w:val="00BF4112"/>
    <w:rsid w:val="00BF4D46"/>
    <w:rsid w:val="00BF51E8"/>
    <w:rsid w:val="00BF5853"/>
    <w:rsid w:val="00BF596C"/>
    <w:rsid w:val="00BF6E40"/>
    <w:rsid w:val="00C009CB"/>
    <w:rsid w:val="00C0133B"/>
    <w:rsid w:val="00C01770"/>
    <w:rsid w:val="00C01AB6"/>
    <w:rsid w:val="00C04922"/>
    <w:rsid w:val="00C04F56"/>
    <w:rsid w:val="00C06478"/>
    <w:rsid w:val="00C06CEF"/>
    <w:rsid w:val="00C06E08"/>
    <w:rsid w:val="00C0720F"/>
    <w:rsid w:val="00C102BA"/>
    <w:rsid w:val="00C10BFE"/>
    <w:rsid w:val="00C10DF1"/>
    <w:rsid w:val="00C10FD4"/>
    <w:rsid w:val="00C11A6B"/>
    <w:rsid w:val="00C1382E"/>
    <w:rsid w:val="00C13BCB"/>
    <w:rsid w:val="00C13C0E"/>
    <w:rsid w:val="00C14BBE"/>
    <w:rsid w:val="00C15162"/>
    <w:rsid w:val="00C1570C"/>
    <w:rsid w:val="00C1572E"/>
    <w:rsid w:val="00C17547"/>
    <w:rsid w:val="00C177C5"/>
    <w:rsid w:val="00C20243"/>
    <w:rsid w:val="00C22129"/>
    <w:rsid w:val="00C22259"/>
    <w:rsid w:val="00C222D5"/>
    <w:rsid w:val="00C22361"/>
    <w:rsid w:val="00C22A5C"/>
    <w:rsid w:val="00C22DB5"/>
    <w:rsid w:val="00C22EED"/>
    <w:rsid w:val="00C2359B"/>
    <w:rsid w:val="00C239DF"/>
    <w:rsid w:val="00C23A21"/>
    <w:rsid w:val="00C245E4"/>
    <w:rsid w:val="00C24DC4"/>
    <w:rsid w:val="00C25422"/>
    <w:rsid w:val="00C26D26"/>
    <w:rsid w:val="00C26D89"/>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458"/>
    <w:rsid w:val="00C37AF7"/>
    <w:rsid w:val="00C41A55"/>
    <w:rsid w:val="00C429A2"/>
    <w:rsid w:val="00C42B38"/>
    <w:rsid w:val="00C44667"/>
    <w:rsid w:val="00C4513F"/>
    <w:rsid w:val="00C45E29"/>
    <w:rsid w:val="00C46EDB"/>
    <w:rsid w:val="00C46EEF"/>
    <w:rsid w:val="00C472D2"/>
    <w:rsid w:val="00C4779B"/>
    <w:rsid w:val="00C505BF"/>
    <w:rsid w:val="00C50E79"/>
    <w:rsid w:val="00C5244E"/>
    <w:rsid w:val="00C52F59"/>
    <w:rsid w:val="00C5303B"/>
    <w:rsid w:val="00C53905"/>
    <w:rsid w:val="00C541D2"/>
    <w:rsid w:val="00C542CB"/>
    <w:rsid w:val="00C54397"/>
    <w:rsid w:val="00C54DB2"/>
    <w:rsid w:val="00C55B81"/>
    <w:rsid w:val="00C562D9"/>
    <w:rsid w:val="00C564B9"/>
    <w:rsid w:val="00C566C8"/>
    <w:rsid w:val="00C57925"/>
    <w:rsid w:val="00C60AEC"/>
    <w:rsid w:val="00C60F76"/>
    <w:rsid w:val="00C617E5"/>
    <w:rsid w:val="00C61E18"/>
    <w:rsid w:val="00C63A92"/>
    <w:rsid w:val="00C64985"/>
    <w:rsid w:val="00C656D9"/>
    <w:rsid w:val="00C666C1"/>
    <w:rsid w:val="00C667E4"/>
    <w:rsid w:val="00C672EA"/>
    <w:rsid w:val="00C676CA"/>
    <w:rsid w:val="00C67CA5"/>
    <w:rsid w:val="00C7014D"/>
    <w:rsid w:val="00C710BD"/>
    <w:rsid w:val="00C71167"/>
    <w:rsid w:val="00C7152D"/>
    <w:rsid w:val="00C71E98"/>
    <w:rsid w:val="00C72C4F"/>
    <w:rsid w:val="00C7349B"/>
    <w:rsid w:val="00C739BF"/>
    <w:rsid w:val="00C74064"/>
    <w:rsid w:val="00C74ECE"/>
    <w:rsid w:val="00C756C1"/>
    <w:rsid w:val="00C762EA"/>
    <w:rsid w:val="00C76304"/>
    <w:rsid w:val="00C76A9C"/>
    <w:rsid w:val="00C76CD5"/>
    <w:rsid w:val="00C77026"/>
    <w:rsid w:val="00C7776C"/>
    <w:rsid w:val="00C8163A"/>
    <w:rsid w:val="00C81C96"/>
    <w:rsid w:val="00C81E09"/>
    <w:rsid w:val="00C823B4"/>
    <w:rsid w:val="00C832D7"/>
    <w:rsid w:val="00C83569"/>
    <w:rsid w:val="00C8489B"/>
    <w:rsid w:val="00C848B6"/>
    <w:rsid w:val="00C87671"/>
    <w:rsid w:val="00C87AEB"/>
    <w:rsid w:val="00C87F04"/>
    <w:rsid w:val="00C9021F"/>
    <w:rsid w:val="00C9028D"/>
    <w:rsid w:val="00C906FE"/>
    <w:rsid w:val="00C93158"/>
    <w:rsid w:val="00C95044"/>
    <w:rsid w:val="00C96668"/>
    <w:rsid w:val="00C978EB"/>
    <w:rsid w:val="00CA1319"/>
    <w:rsid w:val="00CA25A0"/>
    <w:rsid w:val="00CA2801"/>
    <w:rsid w:val="00CA37E7"/>
    <w:rsid w:val="00CA41BB"/>
    <w:rsid w:val="00CA41BF"/>
    <w:rsid w:val="00CA566A"/>
    <w:rsid w:val="00CA5D2C"/>
    <w:rsid w:val="00CA64C4"/>
    <w:rsid w:val="00CA6589"/>
    <w:rsid w:val="00CA65F9"/>
    <w:rsid w:val="00CA6F64"/>
    <w:rsid w:val="00CA7648"/>
    <w:rsid w:val="00CA772F"/>
    <w:rsid w:val="00CA7838"/>
    <w:rsid w:val="00CA7B6E"/>
    <w:rsid w:val="00CA7D7E"/>
    <w:rsid w:val="00CB0B74"/>
    <w:rsid w:val="00CB0DD6"/>
    <w:rsid w:val="00CB1594"/>
    <w:rsid w:val="00CB22FF"/>
    <w:rsid w:val="00CB416B"/>
    <w:rsid w:val="00CB4B7D"/>
    <w:rsid w:val="00CB53E6"/>
    <w:rsid w:val="00CB5E6D"/>
    <w:rsid w:val="00CB61F0"/>
    <w:rsid w:val="00CB686E"/>
    <w:rsid w:val="00CB728E"/>
    <w:rsid w:val="00CC0833"/>
    <w:rsid w:val="00CC0DAF"/>
    <w:rsid w:val="00CC14E3"/>
    <w:rsid w:val="00CC156E"/>
    <w:rsid w:val="00CC244B"/>
    <w:rsid w:val="00CC2A99"/>
    <w:rsid w:val="00CC3083"/>
    <w:rsid w:val="00CC3471"/>
    <w:rsid w:val="00CC3CA9"/>
    <w:rsid w:val="00CC4340"/>
    <w:rsid w:val="00CC454E"/>
    <w:rsid w:val="00CC4CE6"/>
    <w:rsid w:val="00CC5019"/>
    <w:rsid w:val="00CC61D2"/>
    <w:rsid w:val="00CC6239"/>
    <w:rsid w:val="00CC79CA"/>
    <w:rsid w:val="00CD05A2"/>
    <w:rsid w:val="00CD55BA"/>
    <w:rsid w:val="00CD55BB"/>
    <w:rsid w:val="00CD61F2"/>
    <w:rsid w:val="00CD69F2"/>
    <w:rsid w:val="00CD6E67"/>
    <w:rsid w:val="00CD72D4"/>
    <w:rsid w:val="00CD739E"/>
    <w:rsid w:val="00CD7B2A"/>
    <w:rsid w:val="00CE0847"/>
    <w:rsid w:val="00CE0C00"/>
    <w:rsid w:val="00CE0D01"/>
    <w:rsid w:val="00CE0D32"/>
    <w:rsid w:val="00CE1D28"/>
    <w:rsid w:val="00CE1D92"/>
    <w:rsid w:val="00CE1DF7"/>
    <w:rsid w:val="00CE2DDA"/>
    <w:rsid w:val="00CE30CD"/>
    <w:rsid w:val="00CE3DDE"/>
    <w:rsid w:val="00CE424D"/>
    <w:rsid w:val="00CE4294"/>
    <w:rsid w:val="00CE559B"/>
    <w:rsid w:val="00CE5B8F"/>
    <w:rsid w:val="00CE5BFB"/>
    <w:rsid w:val="00CE6574"/>
    <w:rsid w:val="00CF09A6"/>
    <w:rsid w:val="00CF0D15"/>
    <w:rsid w:val="00CF137D"/>
    <w:rsid w:val="00CF2452"/>
    <w:rsid w:val="00CF2818"/>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6A7E"/>
    <w:rsid w:val="00D16AF0"/>
    <w:rsid w:val="00D17412"/>
    <w:rsid w:val="00D17A7D"/>
    <w:rsid w:val="00D20050"/>
    <w:rsid w:val="00D20EAE"/>
    <w:rsid w:val="00D212D5"/>
    <w:rsid w:val="00D22160"/>
    <w:rsid w:val="00D24B24"/>
    <w:rsid w:val="00D24D56"/>
    <w:rsid w:val="00D24EB0"/>
    <w:rsid w:val="00D2518C"/>
    <w:rsid w:val="00D25323"/>
    <w:rsid w:val="00D2540D"/>
    <w:rsid w:val="00D25987"/>
    <w:rsid w:val="00D2651C"/>
    <w:rsid w:val="00D26D70"/>
    <w:rsid w:val="00D27BE1"/>
    <w:rsid w:val="00D27CB7"/>
    <w:rsid w:val="00D30272"/>
    <w:rsid w:val="00D30C4C"/>
    <w:rsid w:val="00D31AF9"/>
    <w:rsid w:val="00D327EE"/>
    <w:rsid w:val="00D32C62"/>
    <w:rsid w:val="00D32C92"/>
    <w:rsid w:val="00D33A32"/>
    <w:rsid w:val="00D33D97"/>
    <w:rsid w:val="00D3477A"/>
    <w:rsid w:val="00D35801"/>
    <w:rsid w:val="00D3649F"/>
    <w:rsid w:val="00D372B5"/>
    <w:rsid w:val="00D37EEE"/>
    <w:rsid w:val="00D401FE"/>
    <w:rsid w:val="00D404A6"/>
    <w:rsid w:val="00D404A9"/>
    <w:rsid w:val="00D40AAC"/>
    <w:rsid w:val="00D41264"/>
    <w:rsid w:val="00D41692"/>
    <w:rsid w:val="00D41EF7"/>
    <w:rsid w:val="00D43208"/>
    <w:rsid w:val="00D43D92"/>
    <w:rsid w:val="00D46BFC"/>
    <w:rsid w:val="00D46C32"/>
    <w:rsid w:val="00D470A6"/>
    <w:rsid w:val="00D50144"/>
    <w:rsid w:val="00D51FA0"/>
    <w:rsid w:val="00D52EC6"/>
    <w:rsid w:val="00D5337D"/>
    <w:rsid w:val="00D53C02"/>
    <w:rsid w:val="00D54728"/>
    <w:rsid w:val="00D5503B"/>
    <w:rsid w:val="00D550BE"/>
    <w:rsid w:val="00D550FB"/>
    <w:rsid w:val="00D5588C"/>
    <w:rsid w:val="00D5711F"/>
    <w:rsid w:val="00D578C5"/>
    <w:rsid w:val="00D57929"/>
    <w:rsid w:val="00D57D32"/>
    <w:rsid w:val="00D61E03"/>
    <w:rsid w:val="00D61F3A"/>
    <w:rsid w:val="00D631CC"/>
    <w:rsid w:val="00D63CC4"/>
    <w:rsid w:val="00D6442D"/>
    <w:rsid w:val="00D6457F"/>
    <w:rsid w:val="00D64920"/>
    <w:rsid w:val="00D64B47"/>
    <w:rsid w:val="00D64D2B"/>
    <w:rsid w:val="00D653FE"/>
    <w:rsid w:val="00D65E04"/>
    <w:rsid w:val="00D669D2"/>
    <w:rsid w:val="00D66D59"/>
    <w:rsid w:val="00D66EE9"/>
    <w:rsid w:val="00D67101"/>
    <w:rsid w:val="00D67273"/>
    <w:rsid w:val="00D702E3"/>
    <w:rsid w:val="00D70677"/>
    <w:rsid w:val="00D70C47"/>
    <w:rsid w:val="00D70D85"/>
    <w:rsid w:val="00D717D7"/>
    <w:rsid w:val="00D718B1"/>
    <w:rsid w:val="00D72170"/>
    <w:rsid w:val="00D72C68"/>
    <w:rsid w:val="00D7331A"/>
    <w:rsid w:val="00D7447D"/>
    <w:rsid w:val="00D7499D"/>
    <w:rsid w:val="00D7514B"/>
    <w:rsid w:val="00D77931"/>
    <w:rsid w:val="00D80EFF"/>
    <w:rsid w:val="00D81A33"/>
    <w:rsid w:val="00D82934"/>
    <w:rsid w:val="00D83464"/>
    <w:rsid w:val="00D83F04"/>
    <w:rsid w:val="00D83F45"/>
    <w:rsid w:val="00D83F8D"/>
    <w:rsid w:val="00D84A3D"/>
    <w:rsid w:val="00D84ECA"/>
    <w:rsid w:val="00D85042"/>
    <w:rsid w:val="00D854D7"/>
    <w:rsid w:val="00D859B6"/>
    <w:rsid w:val="00D85ADE"/>
    <w:rsid w:val="00D860CC"/>
    <w:rsid w:val="00D86652"/>
    <w:rsid w:val="00D86F87"/>
    <w:rsid w:val="00D87739"/>
    <w:rsid w:val="00D90624"/>
    <w:rsid w:val="00D91B67"/>
    <w:rsid w:val="00D91E94"/>
    <w:rsid w:val="00D92CDF"/>
    <w:rsid w:val="00D93110"/>
    <w:rsid w:val="00D9588D"/>
    <w:rsid w:val="00D95EE0"/>
    <w:rsid w:val="00D95FC6"/>
    <w:rsid w:val="00D96D05"/>
    <w:rsid w:val="00D97E14"/>
    <w:rsid w:val="00DA031D"/>
    <w:rsid w:val="00DA09B6"/>
    <w:rsid w:val="00DA0F41"/>
    <w:rsid w:val="00DA1046"/>
    <w:rsid w:val="00DA130F"/>
    <w:rsid w:val="00DA1969"/>
    <w:rsid w:val="00DA20A1"/>
    <w:rsid w:val="00DA2D86"/>
    <w:rsid w:val="00DA40F5"/>
    <w:rsid w:val="00DA5931"/>
    <w:rsid w:val="00DA5AD0"/>
    <w:rsid w:val="00DA5B4A"/>
    <w:rsid w:val="00DA5C59"/>
    <w:rsid w:val="00DA67FA"/>
    <w:rsid w:val="00DA722B"/>
    <w:rsid w:val="00DA7291"/>
    <w:rsid w:val="00DA7D9F"/>
    <w:rsid w:val="00DB00E1"/>
    <w:rsid w:val="00DB08A4"/>
    <w:rsid w:val="00DB0AFC"/>
    <w:rsid w:val="00DB11AD"/>
    <w:rsid w:val="00DB12C4"/>
    <w:rsid w:val="00DB19C7"/>
    <w:rsid w:val="00DB208D"/>
    <w:rsid w:val="00DB2375"/>
    <w:rsid w:val="00DB2424"/>
    <w:rsid w:val="00DB30D5"/>
    <w:rsid w:val="00DB3DED"/>
    <w:rsid w:val="00DB3E2E"/>
    <w:rsid w:val="00DB3E84"/>
    <w:rsid w:val="00DB4FC1"/>
    <w:rsid w:val="00DB58B4"/>
    <w:rsid w:val="00DB5A6D"/>
    <w:rsid w:val="00DB6FF7"/>
    <w:rsid w:val="00DB72C6"/>
    <w:rsid w:val="00DC02A0"/>
    <w:rsid w:val="00DC0A7C"/>
    <w:rsid w:val="00DC0B08"/>
    <w:rsid w:val="00DC0E27"/>
    <w:rsid w:val="00DC0FA0"/>
    <w:rsid w:val="00DC1C87"/>
    <w:rsid w:val="00DC1FF7"/>
    <w:rsid w:val="00DC2AEF"/>
    <w:rsid w:val="00DC39DA"/>
    <w:rsid w:val="00DC3A87"/>
    <w:rsid w:val="00DC4152"/>
    <w:rsid w:val="00DC4F7F"/>
    <w:rsid w:val="00DC545B"/>
    <w:rsid w:val="00DC5882"/>
    <w:rsid w:val="00DC5927"/>
    <w:rsid w:val="00DC5B3F"/>
    <w:rsid w:val="00DC5BCA"/>
    <w:rsid w:val="00DC5EB2"/>
    <w:rsid w:val="00DC7000"/>
    <w:rsid w:val="00DD010D"/>
    <w:rsid w:val="00DD0341"/>
    <w:rsid w:val="00DD0D15"/>
    <w:rsid w:val="00DD1143"/>
    <w:rsid w:val="00DD14E3"/>
    <w:rsid w:val="00DD16E2"/>
    <w:rsid w:val="00DD1BB4"/>
    <w:rsid w:val="00DD2469"/>
    <w:rsid w:val="00DD24AE"/>
    <w:rsid w:val="00DD2A89"/>
    <w:rsid w:val="00DD4337"/>
    <w:rsid w:val="00DD45D0"/>
    <w:rsid w:val="00DD6547"/>
    <w:rsid w:val="00DD6C54"/>
    <w:rsid w:val="00DD6D33"/>
    <w:rsid w:val="00DD6EF6"/>
    <w:rsid w:val="00DD6FA9"/>
    <w:rsid w:val="00DD714D"/>
    <w:rsid w:val="00DD720A"/>
    <w:rsid w:val="00DD757F"/>
    <w:rsid w:val="00DD78A5"/>
    <w:rsid w:val="00DE0955"/>
    <w:rsid w:val="00DE1221"/>
    <w:rsid w:val="00DE25C6"/>
    <w:rsid w:val="00DE2DBE"/>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5A2"/>
    <w:rsid w:val="00DF56D8"/>
    <w:rsid w:val="00DF5E1E"/>
    <w:rsid w:val="00DF61F1"/>
    <w:rsid w:val="00DF6402"/>
    <w:rsid w:val="00DF6442"/>
    <w:rsid w:val="00DF75B7"/>
    <w:rsid w:val="00DF7872"/>
    <w:rsid w:val="00DF7B9E"/>
    <w:rsid w:val="00E00C77"/>
    <w:rsid w:val="00E021EE"/>
    <w:rsid w:val="00E022DC"/>
    <w:rsid w:val="00E024D3"/>
    <w:rsid w:val="00E028BF"/>
    <w:rsid w:val="00E02A5A"/>
    <w:rsid w:val="00E02B2E"/>
    <w:rsid w:val="00E04659"/>
    <w:rsid w:val="00E04943"/>
    <w:rsid w:val="00E04EDE"/>
    <w:rsid w:val="00E065B7"/>
    <w:rsid w:val="00E06F94"/>
    <w:rsid w:val="00E07A7B"/>
    <w:rsid w:val="00E07F66"/>
    <w:rsid w:val="00E10FCA"/>
    <w:rsid w:val="00E11875"/>
    <w:rsid w:val="00E11DC8"/>
    <w:rsid w:val="00E125ED"/>
    <w:rsid w:val="00E13A3F"/>
    <w:rsid w:val="00E14435"/>
    <w:rsid w:val="00E16335"/>
    <w:rsid w:val="00E178F8"/>
    <w:rsid w:val="00E20034"/>
    <w:rsid w:val="00E206F5"/>
    <w:rsid w:val="00E20F3E"/>
    <w:rsid w:val="00E21598"/>
    <w:rsid w:val="00E21A3F"/>
    <w:rsid w:val="00E21BDA"/>
    <w:rsid w:val="00E2239B"/>
    <w:rsid w:val="00E23447"/>
    <w:rsid w:val="00E2443F"/>
    <w:rsid w:val="00E246A3"/>
    <w:rsid w:val="00E25174"/>
    <w:rsid w:val="00E259BC"/>
    <w:rsid w:val="00E25DDF"/>
    <w:rsid w:val="00E264A4"/>
    <w:rsid w:val="00E278A8"/>
    <w:rsid w:val="00E3017A"/>
    <w:rsid w:val="00E30CA4"/>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FCC"/>
    <w:rsid w:val="00E41488"/>
    <w:rsid w:val="00E4259B"/>
    <w:rsid w:val="00E42954"/>
    <w:rsid w:val="00E430B3"/>
    <w:rsid w:val="00E43122"/>
    <w:rsid w:val="00E43929"/>
    <w:rsid w:val="00E44003"/>
    <w:rsid w:val="00E44F2F"/>
    <w:rsid w:val="00E44FCA"/>
    <w:rsid w:val="00E456A5"/>
    <w:rsid w:val="00E46F6A"/>
    <w:rsid w:val="00E47A17"/>
    <w:rsid w:val="00E47E0C"/>
    <w:rsid w:val="00E50440"/>
    <w:rsid w:val="00E5084B"/>
    <w:rsid w:val="00E50AF0"/>
    <w:rsid w:val="00E5130D"/>
    <w:rsid w:val="00E52F86"/>
    <w:rsid w:val="00E534A4"/>
    <w:rsid w:val="00E538B2"/>
    <w:rsid w:val="00E54674"/>
    <w:rsid w:val="00E5512D"/>
    <w:rsid w:val="00E55419"/>
    <w:rsid w:val="00E554BB"/>
    <w:rsid w:val="00E56835"/>
    <w:rsid w:val="00E56D43"/>
    <w:rsid w:val="00E574E5"/>
    <w:rsid w:val="00E6028B"/>
    <w:rsid w:val="00E6033E"/>
    <w:rsid w:val="00E6075F"/>
    <w:rsid w:val="00E61924"/>
    <w:rsid w:val="00E61BAF"/>
    <w:rsid w:val="00E61E68"/>
    <w:rsid w:val="00E62804"/>
    <w:rsid w:val="00E62CA6"/>
    <w:rsid w:val="00E62CE1"/>
    <w:rsid w:val="00E6306D"/>
    <w:rsid w:val="00E63C51"/>
    <w:rsid w:val="00E651CF"/>
    <w:rsid w:val="00E65E5E"/>
    <w:rsid w:val="00E65EFA"/>
    <w:rsid w:val="00E66096"/>
    <w:rsid w:val="00E66239"/>
    <w:rsid w:val="00E66513"/>
    <w:rsid w:val="00E6732A"/>
    <w:rsid w:val="00E676BC"/>
    <w:rsid w:val="00E709C4"/>
    <w:rsid w:val="00E71138"/>
    <w:rsid w:val="00E71139"/>
    <w:rsid w:val="00E728C3"/>
    <w:rsid w:val="00E732A0"/>
    <w:rsid w:val="00E735F0"/>
    <w:rsid w:val="00E739EB"/>
    <w:rsid w:val="00E74EFA"/>
    <w:rsid w:val="00E74F63"/>
    <w:rsid w:val="00E754CF"/>
    <w:rsid w:val="00E7594A"/>
    <w:rsid w:val="00E7602E"/>
    <w:rsid w:val="00E764B6"/>
    <w:rsid w:val="00E76D9F"/>
    <w:rsid w:val="00E80613"/>
    <w:rsid w:val="00E81355"/>
    <w:rsid w:val="00E81A9B"/>
    <w:rsid w:val="00E81AF1"/>
    <w:rsid w:val="00E8332D"/>
    <w:rsid w:val="00E83CD5"/>
    <w:rsid w:val="00E8419C"/>
    <w:rsid w:val="00E84A50"/>
    <w:rsid w:val="00E84FED"/>
    <w:rsid w:val="00E859F7"/>
    <w:rsid w:val="00E85D63"/>
    <w:rsid w:val="00E86122"/>
    <w:rsid w:val="00E86C3D"/>
    <w:rsid w:val="00E86DAA"/>
    <w:rsid w:val="00E87A89"/>
    <w:rsid w:val="00E90664"/>
    <w:rsid w:val="00E917C4"/>
    <w:rsid w:val="00E91EF5"/>
    <w:rsid w:val="00E91F99"/>
    <w:rsid w:val="00E921BE"/>
    <w:rsid w:val="00E92806"/>
    <w:rsid w:val="00E93AB8"/>
    <w:rsid w:val="00E95FF0"/>
    <w:rsid w:val="00E96067"/>
    <w:rsid w:val="00E96B8B"/>
    <w:rsid w:val="00E96F05"/>
    <w:rsid w:val="00E972FD"/>
    <w:rsid w:val="00E97A55"/>
    <w:rsid w:val="00EA0831"/>
    <w:rsid w:val="00EA340E"/>
    <w:rsid w:val="00EA3415"/>
    <w:rsid w:val="00EA3B1F"/>
    <w:rsid w:val="00EA69DC"/>
    <w:rsid w:val="00EA7422"/>
    <w:rsid w:val="00EA74F7"/>
    <w:rsid w:val="00EA7DFA"/>
    <w:rsid w:val="00EB0096"/>
    <w:rsid w:val="00EB0853"/>
    <w:rsid w:val="00EB137F"/>
    <w:rsid w:val="00EB154B"/>
    <w:rsid w:val="00EB1CC0"/>
    <w:rsid w:val="00EB2E0F"/>
    <w:rsid w:val="00EB3086"/>
    <w:rsid w:val="00EB3CFC"/>
    <w:rsid w:val="00EB40B0"/>
    <w:rsid w:val="00EB4175"/>
    <w:rsid w:val="00EB4846"/>
    <w:rsid w:val="00EB5433"/>
    <w:rsid w:val="00EB55D0"/>
    <w:rsid w:val="00EB5646"/>
    <w:rsid w:val="00EB5ADB"/>
    <w:rsid w:val="00EB68C2"/>
    <w:rsid w:val="00EB7011"/>
    <w:rsid w:val="00EB74A9"/>
    <w:rsid w:val="00EB79AA"/>
    <w:rsid w:val="00EB7B8D"/>
    <w:rsid w:val="00EC0687"/>
    <w:rsid w:val="00EC0C5D"/>
    <w:rsid w:val="00EC0E39"/>
    <w:rsid w:val="00EC0F78"/>
    <w:rsid w:val="00EC1A32"/>
    <w:rsid w:val="00EC1A39"/>
    <w:rsid w:val="00EC3383"/>
    <w:rsid w:val="00EC35DF"/>
    <w:rsid w:val="00EC3E88"/>
    <w:rsid w:val="00EC4046"/>
    <w:rsid w:val="00EC46E7"/>
    <w:rsid w:val="00EC5C01"/>
    <w:rsid w:val="00EC7469"/>
    <w:rsid w:val="00ED02D1"/>
    <w:rsid w:val="00ED0C0F"/>
    <w:rsid w:val="00ED16C2"/>
    <w:rsid w:val="00ED1C09"/>
    <w:rsid w:val="00ED25BA"/>
    <w:rsid w:val="00ED2D19"/>
    <w:rsid w:val="00ED327A"/>
    <w:rsid w:val="00ED3A7B"/>
    <w:rsid w:val="00ED3DFD"/>
    <w:rsid w:val="00ED3F21"/>
    <w:rsid w:val="00ED4203"/>
    <w:rsid w:val="00ED4DFD"/>
    <w:rsid w:val="00ED52F3"/>
    <w:rsid w:val="00ED5DBF"/>
    <w:rsid w:val="00ED75B3"/>
    <w:rsid w:val="00EE05E0"/>
    <w:rsid w:val="00EE182C"/>
    <w:rsid w:val="00EE260F"/>
    <w:rsid w:val="00EE3045"/>
    <w:rsid w:val="00EE30D8"/>
    <w:rsid w:val="00EE3BBA"/>
    <w:rsid w:val="00EE41CF"/>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47AC"/>
    <w:rsid w:val="00EF6505"/>
    <w:rsid w:val="00EF6559"/>
    <w:rsid w:val="00EF68E4"/>
    <w:rsid w:val="00EF77C6"/>
    <w:rsid w:val="00EF7A6F"/>
    <w:rsid w:val="00F0063F"/>
    <w:rsid w:val="00F008E0"/>
    <w:rsid w:val="00F00B47"/>
    <w:rsid w:val="00F02C57"/>
    <w:rsid w:val="00F02CB0"/>
    <w:rsid w:val="00F033A5"/>
    <w:rsid w:val="00F04388"/>
    <w:rsid w:val="00F04821"/>
    <w:rsid w:val="00F05333"/>
    <w:rsid w:val="00F06873"/>
    <w:rsid w:val="00F06939"/>
    <w:rsid w:val="00F070E5"/>
    <w:rsid w:val="00F11FD0"/>
    <w:rsid w:val="00F1242F"/>
    <w:rsid w:val="00F1517E"/>
    <w:rsid w:val="00F16678"/>
    <w:rsid w:val="00F17A9B"/>
    <w:rsid w:val="00F20109"/>
    <w:rsid w:val="00F204FD"/>
    <w:rsid w:val="00F20812"/>
    <w:rsid w:val="00F21B68"/>
    <w:rsid w:val="00F237F6"/>
    <w:rsid w:val="00F23AF5"/>
    <w:rsid w:val="00F23CEE"/>
    <w:rsid w:val="00F25DD7"/>
    <w:rsid w:val="00F260AC"/>
    <w:rsid w:val="00F26388"/>
    <w:rsid w:val="00F275ED"/>
    <w:rsid w:val="00F27D66"/>
    <w:rsid w:val="00F27E03"/>
    <w:rsid w:val="00F3003F"/>
    <w:rsid w:val="00F30E8D"/>
    <w:rsid w:val="00F31266"/>
    <w:rsid w:val="00F318E1"/>
    <w:rsid w:val="00F31BE3"/>
    <w:rsid w:val="00F31C87"/>
    <w:rsid w:val="00F323CF"/>
    <w:rsid w:val="00F33710"/>
    <w:rsid w:val="00F345DC"/>
    <w:rsid w:val="00F34B21"/>
    <w:rsid w:val="00F34CA5"/>
    <w:rsid w:val="00F3558E"/>
    <w:rsid w:val="00F40C77"/>
    <w:rsid w:val="00F4165A"/>
    <w:rsid w:val="00F41E90"/>
    <w:rsid w:val="00F42D1D"/>
    <w:rsid w:val="00F434CE"/>
    <w:rsid w:val="00F4366E"/>
    <w:rsid w:val="00F436BF"/>
    <w:rsid w:val="00F4450B"/>
    <w:rsid w:val="00F44584"/>
    <w:rsid w:val="00F50A0C"/>
    <w:rsid w:val="00F512A4"/>
    <w:rsid w:val="00F525EF"/>
    <w:rsid w:val="00F544BB"/>
    <w:rsid w:val="00F5451D"/>
    <w:rsid w:val="00F558A9"/>
    <w:rsid w:val="00F55AFD"/>
    <w:rsid w:val="00F561C4"/>
    <w:rsid w:val="00F56443"/>
    <w:rsid w:val="00F571FE"/>
    <w:rsid w:val="00F5749F"/>
    <w:rsid w:val="00F60481"/>
    <w:rsid w:val="00F60A6F"/>
    <w:rsid w:val="00F60F28"/>
    <w:rsid w:val="00F6147F"/>
    <w:rsid w:val="00F62E6B"/>
    <w:rsid w:val="00F633A4"/>
    <w:rsid w:val="00F638A5"/>
    <w:rsid w:val="00F63AF8"/>
    <w:rsid w:val="00F64894"/>
    <w:rsid w:val="00F648EB"/>
    <w:rsid w:val="00F64905"/>
    <w:rsid w:val="00F70D8B"/>
    <w:rsid w:val="00F70EDE"/>
    <w:rsid w:val="00F715FC"/>
    <w:rsid w:val="00F71859"/>
    <w:rsid w:val="00F74FDC"/>
    <w:rsid w:val="00F75108"/>
    <w:rsid w:val="00F75959"/>
    <w:rsid w:val="00F759C2"/>
    <w:rsid w:val="00F76BDA"/>
    <w:rsid w:val="00F7736A"/>
    <w:rsid w:val="00F80A0A"/>
    <w:rsid w:val="00F80EC0"/>
    <w:rsid w:val="00F81124"/>
    <w:rsid w:val="00F813D4"/>
    <w:rsid w:val="00F82A57"/>
    <w:rsid w:val="00F82F27"/>
    <w:rsid w:val="00F83A2C"/>
    <w:rsid w:val="00F83E9D"/>
    <w:rsid w:val="00F84164"/>
    <w:rsid w:val="00F84474"/>
    <w:rsid w:val="00F86C5B"/>
    <w:rsid w:val="00F902B1"/>
    <w:rsid w:val="00F909AF"/>
    <w:rsid w:val="00F92DF5"/>
    <w:rsid w:val="00F947E8"/>
    <w:rsid w:val="00F94A7F"/>
    <w:rsid w:val="00F9556C"/>
    <w:rsid w:val="00F95A12"/>
    <w:rsid w:val="00F95D68"/>
    <w:rsid w:val="00F96A78"/>
    <w:rsid w:val="00F9795B"/>
    <w:rsid w:val="00F97A32"/>
    <w:rsid w:val="00FA0105"/>
    <w:rsid w:val="00FA0645"/>
    <w:rsid w:val="00FA102A"/>
    <w:rsid w:val="00FA1997"/>
    <w:rsid w:val="00FA29C3"/>
    <w:rsid w:val="00FA3B58"/>
    <w:rsid w:val="00FA485F"/>
    <w:rsid w:val="00FA5484"/>
    <w:rsid w:val="00FA5FE6"/>
    <w:rsid w:val="00FA6127"/>
    <w:rsid w:val="00FA6BD9"/>
    <w:rsid w:val="00FA7580"/>
    <w:rsid w:val="00FB00F4"/>
    <w:rsid w:val="00FB1B26"/>
    <w:rsid w:val="00FB315F"/>
    <w:rsid w:val="00FB3369"/>
    <w:rsid w:val="00FB3782"/>
    <w:rsid w:val="00FB3935"/>
    <w:rsid w:val="00FB3EBB"/>
    <w:rsid w:val="00FB548D"/>
    <w:rsid w:val="00FB55B4"/>
    <w:rsid w:val="00FB58DA"/>
    <w:rsid w:val="00FB623E"/>
    <w:rsid w:val="00FB707C"/>
    <w:rsid w:val="00FB76EF"/>
    <w:rsid w:val="00FB7CFB"/>
    <w:rsid w:val="00FB7DC1"/>
    <w:rsid w:val="00FC002F"/>
    <w:rsid w:val="00FC2043"/>
    <w:rsid w:val="00FC38D1"/>
    <w:rsid w:val="00FC39D3"/>
    <w:rsid w:val="00FC415C"/>
    <w:rsid w:val="00FC4F42"/>
    <w:rsid w:val="00FC5D18"/>
    <w:rsid w:val="00FD04E0"/>
    <w:rsid w:val="00FD0A02"/>
    <w:rsid w:val="00FD12A7"/>
    <w:rsid w:val="00FD222E"/>
    <w:rsid w:val="00FD2B14"/>
    <w:rsid w:val="00FD3118"/>
    <w:rsid w:val="00FD383D"/>
    <w:rsid w:val="00FD426F"/>
    <w:rsid w:val="00FD6675"/>
    <w:rsid w:val="00FD6D75"/>
    <w:rsid w:val="00FD7269"/>
    <w:rsid w:val="00FE0340"/>
    <w:rsid w:val="00FE079E"/>
    <w:rsid w:val="00FE0BFA"/>
    <w:rsid w:val="00FE0C6A"/>
    <w:rsid w:val="00FE0D85"/>
    <w:rsid w:val="00FE0E71"/>
    <w:rsid w:val="00FE243A"/>
    <w:rsid w:val="00FE3C2E"/>
    <w:rsid w:val="00FE5CBB"/>
    <w:rsid w:val="00FE628E"/>
    <w:rsid w:val="00FE7713"/>
    <w:rsid w:val="00FF0880"/>
    <w:rsid w:val="00FF08F6"/>
    <w:rsid w:val="00FF0BDD"/>
    <w:rsid w:val="00FF14F4"/>
    <w:rsid w:val="00FF237D"/>
    <w:rsid w:val="00FF3170"/>
    <w:rsid w:val="00FF3D6B"/>
    <w:rsid w:val="00FF46D3"/>
    <w:rsid w:val="00FF5764"/>
    <w:rsid w:val="00FF5975"/>
    <w:rsid w:val="00FF719A"/>
    <w:rsid w:val="00FF78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EE73F-4748-4367-B127-24587F804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4631</TotalTime>
  <Pages>43</Pages>
  <Words>6316</Words>
  <Characters>36006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2801</cp:revision>
  <cp:lastPrinted>2015-05-18T05:55:00Z</cp:lastPrinted>
  <dcterms:created xsi:type="dcterms:W3CDTF">2014-11-05T09:21:00Z</dcterms:created>
  <dcterms:modified xsi:type="dcterms:W3CDTF">2015-08-03T10:11:00Z</dcterms:modified>
</cp:coreProperties>
</file>