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2B3" w:rsidRDefault="007C42B3" w:rsidP="00266988">
      <w:pPr>
        <w:pStyle w:val="Heading1Center"/>
      </w:pPr>
      <w:bookmarkStart w:id="0" w:name="_Toc442176619"/>
      <w:r>
        <w:t>IMAM HUSEIN AS-SYAHID AS</w:t>
      </w:r>
      <w:bookmarkEnd w:id="0"/>
    </w:p>
    <w:p w:rsidR="007C42B3" w:rsidRDefault="007C42B3" w:rsidP="007C42B3">
      <w:pPr>
        <w:pStyle w:val="Heading1Center"/>
      </w:pPr>
      <w:bookmarkStart w:id="1" w:name="_Toc442176620"/>
      <w:r>
        <w:t>Penghulu Para Syahid</w:t>
      </w:r>
      <w:bookmarkEnd w:id="1"/>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libNormal"/>
      </w:pPr>
    </w:p>
    <w:p w:rsidR="007C42B3" w:rsidRDefault="007C42B3" w:rsidP="007C42B3">
      <w:pPr>
        <w:pStyle w:val="Heading1Center"/>
      </w:pPr>
      <w:bookmarkStart w:id="2" w:name="_Toc442176621"/>
      <w:r>
        <w:t>S. MAHDI AYATULLAHI</w:t>
      </w:r>
      <w:bookmarkEnd w:id="2"/>
    </w:p>
    <w:p w:rsidR="007C42B3" w:rsidRPr="00D95D33" w:rsidRDefault="007C42B3">
      <w:r>
        <w:br w:type="page"/>
      </w:r>
    </w:p>
    <w:p w:rsidR="00044A45" w:rsidRDefault="00044A45" w:rsidP="00044A45">
      <w:pPr>
        <w:pStyle w:val="Heading1"/>
      </w:pPr>
      <w:bookmarkStart w:id="3" w:name="_Toc442176622"/>
      <w:r>
        <w:lastRenderedPageBreak/>
        <w:t>KATA SAMBUTAN</w:t>
      </w:r>
      <w:bookmarkEnd w:id="3"/>
    </w:p>
    <w:p w:rsidR="00044A45" w:rsidRDefault="00044A45" w:rsidP="00044A45">
      <w:pPr>
        <w:pStyle w:val="libNormal"/>
      </w:pPr>
    </w:p>
    <w:p w:rsidR="00044A45" w:rsidRDefault="00044A45" w:rsidP="00044A45">
      <w:pPr>
        <w:pStyle w:val="libNormal"/>
      </w:pPr>
      <w:r>
        <w:t>Adik-adik dan remaja tercinta!</w:t>
      </w:r>
    </w:p>
    <w:p w:rsidR="00044A45" w:rsidRDefault="00044A45" w:rsidP="00044A45">
      <w:pPr>
        <w:pStyle w:val="libNormal"/>
      </w:pPr>
    </w:p>
    <w:p w:rsidR="00044A45" w:rsidRDefault="00044A45" w:rsidP="00044A45">
      <w:pPr>
        <w:pStyle w:val="libNormal"/>
      </w:pPr>
      <w:r>
        <w:t>Dalam kehidupan dunia ini, kita selalu memerlukan manusia-manusia teladan yang berakhlak agung dan mulia, sehingga dengan keteladanan mereka, kita dapat meniru akhlak luhur mereka.</w:t>
      </w:r>
    </w:p>
    <w:p w:rsidR="00044A45" w:rsidRDefault="00044A45" w:rsidP="00044A45">
      <w:pPr>
        <w:pStyle w:val="libNormal"/>
      </w:pPr>
    </w:p>
    <w:p w:rsidR="00044A45" w:rsidRDefault="00044A45" w:rsidP="00044A45">
      <w:pPr>
        <w:pStyle w:val="libNormal"/>
      </w:pPr>
      <w:r>
        <w:t>Para pemimpin agama dan para imam Ahlul Bait as. merupakan manusia-manusia teladan bagi kita semua.</w:t>
      </w:r>
    </w:p>
    <w:p w:rsidR="00044A45" w:rsidRDefault="00044A45" w:rsidP="00044A45">
      <w:pPr>
        <w:pStyle w:val="libNormal"/>
      </w:pPr>
    </w:p>
    <w:p w:rsidR="00044A45" w:rsidRDefault="00044A45" w:rsidP="00044A45">
      <w:pPr>
        <w:pStyle w:val="libNormal"/>
      </w:pPr>
      <w:r>
        <w:t>Untuk itu, kami telah melakukan penelaahan perihal kehidupan mereka, dengan maksud untuk memperkenalkannya kepada adik-adik.</w:t>
      </w:r>
    </w:p>
    <w:p w:rsidR="00044A45" w:rsidRDefault="00044A45" w:rsidP="00044A45">
      <w:pPr>
        <w:pStyle w:val="libNormal"/>
      </w:pPr>
    </w:p>
    <w:p w:rsidR="00044A45" w:rsidRDefault="00044A45" w:rsidP="00044A45">
      <w:pPr>
        <w:pStyle w:val="libNormal"/>
      </w:pPr>
      <w:r>
        <w:t>Kami pun telah berusaha semaksimal mungkin guna menyusun buku-buku ihwal kehidupan mereka dengan bahasa yang sederhana, sehingga dapat dipahami dengan mudah.</w:t>
      </w:r>
    </w:p>
    <w:p w:rsidR="00044A45" w:rsidRDefault="00044A45" w:rsidP="00044A45">
      <w:pPr>
        <w:pStyle w:val="libNormal"/>
      </w:pPr>
    </w:p>
    <w:p w:rsidR="00044A45" w:rsidRDefault="00044A45" w:rsidP="00044A45">
      <w:pPr>
        <w:pStyle w:val="libNormal"/>
      </w:pPr>
      <w:r>
        <w:t>Kumpulan kisah manusia-manusia suci ini disusun seringkas mungkin dengan tidak melupakan keshahihan kisah-kisah teladan Imam Ahlul Bait itu.</w:t>
      </w:r>
    </w:p>
    <w:p w:rsidR="00044A45" w:rsidRDefault="00044A45" w:rsidP="00044A45">
      <w:pPr>
        <w:pStyle w:val="libNormal"/>
      </w:pPr>
    </w:p>
    <w:p w:rsidR="00044A45" w:rsidRDefault="00044A45" w:rsidP="00044A45">
      <w:pPr>
        <w:pStyle w:val="libNormal"/>
      </w:pPr>
      <w:r>
        <w:t>Para Ahlul sejarah Islam telah mengkajinya secara serius dan mereka mendukung usaha penyusunan buku ini. Kami berharap, adik-adik sekalian sudi mempelajarinya secara serius pula.</w:t>
      </w:r>
    </w:p>
    <w:p w:rsidR="00044A45" w:rsidRDefault="00044A45" w:rsidP="00044A45">
      <w:pPr>
        <w:pStyle w:val="libNormal"/>
      </w:pPr>
    </w:p>
    <w:p w:rsidR="00044A45" w:rsidRDefault="00044A45" w:rsidP="00044A45">
      <w:pPr>
        <w:pStyle w:val="libNormal"/>
      </w:pPr>
      <w:r>
        <w:t>Di samping hasil pelajaran ini, kami meminta kepada adik-adik untuk dapat menyampaikan kesan dan pandangannya.</w:t>
      </w:r>
    </w:p>
    <w:p w:rsidR="00044A45" w:rsidRDefault="00044A45" w:rsidP="00044A45">
      <w:pPr>
        <w:pStyle w:val="libNormal"/>
      </w:pPr>
    </w:p>
    <w:p w:rsidR="00044A45" w:rsidRDefault="00044A45" w:rsidP="00044A45">
      <w:pPr>
        <w:pStyle w:val="libNormal"/>
      </w:pPr>
      <w:r>
        <w:lastRenderedPageBreak/>
        <w:t>Di akhir sambutan ini, kami sangat berterima kasih atas perhatian adik-adik. Dan semoga adik-adik mau bersabar menantikan seri-seri selanjutnya.</w:t>
      </w:r>
    </w:p>
    <w:p w:rsidR="00044A45" w:rsidRDefault="00044A45" w:rsidP="00044A45">
      <w:pPr>
        <w:pStyle w:val="libNormal"/>
      </w:pPr>
    </w:p>
    <w:p w:rsidR="006D32F3" w:rsidRDefault="00044A45" w:rsidP="00044A45">
      <w:pPr>
        <w:pStyle w:val="libNormal"/>
      </w:pPr>
      <w:r>
        <w:t>Selamat membaca!</w:t>
      </w:r>
    </w:p>
    <w:p w:rsidR="006D32F3" w:rsidRPr="006D32F3" w:rsidRDefault="006D32F3">
      <w:r>
        <w:br w:type="page"/>
      </w:r>
    </w:p>
    <w:p w:rsidR="00990795" w:rsidRDefault="00990795" w:rsidP="00990795">
      <w:pPr>
        <w:pStyle w:val="Heading1"/>
      </w:pPr>
      <w:bookmarkStart w:id="4" w:name="_Toc442176623"/>
      <w:r>
        <w:lastRenderedPageBreak/>
        <w:t>Hari Lahir</w:t>
      </w:r>
      <w:bookmarkEnd w:id="4"/>
    </w:p>
    <w:p w:rsidR="00990795" w:rsidRDefault="00990795" w:rsidP="00990795">
      <w:pPr>
        <w:pStyle w:val="libNormal"/>
      </w:pPr>
    </w:p>
    <w:p w:rsidR="00990795" w:rsidRDefault="00990795" w:rsidP="00990795">
      <w:pPr>
        <w:pStyle w:val="libNormal"/>
      </w:pPr>
      <w:r>
        <w:t>Imam Husein as. dilahirkan pada 3 Sya’ban 4 Hijriah. Mendengar berita kelahirannya, Rasulullah saw. sangat gembira.</w:t>
      </w:r>
    </w:p>
    <w:p w:rsidR="00990795" w:rsidRDefault="00990795" w:rsidP="00990795">
      <w:pPr>
        <w:pStyle w:val="libNormal"/>
      </w:pPr>
    </w:p>
    <w:p w:rsidR="00990795" w:rsidRDefault="00990795" w:rsidP="00990795">
      <w:pPr>
        <w:pStyle w:val="libNormal"/>
      </w:pPr>
      <w:r>
        <w:t>Beliau bergegas pergi ke rumah putrinya, Fatimah as. untuk mengucapkan selamat atas kelahiran putranya itu.</w:t>
      </w:r>
    </w:p>
    <w:p w:rsidR="00990795" w:rsidRDefault="00990795" w:rsidP="00990795">
      <w:pPr>
        <w:pStyle w:val="libNormal"/>
      </w:pPr>
    </w:p>
    <w:p w:rsidR="00990795" w:rsidRDefault="00990795" w:rsidP="00990795">
      <w:pPr>
        <w:pStyle w:val="libNormal"/>
      </w:pPr>
      <w:r>
        <w:t>Rasulullah saw. membacakan adzan pada telinga kanannya dan iqamat pada telinga kirinya, kemudian menamai bayi mungil itu dengan nama Husein.</w:t>
      </w:r>
    </w:p>
    <w:p w:rsidR="00990795" w:rsidRDefault="00990795" w:rsidP="00990795">
      <w:pPr>
        <w:pStyle w:val="libNormal"/>
      </w:pPr>
    </w:p>
    <w:p w:rsidR="00990795" w:rsidRDefault="00990795" w:rsidP="00990795">
      <w:pPr>
        <w:pStyle w:val="libNormal"/>
      </w:pPr>
      <w:r>
        <w:t>Pada hari ketujuh dari kelahirannya, Ali bin Abi Thalib membuat acara akikah untuk putranya dan membagikan daging kambing akikahnya kepada orang-orang fakir.</w:t>
      </w:r>
    </w:p>
    <w:p w:rsidR="00990795" w:rsidRDefault="00990795" w:rsidP="00990795">
      <w:pPr>
        <w:pStyle w:val="libNormal"/>
      </w:pPr>
    </w:p>
    <w:p w:rsidR="00990795" w:rsidRDefault="00990795" w:rsidP="00990795">
      <w:pPr>
        <w:pStyle w:val="libNormal"/>
      </w:pPr>
      <w:r>
        <w:t>Rasulullah saw. sangat mencintai cucunda Husein as. Setelah mendapatkan wahyu tentang apa yang akan terjadi pada cucunda ini di masa yang akan datang, beliau bersedih dan menangis atas kekejaman yang akan menimpanya.</w:t>
      </w:r>
    </w:p>
    <w:p w:rsidR="00990795" w:rsidRDefault="00990795" w:rsidP="00990795">
      <w:pPr>
        <w:pStyle w:val="libNormal"/>
      </w:pPr>
    </w:p>
    <w:p w:rsidR="00990795" w:rsidRDefault="00990795" w:rsidP="00990795">
      <w:pPr>
        <w:pStyle w:val="libNormal"/>
      </w:pPr>
      <w:r>
        <w:t>Rasulullah saw bersabda: “Husein dariku dan aku dari Husein". Dialah Imam putra Imam, dan sembilan dari keturunannya akan menjadi Imam, dan imam akhir dari mereka adalah Muhammad Al-Mahdi as.</w:t>
      </w:r>
    </w:p>
    <w:p w:rsidR="00990795" w:rsidRDefault="00990795" w:rsidP="00990795">
      <w:pPr>
        <w:pStyle w:val="libNormal"/>
      </w:pPr>
    </w:p>
    <w:p w:rsidR="00990795" w:rsidRDefault="00990795" w:rsidP="00990795">
      <w:pPr>
        <w:pStyle w:val="libNormal"/>
      </w:pPr>
      <w:r>
        <w:t>Dia akan muncul di akhir zaman, dan akan memenuhi alam semesta ini dengan keadilan setelah dipenuhi oleh kezaliman.</w:t>
      </w:r>
    </w:p>
    <w:p w:rsidR="006E58FB" w:rsidRPr="00B32A12" w:rsidRDefault="006E58FB">
      <w:r>
        <w:br w:type="page"/>
      </w:r>
    </w:p>
    <w:p w:rsidR="00990795" w:rsidRDefault="00990795" w:rsidP="00A84D5F">
      <w:pPr>
        <w:pStyle w:val="Heading1"/>
      </w:pPr>
      <w:bookmarkStart w:id="5" w:name="_Toc442176624"/>
      <w:r>
        <w:lastRenderedPageBreak/>
        <w:t>Imam Husein as. Semasa Ayahnya</w:t>
      </w:r>
      <w:bookmarkEnd w:id="5"/>
    </w:p>
    <w:p w:rsidR="006E58FB" w:rsidRDefault="006E58FB" w:rsidP="00990795">
      <w:pPr>
        <w:pStyle w:val="libNormal"/>
      </w:pPr>
    </w:p>
    <w:p w:rsidR="00990795" w:rsidRDefault="00990795" w:rsidP="00990795">
      <w:pPr>
        <w:pStyle w:val="libNormal"/>
      </w:pPr>
      <w:r>
        <w:t>Imam Husein as. hidup dalam haribaan Rasulullah saw. selama 6 tahun. Selama itu pula, Beliau banyak belajar dari akhlaq sang datuk yang mulia.</w:t>
      </w:r>
    </w:p>
    <w:p w:rsidR="00A84D5F" w:rsidRDefault="00A84D5F" w:rsidP="00990795">
      <w:pPr>
        <w:pStyle w:val="libNormal"/>
      </w:pPr>
    </w:p>
    <w:p w:rsidR="00A84D5F" w:rsidRDefault="00990795" w:rsidP="00990795">
      <w:pPr>
        <w:pStyle w:val="libNormal"/>
      </w:pPr>
      <w:r>
        <w:t xml:space="preserve">Ketika Rasulullah saw. wafat, beliau menjalani kehidupannya bersama ayahnya Ali as. selama 30 tahun. </w:t>
      </w:r>
    </w:p>
    <w:p w:rsidR="00A84D5F" w:rsidRDefault="00A84D5F" w:rsidP="00990795">
      <w:pPr>
        <w:pStyle w:val="libNormal"/>
      </w:pPr>
    </w:p>
    <w:p w:rsidR="00990795" w:rsidRDefault="00990795" w:rsidP="00990795">
      <w:pPr>
        <w:pStyle w:val="libNormal"/>
      </w:pPr>
      <w:r>
        <w:t>Beliau senantiasa berada di sampingnya dan turut merasakan penderitaannya.</w:t>
      </w:r>
    </w:p>
    <w:p w:rsidR="00A84D5F" w:rsidRDefault="00A84D5F" w:rsidP="00990795">
      <w:pPr>
        <w:pStyle w:val="libNormal"/>
      </w:pPr>
    </w:p>
    <w:p w:rsidR="00A84D5F" w:rsidRDefault="00990795" w:rsidP="00990795">
      <w:pPr>
        <w:pStyle w:val="libNormal"/>
      </w:pPr>
      <w:r>
        <w:t>Tatkala Imam Ali as. memegang tampuk pemerintahan, Imam Husein as. ikut serta mengambil bagian dalam pasukan yang tulus berkorban dan berjihad d</w:t>
      </w:r>
      <w:r w:rsidR="00A84D5F">
        <w:t>emi menegakkan panji kebenaran.</w:t>
      </w:r>
    </w:p>
    <w:p w:rsidR="00A84D5F" w:rsidRDefault="00A84D5F" w:rsidP="00990795">
      <w:pPr>
        <w:pStyle w:val="libNormal"/>
      </w:pPr>
    </w:p>
    <w:p w:rsidR="002A3ABB" w:rsidRDefault="00990795" w:rsidP="002A3ABB">
      <w:pPr>
        <w:pStyle w:val="libNormal"/>
      </w:pPr>
      <w:r>
        <w:t>Ia senantiasa turun dalam berbagai medan peperangan</w:t>
      </w:r>
      <w:r w:rsidR="00A84D5F">
        <w:t xml:space="preserve"> </w:t>
      </w:r>
      <w:r w:rsidR="002A3ABB">
        <w:t>seperti; perang Jamal, perang Shiffin, dan perang Nahrawan.</w:t>
      </w:r>
    </w:p>
    <w:p w:rsidR="002A3ABB" w:rsidRDefault="002A3ABB" w:rsidP="002A3ABB">
      <w:pPr>
        <w:pStyle w:val="libNormal"/>
      </w:pPr>
    </w:p>
    <w:p w:rsidR="002A3ABB" w:rsidRDefault="002A3ABB" w:rsidP="002A3ABB">
      <w:pPr>
        <w:pStyle w:val="libNormal"/>
      </w:pPr>
      <w:r>
        <w:t>Dan ketika ayahnya gugur sebagai syahid, Imam Husein as. membaiat sang kakak Hasan as. sebagai khalifah, dan mendampingi beliau dalam menghadapi Muawiyah.</w:t>
      </w:r>
    </w:p>
    <w:p w:rsidR="002A3ABB" w:rsidRDefault="002A3ABB" w:rsidP="002A3ABB">
      <w:pPr>
        <w:pStyle w:val="libNormal"/>
      </w:pPr>
    </w:p>
    <w:p w:rsidR="002A3ABB" w:rsidRPr="00B32A12" w:rsidRDefault="002A3ABB">
      <w:r>
        <w:br w:type="page"/>
      </w:r>
    </w:p>
    <w:p w:rsidR="002A3ABB" w:rsidRDefault="002A3ABB" w:rsidP="00E33C53">
      <w:pPr>
        <w:pStyle w:val="Heading1"/>
      </w:pPr>
      <w:bookmarkStart w:id="6" w:name="_Toc442176625"/>
      <w:r>
        <w:lastRenderedPageBreak/>
        <w:t>Imam Husein as. Semasa Muawiyah</w:t>
      </w:r>
      <w:bookmarkEnd w:id="6"/>
    </w:p>
    <w:p w:rsidR="00D83F2A" w:rsidRDefault="00D83F2A" w:rsidP="002A3ABB">
      <w:pPr>
        <w:pStyle w:val="libNormal"/>
      </w:pPr>
    </w:p>
    <w:p w:rsidR="001E3568" w:rsidRDefault="002A3ABB" w:rsidP="002A3ABB">
      <w:pPr>
        <w:pStyle w:val="libNormal"/>
      </w:pPr>
      <w:r>
        <w:t xml:space="preserve">Muawiyah meracun Imam Hasan as, sehingga beliau gugur </w:t>
      </w:r>
      <w:r w:rsidR="001E3568">
        <w:t>senasib ayahnya sebagai syahid.</w:t>
      </w:r>
    </w:p>
    <w:p w:rsidR="001E3568" w:rsidRDefault="001E3568" w:rsidP="002A3ABB">
      <w:pPr>
        <w:pStyle w:val="libNormal"/>
      </w:pPr>
    </w:p>
    <w:p w:rsidR="002A3ABB" w:rsidRDefault="002A3ABB" w:rsidP="002A3ABB">
      <w:pPr>
        <w:pStyle w:val="libNormal"/>
      </w:pPr>
      <w:r>
        <w:t>Kemudian, tongkat kepemimpinan umat segera dipegang oleh Imam Husein as. yang saat itu berusia 46 tahun.</w:t>
      </w:r>
    </w:p>
    <w:p w:rsidR="001E3568" w:rsidRDefault="001E3568" w:rsidP="002A3ABB">
      <w:pPr>
        <w:pStyle w:val="libNormal"/>
      </w:pPr>
    </w:p>
    <w:p w:rsidR="001E3568" w:rsidRDefault="002A3ABB" w:rsidP="002A3ABB">
      <w:pPr>
        <w:pStyle w:val="libNormal"/>
      </w:pPr>
      <w:r>
        <w:t>Imam Husein as. telah mengetahui bahwa Muawiyah adalah</w:t>
      </w:r>
      <w:r w:rsidR="001E3568">
        <w:t xml:space="preserve"> sumber penderitaan umat Islam.</w:t>
      </w:r>
    </w:p>
    <w:p w:rsidR="001E3568" w:rsidRDefault="001E3568" w:rsidP="002A3ABB">
      <w:pPr>
        <w:pStyle w:val="libNormal"/>
      </w:pPr>
    </w:p>
    <w:p w:rsidR="002A3ABB" w:rsidRDefault="002A3ABB" w:rsidP="002A3ABB">
      <w:pPr>
        <w:pStyle w:val="libNormal"/>
      </w:pPr>
      <w:r>
        <w:t>Di balik syiar-syiar Islam yang diangkatnya, sesungguhnya dia menghendaki kehancuran agama dan berusaha keras untuk menjauhkan penduduk Syam dari kebenaran-kebenaran Islam dan dari para sahabat Nabi yang ikhlas.</w:t>
      </w:r>
    </w:p>
    <w:p w:rsidR="001E3568" w:rsidRDefault="001E3568" w:rsidP="002A3ABB">
      <w:pPr>
        <w:pStyle w:val="libNormal"/>
      </w:pPr>
    </w:p>
    <w:p w:rsidR="001E3568" w:rsidRDefault="002A3ABB" w:rsidP="002A3ABB">
      <w:pPr>
        <w:pStyle w:val="libNormal"/>
      </w:pPr>
      <w:r>
        <w:t>Muawiyah senantiasa menebarkan kebohongan-kebohongan yang bertujuan merusa</w:t>
      </w:r>
      <w:r w:rsidR="001E3568">
        <w:t>k nama baik Ahlul Bait Nabi as.</w:t>
      </w:r>
    </w:p>
    <w:p w:rsidR="001E3568" w:rsidRDefault="001E3568" w:rsidP="002A3ABB">
      <w:pPr>
        <w:pStyle w:val="libNormal"/>
      </w:pPr>
    </w:p>
    <w:p w:rsidR="001E3568" w:rsidRDefault="002A3ABB" w:rsidP="002A3ABB">
      <w:pPr>
        <w:pStyle w:val="libNormal"/>
      </w:pPr>
      <w:r>
        <w:t>Dia membunuh setiap orang yang menentang pemerintahannya. Dia telah banyak melakukan pembunuhan terhadap sahabat-sahabat Nabi dan sah</w:t>
      </w:r>
      <w:r w:rsidR="001E3568">
        <w:t>abat-sahabat setia Imam Ali as.</w:t>
      </w:r>
    </w:p>
    <w:p w:rsidR="001E3568" w:rsidRDefault="001E3568" w:rsidP="002A3ABB">
      <w:pPr>
        <w:pStyle w:val="libNormal"/>
      </w:pPr>
    </w:p>
    <w:p w:rsidR="00743CFE" w:rsidRDefault="002A3ABB" w:rsidP="00743CFE">
      <w:pPr>
        <w:pStyle w:val="libNormal"/>
      </w:pPr>
      <w:r>
        <w:t>Di antara mereka adalah Hijr bin Ady yang telah dibunuhnya</w:t>
      </w:r>
      <w:r w:rsidR="00743CFE">
        <w:t xml:space="preserve"> bersama anaknya di daerah Maraj Azra di luar kota Damaskus.</w:t>
      </w:r>
    </w:p>
    <w:p w:rsidR="00743CFE" w:rsidRDefault="00743CFE" w:rsidP="00743CFE">
      <w:pPr>
        <w:pStyle w:val="libNormal"/>
      </w:pPr>
    </w:p>
    <w:p w:rsidR="00743CFE" w:rsidRDefault="00743CFE" w:rsidP="00743CFE">
      <w:pPr>
        <w:pStyle w:val="libNormal"/>
      </w:pPr>
      <w:r>
        <w:t>Muawiyah selalu berupaya mengangkat anaknya Yazid untuk menduduki kursi kekhalifahan.</w:t>
      </w:r>
    </w:p>
    <w:p w:rsidR="00743CFE" w:rsidRDefault="00743CFE" w:rsidP="00743CFE">
      <w:pPr>
        <w:pStyle w:val="libNormal"/>
      </w:pPr>
    </w:p>
    <w:p w:rsidR="00743CFE" w:rsidRDefault="00743CFE" w:rsidP="00743CFE">
      <w:pPr>
        <w:pStyle w:val="libNormal"/>
      </w:pPr>
      <w:r>
        <w:t xml:space="preserve">Padahal ia tahu benar akan perangai bejat Yazid, pemuda yang menghina agama dan kaum mukmin. </w:t>
      </w:r>
      <w:r>
        <w:lastRenderedPageBreak/>
        <w:t>Dialah seorang pemabuk dan banyak menghabiskan waktunya bermain dengan kera-kera.</w:t>
      </w:r>
    </w:p>
    <w:p w:rsidR="00743CFE" w:rsidRDefault="00743CFE" w:rsidP="00743CFE">
      <w:pPr>
        <w:pStyle w:val="libNormal"/>
      </w:pPr>
    </w:p>
    <w:p w:rsidR="0049117E" w:rsidRDefault="00743CFE" w:rsidP="00743CFE">
      <w:pPr>
        <w:pStyle w:val="libNormal"/>
      </w:pPr>
      <w:r>
        <w:t>Imam Husein as. memperingatkan Muawiya</w:t>
      </w:r>
      <w:r w:rsidR="0049117E">
        <w:t>h akan bahaya yang dia lakukan.</w:t>
      </w:r>
    </w:p>
    <w:p w:rsidR="0049117E" w:rsidRDefault="0049117E" w:rsidP="00743CFE">
      <w:pPr>
        <w:pStyle w:val="libNormal"/>
      </w:pPr>
    </w:p>
    <w:p w:rsidR="00743CFE" w:rsidRDefault="00743CFE" w:rsidP="00743CFE">
      <w:pPr>
        <w:pStyle w:val="libNormal"/>
      </w:pPr>
      <w:r>
        <w:t>Akan tetapi, ayah Yazid itu tidak menghiraukan ucapan siapa pun, dan dia malah mengumumkan niatnya untuk membaiat Yazid.</w:t>
      </w:r>
    </w:p>
    <w:p w:rsidR="0049117E" w:rsidRDefault="0049117E" w:rsidP="00743CFE">
      <w:pPr>
        <w:pStyle w:val="libNormal"/>
      </w:pPr>
    </w:p>
    <w:p w:rsidR="00743CFE" w:rsidRDefault="00743CFE" w:rsidP="00743CFE">
      <w:pPr>
        <w:pStyle w:val="libNormal"/>
      </w:pPr>
      <w:r>
        <w:t>Dan demikianlah yang terjadi. Muawiyah membaiat si anak menjadi khalifah dan memaksa orang-orang untuk melakukan hal yang sama.</w:t>
      </w:r>
    </w:p>
    <w:p w:rsidR="0049117E" w:rsidRDefault="0049117E" w:rsidP="00743CFE">
      <w:pPr>
        <w:pStyle w:val="libNormal"/>
      </w:pPr>
    </w:p>
    <w:p w:rsidR="0049117E" w:rsidRPr="007E1FB0" w:rsidRDefault="0049117E">
      <w:r>
        <w:br w:type="page"/>
      </w:r>
    </w:p>
    <w:p w:rsidR="00743CFE" w:rsidRDefault="00743CFE" w:rsidP="0049117E">
      <w:pPr>
        <w:pStyle w:val="Heading1"/>
      </w:pPr>
      <w:bookmarkStart w:id="7" w:name="_Toc442176626"/>
      <w:r>
        <w:lastRenderedPageBreak/>
        <w:t>Imam Husein as. dan Yazid</w:t>
      </w:r>
      <w:bookmarkEnd w:id="7"/>
    </w:p>
    <w:p w:rsidR="0049117E" w:rsidRDefault="0049117E" w:rsidP="00743CFE">
      <w:pPr>
        <w:pStyle w:val="libNormal"/>
      </w:pPr>
    </w:p>
    <w:p w:rsidR="00CC2ECA" w:rsidRDefault="00743CFE" w:rsidP="00743CFE">
      <w:pPr>
        <w:pStyle w:val="libNormal"/>
      </w:pPr>
      <w:r>
        <w:t>Sepeninggal Muawiyah, anaknya Yaz</w:t>
      </w:r>
      <w:r w:rsidR="00CC2ECA">
        <w:t>id menduduki kepemimpinan umat.</w:t>
      </w:r>
    </w:p>
    <w:p w:rsidR="00CC2ECA" w:rsidRDefault="00CC2ECA" w:rsidP="00743CFE">
      <w:pPr>
        <w:pStyle w:val="libNormal"/>
      </w:pPr>
    </w:p>
    <w:p w:rsidR="00CC2ECA" w:rsidRDefault="00743CFE" w:rsidP="00743CFE">
      <w:pPr>
        <w:pStyle w:val="libNormal"/>
      </w:pPr>
      <w:r>
        <w:t>Pertama yang ia lakukan ialah mengirimkan surat kepada Walid gubernur Madinah yang berisi perintah untuk menga</w:t>
      </w:r>
      <w:r w:rsidR="00CC2ECA">
        <w:t>mbil baiat dari Imam Husein as.</w:t>
      </w:r>
    </w:p>
    <w:p w:rsidR="00CC2ECA" w:rsidRDefault="00CC2ECA" w:rsidP="00743CFE">
      <w:pPr>
        <w:pStyle w:val="libNormal"/>
      </w:pPr>
    </w:p>
    <w:p w:rsidR="00743CFE" w:rsidRDefault="00743CFE" w:rsidP="00743CFE">
      <w:pPr>
        <w:pStyle w:val="libNormal"/>
      </w:pPr>
      <w:r>
        <w:t>Dengan surat di tangannya, Walid mendatangi beliau dan memaparkan ihwal perintah Yazid di hadapannya.</w:t>
      </w:r>
    </w:p>
    <w:p w:rsidR="00CC2ECA" w:rsidRDefault="00CC2ECA" w:rsidP="00743CFE">
      <w:pPr>
        <w:pStyle w:val="libNormal"/>
      </w:pPr>
    </w:p>
    <w:p w:rsidR="002C3A2F" w:rsidRDefault="00743CFE" w:rsidP="00743CFE">
      <w:pPr>
        <w:pStyle w:val="libNormal"/>
      </w:pPr>
      <w:r>
        <w:t>Imam Husein as. telah mengetahui di balik semua itu; Yazid akan mengumumkan bahwa Husein cucu Rasulullah saw. te</w:t>
      </w:r>
      <w:r w:rsidR="002C3A2F">
        <w:t>lah memberikan baiat kepadanya.</w:t>
      </w:r>
    </w:p>
    <w:p w:rsidR="002C3A2F" w:rsidRDefault="002C3A2F" w:rsidP="00743CFE">
      <w:pPr>
        <w:pStyle w:val="libNormal"/>
      </w:pPr>
    </w:p>
    <w:p w:rsidR="007E1FB0" w:rsidRDefault="00743CFE" w:rsidP="00743CFE">
      <w:pPr>
        <w:pStyle w:val="libNormal"/>
      </w:pPr>
      <w:r>
        <w:t>Ini akan berarti bahwa kekhalifah</w:t>
      </w:r>
      <w:r w:rsidR="007E1FB0">
        <w:t>an Yazid sudah benar-benar sah.</w:t>
      </w:r>
    </w:p>
    <w:p w:rsidR="007E1FB0" w:rsidRDefault="007E1FB0" w:rsidP="00743CFE">
      <w:pPr>
        <w:pStyle w:val="libNormal"/>
      </w:pPr>
    </w:p>
    <w:p w:rsidR="00743CFE" w:rsidRDefault="00743CFE" w:rsidP="00743CFE">
      <w:pPr>
        <w:pStyle w:val="libNormal"/>
      </w:pPr>
      <w:r>
        <w:t>Oleh karena itulah Imam as. menolak untuk membaiat seorang fasik seperti Yazid yang hobinya minum khamar serta menginjak-injak hukum Allah swt.</w:t>
      </w:r>
    </w:p>
    <w:p w:rsidR="00C0705B" w:rsidRDefault="00C0705B" w:rsidP="00743CFE">
      <w:pPr>
        <w:pStyle w:val="libNormal"/>
      </w:pPr>
    </w:p>
    <w:p w:rsidR="00C0705B" w:rsidRDefault="00743CFE" w:rsidP="00743CFE">
      <w:pPr>
        <w:pStyle w:val="libNormal"/>
      </w:pPr>
      <w:r>
        <w:t>Menyaksikan penolakan Imam Husein tersebut, Walid mengancam akan membunuhnya bila beliau terny</w:t>
      </w:r>
      <w:r w:rsidR="00C0705B">
        <w:t>ata menolak baiat kepada Yazid.</w:t>
      </w:r>
    </w:p>
    <w:p w:rsidR="00C0705B" w:rsidRDefault="00C0705B" w:rsidP="00743CFE">
      <w:pPr>
        <w:pStyle w:val="libNormal"/>
      </w:pPr>
    </w:p>
    <w:p w:rsidR="00743CFE" w:rsidRDefault="00743CFE" w:rsidP="00743CFE">
      <w:pPr>
        <w:pStyle w:val="libNormal"/>
      </w:pPr>
      <w:r>
        <w:t>Namun demikian, Imam as. tidak memperdulikan sesuatu pun kecuali demi kemaslahatan Islam, kendati harus mengorbankan nyawanya yang suci.</w:t>
      </w:r>
    </w:p>
    <w:p w:rsidR="00C0705B" w:rsidRPr="00C0705B" w:rsidRDefault="00C0705B">
      <w:r>
        <w:br w:type="page"/>
      </w:r>
    </w:p>
    <w:p w:rsidR="00743CFE" w:rsidRDefault="00743CFE" w:rsidP="00C0705B">
      <w:pPr>
        <w:pStyle w:val="Heading1"/>
      </w:pPr>
      <w:bookmarkStart w:id="8" w:name="_Toc442176627"/>
      <w:r>
        <w:lastRenderedPageBreak/>
        <w:t>Undangan Warga Kufah</w:t>
      </w:r>
      <w:bookmarkEnd w:id="8"/>
    </w:p>
    <w:p w:rsidR="00C0705B" w:rsidRDefault="00C0705B" w:rsidP="00743CFE">
      <w:pPr>
        <w:pStyle w:val="libNormal"/>
      </w:pPr>
    </w:p>
    <w:p w:rsidR="00591CB4" w:rsidRDefault="00743CFE" w:rsidP="00743CFE">
      <w:pPr>
        <w:pStyle w:val="libNormal"/>
      </w:pPr>
      <w:r>
        <w:t>Kaum muslimin merasakan kegelisahan yang dal</w:t>
      </w:r>
      <w:r w:rsidR="00591CB4">
        <w:t>am terhadap kezaliman Muawiyah.</w:t>
      </w:r>
    </w:p>
    <w:p w:rsidR="00591CB4" w:rsidRDefault="00591CB4" w:rsidP="00743CFE">
      <w:pPr>
        <w:pStyle w:val="libNormal"/>
      </w:pPr>
    </w:p>
    <w:p w:rsidR="00743CFE" w:rsidRDefault="00743CFE" w:rsidP="00743CFE">
      <w:pPr>
        <w:pStyle w:val="libNormal"/>
      </w:pPr>
      <w:r>
        <w:t>Mereka mendambakan pemerintahan adil sebagaimana pernah dijalankan oleh Ali bin Abi Thalib dapat kembali berkuasa.</w:t>
      </w:r>
    </w:p>
    <w:p w:rsidR="00C0705B" w:rsidRDefault="00C0705B" w:rsidP="00743CFE">
      <w:pPr>
        <w:pStyle w:val="libNormal"/>
      </w:pPr>
    </w:p>
    <w:p w:rsidR="00743CFE" w:rsidRDefault="00743CFE" w:rsidP="00743CFE">
      <w:pPr>
        <w:pStyle w:val="libNormal"/>
      </w:pPr>
      <w:r>
        <w:t>Maka, tatkala warga Kufah mendengar penolakan Imam Husein as. terhadap baiat kepada Yazid, mereka mengirimkan surat yang begitu banyaknya kepada beliau, dan mengundang beliau untuk segera datang ke Kufah serta menyelamatkan mereka dari kezaliman Bani Umayyah.</w:t>
      </w:r>
    </w:p>
    <w:p w:rsidR="00591CB4" w:rsidRDefault="00591CB4" w:rsidP="00743CFE">
      <w:pPr>
        <w:pStyle w:val="libNormal"/>
      </w:pPr>
    </w:p>
    <w:p w:rsidR="00591CB4" w:rsidRDefault="00743CFE" w:rsidP="00743CFE">
      <w:pPr>
        <w:pStyle w:val="libNormal"/>
      </w:pPr>
      <w:r>
        <w:t xml:space="preserve">Jumlah surat warga Kufah yang diterima oleh Imam Husein as. </w:t>
      </w:r>
      <w:r w:rsidR="00591CB4">
        <w:t>sebanyak enam belas ribu pucuk.</w:t>
      </w:r>
    </w:p>
    <w:p w:rsidR="00591CB4" w:rsidRDefault="00591CB4" w:rsidP="00743CFE">
      <w:pPr>
        <w:pStyle w:val="libNormal"/>
      </w:pPr>
    </w:p>
    <w:p w:rsidR="00621B15" w:rsidRDefault="00743CFE" w:rsidP="00621B15">
      <w:pPr>
        <w:pStyle w:val="libNormal"/>
      </w:pPr>
      <w:r>
        <w:t>Semua isi surat itu menyatakan desakan mereka kepada beliau,</w:t>
      </w:r>
    </w:p>
    <w:p w:rsidR="00621B15" w:rsidRDefault="00621B15" w:rsidP="00621B15">
      <w:pPr>
        <w:pStyle w:val="libNormal"/>
      </w:pPr>
    </w:p>
    <w:p w:rsidR="00621B15" w:rsidRDefault="00621B15" w:rsidP="00621B15">
      <w:pPr>
        <w:pStyle w:val="libNormal"/>
      </w:pPr>
      <w:r w:rsidRPr="00DB2D24">
        <w:rPr>
          <w:rStyle w:val="libAieChar"/>
        </w:rPr>
        <w:t>“Datanglah wahai putra Rasulullah saw, sungguh kami tidak memiliki pemimpin selainmu”</w:t>
      </w:r>
      <w:r>
        <w:t>.</w:t>
      </w:r>
    </w:p>
    <w:p w:rsidR="00621B15" w:rsidRPr="00621B15" w:rsidRDefault="00621B15">
      <w:r>
        <w:br w:type="page"/>
      </w:r>
    </w:p>
    <w:p w:rsidR="00621B15" w:rsidRDefault="00621B15" w:rsidP="00BE2394">
      <w:pPr>
        <w:pStyle w:val="Heading1"/>
      </w:pPr>
      <w:bookmarkStart w:id="9" w:name="_Toc442176628"/>
      <w:r>
        <w:lastRenderedPageBreak/>
        <w:t>Duta Imam Husein as.</w:t>
      </w:r>
      <w:bookmarkEnd w:id="9"/>
    </w:p>
    <w:p w:rsidR="007A6F06" w:rsidRDefault="007A6F06" w:rsidP="00621B15">
      <w:pPr>
        <w:pStyle w:val="libNormal"/>
      </w:pPr>
    </w:p>
    <w:p w:rsidR="0036427E" w:rsidRDefault="00621B15" w:rsidP="00621B15">
      <w:pPr>
        <w:pStyle w:val="libNormal"/>
      </w:pPr>
      <w:r>
        <w:t>Imam Husein as. mengutus anak pamannya Muslim bin Aqil sebagai duta beliau unt</w:t>
      </w:r>
      <w:r w:rsidR="0036427E">
        <w:t>uk menjumpai orang-orang Kufah.</w:t>
      </w:r>
    </w:p>
    <w:p w:rsidR="0036427E" w:rsidRDefault="0036427E" w:rsidP="00621B15">
      <w:pPr>
        <w:pStyle w:val="libNormal"/>
      </w:pPr>
    </w:p>
    <w:p w:rsidR="00621B15" w:rsidRDefault="00621B15" w:rsidP="00621B15">
      <w:pPr>
        <w:pStyle w:val="libNormal"/>
      </w:pPr>
      <w:r>
        <w:t>Melalui tangannyalah beliau mengirimkan surat untuk warga Kufah. Isi surat itu ialah sebagai berikut:</w:t>
      </w:r>
    </w:p>
    <w:p w:rsidR="0036427E" w:rsidRDefault="0036427E" w:rsidP="00621B15">
      <w:pPr>
        <w:pStyle w:val="libNormal"/>
      </w:pPr>
    </w:p>
    <w:p w:rsidR="00621B15" w:rsidRDefault="00621B15" w:rsidP="00621B15">
      <w:pPr>
        <w:pStyle w:val="libNormal"/>
      </w:pPr>
      <w:r>
        <w:t>“Telah sampai kepadaku surat-surat kalian, dan aku mengerti apa yang kalian nyatakan sebagai ketulusan kalian terhadap kehadiranku di tengah-tengah kalian, dan aku telah mengirimkan seorang utusan kepada kalian, ia adalah saudaraku, anak pamanku dan orang tepercaya dari keluargaku, Muslim bin Aqil".</w:t>
      </w:r>
    </w:p>
    <w:p w:rsidR="001F7E10" w:rsidRDefault="001F7E10" w:rsidP="00621B15">
      <w:pPr>
        <w:pStyle w:val="libNormal"/>
      </w:pPr>
    </w:p>
    <w:p w:rsidR="001C2189" w:rsidRDefault="00621B15" w:rsidP="00621B15">
      <w:pPr>
        <w:pStyle w:val="libNormal"/>
      </w:pPr>
      <w:r>
        <w:t xml:space="preserve">Sesampainya di Kufah, Muslim mendapat sambutan yang </w:t>
      </w:r>
      <w:r w:rsidR="001C2189">
        <w:t>hangat dari masyarakat di sana.</w:t>
      </w:r>
    </w:p>
    <w:p w:rsidR="001C2189" w:rsidRDefault="001C2189" w:rsidP="00621B15">
      <w:pPr>
        <w:pStyle w:val="libNormal"/>
      </w:pPr>
    </w:p>
    <w:p w:rsidR="00621B15" w:rsidRDefault="00621B15" w:rsidP="00621B15">
      <w:pPr>
        <w:pStyle w:val="libNormal"/>
      </w:pPr>
      <w:r>
        <w:t>Di hadapannya, lebih dari delapan belas ribu orang menyatakan kesediaan untuk membaiat Imam Husein as.</w:t>
      </w:r>
    </w:p>
    <w:p w:rsidR="001C2189" w:rsidRDefault="001C2189" w:rsidP="00621B15">
      <w:pPr>
        <w:pStyle w:val="libNormal"/>
      </w:pPr>
    </w:p>
    <w:p w:rsidR="00E87E60" w:rsidRDefault="00621B15" w:rsidP="00621B15">
      <w:pPr>
        <w:pStyle w:val="libNormal"/>
      </w:pPr>
      <w:r>
        <w:t>Kemudian, Muslim melayangkan surat kepada Imam as. dan mengabarkan, bahwa orang-orang Kufah telah berkumpul, mereka siap membela kebenaran se</w:t>
      </w:r>
      <w:r w:rsidR="00E87E60">
        <w:t>rta menolak baiat kepada Yazid.</w:t>
      </w:r>
    </w:p>
    <w:p w:rsidR="00E87E60" w:rsidRDefault="00E87E60" w:rsidP="00621B15">
      <w:pPr>
        <w:pStyle w:val="libNormal"/>
      </w:pPr>
    </w:p>
    <w:p w:rsidR="008C2948" w:rsidRDefault="00621B15" w:rsidP="00621B15">
      <w:pPr>
        <w:pStyle w:val="libNormal"/>
      </w:pPr>
      <w:r>
        <w:t>Di dalam surat itu pula ia meminta beliau agar datang ke Kufah secepat mungkin.</w:t>
      </w:r>
    </w:p>
    <w:p w:rsidR="00E87E60" w:rsidRDefault="00E87E60" w:rsidP="00621B15">
      <w:pPr>
        <w:pStyle w:val="libNormal"/>
      </w:pPr>
    </w:p>
    <w:p w:rsidR="00F349AC" w:rsidRPr="00B224C1" w:rsidRDefault="00F349AC">
      <w:r>
        <w:br w:type="page"/>
      </w:r>
    </w:p>
    <w:p w:rsidR="00F349AC" w:rsidRDefault="00F349AC" w:rsidP="00104D23">
      <w:pPr>
        <w:pStyle w:val="Heading1"/>
      </w:pPr>
      <w:bookmarkStart w:id="10" w:name="_Toc442176629"/>
      <w:r>
        <w:lastRenderedPageBreak/>
        <w:t>Muslim Dibunuh</w:t>
      </w:r>
      <w:bookmarkEnd w:id="10"/>
    </w:p>
    <w:p w:rsidR="00F349AC" w:rsidRDefault="00F349AC" w:rsidP="00F349AC">
      <w:pPr>
        <w:pStyle w:val="libNormal"/>
      </w:pPr>
    </w:p>
    <w:p w:rsidR="003C1DDA" w:rsidRDefault="00F349AC" w:rsidP="00F349AC">
      <w:pPr>
        <w:pStyle w:val="libNormal"/>
      </w:pPr>
      <w:r>
        <w:t>Sementara itu, Yazid mengawasi ketat apa ya</w:t>
      </w:r>
      <w:r w:rsidR="003C1DDA">
        <w:t>ng sedang berlangsung di Kufah.</w:t>
      </w:r>
    </w:p>
    <w:p w:rsidR="003C1DDA" w:rsidRDefault="003C1DDA" w:rsidP="00F349AC">
      <w:pPr>
        <w:pStyle w:val="libNormal"/>
      </w:pPr>
    </w:p>
    <w:p w:rsidR="00F349AC" w:rsidRDefault="00F349AC" w:rsidP="00F349AC">
      <w:pPr>
        <w:pStyle w:val="libNormal"/>
      </w:pPr>
      <w:r>
        <w:t>Untuk itu, dia telah menentukan seorang gubernur Kufah yang baru Ubaidillah ibnu Ziyad, yang telah sampai ke Kufah dengan cepat.</w:t>
      </w:r>
    </w:p>
    <w:p w:rsidR="00B224C1" w:rsidRDefault="00B224C1" w:rsidP="00F349AC">
      <w:pPr>
        <w:pStyle w:val="libNormal"/>
      </w:pPr>
    </w:p>
    <w:p w:rsidR="003C1DDA" w:rsidRDefault="00F349AC" w:rsidP="00F349AC">
      <w:pPr>
        <w:pStyle w:val="libNormal"/>
      </w:pPr>
      <w:r>
        <w:t>Ibnu Ziyad memulai tindakannya di sana dengan melakuk</w:t>
      </w:r>
      <w:r w:rsidR="003C1DDA">
        <w:t>an teror, pembunuhan, dan suap.</w:t>
      </w:r>
    </w:p>
    <w:p w:rsidR="003C1DDA" w:rsidRDefault="003C1DDA" w:rsidP="00F349AC">
      <w:pPr>
        <w:pStyle w:val="libNormal"/>
      </w:pPr>
    </w:p>
    <w:p w:rsidR="00F349AC" w:rsidRDefault="00F349AC" w:rsidP="00F349AC">
      <w:pPr>
        <w:pStyle w:val="libNormal"/>
      </w:pPr>
      <w:r>
        <w:t>Kemudian berlanjut dengan menakut-nakuti warga kota akan datangnya pasukan dari Syam dalam jumlah raksasa.</w:t>
      </w:r>
    </w:p>
    <w:p w:rsidR="00E918FC" w:rsidRDefault="00E918FC" w:rsidP="00F349AC">
      <w:pPr>
        <w:pStyle w:val="libNormal"/>
      </w:pPr>
    </w:p>
    <w:p w:rsidR="00104D23" w:rsidRDefault="00F349AC" w:rsidP="00F349AC">
      <w:pPr>
        <w:pStyle w:val="libNormal"/>
      </w:pPr>
      <w:r>
        <w:t>Warga Kufah merasa takut dan perlahan-lahan mulai meninggalkan Muslim bin Aqil, hingga ia bertahan sendirian di teng</w:t>
      </w:r>
      <w:r w:rsidR="00104D23">
        <w:t>ah kepungan pasukan Ibnu Ziyad.</w:t>
      </w:r>
    </w:p>
    <w:p w:rsidR="00104D23" w:rsidRDefault="00104D23" w:rsidP="00F349AC">
      <w:pPr>
        <w:pStyle w:val="libNormal"/>
      </w:pPr>
    </w:p>
    <w:p w:rsidR="00F349AC" w:rsidRDefault="00F349AC" w:rsidP="00F349AC">
      <w:pPr>
        <w:pStyle w:val="libNormal"/>
      </w:pPr>
      <w:r>
        <w:t>Meski begitu, ia tidak mau menyerah dan mengadakan perlawanan seorang diri sampai terluka parah.</w:t>
      </w:r>
    </w:p>
    <w:p w:rsidR="00104D23" w:rsidRDefault="00104D23" w:rsidP="00F349AC">
      <w:pPr>
        <w:pStyle w:val="libNormal"/>
      </w:pPr>
    </w:p>
    <w:p w:rsidR="00F349AC" w:rsidRDefault="00F349AC" w:rsidP="00F349AC">
      <w:pPr>
        <w:pStyle w:val="libNormal"/>
      </w:pPr>
      <w:r>
        <w:t>Kemudian ia ditangkap dan diseret sebagai tahanan sebelum akhirnya mati syahid di tangan musuh.</w:t>
      </w:r>
    </w:p>
    <w:p w:rsidR="00B04305" w:rsidRDefault="00B04305" w:rsidP="00F349AC">
      <w:pPr>
        <w:pStyle w:val="libNormal"/>
      </w:pPr>
    </w:p>
    <w:p w:rsidR="00572A9E" w:rsidRDefault="00F349AC" w:rsidP="00F349AC">
      <w:pPr>
        <w:pStyle w:val="libNormal"/>
      </w:pPr>
      <w:r>
        <w:t>Berita dibunuhnya Muslim bin Aqil dan sebagian pembelanya di Kufah tela</w:t>
      </w:r>
      <w:r w:rsidR="00572A9E">
        <w:t>h sampai kepada Imam Husein as.</w:t>
      </w:r>
    </w:p>
    <w:p w:rsidR="00572A9E" w:rsidRDefault="00572A9E" w:rsidP="00F349AC">
      <w:pPr>
        <w:pStyle w:val="libNormal"/>
      </w:pPr>
    </w:p>
    <w:p w:rsidR="00F349AC" w:rsidRDefault="00F349AC" w:rsidP="00F349AC">
      <w:pPr>
        <w:pStyle w:val="libNormal"/>
      </w:pPr>
      <w:r>
        <w:t>Saat itu beliau dalam perjalanan menuju Kufah. Beliau telah mengetahui bahwa warga kota telah mengkhianatinya.</w:t>
      </w:r>
    </w:p>
    <w:p w:rsidR="00CC26FC" w:rsidRDefault="00CC26FC" w:rsidP="00F349AC">
      <w:pPr>
        <w:pStyle w:val="libNormal"/>
      </w:pPr>
    </w:p>
    <w:p w:rsidR="00F349AC" w:rsidRDefault="00F349AC" w:rsidP="00F349AC">
      <w:pPr>
        <w:pStyle w:val="libNormal"/>
      </w:pPr>
      <w:r>
        <w:t xml:space="preserve">Kepada para sahabat dan orang-orang yang bergabung bersamanya, beliau mengatakan, “Barang siapa yang ikut </w:t>
      </w:r>
      <w:r>
        <w:lastRenderedPageBreak/>
        <w:t>bersama kami, maka ia akan mati syahid, dan barang siapa yang berpaling dari kami, sungguh dia tidak akan mencapai kemenangan”.</w:t>
      </w:r>
    </w:p>
    <w:p w:rsidR="0050206D" w:rsidRDefault="0050206D" w:rsidP="00F349AC">
      <w:pPr>
        <w:pStyle w:val="libNormal"/>
      </w:pPr>
    </w:p>
    <w:p w:rsidR="000778DC" w:rsidRDefault="00F349AC" w:rsidP="00F349AC">
      <w:pPr>
        <w:pStyle w:val="libNormal"/>
      </w:pPr>
      <w:r>
        <w:t>Imam as. sadar sepenuhnya akan</w:t>
      </w:r>
      <w:r w:rsidR="000778DC">
        <w:t xml:space="preserve"> jalan yang tengah ditempuhnya.</w:t>
      </w:r>
    </w:p>
    <w:p w:rsidR="000778DC" w:rsidRDefault="000778DC" w:rsidP="00F349AC">
      <w:pPr>
        <w:pStyle w:val="libNormal"/>
      </w:pPr>
    </w:p>
    <w:p w:rsidR="00F349AC" w:rsidRDefault="00F349AC" w:rsidP="00F349AC">
      <w:pPr>
        <w:pStyle w:val="libNormal"/>
      </w:pPr>
      <w:r>
        <w:t>Beliau hanya berpikir akan kewajiban dan tugasnya terhadap Islam dan kaum muslimin.</w:t>
      </w:r>
    </w:p>
    <w:p w:rsidR="00564DE6" w:rsidRDefault="00564DE6" w:rsidP="00F349AC">
      <w:pPr>
        <w:pStyle w:val="libNormal"/>
      </w:pPr>
    </w:p>
    <w:p w:rsidR="00564DE6" w:rsidRPr="00BB5D90" w:rsidRDefault="00564DE6">
      <w:r>
        <w:br w:type="page"/>
      </w:r>
    </w:p>
    <w:p w:rsidR="00F349AC" w:rsidRDefault="00F349AC" w:rsidP="00BB5D90">
      <w:pPr>
        <w:pStyle w:val="Heading1"/>
      </w:pPr>
      <w:bookmarkStart w:id="11" w:name="_Toc442176630"/>
      <w:r>
        <w:lastRenderedPageBreak/>
        <w:t>Tujuan Imam Husein as.</w:t>
      </w:r>
      <w:bookmarkEnd w:id="11"/>
    </w:p>
    <w:p w:rsidR="00BB5D90" w:rsidRDefault="00BB5D90" w:rsidP="00F349AC">
      <w:pPr>
        <w:pStyle w:val="libNormal"/>
      </w:pPr>
    </w:p>
    <w:p w:rsidR="007A4A4E" w:rsidRDefault="00F349AC" w:rsidP="00F349AC">
      <w:pPr>
        <w:pStyle w:val="libNormal"/>
      </w:pPr>
      <w:r>
        <w:t>Imam Husein as. mengumumkan penolakannya membaiat Yazid, karena memang dia sama sekali tidak panta</w:t>
      </w:r>
      <w:r w:rsidR="007A4A4E">
        <w:t>s menduduki kursi kekhalifahan.</w:t>
      </w:r>
    </w:p>
    <w:p w:rsidR="007A4A4E" w:rsidRDefault="007A4A4E" w:rsidP="00F349AC">
      <w:pPr>
        <w:pStyle w:val="libNormal"/>
      </w:pPr>
    </w:p>
    <w:p w:rsidR="00F349AC" w:rsidRDefault="00F349AC" w:rsidP="00F349AC">
      <w:pPr>
        <w:pStyle w:val="libNormal"/>
      </w:pPr>
      <w:r>
        <w:t>Dialah seorang yang fasik, peminum arak, menghalalkan apa yang diharamkan oleh Allah swt., dan mengharamkan yang dihalalkan-Nya.</w:t>
      </w:r>
    </w:p>
    <w:p w:rsidR="007A4A4E" w:rsidRDefault="007A4A4E" w:rsidP="00F349AC">
      <w:pPr>
        <w:pStyle w:val="libNormal"/>
      </w:pPr>
    </w:p>
    <w:p w:rsidR="006A2339" w:rsidRDefault="00F349AC" w:rsidP="00F349AC">
      <w:pPr>
        <w:pStyle w:val="libNormal"/>
      </w:pPr>
      <w:r>
        <w:t xml:space="preserve">Oleh karena itu, dalam wasiatnya kepada saudaranya Muhammad bin Hanafiyah, Imam as. mengatakan, </w:t>
      </w:r>
    </w:p>
    <w:p w:rsidR="006A2339" w:rsidRDefault="006A2339" w:rsidP="00F349AC">
      <w:pPr>
        <w:pStyle w:val="libNormal"/>
      </w:pPr>
    </w:p>
    <w:p w:rsidR="006A2339" w:rsidRDefault="00F349AC" w:rsidP="006A2339">
      <w:pPr>
        <w:pStyle w:val="libAie"/>
      </w:pPr>
      <w:r>
        <w:t>“Sesungguhnya aku tidak bangkit untuk membuat kerusakan ataupun kezaliman, aku hanya bangkit untuk memper</w:t>
      </w:r>
      <w:r w:rsidR="006A2339">
        <w:t>baiki keadaan umat kakekku saw.</w:t>
      </w:r>
    </w:p>
    <w:p w:rsidR="006A2339" w:rsidRDefault="006A2339" w:rsidP="00F349AC">
      <w:pPr>
        <w:pStyle w:val="libNormal"/>
      </w:pPr>
    </w:p>
    <w:p w:rsidR="00F349AC" w:rsidRDefault="00F349AC" w:rsidP="006A2339">
      <w:pPr>
        <w:pStyle w:val="libAie"/>
      </w:pPr>
      <w:r>
        <w:t>Aku ingin melakukan amar makruf dan nahi munkar. Aku akan menempuh jalan yang telah ditempuh oleh datukku Nabi dan ayahku Ali bin Abi Thalib".</w:t>
      </w:r>
    </w:p>
    <w:p w:rsidR="006A2339" w:rsidRDefault="006A2339" w:rsidP="00F349AC">
      <w:pPr>
        <w:pStyle w:val="libNormal"/>
      </w:pPr>
    </w:p>
    <w:p w:rsidR="00883707" w:rsidRDefault="00F349AC" w:rsidP="00F349AC">
      <w:pPr>
        <w:pStyle w:val="libNormal"/>
      </w:pPr>
      <w:r>
        <w:t>Imam Husein as. mengetahui bahwa dirinya akan dibunuh di padang Karbala bersama s</w:t>
      </w:r>
      <w:r w:rsidR="00883707">
        <w:t>ahabat-sahabat dan keluarganya.</w:t>
      </w:r>
    </w:p>
    <w:p w:rsidR="00883707" w:rsidRDefault="00883707" w:rsidP="00F349AC">
      <w:pPr>
        <w:pStyle w:val="libNormal"/>
      </w:pPr>
    </w:p>
    <w:p w:rsidR="00F83103" w:rsidRDefault="00F349AC" w:rsidP="00F83103">
      <w:pPr>
        <w:pStyle w:val="libNormal"/>
      </w:pPr>
      <w:r>
        <w:t>Meski demikian, beliau tetap bangkit dalam rangka membangunkan umat Islam dari tidurnya, sehingga mereka tahu kenyataan Muawiyah dan</w:t>
      </w:r>
      <w:r w:rsidR="00883707">
        <w:t xml:space="preserve"> </w:t>
      </w:r>
      <w:r w:rsidR="00F83103">
        <w:t>anaknya Yazid yang sebenar-benarnya, bahwa dua orang ini akan melakukan apa saja demi mempertahankan kekuasaannya, walaupun mereka harus membunuh cucu Nabi saw. dan menjadikan perempuan-perempuan Ahlul Bait sebagai tawanan.</w:t>
      </w:r>
    </w:p>
    <w:p w:rsidR="00F83103" w:rsidRPr="00F83103" w:rsidRDefault="00F83103">
      <w:r>
        <w:br w:type="page"/>
      </w:r>
    </w:p>
    <w:p w:rsidR="00F83103" w:rsidRDefault="00F83103" w:rsidP="00F83103">
      <w:pPr>
        <w:pStyle w:val="Heading1"/>
      </w:pPr>
      <w:bookmarkStart w:id="12" w:name="_Toc442176631"/>
      <w:r>
        <w:lastRenderedPageBreak/>
        <w:t>Imam Husein as. di Hari Asyura</w:t>
      </w:r>
      <w:bookmarkEnd w:id="12"/>
    </w:p>
    <w:p w:rsidR="00F83103" w:rsidRDefault="00F83103" w:rsidP="00F83103">
      <w:pPr>
        <w:pStyle w:val="libNormal"/>
      </w:pPr>
    </w:p>
    <w:p w:rsidR="00F83103" w:rsidRDefault="00F83103" w:rsidP="00F83103">
      <w:pPr>
        <w:pStyle w:val="libNormal"/>
      </w:pPr>
      <w:r>
        <w:t>Pasukan Yazid telah melakukan penghadangan terhadap laju gerak kafilah Imam Husein di sebuah tempat yang bernama Karbala, tidak jauh dari sungai Furat.</w:t>
      </w:r>
    </w:p>
    <w:p w:rsidR="00F83103" w:rsidRDefault="00F83103" w:rsidP="00F83103">
      <w:pPr>
        <w:pStyle w:val="libNormal"/>
      </w:pPr>
    </w:p>
    <w:p w:rsidR="00F83103" w:rsidRDefault="00F83103" w:rsidP="00F83103">
      <w:pPr>
        <w:pStyle w:val="libNormal"/>
      </w:pPr>
      <w:r>
        <w:t>Mereka mencegah anak-anak kecil dan perempuan-perempuan keluarga Nabi saw. dari mendapatkan air sungai.</w:t>
      </w:r>
      <w:r>
        <w:cr/>
      </w:r>
    </w:p>
    <w:p w:rsidR="00F83103" w:rsidRDefault="00F83103" w:rsidP="00F83103">
      <w:pPr>
        <w:pStyle w:val="libNormal"/>
      </w:pPr>
      <w:r>
        <w:t>Hari ke-10 bulan Muharram, hari yang begitu panasnya membakar padang Karbala.</w:t>
      </w:r>
    </w:p>
    <w:p w:rsidR="00F83103" w:rsidRDefault="00F83103" w:rsidP="00F83103">
      <w:pPr>
        <w:pStyle w:val="libNormal"/>
      </w:pPr>
    </w:p>
    <w:p w:rsidR="00F83103" w:rsidRDefault="00F83103" w:rsidP="00F83103">
      <w:pPr>
        <w:pStyle w:val="libNormal"/>
      </w:pPr>
      <w:r>
        <w:t>Di sanalah Imam Husein as. mengingatkan orang-orang akan akibat perbuatan yang mereka lakukan.</w:t>
      </w:r>
    </w:p>
    <w:p w:rsidR="00F83103" w:rsidRDefault="00F83103" w:rsidP="00F83103">
      <w:pPr>
        <w:pStyle w:val="libNormal"/>
      </w:pPr>
    </w:p>
    <w:p w:rsidR="00F83103" w:rsidRDefault="00F83103" w:rsidP="000217F3">
      <w:pPr>
        <w:pStyle w:val="libAie"/>
      </w:pPr>
      <w:r>
        <w:t>“Wahai sekalian manusia, kenalilah siapa aku ini! Kemudian kembalilah pada diri kalian masing-masing, dan hujatlah diri kalian itu.</w:t>
      </w:r>
    </w:p>
    <w:p w:rsidR="000217F3" w:rsidRDefault="000217F3" w:rsidP="00F83103">
      <w:pPr>
        <w:pStyle w:val="libNormal"/>
      </w:pPr>
    </w:p>
    <w:p w:rsidR="00F83103" w:rsidRDefault="00F83103" w:rsidP="000217F3">
      <w:pPr>
        <w:pStyle w:val="libAie"/>
      </w:pPr>
      <w:r>
        <w:t>"Sadarlah! Apakah dihalalkan bagi kalian untuk membunuhku dan menodai kehormatanku?</w:t>
      </w:r>
    </w:p>
    <w:p w:rsidR="000217F3" w:rsidRDefault="000217F3" w:rsidP="00F83103">
      <w:pPr>
        <w:pStyle w:val="libNormal"/>
      </w:pPr>
    </w:p>
    <w:p w:rsidR="00F83103" w:rsidRDefault="00F83103" w:rsidP="000217F3">
      <w:pPr>
        <w:pStyle w:val="libAie"/>
      </w:pPr>
      <w:r>
        <w:t>"Bukankah aku adalah putra dari putri Nabi kalian, putra khalifahnya, putra dari putra pamannya, dan putra dari seorang yang pertama kali beriman kepada Allah swt dan yang membenarkan risalah rasulnya?</w:t>
      </w:r>
    </w:p>
    <w:p w:rsidR="000217F3" w:rsidRDefault="000217F3" w:rsidP="00F83103">
      <w:pPr>
        <w:pStyle w:val="libNormal"/>
      </w:pPr>
    </w:p>
    <w:p w:rsidR="00F83103" w:rsidRDefault="00F83103" w:rsidP="000217F3">
      <w:pPr>
        <w:pStyle w:val="libAie"/>
      </w:pPr>
      <w:r>
        <w:t>"Bukankah Hamzah penghulu para syuhada itu adalah pamanku?</w:t>
      </w:r>
    </w:p>
    <w:p w:rsidR="000217F3" w:rsidRDefault="000217F3" w:rsidP="00F83103">
      <w:pPr>
        <w:pStyle w:val="libNormal"/>
      </w:pPr>
    </w:p>
    <w:p w:rsidR="00F83103" w:rsidRDefault="00F83103" w:rsidP="00DC13E0">
      <w:pPr>
        <w:pStyle w:val="libAie"/>
      </w:pPr>
      <w:r>
        <w:t>"Bukankah Ja’far At-Thayyar itu adalah pamanku?</w:t>
      </w:r>
    </w:p>
    <w:p w:rsidR="00F83103" w:rsidRDefault="00F83103" w:rsidP="00DC13E0">
      <w:pPr>
        <w:pStyle w:val="libAie"/>
      </w:pPr>
      <w:r>
        <w:lastRenderedPageBreak/>
        <w:t>"Tidakkah kalian dengar kesaksian Rasulullah tentang aku dan kakakku, bahwa 'Dua pemuda ini adalah penghulu para pemuda di surga'?"</w:t>
      </w:r>
    </w:p>
    <w:p w:rsidR="00DC13E0" w:rsidRDefault="00DC13E0" w:rsidP="00F83103">
      <w:pPr>
        <w:pStyle w:val="libNormal"/>
      </w:pPr>
    </w:p>
    <w:p w:rsidR="00C22A46" w:rsidRDefault="00F83103" w:rsidP="00F83103">
      <w:pPr>
        <w:pStyle w:val="libNormal"/>
      </w:pPr>
      <w:r>
        <w:t>Warga Kufah sangat mengen</w:t>
      </w:r>
      <w:r w:rsidR="00C22A46">
        <w:t>al Imam Husein as. dengan baik.</w:t>
      </w:r>
    </w:p>
    <w:p w:rsidR="00C22A46" w:rsidRDefault="00C22A46" w:rsidP="00F83103">
      <w:pPr>
        <w:pStyle w:val="libNormal"/>
      </w:pPr>
    </w:p>
    <w:p w:rsidR="00F83103" w:rsidRDefault="00F83103" w:rsidP="00F83103">
      <w:pPr>
        <w:pStyle w:val="libNormal"/>
      </w:pPr>
      <w:r>
        <w:t>Hanya saja mereka telah tertipu oleh setan, hingga mereka mengutamakan kehidupan dunia yang hina bersama Yazid dan Ibnu Ziyad, serta begitu mudahnya meninggalkan Imam as. sendirian.</w:t>
      </w:r>
    </w:p>
    <w:p w:rsidR="00C22A46" w:rsidRDefault="00C22A46" w:rsidP="00F83103">
      <w:pPr>
        <w:pStyle w:val="libNormal"/>
      </w:pPr>
    </w:p>
    <w:p w:rsidR="00F83103" w:rsidRDefault="00F83103" w:rsidP="00F83103">
      <w:pPr>
        <w:pStyle w:val="libNormal"/>
      </w:pPr>
      <w:r>
        <w:t>Kepada Imam Husein, mereka mengatakan: “Baiatlah Yazid sebagaimana kami telah mem-baiatnya”.</w:t>
      </w:r>
    </w:p>
    <w:p w:rsidR="00C22A46" w:rsidRDefault="00C22A46" w:rsidP="00F83103">
      <w:pPr>
        <w:pStyle w:val="libNormal"/>
      </w:pPr>
    </w:p>
    <w:p w:rsidR="00C22A46" w:rsidRDefault="00F83103" w:rsidP="00F83103">
      <w:pPr>
        <w:pStyle w:val="libNormal"/>
      </w:pPr>
      <w:r>
        <w:t>Denga</w:t>
      </w:r>
      <w:r w:rsidR="00C22A46">
        <w:t>n tegas beliau membalas mereka,</w:t>
      </w:r>
    </w:p>
    <w:p w:rsidR="00C22A46" w:rsidRDefault="00C22A46" w:rsidP="00F83103">
      <w:pPr>
        <w:pStyle w:val="libNormal"/>
      </w:pPr>
    </w:p>
    <w:p w:rsidR="00F83103" w:rsidRDefault="00F83103" w:rsidP="00C22A46">
      <w:pPr>
        <w:pStyle w:val="libAie"/>
      </w:pPr>
      <w:r>
        <w:t>“Tidak, Demi Allah, aku tidak akan pernah mengulurkan tanganku (baiat) kepadanya sebagaimana orang-orang hina mengulurkannya, aku pun tidak akan pernah melarikan diri sebagaimana para budak yang ketakutan".</w:t>
      </w:r>
    </w:p>
    <w:p w:rsidR="00C22A46" w:rsidRDefault="00C22A46" w:rsidP="00F83103">
      <w:pPr>
        <w:pStyle w:val="libNormal"/>
      </w:pPr>
    </w:p>
    <w:p w:rsidR="00980AA9" w:rsidRDefault="00F83103" w:rsidP="00F83103">
      <w:pPr>
        <w:pStyle w:val="libNormal"/>
      </w:pPr>
      <w:r>
        <w:t xml:space="preserve">Umar Ibnu Sa'ad, komandan pasukan Yazid mengeluarkan perintah untuk segera menyerbu pasukan Imam as. Maka, terjadilah pertempuran </w:t>
      </w:r>
      <w:r w:rsidR="00980AA9">
        <w:t>yang sangat dahsyat.</w:t>
      </w:r>
    </w:p>
    <w:p w:rsidR="00980AA9" w:rsidRDefault="00980AA9" w:rsidP="00F83103">
      <w:pPr>
        <w:pStyle w:val="libNormal"/>
      </w:pPr>
    </w:p>
    <w:p w:rsidR="00980AA9" w:rsidRDefault="00F83103" w:rsidP="00F83103">
      <w:pPr>
        <w:pStyle w:val="libNormal"/>
      </w:pPr>
      <w:r>
        <w:t>Lima puluh sahabat beliau berguguran sebagai syahid. Tinggallah beliau bersama sejumlah</w:t>
      </w:r>
      <w:r w:rsidR="00980AA9">
        <w:t xml:space="preserve"> kecil sahabat dan keluarganya.</w:t>
      </w:r>
    </w:p>
    <w:p w:rsidR="00980AA9" w:rsidRDefault="00980AA9" w:rsidP="00F83103">
      <w:pPr>
        <w:pStyle w:val="libNormal"/>
      </w:pPr>
    </w:p>
    <w:p w:rsidR="00980AA9" w:rsidRDefault="00F83103" w:rsidP="00F83103">
      <w:pPr>
        <w:pStyle w:val="libNormal"/>
      </w:pPr>
      <w:r>
        <w:t>Mereka semua mengajukan diri, satu persatu, untuk meraih kesyahidan dengan gagah berani, tanpa rasa takut sedikitpun</w:t>
      </w:r>
      <w:r w:rsidR="00980AA9">
        <w:t>.</w:t>
      </w:r>
    </w:p>
    <w:p w:rsidR="00980AA9" w:rsidRDefault="00980AA9" w:rsidP="00F83103">
      <w:pPr>
        <w:pStyle w:val="libNormal"/>
      </w:pPr>
    </w:p>
    <w:p w:rsidR="00F83103" w:rsidRDefault="00F83103" w:rsidP="00F83103">
      <w:pPr>
        <w:pStyle w:val="libNormal"/>
      </w:pPr>
      <w:r>
        <w:lastRenderedPageBreak/>
        <w:t>Karena, mereka yakin bahwa mereka akan mati syahid di jalan Allah dan menjelang surga.</w:t>
      </w:r>
    </w:p>
    <w:p w:rsidR="00980AA9" w:rsidRDefault="00980AA9" w:rsidP="00F83103">
      <w:pPr>
        <w:pStyle w:val="libNormal"/>
      </w:pPr>
    </w:p>
    <w:p w:rsidR="00980AA9" w:rsidRDefault="00F83103" w:rsidP="00F83103">
      <w:pPr>
        <w:pStyle w:val="libNormal"/>
      </w:pPr>
      <w:r>
        <w:t>Tatkala seluruh sahabat dan laki-laki keluarganya telah gugur, tinggallah Imam Husein seorang diri. Beliau seg</w:t>
      </w:r>
      <w:r w:rsidR="00980AA9">
        <w:t>era turun ke medan pertempuran.</w:t>
      </w:r>
    </w:p>
    <w:p w:rsidR="00980AA9" w:rsidRDefault="00980AA9" w:rsidP="00F83103">
      <w:pPr>
        <w:pStyle w:val="libNormal"/>
      </w:pPr>
    </w:p>
    <w:p w:rsidR="00F83103" w:rsidRDefault="00F83103" w:rsidP="00F83103">
      <w:pPr>
        <w:pStyle w:val="libNormal"/>
      </w:pPr>
      <w:r>
        <w:t>Sebelum meninggalkan keluarga dan menyampaikan perpisahan kepada mereka, beliau meminta mereka untuk bersabar di jalan Allah swt.</w:t>
      </w:r>
    </w:p>
    <w:p w:rsidR="00980AA9" w:rsidRDefault="00980AA9" w:rsidP="00F83103">
      <w:pPr>
        <w:pStyle w:val="libNormal"/>
      </w:pPr>
    </w:p>
    <w:p w:rsidR="00980AA9" w:rsidRDefault="00F83103" w:rsidP="00F83103">
      <w:pPr>
        <w:pStyle w:val="libNormal"/>
      </w:pPr>
      <w:r>
        <w:t>Imam as. memacu kudanya dan maju</w:t>
      </w:r>
      <w:r w:rsidR="00980AA9">
        <w:t xml:space="preserve"> mengoyak ribuan barisan musuh.</w:t>
      </w:r>
    </w:p>
    <w:p w:rsidR="00980AA9" w:rsidRDefault="00980AA9" w:rsidP="00F83103">
      <w:pPr>
        <w:pStyle w:val="libNormal"/>
      </w:pPr>
    </w:p>
    <w:p w:rsidR="00F83103" w:rsidRDefault="00F83103" w:rsidP="00F83103">
      <w:pPr>
        <w:pStyle w:val="libNormal"/>
      </w:pPr>
      <w:r>
        <w:t>Di tengah pertempuran yang tak seimbang itu, beliau akhirnya terhempas di atas kerikil-kerikil padang pasir Karbala dan gugur sebagai sayyidus-syuhada, Penghulu Para Syahid.</w:t>
      </w:r>
    </w:p>
    <w:p w:rsidR="00980AA9" w:rsidRDefault="00980AA9" w:rsidP="00F83103">
      <w:pPr>
        <w:pStyle w:val="libNormal"/>
      </w:pPr>
    </w:p>
    <w:p w:rsidR="007C5A82" w:rsidRDefault="00F83103" w:rsidP="00F83103">
      <w:pPr>
        <w:pStyle w:val="libNormal"/>
      </w:pPr>
      <w:r>
        <w:t xml:space="preserve">Merasa belum puas melihat Imam Husein tak bernyawa lagi, Ibnu Ziyad memerintahkan para pasukan berkudanya -yang telah menjual diri mereka dengan kehidupan dunia- untuk menginjak-injak dada beliau. </w:t>
      </w:r>
    </w:p>
    <w:p w:rsidR="007C5A82" w:rsidRDefault="007C5A82" w:rsidP="00F83103">
      <w:pPr>
        <w:pStyle w:val="libNormal"/>
      </w:pPr>
    </w:p>
    <w:p w:rsidR="00F83103" w:rsidRDefault="00F83103" w:rsidP="00F83103">
      <w:pPr>
        <w:pStyle w:val="libNormal"/>
      </w:pPr>
      <w:r>
        <w:t>Sepuluh pasukan berkuda melompat dan mulai merobek-robek dada suci itu dengan kaki-kaki kuda mereka.</w:t>
      </w:r>
    </w:p>
    <w:p w:rsidR="007C5A82" w:rsidRDefault="007C5A82" w:rsidP="00F83103">
      <w:pPr>
        <w:pStyle w:val="libNormal"/>
      </w:pPr>
    </w:p>
    <w:p w:rsidR="007C5A82" w:rsidRDefault="00F83103" w:rsidP="00F83103">
      <w:pPr>
        <w:pStyle w:val="libNormal"/>
      </w:pPr>
      <w:r>
        <w:t>Setelah itu, Ibnu Sa'ad memerintahkan pasukannya untuk membakar kemah-kemah Imam as. setelah mereka merampas isinya, lalu menyeret anak-anak dan kaum wanita s</w:t>
      </w:r>
      <w:r w:rsidR="007C5A82">
        <w:t>ebagai tawanan sampai ke Kufah.</w:t>
      </w:r>
    </w:p>
    <w:p w:rsidR="007C5A82" w:rsidRDefault="007C5A82" w:rsidP="00F83103">
      <w:pPr>
        <w:pStyle w:val="libNormal"/>
      </w:pPr>
    </w:p>
    <w:p w:rsidR="00F83103" w:rsidRDefault="00F83103" w:rsidP="00F83103">
      <w:pPr>
        <w:pStyle w:val="libNormal"/>
      </w:pPr>
      <w:r>
        <w:t>Di antara mereka adalah Zainab, putri Amirul Mukminin Ali bin Abi Thalib, dan Ali Zainal Abidin putra Imam as.</w:t>
      </w:r>
    </w:p>
    <w:p w:rsidR="007C5A82" w:rsidRDefault="007C5A82" w:rsidP="00F83103">
      <w:pPr>
        <w:pStyle w:val="libNormal"/>
      </w:pPr>
    </w:p>
    <w:p w:rsidR="00F83103" w:rsidRDefault="00F83103" w:rsidP="00F83103">
      <w:pPr>
        <w:pStyle w:val="libNormal"/>
      </w:pPr>
      <w:r>
        <w:t>Zainab as. dengan penuh ketegaran maju menghampiri tubuh saudaranya Imam Husein as, lalu meletakkan kedua tangannya di atas jasad suci itu, kemudian mengangkat kepalanya, menengadah ke atas langit sambil berkata dengan penuh khusyuk dan bangga:</w:t>
      </w:r>
    </w:p>
    <w:p w:rsidR="007C5A82" w:rsidRDefault="007C5A82" w:rsidP="00F83103">
      <w:pPr>
        <w:pStyle w:val="libNormal"/>
      </w:pPr>
    </w:p>
    <w:p w:rsidR="00F83103" w:rsidRDefault="00F83103" w:rsidP="00782AC2">
      <w:pPr>
        <w:pStyle w:val="libAie"/>
      </w:pPr>
      <w:r>
        <w:t>“Ya Allah, Terimalah dari kami pengorbanan ini!”</w:t>
      </w:r>
    </w:p>
    <w:p w:rsidR="007C5A82" w:rsidRPr="007C5A82" w:rsidRDefault="007C5A82">
      <w:r>
        <w:br w:type="page"/>
      </w:r>
    </w:p>
    <w:p w:rsidR="00F83103" w:rsidRDefault="00F83103" w:rsidP="007C5A82">
      <w:pPr>
        <w:pStyle w:val="Heading1"/>
      </w:pPr>
      <w:bookmarkStart w:id="13" w:name="_Toc442176632"/>
      <w:r>
        <w:lastRenderedPageBreak/>
        <w:t>Kenapa Kita Mengenang Imam Husein as.?</w:t>
      </w:r>
      <w:bookmarkEnd w:id="13"/>
    </w:p>
    <w:p w:rsidR="007C5A82" w:rsidRDefault="007C5A82" w:rsidP="00F83103">
      <w:pPr>
        <w:pStyle w:val="libNormal"/>
      </w:pPr>
    </w:p>
    <w:p w:rsidR="00782AC2" w:rsidRDefault="00F83103" w:rsidP="00F83103">
      <w:pPr>
        <w:pStyle w:val="libNormal"/>
      </w:pPr>
      <w:r>
        <w:t>Sesungguhnya Imam Husein as. telah mempersembahkan segala yang beliau miliki hanya untuk memu</w:t>
      </w:r>
      <w:r w:rsidR="00782AC2">
        <w:t>liakan Islam dan kaum muslimin.</w:t>
      </w:r>
    </w:p>
    <w:p w:rsidR="00782AC2" w:rsidRDefault="00782AC2" w:rsidP="00F83103">
      <w:pPr>
        <w:pStyle w:val="libNormal"/>
      </w:pPr>
    </w:p>
    <w:p w:rsidR="00F83103" w:rsidRDefault="00F83103" w:rsidP="00F83103">
      <w:pPr>
        <w:pStyle w:val="libNormal"/>
      </w:pPr>
      <w:r>
        <w:t>Beliau telah mengorbankan anak-anaknya, wanita-wanitanya, dan sahabat-sahabatnya bahkan dirinya sendiri di jalan Allah swt.</w:t>
      </w:r>
    </w:p>
    <w:p w:rsidR="00011627" w:rsidRDefault="00011627" w:rsidP="00F83103">
      <w:pPr>
        <w:pStyle w:val="libNormal"/>
      </w:pPr>
    </w:p>
    <w:p w:rsidR="00011627" w:rsidRDefault="00F83103" w:rsidP="00F83103">
      <w:pPr>
        <w:pStyle w:val="libNormal"/>
      </w:pPr>
      <w:r>
        <w:t>Beliau mengajarkan kepada manusia tentang kebangkitan yang menentang segala</w:t>
      </w:r>
      <w:r w:rsidR="00011627">
        <w:t xml:space="preserve"> macam kezaliman dan kerusakan.</w:t>
      </w:r>
    </w:p>
    <w:p w:rsidR="00011627" w:rsidRDefault="00011627" w:rsidP="00F83103">
      <w:pPr>
        <w:pStyle w:val="libNormal"/>
      </w:pPr>
    </w:p>
    <w:p w:rsidR="00011627" w:rsidRDefault="00F83103" w:rsidP="00F83103">
      <w:pPr>
        <w:pStyle w:val="libNormal"/>
      </w:pPr>
      <w:r>
        <w:t>Beliau habiskan hari-hari akhirnya dengan membaca Al-Qur'an dan ibadah semata-mata karena Allah swt., sehingga meski di tengah-tengah peperangan pun beliau meminta kepada musuh-musuhnya agar menghentikan peperangan dalam beberapa saa</w:t>
      </w:r>
      <w:r w:rsidR="00011627">
        <w:t>t hanya untuk menunaikan salat.</w:t>
      </w:r>
    </w:p>
    <w:p w:rsidR="00011627" w:rsidRDefault="00011627" w:rsidP="00F83103">
      <w:pPr>
        <w:pStyle w:val="libNormal"/>
      </w:pPr>
    </w:p>
    <w:p w:rsidR="00D10C75" w:rsidRDefault="00F83103" w:rsidP="00D10C75">
      <w:pPr>
        <w:pStyle w:val="libNormal"/>
      </w:pPr>
      <w:r>
        <w:t>Imam as.</w:t>
      </w:r>
      <w:r w:rsidR="00D10C75">
        <w:t xml:space="preserve"> tetap menunaikan salat bersama sahabat-sahabatnya di bawah ribuan panah yang menghujani mereka.</w:t>
      </w:r>
    </w:p>
    <w:p w:rsidR="00D10C75" w:rsidRDefault="00D10C75" w:rsidP="00D10C75">
      <w:pPr>
        <w:pStyle w:val="libNormal"/>
      </w:pPr>
    </w:p>
    <w:p w:rsidR="00D10C75" w:rsidRDefault="00D10C75" w:rsidP="00D10C75">
      <w:pPr>
        <w:pStyle w:val="libNormal"/>
      </w:pPr>
      <w:r>
        <w:t>Revolusi dan kebangkitan yang dilakukan Imam Husein as. berada di jalan Allah swt. dan dalam rangka mempertahankan Islam.</w:t>
      </w:r>
    </w:p>
    <w:p w:rsidR="00D10C75" w:rsidRDefault="00D10C75" w:rsidP="00D10C75">
      <w:pPr>
        <w:pStyle w:val="libNormal"/>
      </w:pPr>
    </w:p>
    <w:p w:rsidR="00B05F7D" w:rsidRDefault="00D10C75" w:rsidP="00D10C75">
      <w:pPr>
        <w:pStyle w:val="libNormal"/>
      </w:pPr>
      <w:r>
        <w:t>Oleh karena itu, umat Islam akan m</w:t>
      </w:r>
      <w:r w:rsidR="00B05F7D">
        <w:t>engenang beliau selama-lamanya.</w:t>
      </w:r>
    </w:p>
    <w:p w:rsidR="00B05F7D" w:rsidRDefault="00B05F7D" w:rsidP="00D10C75">
      <w:pPr>
        <w:pStyle w:val="libNormal"/>
      </w:pPr>
    </w:p>
    <w:p w:rsidR="00D10C75" w:rsidRDefault="00D10C75" w:rsidP="00D10C75">
      <w:pPr>
        <w:pStyle w:val="libNormal"/>
      </w:pPr>
      <w:r>
        <w:t xml:space="preserve">Mereka mengenang duka-nestapa hari Asyura; hari yang telah menyaksikan penyembelihan biadab yang </w:t>
      </w:r>
      <w:r>
        <w:lastRenderedPageBreak/>
        <w:t>dilakukan Bani Umayyah terhadap cucunda Nabi dan sebaik-baik warisan hidup Islam.</w:t>
      </w:r>
    </w:p>
    <w:p w:rsidR="00B05F7D" w:rsidRPr="0030439D" w:rsidRDefault="00B05F7D">
      <w:r>
        <w:br w:type="page"/>
      </w:r>
    </w:p>
    <w:p w:rsidR="00D10C75" w:rsidRDefault="00D10C75" w:rsidP="0030439D">
      <w:pPr>
        <w:pStyle w:val="Heading1"/>
      </w:pPr>
      <w:bookmarkStart w:id="14" w:name="_Toc442176633"/>
      <w:r>
        <w:lastRenderedPageBreak/>
        <w:t>Kisah Tauladan</w:t>
      </w:r>
      <w:bookmarkEnd w:id="14"/>
    </w:p>
    <w:p w:rsidR="00B05F7D" w:rsidRDefault="00B05F7D" w:rsidP="00D10C75">
      <w:pPr>
        <w:pStyle w:val="libNormal"/>
      </w:pPr>
    </w:p>
    <w:p w:rsidR="00110FE5" w:rsidRDefault="00D10C75" w:rsidP="00D10C75">
      <w:pPr>
        <w:pStyle w:val="libNormal"/>
      </w:pPr>
      <w:r>
        <w:t>Imam Hu</w:t>
      </w:r>
      <w:r w:rsidR="00110FE5">
        <w:t>sein as. hidup selama 57 tahun.</w:t>
      </w:r>
    </w:p>
    <w:p w:rsidR="00110FE5" w:rsidRDefault="00110FE5" w:rsidP="00D10C75">
      <w:pPr>
        <w:pStyle w:val="libNormal"/>
      </w:pPr>
    </w:p>
    <w:p w:rsidR="00920C18" w:rsidRDefault="00D10C75" w:rsidP="00D10C75">
      <w:pPr>
        <w:pStyle w:val="libNormal"/>
      </w:pPr>
      <w:r>
        <w:t xml:space="preserve">Beliau telah menghabiskan sepanjang usianya itu dengan berbuat baik, berkhidmat untuk manusia. </w:t>
      </w:r>
    </w:p>
    <w:p w:rsidR="00920C18" w:rsidRDefault="00920C18" w:rsidP="00D10C75">
      <w:pPr>
        <w:pStyle w:val="libNormal"/>
      </w:pPr>
    </w:p>
    <w:p w:rsidR="00D10C75" w:rsidRDefault="00D10C75" w:rsidP="00D10C75">
      <w:pPr>
        <w:pStyle w:val="libNormal"/>
      </w:pPr>
      <w:r>
        <w:t>Beberapa kali beliau menunaikan haji ke Rumah Allah (Ka’bah) dengan berjalan kaki selama berhari-hari.</w:t>
      </w:r>
    </w:p>
    <w:p w:rsidR="00920C18" w:rsidRDefault="00920C18" w:rsidP="00D10C75">
      <w:pPr>
        <w:pStyle w:val="libNormal"/>
      </w:pPr>
    </w:p>
    <w:p w:rsidR="00D10C75" w:rsidRDefault="00D10C75" w:rsidP="00D10C75">
      <w:pPr>
        <w:pStyle w:val="libNormal"/>
      </w:pPr>
      <w:r>
        <w:t>Pada suatu hari, Imam as. berjalan melewati orang-orang miskin yang sedang membentangkan pakaian mereka dan letakkan potongan-potongan roti di atasnya, kemudian mereka memanggil beliau, “Kemarilah wahai putra Rasulullah!”.</w:t>
      </w:r>
    </w:p>
    <w:p w:rsidR="00920C18" w:rsidRDefault="00920C18" w:rsidP="00D10C75">
      <w:pPr>
        <w:pStyle w:val="libNormal"/>
      </w:pPr>
    </w:p>
    <w:p w:rsidR="000B4002" w:rsidRDefault="00D10C75" w:rsidP="00D10C75">
      <w:pPr>
        <w:pStyle w:val="libNormal"/>
      </w:pPr>
      <w:r>
        <w:t>Lantas, beliau duduk dan makan bersama mereka, kemudia</w:t>
      </w:r>
      <w:r w:rsidR="000B4002">
        <w:t>n membacakan firman Allah swt.,</w:t>
      </w:r>
    </w:p>
    <w:p w:rsidR="000B4002" w:rsidRDefault="000B4002" w:rsidP="00D10C75">
      <w:pPr>
        <w:pStyle w:val="libNormal"/>
      </w:pPr>
    </w:p>
    <w:p w:rsidR="00D10C75" w:rsidRDefault="00D10C75" w:rsidP="000B4002">
      <w:pPr>
        <w:pStyle w:val="libAie"/>
      </w:pPr>
      <w:r>
        <w:t>“ Sesungguhnya Allah tidak menyukai orang-orang yang sombong dan takabbur”.</w:t>
      </w:r>
    </w:p>
    <w:p w:rsidR="00E95636" w:rsidRDefault="00E95636" w:rsidP="00D10C75">
      <w:pPr>
        <w:pStyle w:val="libNormal"/>
      </w:pPr>
    </w:p>
    <w:p w:rsidR="0069204C" w:rsidRDefault="00D10C75" w:rsidP="00D10C75">
      <w:pPr>
        <w:pStyle w:val="libNormal"/>
      </w:pPr>
      <w:r>
        <w:t xml:space="preserve">Selekas itu, </w:t>
      </w:r>
      <w:r w:rsidR="0069204C">
        <w:t>Imam as. berkata kepada mereka,</w:t>
      </w:r>
    </w:p>
    <w:p w:rsidR="0069204C" w:rsidRDefault="0069204C" w:rsidP="00D10C75">
      <w:pPr>
        <w:pStyle w:val="libNormal"/>
      </w:pPr>
    </w:p>
    <w:p w:rsidR="00D10C75" w:rsidRDefault="00D10C75" w:rsidP="0069204C">
      <w:pPr>
        <w:pStyle w:val="libAie"/>
      </w:pPr>
      <w:r>
        <w:t>“Aku telah menyambut undangan kalian, dan kini sambutlah undanganku ini!”.</w:t>
      </w:r>
    </w:p>
    <w:p w:rsidR="006E1327" w:rsidRDefault="006E1327" w:rsidP="00D10C75">
      <w:pPr>
        <w:pStyle w:val="libNormal"/>
      </w:pPr>
    </w:p>
    <w:p w:rsidR="002D2CF7" w:rsidRDefault="00D10C75" w:rsidP="00D10C75">
      <w:pPr>
        <w:pStyle w:val="libNormal"/>
      </w:pPr>
      <w:r>
        <w:t xml:space="preserve">Mereka pun menjawab, </w:t>
      </w:r>
      <w:r w:rsidR="002D2CF7">
        <w:t>“Baik, wahai putra Rasulullah".</w:t>
      </w:r>
    </w:p>
    <w:p w:rsidR="002D2CF7" w:rsidRDefault="002D2CF7" w:rsidP="00D10C75">
      <w:pPr>
        <w:pStyle w:val="libNormal"/>
      </w:pPr>
    </w:p>
    <w:p w:rsidR="00D10C75" w:rsidRDefault="00D10C75" w:rsidP="00D10C75">
      <w:pPr>
        <w:pStyle w:val="libNormal"/>
      </w:pPr>
      <w:r>
        <w:t>Maka semua bergegas pergi bersama beliau ke rumah. Di sana beliau menghormati dan memuliakan mereka.</w:t>
      </w:r>
    </w:p>
    <w:p w:rsidR="002D2CF7" w:rsidRDefault="002D2CF7" w:rsidP="00D10C75">
      <w:pPr>
        <w:pStyle w:val="libNormal"/>
      </w:pPr>
    </w:p>
    <w:p w:rsidR="00DE5F42" w:rsidRDefault="00D10C75" w:rsidP="00D10C75">
      <w:pPr>
        <w:pStyle w:val="libNormal"/>
      </w:pPr>
      <w:r>
        <w:t xml:space="preserve">Ketika Imam Ali Zainal Abidin as. hendak menguburkan sang ayah Imam Husein as., Orang-orang </w:t>
      </w:r>
      <w:r>
        <w:lastRenderedPageBreak/>
        <w:t xml:space="preserve">melihat bekas-bekas luka lama di punggung beliau, lalu </w:t>
      </w:r>
      <w:r w:rsidR="00DE5F42">
        <w:t>mereka menanyakan kepadanya.</w:t>
      </w:r>
    </w:p>
    <w:p w:rsidR="00DE5F42" w:rsidRDefault="00DE5F42" w:rsidP="00D10C75">
      <w:pPr>
        <w:pStyle w:val="libNormal"/>
      </w:pPr>
    </w:p>
    <w:p w:rsidR="00D10C75" w:rsidRDefault="00D10C75" w:rsidP="00D10C75">
      <w:pPr>
        <w:pStyle w:val="libNormal"/>
      </w:pPr>
      <w:r>
        <w:t>Imam Zainal Abidin menjawab, “Bekas-bekas ini adalah akibat dari gesekan karung di atas punggungnya saat membawa makanan untuk dibagikan kepada wanita-wanita janda, orang-orang miskin, dan anak-anak yatim".</w:t>
      </w:r>
    </w:p>
    <w:p w:rsidR="00DE5F42" w:rsidRPr="00AB113D" w:rsidRDefault="00DE5F42">
      <w:r>
        <w:br w:type="page"/>
      </w:r>
    </w:p>
    <w:p w:rsidR="00D10C75" w:rsidRDefault="00D10C75" w:rsidP="00AB113D">
      <w:pPr>
        <w:pStyle w:val="Heading1"/>
      </w:pPr>
      <w:bookmarkStart w:id="15" w:name="_Toc442176634"/>
      <w:r>
        <w:lastRenderedPageBreak/>
        <w:t>Hari Asyura</w:t>
      </w:r>
      <w:bookmarkEnd w:id="15"/>
    </w:p>
    <w:p w:rsidR="00DE5F42" w:rsidRDefault="00DE5F42" w:rsidP="00D10C75">
      <w:pPr>
        <w:pStyle w:val="libNormal"/>
      </w:pPr>
    </w:p>
    <w:p w:rsidR="00AB113D" w:rsidRDefault="00D10C75" w:rsidP="00D10C75">
      <w:pPr>
        <w:pStyle w:val="libNormal"/>
      </w:pPr>
      <w:r>
        <w:t>Hari Asyura adalah hari</w:t>
      </w:r>
      <w:r w:rsidR="00AB113D">
        <w:t xml:space="preserve"> kesepuluh dari bulan Muharram.</w:t>
      </w:r>
    </w:p>
    <w:p w:rsidR="00AB113D" w:rsidRDefault="00AB113D" w:rsidP="00D10C75">
      <w:pPr>
        <w:pStyle w:val="libNormal"/>
      </w:pPr>
    </w:p>
    <w:p w:rsidR="00C42258" w:rsidRDefault="00D10C75" w:rsidP="00D10C75">
      <w:pPr>
        <w:pStyle w:val="libNormal"/>
      </w:pPr>
      <w:r>
        <w:t xml:space="preserve">Dahulu, hari itu dianggap seperti layaknya hari-hari biasa yang tak ada seorang pun memperingatinya. </w:t>
      </w:r>
    </w:p>
    <w:p w:rsidR="00C42258" w:rsidRDefault="00C42258" w:rsidP="00D10C75">
      <w:pPr>
        <w:pStyle w:val="libNormal"/>
      </w:pPr>
    </w:p>
    <w:p w:rsidR="00C42258" w:rsidRDefault="00D10C75" w:rsidP="00D10C75">
      <w:pPr>
        <w:pStyle w:val="libNormal"/>
      </w:pPr>
      <w:r>
        <w:t xml:space="preserve">Namun pada Muharram 61 H, tatkala Imam Husein as. syahid tepat di hari itu, hari tersebut menjadi hari yang istimewa dan bersejarah, </w:t>
      </w:r>
      <w:r w:rsidR="00C42258">
        <w:t>yang menyimpan peristiwa besar.</w:t>
      </w:r>
    </w:p>
    <w:p w:rsidR="00C42258" w:rsidRDefault="00C42258" w:rsidP="00D10C75">
      <w:pPr>
        <w:pStyle w:val="libNormal"/>
      </w:pPr>
    </w:p>
    <w:p w:rsidR="00B641D0" w:rsidRDefault="00D10C75" w:rsidP="00B641D0">
      <w:pPr>
        <w:pStyle w:val="libNormal"/>
      </w:pPr>
      <w:r>
        <w:t>Umat Islam memperingati Hari Asyura di mana-mana, untuk mengungkapkan bela-sungkawa dan menangis sedih atas</w:t>
      </w:r>
      <w:r w:rsidR="00B641D0">
        <w:t xml:space="preserve"> musibah dan penderitaan yang menimpa para syuhada di Karbala.</w:t>
      </w:r>
    </w:p>
    <w:p w:rsidR="00A16491" w:rsidRDefault="00A16491" w:rsidP="00B641D0">
      <w:pPr>
        <w:pStyle w:val="libNormal"/>
      </w:pPr>
    </w:p>
    <w:p w:rsidR="00BD4795" w:rsidRDefault="00B641D0" w:rsidP="00B641D0">
      <w:pPr>
        <w:pStyle w:val="libNormal"/>
      </w:pPr>
      <w:r>
        <w:t xml:space="preserve">Karbala saat itu adalah gurun sahara yang tidak </w:t>
      </w:r>
      <w:r w:rsidR="00BD4795">
        <w:t>satu orang pun tinggal di sana.</w:t>
      </w:r>
    </w:p>
    <w:p w:rsidR="00BD4795" w:rsidRDefault="00BD4795" w:rsidP="00B641D0">
      <w:pPr>
        <w:pStyle w:val="libNormal"/>
      </w:pPr>
    </w:p>
    <w:p w:rsidR="00B641D0" w:rsidRDefault="00B641D0" w:rsidP="00B641D0">
      <w:pPr>
        <w:pStyle w:val="libNormal"/>
      </w:pPr>
      <w:r>
        <w:t>Dengan berlalunya waktu, kini menjadi sebuah kota yang besar dan menjadi pusat keagamaan dan ilmu pengetahuan.</w:t>
      </w:r>
    </w:p>
    <w:p w:rsidR="00312D9F" w:rsidRDefault="00312D9F" w:rsidP="00B641D0">
      <w:pPr>
        <w:pStyle w:val="libNormal"/>
      </w:pPr>
    </w:p>
    <w:p w:rsidR="00355D95" w:rsidRDefault="00B641D0" w:rsidP="00B641D0">
      <w:pPr>
        <w:pStyle w:val="libNormal"/>
      </w:pPr>
      <w:r>
        <w:t>Di Mesir, orang-orang Fatimiyyah mengumumkan Hari Asyura sebagai hari berkabung nasiona</w:t>
      </w:r>
      <w:r w:rsidR="00355D95">
        <w:t>l.</w:t>
      </w:r>
    </w:p>
    <w:p w:rsidR="00355D95" w:rsidRDefault="00355D95" w:rsidP="00B641D0">
      <w:pPr>
        <w:pStyle w:val="libNormal"/>
      </w:pPr>
    </w:p>
    <w:p w:rsidR="00B641D0" w:rsidRDefault="00B641D0" w:rsidP="00B641D0">
      <w:pPr>
        <w:pStyle w:val="libNormal"/>
      </w:pPr>
      <w:r>
        <w:t>Pada hari itu, pasar-pasar di sana libur dan orang-orang memilih berkumpul di makam Sayyidah Zainab as. untuk mengenang tragedi Karbala sambil bercucuran air mata.</w:t>
      </w:r>
    </w:p>
    <w:p w:rsidR="00355D95" w:rsidRDefault="00355D95" w:rsidP="00B641D0">
      <w:pPr>
        <w:pStyle w:val="libNormal"/>
      </w:pPr>
    </w:p>
    <w:p w:rsidR="00B641D0" w:rsidRDefault="00B641D0" w:rsidP="00B641D0">
      <w:pPr>
        <w:pStyle w:val="libNormal"/>
      </w:pPr>
      <w:r>
        <w:t>Di zaman kita sekarang, pendiri negara Islam di Iran mengumumkan Hari Asyura sebagai hari libur resmi negara.</w:t>
      </w:r>
    </w:p>
    <w:p w:rsidR="00B46EC8" w:rsidRDefault="00B46EC8" w:rsidP="00B641D0">
      <w:pPr>
        <w:pStyle w:val="libNormal"/>
      </w:pPr>
    </w:p>
    <w:p w:rsidR="00B641D0" w:rsidRDefault="00B641D0" w:rsidP="00B641D0">
      <w:pPr>
        <w:pStyle w:val="libNormal"/>
      </w:pPr>
      <w:r>
        <w:lastRenderedPageBreak/>
        <w:t>Begitu juga umat Islam di negara-negara seperti; Irak, India, Pakistan dan negara-negara Islam lainnya, mereka pun turut memperingati perjuangan Imam Husein as. pada Hari Asyura itu.</w:t>
      </w:r>
    </w:p>
    <w:p w:rsidR="009C6FF1" w:rsidRDefault="009C6FF1" w:rsidP="00B641D0">
      <w:pPr>
        <w:pStyle w:val="libNormal"/>
      </w:pPr>
    </w:p>
    <w:p w:rsidR="00CA7EC1" w:rsidRDefault="00B641D0" w:rsidP="00B641D0">
      <w:pPr>
        <w:pStyle w:val="libNormal"/>
      </w:pPr>
      <w:r>
        <w:t>Nyatanya, peringatan Asyura senantiasa menciptakan p</w:t>
      </w:r>
      <w:r w:rsidR="00CA7EC1">
        <w:t>erubahan, dari tahun ke tahun.</w:t>
      </w:r>
    </w:p>
    <w:p w:rsidR="00CA7EC1" w:rsidRDefault="00CA7EC1" w:rsidP="00B641D0">
      <w:pPr>
        <w:pStyle w:val="libNormal"/>
      </w:pPr>
    </w:p>
    <w:p w:rsidR="00B641D0" w:rsidRDefault="00B641D0" w:rsidP="00B641D0">
      <w:pPr>
        <w:pStyle w:val="libNormal"/>
      </w:pPr>
      <w:r>
        <w:t>Di Iran, masyarakat menyambut perjuangan dan pengorbanan Imam Husein as. hingga mampu melakukan revolusi besar dalam menumbangkan pemerintahan yang zalim dan menggantikannya dengan pemerintahan Islam.</w:t>
      </w:r>
    </w:p>
    <w:p w:rsidR="008F1760" w:rsidRPr="008F1760" w:rsidRDefault="008F1760">
      <w:r>
        <w:br w:type="page"/>
      </w:r>
    </w:p>
    <w:p w:rsidR="00B641D0" w:rsidRDefault="00B641D0" w:rsidP="00B57AE0">
      <w:pPr>
        <w:pStyle w:val="Heading1"/>
      </w:pPr>
      <w:bookmarkStart w:id="16" w:name="_Toc442176635"/>
      <w:r>
        <w:lastRenderedPageBreak/>
        <w:t>Siapakah Yang Menang?</w:t>
      </w:r>
      <w:bookmarkEnd w:id="16"/>
    </w:p>
    <w:p w:rsidR="008F1760" w:rsidRDefault="008F1760" w:rsidP="00B641D0">
      <w:pPr>
        <w:pStyle w:val="libNormal"/>
      </w:pPr>
    </w:p>
    <w:p w:rsidR="00B57AE0" w:rsidRDefault="00B641D0" w:rsidP="00B641D0">
      <w:pPr>
        <w:pStyle w:val="libNormal"/>
      </w:pPr>
      <w:r>
        <w:t>Sebagian orang beranggapan bahwa Imam Husein as. telah menderita kekalahan dalam pertempurannya mela</w:t>
      </w:r>
      <w:r w:rsidR="00B57AE0">
        <w:t>wan pasukan Yazid bin Muawiyah.</w:t>
      </w:r>
    </w:p>
    <w:p w:rsidR="00B57AE0" w:rsidRDefault="00B57AE0" w:rsidP="00B641D0">
      <w:pPr>
        <w:pStyle w:val="libNormal"/>
      </w:pPr>
    </w:p>
    <w:p w:rsidR="005F261C" w:rsidRDefault="00B641D0" w:rsidP="00B641D0">
      <w:pPr>
        <w:pStyle w:val="libNormal"/>
      </w:pPr>
      <w:r>
        <w:t xml:space="preserve">Akan tetapi, tatkala kita cermati lembaran-lembaran sejarah, kita akan menyaksikan bahwa Imam Husein-lah yang sesungguhnya menang atas musuh-musuhnya. </w:t>
      </w:r>
    </w:p>
    <w:p w:rsidR="005F261C" w:rsidRDefault="005F261C" w:rsidP="00B641D0">
      <w:pPr>
        <w:pStyle w:val="libNormal"/>
      </w:pPr>
    </w:p>
    <w:p w:rsidR="00B641D0" w:rsidRDefault="00B641D0" w:rsidP="00B641D0">
      <w:pPr>
        <w:pStyle w:val="libNormal"/>
      </w:pPr>
      <w:r>
        <w:t>Karena, tujuan-tujuan kebangkitan dan kesyahidan beliau senantiasa hidup di dalam sanubari setiap manusia.</w:t>
      </w:r>
    </w:p>
    <w:p w:rsidR="009D128D" w:rsidRDefault="009D128D" w:rsidP="00B641D0">
      <w:pPr>
        <w:pStyle w:val="libNormal"/>
      </w:pPr>
    </w:p>
    <w:p w:rsidR="00B641D0" w:rsidRDefault="00B641D0" w:rsidP="00B641D0">
      <w:pPr>
        <w:pStyle w:val="libNormal"/>
      </w:pPr>
      <w:r>
        <w:t>Pernahkah kita bertanya, di mana Yazid sekarang? Di mana Ibnu Ziyad sekarang? Bahkan Muawiyah sendiri, di manakah dia?</w:t>
      </w:r>
    </w:p>
    <w:p w:rsidR="00C04B66" w:rsidRDefault="00C04B66" w:rsidP="00B641D0">
      <w:pPr>
        <w:pStyle w:val="libNormal"/>
      </w:pPr>
    </w:p>
    <w:p w:rsidR="00B641D0" w:rsidRDefault="00B641D0" w:rsidP="00B641D0">
      <w:pPr>
        <w:pStyle w:val="libNormal"/>
      </w:pPr>
      <w:r>
        <w:t>Ya, mereka semua telah pergi dan tidak ada yang mengenangnya. Kalaupun ada yang menyebut nama mereka, sebutan pun hanya berupa kutukan dan laknat atas kejahatan mereka.</w:t>
      </w:r>
    </w:p>
    <w:p w:rsidR="00F8175B" w:rsidRDefault="00F8175B" w:rsidP="00B641D0">
      <w:pPr>
        <w:pStyle w:val="libNormal"/>
      </w:pPr>
    </w:p>
    <w:p w:rsidR="00F8175B" w:rsidRDefault="00B641D0" w:rsidP="00B641D0">
      <w:pPr>
        <w:pStyle w:val="libNormal"/>
      </w:pPr>
      <w:r>
        <w:t>Orang-orang pendengki selalu berupay</w:t>
      </w:r>
      <w:r w:rsidR="00F8175B">
        <w:t>a menghancurkan Imam Husein as.</w:t>
      </w:r>
    </w:p>
    <w:p w:rsidR="00F8175B" w:rsidRDefault="00F8175B" w:rsidP="00B641D0">
      <w:pPr>
        <w:pStyle w:val="libNormal"/>
      </w:pPr>
    </w:p>
    <w:p w:rsidR="00F8175B" w:rsidRDefault="00B641D0" w:rsidP="00B641D0">
      <w:pPr>
        <w:pStyle w:val="libNormal"/>
      </w:pPr>
      <w:r>
        <w:t>Akan tetapi, Allah swt. menghendaki beliau abadi, b</w:t>
      </w:r>
      <w:r w:rsidR="00F8175B">
        <w:t>aik di dunia maupun di akhirat.</w:t>
      </w:r>
    </w:p>
    <w:p w:rsidR="00F8175B" w:rsidRDefault="00F8175B" w:rsidP="00B641D0">
      <w:pPr>
        <w:pStyle w:val="libNormal"/>
      </w:pPr>
    </w:p>
    <w:p w:rsidR="00B641D0" w:rsidRDefault="00B641D0" w:rsidP="00B641D0">
      <w:pPr>
        <w:pStyle w:val="libNormal"/>
      </w:pPr>
      <w:r>
        <w:t>Sebaliknya, laknat di dunia dan neraka di akhirat merupakan nasib musuh-musuh beliau.</w:t>
      </w:r>
    </w:p>
    <w:p w:rsidR="00F8175B" w:rsidRDefault="00F8175B" w:rsidP="00B641D0">
      <w:pPr>
        <w:pStyle w:val="libNormal"/>
      </w:pPr>
    </w:p>
    <w:p w:rsidR="00A52E23" w:rsidRDefault="00B641D0" w:rsidP="00B641D0">
      <w:pPr>
        <w:pStyle w:val="libNormal"/>
      </w:pPr>
      <w:r>
        <w:t>Demikianlah, tragedi Karbala sungguh telah menjadi pilar bagi kebangkitan, kebebasan, dan kemenangan darah di atas pedang. []</w:t>
      </w:r>
    </w:p>
    <w:p w:rsidR="00A52E23" w:rsidRPr="004240CA" w:rsidRDefault="00A52E23">
      <w:r>
        <w:br w:type="page"/>
      </w:r>
    </w:p>
    <w:p w:rsidR="004240CA" w:rsidRDefault="004240CA" w:rsidP="001D0267">
      <w:pPr>
        <w:pStyle w:val="Heading1"/>
      </w:pPr>
      <w:bookmarkStart w:id="17" w:name="_Toc442176636"/>
      <w:r>
        <w:lastRenderedPageBreak/>
        <w:t>Mutiara Hadits Imam Husein as.</w:t>
      </w:r>
      <w:bookmarkEnd w:id="17"/>
    </w:p>
    <w:p w:rsidR="004240CA" w:rsidRDefault="004240CA" w:rsidP="004240CA">
      <w:pPr>
        <w:pStyle w:val="libNormal"/>
      </w:pPr>
    </w:p>
    <w:p w:rsidR="004240CA" w:rsidRDefault="004240CA" w:rsidP="004240CA">
      <w:pPr>
        <w:pStyle w:val="libNormal"/>
      </w:pPr>
      <w:r>
        <w:t>"Aku tidak melihat kematian melainkan kebahagiaan, sedang hidup bersama orang-orang zalim adalah kehinaan".</w:t>
      </w:r>
    </w:p>
    <w:p w:rsidR="001D0267" w:rsidRDefault="001D0267" w:rsidP="004240CA">
      <w:pPr>
        <w:pStyle w:val="libNormal"/>
      </w:pPr>
    </w:p>
    <w:p w:rsidR="004240CA" w:rsidRDefault="004240CA" w:rsidP="004240CA">
      <w:pPr>
        <w:pStyle w:val="libNormal"/>
      </w:pPr>
      <w:r w:rsidRPr="00F7225A">
        <w:t>"Manusia telah menjadi budak dunia, sedang agama hanya pengakuan lisan belaka. Selagi agama memakmur</w:t>
      </w:r>
      <w:r>
        <w:t>kan kehidupannya, mereka akan memegangnya, namun bila mereka ditimpa musibah, betapa sedikitnya mereka yang teguh".</w:t>
      </w:r>
    </w:p>
    <w:p w:rsidR="001D0267" w:rsidRDefault="001D0267" w:rsidP="004240CA">
      <w:pPr>
        <w:pStyle w:val="libNormal"/>
      </w:pPr>
    </w:p>
    <w:p w:rsidR="004240CA" w:rsidRDefault="004240CA" w:rsidP="00F7225A">
      <w:pPr>
        <w:pStyle w:val="libNormal"/>
      </w:pPr>
      <w:r>
        <w:t>Kepada putranya Ali Zainal Abidin as., Imam Husein as berkata: “Wahai anakku, berhati-hatilah dari berlaku zalim terhadap seseorang yang tidak menemukan pembela di hadapanmu kecuali Allah".</w:t>
      </w:r>
    </w:p>
    <w:p w:rsidR="001D0267" w:rsidRDefault="001D0267" w:rsidP="00F7225A">
      <w:pPr>
        <w:pStyle w:val="libNormal"/>
      </w:pPr>
    </w:p>
    <w:p w:rsidR="004240CA" w:rsidRDefault="004240CA" w:rsidP="004240CA">
      <w:pPr>
        <w:pStyle w:val="libNormal"/>
      </w:pPr>
      <w:r w:rsidRPr="00F7225A">
        <w:t>"Sesungguhnya ada sebagian orang yang beribadah kepada Allah karena mengharap rahmat Allah, yang demikian itulah ibadahnya pedagang, ada pula yang menyembah Allah karena takut akan siksa-Nya, yang demik</w:t>
      </w:r>
      <w:r>
        <w:t>ian itulah ibadahnya para budak, dan ada pula yang beribadah kepada Allah karena berterima kasih kepada-Nya, yang demikian itulah ibadahnya orang merdeka, dan inilah ibadah yang paling utama".</w:t>
      </w:r>
    </w:p>
    <w:p w:rsidR="004240CA" w:rsidRDefault="004240CA" w:rsidP="004240CA">
      <w:pPr>
        <w:pStyle w:val="libNormal"/>
      </w:pPr>
    </w:p>
    <w:p w:rsidR="001D0267" w:rsidRPr="001D0267" w:rsidRDefault="001D0267">
      <w:r>
        <w:br w:type="page"/>
      </w:r>
    </w:p>
    <w:p w:rsidR="004240CA" w:rsidRDefault="004240CA" w:rsidP="00970C2F">
      <w:pPr>
        <w:pStyle w:val="Heading1"/>
      </w:pPr>
      <w:bookmarkStart w:id="18" w:name="_Toc442176637"/>
      <w:r>
        <w:lastRenderedPageBreak/>
        <w:t>Riwayat Singkat Imam Husein as.</w:t>
      </w:r>
      <w:bookmarkEnd w:id="18"/>
    </w:p>
    <w:p w:rsidR="001D0267" w:rsidRDefault="001D0267" w:rsidP="004240CA">
      <w:pPr>
        <w:pStyle w:val="libNormal"/>
      </w:pPr>
    </w:p>
    <w:p w:rsidR="004240CA" w:rsidRDefault="004240CA" w:rsidP="004240CA">
      <w:pPr>
        <w:pStyle w:val="libNormal"/>
      </w:pPr>
      <w:r>
        <w:t>Nama : Husein</w:t>
      </w:r>
    </w:p>
    <w:p w:rsidR="004240CA" w:rsidRDefault="004240CA" w:rsidP="004240CA">
      <w:pPr>
        <w:pStyle w:val="libNormal"/>
      </w:pPr>
      <w:r>
        <w:t>Gelar : Sayyidus Syuhada</w:t>
      </w:r>
    </w:p>
    <w:p w:rsidR="004240CA" w:rsidRDefault="004240CA" w:rsidP="004240CA">
      <w:pPr>
        <w:pStyle w:val="libNormal"/>
      </w:pPr>
      <w:r>
        <w:t>Panggilan : Aba Abdillah</w:t>
      </w:r>
    </w:p>
    <w:p w:rsidR="004240CA" w:rsidRDefault="004240CA" w:rsidP="004240CA">
      <w:pPr>
        <w:pStyle w:val="libNormal"/>
      </w:pPr>
      <w:r>
        <w:t>Ayah : Ali bin Abi Thalib</w:t>
      </w:r>
    </w:p>
    <w:p w:rsidR="004240CA" w:rsidRDefault="004240CA" w:rsidP="004240CA">
      <w:pPr>
        <w:pStyle w:val="libNormal"/>
      </w:pPr>
      <w:r>
        <w:t>Ibu : Fatimah Az-Zahra</w:t>
      </w:r>
    </w:p>
    <w:p w:rsidR="004240CA" w:rsidRDefault="004240CA" w:rsidP="004240CA">
      <w:pPr>
        <w:pStyle w:val="libNormal"/>
      </w:pPr>
      <w:r>
        <w:t>Kelahiran : Madinah, 3 Sya’ban 4 H</w:t>
      </w:r>
    </w:p>
    <w:p w:rsidR="004240CA" w:rsidRDefault="004240CA" w:rsidP="004240CA">
      <w:pPr>
        <w:pStyle w:val="libNormal"/>
      </w:pPr>
      <w:r>
        <w:t>Masa Imamah : 10 tahun</w:t>
      </w:r>
    </w:p>
    <w:p w:rsidR="004240CA" w:rsidRDefault="004240CA" w:rsidP="004240CA">
      <w:pPr>
        <w:pStyle w:val="libNormal"/>
      </w:pPr>
      <w:r>
        <w:t>Usia : 57 tahun</w:t>
      </w:r>
    </w:p>
    <w:p w:rsidR="004240CA" w:rsidRDefault="004240CA" w:rsidP="004240CA">
      <w:pPr>
        <w:pStyle w:val="libNormal"/>
      </w:pPr>
      <w:r>
        <w:t>Kesyahidan : 10 Muharram 61 H</w:t>
      </w:r>
    </w:p>
    <w:p w:rsidR="000B207F" w:rsidRDefault="004240CA" w:rsidP="004240CA">
      <w:pPr>
        <w:pStyle w:val="libNormal"/>
      </w:pPr>
      <w:r>
        <w:t>Makam : Karbala, Irak</w:t>
      </w:r>
    </w:p>
    <w:p w:rsidR="000B207F" w:rsidRPr="000B207F" w:rsidRDefault="000B207F">
      <w:r>
        <w:br w:type="page"/>
      </w:r>
    </w:p>
    <w:sdt>
      <w:sdtPr>
        <w:id w:val="7159479"/>
        <w:docPartObj>
          <w:docPartGallery w:val="Table of Contents"/>
          <w:docPartUnique/>
        </w:docPartObj>
      </w:sdtPr>
      <w:sdtEndPr>
        <w:rPr>
          <w:rFonts w:eastAsia="Calibri" w:cs="Times New Roman"/>
          <w:bCs w:val="0"/>
          <w:noProof/>
          <w:color w:val="auto"/>
          <w:sz w:val="24"/>
          <w:szCs w:val="24"/>
          <w:lang w:bidi="fa-IR"/>
        </w:rPr>
      </w:sdtEndPr>
      <w:sdtContent>
        <w:p w:rsidR="00676AA2" w:rsidRDefault="00676AA2" w:rsidP="005D5550">
          <w:pPr>
            <w:pStyle w:val="Heading1Center"/>
          </w:pPr>
          <w:r>
            <w:t>Daftar Isi</w:t>
          </w:r>
        </w:p>
        <w:p w:rsidR="00676AA2" w:rsidRDefault="00676AA2" w:rsidP="005D5550">
          <w:pPr>
            <w:pStyle w:val="Heading1Center"/>
          </w:pPr>
        </w:p>
        <w:p w:rsidR="00676AA2" w:rsidRDefault="00676AA2" w:rsidP="005D5550">
          <w:pPr>
            <w:pStyle w:val="Heading1Center"/>
          </w:pPr>
        </w:p>
        <w:p w:rsidR="00676AA2" w:rsidRDefault="00676AA2" w:rsidP="005D5550">
          <w:pPr>
            <w:pStyle w:val="TOC1"/>
            <w:rPr>
              <w:rFonts w:asciiTheme="minorHAnsi" w:eastAsiaTheme="minorEastAsia" w:hAnsiTheme="minorHAnsi" w:cstheme="minorBidi"/>
              <w:bCs w:val="0"/>
              <w:color w:val="auto"/>
              <w:sz w:val="22"/>
              <w:szCs w:val="22"/>
              <w:rtl/>
              <w:lang w:eastAsia="zh-CN"/>
            </w:rPr>
          </w:pPr>
          <w:r>
            <w:fldChar w:fldCharType="begin"/>
          </w:r>
          <w:r>
            <w:instrText xml:space="preserve"> TOC \o "1-3" \h \z \u </w:instrText>
          </w:r>
          <w:r>
            <w:fldChar w:fldCharType="separate"/>
          </w:r>
          <w:hyperlink w:anchor="_Toc442176619" w:history="1">
            <w:r w:rsidRPr="005C546B">
              <w:rPr>
                <w:rStyle w:val="Hyperlink"/>
              </w:rPr>
              <w:t>IMAM HUSEIN AS-SYAHID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Toc442176619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20" w:history="1">
            <w:r w:rsidRPr="005C546B">
              <w:rPr>
                <w:rStyle w:val="Hyperlink"/>
              </w:rPr>
              <w:t>Penghulu Para Syahid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Toc442176620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21" w:history="1">
            <w:r w:rsidRPr="005C546B">
              <w:rPr>
                <w:rStyle w:val="Hyperlink"/>
              </w:rPr>
              <w:t>S. MAHDI AYATULLAHI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Toc442176621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22" w:history="1">
            <w:r w:rsidRPr="005C546B">
              <w:rPr>
                <w:rStyle w:val="Hyperlink"/>
              </w:rPr>
              <w:t>KATA SAMBUTAN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Toc442176622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23" w:history="1">
            <w:r w:rsidRPr="005C546B">
              <w:rPr>
                <w:rStyle w:val="Hyperlink"/>
              </w:rPr>
              <w:t>Hari Lahir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Toc442176623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24" w:history="1">
            <w:r w:rsidRPr="005C546B">
              <w:rPr>
                <w:rStyle w:val="Hyperlink"/>
              </w:rPr>
              <w:t>Imam Husein as. Semasa Ayahnya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Toc442176624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25" w:history="1">
            <w:r w:rsidRPr="005C546B">
              <w:rPr>
                <w:rStyle w:val="Hyperlink"/>
              </w:rPr>
              <w:t>Imam Husein as. Semasa Muawiyah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Toc442176625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26" w:history="1">
            <w:r w:rsidRPr="005C546B">
              <w:rPr>
                <w:rStyle w:val="Hyperlink"/>
              </w:rPr>
              <w:t>Imam Husein as. dan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Toc442176626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27" w:history="1">
            <w:r w:rsidRPr="005C546B">
              <w:rPr>
                <w:rStyle w:val="Hyperlink"/>
              </w:rPr>
              <w:t>Undangan Warga Kufah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Toc442176627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28" w:history="1">
            <w:r w:rsidRPr="005C546B">
              <w:rPr>
                <w:rStyle w:val="Hyperlink"/>
              </w:rPr>
              <w:t>Duta Imam Husein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Toc442176628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29" w:history="1">
            <w:r w:rsidRPr="005C546B">
              <w:rPr>
                <w:rStyle w:val="Hyperlink"/>
              </w:rPr>
              <w:t>Muslim Dibunuh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Toc442176629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30" w:history="1">
            <w:r w:rsidRPr="005C546B">
              <w:rPr>
                <w:rStyle w:val="Hyperlink"/>
              </w:rPr>
              <w:t>Tujuan Imam Husein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Toc442176630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31" w:history="1">
            <w:r w:rsidRPr="005C546B">
              <w:rPr>
                <w:rStyle w:val="Hyperlink"/>
              </w:rPr>
              <w:t>Imam Husein as. di Hari Asyura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Toc442176631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32" w:history="1">
            <w:r w:rsidRPr="005C546B">
              <w:rPr>
                <w:rStyle w:val="Hyperlink"/>
              </w:rPr>
              <w:t>Kenapa Kita Mengenang Imam Husein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Toc442176632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33" w:history="1">
            <w:r w:rsidRPr="005C546B">
              <w:rPr>
                <w:rStyle w:val="Hyperlink"/>
              </w:rPr>
              <w:t>Kisah Tauladan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Toc442176633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34" w:history="1">
            <w:r w:rsidRPr="005C546B">
              <w:rPr>
                <w:rStyle w:val="Hyperlink"/>
              </w:rPr>
              <w:t>Hari Asyura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Toc442176634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35" w:history="1">
            <w:r w:rsidRPr="005C546B">
              <w:rPr>
                <w:rStyle w:val="Hyperlink"/>
              </w:rPr>
              <w:t>Siapakah Yang Menang?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Toc442176635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36" w:history="1">
            <w:r w:rsidRPr="005C546B">
              <w:rPr>
                <w:rStyle w:val="Hyperlink"/>
              </w:rPr>
              <w:t>Mutiara Hadits Imam Husein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Toc442176636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676AA2" w:rsidRDefault="00676AA2" w:rsidP="005D5550">
          <w:pPr>
            <w:pStyle w:val="TOC1"/>
            <w:rPr>
              <w:rFonts w:asciiTheme="minorHAnsi" w:eastAsiaTheme="minorEastAsia" w:hAnsiTheme="minorHAnsi" w:cstheme="minorBidi"/>
              <w:bCs w:val="0"/>
              <w:color w:val="auto"/>
              <w:sz w:val="22"/>
              <w:szCs w:val="22"/>
              <w:rtl/>
              <w:lang w:eastAsia="zh-CN"/>
            </w:rPr>
          </w:pPr>
          <w:hyperlink w:anchor="_Toc442176637" w:history="1">
            <w:r w:rsidRPr="005C546B">
              <w:rPr>
                <w:rStyle w:val="Hyperlink"/>
              </w:rPr>
              <w:t>Riwayat Singkat Imam Husein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Toc442176637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76AA2" w:rsidRDefault="00676AA2" w:rsidP="005D5550">
          <w:r>
            <w:fldChar w:fldCharType="end"/>
          </w:r>
        </w:p>
      </w:sdtContent>
    </w:sdt>
    <w:p w:rsidR="00E87E60" w:rsidRPr="00A20989" w:rsidRDefault="00E87E60" w:rsidP="004240CA">
      <w:pPr>
        <w:pStyle w:val="libNormal"/>
        <w:rPr>
          <w:rtl/>
        </w:rPr>
      </w:pPr>
    </w:p>
    <w:sectPr w:rsidR="00E87E60" w:rsidRPr="00A20989"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8C9" w:rsidRDefault="006508C9" w:rsidP="00113C59">
      <w:r>
        <w:separator/>
      </w:r>
    </w:p>
  </w:endnote>
  <w:endnote w:type="continuationSeparator" w:id="1">
    <w:p w:rsidR="006508C9" w:rsidRDefault="006508C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79283E" w:rsidP="00113C59">
    <w:pPr>
      <w:pStyle w:val="Footer"/>
    </w:pPr>
    <w:fldSimple w:instr=" PAGE   \* MERGEFORMAT ">
      <w:r w:rsidR="005D5550">
        <w:rPr>
          <w:noProof/>
        </w:rPr>
        <w:t>26</w:t>
      </w:r>
    </w:fldSimple>
  </w:p>
  <w:p w:rsidR="00EB786C" w:rsidRDefault="00EB786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79283E" w:rsidP="00113C59">
    <w:pPr>
      <w:pStyle w:val="Footer"/>
    </w:pPr>
    <w:fldSimple w:instr=" PAGE   \* MERGEFORMAT ">
      <w:r w:rsidR="005D5550">
        <w:rPr>
          <w:noProof/>
        </w:rPr>
        <w:t>27</w:t>
      </w:r>
    </w:fldSimple>
  </w:p>
  <w:p w:rsidR="00EB786C" w:rsidRDefault="00EB786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79283E" w:rsidP="00113C59">
    <w:pPr>
      <w:pStyle w:val="Footer"/>
    </w:pPr>
    <w:fldSimple w:instr=" PAGE   \* MERGEFORMAT ">
      <w:r w:rsidR="00EB786C">
        <w:rPr>
          <w:noProof/>
        </w:rPr>
        <w:t>1</w:t>
      </w:r>
    </w:fldSimple>
  </w:p>
  <w:p w:rsidR="00EB786C" w:rsidRDefault="00EB786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8C9" w:rsidRDefault="006508C9" w:rsidP="00113C59">
      <w:r>
        <w:separator/>
      </w:r>
    </w:p>
  </w:footnote>
  <w:footnote w:type="continuationSeparator" w:id="1">
    <w:p w:rsidR="006508C9" w:rsidRDefault="006508C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1"/>
  </w:num>
  <w:num w:numId="4">
    <w:abstractNumId w:val="6"/>
  </w:num>
  <w:num w:numId="5">
    <w:abstractNumId w:val="10"/>
  </w:num>
  <w:num w:numId="6">
    <w:abstractNumId w:val="3"/>
  </w:num>
  <w:num w:numId="7">
    <w:abstractNumId w:val="14"/>
  </w:num>
  <w:num w:numId="8">
    <w:abstractNumId w:val="2"/>
  </w:num>
  <w:num w:numId="9">
    <w:abstractNumId w:val="20"/>
  </w:num>
  <w:num w:numId="10">
    <w:abstractNumId w:val="7"/>
  </w:num>
  <w:num w:numId="11">
    <w:abstractNumId w:val="12"/>
  </w:num>
  <w:num w:numId="12">
    <w:abstractNumId w:val="18"/>
  </w:num>
  <w:num w:numId="13">
    <w:abstractNumId w:val="9"/>
  </w:num>
  <w:num w:numId="14">
    <w:abstractNumId w:val="19"/>
  </w:num>
  <w:num w:numId="15">
    <w:abstractNumId w:val="16"/>
  </w:num>
  <w:num w:numId="16">
    <w:abstractNumId w:val="1"/>
  </w:num>
  <w:num w:numId="17">
    <w:abstractNumId w:val="11"/>
  </w:num>
  <w:num w:numId="18">
    <w:abstractNumId w:val="4"/>
  </w:num>
  <w:num w:numId="19">
    <w:abstractNumId w:val="13"/>
  </w:num>
  <w:num w:numId="20">
    <w:abstractNumId w:val="17"/>
  </w:num>
  <w:num w:numId="21">
    <w:abstractNumId w:val="5"/>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41C4"/>
    <w:rsid w:val="0000437A"/>
    <w:rsid w:val="000043DD"/>
    <w:rsid w:val="0000492D"/>
    <w:rsid w:val="00004AA9"/>
    <w:rsid w:val="00004E5C"/>
    <w:rsid w:val="000051F0"/>
    <w:rsid w:val="000053B7"/>
    <w:rsid w:val="00005A19"/>
    <w:rsid w:val="0000600F"/>
    <w:rsid w:val="00006516"/>
    <w:rsid w:val="00006E4A"/>
    <w:rsid w:val="00006FFC"/>
    <w:rsid w:val="00007013"/>
    <w:rsid w:val="00007B95"/>
    <w:rsid w:val="00007CA1"/>
    <w:rsid w:val="00010129"/>
    <w:rsid w:val="00010911"/>
    <w:rsid w:val="00010C92"/>
    <w:rsid w:val="000110AA"/>
    <w:rsid w:val="000111D0"/>
    <w:rsid w:val="00011627"/>
    <w:rsid w:val="0001183F"/>
    <w:rsid w:val="00011F2F"/>
    <w:rsid w:val="0001244E"/>
    <w:rsid w:val="0001248B"/>
    <w:rsid w:val="000136DA"/>
    <w:rsid w:val="000139A6"/>
    <w:rsid w:val="000141E5"/>
    <w:rsid w:val="0001510A"/>
    <w:rsid w:val="00015582"/>
    <w:rsid w:val="00015BEB"/>
    <w:rsid w:val="0001603B"/>
    <w:rsid w:val="00016574"/>
    <w:rsid w:val="0001666F"/>
    <w:rsid w:val="00016849"/>
    <w:rsid w:val="000169AA"/>
    <w:rsid w:val="00016C77"/>
    <w:rsid w:val="00016E4F"/>
    <w:rsid w:val="000171F0"/>
    <w:rsid w:val="0001747B"/>
    <w:rsid w:val="0001762B"/>
    <w:rsid w:val="000204C8"/>
    <w:rsid w:val="000207E3"/>
    <w:rsid w:val="0002158B"/>
    <w:rsid w:val="000215B0"/>
    <w:rsid w:val="00021601"/>
    <w:rsid w:val="000217E8"/>
    <w:rsid w:val="000217F3"/>
    <w:rsid w:val="00022704"/>
    <w:rsid w:val="000227E5"/>
    <w:rsid w:val="000228F3"/>
    <w:rsid w:val="00022934"/>
    <w:rsid w:val="00022E31"/>
    <w:rsid w:val="00022F73"/>
    <w:rsid w:val="00023B3E"/>
    <w:rsid w:val="00024619"/>
    <w:rsid w:val="00025ACB"/>
    <w:rsid w:val="00025DE3"/>
    <w:rsid w:val="0002629F"/>
    <w:rsid w:val="000267FE"/>
    <w:rsid w:val="000275E5"/>
    <w:rsid w:val="00027AA9"/>
    <w:rsid w:val="00027ACB"/>
    <w:rsid w:val="00027D22"/>
    <w:rsid w:val="00027FEC"/>
    <w:rsid w:val="00030A4D"/>
    <w:rsid w:val="00030CC7"/>
    <w:rsid w:val="00030EE7"/>
    <w:rsid w:val="00031740"/>
    <w:rsid w:val="0003244B"/>
    <w:rsid w:val="00032B0D"/>
    <w:rsid w:val="00032E66"/>
    <w:rsid w:val="00032F75"/>
    <w:rsid w:val="00033A76"/>
    <w:rsid w:val="00034231"/>
    <w:rsid w:val="00034548"/>
    <w:rsid w:val="000350CB"/>
    <w:rsid w:val="0003592A"/>
    <w:rsid w:val="000359D7"/>
    <w:rsid w:val="00035B5A"/>
    <w:rsid w:val="00036751"/>
    <w:rsid w:val="000369A4"/>
    <w:rsid w:val="00036A62"/>
    <w:rsid w:val="00036C9B"/>
    <w:rsid w:val="00037035"/>
    <w:rsid w:val="0003793A"/>
    <w:rsid w:val="000402BA"/>
    <w:rsid w:val="000404D8"/>
    <w:rsid w:val="00040798"/>
    <w:rsid w:val="000409FE"/>
    <w:rsid w:val="00041384"/>
    <w:rsid w:val="0004140C"/>
    <w:rsid w:val="000416AD"/>
    <w:rsid w:val="00041E44"/>
    <w:rsid w:val="00042152"/>
    <w:rsid w:val="0004273F"/>
    <w:rsid w:val="00042BC6"/>
    <w:rsid w:val="00043023"/>
    <w:rsid w:val="000433FB"/>
    <w:rsid w:val="000436EA"/>
    <w:rsid w:val="00043790"/>
    <w:rsid w:val="00043B7A"/>
    <w:rsid w:val="00044302"/>
    <w:rsid w:val="00044A45"/>
    <w:rsid w:val="00044D2F"/>
    <w:rsid w:val="00045004"/>
    <w:rsid w:val="00045718"/>
    <w:rsid w:val="00045810"/>
    <w:rsid w:val="00045B54"/>
    <w:rsid w:val="00045E1A"/>
    <w:rsid w:val="00046B4B"/>
    <w:rsid w:val="00046CF1"/>
    <w:rsid w:val="0004763F"/>
    <w:rsid w:val="00047926"/>
    <w:rsid w:val="0004794F"/>
    <w:rsid w:val="00051346"/>
    <w:rsid w:val="00051AE0"/>
    <w:rsid w:val="00051C77"/>
    <w:rsid w:val="00051DF9"/>
    <w:rsid w:val="00051ED9"/>
    <w:rsid w:val="00051FC8"/>
    <w:rsid w:val="00052548"/>
    <w:rsid w:val="00052A84"/>
    <w:rsid w:val="0005399D"/>
    <w:rsid w:val="00053E2B"/>
    <w:rsid w:val="00054141"/>
    <w:rsid w:val="00054406"/>
    <w:rsid w:val="0005494B"/>
    <w:rsid w:val="00054E6B"/>
    <w:rsid w:val="00054EE1"/>
    <w:rsid w:val="000554A2"/>
    <w:rsid w:val="00055B50"/>
    <w:rsid w:val="00055E08"/>
    <w:rsid w:val="000563AF"/>
    <w:rsid w:val="00056E8B"/>
    <w:rsid w:val="00057131"/>
    <w:rsid w:val="00057143"/>
    <w:rsid w:val="000573B3"/>
    <w:rsid w:val="00057D64"/>
    <w:rsid w:val="00057F19"/>
    <w:rsid w:val="000602B0"/>
    <w:rsid w:val="00060570"/>
    <w:rsid w:val="0006074C"/>
    <w:rsid w:val="00060C61"/>
    <w:rsid w:val="0006146C"/>
    <w:rsid w:val="000616A8"/>
    <w:rsid w:val="00061CB7"/>
    <w:rsid w:val="0006216A"/>
    <w:rsid w:val="000621A5"/>
    <w:rsid w:val="00062E33"/>
    <w:rsid w:val="00062E78"/>
    <w:rsid w:val="00062EAB"/>
    <w:rsid w:val="00063147"/>
    <w:rsid w:val="00063428"/>
    <w:rsid w:val="000634D2"/>
    <w:rsid w:val="000634E1"/>
    <w:rsid w:val="0006368D"/>
    <w:rsid w:val="00063E8E"/>
    <w:rsid w:val="00063F9D"/>
    <w:rsid w:val="00063FCE"/>
    <w:rsid w:val="00064802"/>
    <w:rsid w:val="00064BC2"/>
    <w:rsid w:val="00064CAA"/>
    <w:rsid w:val="000655E9"/>
    <w:rsid w:val="00066626"/>
    <w:rsid w:val="00066AE9"/>
    <w:rsid w:val="0006732E"/>
    <w:rsid w:val="00067B9D"/>
    <w:rsid w:val="00067F2A"/>
    <w:rsid w:val="00067F84"/>
    <w:rsid w:val="00070C8E"/>
    <w:rsid w:val="00070ED0"/>
    <w:rsid w:val="00070EE8"/>
    <w:rsid w:val="00071362"/>
    <w:rsid w:val="00071C97"/>
    <w:rsid w:val="0007242C"/>
    <w:rsid w:val="00072A7C"/>
    <w:rsid w:val="00072B08"/>
    <w:rsid w:val="00072B94"/>
    <w:rsid w:val="00072B9E"/>
    <w:rsid w:val="00072C91"/>
    <w:rsid w:val="000733EE"/>
    <w:rsid w:val="00073581"/>
    <w:rsid w:val="000736EB"/>
    <w:rsid w:val="0007385B"/>
    <w:rsid w:val="00073872"/>
    <w:rsid w:val="00074192"/>
    <w:rsid w:val="000749B9"/>
    <w:rsid w:val="00074CEC"/>
    <w:rsid w:val="00075ABB"/>
    <w:rsid w:val="00075DA5"/>
    <w:rsid w:val="00075FF6"/>
    <w:rsid w:val="000761F7"/>
    <w:rsid w:val="00076218"/>
    <w:rsid w:val="000767A9"/>
    <w:rsid w:val="00076A3A"/>
    <w:rsid w:val="00076BD0"/>
    <w:rsid w:val="000770CE"/>
    <w:rsid w:val="00077758"/>
    <w:rsid w:val="0007786F"/>
    <w:rsid w:val="000778DC"/>
    <w:rsid w:val="00077D16"/>
    <w:rsid w:val="0008070A"/>
    <w:rsid w:val="000816A8"/>
    <w:rsid w:val="00081B3D"/>
    <w:rsid w:val="00081B69"/>
    <w:rsid w:val="00081E10"/>
    <w:rsid w:val="000824DF"/>
    <w:rsid w:val="000829D6"/>
    <w:rsid w:val="00082AE7"/>
    <w:rsid w:val="00082B10"/>
    <w:rsid w:val="0008303B"/>
    <w:rsid w:val="00083287"/>
    <w:rsid w:val="000835FF"/>
    <w:rsid w:val="00083BC9"/>
    <w:rsid w:val="000847DB"/>
    <w:rsid w:val="00084F9F"/>
    <w:rsid w:val="00085244"/>
    <w:rsid w:val="00085282"/>
    <w:rsid w:val="00085B27"/>
    <w:rsid w:val="000863F5"/>
    <w:rsid w:val="000867CD"/>
    <w:rsid w:val="00086920"/>
    <w:rsid w:val="00086A54"/>
    <w:rsid w:val="00086D6F"/>
    <w:rsid w:val="00086E1F"/>
    <w:rsid w:val="00087120"/>
    <w:rsid w:val="0008787E"/>
    <w:rsid w:val="00087A1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6E9"/>
    <w:rsid w:val="00095ED3"/>
    <w:rsid w:val="00096386"/>
    <w:rsid w:val="00096665"/>
    <w:rsid w:val="00096A5F"/>
    <w:rsid w:val="00097301"/>
    <w:rsid w:val="000976AF"/>
    <w:rsid w:val="000A0101"/>
    <w:rsid w:val="000A08F8"/>
    <w:rsid w:val="000A1222"/>
    <w:rsid w:val="000A123B"/>
    <w:rsid w:val="000A1874"/>
    <w:rsid w:val="000A1F7E"/>
    <w:rsid w:val="000A24A5"/>
    <w:rsid w:val="000A2E5F"/>
    <w:rsid w:val="000A3460"/>
    <w:rsid w:val="000A403B"/>
    <w:rsid w:val="000A538B"/>
    <w:rsid w:val="000A53A1"/>
    <w:rsid w:val="000A56CA"/>
    <w:rsid w:val="000A57A8"/>
    <w:rsid w:val="000A585C"/>
    <w:rsid w:val="000A638A"/>
    <w:rsid w:val="000A6B88"/>
    <w:rsid w:val="000A715C"/>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4002"/>
    <w:rsid w:val="000B41A8"/>
    <w:rsid w:val="000B4356"/>
    <w:rsid w:val="000B4456"/>
    <w:rsid w:val="000B44CF"/>
    <w:rsid w:val="000B4E54"/>
    <w:rsid w:val="000B5AB6"/>
    <w:rsid w:val="000B6182"/>
    <w:rsid w:val="000B6293"/>
    <w:rsid w:val="000B636C"/>
    <w:rsid w:val="000B6D41"/>
    <w:rsid w:val="000B7271"/>
    <w:rsid w:val="000B7365"/>
    <w:rsid w:val="000B7AA5"/>
    <w:rsid w:val="000B7F9F"/>
    <w:rsid w:val="000C0307"/>
    <w:rsid w:val="000C0382"/>
    <w:rsid w:val="000C041C"/>
    <w:rsid w:val="000C04C2"/>
    <w:rsid w:val="000C0A89"/>
    <w:rsid w:val="000C0F38"/>
    <w:rsid w:val="000C1718"/>
    <w:rsid w:val="000C243B"/>
    <w:rsid w:val="000C24E4"/>
    <w:rsid w:val="000C27C6"/>
    <w:rsid w:val="000C2C12"/>
    <w:rsid w:val="000C3595"/>
    <w:rsid w:val="000C3D86"/>
    <w:rsid w:val="000C42BA"/>
    <w:rsid w:val="000C496B"/>
    <w:rsid w:val="000C4D2C"/>
    <w:rsid w:val="000C4D4A"/>
    <w:rsid w:val="000C4EFC"/>
    <w:rsid w:val="000C4FAE"/>
    <w:rsid w:val="000C5208"/>
    <w:rsid w:val="000C536F"/>
    <w:rsid w:val="000C55EE"/>
    <w:rsid w:val="000C612D"/>
    <w:rsid w:val="000C61FE"/>
    <w:rsid w:val="000C6BBD"/>
    <w:rsid w:val="000C6CD8"/>
    <w:rsid w:val="000C7111"/>
    <w:rsid w:val="000C7127"/>
    <w:rsid w:val="000C7722"/>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D27"/>
    <w:rsid w:val="000D3E93"/>
    <w:rsid w:val="000D456F"/>
    <w:rsid w:val="000D4A82"/>
    <w:rsid w:val="000D6018"/>
    <w:rsid w:val="000D62BD"/>
    <w:rsid w:val="000D64A7"/>
    <w:rsid w:val="000D6B7D"/>
    <w:rsid w:val="000D7100"/>
    <w:rsid w:val="000D71B7"/>
    <w:rsid w:val="000D74CC"/>
    <w:rsid w:val="000D772A"/>
    <w:rsid w:val="000D7B59"/>
    <w:rsid w:val="000D7C30"/>
    <w:rsid w:val="000E08BC"/>
    <w:rsid w:val="000E0C32"/>
    <w:rsid w:val="000E150C"/>
    <w:rsid w:val="000E162A"/>
    <w:rsid w:val="000E16D6"/>
    <w:rsid w:val="000E17D3"/>
    <w:rsid w:val="000E186F"/>
    <w:rsid w:val="000E1B96"/>
    <w:rsid w:val="000E1CFF"/>
    <w:rsid w:val="000E20EB"/>
    <w:rsid w:val="000E2B93"/>
    <w:rsid w:val="000E2FD5"/>
    <w:rsid w:val="000E31AD"/>
    <w:rsid w:val="000E384E"/>
    <w:rsid w:val="000E3938"/>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5BB"/>
    <w:rsid w:val="000F2896"/>
    <w:rsid w:val="000F2EED"/>
    <w:rsid w:val="000F30D4"/>
    <w:rsid w:val="000F355B"/>
    <w:rsid w:val="000F38CB"/>
    <w:rsid w:val="000F3D21"/>
    <w:rsid w:val="000F3E38"/>
    <w:rsid w:val="000F3FF1"/>
    <w:rsid w:val="000F42C7"/>
    <w:rsid w:val="000F4466"/>
    <w:rsid w:val="000F448E"/>
    <w:rsid w:val="000F4494"/>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D90"/>
    <w:rsid w:val="00101EA9"/>
    <w:rsid w:val="001027A4"/>
    <w:rsid w:val="001027D5"/>
    <w:rsid w:val="001027F6"/>
    <w:rsid w:val="00102E0E"/>
    <w:rsid w:val="00102EBD"/>
    <w:rsid w:val="00102EE5"/>
    <w:rsid w:val="00102F7C"/>
    <w:rsid w:val="00103623"/>
    <w:rsid w:val="00103677"/>
    <w:rsid w:val="00104011"/>
    <w:rsid w:val="0010435E"/>
    <w:rsid w:val="00104901"/>
    <w:rsid w:val="00104B46"/>
    <w:rsid w:val="00104D23"/>
    <w:rsid w:val="00104E15"/>
    <w:rsid w:val="00105956"/>
    <w:rsid w:val="00106569"/>
    <w:rsid w:val="0010719A"/>
    <w:rsid w:val="0010740F"/>
    <w:rsid w:val="001076DA"/>
    <w:rsid w:val="0010775E"/>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6114"/>
    <w:rsid w:val="001162C9"/>
    <w:rsid w:val="0011632A"/>
    <w:rsid w:val="0011682B"/>
    <w:rsid w:val="00116EB8"/>
    <w:rsid w:val="001171A6"/>
    <w:rsid w:val="00117D17"/>
    <w:rsid w:val="001203DC"/>
    <w:rsid w:val="00120454"/>
    <w:rsid w:val="00120669"/>
    <w:rsid w:val="0012070F"/>
    <w:rsid w:val="001208E0"/>
    <w:rsid w:val="00121524"/>
    <w:rsid w:val="00121BD8"/>
    <w:rsid w:val="0012268F"/>
    <w:rsid w:val="00122787"/>
    <w:rsid w:val="00122B0F"/>
    <w:rsid w:val="0012322A"/>
    <w:rsid w:val="00123425"/>
    <w:rsid w:val="0012343D"/>
    <w:rsid w:val="0012358B"/>
    <w:rsid w:val="00123F87"/>
    <w:rsid w:val="001240F4"/>
    <w:rsid w:val="001243ED"/>
    <w:rsid w:val="00125836"/>
    <w:rsid w:val="00126137"/>
    <w:rsid w:val="0012634B"/>
    <w:rsid w:val="00126471"/>
    <w:rsid w:val="00126528"/>
    <w:rsid w:val="00127556"/>
    <w:rsid w:val="00127E08"/>
    <w:rsid w:val="001303BB"/>
    <w:rsid w:val="001311CC"/>
    <w:rsid w:val="001312B2"/>
    <w:rsid w:val="00131540"/>
    <w:rsid w:val="00131DD3"/>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EDC"/>
    <w:rsid w:val="001403E0"/>
    <w:rsid w:val="0014041D"/>
    <w:rsid w:val="001405D9"/>
    <w:rsid w:val="00140A08"/>
    <w:rsid w:val="00140D02"/>
    <w:rsid w:val="00141021"/>
    <w:rsid w:val="0014160D"/>
    <w:rsid w:val="00142309"/>
    <w:rsid w:val="00142C52"/>
    <w:rsid w:val="00142DDA"/>
    <w:rsid w:val="00142E74"/>
    <w:rsid w:val="001430A2"/>
    <w:rsid w:val="00143123"/>
    <w:rsid w:val="0014341C"/>
    <w:rsid w:val="00143725"/>
    <w:rsid w:val="00143EEA"/>
    <w:rsid w:val="00143F4D"/>
    <w:rsid w:val="0014476A"/>
    <w:rsid w:val="00144DB8"/>
    <w:rsid w:val="00144DE8"/>
    <w:rsid w:val="00144FDF"/>
    <w:rsid w:val="00145308"/>
    <w:rsid w:val="0014628F"/>
    <w:rsid w:val="0014648A"/>
    <w:rsid w:val="001467F3"/>
    <w:rsid w:val="0014748E"/>
    <w:rsid w:val="00147499"/>
    <w:rsid w:val="00147ED8"/>
    <w:rsid w:val="00150AB6"/>
    <w:rsid w:val="00150ABD"/>
    <w:rsid w:val="0015165B"/>
    <w:rsid w:val="00151BE8"/>
    <w:rsid w:val="00151C03"/>
    <w:rsid w:val="00151DA1"/>
    <w:rsid w:val="00152303"/>
    <w:rsid w:val="0015245B"/>
    <w:rsid w:val="001535F1"/>
    <w:rsid w:val="00153917"/>
    <w:rsid w:val="00153D97"/>
    <w:rsid w:val="00153FDC"/>
    <w:rsid w:val="00154046"/>
    <w:rsid w:val="001540BA"/>
    <w:rsid w:val="0015486C"/>
    <w:rsid w:val="00154888"/>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1AB"/>
    <w:rsid w:val="00164767"/>
    <w:rsid w:val="00164810"/>
    <w:rsid w:val="00164820"/>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80E"/>
    <w:rsid w:val="0017230E"/>
    <w:rsid w:val="00172417"/>
    <w:rsid w:val="001725EA"/>
    <w:rsid w:val="0017278B"/>
    <w:rsid w:val="00172A13"/>
    <w:rsid w:val="00172B34"/>
    <w:rsid w:val="00173A33"/>
    <w:rsid w:val="00173FC7"/>
    <w:rsid w:val="001742D1"/>
    <w:rsid w:val="001753B5"/>
    <w:rsid w:val="001754A3"/>
    <w:rsid w:val="00175804"/>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157F"/>
    <w:rsid w:val="00181698"/>
    <w:rsid w:val="00181C0E"/>
    <w:rsid w:val="00181F83"/>
    <w:rsid w:val="00182251"/>
    <w:rsid w:val="00182A81"/>
    <w:rsid w:val="00182CD3"/>
    <w:rsid w:val="001832B1"/>
    <w:rsid w:val="00183693"/>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B4E"/>
    <w:rsid w:val="001A2CC2"/>
    <w:rsid w:val="001A30FB"/>
    <w:rsid w:val="001A3110"/>
    <w:rsid w:val="001A353C"/>
    <w:rsid w:val="001A37CB"/>
    <w:rsid w:val="001A37D6"/>
    <w:rsid w:val="001A3AF4"/>
    <w:rsid w:val="001A4006"/>
    <w:rsid w:val="001A4B8A"/>
    <w:rsid w:val="001A4C37"/>
    <w:rsid w:val="001A4D9B"/>
    <w:rsid w:val="001A4E46"/>
    <w:rsid w:val="001A547A"/>
    <w:rsid w:val="001A5A46"/>
    <w:rsid w:val="001A5A6E"/>
    <w:rsid w:val="001A5E34"/>
    <w:rsid w:val="001A5EAB"/>
    <w:rsid w:val="001A5F3C"/>
    <w:rsid w:val="001A6EC0"/>
    <w:rsid w:val="001A7554"/>
    <w:rsid w:val="001B027C"/>
    <w:rsid w:val="001B03A6"/>
    <w:rsid w:val="001B07B7"/>
    <w:rsid w:val="001B0F76"/>
    <w:rsid w:val="001B16FD"/>
    <w:rsid w:val="001B1EDD"/>
    <w:rsid w:val="001B2A74"/>
    <w:rsid w:val="001B3541"/>
    <w:rsid w:val="001B37F2"/>
    <w:rsid w:val="001B3ED0"/>
    <w:rsid w:val="001B469F"/>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C3C"/>
    <w:rsid w:val="001C0E6F"/>
    <w:rsid w:val="001C0FC5"/>
    <w:rsid w:val="001C11D0"/>
    <w:rsid w:val="001C2189"/>
    <w:rsid w:val="001C220F"/>
    <w:rsid w:val="001C2252"/>
    <w:rsid w:val="001C2BD8"/>
    <w:rsid w:val="001C2F11"/>
    <w:rsid w:val="001C36B3"/>
    <w:rsid w:val="001C37B3"/>
    <w:rsid w:val="001C37F7"/>
    <w:rsid w:val="001C3FBE"/>
    <w:rsid w:val="001C4055"/>
    <w:rsid w:val="001C42B2"/>
    <w:rsid w:val="001C4550"/>
    <w:rsid w:val="001C4839"/>
    <w:rsid w:val="001C4BD6"/>
    <w:rsid w:val="001C4D57"/>
    <w:rsid w:val="001C5052"/>
    <w:rsid w:val="001C5908"/>
    <w:rsid w:val="001C5EDB"/>
    <w:rsid w:val="001C6552"/>
    <w:rsid w:val="001C6663"/>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3F6"/>
    <w:rsid w:val="001D249C"/>
    <w:rsid w:val="001D296E"/>
    <w:rsid w:val="001D2CAE"/>
    <w:rsid w:val="001D3266"/>
    <w:rsid w:val="001D41A1"/>
    <w:rsid w:val="001D433F"/>
    <w:rsid w:val="001D459E"/>
    <w:rsid w:val="001D5171"/>
    <w:rsid w:val="001D622B"/>
    <w:rsid w:val="001D6933"/>
    <w:rsid w:val="001D6EB5"/>
    <w:rsid w:val="001D732D"/>
    <w:rsid w:val="001D7447"/>
    <w:rsid w:val="001D7950"/>
    <w:rsid w:val="001D7AFE"/>
    <w:rsid w:val="001E1146"/>
    <w:rsid w:val="001E11FF"/>
    <w:rsid w:val="001E1354"/>
    <w:rsid w:val="001E1481"/>
    <w:rsid w:val="001E14F6"/>
    <w:rsid w:val="001E1920"/>
    <w:rsid w:val="001E25DC"/>
    <w:rsid w:val="001E2625"/>
    <w:rsid w:val="001E2812"/>
    <w:rsid w:val="001E2E0A"/>
    <w:rsid w:val="001E3568"/>
    <w:rsid w:val="001E3F33"/>
    <w:rsid w:val="001E3F5C"/>
    <w:rsid w:val="001E501A"/>
    <w:rsid w:val="001E56B9"/>
    <w:rsid w:val="001E57B5"/>
    <w:rsid w:val="001E73A3"/>
    <w:rsid w:val="001E7AB2"/>
    <w:rsid w:val="001E7B88"/>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641E"/>
    <w:rsid w:val="001F6AD1"/>
    <w:rsid w:val="001F6DCC"/>
    <w:rsid w:val="001F730B"/>
    <w:rsid w:val="001F736A"/>
    <w:rsid w:val="001F7AFD"/>
    <w:rsid w:val="001F7B21"/>
    <w:rsid w:val="001F7C8E"/>
    <w:rsid w:val="001F7E10"/>
    <w:rsid w:val="0020007E"/>
    <w:rsid w:val="00200126"/>
    <w:rsid w:val="002001B0"/>
    <w:rsid w:val="002010F1"/>
    <w:rsid w:val="0020182D"/>
    <w:rsid w:val="00201857"/>
    <w:rsid w:val="00201954"/>
    <w:rsid w:val="002022DB"/>
    <w:rsid w:val="00202741"/>
    <w:rsid w:val="00202827"/>
    <w:rsid w:val="00202B4D"/>
    <w:rsid w:val="00202C7B"/>
    <w:rsid w:val="002033FD"/>
    <w:rsid w:val="00203477"/>
    <w:rsid w:val="0020532C"/>
    <w:rsid w:val="002054C5"/>
    <w:rsid w:val="002055CA"/>
    <w:rsid w:val="00205A09"/>
    <w:rsid w:val="00206056"/>
    <w:rsid w:val="0020646D"/>
    <w:rsid w:val="00206D1C"/>
    <w:rsid w:val="00206E10"/>
    <w:rsid w:val="00206EB8"/>
    <w:rsid w:val="00207543"/>
    <w:rsid w:val="0020772D"/>
    <w:rsid w:val="00207A16"/>
    <w:rsid w:val="00207A2D"/>
    <w:rsid w:val="00207DD0"/>
    <w:rsid w:val="0021032E"/>
    <w:rsid w:val="00210DE9"/>
    <w:rsid w:val="00210EEF"/>
    <w:rsid w:val="002117A4"/>
    <w:rsid w:val="00211AE3"/>
    <w:rsid w:val="00211EB2"/>
    <w:rsid w:val="00211ECD"/>
    <w:rsid w:val="002123FF"/>
    <w:rsid w:val="002128E1"/>
    <w:rsid w:val="00212A3F"/>
    <w:rsid w:val="002132BE"/>
    <w:rsid w:val="002139CB"/>
    <w:rsid w:val="00213D22"/>
    <w:rsid w:val="002140D9"/>
    <w:rsid w:val="002142A6"/>
    <w:rsid w:val="002143E3"/>
    <w:rsid w:val="0021475B"/>
    <w:rsid w:val="00214793"/>
    <w:rsid w:val="00214801"/>
    <w:rsid w:val="00214B62"/>
    <w:rsid w:val="00214B67"/>
    <w:rsid w:val="00214BD6"/>
    <w:rsid w:val="0021556A"/>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5E4"/>
    <w:rsid w:val="00222975"/>
    <w:rsid w:val="00222AEA"/>
    <w:rsid w:val="00222E21"/>
    <w:rsid w:val="002239F0"/>
    <w:rsid w:val="00223A86"/>
    <w:rsid w:val="00223A9A"/>
    <w:rsid w:val="00223AAB"/>
    <w:rsid w:val="00224163"/>
    <w:rsid w:val="00224964"/>
    <w:rsid w:val="00225007"/>
    <w:rsid w:val="0022509D"/>
    <w:rsid w:val="002255B3"/>
    <w:rsid w:val="00225716"/>
    <w:rsid w:val="00225B4D"/>
    <w:rsid w:val="00225BB9"/>
    <w:rsid w:val="00225FBD"/>
    <w:rsid w:val="00226165"/>
    <w:rsid w:val="002267C7"/>
    <w:rsid w:val="00226A58"/>
    <w:rsid w:val="00226B8B"/>
    <w:rsid w:val="00227408"/>
    <w:rsid w:val="00227740"/>
    <w:rsid w:val="0022788F"/>
    <w:rsid w:val="00227E4A"/>
    <w:rsid w:val="00227FEE"/>
    <w:rsid w:val="00230A67"/>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40045"/>
    <w:rsid w:val="00241716"/>
    <w:rsid w:val="00241F59"/>
    <w:rsid w:val="002421F0"/>
    <w:rsid w:val="00242342"/>
    <w:rsid w:val="002423E2"/>
    <w:rsid w:val="0024263F"/>
    <w:rsid w:val="0024265C"/>
    <w:rsid w:val="0024268E"/>
    <w:rsid w:val="002436A8"/>
    <w:rsid w:val="002437B2"/>
    <w:rsid w:val="002439D5"/>
    <w:rsid w:val="0024400A"/>
    <w:rsid w:val="0024409A"/>
    <w:rsid w:val="00244641"/>
    <w:rsid w:val="002447F3"/>
    <w:rsid w:val="00244A73"/>
    <w:rsid w:val="00244C2E"/>
    <w:rsid w:val="00244E1F"/>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DE4"/>
    <w:rsid w:val="00247ECA"/>
    <w:rsid w:val="0025055D"/>
    <w:rsid w:val="002507BA"/>
    <w:rsid w:val="00250CC1"/>
    <w:rsid w:val="00250E0A"/>
    <w:rsid w:val="0025133D"/>
    <w:rsid w:val="00251474"/>
    <w:rsid w:val="0025151D"/>
    <w:rsid w:val="002518EE"/>
    <w:rsid w:val="00251D9A"/>
    <w:rsid w:val="00251E02"/>
    <w:rsid w:val="00251F38"/>
    <w:rsid w:val="00251F4A"/>
    <w:rsid w:val="00252764"/>
    <w:rsid w:val="002531D3"/>
    <w:rsid w:val="0025404D"/>
    <w:rsid w:val="00254924"/>
    <w:rsid w:val="00254AFE"/>
    <w:rsid w:val="00255BF7"/>
    <w:rsid w:val="00255EE7"/>
    <w:rsid w:val="00256BA9"/>
    <w:rsid w:val="00256CA2"/>
    <w:rsid w:val="00256E18"/>
    <w:rsid w:val="00256E9A"/>
    <w:rsid w:val="002571C6"/>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AF"/>
    <w:rsid w:val="002655BC"/>
    <w:rsid w:val="00265684"/>
    <w:rsid w:val="00265865"/>
    <w:rsid w:val="00265EA3"/>
    <w:rsid w:val="00266225"/>
    <w:rsid w:val="00266577"/>
    <w:rsid w:val="0026660C"/>
    <w:rsid w:val="00266909"/>
    <w:rsid w:val="00266988"/>
    <w:rsid w:val="00266C1E"/>
    <w:rsid w:val="00266CC2"/>
    <w:rsid w:val="00266EE8"/>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471"/>
    <w:rsid w:val="00276AE0"/>
    <w:rsid w:val="0027745C"/>
    <w:rsid w:val="0027747C"/>
    <w:rsid w:val="00277A11"/>
    <w:rsid w:val="00277CA6"/>
    <w:rsid w:val="002801FE"/>
    <w:rsid w:val="00280895"/>
    <w:rsid w:val="002811D8"/>
    <w:rsid w:val="002818EF"/>
    <w:rsid w:val="00281E49"/>
    <w:rsid w:val="0028218F"/>
    <w:rsid w:val="0028271F"/>
    <w:rsid w:val="00282831"/>
    <w:rsid w:val="0028293E"/>
    <w:rsid w:val="00282BB8"/>
    <w:rsid w:val="00282E5A"/>
    <w:rsid w:val="0028306D"/>
    <w:rsid w:val="00283DA5"/>
    <w:rsid w:val="00284E82"/>
    <w:rsid w:val="00285E88"/>
    <w:rsid w:val="00286107"/>
    <w:rsid w:val="00286AA7"/>
    <w:rsid w:val="00287024"/>
    <w:rsid w:val="002877BB"/>
    <w:rsid w:val="00287970"/>
    <w:rsid w:val="00287A34"/>
    <w:rsid w:val="00287D91"/>
    <w:rsid w:val="00287EE3"/>
    <w:rsid w:val="0029077F"/>
    <w:rsid w:val="002909B4"/>
    <w:rsid w:val="0029177C"/>
    <w:rsid w:val="002919A3"/>
    <w:rsid w:val="00291CCE"/>
    <w:rsid w:val="00292E58"/>
    <w:rsid w:val="002944D5"/>
    <w:rsid w:val="00294DB2"/>
    <w:rsid w:val="00295016"/>
    <w:rsid w:val="00295CC9"/>
    <w:rsid w:val="00296390"/>
    <w:rsid w:val="00296492"/>
    <w:rsid w:val="00296522"/>
    <w:rsid w:val="002968F2"/>
    <w:rsid w:val="00296C0B"/>
    <w:rsid w:val="002971A5"/>
    <w:rsid w:val="002971E5"/>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ABC"/>
    <w:rsid w:val="002A7070"/>
    <w:rsid w:val="002A717D"/>
    <w:rsid w:val="002A73D7"/>
    <w:rsid w:val="002A797B"/>
    <w:rsid w:val="002B0090"/>
    <w:rsid w:val="002B100A"/>
    <w:rsid w:val="002B1C6C"/>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989"/>
    <w:rsid w:val="002B7CB8"/>
    <w:rsid w:val="002B7ED2"/>
    <w:rsid w:val="002C028F"/>
    <w:rsid w:val="002C0757"/>
    <w:rsid w:val="002C1217"/>
    <w:rsid w:val="002C197E"/>
    <w:rsid w:val="002C1CE2"/>
    <w:rsid w:val="002C20C7"/>
    <w:rsid w:val="002C23D3"/>
    <w:rsid w:val="002C3121"/>
    <w:rsid w:val="002C3A2F"/>
    <w:rsid w:val="002C3BD9"/>
    <w:rsid w:val="002C3E3A"/>
    <w:rsid w:val="002C449C"/>
    <w:rsid w:val="002C4903"/>
    <w:rsid w:val="002C496B"/>
    <w:rsid w:val="002C4E27"/>
    <w:rsid w:val="002C4E51"/>
    <w:rsid w:val="002C5363"/>
    <w:rsid w:val="002C5602"/>
    <w:rsid w:val="002C5B12"/>
    <w:rsid w:val="002C5C66"/>
    <w:rsid w:val="002C6326"/>
    <w:rsid w:val="002C636C"/>
    <w:rsid w:val="002C6427"/>
    <w:rsid w:val="002C65D3"/>
    <w:rsid w:val="002C6FE2"/>
    <w:rsid w:val="002C71A8"/>
    <w:rsid w:val="002D01AB"/>
    <w:rsid w:val="002D084B"/>
    <w:rsid w:val="002D0D1E"/>
    <w:rsid w:val="002D11B7"/>
    <w:rsid w:val="002D1505"/>
    <w:rsid w:val="002D19A9"/>
    <w:rsid w:val="002D1E2E"/>
    <w:rsid w:val="002D1F03"/>
    <w:rsid w:val="002D21F5"/>
    <w:rsid w:val="002D2315"/>
    <w:rsid w:val="002D2485"/>
    <w:rsid w:val="002D24FA"/>
    <w:rsid w:val="002D271A"/>
    <w:rsid w:val="002D2AFB"/>
    <w:rsid w:val="002D2C87"/>
    <w:rsid w:val="002D2CF7"/>
    <w:rsid w:val="002D3A09"/>
    <w:rsid w:val="002D3A17"/>
    <w:rsid w:val="002D3B1C"/>
    <w:rsid w:val="002D3E7A"/>
    <w:rsid w:val="002D3F24"/>
    <w:rsid w:val="002D4B73"/>
    <w:rsid w:val="002D580E"/>
    <w:rsid w:val="002D596D"/>
    <w:rsid w:val="002D5B82"/>
    <w:rsid w:val="002D61EF"/>
    <w:rsid w:val="002D65F7"/>
    <w:rsid w:val="002D6891"/>
    <w:rsid w:val="002D760A"/>
    <w:rsid w:val="002D7F88"/>
    <w:rsid w:val="002E092D"/>
    <w:rsid w:val="002E0ADC"/>
    <w:rsid w:val="002E1291"/>
    <w:rsid w:val="002E19EE"/>
    <w:rsid w:val="002E20BF"/>
    <w:rsid w:val="002E2297"/>
    <w:rsid w:val="002E24C4"/>
    <w:rsid w:val="002E2865"/>
    <w:rsid w:val="002E2E1F"/>
    <w:rsid w:val="002E4453"/>
    <w:rsid w:val="002E47BA"/>
    <w:rsid w:val="002E4C28"/>
    <w:rsid w:val="002E4D3D"/>
    <w:rsid w:val="002E51C9"/>
    <w:rsid w:val="002E533A"/>
    <w:rsid w:val="002E5443"/>
    <w:rsid w:val="002E5CA1"/>
    <w:rsid w:val="002E5D43"/>
    <w:rsid w:val="002E6022"/>
    <w:rsid w:val="002E6330"/>
    <w:rsid w:val="002E6781"/>
    <w:rsid w:val="002E67A5"/>
    <w:rsid w:val="002E67EB"/>
    <w:rsid w:val="002E6A49"/>
    <w:rsid w:val="002E6AC1"/>
    <w:rsid w:val="002E6C0F"/>
    <w:rsid w:val="002E723B"/>
    <w:rsid w:val="002E7C0F"/>
    <w:rsid w:val="002E7D8E"/>
    <w:rsid w:val="002F00AA"/>
    <w:rsid w:val="002F0147"/>
    <w:rsid w:val="002F0B67"/>
    <w:rsid w:val="002F14C9"/>
    <w:rsid w:val="002F18A7"/>
    <w:rsid w:val="002F195B"/>
    <w:rsid w:val="002F201D"/>
    <w:rsid w:val="002F3626"/>
    <w:rsid w:val="002F3663"/>
    <w:rsid w:val="002F3866"/>
    <w:rsid w:val="002F3C44"/>
    <w:rsid w:val="002F4240"/>
    <w:rsid w:val="002F42EF"/>
    <w:rsid w:val="002F469C"/>
    <w:rsid w:val="002F49E0"/>
    <w:rsid w:val="002F4A90"/>
    <w:rsid w:val="002F4E3A"/>
    <w:rsid w:val="002F4FD9"/>
    <w:rsid w:val="002F56F4"/>
    <w:rsid w:val="002F5793"/>
    <w:rsid w:val="002F5BB0"/>
    <w:rsid w:val="002F5E92"/>
    <w:rsid w:val="002F618F"/>
    <w:rsid w:val="002F74FE"/>
    <w:rsid w:val="00300948"/>
    <w:rsid w:val="00300CB4"/>
    <w:rsid w:val="00301039"/>
    <w:rsid w:val="00301C1E"/>
    <w:rsid w:val="00301C82"/>
    <w:rsid w:val="00301EBF"/>
    <w:rsid w:val="0030227A"/>
    <w:rsid w:val="00302808"/>
    <w:rsid w:val="003035AB"/>
    <w:rsid w:val="0030368D"/>
    <w:rsid w:val="00303A06"/>
    <w:rsid w:val="00304007"/>
    <w:rsid w:val="0030439D"/>
    <w:rsid w:val="0030450C"/>
    <w:rsid w:val="003047B3"/>
    <w:rsid w:val="003052CB"/>
    <w:rsid w:val="003058C3"/>
    <w:rsid w:val="00305DFD"/>
    <w:rsid w:val="003073A6"/>
    <w:rsid w:val="00307B97"/>
    <w:rsid w:val="00307C3A"/>
    <w:rsid w:val="0031001C"/>
    <w:rsid w:val="00310141"/>
    <w:rsid w:val="00310618"/>
    <w:rsid w:val="0031064A"/>
    <w:rsid w:val="00310A30"/>
    <w:rsid w:val="00310AF2"/>
    <w:rsid w:val="00310D1D"/>
    <w:rsid w:val="00311A63"/>
    <w:rsid w:val="00311BA3"/>
    <w:rsid w:val="00311E62"/>
    <w:rsid w:val="0031256A"/>
    <w:rsid w:val="003126FD"/>
    <w:rsid w:val="00312925"/>
    <w:rsid w:val="00312D9F"/>
    <w:rsid w:val="00312F9F"/>
    <w:rsid w:val="003138ED"/>
    <w:rsid w:val="00313B47"/>
    <w:rsid w:val="003143A6"/>
    <w:rsid w:val="00314D81"/>
    <w:rsid w:val="0031580F"/>
    <w:rsid w:val="00315B47"/>
    <w:rsid w:val="00315BF2"/>
    <w:rsid w:val="00315CA6"/>
    <w:rsid w:val="003160EF"/>
    <w:rsid w:val="00316A43"/>
    <w:rsid w:val="00316D09"/>
    <w:rsid w:val="00316F7E"/>
    <w:rsid w:val="00317165"/>
    <w:rsid w:val="00317405"/>
    <w:rsid w:val="0031742C"/>
    <w:rsid w:val="00317E22"/>
    <w:rsid w:val="00320F30"/>
    <w:rsid w:val="0032100E"/>
    <w:rsid w:val="003210A1"/>
    <w:rsid w:val="003212EE"/>
    <w:rsid w:val="003212F7"/>
    <w:rsid w:val="0032179E"/>
    <w:rsid w:val="003217C5"/>
    <w:rsid w:val="00321F88"/>
    <w:rsid w:val="00322220"/>
    <w:rsid w:val="00322420"/>
    <w:rsid w:val="00322466"/>
    <w:rsid w:val="0032291C"/>
    <w:rsid w:val="00322931"/>
    <w:rsid w:val="00322DDA"/>
    <w:rsid w:val="00323B33"/>
    <w:rsid w:val="00323D1F"/>
    <w:rsid w:val="00323E77"/>
    <w:rsid w:val="003240A8"/>
    <w:rsid w:val="003242EE"/>
    <w:rsid w:val="00324480"/>
    <w:rsid w:val="00324B78"/>
    <w:rsid w:val="00324FF5"/>
    <w:rsid w:val="003257F0"/>
    <w:rsid w:val="00325A62"/>
    <w:rsid w:val="00325C4C"/>
    <w:rsid w:val="00325E91"/>
    <w:rsid w:val="0032610D"/>
    <w:rsid w:val="0032677E"/>
    <w:rsid w:val="00326D5B"/>
    <w:rsid w:val="00327062"/>
    <w:rsid w:val="00327426"/>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644"/>
    <w:rsid w:val="003378D0"/>
    <w:rsid w:val="00337C7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411"/>
    <w:rsid w:val="00346473"/>
    <w:rsid w:val="00346BCF"/>
    <w:rsid w:val="00346D15"/>
    <w:rsid w:val="00346E1E"/>
    <w:rsid w:val="0034793C"/>
    <w:rsid w:val="00350873"/>
    <w:rsid w:val="00350AC1"/>
    <w:rsid w:val="00350CB5"/>
    <w:rsid w:val="00350DA0"/>
    <w:rsid w:val="00350E59"/>
    <w:rsid w:val="00351072"/>
    <w:rsid w:val="00351183"/>
    <w:rsid w:val="003515F8"/>
    <w:rsid w:val="0035173A"/>
    <w:rsid w:val="00351D12"/>
    <w:rsid w:val="003523B5"/>
    <w:rsid w:val="00352548"/>
    <w:rsid w:val="003525C5"/>
    <w:rsid w:val="003529FD"/>
    <w:rsid w:val="00352B86"/>
    <w:rsid w:val="00352D6A"/>
    <w:rsid w:val="0035368E"/>
    <w:rsid w:val="00353BDA"/>
    <w:rsid w:val="00354493"/>
    <w:rsid w:val="00354593"/>
    <w:rsid w:val="00354980"/>
    <w:rsid w:val="003549DC"/>
    <w:rsid w:val="00354D9B"/>
    <w:rsid w:val="00354E2E"/>
    <w:rsid w:val="003551E9"/>
    <w:rsid w:val="00355325"/>
    <w:rsid w:val="00355D95"/>
    <w:rsid w:val="00355F40"/>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400D"/>
    <w:rsid w:val="0036427E"/>
    <w:rsid w:val="00364856"/>
    <w:rsid w:val="00364DD3"/>
    <w:rsid w:val="00364DFA"/>
    <w:rsid w:val="00364EDC"/>
    <w:rsid w:val="003655C8"/>
    <w:rsid w:val="00365653"/>
    <w:rsid w:val="003656C0"/>
    <w:rsid w:val="00365D67"/>
    <w:rsid w:val="003663DC"/>
    <w:rsid w:val="00367024"/>
    <w:rsid w:val="0036703E"/>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5F9"/>
    <w:rsid w:val="00373EB9"/>
    <w:rsid w:val="00373FF7"/>
    <w:rsid w:val="003740AE"/>
    <w:rsid w:val="0037426B"/>
    <w:rsid w:val="00375129"/>
    <w:rsid w:val="003757B5"/>
    <w:rsid w:val="00375A42"/>
    <w:rsid w:val="00375D4E"/>
    <w:rsid w:val="0037608B"/>
    <w:rsid w:val="00376413"/>
    <w:rsid w:val="00376B2F"/>
    <w:rsid w:val="00376F0A"/>
    <w:rsid w:val="003776D1"/>
    <w:rsid w:val="003777BF"/>
    <w:rsid w:val="003778D9"/>
    <w:rsid w:val="00377B1A"/>
    <w:rsid w:val="00377D36"/>
    <w:rsid w:val="00377DA2"/>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116A"/>
    <w:rsid w:val="003915E6"/>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D33"/>
    <w:rsid w:val="003A0F06"/>
    <w:rsid w:val="003A13B7"/>
    <w:rsid w:val="003A1475"/>
    <w:rsid w:val="003A15A7"/>
    <w:rsid w:val="003A2493"/>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4234"/>
    <w:rsid w:val="003B45C6"/>
    <w:rsid w:val="003B47AC"/>
    <w:rsid w:val="003B5031"/>
    <w:rsid w:val="003B5878"/>
    <w:rsid w:val="003B5A4D"/>
    <w:rsid w:val="003B5B3A"/>
    <w:rsid w:val="003B5D0F"/>
    <w:rsid w:val="003B5F61"/>
    <w:rsid w:val="003B6283"/>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2BD"/>
    <w:rsid w:val="003C13C7"/>
    <w:rsid w:val="003C1D03"/>
    <w:rsid w:val="003C1DDA"/>
    <w:rsid w:val="003C1F7F"/>
    <w:rsid w:val="003C2374"/>
    <w:rsid w:val="003C28B2"/>
    <w:rsid w:val="003C2B52"/>
    <w:rsid w:val="003C3011"/>
    <w:rsid w:val="003C33C1"/>
    <w:rsid w:val="003C3593"/>
    <w:rsid w:val="003C3663"/>
    <w:rsid w:val="003C3E93"/>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E3D"/>
    <w:rsid w:val="003D01B5"/>
    <w:rsid w:val="003D0900"/>
    <w:rsid w:val="003D0E16"/>
    <w:rsid w:val="003D1CF4"/>
    <w:rsid w:val="003D2459"/>
    <w:rsid w:val="003D282B"/>
    <w:rsid w:val="003D28ED"/>
    <w:rsid w:val="003D2D75"/>
    <w:rsid w:val="003D2E62"/>
    <w:rsid w:val="003D3107"/>
    <w:rsid w:val="003D3359"/>
    <w:rsid w:val="003D3889"/>
    <w:rsid w:val="003D3D19"/>
    <w:rsid w:val="003D3DE2"/>
    <w:rsid w:val="003D4385"/>
    <w:rsid w:val="003D4B98"/>
    <w:rsid w:val="003D4C31"/>
    <w:rsid w:val="003D4D47"/>
    <w:rsid w:val="003D5579"/>
    <w:rsid w:val="003D5652"/>
    <w:rsid w:val="003D5AB5"/>
    <w:rsid w:val="003D5C82"/>
    <w:rsid w:val="003D6044"/>
    <w:rsid w:val="003D66C8"/>
    <w:rsid w:val="003D67AC"/>
    <w:rsid w:val="003D6A4D"/>
    <w:rsid w:val="003D6AEB"/>
    <w:rsid w:val="003D70F0"/>
    <w:rsid w:val="003D791F"/>
    <w:rsid w:val="003D7DBC"/>
    <w:rsid w:val="003D7F8A"/>
    <w:rsid w:val="003E00E9"/>
    <w:rsid w:val="003E0C0E"/>
    <w:rsid w:val="003E0C2D"/>
    <w:rsid w:val="003E0F13"/>
    <w:rsid w:val="003E148D"/>
    <w:rsid w:val="003E233A"/>
    <w:rsid w:val="003E28B2"/>
    <w:rsid w:val="003E2BA4"/>
    <w:rsid w:val="003E3600"/>
    <w:rsid w:val="003E3B29"/>
    <w:rsid w:val="003E3DB7"/>
    <w:rsid w:val="003E4394"/>
    <w:rsid w:val="003E5406"/>
    <w:rsid w:val="003E5451"/>
    <w:rsid w:val="003E5A7E"/>
    <w:rsid w:val="003E5E3C"/>
    <w:rsid w:val="003E6422"/>
    <w:rsid w:val="003E64E7"/>
    <w:rsid w:val="003E65EB"/>
    <w:rsid w:val="003E7181"/>
    <w:rsid w:val="003E7C50"/>
    <w:rsid w:val="003F033B"/>
    <w:rsid w:val="003F0342"/>
    <w:rsid w:val="003F0891"/>
    <w:rsid w:val="003F15A3"/>
    <w:rsid w:val="003F1AA2"/>
    <w:rsid w:val="003F1E0B"/>
    <w:rsid w:val="003F294D"/>
    <w:rsid w:val="003F2C22"/>
    <w:rsid w:val="003F2F8A"/>
    <w:rsid w:val="003F30D5"/>
    <w:rsid w:val="003F33DE"/>
    <w:rsid w:val="003F3447"/>
    <w:rsid w:val="003F345E"/>
    <w:rsid w:val="003F5456"/>
    <w:rsid w:val="003F56E2"/>
    <w:rsid w:val="003F5BBE"/>
    <w:rsid w:val="003F65E3"/>
    <w:rsid w:val="003F6F0B"/>
    <w:rsid w:val="003F705B"/>
    <w:rsid w:val="003F7297"/>
    <w:rsid w:val="004002CE"/>
    <w:rsid w:val="00400623"/>
    <w:rsid w:val="00400643"/>
    <w:rsid w:val="0040075F"/>
    <w:rsid w:val="00400C33"/>
    <w:rsid w:val="00400ECB"/>
    <w:rsid w:val="00400F6D"/>
    <w:rsid w:val="00401429"/>
    <w:rsid w:val="004015B4"/>
    <w:rsid w:val="00401774"/>
    <w:rsid w:val="00401969"/>
    <w:rsid w:val="00401B2D"/>
    <w:rsid w:val="00401FC3"/>
    <w:rsid w:val="00402758"/>
    <w:rsid w:val="004029B4"/>
    <w:rsid w:val="00402C65"/>
    <w:rsid w:val="00402D6D"/>
    <w:rsid w:val="00403C8C"/>
    <w:rsid w:val="00403E7C"/>
    <w:rsid w:val="00403F69"/>
    <w:rsid w:val="004043DE"/>
    <w:rsid w:val="00404955"/>
    <w:rsid w:val="00404CEB"/>
    <w:rsid w:val="00404EB7"/>
    <w:rsid w:val="004050DF"/>
    <w:rsid w:val="00405FA7"/>
    <w:rsid w:val="0040601F"/>
    <w:rsid w:val="00407378"/>
    <w:rsid w:val="00407B9B"/>
    <w:rsid w:val="00407D56"/>
    <w:rsid w:val="00407E78"/>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F89"/>
    <w:rsid w:val="00413350"/>
    <w:rsid w:val="00413430"/>
    <w:rsid w:val="00413439"/>
    <w:rsid w:val="00414CD5"/>
    <w:rsid w:val="00414CE7"/>
    <w:rsid w:val="00415087"/>
    <w:rsid w:val="00415427"/>
    <w:rsid w:val="00415C1F"/>
    <w:rsid w:val="00415D1E"/>
    <w:rsid w:val="00415ED0"/>
    <w:rsid w:val="0041635B"/>
    <w:rsid w:val="00416498"/>
    <w:rsid w:val="00416E2B"/>
    <w:rsid w:val="00416ED2"/>
    <w:rsid w:val="0041723C"/>
    <w:rsid w:val="0041734E"/>
    <w:rsid w:val="004173E4"/>
    <w:rsid w:val="004173FB"/>
    <w:rsid w:val="00417ACC"/>
    <w:rsid w:val="0042002B"/>
    <w:rsid w:val="004209BA"/>
    <w:rsid w:val="00420B53"/>
    <w:rsid w:val="00420C44"/>
    <w:rsid w:val="00420CF7"/>
    <w:rsid w:val="00421AFE"/>
    <w:rsid w:val="00421FEF"/>
    <w:rsid w:val="004222FA"/>
    <w:rsid w:val="0042331F"/>
    <w:rsid w:val="00423535"/>
    <w:rsid w:val="00423A64"/>
    <w:rsid w:val="00423ACC"/>
    <w:rsid w:val="00423AF7"/>
    <w:rsid w:val="00423CEF"/>
    <w:rsid w:val="00423CF2"/>
    <w:rsid w:val="00423F95"/>
    <w:rsid w:val="004240CA"/>
    <w:rsid w:val="004241E7"/>
    <w:rsid w:val="004242C1"/>
    <w:rsid w:val="00424510"/>
    <w:rsid w:val="0042453D"/>
    <w:rsid w:val="004246DB"/>
    <w:rsid w:val="004250C6"/>
    <w:rsid w:val="0042531F"/>
    <w:rsid w:val="0042593F"/>
    <w:rsid w:val="00425F33"/>
    <w:rsid w:val="00426216"/>
    <w:rsid w:val="0042635F"/>
    <w:rsid w:val="004263E7"/>
    <w:rsid w:val="00426F5F"/>
    <w:rsid w:val="004270DC"/>
    <w:rsid w:val="004272F7"/>
    <w:rsid w:val="00427361"/>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73A"/>
    <w:rsid w:val="00440B9C"/>
    <w:rsid w:val="00440C62"/>
    <w:rsid w:val="00440F5F"/>
    <w:rsid w:val="00441252"/>
    <w:rsid w:val="004415F5"/>
    <w:rsid w:val="004418FB"/>
    <w:rsid w:val="00441AB9"/>
    <w:rsid w:val="004421F3"/>
    <w:rsid w:val="00443B38"/>
    <w:rsid w:val="00443DFE"/>
    <w:rsid w:val="00443FB4"/>
    <w:rsid w:val="004440AA"/>
    <w:rsid w:val="0044476A"/>
    <w:rsid w:val="00444E19"/>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381"/>
    <w:rsid w:val="004538D5"/>
    <w:rsid w:val="00453CDA"/>
    <w:rsid w:val="00454113"/>
    <w:rsid w:val="00454160"/>
    <w:rsid w:val="004541B0"/>
    <w:rsid w:val="004543D2"/>
    <w:rsid w:val="00454FC8"/>
    <w:rsid w:val="004551AE"/>
    <w:rsid w:val="004555D0"/>
    <w:rsid w:val="004557F7"/>
    <w:rsid w:val="00455A1C"/>
    <w:rsid w:val="00455A59"/>
    <w:rsid w:val="00455E20"/>
    <w:rsid w:val="00456281"/>
    <w:rsid w:val="00456BF4"/>
    <w:rsid w:val="00456DAC"/>
    <w:rsid w:val="0045706E"/>
    <w:rsid w:val="00457381"/>
    <w:rsid w:val="004576AA"/>
    <w:rsid w:val="004579CA"/>
    <w:rsid w:val="00457C77"/>
    <w:rsid w:val="004603C3"/>
    <w:rsid w:val="004605D1"/>
    <w:rsid w:val="00460E86"/>
    <w:rsid w:val="00460F72"/>
    <w:rsid w:val="00461042"/>
    <w:rsid w:val="004613CC"/>
    <w:rsid w:val="0046145E"/>
    <w:rsid w:val="0046146B"/>
    <w:rsid w:val="004617CD"/>
    <w:rsid w:val="004626FB"/>
    <w:rsid w:val="00462FD9"/>
    <w:rsid w:val="00463008"/>
    <w:rsid w:val="00463126"/>
    <w:rsid w:val="00463987"/>
    <w:rsid w:val="00463E47"/>
    <w:rsid w:val="00463EEF"/>
    <w:rsid w:val="0046408A"/>
    <w:rsid w:val="00464728"/>
    <w:rsid w:val="00464879"/>
    <w:rsid w:val="00464A7E"/>
    <w:rsid w:val="00464FB5"/>
    <w:rsid w:val="004655E2"/>
    <w:rsid w:val="00466071"/>
    <w:rsid w:val="0046634E"/>
    <w:rsid w:val="00466C7A"/>
    <w:rsid w:val="00466E01"/>
    <w:rsid w:val="00466E99"/>
    <w:rsid w:val="00466F86"/>
    <w:rsid w:val="00467910"/>
    <w:rsid w:val="00467E54"/>
    <w:rsid w:val="00470378"/>
    <w:rsid w:val="0047053A"/>
    <w:rsid w:val="00470C94"/>
    <w:rsid w:val="0047154F"/>
    <w:rsid w:val="0047166D"/>
    <w:rsid w:val="0047179E"/>
    <w:rsid w:val="004719E6"/>
    <w:rsid w:val="00471BDB"/>
    <w:rsid w:val="0047216C"/>
    <w:rsid w:val="004722F9"/>
    <w:rsid w:val="004729AE"/>
    <w:rsid w:val="004729D6"/>
    <w:rsid w:val="00472A23"/>
    <w:rsid w:val="00472D64"/>
    <w:rsid w:val="0047311A"/>
    <w:rsid w:val="00473488"/>
    <w:rsid w:val="00473B99"/>
    <w:rsid w:val="004744B4"/>
    <w:rsid w:val="00474560"/>
    <w:rsid w:val="004746BF"/>
    <w:rsid w:val="00474A8C"/>
    <w:rsid w:val="00474B94"/>
    <w:rsid w:val="00475403"/>
    <w:rsid w:val="00475E99"/>
    <w:rsid w:val="0047600F"/>
    <w:rsid w:val="004764DA"/>
    <w:rsid w:val="0047664F"/>
    <w:rsid w:val="004769C8"/>
    <w:rsid w:val="00477CD3"/>
    <w:rsid w:val="00477D86"/>
    <w:rsid w:val="00481146"/>
    <w:rsid w:val="00481B00"/>
    <w:rsid w:val="00481E61"/>
    <w:rsid w:val="00481FD0"/>
    <w:rsid w:val="0048221F"/>
    <w:rsid w:val="00482255"/>
    <w:rsid w:val="00482567"/>
    <w:rsid w:val="004825A5"/>
    <w:rsid w:val="00482E96"/>
    <w:rsid w:val="004833D2"/>
    <w:rsid w:val="00483651"/>
    <w:rsid w:val="00483AC9"/>
    <w:rsid w:val="00483C2E"/>
    <w:rsid w:val="00483CB2"/>
    <w:rsid w:val="00483CE6"/>
    <w:rsid w:val="004842D7"/>
    <w:rsid w:val="004855ED"/>
    <w:rsid w:val="0048627C"/>
    <w:rsid w:val="00486DA0"/>
    <w:rsid w:val="00486F41"/>
    <w:rsid w:val="004876A4"/>
    <w:rsid w:val="004878C2"/>
    <w:rsid w:val="00487C70"/>
    <w:rsid w:val="00487FC7"/>
    <w:rsid w:val="00490907"/>
    <w:rsid w:val="0049117E"/>
    <w:rsid w:val="004911CF"/>
    <w:rsid w:val="004911E6"/>
    <w:rsid w:val="004913EB"/>
    <w:rsid w:val="004919C3"/>
    <w:rsid w:val="00491FC9"/>
    <w:rsid w:val="0049224F"/>
    <w:rsid w:val="0049244F"/>
    <w:rsid w:val="00492924"/>
    <w:rsid w:val="00492C9D"/>
    <w:rsid w:val="00492EE0"/>
    <w:rsid w:val="00493647"/>
    <w:rsid w:val="00493B4F"/>
    <w:rsid w:val="00494E20"/>
    <w:rsid w:val="004953C3"/>
    <w:rsid w:val="00496BDF"/>
    <w:rsid w:val="00497042"/>
    <w:rsid w:val="00497134"/>
    <w:rsid w:val="004972BB"/>
    <w:rsid w:val="00497369"/>
    <w:rsid w:val="00497A26"/>
    <w:rsid w:val="004A0866"/>
    <w:rsid w:val="004A0B14"/>
    <w:rsid w:val="004A0DA9"/>
    <w:rsid w:val="004A1297"/>
    <w:rsid w:val="004A2A53"/>
    <w:rsid w:val="004A34B4"/>
    <w:rsid w:val="004A4460"/>
    <w:rsid w:val="004A4A6B"/>
    <w:rsid w:val="004A51F6"/>
    <w:rsid w:val="004A5741"/>
    <w:rsid w:val="004A5796"/>
    <w:rsid w:val="004A5912"/>
    <w:rsid w:val="004A61FB"/>
    <w:rsid w:val="004A621C"/>
    <w:rsid w:val="004A6378"/>
    <w:rsid w:val="004A65C8"/>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AE"/>
    <w:rsid w:val="004B34DB"/>
    <w:rsid w:val="004B3AEA"/>
    <w:rsid w:val="004B3F28"/>
    <w:rsid w:val="004B3FB8"/>
    <w:rsid w:val="004B4596"/>
    <w:rsid w:val="004B4955"/>
    <w:rsid w:val="004B4FAE"/>
    <w:rsid w:val="004B5EF5"/>
    <w:rsid w:val="004B69CD"/>
    <w:rsid w:val="004B6CA0"/>
    <w:rsid w:val="004B72B8"/>
    <w:rsid w:val="004B7630"/>
    <w:rsid w:val="004B7CF6"/>
    <w:rsid w:val="004B7EBD"/>
    <w:rsid w:val="004B7F8D"/>
    <w:rsid w:val="004C09AF"/>
    <w:rsid w:val="004C129B"/>
    <w:rsid w:val="004C16F5"/>
    <w:rsid w:val="004C237B"/>
    <w:rsid w:val="004C2D26"/>
    <w:rsid w:val="004C35FB"/>
    <w:rsid w:val="004C39C2"/>
    <w:rsid w:val="004C39C8"/>
    <w:rsid w:val="004C3E4D"/>
    <w:rsid w:val="004C3E6F"/>
    <w:rsid w:val="004C3E90"/>
    <w:rsid w:val="004C3EB4"/>
    <w:rsid w:val="004C4336"/>
    <w:rsid w:val="004C48AE"/>
    <w:rsid w:val="004C519E"/>
    <w:rsid w:val="004C55B8"/>
    <w:rsid w:val="004C5636"/>
    <w:rsid w:val="004C6A34"/>
    <w:rsid w:val="004C6F3F"/>
    <w:rsid w:val="004C75EA"/>
    <w:rsid w:val="004C77B3"/>
    <w:rsid w:val="004C77B5"/>
    <w:rsid w:val="004C787B"/>
    <w:rsid w:val="004C7937"/>
    <w:rsid w:val="004C7C81"/>
    <w:rsid w:val="004C7CDD"/>
    <w:rsid w:val="004D043C"/>
    <w:rsid w:val="004D053D"/>
    <w:rsid w:val="004D0573"/>
    <w:rsid w:val="004D126B"/>
    <w:rsid w:val="004D2611"/>
    <w:rsid w:val="004D2ABA"/>
    <w:rsid w:val="004D2DB8"/>
    <w:rsid w:val="004D2DC8"/>
    <w:rsid w:val="004D31E3"/>
    <w:rsid w:val="004D386C"/>
    <w:rsid w:val="004D3925"/>
    <w:rsid w:val="004D3AED"/>
    <w:rsid w:val="004D471B"/>
    <w:rsid w:val="004D4732"/>
    <w:rsid w:val="004D4CE2"/>
    <w:rsid w:val="004D514A"/>
    <w:rsid w:val="004D5517"/>
    <w:rsid w:val="004D58FB"/>
    <w:rsid w:val="004D5FE4"/>
    <w:rsid w:val="004D609A"/>
    <w:rsid w:val="004D67B0"/>
    <w:rsid w:val="004D68E2"/>
    <w:rsid w:val="004D6BF4"/>
    <w:rsid w:val="004D6DB7"/>
    <w:rsid w:val="004D725B"/>
    <w:rsid w:val="004D7678"/>
    <w:rsid w:val="004D7939"/>
    <w:rsid w:val="004D7CD7"/>
    <w:rsid w:val="004D7E27"/>
    <w:rsid w:val="004E0233"/>
    <w:rsid w:val="004E069D"/>
    <w:rsid w:val="004E089F"/>
    <w:rsid w:val="004E0F4F"/>
    <w:rsid w:val="004E1391"/>
    <w:rsid w:val="004E1859"/>
    <w:rsid w:val="004E1BA1"/>
    <w:rsid w:val="004E2013"/>
    <w:rsid w:val="004E214B"/>
    <w:rsid w:val="004E21C0"/>
    <w:rsid w:val="004E2905"/>
    <w:rsid w:val="004E2A44"/>
    <w:rsid w:val="004E2C31"/>
    <w:rsid w:val="004E334E"/>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31AF"/>
    <w:rsid w:val="004F3F89"/>
    <w:rsid w:val="004F40ED"/>
    <w:rsid w:val="004F411B"/>
    <w:rsid w:val="004F4367"/>
    <w:rsid w:val="004F44D5"/>
    <w:rsid w:val="004F4A95"/>
    <w:rsid w:val="004F4CE7"/>
    <w:rsid w:val="004F4FC8"/>
    <w:rsid w:val="004F54EF"/>
    <w:rsid w:val="004F5509"/>
    <w:rsid w:val="004F578A"/>
    <w:rsid w:val="004F5838"/>
    <w:rsid w:val="004F58BA"/>
    <w:rsid w:val="004F5967"/>
    <w:rsid w:val="004F5E82"/>
    <w:rsid w:val="004F6063"/>
    <w:rsid w:val="004F65A5"/>
    <w:rsid w:val="004F6866"/>
    <w:rsid w:val="004F6B5B"/>
    <w:rsid w:val="004F727B"/>
    <w:rsid w:val="004F793C"/>
    <w:rsid w:val="004F7D98"/>
    <w:rsid w:val="004F7FA4"/>
    <w:rsid w:val="0050034E"/>
    <w:rsid w:val="00501159"/>
    <w:rsid w:val="0050162E"/>
    <w:rsid w:val="005018C0"/>
    <w:rsid w:val="0050206D"/>
    <w:rsid w:val="0050227C"/>
    <w:rsid w:val="005022E5"/>
    <w:rsid w:val="005028E6"/>
    <w:rsid w:val="00502A50"/>
    <w:rsid w:val="00502B19"/>
    <w:rsid w:val="00502DCA"/>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10B4E"/>
    <w:rsid w:val="00510D82"/>
    <w:rsid w:val="005114AE"/>
    <w:rsid w:val="00512355"/>
    <w:rsid w:val="0051238E"/>
    <w:rsid w:val="00512F9A"/>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D33"/>
    <w:rsid w:val="00517F7E"/>
    <w:rsid w:val="00520789"/>
    <w:rsid w:val="005213BD"/>
    <w:rsid w:val="005218C0"/>
    <w:rsid w:val="00523374"/>
    <w:rsid w:val="005234A5"/>
    <w:rsid w:val="0052351D"/>
    <w:rsid w:val="00523AC8"/>
    <w:rsid w:val="00523D6A"/>
    <w:rsid w:val="00523D74"/>
    <w:rsid w:val="00524606"/>
    <w:rsid w:val="005247C2"/>
    <w:rsid w:val="00524F88"/>
    <w:rsid w:val="0052503D"/>
    <w:rsid w:val="005253DC"/>
    <w:rsid w:val="005254BC"/>
    <w:rsid w:val="00525F0F"/>
    <w:rsid w:val="0052669E"/>
    <w:rsid w:val="00526724"/>
    <w:rsid w:val="005269C1"/>
    <w:rsid w:val="0052752C"/>
    <w:rsid w:val="005275A4"/>
    <w:rsid w:val="00527948"/>
    <w:rsid w:val="00527A8C"/>
    <w:rsid w:val="00527FC5"/>
    <w:rsid w:val="005309B1"/>
    <w:rsid w:val="005313EC"/>
    <w:rsid w:val="005315FE"/>
    <w:rsid w:val="00531E8C"/>
    <w:rsid w:val="00531F21"/>
    <w:rsid w:val="0053312F"/>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BC5"/>
    <w:rsid w:val="00537B6D"/>
    <w:rsid w:val="00537EF4"/>
    <w:rsid w:val="005401D9"/>
    <w:rsid w:val="00540471"/>
    <w:rsid w:val="00540B61"/>
    <w:rsid w:val="00541188"/>
    <w:rsid w:val="005413B7"/>
    <w:rsid w:val="00542871"/>
    <w:rsid w:val="00542CFC"/>
    <w:rsid w:val="00542EEF"/>
    <w:rsid w:val="005432E6"/>
    <w:rsid w:val="00543581"/>
    <w:rsid w:val="005438B4"/>
    <w:rsid w:val="00544DCF"/>
    <w:rsid w:val="0054519A"/>
    <w:rsid w:val="00545312"/>
    <w:rsid w:val="00545B2E"/>
    <w:rsid w:val="00545D5E"/>
    <w:rsid w:val="00546863"/>
    <w:rsid w:val="00546B56"/>
    <w:rsid w:val="0054759D"/>
    <w:rsid w:val="00547640"/>
    <w:rsid w:val="00547819"/>
    <w:rsid w:val="00550787"/>
    <w:rsid w:val="00550974"/>
    <w:rsid w:val="00550B2F"/>
    <w:rsid w:val="00551278"/>
    <w:rsid w:val="0055127F"/>
    <w:rsid w:val="005514BD"/>
    <w:rsid w:val="005515AB"/>
    <w:rsid w:val="00551712"/>
    <w:rsid w:val="00551A18"/>
    <w:rsid w:val="00551B4F"/>
    <w:rsid w:val="00551E02"/>
    <w:rsid w:val="0055263D"/>
    <w:rsid w:val="005529FE"/>
    <w:rsid w:val="00552C63"/>
    <w:rsid w:val="00552E25"/>
    <w:rsid w:val="00552E65"/>
    <w:rsid w:val="005531C4"/>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FB6"/>
    <w:rsid w:val="00557FD9"/>
    <w:rsid w:val="005601A3"/>
    <w:rsid w:val="005605F1"/>
    <w:rsid w:val="00560EE0"/>
    <w:rsid w:val="0056120D"/>
    <w:rsid w:val="005612F3"/>
    <w:rsid w:val="0056158D"/>
    <w:rsid w:val="00561C58"/>
    <w:rsid w:val="00561E7A"/>
    <w:rsid w:val="00561F38"/>
    <w:rsid w:val="00562924"/>
    <w:rsid w:val="005629CD"/>
    <w:rsid w:val="00562EED"/>
    <w:rsid w:val="005632BA"/>
    <w:rsid w:val="005634C4"/>
    <w:rsid w:val="005638C7"/>
    <w:rsid w:val="005639F1"/>
    <w:rsid w:val="005647E3"/>
    <w:rsid w:val="00564890"/>
    <w:rsid w:val="00564B0C"/>
    <w:rsid w:val="00564DE6"/>
    <w:rsid w:val="00564EAF"/>
    <w:rsid w:val="00565351"/>
    <w:rsid w:val="005655F6"/>
    <w:rsid w:val="00565643"/>
    <w:rsid w:val="00565EF0"/>
    <w:rsid w:val="00566157"/>
    <w:rsid w:val="0056686E"/>
    <w:rsid w:val="00566BAF"/>
    <w:rsid w:val="00566D30"/>
    <w:rsid w:val="00567068"/>
    <w:rsid w:val="005673A9"/>
    <w:rsid w:val="0057006C"/>
    <w:rsid w:val="00570F29"/>
    <w:rsid w:val="0057143B"/>
    <w:rsid w:val="00571AC9"/>
    <w:rsid w:val="00571BF1"/>
    <w:rsid w:val="0057215A"/>
    <w:rsid w:val="0057254F"/>
    <w:rsid w:val="00572A9E"/>
    <w:rsid w:val="00573FAB"/>
    <w:rsid w:val="00573FCA"/>
    <w:rsid w:val="005742FF"/>
    <w:rsid w:val="00574672"/>
    <w:rsid w:val="00574DA3"/>
    <w:rsid w:val="00574E79"/>
    <w:rsid w:val="005750F4"/>
    <w:rsid w:val="005754D9"/>
    <w:rsid w:val="0057612B"/>
    <w:rsid w:val="00576984"/>
    <w:rsid w:val="005772C4"/>
    <w:rsid w:val="00577577"/>
    <w:rsid w:val="00577647"/>
    <w:rsid w:val="00577D20"/>
    <w:rsid w:val="00580107"/>
    <w:rsid w:val="00580BDF"/>
    <w:rsid w:val="00580CC2"/>
    <w:rsid w:val="00580FD0"/>
    <w:rsid w:val="00581651"/>
    <w:rsid w:val="00581668"/>
    <w:rsid w:val="00581861"/>
    <w:rsid w:val="00581C09"/>
    <w:rsid w:val="00582D2B"/>
    <w:rsid w:val="00582E74"/>
    <w:rsid w:val="005830DC"/>
    <w:rsid w:val="00583281"/>
    <w:rsid w:val="00583745"/>
    <w:rsid w:val="005838F4"/>
    <w:rsid w:val="005840C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B37"/>
    <w:rsid w:val="00593154"/>
    <w:rsid w:val="0059367F"/>
    <w:rsid w:val="00593A3C"/>
    <w:rsid w:val="00593B1E"/>
    <w:rsid w:val="00593B92"/>
    <w:rsid w:val="0059498B"/>
    <w:rsid w:val="00594A78"/>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17D7"/>
    <w:rsid w:val="005A18E2"/>
    <w:rsid w:val="005A1C39"/>
    <w:rsid w:val="005A1EED"/>
    <w:rsid w:val="005A22E3"/>
    <w:rsid w:val="005A2E5F"/>
    <w:rsid w:val="005A3769"/>
    <w:rsid w:val="005A43ED"/>
    <w:rsid w:val="005A452E"/>
    <w:rsid w:val="005A46EF"/>
    <w:rsid w:val="005A4758"/>
    <w:rsid w:val="005A4E5A"/>
    <w:rsid w:val="005A7192"/>
    <w:rsid w:val="005A78FA"/>
    <w:rsid w:val="005A7D31"/>
    <w:rsid w:val="005A7E2B"/>
    <w:rsid w:val="005B0132"/>
    <w:rsid w:val="005B07EA"/>
    <w:rsid w:val="005B096B"/>
    <w:rsid w:val="005B132E"/>
    <w:rsid w:val="005B1709"/>
    <w:rsid w:val="005B17C1"/>
    <w:rsid w:val="005B19A8"/>
    <w:rsid w:val="005B22EA"/>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7070"/>
    <w:rsid w:val="005B7077"/>
    <w:rsid w:val="005B7197"/>
    <w:rsid w:val="005C009F"/>
    <w:rsid w:val="005C02D8"/>
    <w:rsid w:val="005C058F"/>
    <w:rsid w:val="005C05A6"/>
    <w:rsid w:val="005C0C1B"/>
    <w:rsid w:val="005C0E2F"/>
    <w:rsid w:val="005C102D"/>
    <w:rsid w:val="005C1395"/>
    <w:rsid w:val="005C14D9"/>
    <w:rsid w:val="005C200F"/>
    <w:rsid w:val="005C20F0"/>
    <w:rsid w:val="005C213A"/>
    <w:rsid w:val="005C21B4"/>
    <w:rsid w:val="005C259B"/>
    <w:rsid w:val="005C276C"/>
    <w:rsid w:val="005C29A4"/>
    <w:rsid w:val="005C2AB4"/>
    <w:rsid w:val="005C2E89"/>
    <w:rsid w:val="005C3008"/>
    <w:rsid w:val="005C3912"/>
    <w:rsid w:val="005C3B00"/>
    <w:rsid w:val="005C4521"/>
    <w:rsid w:val="005C47E4"/>
    <w:rsid w:val="005C54AC"/>
    <w:rsid w:val="005C5942"/>
    <w:rsid w:val="005C5967"/>
    <w:rsid w:val="005C62C8"/>
    <w:rsid w:val="005C6823"/>
    <w:rsid w:val="005C6EE2"/>
    <w:rsid w:val="005C727A"/>
    <w:rsid w:val="005C7D6B"/>
    <w:rsid w:val="005D0254"/>
    <w:rsid w:val="005D1639"/>
    <w:rsid w:val="005D1B06"/>
    <w:rsid w:val="005D2021"/>
    <w:rsid w:val="005D20CF"/>
    <w:rsid w:val="005D2513"/>
    <w:rsid w:val="005D25C1"/>
    <w:rsid w:val="005D2BE6"/>
    <w:rsid w:val="005D2C72"/>
    <w:rsid w:val="005D2ED9"/>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BD"/>
    <w:rsid w:val="005E0FFB"/>
    <w:rsid w:val="005E1407"/>
    <w:rsid w:val="005E17C9"/>
    <w:rsid w:val="005E19E8"/>
    <w:rsid w:val="005E1E39"/>
    <w:rsid w:val="005E1EE3"/>
    <w:rsid w:val="005E2913"/>
    <w:rsid w:val="005E467E"/>
    <w:rsid w:val="005E47C3"/>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F7C"/>
    <w:rsid w:val="005F07D2"/>
    <w:rsid w:val="005F09F5"/>
    <w:rsid w:val="005F0A73"/>
    <w:rsid w:val="005F0D9B"/>
    <w:rsid w:val="005F0EA1"/>
    <w:rsid w:val="005F1120"/>
    <w:rsid w:val="005F1235"/>
    <w:rsid w:val="005F155A"/>
    <w:rsid w:val="005F1EA5"/>
    <w:rsid w:val="005F261C"/>
    <w:rsid w:val="005F290C"/>
    <w:rsid w:val="005F29C8"/>
    <w:rsid w:val="005F2A8C"/>
    <w:rsid w:val="005F2D9D"/>
    <w:rsid w:val="005F3323"/>
    <w:rsid w:val="005F376A"/>
    <w:rsid w:val="005F37DE"/>
    <w:rsid w:val="005F3A33"/>
    <w:rsid w:val="005F4498"/>
    <w:rsid w:val="005F469E"/>
    <w:rsid w:val="005F4BD0"/>
    <w:rsid w:val="005F4D8D"/>
    <w:rsid w:val="005F5525"/>
    <w:rsid w:val="005F5ACE"/>
    <w:rsid w:val="005F704E"/>
    <w:rsid w:val="005F74A8"/>
    <w:rsid w:val="005F7AA3"/>
    <w:rsid w:val="005F7BE5"/>
    <w:rsid w:val="00600176"/>
    <w:rsid w:val="00600272"/>
    <w:rsid w:val="006002FC"/>
    <w:rsid w:val="00600652"/>
    <w:rsid w:val="006009BA"/>
    <w:rsid w:val="0060191E"/>
    <w:rsid w:val="00601B79"/>
    <w:rsid w:val="00601EE2"/>
    <w:rsid w:val="00602611"/>
    <w:rsid w:val="00602E57"/>
    <w:rsid w:val="00603898"/>
    <w:rsid w:val="00603B10"/>
    <w:rsid w:val="00603C6E"/>
    <w:rsid w:val="00603D9E"/>
    <w:rsid w:val="00604040"/>
    <w:rsid w:val="00604468"/>
    <w:rsid w:val="0060467D"/>
    <w:rsid w:val="00604B33"/>
    <w:rsid w:val="006050F7"/>
    <w:rsid w:val="00605141"/>
    <w:rsid w:val="006059B9"/>
    <w:rsid w:val="00605E43"/>
    <w:rsid w:val="00605EA3"/>
    <w:rsid w:val="00606EB3"/>
    <w:rsid w:val="00607134"/>
    <w:rsid w:val="0060713E"/>
    <w:rsid w:val="006079B4"/>
    <w:rsid w:val="006079C9"/>
    <w:rsid w:val="0061025B"/>
    <w:rsid w:val="0061064A"/>
    <w:rsid w:val="006106B8"/>
    <w:rsid w:val="00610855"/>
    <w:rsid w:val="00610BCD"/>
    <w:rsid w:val="00611551"/>
    <w:rsid w:val="00611552"/>
    <w:rsid w:val="0061176C"/>
    <w:rsid w:val="0061182A"/>
    <w:rsid w:val="00611EA2"/>
    <w:rsid w:val="006121B6"/>
    <w:rsid w:val="006121CD"/>
    <w:rsid w:val="0061260D"/>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F39"/>
    <w:rsid w:val="0061708C"/>
    <w:rsid w:val="0061759F"/>
    <w:rsid w:val="00617A0A"/>
    <w:rsid w:val="00617A16"/>
    <w:rsid w:val="00617EBB"/>
    <w:rsid w:val="006201D4"/>
    <w:rsid w:val="006209D0"/>
    <w:rsid w:val="00620B12"/>
    <w:rsid w:val="00620CC4"/>
    <w:rsid w:val="006210F4"/>
    <w:rsid w:val="00621301"/>
    <w:rsid w:val="00621327"/>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564F"/>
    <w:rsid w:val="00625C71"/>
    <w:rsid w:val="00626C9E"/>
    <w:rsid w:val="00627A7B"/>
    <w:rsid w:val="00627C32"/>
    <w:rsid w:val="00627D71"/>
    <w:rsid w:val="006300A9"/>
    <w:rsid w:val="0063054B"/>
    <w:rsid w:val="006308B8"/>
    <w:rsid w:val="0063094B"/>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C1"/>
    <w:rsid w:val="00635B45"/>
    <w:rsid w:val="00635E33"/>
    <w:rsid w:val="00636083"/>
    <w:rsid w:val="00636238"/>
    <w:rsid w:val="00636489"/>
    <w:rsid w:val="0063653B"/>
    <w:rsid w:val="0063718B"/>
    <w:rsid w:val="006374FD"/>
    <w:rsid w:val="00637916"/>
    <w:rsid w:val="0064018D"/>
    <w:rsid w:val="0064073C"/>
    <w:rsid w:val="0064176A"/>
    <w:rsid w:val="00641A2D"/>
    <w:rsid w:val="00641AF9"/>
    <w:rsid w:val="00641CF3"/>
    <w:rsid w:val="0064206A"/>
    <w:rsid w:val="0064222E"/>
    <w:rsid w:val="0064256D"/>
    <w:rsid w:val="00642756"/>
    <w:rsid w:val="00642B4E"/>
    <w:rsid w:val="006436AD"/>
    <w:rsid w:val="006439CB"/>
    <w:rsid w:val="006439E6"/>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93"/>
    <w:rsid w:val="00657C9A"/>
    <w:rsid w:val="006600CE"/>
    <w:rsid w:val="0066060E"/>
    <w:rsid w:val="00660E0E"/>
    <w:rsid w:val="00660ED6"/>
    <w:rsid w:val="00660EE1"/>
    <w:rsid w:val="0066107C"/>
    <w:rsid w:val="00661DE2"/>
    <w:rsid w:val="00662038"/>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E8"/>
    <w:rsid w:val="00667699"/>
    <w:rsid w:val="00667BC3"/>
    <w:rsid w:val="00670F0B"/>
    <w:rsid w:val="0067104B"/>
    <w:rsid w:val="0067132C"/>
    <w:rsid w:val="00671735"/>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BF3"/>
    <w:rsid w:val="00677C85"/>
    <w:rsid w:val="00677D9F"/>
    <w:rsid w:val="006810FD"/>
    <w:rsid w:val="00681650"/>
    <w:rsid w:val="00682342"/>
    <w:rsid w:val="0068258F"/>
    <w:rsid w:val="00682706"/>
    <w:rsid w:val="0068281F"/>
    <w:rsid w:val="00682886"/>
    <w:rsid w:val="00682902"/>
    <w:rsid w:val="00682A75"/>
    <w:rsid w:val="00682F58"/>
    <w:rsid w:val="0068427A"/>
    <w:rsid w:val="00684527"/>
    <w:rsid w:val="00684E45"/>
    <w:rsid w:val="00685022"/>
    <w:rsid w:val="006851BC"/>
    <w:rsid w:val="006853C3"/>
    <w:rsid w:val="00685878"/>
    <w:rsid w:val="006858C5"/>
    <w:rsid w:val="0068652E"/>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F9F"/>
    <w:rsid w:val="006973A1"/>
    <w:rsid w:val="0069783C"/>
    <w:rsid w:val="00697D87"/>
    <w:rsid w:val="00697EB4"/>
    <w:rsid w:val="006A03DD"/>
    <w:rsid w:val="006A06B9"/>
    <w:rsid w:val="006A078C"/>
    <w:rsid w:val="006A0E44"/>
    <w:rsid w:val="006A1462"/>
    <w:rsid w:val="006A14F0"/>
    <w:rsid w:val="006A1B9D"/>
    <w:rsid w:val="006A2339"/>
    <w:rsid w:val="006A2345"/>
    <w:rsid w:val="006A240D"/>
    <w:rsid w:val="006A2936"/>
    <w:rsid w:val="006A38B9"/>
    <w:rsid w:val="006A4628"/>
    <w:rsid w:val="006A4CB9"/>
    <w:rsid w:val="006A5293"/>
    <w:rsid w:val="006A53BE"/>
    <w:rsid w:val="006A58E2"/>
    <w:rsid w:val="006A5920"/>
    <w:rsid w:val="006A62BA"/>
    <w:rsid w:val="006A651B"/>
    <w:rsid w:val="006A6D46"/>
    <w:rsid w:val="006A6FC8"/>
    <w:rsid w:val="006A7D4D"/>
    <w:rsid w:val="006B0F1B"/>
    <w:rsid w:val="006B1593"/>
    <w:rsid w:val="006B2121"/>
    <w:rsid w:val="006B227C"/>
    <w:rsid w:val="006B2374"/>
    <w:rsid w:val="006B23FC"/>
    <w:rsid w:val="006B2429"/>
    <w:rsid w:val="006B2676"/>
    <w:rsid w:val="006B28D7"/>
    <w:rsid w:val="006B35EA"/>
    <w:rsid w:val="006B3FFA"/>
    <w:rsid w:val="006B43D5"/>
    <w:rsid w:val="006B4C1D"/>
    <w:rsid w:val="006B53AF"/>
    <w:rsid w:val="006B5437"/>
    <w:rsid w:val="006B5638"/>
    <w:rsid w:val="006B5C71"/>
    <w:rsid w:val="006B5C8F"/>
    <w:rsid w:val="006B5EE6"/>
    <w:rsid w:val="006B72A2"/>
    <w:rsid w:val="006B77B7"/>
    <w:rsid w:val="006B7935"/>
    <w:rsid w:val="006B7F0E"/>
    <w:rsid w:val="006C013C"/>
    <w:rsid w:val="006C0208"/>
    <w:rsid w:val="006C0600"/>
    <w:rsid w:val="006C0A15"/>
    <w:rsid w:val="006C12F4"/>
    <w:rsid w:val="006C17CA"/>
    <w:rsid w:val="006C1D40"/>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72A3"/>
    <w:rsid w:val="006C7522"/>
    <w:rsid w:val="006C7E9F"/>
    <w:rsid w:val="006D0464"/>
    <w:rsid w:val="006D06E2"/>
    <w:rsid w:val="006D0BBF"/>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6EC"/>
    <w:rsid w:val="006D385F"/>
    <w:rsid w:val="006D3C31"/>
    <w:rsid w:val="006D3C56"/>
    <w:rsid w:val="006D3F15"/>
    <w:rsid w:val="006D4F7D"/>
    <w:rsid w:val="006D5BBB"/>
    <w:rsid w:val="006D5D6A"/>
    <w:rsid w:val="006D60E5"/>
    <w:rsid w:val="006D6338"/>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46F"/>
    <w:rsid w:val="006E4BED"/>
    <w:rsid w:val="006E4DB4"/>
    <w:rsid w:val="006E550C"/>
    <w:rsid w:val="006E5899"/>
    <w:rsid w:val="006E58FB"/>
    <w:rsid w:val="006E5A0D"/>
    <w:rsid w:val="006E5B84"/>
    <w:rsid w:val="006E61A3"/>
    <w:rsid w:val="006E622E"/>
    <w:rsid w:val="006E6291"/>
    <w:rsid w:val="006E644D"/>
    <w:rsid w:val="006E6BBD"/>
    <w:rsid w:val="006E7105"/>
    <w:rsid w:val="006E7144"/>
    <w:rsid w:val="006E71B7"/>
    <w:rsid w:val="006E7A64"/>
    <w:rsid w:val="006E7B40"/>
    <w:rsid w:val="006F032A"/>
    <w:rsid w:val="006F03B3"/>
    <w:rsid w:val="006F0C89"/>
    <w:rsid w:val="006F12C7"/>
    <w:rsid w:val="006F1583"/>
    <w:rsid w:val="006F16C3"/>
    <w:rsid w:val="006F1C90"/>
    <w:rsid w:val="006F23D4"/>
    <w:rsid w:val="006F2B33"/>
    <w:rsid w:val="006F2E81"/>
    <w:rsid w:val="006F3E8B"/>
    <w:rsid w:val="006F4333"/>
    <w:rsid w:val="006F4E6E"/>
    <w:rsid w:val="006F4F6E"/>
    <w:rsid w:val="006F4FFA"/>
    <w:rsid w:val="006F5909"/>
    <w:rsid w:val="006F5968"/>
    <w:rsid w:val="006F59D9"/>
    <w:rsid w:val="006F5B6D"/>
    <w:rsid w:val="006F6A04"/>
    <w:rsid w:val="006F7537"/>
    <w:rsid w:val="006F7CC3"/>
    <w:rsid w:val="006F7CE8"/>
    <w:rsid w:val="006F7F60"/>
    <w:rsid w:val="007000C9"/>
    <w:rsid w:val="007006C6"/>
    <w:rsid w:val="00701353"/>
    <w:rsid w:val="00701664"/>
    <w:rsid w:val="007017E3"/>
    <w:rsid w:val="00701942"/>
    <w:rsid w:val="00701E44"/>
    <w:rsid w:val="00701E98"/>
    <w:rsid w:val="00701F09"/>
    <w:rsid w:val="00701F2C"/>
    <w:rsid w:val="00703119"/>
    <w:rsid w:val="007031AC"/>
    <w:rsid w:val="0070335B"/>
    <w:rsid w:val="00703A45"/>
    <w:rsid w:val="00703BDA"/>
    <w:rsid w:val="00703ED3"/>
    <w:rsid w:val="00704064"/>
    <w:rsid w:val="007041D5"/>
    <w:rsid w:val="007041F9"/>
    <w:rsid w:val="007043A7"/>
    <w:rsid w:val="0070524C"/>
    <w:rsid w:val="007057EC"/>
    <w:rsid w:val="0070599E"/>
    <w:rsid w:val="00705A44"/>
    <w:rsid w:val="00705EA3"/>
    <w:rsid w:val="00706601"/>
    <w:rsid w:val="0070676E"/>
    <w:rsid w:val="0070716F"/>
    <w:rsid w:val="007071F7"/>
    <w:rsid w:val="00707584"/>
    <w:rsid w:val="00707922"/>
    <w:rsid w:val="00707CA9"/>
    <w:rsid w:val="00707CB5"/>
    <w:rsid w:val="00707CF7"/>
    <w:rsid w:val="0071043A"/>
    <w:rsid w:val="00710619"/>
    <w:rsid w:val="007108E5"/>
    <w:rsid w:val="00711183"/>
    <w:rsid w:val="00711680"/>
    <w:rsid w:val="00711C95"/>
    <w:rsid w:val="00711E40"/>
    <w:rsid w:val="007122C4"/>
    <w:rsid w:val="00712B81"/>
    <w:rsid w:val="00713199"/>
    <w:rsid w:val="007132B7"/>
    <w:rsid w:val="0071364C"/>
    <w:rsid w:val="00713E76"/>
    <w:rsid w:val="00714D16"/>
    <w:rsid w:val="00714D49"/>
    <w:rsid w:val="00714D86"/>
    <w:rsid w:val="00714F32"/>
    <w:rsid w:val="007150B3"/>
    <w:rsid w:val="007151B2"/>
    <w:rsid w:val="00715541"/>
    <w:rsid w:val="0071561B"/>
    <w:rsid w:val="00715AF0"/>
    <w:rsid w:val="007161B3"/>
    <w:rsid w:val="007165EC"/>
    <w:rsid w:val="007169D1"/>
    <w:rsid w:val="00716D12"/>
    <w:rsid w:val="00716F29"/>
    <w:rsid w:val="007170BE"/>
    <w:rsid w:val="00717711"/>
    <w:rsid w:val="00717AB1"/>
    <w:rsid w:val="00717BD6"/>
    <w:rsid w:val="00717C64"/>
    <w:rsid w:val="00717FAC"/>
    <w:rsid w:val="0072009F"/>
    <w:rsid w:val="007205FA"/>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BBF"/>
    <w:rsid w:val="00733E6E"/>
    <w:rsid w:val="00734A16"/>
    <w:rsid w:val="00734B6A"/>
    <w:rsid w:val="00735448"/>
    <w:rsid w:val="007358C3"/>
    <w:rsid w:val="00735A00"/>
    <w:rsid w:val="00735E07"/>
    <w:rsid w:val="00736CD5"/>
    <w:rsid w:val="00736D12"/>
    <w:rsid w:val="007370E9"/>
    <w:rsid w:val="007370ED"/>
    <w:rsid w:val="00737265"/>
    <w:rsid w:val="0073739E"/>
    <w:rsid w:val="007379FF"/>
    <w:rsid w:val="00737B5D"/>
    <w:rsid w:val="00737B6F"/>
    <w:rsid w:val="00737B9B"/>
    <w:rsid w:val="00737D72"/>
    <w:rsid w:val="00740550"/>
    <w:rsid w:val="00740710"/>
    <w:rsid w:val="00740DFB"/>
    <w:rsid w:val="00740E80"/>
    <w:rsid w:val="00740F1F"/>
    <w:rsid w:val="00740FBD"/>
    <w:rsid w:val="00741010"/>
    <w:rsid w:val="0074102C"/>
    <w:rsid w:val="00741A66"/>
    <w:rsid w:val="00741CAE"/>
    <w:rsid w:val="00741FD8"/>
    <w:rsid w:val="00742DC3"/>
    <w:rsid w:val="0074342B"/>
    <w:rsid w:val="007436F9"/>
    <w:rsid w:val="00743C18"/>
    <w:rsid w:val="00743CFE"/>
    <w:rsid w:val="00744062"/>
    <w:rsid w:val="00744726"/>
    <w:rsid w:val="00744828"/>
    <w:rsid w:val="00744C5D"/>
    <w:rsid w:val="0074517B"/>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2FE3"/>
    <w:rsid w:val="0075408B"/>
    <w:rsid w:val="007549AC"/>
    <w:rsid w:val="007550B4"/>
    <w:rsid w:val="00755A77"/>
    <w:rsid w:val="00755BC1"/>
    <w:rsid w:val="00755E51"/>
    <w:rsid w:val="0075604B"/>
    <w:rsid w:val="007562C1"/>
    <w:rsid w:val="00756BDB"/>
    <w:rsid w:val="00756DFD"/>
    <w:rsid w:val="007571E2"/>
    <w:rsid w:val="00757440"/>
    <w:rsid w:val="00757A95"/>
    <w:rsid w:val="00757DFE"/>
    <w:rsid w:val="00760354"/>
    <w:rsid w:val="00760696"/>
    <w:rsid w:val="00761506"/>
    <w:rsid w:val="0076152E"/>
    <w:rsid w:val="007616C1"/>
    <w:rsid w:val="00761BC7"/>
    <w:rsid w:val="00761FD5"/>
    <w:rsid w:val="00762247"/>
    <w:rsid w:val="00762544"/>
    <w:rsid w:val="00762E5F"/>
    <w:rsid w:val="0076304E"/>
    <w:rsid w:val="0076321E"/>
    <w:rsid w:val="0076342D"/>
    <w:rsid w:val="00763FD9"/>
    <w:rsid w:val="00764E26"/>
    <w:rsid w:val="007656B4"/>
    <w:rsid w:val="007657A2"/>
    <w:rsid w:val="00765A68"/>
    <w:rsid w:val="00765BEF"/>
    <w:rsid w:val="00765C2E"/>
    <w:rsid w:val="007660CE"/>
    <w:rsid w:val="0076622F"/>
    <w:rsid w:val="00766361"/>
    <w:rsid w:val="0076660D"/>
    <w:rsid w:val="00766620"/>
    <w:rsid w:val="00766902"/>
    <w:rsid w:val="00766B16"/>
    <w:rsid w:val="00767AF0"/>
    <w:rsid w:val="007702CE"/>
    <w:rsid w:val="00770756"/>
    <w:rsid w:val="00770A71"/>
    <w:rsid w:val="0077158D"/>
    <w:rsid w:val="00771827"/>
    <w:rsid w:val="00771FC2"/>
    <w:rsid w:val="00772091"/>
    <w:rsid w:val="007725B6"/>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FE9"/>
    <w:rsid w:val="00781242"/>
    <w:rsid w:val="00781800"/>
    <w:rsid w:val="007819E5"/>
    <w:rsid w:val="00781FBE"/>
    <w:rsid w:val="00782024"/>
    <w:rsid w:val="007820E4"/>
    <w:rsid w:val="00782152"/>
    <w:rsid w:val="00782273"/>
    <w:rsid w:val="0078259F"/>
    <w:rsid w:val="00782872"/>
    <w:rsid w:val="00782AC2"/>
    <w:rsid w:val="007839B8"/>
    <w:rsid w:val="00784287"/>
    <w:rsid w:val="00784602"/>
    <w:rsid w:val="0078473D"/>
    <w:rsid w:val="0078543F"/>
    <w:rsid w:val="007863D5"/>
    <w:rsid w:val="007877AE"/>
    <w:rsid w:val="007902AB"/>
    <w:rsid w:val="00790845"/>
    <w:rsid w:val="007911DE"/>
    <w:rsid w:val="00791377"/>
    <w:rsid w:val="00791D23"/>
    <w:rsid w:val="0079233C"/>
    <w:rsid w:val="0079283E"/>
    <w:rsid w:val="00792B45"/>
    <w:rsid w:val="0079300B"/>
    <w:rsid w:val="007930D4"/>
    <w:rsid w:val="0079418F"/>
    <w:rsid w:val="00794413"/>
    <w:rsid w:val="00794F55"/>
    <w:rsid w:val="00795BFB"/>
    <w:rsid w:val="0079622B"/>
    <w:rsid w:val="0079644C"/>
    <w:rsid w:val="0079650E"/>
    <w:rsid w:val="007965F8"/>
    <w:rsid w:val="00796830"/>
    <w:rsid w:val="00796AAA"/>
    <w:rsid w:val="00797063"/>
    <w:rsid w:val="007970E7"/>
    <w:rsid w:val="007972BB"/>
    <w:rsid w:val="007972D7"/>
    <w:rsid w:val="00797836"/>
    <w:rsid w:val="007A0603"/>
    <w:rsid w:val="007A065C"/>
    <w:rsid w:val="007A0696"/>
    <w:rsid w:val="007A0729"/>
    <w:rsid w:val="007A0978"/>
    <w:rsid w:val="007A09F3"/>
    <w:rsid w:val="007A13DA"/>
    <w:rsid w:val="007A1599"/>
    <w:rsid w:val="007A1C41"/>
    <w:rsid w:val="007A1CBC"/>
    <w:rsid w:val="007A1D87"/>
    <w:rsid w:val="007A27D5"/>
    <w:rsid w:val="007A307C"/>
    <w:rsid w:val="007A35DC"/>
    <w:rsid w:val="007A35E5"/>
    <w:rsid w:val="007A3B8C"/>
    <w:rsid w:val="007A4760"/>
    <w:rsid w:val="007A4787"/>
    <w:rsid w:val="007A4A4E"/>
    <w:rsid w:val="007A592E"/>
    <w:rsid w:val="007A59CE"/>
    <w:rsid w:val="007A6185"/>
    <w:rsid w:val="007A6311"/>
    <w:rsid w:val="007A6782"/>
    <w:rsid w:val="007A67B4"/>
    <w:rsid w:val="007A6F06"/>
    <w:rsid w:val="007A6FA3"/>
    <w:rsid w:val="007A7CD3"/>
    <w:rsid w:val="007B0063"/>
    <w:rsid w:val="007B0F2F"/>
    <w:rsid w:val="007B0FE5"/>
    <w:rsid w:val="007B10B3"/>
    <w:rsid w:val="007B1532"/>
    <w:rsid w:val="007B169C"/>
    <w:rsid w:val="007B1D12"/>
    <w:rsid w:val="007B1E4B"/>
    <w:rsid w:val="007B2D2A"/>
    <w:rsid w:val="007B2EEF"/>
    <w:rsid w:val="007B2F17"/>
    <w:rsid w:val="007B419C"/>
    <w:rsid w:val="007B451A"/>
    <w:rsid w:val="007B46B3"/>
    <w:rsid w:val="007B4E49"/>
    <w:rsid w:val="007B4F42"/>
    <w:rsid w:val="007B4F44"/>
    <w:rsid w:val="007B5CD8"/>
    <w:rsid w:val="007B6265"/>
    <w:rsid w:val="007B6450"/>
    <w:rsid w:val="007B671D"/>
    <w:rsid w:val="007B6963"/>
    <w:rsid w:val="007B69BC"/>
    <w:rsid w:val="007B6A68"/>
    <w:rsid w:val="007B6D51"/>
    <w:rsid w:val="007B7C6C"/>
    <w:rsid w:val="007C0190"/>
    <w:rsid w:val="007C0650"/>
    <w:rsid w:val="007C088F"/>
    <w:rsid w:val="007C211E"/>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D0344"/>
    <w:rsid w:val="007D0774"/>
    <w:rsid w:val="007D1079"/>
    <w:rsid w:val="007D169C"/>
    <w:rsid w:val="007D1CD6"/>
    <w:rsid w:val="007D1D2B"/>
    <w:rsid w:val="007D1FE1"/>
    <w:rsid w:val="007D2068"/>
    <w:rsid w:val="007D277F"/>
    <w:rsid w:val="007D2856"/>
    <w:rsid w:val="007D2D6D"/>
    <w:rsid w:val="007D3109"/>
    <w:rsid w:val="007D3472"/>
    <w:rsid w:val="007D35F4"/>
    <w:rsid w:val="007D3655"/>
    <w:rsid w:val="007D3928"/>
    <w:rsid w:val="007D39C2"/>
    <w:rsid w:val="007D4382"/>
    <w:rsid w:val="007D4BB2"/>
    <w:rsid w:val="007D4D7D"/>
    <w:rsid w:val="007D4E4E"/>
    <w:rsid w:val="007D5FD1"/>
    <w:rsid w:val="007D6DC9"/>
    <w:rsid w:val="007D6F55"/>
    <w:rsid w:val="007D7345"/>
    <w:rsid w:val="007D7509"/>
    <w:rsid w:val="007D7561"/>
    <w:rsid w:val="007E0941"/>
    <w:rsid w:val="007E0AA2"/>
    <w:rsid w:val="007E137D"/>
    <w:rsid w:val="007E1571"/>
    <w:rsid w:val="007E18A6"/>
    <w:rsid w:val="007E1C08"/>
    <w:rsid w:val="007E1FB0"/>
    <w:rsid w:val="007E2245"/>
    <w:rsid w:val="007E2C84"/>
    <w:rsid w:val="007E2EBF"/>
    <w:rsid w:val="007E30EE"/>
    <w:rsid w:val="007E32A5"/>
    <w:rsid w:val="007E39A9"/>
    <w:rsid w:val="007E3B8F"/>
    <w:rsid w:val="007E3C9E"/>
    <w:rsid w:val="007E433E"/>
    <w:rsid w:val="007E45A6"/>
    <w:rsid w:val="007E45D0"/>
    <w:rsid w:val="007E46DC"/>
    <w:rsid w:val="007E4B7C"/>
    <w:rsid w:val="007E4B87"/>
    <w:rsid w:val="007E50B8"/>
    <w:rsid w:val="007E5417"/>
    <w:rsid w:val="007E55BB"/>
    <w:rsid w:val="007E5628"/>
    <w:rsid w:val="007E5CD2"/>
    <w:rsid w:val="007E662C"/>
    <w:rsid w:val="007E689D"/>
    <w:rsid w:val="007E6DD9"/>
    <w:rsid w:val="007E7321"/>
    <w:rsid w:val="007E79D2"/>
    <w:rsid w:val="007F010A"/>
    <w:rsid w:val="007F04F4"/>
    <w:rsid w:val="007F0ACC"/>
    <w:rsid w:val="007F0FAD"/>
    <w:rsid w:val="007F174F"/>
    <w:rsid w:val="007F1FDC"/>
    <w:rsid w:val="007F214B"/>
    <w:rsid w:val="007F3F52"/>
    <w:rsid w:val="007F4190"/>
    <w:rsid w:val="007F4C8F"/>
    <w:rsid w:val="007F4E53"/>
    <w:rsid w:val="007F4F07"/>
    <w:rsid w:val="007F5972"/>
    <w:rsid w:val="007F6114"/>
    <w:rsid w:val="007F62C3"/>
    <w:rsid w:val="007F6827"/>
    <w:rsid w:val="007F699F"/>
    <w:rsid w:val="007F6B8D"/>
    <w:rsid w:val="007F798B"/>
    <w:rsid w:val="007F7D3C"/>
    <w:rsid w:val="007F7E76"/>
    <w:rsid w:val="00800435"/>
    <w:rsid w:val="00800626"/>
    <w:rsid w:val="008013F3"/>
    <w:rsid w:val="00801B85"/>
    <w:rsid w:val="00801E3B"/>
    <w:rsid w:val="00801FF5"/>
    <w:rsid w:val="008024C8"/>
    <w:rsid w:val="00802BAB"/>
    <w:rsid w:val="008037F0"/>
    <w:rsid w:val="00804762"/>
    <w:rsid w:val="008055B9"/>
    <w:rsid w:val="00805F01"/>
    <w:rsid w:val="00806335"/>
    <w:rsid w:val="008064E7"/>
    <w:rsid w:val="00806727"/>
    <w:rsid w:val="0080684A"/>
    <w:rsid w:val="00807D2C"/>
    <w:rsid w:val="00807DA0"/>
    <w:rsid w:val="008105E2"/>
    <w:rsid w:val="00811F60"/>
    <w:rsid w:val="00812061"/>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9E9"/>
    <w:rsid w:val="008170F3"/>
    <w:rsid w:val="0081713F"/>
    <w:rsid w:val="0081794F"/>
    <w:rsid w:val="0082026F"/>
    <w:rsid w:val="00821043"/>
    <w:rsid w:val="00821493"/>
    <w:rsid w:val="008215DF"/>
    <w:rsid w:val="00821840"/>
    <w:rsid w:val="00821E2C"/>
    <w:rsid w:val="0082207A"/>
    <w:rsid w:val="008226D8"/>
    <w:rsid w:val="00822998"/>
    <w:rsid w:val="008229C9"/>
    <w:rsid w:val="00822D19"/>
    <w:rsid w:val="008232F0"/>
    <w:rsid w:val="008234E1"/>
    <w:rsid w:val="00825BE2"/>
    <w:rsid w:val="00825D85"/>
    <w:rsid w:val="00826188"/>
    <w:rsid w:val="0082648D"/>
    <w:rsid w:val="00826B87"/>
    <w:rsid w:val="00826D32"/>
    <w:rsid w:val="00826EC5"/>
    <w:rsid w:val="00826FC4"/>
    <w:rsid w:val="00827F7B"/>
    <w:rsid w:val="00830005"/>
    <w:rsid w:val="00830086"/>
    <w:rsid w:val="00831074"/>
    <w:rsid w:val="00831AA4"/>
    <w:rsid w:val="00831AE0"/>
    <w:rsid w:val="00831B8F"/>
    <w:rsid w:val="00831CD7"/>
    <w:rsid w:val="00832943"/>
    <w:rsid w:val="00832ED1"/>
    <w:rsid w:val="00833301"/>
    <w:rsid w:val="0083359F"/>
    <w:rsid w:val="00833887"/>
    <w:rsid w:val="008340ED"/>
    <w:rsid w:val="00834444"/>
    <w:rsid w:val="008344C0"/>
    <w:rsid w:val="0083476F"/>
    <w:rsid w:val="008359E7"/>
    <w:rsid w:val="00835A05"/>
    <w:rsid w:val="00835BB5"/>
    <w:rsid w:val="00835C8A"/>
    <w:rsid w:val="00836035"/>
    <w:rsid w:val="0083673E"/>
    <w:rsid w:val="00836DF3"/>
    <w:rsid w:val="00836E0B"/>
    <w:rsid w:val="008371D3"/>
    <w:rsid w:val="00837259"/>
    <w:rsid w:val="008379C1"/>
    <w:rsid w:val="008379E1"/>
    <w:rsid w:val="00837C64"/>
    <w:rsid w:val="00837D38"/>
    <w:rsid w:val="00837EBF"/>
    <w:rsid w:val="00840576"/>
    <w:rsid w:val="00840A97"/>
    <w:rsid w:val="00841E96"/>
    <w:rsid w:val="0084238B"/>
    <w:rsid w:val="00842DE2"/>
    <w:rsid w:val="0084318E"/>
    <w:rsid w:val="008435E7"/>
    <w:rsid w:val="008436B7"/>
    <w:rsid w:val="008441E0"/>
    <w:rsid w:val="0084496F"/>
    <w:rsid w:val="0084553B"/>
    <w:rsid w:val="00845CBA"/>
    <w:rsid w:val="008463F0"/>
    <w:rsid w:val="00846573"/>
    <w:rsid w:val="00846C36"/>
    <w:rsid w:val="00846D42"/>
    <w:rsid w:val="00847363"/>
    <w:rsid w:val="008478FD"/>
    <w:rsid w:val="00847ADF"/>
    <w:rsid w:val="00847B30"/>
    <w:rsid w:val="008503B3"/>
    <w:rsid w:val="00850983"/>
    <w:rsid w:val="00850E28"/>
    <w:rsid w:val="00851313"/>
    <w:rsid w:val="00851C1C"/>
    <w:rsid w:val="00852577"/>
    <w:rsid w:val="00852F21"/>
    <w:rsid w:val="0085373A"/>
    <w:rsid w:val="00853A4C"/>
    <w:rsid w:val="00853BC4"/>
    <w:rsid w:val="008545FE"/>
    <w:rsid w:val="00854771"/>
    <w:rsid w:val="008548C1"/>
    <w:rsid w:val="00854B43"/>
    <w:rsid w:val="00854F26"/>
    <w:rsid w:val="00855EDF"/>
    <w:rsid w:val="00855EF0"/>
    <w:rsid w:val="00856941"/>
    <w:rsid w:val="00856BA2"/>
    <w:rsid w:val="0085709B"/>
    <w:rsid w:val="0085766C"/>
    <w:rsid w:val="008577A4"/>
    <w:rsid w:val="008577F9"/>
    <w:rsid w:val="00857A6F"/>
    <w:rsid w:val="00857A7C"/>
    <w:rsid w:val="00860A17"/>
    <w:rsid w:val="00861056"/>
    <w:rsid w:val="008615FB"/>
    <w:rsid w:val="00862494"/>
    <w:rsid w:val="00862814"/>
    <w:rsid w:val="0086309F"/>
    <w:rsid w:val="008634BE"/>
    <w:rsid w:val="008635D8"/>
    <w:rsid w:val="00863D81"/>
    <w:rsid w:val="00864864"/>
    <w:rsid w:val="00864DE7"/>
    <w:rsid w:val="00865162"/>
    <w:rsid w:val="0086539E"/>
    <w:rsid w:val="00865F8A"/>
    <w:rsid w:val="00866911"/>
    <w:rsid w:val="00867211"/>
    <w:rsid w:val="00867A32"/>
    <w:rsid w:val="00867B51"/>
    <w:rsid w:val="00867D77"/>
    <w:rsid w:val="00867FCE"/>
    <w:rsid w:val="00870014"/>
    <w:rsid w:val="008700C1"/>
    <w:rsid w:val="008703F4"/>
    <w:rsid w:val="008704C5"/>
    <w:rsid w:val="00870657"/>
    <w:rsid w:val="008709D0"/>
    <w:rsid w:val="00870A16"/>
    <w:rsid w:val="00870D4D"/>
    <w:rsid w:val="00871643"/>
    <w:rsid w:val="00871F36"/>
    <w:rsid w:val="00872689"/>
    <w:rsid w:val="00872692"/>
    <w:rsid w:val="00872E37"/>
    <w:rsid w:val="0087330E"/>
    <w:rsid w:val="00873531"/>
    <w:rsid w:val="00873D57"/>
    <w:rsid w:val="00873E42"/>
    <w:rsid w:val="00874112"/>
    <w:rsid w:val="00874709"/>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4B"/>
    <w:rsid w:val="008820D5"/>
    <w:rsid w:val="0088269C"/>
    <w:rsid w:val="00882822"/>
    <w:rsid w:val="008830EF"/>
    <w:rsid w:val="0088315B"/>
    <w:rsid w:val="008834D0"/>
    <w:rsid w:val="00883707"/>
    <w:rsid w:val="00883878"/>
    <w:rsid w:val="00883EAF"/>
    <w:rsid w:val="00884069"/>
    <w:rsid w:val="008844EA"/>
    <w:rsid w:val="00884816"/>
    <w:rsid w:val="008848A8"/>
    <w:rsid w:val="00884E02"/>
    <w:rsid w:val="0088503C"/>
    <w:rsid w:val="0088550B"/>
    <w:rsid w:val="00886436"/>
    <w:rsid w:val="0088654B"/>
    <w:rsid w:val="00886896"/>
    <w:rsid w:val="00886904"/>
    <w:rsid w:val="008870BF"/>
    <w:rsid w:val="00887550"/>
    <w:rsid w:val="00887FC6"/>
    <w:rsid w:val="00890E12"/>
    <w:rsid w:val="0089140F"/>
    <w:rsid w:val="008916CD"/>
    <w:rsid w:val="0089207E"/>
    <w:rsid w:val="008924FD"/>
    <w:rsid w:val="00892C37"/>
    <w:rsid w:val="00892CB7"/>
    <w:rsid w:val="00892DD6"/>
    <w:rsid w:val="00892F35"/>
    <w:rsid w:val="008932A9"/>
    <w:rsid w:val="008933CF"/>
    <w:rsid w:val="00893423"/>
    <w:rsid w:val="008936CB"/>
    <w:rsid w:val="008938F5"/>
    <w:rsid w:val="00893F7C"/>
    <w:rsid w:val="00894368"/>
    <w:rsid w:val="00894402"/>
    <w:rsid w:val="008945D9"/>
    <w:rsid w:val="0089483B"/>
    <w:rsid w:val="00894A7B"/>
    <w:rsid w:val="00894CF6"/>
    <w:rsid w:val="00895362"/>
    <w:rsid w:val="0089656F"/>
    <w:rsid w:val="0089692C"/>
    <w:rsid w:val="00896C75"/>
    <w:rsid w:val="00897F83"/>
    <w:rsid w:val="008A169A"/>
    <w:rsid w:val="008A1A40"/>
    <w:rsid w:val="008A1FC0"/>
    <w:rsid w:val="008A218F"/>
    <w:rsid w:val="008A21F9"/>
    <w:rsid w:val="008A225D"/>
    <w:rsid w:val="008A28B9"/>
    <w:rsid w:val="008A2A7A"/>
    <w:rsid w:val="008A2DAF"/>
    <w:rsid w:val="008A32B2"/>
    <w:rsid w:val="008A3549"/>
    <w:rsid w:val="008A3ABC"/>
    <w:rsid w:val="008A41FB"/>
    <w:rsid w:val="008A4301"/>
    <w:rsid w:val="008A4383"/>
    <w:rsid w:val="008A4630"/>
    <w:rsid w:val="008A5888"/>
    <w:rsid w:val="008A630E"/>
    <w:rsid w:val="008A6E4F"/>
    <w:rsid w:val="008A6E77"/>
    <w:rsid w:val="008A73BF"/>
    <w:rsid w:val="008A7758"/>
    <w:rsid w:val="008A7E68"/>
    <w:rsid w:val="008B07F4"/>
    <w:rsid w:val="008B0D9E"/>
    <w:rsid w:val="008B12EE"/>
    <w:rsid w:val="008B1718"/>
    <w:rsid w:val="008B24D6"/>
    <w:rsid w:val="008B28D3"/>
    <w:rsid w:val="008B2C07"/>
    <w:rsid w:val="008B327C"/>
    <w:rsid w:val="008B41D1"/>
    <w:rsid w:val="008B45C3"/>
    <w:rsid w:val="008B462D"/>
    <w:rsid w:val="008B4633"/>
    <w:rsid w:val="008B499C"/>
    <w:rsid w:val="008B4D75"/>
    <w:rsid w:val="008B50F1"/>
    <w:rsid w:val="008B50F2"/>
    <w:rsid w:val="008B56B1"/>
    <w:rsid w:val="008B57A5"/>
    <w:rsid w:val="008B5873"/>
    <w:rsid w:val="008B5AE2"/>
    <w:rsid w:val="008B5B7E"/>
    <w:rsid w:val="008B656A"/>
    <w:rsid w:val="008B6921"/>
    <w:rsid w:val="008B6A0D"/>
    <w:rsid w:val="008B72A0"/>
    <w:rsid w:val="008B7618"/>
    <w:rsid w:val="008B7641"/>
    <w:rsid w:val="008C04E2"/>
    <w:rsid w:val="008C064A"/>
    <w:rsid w:val="008C0DB1"/>
    <w:rsid w:val="008C1496"/>
    <w:rsid w:val="008C1632"/>
    <w:rsid w:val="008C19DF"/>
    <w:rsid w:val="008C2948"/>
    <w:rsid w:val="008C3327"/>
    <w:rsid w:val="008C3DB4"/>
    <w:rsid w:val="008C3DDD"/>
    <w:rsid w:val="008C44F4"/>
    <w:rsid w:val="008C5179"/>
    <w:rsid w:val="008C5512"/>
    <w:rsid w:val="008C596C"/>
    <w:rsid w:val="008C605D"/>
    <w:rsid w:val="008C6680"/>
    <w:rsid w:val="008C68F9"/>
    <w:rsid w:val="008C6ADC"/>
    <w:rsid w:val="008C78D1"/>
    <w:rsid w:val="008C7F8B"/>
    <w:rsid w:val="008D00F4"/>
    <w:rsid w:val="008D012E"/>
    <w:rsid w:val="008D0330"/>
    <w:rsid w:val="008D035E"/>
    <w:rsid w:val="008D1C2B"/>
    <w:rsid w:val="008D21DC"/>
    <w:rsid w:val="008D2919"/>
    <w:rsid w:val="008D2B7D"/>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65"/>
    <w:rsid w:val="008D7189"/>
    <w:rsid w:val="008D728E"/>
    <w:rsid w:val="008D7651"/>
    <w:rsid w:val="008D770F"/>
    <w:rsid w:val="008D7B65"/>
    <w:rsid w:val="008E062B"/>
    <w:rsid w:val="008E1762"/>
    <w:rsid w:val="008E1954"/>
    <w:rsid w:val="008E1FA7"/>
    <w:rsid w:val="008E32A4"/>
    <w:rsid w:val="008E35BE"/>
    <w:rsid w:val="008E3E79"/>
    <w:rsid w:val="008E3EFE"/>
    <w:rsid w:val="008E41C4"/>
    <w:rsid w:val="008E42BE"/>
    <w:rsid w:val="008E43ED"/>
    <w:rsid w:val="008E46D8"/>
    <w:rsid w:val="008E4803"/>
    <w:rsid w:val="008E4D2E"/>
    <w:rsid w:val="008E51F0"/>
    <w:rsid w:val="008E5866"/>
    <w:rsid w:val="008E625A"/>
    <w:rsid w:val="008E698F"/>
    <w:rsid w:val="008E69E8"/>
    <w:rsid w:val="008E6A0C"/>
    <w:rsid w:val="008F0996"/>
    <w:rsid w:val="008F0CEC"/>
    <w:rsid w:val="008F0F53"/>
    <w:rsid w:val="008F1760"/>
    <w:rsid w:val="008F1DB4"/>
    <w:rsid w:val="008F2262"/>
    <w:rsid w:val="008F23FD"/>
    <w:rsid w:val="008F258C"/>
    <w:rsid w:val="008F29AF"/>
    <w:rsid w:val="008F2A89"/>
    <w:rsid w:val="008F2ECB"/>
    <w:rsid w:val="008F30AD"/>
    <w:rsid w:val="008F315B"/>
    <w:rsid w:val="008F31F8"/>
    <w:rsid w:val="008F3BB8"/>
    <w:rsid w:val="008F3D68"/>
    <w:rsid w:val="008F4120"/>
    <w:rsid w:val="008F4513"/>
    <w:rsid w:val="008F48B8"/>
    <w:rsid w:val="008F4F1D"/>
    <w:rsid w:val="008F5B45"/>
    <w:rsid w:val="008F6164"/>
    <w:rsid w:val="008F62D6"/>
    <w:rsid w:val="008F63FD"/>
    <w:rsid w:val="008F6969"/>
    <w:rsid w:val="008F741C"/>
    <w:rsid w:val="008F7FD7"/>
    <w:rsid w:val="009006DA"/>
    <w:rsid w:val="009014D7"/>
    <w:rsid w:val="009017EC"/>
    <w:rsid w:val="00901BD3"/>
    <w:rsid w:val="00901E84"/>
    <w:rsid w:val="00902420"/>
    <w:rsid w:val="009029B1"/>
    <w:rsid w:val="00902AE2"/>
    <w:rsid w:val="00903393"/>
    <w:rsid w:val="00903409"/>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8C7"/>
    <w:rsid w:val="00907E74"/>
    <w:rsid w:val="00910CD7"/>
    <w:rsid w:val="009112B8"/>
    <w:rsid w:val="00912139"/>
    <w:rsid w:val="00912230"/>
    <w:rsid w:val="0091286A"/>
    <w:rsid w:val="00913B7F"/>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A3"/>
    <w:rsid w:val="00925ECE"/>
    <w:rsid w:val="00926231"/>
    <w:rsid w:val="009266C8"/>
    <w:rsid w:val="00926880"/>
    <w:rsid w:val="009269B0"/>
    <w:rsid w:val="00927035"/>
    <w:rsid w:val="009270AF"/>
    <w:rsid w:val="00927721"/>
    <w:rsid w:val="00927D62"/>
    <w:rsid w:val="0093069D"/>
    <w:rsid w:val="00930C31"/>
    <w:rsid w:val="009310C0"/>
    <w:rsid w:val="00931194"/>
    <w:rsid w:val="009313FF"/>
    <w:rsid w:val="00931450"/>
    <w:rsid w:val="00931F75"/>
    <w:rsid w:val="00932061"/>
    <w:rsid w:val="00932192"/>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217"/>
    <w:rsid w:val="00940476"/>
    <w:rsid w:val="009405C1"/>
    <w:rsid w:val="00940F40"/>
    <w:rsid w:val="00941151"/>
    <w:rsid w:val="00941D5C"/>
    <w:rsid w:val="00941E53"/>
    <w:rsid w:val="00942855"/>
    <w:rsid w:val="00942A01"/>
    <w:rsid w:val="00942C1D"/>
    <w:rsid w:val="009430AC"/>
    <w:rsid w:val="0094325E"/>
    <w:rsid w:val="00943412"/>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714D"/>
    <w:rsid w:val="009475D8"/>
    <w:rsid w:val="009477C3"/>
    <w:rsid w:val="00947A42"/>
    <w:rsid w:val="00947B1E"/>
    <w:rsid w:val="009503B8"/>
    <w:rsid w:val="009503E2"/>
    <w:rsid w:val="009508EF"/>
    <w:rsid w:val="0095098D"/>
    <w:rsid w:val="00950DDF"/>
    <w:rsid w:val="00950F66"/>
    <w:rsid w:val="0095157A"/>
    <w:rsid w:val="00951A71"/>
    <w:rsid w:val="00952565"/>
    <w:rsid w:val="00952F5F"/>
    <w:rsid w:val="00953122"/>
    <w:rsid w:val="009533D3"/>
    <w:rsid w:val="009535B1"/>
    <w:rsid w:val="00954630"/>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F64"/>
    <w:rsid w:val="00964D6A"/>
    <w:rsid w:val="009652F2"/>
    <w:rsid w:val="00965399"/>
    <w:rsid w:val="0096543A"/>
    <w:rsid w:val="00965DD7"/>
    <w:rsid w:val="00965E4B"/>
    <w:rsid w:val="009660BA"/>
    <w:rsid w:val="0096613E"/>
    <w:rsid w:val="00966201"/>
    <w:rsid w:val="00966609"/>
    <w:rsid w:val="0096678D"/>
    <w:rsid w:val="00966ECF"/>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B7E"/>
    <w:rsid w:val="00974080"/>
    <w:rsid w:val="00974224"/>
    <w:rsid w:val="0097438A"/>
    <w:rsid w:val="00974598"/>
    <w:rsid w:val="00974BEF"/>
    <w:rsid w:val="00974D38"/>
    <w:rsid w:val="00974D76"/>
    <w:rsid w:val="00974FF1"/>
    <w:rsid w:val="00975232"/>
    <w:rsid w:val="009754D0"/>
    <w:rsid w:val="009758F8"/>
    <w:rsid w:val="009759EA"/>
    <w:rsid w:val="00975E72"/>
    <w:rsid w:val="00975EE3"/>
    <w:rsid w:val="00976DF1"/>
    <w:rsid w:val="00977042"/>
    <w:rsid w:val="00977742"/>
    <w:rsid w:val="00977967"/>
    <w:rsid w:val="00977B9B"/>
    <w:rsid w:val="00977E29"/>
    <w:rsid w:val="00980156"/>
    <w:rsid w:val="009803A3"/>
    <w:rsid w:val="00980AA9"/>
    <w:rsid w:val="00980BFC"/>
    <w:rsid w:val="0098108E"/>
    <w:rsid w:val="0098117D"/>
    <w:rsid w:val="0098195C"/>
    <w:rsid w:val="00981FEF"/>
    <w:rsid w:val="0098334B"/>
    <w:rsid w:val="00983E57"/>
    <w:rsid w:val="00984310"/>
    <w:rsid w:val="00984740"/>
    <w:rsid w:val="00985359"/>
    <w:rsid w:val="00985441"/>
    <w:rsid w:val="009854FB"/>
    <w:rsid w:val="0098592C"/>
    <w:rsid w:val="00985A07"/>
    <w:rsid w:val="009869AA"/>
    <w:rsid w:val="00986DE8"/>
    <w:rsid w:val="00986EBA"/>
    <w:rsid w:val="009871F6"/>
    <w:rsid w:val="009874C1"/>
    <w:rsid w:val="0098762F"/>
    <w:rsid w:val="009879CA"/>
    <w:rsid w:val="00987EC4"/>
    <w:rsid w:val="00987EF1"/>
    <w:rsid w:val="00990196"/>
    <w:rsid w:val="009901C8"/>
    <w:rsid w:val="00990268"/>
    <w:rsid w:val="00990795"/>
    <w:rsid w:val="00990C4B"/>
    <w:rsid w:val="009914E8"/>
    <w:rsid w:val="009919F4"/>
    <w:rsid w:val="00992B8B"/>
    <w:rsid w:val="00992E31"/>
    <w:rsid w:val="0099364B"/>
    <w:rsid w:val="00993A05"/>
    <w:rsid w:val="009941CA"/>
    <w:rsid w:val="0099436D"/>
    <w:rsid w:val="00994494"/>
    <w:rsid w:val="00994502"/>
    <w:rsid w:val="00994B2B"/>
    <w:rsid w:val="00994FA2"/>
    <w:rsid w:val="00995441"/>
    <w:rsid w:val="009959E1"/>
    <w:rsid w:val="00996000"/>
    <w:rsid w:val="00996218"/>
    <w:rsid w:val="009965AA"/>
    <w:rsid w:val="00996766"/>
    <w:rsid w:val="00996DDD"/>
    <w:rsid w:val="00996EA3"/>
    <w:rsid w:val="0099731E"/>
    <w:rsid w:val="009A07FF"/>
    <w:rsid w:val="009A0944"/>
    <w:rsid w:val="009A0A76"/>
    <w:rsid w:val="009A1DBA"/>
    <w:rsid w:val="009A255C"/>
    <w:rsid w:val="009A26BE"/>
    <w:rsid w:val="009A2ED0"/>
    <w:rsid w:val="009A307D"/>
    <w:rsid w:val="009A32C9"/>
    <w:rsid w:val="009A375B"/>
    <w:rsid w:val="009A37CD"/>
    <w:rsid w:val="009A3A38"/>
    <w:rsid w:val="009A418D"/>
    <w:rsid w:val="009A43FD"/>
    <w:rsid w:val="009A4AD7"/>
    <w:rsid w:val="009A5004"/>
    <w:rsid w:val="009A52D4"/>
    <w:rsid w:val="009A53BF"/>
    <w:rsid w:val="009A53CC"/>
    <w:rsid w:val="009A54FC"/>
    <w:rsid w:val="009A5DF6"/>
    <w:rsid w:val="009A61AF"/>
    <w:rsid w:val="009A63E1"/>
    <w:rsid w:val="009A6E1B"/>
    <w:rsid w:val="009A7001"/>
    <w:rsid w:val="009A70E1"/>
    <w:rsid w:val="009A7568"/>
    <w:rsid w:val="009A76E9"/>
    <w:rsid w:val="009A7DA5"/>
    <w:rsid w:val="009B01D4"/>
    <w:rsid w:val="009B0339"/>
    <w:rsid w:val="009B055D"/>
    <w:rsid w:val="009B097F"/>
    <w:rsid w:val="009B0C22"/>
    <w:rsid w:val="009B0D4E"/>
    <w:rsid w:val="009B18C0"/>
    <w:rsid w:val="009B1E6A"/>
    <w:rsid w:val="009B1F4A"/>
    <w:rsid w:val="009B212E"/>
    <w:rsid w:val="009B21B2"/>
    <w:rsid w:val="009B255F"/>
    <w:rsid w:val="009B2A8A"/>
    <w:rsid w:val="009B2ACD"/>
    <w:rsid w:val="009B2B56"/>
    <w:rsid w:val="009B302B"/>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6343"/>
    <w:rsid w:val="009B68D4"/>
    <w:rsid w:val="009B6AFD"/>
    <w:rsid w:val="009B7253"/>
    <w:rsid w:val="009B7F2D"/>
    <w:rsid w:val="009C05DF"/>
    <w:rsid w:val="009C0B98"/>
    <w:rsid w:val="009C12F2"/>
    <w:rsid w:val="009C14F4"/>
    <w:rsid w:val="009C26EC"/>
    <w:rsid w:val="009C2C35"/>
    <w:rsid w:val="009C3558"/>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E59"/>
    <w:rsid w:val="009E03BE"/>
    <w:rsid w:val="009E07BB"/>
    <w:rsid w:val="009E0905"/>
    <w:rsid w:val="009E0B48"/>
    <w:rsid w:val="009E10B0"/>
    <w:rsid w:val="009E1118"/>
    <w:rsid w:val="009E162D"/>
    <w:rsid w:val="009E1E85"/>
    <w:rsid w:val="009E27B5"/>
    <w:rsid w:val="009E2A00"/>
    <w:rsid w:val="009E2A58"/>
    <w:rsid w:val="009E36D5"/>
    <w:rsid w:val="009E3A0A"/>
    <w:rsid w:val="009E4824"/>
    <w:rsid w:val="009E4ADE"/>
    <w:rsid w:val="009E4EC0"/>
    <w:rsid w:val="009E4F3D"/>
    <w:rsid w:val="009E5648"/>
    <w:rsid w:val="009E598A"/>
    <w:rsid w:val="009E5B5C"/>
    <w:rsid w:val="009E67C9"/>
    <w:rsid w:val="009E6DE8"/>
    <w:rsid w:val="009E7289"/>
    <w:rsid w:val="009E774A"/>
    <w:rsid w:val="009E7AB9"/>
    <w:rsid w:val="009F0390"/>
    <w:rsid w:val="009F06D6"/>
    <w:rsid w:val="009F07B5"/>
    <w:rsid w:val="009F07C0"/>
    <w:rsid w:val="009F15D8"/>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BDD"/>
    <w:rsid w:val="009F6DDF"/>
    <w:rsid w:val="009F71EA"/>
    <w:rsid w:val="009F772A"/>
    <w:rsid w:val="009F7C50"/>
    <w:rsid w:val="009F7E98"/>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58E5"/>
    <w:rsid w:val="00A05A22"/>
    <w:rsid w:val="00A05D23"/>
    <w:rsid w:val="00A05D7D"/>
    <w:rsid w:val="00A0616C"/>
    <w:rsid w:val="00A066F6"/>
    <w:rsid w:val="00A06E29"/>
    <w:rsid w:val="00A07C6B"/>
    <w:rsid w:val="00A07FFB"/>
    <w:rsid w:val="00A10031"/>
    <w:rsid w:val="00A101AF"/>
    <w:rsid w:val="00A1027A"/>
    <w:rsid w:val="00A102FC"/>
    <w:rsid w:val="00A112B0"/>
    <w:rsid w:val="00A11608"/>
    <w:rsid w:val="00A11D7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F"/>
    <w:rsid w:val="00A237BF"/>
    <w:rsid w:val="00A24323"/>
    <w:rsid w:val="00A24F4F"/>
    <w:rsid w:val="00A256A6"/>
    <w:rsid w:val="00A258E0"/>
    <w:rsid w:val="00A25C92"/>
    <w:rsid w:val="00A26242"/>
    <w:rsid w:val="00A2636D"/>
    <w:rsid w:val="00A2642A"/>
    <w:rsid w:val="00A2648A"/>
    <w:rsid w:val="00A268C1"/>
    <w:rsid w:val="00A26AD5"/>
    <w:rsid w:val="00A270A5"/>
    <w:rsid w:val="00A27C50"/>
    <w:rsid w:val="00A27CB8"/>
    <w:rsid w:val="00A27D74"/>
    <w:rsid w:val="00A30112"/>
    <w:rsid w:val="00A30F05"/>
    <w:rsid w:val="00A30F8E"/>
    <w:rsid w:val="00A31104"/>
    <w:rsid w:val="00A31543"/>
    <w:rsid w:val="00A318BB"/>
    <w:rsid w:val="00A31977"/>
    <w:rsid w:val="00A31D25"/>
    <w:rsid w:val="00A31E39"/>
    <w:rsid w:val="00A32217"/>
    <w:rsid w:val="00A33062"/>
    <w:rsid w:val="00A3322F"/>
    <w:rsid w:val="00A3331F"/>
    <w:rsid w:val="00A33424"/>
    <w:rsid w:val="00A335FD"/>
    <w:rsid w:val="00A33D61"/>
    <w:rsid w:val="00A34602"/>
    <w:rsid w:val="00A34E98"/>
    <w:rsid w:val="00A34FA2"/>
    <w:rsid w:val="00A3538E"/>
    <w:rsid w:val="00A3545A"/>
    <w:rsid w:val="00A35D65"/>
    <w:rsid w:val="00A35EDE"/>
    <w:rsid w:val="00A36375"/>
    <w:rsid w:val="00A36CA9"/>
    <w:rsid w:val="00A36D07"/>
    <w:rsid w:val="00A37451"/>
    <w:rsid w:val="00A40139"/>
    <w:rsid w:val="00A402B8"/>
    <w:rsid w:val="00A403FB"/>
    <w:rsid w:val="00A41453"/>
    <w:rsid w:val="00A4190D"/>
    <w:rsid w:val="00A41A83"/>
    <w:rsid w:val="00A41AA9"/>
    <w:rsid w:val="00A426D2"/>
    <w:rsid w:val="00A4277F"/>
    <w:rsid w:val="00A4282F"/>
    <w:rsid w:val="00A4295F"/>
    <w:rsid w:val="00A42B48"/>
    <w:rsid w:val="00A42E79"/>
    <w:rsid w:val="00A42FAF"/>
    <w:rsid w:val="00A43B53"/>
    <w:rsid w:val="00A43D8D"/>
    <w:rsid w:val="00A44011"/>
    <w:rsid w:val="00A4409F"/>
    <w:rsid w:val="00A44462"/>
    <w:rsid w:val="00A44704"/>
    <w:rsid w:val="00A450F1"/>
    <w:rsid w:val="00A45212"/>
    <w:rsid w:val="00A459C9"/>
    <w:rsid w:val="00A4645A"/>
    <w:rsid w:val="00A46829"/>
    <w:rsid w:val="00A46EA4"/>
    <w:rsid w:val="00A47417"/>
    <w:rsid w:val="00A47547"/>
    <w:rsid w:val="00A4758D"/>
    <w:rsid w:val="00A478DC"/>
    <w:rsid w:val="00A500F0"/>
    <w:rsid w:val="00A50ADE"/>
    <w:rsid w:val="00A50FBD"/>
    <w:rsid w:val="00A5112F"/>
    <w:rsid w:val="00A514D8"/>
    <w:rsid w:val="00A51530"/>
    <w:rsid w:val="00A516A7"/>
    <w:rsid w:val="00A51F4D"/>
    <w:rsid w:val="00A51FCA"/>
    <w:rsid w:val="00A52281"/>
    <w:rsid w:val="00A52653"/>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69A"/>
    <w:rsid w:val="00A57D23"/>
    <w:rsid w:val="00A604C4"/>
    <w:rsid w:val="00A6076B"/>
    <w:rsid w:val="00A60B19"/>
    <w:rsid w:val="00A61653"/>
    <w:rsid w:val="00A6189D"/>
    <w:rsid w:val="00A61D02"/>
    <w:rsid w:val="00A61EF7"/>
    <w:rsid w:val="00A61F81"/>
    <w:rsid w:val="00A62BC0"/>
    <w:rsid w:val="00A63240"/>
    <w:rsid w:val="00A63553"/>
    <w:rsid w:val="00A64002"/>
    <w:rsid w:val="00A640D8"/>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92"/>
    <w:rsid w:val="00A7195D"/>
    <w:rsid w:val="00A71DFC"/>
    <w:rsid w:val="00A7200E"/>
    <w:rsid w:val="00A7270C"/>
    <w:rsid w:val="00A72A2B"/>
    <w:rsid w:val="00A72B4B"/>
    <w:rsid w:val="00A7321E"/>
    <w:rsid w:val="00A745EB"/>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9B7"/>
    <w:rsid w:val="00A82C21"/>
    <w:rsid w:val="00A82D2D"/>
    <w:rsid w:val="00A83152"/>
    <w:rsid w:val="00A836E8"/>
    <w:rsid w:val="00A83758"/>
    <w:rsid w:val="00A8395F"/>
    <w:rsid w:val="00A83C79"/>
    <w:rsid w:val="00A84941"/>
    <w:rsid w:val="00A84A6E"/>
    <w:rsid w:val="00A84CAE"/>
    <w:rsid w:val="00A84D5F"/>
    <w:rsid w:val="00A854A1"/>
    <w:rsid w:val="00A85FCB"/>
    <w:rsid w:val="00A86250"/>
    <w:rsid w:val="00A863A0"/>
    <w:rsid w:val="00A8655E"/>
    <w:rsid w:val="00A86979"/>
    <w:rsid w:val="00A86A97"/>
    <w:rsid w:val="00A86CC5"/>
    <w:rsid w:val="00A86DDC"/>
    <w:rsid w:val="00A8763E"/>
    <w:rsid w:val="00A87BD6"/>
    <w:rsid w:val="00A90213"/>
    <w:rsid w:val="00A908D6"/>
    <w:rsid w:val="00A90B63"/>
    <w:rsid w:val="00A90CCD"/>
    <w:rsid w:val="00A91F34"/>
    <w:rsid w:val="00A91F7E"/>
    <w:rsid w:val="00A920D5"/>
    <w:rsid w:val="00A92A07"/>
    <w:rsid w:val="00A92FFE"/>
    <w:rsid w:val="00A9330B"/>
    <w:rsid w:val="00A9330E"/>
    <w:rsid w:val="00A93511"/>
    <w:rsid w:val="00A93C0D"/>
    <w:rsid w:val="00A94392"/>
    <w:rsid w:val="00A9451B"/>
    <w:rsid w:val="00A94DAD"/>
    <w:rsid w:val="00A94E97"/>
    <w:rsid w:val="00A94ECE"/>
    <w:rsid w:val="00A9522E"/>
    <w:rsid w:val="00A95345"/>
    <w:rsid w:val="00A95604"/>
    <w:rsid w:val="00A95704"/>
    <w:rsid w:val="00A961AF"/>
    <w:rsid w:val="00A962AE"/>
    <w:rsid w:val="00A96512"/>
    <w:rsid w:val="00A96708"/>
    <w:rsid w:val="00A9681F"/>
    <w:rsid w:val="00A96A00"/>
    <w:rsid w:val="00A96E03"/>
    <w:rsid w:val="00A97015"/>
    <w:rsid w:val="00A97168"/>
    <w:rsid w:val="00A971B5"/>
    <w:rsid w:val="00A977A7"/>
    <w:rsid w:val="00A97800"/>
    <w:rsid w:val="00A97E04"/>
    <w:rsid w:val="00A97ED6"/>
    <w:rsid w:val="00A97F24"/>
    <w:rsid w:val="00AA045F"/>
    <w:rsid w:val="00AA085E"/>
    <w:rsid w:val="00AA0996"/>
    <w:rsid w:val="00AA0BA9"/>
    <w:rsid w:val="00AA0F85"/>
    <w:rsid w:val="00AA0F86"/>
    <w:rsid w:val="00AA143F"/>
    <w:rsid w:val="00AA1CD8"/>
    <w:rsid w:val="00AA294D"/>
    <w:rsid w:val="00AA378D"/>
    <w:rsid w:val="00AA37DD"/>
    <w:rsid w:val="00AA3AB2"/>
    <w:rsid w:val="00AA471E"/>
    <w:rsid w:val="00AA4C1D"/>
    <w:rsid w:val="00AA4F1D"/>
    <w:rsid w:val="00AA623E"/>
    <w:rsid w:val="00AA63AF"/>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724"/>
    <w:rsid w:val="00AB299E"/>
    <w:rsid w:val="00AB2CF4"/>
    <w:rsid w:val="00AB333E"/>
    <w:rsid w:val="00AB376E"/>
    <w:rsid w:val="00AB3A0C"/>
    <w:rsid w:val="00AB3F1B"/>
    <w:rsid w:val="00AB46B8"/>
    <w:rsid w:val="00AB49D8"/>
    <w:rsid w:val="00AB4A0C"/>
    <w:rsid w:val="00AB53F2"/>
    <w:rsid w:val="00AB583F"/>
    <w:rsid w:val="00AB5AFC"/>
    <w:rsid w:val="00AB5B22"/>
    <w:rsid w:val="00AB5B4B"/>
    <w:rsid w:val="00AB6026"/>
    <w:rsid w:val="00AB658F"/>
    <w:rsid w:val="00AB661C"/>
    <w:rsid w:val="00AB66C2"/>
    <w:rsid w:val="00AB6B61"/>
    <w:rsid w:val="00AB6FA5"/>
    <w:rsid w:val="00AB7C7E"/>
    <w:rsid w:val="00AB7F40"/>
    <w:rsid w:val="00AC0CCE"/>
    <w:rsid w:val="00AC194F"/>
    <w:rsid w:val="00AC19AD"/>
    <w:rsid w:val="00AC19E2"/>
    <w:rsid w:val="00AC1CF0"/>
    <w:rsid w:val="00AC1D96"/>
    <w:rsid w:val="00AC1F3A"/>
    <w:rsid w:val="00AC2361"/>
    <w:rsid w:val="00AC2623"/>
    <w:rsid w:val="00AC28CD"/>
    <w:rsid w:val="00AC2BE0"/>
    <w:rsid w:val="00AC2CF2"/>
    <w:rsid w:val="00AC3041"/>
    <w:rsid w:val="00AC3EB9"/>
    <w:rsid w:val="00AC420A"/>
    <w:rsid w:val="00AC4251"/>
    <w:rsid w:val="00AC4698"/>
    <w:rsid w:val="00AC4713"/>
    <w:rsid w:val="00AC4A76"/>
    <w:rsid w:val="00AC4C24"/>
    <w:rsid w:val="00AC4D40"/>
    <w:rsid w:val="00AC579E"/>
    <w:rsid w:val="00AC5971"/>
    <w:rsid w:val="00AC5983"/>
    <w:rsid w:val="00AC59CD"/>
    <w:rsid w:val="00AC6146"/>
    <w:rsid w:val="00AC6386"/>
    <w:rsid w:val="00AC63E4"/>
    <w:rsid w:val="00AC64A5"/>
    <w:rsid w:val="00AC6A20"/>
    <w:rsid w:val="00AC6AC8"/>
    <w:rsid w:val="00AC720C"/>
    <w:rsid w:val="00AC7680"/>
    <w:rsid w:val="00AD017E"/>
    <w:rsid w:val="00AD143A"/>
    <w:rsid w:val="00AD1877"/>
    <w:rsid w:val="00AD1E89"/>
    <w:rsid w:val="00AD1F4B"/>
    <w:rsid w:val="00AD2254"/>
    <w:rsid w:val="00AD2964"/>
    <w:rsid w:val="00AD2A6B"/>
    <w:rsid w:val="00AD33A7"/>
    <w:rsid w:val="00AD34D1"/>
    <w:rsid w:val="00AD35C5"/>
    <w:rsid w:val="00AD35E8"/>
    <w:rsid w:val="00AD365B"/>
    <w:rsid w:val="00AD385A"/>
    <w:rsid w:val="00AD388F"/>
    <w:rsid w:val="00AD3E1B"/>
    <w:rsid w:val="00AD4255"/>
    <w:rsid w:val="00AD4628"/>
    <w:rsid w:val="00AD4C53"/>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E59"/>
    <w:rsid w:val="00AE1E35"/>
    <w:rsid w:val="00AE21E9"/>
    <w:rsid w:val="00AE23A6"/>
    <w:rsid w:val="00AE3152"/>
    <w:rsid w:val="00AE3434"/>
    <w:rsid w:val="00AE4257"/>
    <w:rsid w:val="00AE4A07"/>
    <w:rsid w:val="00AE4D35"/>
    <w:rsid w:val="00AE5CA5"/>
    <w:rsid w:val="00AE5D84"/>
    <w:rsid w:val="00AE5DAC"/>
    <w:rsid w:val="00AE5F35"/>
    <w:rsid w:val="00AE6117"/>
    <w:rsid w:val="00AE622B"/>
    <w:rsid w:val="00AE64FD"/>
    <w:rsid w:val="00AE6C28"/>
    <w:rsid w:val="00AE6CFD"/>
    <w:rsid w:val="00AE6EBF"/>
    <w:rsid w:val="00AE70FA"/>
    <w:rsid w:val="00AE7387"/>
    <w:rsid w:val="00AE7D29"/>
    <w:rsid w:val="00AF0427"/>
    <w:rsid w:val="00AF05EF"/>
    <w:rsid w:val="00AF07F6"/>
    <w:rsid w:val="00AF0987"/>
    <w:rsid w:val="00AF0A2F"/>
    <w:rsid w:val="00AF0B30"/>
    <w:rsid w:val="00AF100C"/>
    <w:rsid w:val="00AF1109"/>
    <w:rsid w:val="00AF1BDD"/>
    <w:rsid w:val="00AF1DE1"/>
    <w:rsid w:val="00AF217C"/>
    <w:rsid w:val="00AF27C9"/>
    <w:rsid w:val="00AF2A48"/>
    <w:rsid w:val="00AF2D4C"/>
    <w:rsid w:val="00AF3242"/>
    <w:rsid w:val="00AF333E"/>
    <w:rsid w:val="00AF33DF"/>
    <w:rsid w:val="00AF3431"/>
    <w:rsid w:val="00AF35AE"/>
    <w:rsid w:val="00AF3F99"/>
    <w:rsid w:val="00AF4102"/>
    <w:rsid w:val="00AF4155"/>
    <w:rsid w:val="00AF461D"/>
    <w:rsid w:val="00AF50C6"/>
    <w:rsid w:val="00AF5629"/>
    <w:rsid w:val="00AF57DE"/>
    <w:rsid w:val="00AF66B5"/>
    <w:rsid w:val="00AF6711"/>
    <w:rsid w:val="00AF688E"/>
    <w:rsid w:val="00AF6A1B"/>
    <w:rsid w:val="00AF6A35"/>
    <w:rsid w:val="00AF7415"/>
    <w:rsid w:val="00AF74EC"/>
    <w:rsid w:val="00AF7AA1"/>
    <w:rsid w:val="00B00486"/>
    <w:rsid w:val="00B006A7"/>
    <w:rsid w:val="00B00B91"/>
    <w:rsid w:val="00B00DF2"/>
    <w:rsid w:val="00B01113"/>
    <w:rsid w:val="00B01257"/>
    <w:rsid w:val="00B01E88"/>
    <w:rsid w:val="00B01F7B"/>
    <w:rsid w:val="00B02571"/>
    <w:rsid w:val="00B02A7F"/>
    <w:rsid w:val="00B02BC2"/>
    <w:rsid w:val="00B02C2F"/>
    <w:rsid w:val="00B02E12"/>
    <w:rsid w:val="00B02F5A"/>
    <w:rsid w:val="00B02FD3"/>
    <w:rsid w:val="00B036B6"/>
    <w:rsid w:val="00B03ADD"/>
    <w:rsid w:val="00B03F2F"/>
    <w:rsid w:val="00B042D2"/>
    <w:rsid w:val="00B04305"/>
    <w:rsid w:val="00B045E5"/>
    <w:rsid w:val="00B053D2"/>
    <w:rsid w:val="00B05788"/>
    <w:rsid w:val="00B05F7D"/>
    <w:rsid w:val="00B06051"/>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AF5"/>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2DA"/>
    <w:rsid w:val="00B2427A"/>
    <w:rsid w:val="00B2451A"/>
    <w:rsid w:val="00B24712"/>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2101"/>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997"/>
    <w:rsid w:val="00B37BE4"/>
    <w:rsid w:val="00B37DB3"/>
    <w:rsid w:val="00B37FEA"/>
    <w:rsid w:val="00B403DA"/>
    <w:rsid w:val="00B40C36"/>
    <w:rsid w:val="00B40DBF"/>
    <w:rsid w:val="00B40DD0"/>
    <w:rsid w:val="00B40ECD"/>
    <w:rsid w:val="00B41311"/>
    <w:rsid w:val="00B41E4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C8"/>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B9E"/>
    <w:rsid w:val="00B5323E"/>
    <w:rsid w:val="00B53325"/>
    <w:rsid w:val="00B5348D"/>
    <w:rsid w:val="00B537F8"/>
    <w:rsid w:val="00B53C5E"/>
    <w:rsid w:val="00B53E36"/>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725"/>
    <w:rsid w:val="00B60893"/>
    <w:rsid w:val="00B60D85"/>
    <w:rsid w:val="00B61271"/>
    <w:rsid w:val="00B6170C"/>
    <w:rsid w:val="00B61A94"/>
    <w:rsid w:val="00B61DE8"/>
    <w:rsid w:val="00B6214B"/>
    <w:rsid w:val="00B62382"/>
    <w:rsid w:val="00B6260A"/>
    <w:rsid w:val="00B629FE"/>
    <w:rsid w:val="00B62D56"/>
    <w:rsid w:val="00B62E42"/>
    <w:rsid w:val="00B6384E"/>
    <w:rsid w:val="00B63999"/>
    <w:rsid w:val="00B63D42"/>
    <w:rsid w:val="00B641D0"/>
    <w:rsid w:val="00B642E7"/>
    <w:rsid w:val="00B650FF"/>
    <w:rsid w:val="00B65134"/>
    <w:rsid w:val="00B6535C"/>
    <w:rsid w:val="00B654A6"/>
    <w:rsid w:val="00B65B6A"/>
    <w:rsid w:val="00B65CAD"/>
    <w:rsid w:val="00B65D68"/>
    <w:rsid w:val="00B66693"/>
    <w:rsid w:val="00B66715"/>
    <w:rsid w:val="00B66C15"/>
    <w:rsid w:val="00B67F74"/>
    <w:rsid w:val="00B70401"/>
    <w:rsid w:val="00B706F7"/>
    <w:rsid w:val="00B70AEE"/>
    <w:rsid w:val="00B711CB"/>
    <w:rsid w:val="00B71ADF"/>
    <w:rsid w:val="00B71C82"/>
    <w:rsid w:val="00B72707"/>
    <w:rsid w:val="00B72A7B"/>
    <w:rsid w:val="00B72C07"/>
    <w:rsid w:val="00B73110"/>
    <w:rsid w:val="00B731F9"/>
    <w:rsid w:val="00B73564"/>
    <w:rsid w:val="00B735F5"/>
    <w:rsid w:val="00B738BB"/>
    <w:rsid w:val="00B73BB5"/>
    <w:rsid w:val="00B73E35"/>
    <w:rsid w:val="00B743C0"/>
    <w:rsid w:val="00B74D6C"/>
    <w:rsid w:val="00B7501C"/>
    <w:rsid w:val="00B7503C"/>
    <w:rsid w:val="00B7586D"/>
    <w:rsid w:val="00B75C7E"/>
    <w:rsid w:val="00B75FF9"/>
    <w:rsid w:val="00B76013"/>
    <w:rsid w:val="00B763BD"/>
    <w:rsid w:val="00B76530"/>
    <w:rsid w:val="00B76B70"/>
    <w:rsid w:val="00B7748E"/>
    <w:rsid w:val="00B7755E"/>
    <w:rsid w:val="00B7776D"/>
    <w:rsid w:val="00B77EF4"/>
    <w:rsid w:val="00B77F4D"/>
    <w:rsid w:val="00B8020D"/>
    <w:rsid w:val="00B8053D"/>
    <w:rsid w:val="00B80BA9"/>
    <w:rsid w:val="00B80DA0"/>
    <w:rsid w:val="00B812E3"/>
    <w:rsid w:val="00B81CAC"/>
    <w:rsid w:val="00B81F23"/>
    <w:rsid w:val="00B8247A"/>
    <w:rsid w:val="00B82700"/>
    <w:rsid w:val="00B82A3A"/>
    <w:rsid w:val="00B8321A"/>
    <w:rsid w:val="00B834D7"/>
    <w:rsid w:val="00B83884"/>
    <w:rsid w:val="00B839DA"/>
    <w:rsid w:val="00B83A7B"/>
    <w:rsid w:val="00B83D93"/>
    <w:rsid w:val="00B83F6D"/>
    <w:rsid w:val="00B8495B"/>
    <w:rsid w:val="00B84A4F"/>
    <w:rsid w:val="00B84DB9"/>
    <w:rsid w:val="00B856A7"/>
    <w:rsid w:val="00B856C5"/>
    <w:rsid w:val="00B861EB"/>
    <w:rsid w:val="00B867ED"/>
    <w:rsid w:val="00B87355"/>
    <w:rsid w:val="00B873AE"/>
    <w:rsid w:val="00B8770C"/>
    <w:rsid w:val="00B877CA"/>
    <w:rsid w:val="00B87F6F"/>
    <w:rsid w:val="00B90250"/>
    <w:rsid w:val="00B90540"/>
    <w:rsid w:val="00B90767"/>
    <w:rsid w:val="00B90A19"/>
    <w:rsid w:val="00B90B15"/>
    <w:rsid w:val="00B90C49"/>
    <w:rsid w:val="00B90F61"/>
    <w:rsid w:val="00B91F17"/>
    <w:rsid w:val="00B92121"/>
    <w:rsid w:val="00B924F9"/>
    <w:rsid w:val="00B930F8"/>
    <w:rsid w:val="00B931B4"/>
    <w:rsid w:val="00B936D7"/>
    <w:rsid w:val="00B93C90"/>
    <w:rsid w:val="00B93CB0"/>
    <w:rsid w:val="00B93D39"/>
    <w:rsid w:val="00B955A3"/>
    <w:rsid w:val="00B95E26"/>
    <w:rsid w:val="00B96414"/>
    <w:rsid w:val="00B96771"/>
    <w:rsid w:val="00B96AC2"/>
    <w:rsid w:val="00B96BCF"/>
    <w:rsid w:val="00B96C08"/>
    <w:rsid w:val="00B972F3"/>
    <w:rsid w:val="00B97817"/>
    <w:rsid w:val="00B979E8"/>
    <w:rsid w:val="00B97DBD"/>
    <w:rsid w:val="00BA008B"/>
    <w:rsid w:val="00BA0B61"/>
    <w:rsid w:val="00BA0E09"/>
    <w:rsid w:val="00BA12E2"/>
    <w:rsid w:val="00BA1680"/>
    <w:rsid w:val="00BA1B1D"/>
    <w:rsid w:val="00BA1E50"/>
    <w:rsid w:val="00BA1E6B"/>
    <w:rsid w:val="00BA202B"/>
    <w:rsid w:val="00BA20DE"/>
    <w:rsid w:val="00BA2289"/>
    <w:rsid w:val="00BA2294"/>
    <w:rsid w:val="00BA2BC5"/>
    <w:rsid w:val="00BA2F16"/>
    <w:rsid w:val="00BA3AE9"/>
    <w:rsid w:val="00BA4376"/>
    <w:rsid w:val="00BA4641"/>
    <w:rsid w:val="00BA57CC"/>
    <w:rsid w:val="00BA5B54"/>
    <w:rsid w:val="00BA60B5"/>
    <w:rsid w:val="00BA6291"/>
    <w:rsid w:val="00BA68DC"/>
    <w:rsid w:val="00BA68FD"/>
    <w:rsid w:val="00BA6F56"/>
    <w:rsid w:val="00BA6F5A"/>
    <w:rsid w:val="00BA7632"/>
    <w:rsid w:val="00BA7DB6"/>
    <w:rsid w:val="00BA7F20"/>
    <w:rsid w:val="00BB06E4"/>
    <w:rsid w:val="00BB0AB5"/>
    <w:rsid w:val="00BB0B80"/>
    <w:rsid w:val="00BB0F0E"/>
    <w:rsid w:val="00BB1F4F"/>
    <w:rsid w:val="00BB285E"/>
    <w:rsid w:val="00BB2CDA"/>
    <w:rsid w:val="00BB3049"/>
    <w:rsid w:val="00BB341B"/>
    <w:rsid w:val="00BB346D"/>
    <w:rsid w:val="00BB352D"/>
    <w:rsid w:val="00BB3C82"/>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6506"/>
    <w:rsid w:val="00BC67EB"/>
    <w:rsid w:val="00BC6BEC"/>
    <w:rsid w:val="00BC6C50"/>
    <w:rsid w:val="00BC717E"/>
    <w:rsid w:val="00BC7419"/>
    <w:rsid w:val="00BC74AB"/>
    <w:rsid w:val="00BC773E"/>
    <w:rsid w:val="00BC7754"/>
    <w:rsid w:val="00BC77EE"/>
    <w:rsid w:val="00BC7FA7"/>
    <w:rsid w:val="00BD18C2"/>
    <w:rsid w:val="00BD1D50"/>
    <w:rsid w:val="00BD253A"/>
    <w:rsid w:val="00BD25ED"/>
    <w:rsid w:val="00BD27E4"/>
    <w:rsid w:val="00BD2B20"/>
    <w:rsid w:val="00BD2C0D"/>
    <w:rsid w:val="00BD2C6F"/>
    <w:rsid w:val="00BD2DA9"/>
    <w:rsid w:val="00BD2DED"/>
    <w:rsid w:val="00BD2FEA"/>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E0A1C"/>
    <w:rsid w:val="00BE0D08"/>
    <w:rsid w:val="00BE1405"/>
    <w:rsid w:val="00BE15A8"/>
    <w:rsid w:val="00BE15F5"/>
    <w:rsid w:val="00BE16E3"/>
    <w:rsid w:val="00BE2394"/>
    <w:rsid w:val="00BE2886"/>
    <w:rsid w:val="00BE2985"/>
    <w:rsid w:val="00BE2B85"/>
    <w:rsid w:val="00BE2E07"/>
    <w:rsid w:val="00BE31C3"/>
    <w:rsid w:val="00BE3339"/>
    <w:rsid w:val="00BE3C21"/>
    <w:rsid w:val="00BE3D15"/>
    <w:rsid w:val="00BE3F01"/>
    <w:rsid w:val="00BE42F2"/>
    <w:rsid w:val="00BE4A3B"/>
    <w:rsid w:val="00BE4D21"/>
    <w:rsid w:val="00BE5095"/>
    <w:rsid w:val="00BE54F3"/>
    <w:rsid w:val="00BE562D"/>
    <w:rsid w:val="00BE5F4F"/>
    <w:rsid w:val="00BE61D5"/>
    <w:rsid w:val="00BE69EA"/>
    <w:rsid w:val="00BE6C34"/>
    <w:rsid w:val="00BE6DBF"/>
    <w:rsid w:val="00BE758B"/>
    <w:rsid w:val="00BE779E"/>
    <w:rsid w:val="00BE7973"/>
    <w:rsid w:val="00BE7ED8"/>
    <w:rsid w:val="00BF0172"/>
    <w:rsid w:val="00BF04E0"/>
    <w:rsid w:val="00BF06FE"/>
    <w:rsid w:val="00BF09D0"/>
    <w:rsid w:val="00BF0E4C"/>
    <w:rsid w:val="00BF0E5A"/>
    <w:rsid w:val="00BF131A"/>
    <w:rsid w:val="00BF1ED0"/>
    <w:rsid w:val="00BF2048"/>
    <w:rsid w:val="00BF2608"/>
    <w:rsid w:val="00BF296B"/>
    <w:rsid w:val="00BF2C1C"/>
    <w:rsid w:val="00BF2CB0"/>
    <w:rsid w:val="00BF3420"/>
    <w:rsid w:val="00BF36F8"/>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302"/>
    <w:rsid w:val="00C0349C"/>
    <w:rsid w:val="00C03594"/>
    <w:rsid w:val="00C038D1"/>
    <w:rsid w:val="00C03BEC"/>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102BA"/>
    <w:rsid w:val="00C103FA"/>
    <w:rsid w:val="00C10BFE"/>
    <w:rsid w:val="00C10DAA"/>
    <w:rsid w:val="00C10FD4"/>
    <w:rsid w:val="00C11605"/>
    <w:rsid w:val="00C11A6B"/>
    <w:rsid w:val="00C124F0"/>
    <w:rsid w:val="00C12CBC"/>
    <w:rsid w:val="00C1346F"/>
    <w:rsid w:val="00C1382E"/>
    <w:rsid w:val="00C13BCB"/>
    <w:rsid w:val="00C13C0E"/>
    <w:rsid w:val="00C14BBE"/>
    <w:rsid w:val="00C15162"/>
    <w:rsid w:val="00C15502"/>
    <w:rsid w:val="00C15606"/>
    <w:rsid w:val="00C156FE"/>
    <w:rsid w:val="00C1570C"/>
    <w:rsid w:val="00C1572E"/>
    <w:rsid w:val="00C165AB"/>
    <w:rsid w:val="00C16731"/>
    <w:rsid w:val="00C16CFF"/>
    <w:rsid w:val="00C17547"/>
    <w:rsid w:val="00C17624"/>
    <w:rsid w:val="00C177C5"/>
    <w:rsid w:val="00C2020D"/>
    <w:rsid w:val="00C20243"/>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D26"/>
    <w:rsid w:val="00C26D89"/>
    <w:rsid w:val="00C270BC"/>
    <w:rsid w:val="00C277CF"/>
    <w:rsid w:val="00C300B3"/>
    <w:rsid w:val="00C30280"/>
    <w:rsid w:val="00C30516"/>
    <w:rsid w:val="00C3077A"/>
    <w:rsid w:val="00C3088A"/>
    <w:rsid w:val="00C30952"/>
    <w:rsid w:val="00C30C10"/>
    <w:rsid w:val="00C31833"/>
    <w:rsid w:val="00C31B54"/>
    <w:rsid w:val="00C31E48"/>
    <w:rsid w:val="00C31F55"/>
    <w:rsid w:val="00C31F74"/>
    <w:rsid w:val="00C321DD"/>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41967"/>
    <w:rsid w:val="00C41A55"/>
    <w:rsid w:val="00C41C0D"/>
    <w:rsid w:val="00C421AE"/>
    <w:rsid w:val="00C42258"/>
    <w:rsid w:val="00C42432"/>
    <w:rsid w:val="00C42598"/>
    <w:rsid w:val="00C429A2"/>
    <w:rsid w:val="00C42B38"/>
    <w:rsid w:val="00C42CB0"/>
    <w:rsid w:val="00C44667"/>
    <w:rsid w:val="00C4513F"/>
    <w:rsid w:val="00C451E5"/>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F59"/>
    <w:rsid w:val="00C5303B"/>
    <w:rsid w:val="00C530FC"/>
    <w:rsid w:val="00C53905"/>
    <w:rsid w:val="00C541D2"/>
    <w:rsid w:val="00C542CB"/>
    <w:rsid w:val="00C542EB"/>
    <w:rsid w:val="00C54397"/>
    <w:rsid w:val="00C5493D"/>
    <w:rsid w:val="00C54DB2"/>
    <w:rsid w:val="00C55062"/>
    <w:rsid w:val="00C55B81"/>
    <w:rsid w:val="00C55D16"/>
    <w:rsid w:val="00C562D9"/>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C4F"/>
    <w:rsid w:val="00C72E7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912"/>
    <w:rsid w:val="00C8163A"/>
    <w:rsid w:val="00C81C5E"/>
    <w:rsid w:val="00C81C96"/>
    <w:rsid w:val="00C81E09"/>
    <w:rsid w:val="00C82029"/>
    <w:rsid w:val="00C832D7"/>
    <w:rsid w:val="00C83569"/>
    <w:rsid w:val="00C83E1A"/>
    <w:rsid w:val="00C84380"/>
    <w:rsid w:val="00C84655"/>
    <w:rsid w:val="00C84684"/>
    <w:rsid w:val="00C8489B"/>
    <w:rsid w:val="00C848B6"/>
    <w:rsid w:val="00C84C80"/>
    <w:rsid w:val="00C84F26"/>
    <w:rsid w:val="00C85659"/>
    <w:rsid w:val="00C86189"/>
    <w:rsid w:val="00C866F6"/>
    <w:rsid w:val="00C87461"/>
    <w:rsid w:val="00C874D7"/>
    <w:rsid w:val="00C87671"/>
    <w:rsid w:val="00C876B8"/>
    <w:rsid w:val="00C87AEB"/>
    <w:rsid w:val="00C87F04"/>
    <w:rsid w:val="00C87F97"/>
    <w:rsid w:val="00C9021F"/>
    <w:rsid w:val="00C9028D"/>
    <w:rsid w:val="00C906FE"/>
    <w:rsid w:val="00C90795"/>
    <w:rsid w:val="00C9099C"/>
    <w:rsid w:val="00C91EA8"/>
    <w:rsid w:val="00C92C83"/>
    <w:rsid w:val="00C92DB7"/>
    <w:rsid w:val="00C92EFB"/>
    <w:rsid w:val="00C92F0A"/>
    <w:rsid w:val="00C93158"/>
    <w:rsid w:val="00C93691"/>
    <w:rsid w:val="00C93B3E"/>
    <w:rsid w:val="00C93F6C"/>
    <w:rsid w:val="00C94625"/>
    <w:rsid w:val="00C94C29"/>
    <w:rsid w:val="00C94D83"/>
    <w:rsid w:val="00C95044"/>
    <w:rsid w:val="00C95814"/>
    <w:rsid w:val="00C96668"/>
    <w:rsid w:val="00C96752"/>
    <w:rsid w:val="00C97018"/>
    <w:rsid w:val="00C972B9"/>
    <w:rsid w:val="00C973A6"/>
    <w:rsid w:val="00C9766A"/>
    <w:rsid w:val="00C978EB"/>
    <w:rsid w:val="00C97B07"/>
    <w:rsid w:val="00C97C2B"/>
    <w:rsid w:val="00CA1319"/>
    <w:rsid w:val="00CA2801"/>
    <w:rsid w:val="00CA2DCC"/>
    <w:rsid w:val="00CA37E7"/>
    <w:rsid w:val="00CA41BB"/>
    <w:rsid w:val="00CA41BF"/>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277"/>
    <w:rsid w:val="00CB0AC6"/>
    <w:rsid w:val="00CB0B74"/>
    <w:rsid w:val="00CB0DD6"/>
    <w:rsid w:val="00CB1594"/>
    <w:rsid w:val="00CB17B9"/>
    <w:rsid w:val="00CB1A3E"/>
    <w:rsid w:val="00CB1FD2"/>
    <w:rsid w:val="00CB22FF"/>
    <w:rsid w:val="00CB24E2"/>
    <w:rsid w:val="00CB2AE1"/>
    <w:rsid w:val="00CB3355"/>
    <w:rsid w:val="00CB3E01"/>
    <w:rsid w:val="00CB416B"/>
    <w:rsid w:val="00CB4B7D"/>
    <w:rsid w:val="00CB4DD7"/>
    <w:rsid w:val="00CB53E6"/>
    <w:rsid w:val="00CB5E6D"/>
    <w:rsid w:val="00CB61F0"/>
    <w:rsid w:val="00CB624C"/>
    <w:rsid w:val="00CB657B"/>
    <w:rsid w:val="00CB686E"/>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A99"/>
    <w:rsid w:val="00CC2ECA"/>
    <w:rsid w:val="00CC3083"/>
    <w:rsid w:val="00CC3471"/>
    <w:rsid w:val="00CC3CA9"/>
    <w:rsid w:val="00CC3DF4"/>
    <w:rsid w:val="00CC454E"/>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BA"/>
    <w:rsid w:val="00CD55BB"/>
    <w:rsid w:val="00CD5719"/>
    <w:rsid w:val="00CD5762"/>
    <w:rsid w:val="00CD5C24"/>
    <w:rsid w:val="00CD61F2"/>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DA"/>
    <w:rsid w:val="00CE30CD"/>
    <w:rsid w:val="00CE3A44"/>
    <w:rsid w:val="00CE3DDE"/>
    <w:rsid w:val="00CE424D"/>
    <w:rsid w:val="00CE4294"/>
    <w:rsid w:val="00CE53AB"/>
    <w:rsid w:val="00CE559B"/>
    <w:rsid w:val="00CE5B8F"/>
    <w:rsid w:val="00CE5BFB"/>
    <w:rsid w:val="00CE5F8B"/>
    <w:rsid w:val="00CE6574"/>
    <w:rsid w:val="00CE6715"/>
    <w:rsid w:val="00CE6A34"/>
    <w:rsid w:val="00CE6AD6"/>
    <w:rsid w:val="00CE6F70"/>
    <w:rsid w:val="00CF09A6"/>
    <w:rsid w:val="00CF0D15"/>
    <w:rsid w:val="00CF137D"/>
    <w:rsid w:val="00CF14A4"/>
    <w:rsid w:val="00CF1527"/>
    <w:rsid w:val="00CF161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A61"/>
    <w:rsid w:val="00CF5EA4"/>
    <w:rsid w:val="00CF5EB8"/>
    <w:rsid w:val="00CF672D"/>
    <w:rsid w:val="00CF6C5D"/>
    <w:rsid w:val="00CF77D6"/>
    <w:rsid w:val="00CF7A88"/>
    <w:rsid w:val="00D002FB"/>
    <w:rsid w:val="00D005B5"/>
    <w:rsid w:val="00D0075D"/>
    <w:rsid w:val="00D00905"/>
    <w:rsid w:val="00D00CA7"/>
    <w:rsid w:val="00D018F5"/>
    <w:rsid w:val="00D0265B"/>
    <w:rsid w:val="00D026F1"/>
    <w:rsid w:val="00D02AEE"/>
    <w:rsid w:val="00D038B0"/>
    <w:rsid w:val="00D038D7"/>
    <w:rsid w:val="00D03A0B"/>
    <w:rsid w:val="00D05988"/>
    <w:rsid w:val="00D062A6"/>
    <w:rsid w:val="00D06622"/>
    <w:rsid w:val="00D068B4"/>
    <w:rsid w:val="00D0692F"/>
    <w:rsid w:val="00D06E15"/>
    <w:rsid w:val="00D07628"/>
    <w:rsid w:val="00D07847"/>
    <w:rsid w:val="00D07DD0"/>
    <w:rsid w:val="00D07FE2"/>
    <w:rsid w:val="00D10579"/>
    <w:rsid w:val="00D10722"/>
    <w:rsid w:val="00D10971"/>
    <w:rsid w:val="00D10C75"/>
    <w:rsid w:val="00D11165"/>
    <w:rsid w:val="00D116F1"/>
    <w:rsid w:val="00D11712"/>
    <w:rsid w:val="00D11743"/>
    <w:rsid w:val="00D11AEB"/>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B24"/>
    <w:rsid w:val="00D24D56"/>
    <w:rsid w:val="00D24EB0"/>
    <w:rsid w:val="00D2518C"/>
    <w:rsid w:val="00D25323"/>
    <w:rsid w:val="00D2540D"/>
    <w:rsid w:val="00D25810"/>
    <w:rsid w:val="00D25987"/>
    <w:rsid w:val="00D25C4A"/>
    <w:rsid w:val="00D25D17"/>
    <w:rsid w:val="00D26447"/>
    <w:rsid w:val="00D2651C"/>
    <w:rsid w:val="00D26784"/>
    <w:rsid w:val="00D26D70"/>
    <w:rsid w:val="00D27010"/>
    <w:rsid w:val="00D27884"/>
    <w:rsid w:val="00D27BE1"/>
    <w:rsid w:val="00D27CB7"/>
    <w:rsid w:val="00D30272"/>
    <w:rsid w:val="00D305AE"/>
    <w:rsid w:val="00D308AF"/>
    <w:rsid w:val="00D30C4C"/>
    <w:rsid w:val="00D315F6"/>
    <w:rsid w:val="00D31AF9"/>
    <w:rsid w:val="00D32C92"/>
    <w:rsid w:val="00D33032"/>
    <w:rsid w:val="00D33A32"/>
    <w:rsid w:val="00D33D97"/>
    <w:rsid w:val="00D341F2"/>
    <w:rsid w:val="00D3477A"/>
    <w:rsid w:val="00D34936"/>
    <w:rsid w:val="00D34B8A"/>
    <w:rsid w:val="00D35801"/>
    <w:rsid w:val="00D35E99"/>
    <w:rsid w:val="00D3649F"/>
    <w:rsid w:val="00D3654C"/>
    <w:rsid w:val="00D3666C"/>
    <w:rsid w:val="00D36792"/>
    <w:rsid w:val="00D36B08"/>
    <w:rsid w:val="00D372B5"/>
    <w:rsid w:val="00D37EEE"/>
    <w:rsid w:val="00D37FC2"/>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C2F"/>
    <w:rsid w:val="00D466E7"/>
    <w:rsid w:val="00D46A62"/>
    <w:rsid w:val="00D46BFC"/>
    <w:rsid w:val="00D46C32"/>
    <w:rsid w:val="00D470A6"/>
    <w:rsid w:val="00D4762C"/>
    <w:rsid w:val="00D5014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8C5"/>
    <w:rsid w:val="00D578F5"/>
    <w:rsid w:val="00D57929"/>
    <w:rsid w:val="00D57D32"/>
    <w:rsid w:val="00D57F60"/>
    <w:rsid w:val="00D60799"/>
    <w:rsid w:val="00D615D4"/>
    <w:rsid w:val="00D61E03"/>
    <w:rsid w:val="00D61F3A"/>
    <w:rsid w:val="00D62060"/>
    <w:rsid w:val="00D6254E"/>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E43"/>
    <w:rsid w:val="00D7447D"/>
    <w:rsid w:val="00D7469C"/>
    <w:rsid w:val="00D7499D"/>
    <w:rsid w:val="00D74FAE"/>
    <w:rsid w:val="00D7514B"/>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2017"/>
    <w:rsid w:val="00D82254"/>
    <w:rsid w:val="00D82934"/>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F1"/>
    <w:rsid w:val="00D9104C"/>
    <w:rsid w:val="00D91329"/>
    <w:rsid w:val="00D91B67"/>
    <w:rsid w:val="00D91E94"/>
    <w:rsid w:val="00D9213D"/>
    <w:rsid w:val="00D92CDF"/>
    <w:rsid w:val="00D93110"/>
    <w:rsid w:val="00D93C76"/>
    <w:rsid w:val="00D9541A"/>
    <w:rsid w:val="00D9588D"/>
    <w:rsid w:val="00D95C6F"/>
    <w:rsid w:val="00D95D33"/>
    <w:rsid w:val="00D95EE0"/>
    <w:rsid w:val="00D95FC6"/>
    <w:rsid w:val="00D96104"/>
    <w:rsid w:val="00D96D05"/>
    <w:rsid w:val="00D9702B"/>
    <w:rsid w:val="00D97410"/>
    <w:rsid w:val="00D97E14"/>
    <w:rsid w:val="00D97FD0"/>
    <w:rsid w:val="00DA031D"/>
    <w:rsid w:val="00DA09B6"/>
    <w:rsid w:val="00DA0F41"/>
    <w:rsid w:val="00DA1046"/>
    <w:rsid w:val="00DA1159"/>
    <w:rsid w:val="00DA130F"/>
    <w:rsid w:val="00DA133D"/>
    <w:rsid w:val="00DA1969"/>
    <w:rsid w:val="00DA1F12"/>
    <w:rsid w:val="00DA1FC3"/>
    <w:rsid w:val="00DA20A1"/>
    <w:rsid w:val="00DA263A"/>
    <w:rsid w:val="00DA2B14"/>
    <w:rsid w:val="00DA2D86"/>
    <w:rsid w:val="00DA2E37"/>
    <w:rsid w:val="00DA3041"/>
    <w:rsid w:val="00DA40F5"/>
    <w:rsid w:val="00DA422A"/>
    <w:rsid w:val="00DA4439"/>
    <w:rsid w:val="00DA4DCF"/>
    <w:rsid w:val="00DA5267"/>
    <w:rsid w:val="00DA5931"/>
    <w:rsid w:val="00DA5AD0"/>
    <w:rsid w:val="00DA5B4A"/>
    <w:rsid w:val="00DA5C59"/>
    <w:rsid w:val="00DA6517"/>
    <w:rsid w:val="00DA67FA"/>
    <w:rsid w:val="00DA722B"/>
    <w:rsid w:val="00DA7291"/>
    <w:rsid w:val="00DA7D9F"/>
    <w:rsid w:val="00DB00E1"/>
    <w:rsid w:val="00DB04D9"/>
    <w:rsid w:val="00DB08A4"/>
    <w:rsid w:val="00DB0AFC"/>
    <w:rsid w:val="00DB0E30"/>
    <w:rsid w:val="00DB11AD"/>
    <w:rsid w:val="00DB12C4"/>
    <w:rsid w:val="00DB1400"/>
    <w:rsid w:val="00DB19C7"/>
    <w:rsid w:val="00DB1A88"/>
    <w:rsid w:val="00DB1B5C"/>
    <w:rsid w:val="00DB208D"/>
    <w:rsid w:val="00DB2424"/>
    <w:rsid w:val="00DB272A"/>
    <w:rsid w:val="00DB28D8"/>
    <w:rsid w:val="00DB2CFF"/>
    <w:rsid w:val="00DB2D24"/>
    <w:rsid w:val="00DB2E9C"/>
    <w:rsid w:val="00DB30D5"/>
    <w:rsid w:val="00DB3DED"/>
    <w:rsid w:val="00DB3E2E"/>
    <w:rsid w:val="00DB3E84"/>
    <w:rsid w:val="00DB579A"/>
    <w:rsid w:val="00DB58B4"/>
    <w:rsid w:val="00DB5A6D"/>
    <w:rsid w:val="00DB635D"/>
    <w:rsid w:val="00DB64F0"/>
    <w:rsid w:val="00DB6586"/>
    <w:rsid w:val="00DB6957"/>
    <w:rsid w:val="00DB6FF7"/>
    <w:rsid w:val="00DB72C6"/>
    <w:rsid w:val="00DB734F"/>
    <w:rsid w:val="00DB7C32"/>
    <w:rsid w:val="00DB7DBD"/>
    <w:rsid w:val="00DC02A0"/>
    <w:rsid w:val="00DC0576"/>
    <w:rsid w:val="00DC0599"/>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D8F"/>
    <w:rsid w:val="00DC4F7F"/>
    <w:rsid w:val="00DC51F8"/>
    <w:rsid w:val="00DC537B"/>
    <w:rsid w:val="00DC545B"/>
    <w:rsid w:val="00DC5882"/>
    <w:rsid w:val="00DC5927"/>
    <w:rsid w:val="00DC5B3F"/>
    <w:rsid w:val="00DC5BCA"/>
    <w:rsid w:val="00DC5EB2"/>
    <w:rsid w:val="00DC642E"/>
    <w:rsid w:val="00DC673A"/>
    <w:rsid w:val="00DC7000"/>
    <w:rsid w:val="00DC71A3"/>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73"/>
    <w:rsid w:val="00DD4337"/>
    <w:rsid w:val="00DD4371"/>
    <w:rsid w:val="00DD45D0"/>
    <w:rsid w:val="00DD4FE8"/>
    <w:rsid w:val="00DD5CEA"/>
    <w:rsid w:val="00DD6360"/>
    <w:rsid w:val="00DD6547"/>
    <w:rsid w:val="00DD6C54"/>
    <w:rsid w:val="00DD6D33"/>
    <w:rsid w:val="00DD6EF6"/>
    <w:rsid w:val="00DD6FA9"/>
    <w:rsid w:val="00DD714D"/>
    <w:rsid w:val="00DD720A"/>
    <w:rsid w:val="00DD757F"/>
    <w:rsid w:val="00DD78A5"/>
    <w:rsid w:val="00DE01DB"/>
    <w:rsid w:val="00DE0465"/>
    <w:rsid w:val="00DE0683"/>
    <w:rsid w:val="00DE0955"/>
    <w:rsid w:val="00DE0B3E"/>
    <w:rsid w:val="00DE0D43"/>
    <w:rsid w:val="00DE0EE1"/>
    <w:rsid w:val="00DE1221"/>
    <w:rsid w:val="00DE17D7"/>
    <w:rsid w:val="00DE206D"/>
    <w:rsid w:val="00DE2270"/>
    <w:rsid w:val="00DE25C6"/>
    <w:rsid w:val="00DE2C77"/>
    <w:rsid w:val="00DE2DBE"/>
    <w:rsid w:val="00DE325C"/>
    <w:rsid w:val="00DE35D0"/>
    <w:rsid w:val="00DE443A"/>
    <w:rsid w:val="00DE4448"/>
    <w:rsid w:val="00DE49C9"/>
    <w:rsid w:val="00DE4BC6"/>
    <w:rsid w:val="00DE5A1C"/>
    <w:rsid w:val="00DE5D10"/>
    <w:rsid w:val="00DE5F42"/>
    <w:rsid w:val="00DE6184"/>
    <w:rsid w:val="00DE738F"/>
    <w:rsid w:val="00DE7498"/>
    <w:rsid w:val="00DE7E2A"/>
    <w:rsid w:val="00DE7F65"/>
    <w:rsid w:val="00DF06AA"/>
    <w:rsid w:val="00DF0AD0"/>
    <w:rsid w:val="00DF0AFC"/>
    <w:rsid w:val="00DF0E21"/>
    <w:rsid w:val="00DF0FF0"/>
    <w:rsid w:val="00DF217D"/>
    <w:rsid w:val="00DF24BD"/>
    <w:rsid w:val="00DF25F5"/>
    <w:rsid w:val="00DF291B"/>
    <w:rsid w:val="00DF2C1B"/>
    <w:rsid w:val="00DF2F08"/>
    <w:rsid w:val="00DF2F5C"/>
    <w:rsid w:val="00DF3435"/>
    <w:rsid w:val="00DF3CA0"/>
    <w:rsid w:val="00DF429B"/>
    <w:rsid w:val="00DF45BA"/>
    <w:rsid w:val="00DF49A3"/>
    <w:rsid w:val="00DF4EA5"/>
    <w:rsid w:val="00DF4ECF"/>
    <w:rsid w:val="00DF53A5"/>
    <w:rsid w:val="00DF53B1"/>
    <w:rsid w:val="00DF54D2"/>
    <w:rsid w:val="00DF55A2"/>
    <w:rsid w:val="00DF56D8"/>
    <w:rsid w:val="00DF5E1E"/>
    <w:rsid w:val="00DF61F1"/>
    <w:rsid w:val="00DF6402"/>
    <w:rsid w:val="00DF6442"/>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EDE"/>
    <w:rsid w:val="00E05819"/>
    <w:rsid w:val="00E058E5"/>
    <w:rsid w:val="00E05F94"/>
    <w:rsid w:val="00E0653A"/>
    <w:rsid w:val="00E065B7"/>
    <w:rsid w:val="00E06D52"/>
    <w:rsid w:val="00E06F94"/>
    <w:rsid w:val="00E0778C"/>
    <w:rsid w:val="00E07A7B"/>
    <w:rsid w:val="00E07F66"/>
    <w:rsid w:val="00E10AB9"/>
    <w:rsid w:val="00E10ADF"/>
    <w:rsid w:val="00E10FCA"/>
    <w:rsid w:val="00E11875"/>
    <w:rsid w:val="00E11CBA"/>
    <w:rsid w:val="00E11DC8"/>
    <w:rsid w:val="00E1218C"/>
    <w:rsid w:val="00E12580"/>
    <w:rsid w:val="00E125ED"/>
    <w:rsid w:val="00E128A4"/>
    <w:rsid w:val="00E12AF1"/>
    <w:rsid w:val="00E12BD1"/>
    <w:rsid w:val="00E12EF8"/>
    <w:rsid w:val="00E137F1"/>
    <w:rsid w:val="00E13A3F"/>
    <w:rsid w:val="00E13B62"/>
    <w:rsid w:val="00E14435"/>
    <w:rsid w:val="00E1478D"/>
    <w:rsid w:val="00E1541F"/>
    <w:rsid w:val="00E1550C"/>
    <w:rsid w:val="00E15828"/>
    <w:rsid w:val="00E15F55"/>
    <w:rsid w:val="00E16335"/>
    <w:rsid w:val="00E16AE2"/>
    <w:rsid w:val="00E16B21"/>
    <w:rsid w:val="00E178F8"/>
    <w:rsid w:val="00E17C6A"/>
    <w:rsid w:val="00E20034"/>
    <w:rsid w:val="00E2024A"/>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447"/>
    <w:rsid w:val="00E23F09"/>
    <w:rsid w:val="00E2443F"/>
    <w:rsid w:val="00E246A3"/>
    <w:rsid w:val="00E24972"/>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409FC"/>
    <w:rsid w:val="00E40ACE"/>
    <w:rsid w:val="00E40C06"/>
    <w:rsid w:val="00E40CB8"/>
    <w:rsid w:val="00E40FCC"/>
    <w:rsid w:val="00E41395"/>
    <w:rsid w:val="00E41488"/>
    <w:rsid w:val="00E41B56"/>
    <w:rsid w:val="00E4259B"/>
    <w:rsid w:val="00E42954"/>
    <w:rsid w:val="00E42CE7"/>
    <w:rsid w:val="00E42EBE"/>
    <w:rsid w:val="00E43122"/>
    <w:rsid w:val="00E434AE"/>
    <w:rsid w:val="00E43567"/>
    <w:rsid w:val="00E438DB"/>
    <w:rsid w:val="00E43929"/>
    <w:rsid w:val="00E43EFA"/>
    <w:rsid w:val="00E44003"/>
    <w:rsid w:val="00E44F2F"/>
    <w:rsid w:val="00E44FCA"/>
    <w:rsid w:val="00E456A5"/>
    <w:rsid w:val="00E46F6A"/>
    <w:rsid w:val="00E47914"/>
    <w:rsid w:val="00E47A17"/>
    <w:rsid w:val="00E47A89"/>
    <w:rsid w:val="00E47CD0"/>
    <w:rsid w:val="00E47E0C"/>
    <w:rsid w:val="00E50440"/>
    <w:rsid w:val="00E50AF0"/>
    <w:rsid w:val="00E50E70"/>
    <w:rsid w:val="00E5130D"/>
    <w:rsid w:val="00E526C2"/>
    <w:rsid w:val="00E52716"/>
    <w:rsid w:val="00E52F86"/>
    <w:rsid w:val="00E534A4"/>
    <w:rsid w:val="00E538B2"/>
    <w:rsid w:val="00E54392"/>
    <w:rsid w:val="00E54674"/>
    <w:rsid w:val="00E5512D"/>
    <w:rsid w:val="00E55359"/>
    <w:rsid w:val="00E55419"/>
    <w:rsid w:val="00E554BB"/>
    <w:rsid w:val="00E5647A"/>
    <w:rsid w:val="00E56835"/>
    <w:rsid w:val="00E56A45"/>
    <w:rsid w:val="00E56AFE"/>
    <w:rsid w:val="00E56D43"/>
    <w:rsid w:val="00E574E5"/>
    <w:rsid w:val="00E577B1"/>
    <w:rsid w:val="00E57C77"/>
    <w:rsid w:val="00E6014D"/>
    <w:rsid w:val="00E6028B"/>
    <w:rsid w:val="00E6033E"/>
    <w:rsid w:val="00E6075F"/>
    <w:rsid w:val="00E61924"/>
    <w:rsid w:val="00E61BAF"/>
    <w:rsid w:val="00E61E68"/>
    <w:rsid w:val="00E620F8"/>
    <w:rsid w:val="00E623E3"/>
    <w:rsid w:val="00E62804"/>
    <w:rsid w:val="00E62CA6"/>
    <w:rsid w:val="00E62CE1"/>
    <w:rsid w:val="00E6306D"/>
    <w:rsid w:val="00E6373C"/>
    <w:rsid w:val="00E6389D"/>
    <w:rsid w:val="00E63C51"/>
    <w:rsid w:val="00E64241"/>
    <w:rsid w:val="00E642F6"/>
    <w:rsid w:val="00E64738"/>
    <w:rsid w:val="00E64AAB"/>
    <w:rsid w:val="00E64EF0"/>
    <w:rsid w:val="00E651CF"/>
    <w:rsid w:val="00E65E5E"/>
    <w:rsid w:val="00E65EFA"/>
    <w:rsid w:val="00E66096"/>
    <w:rsid w:val="00E66239"/>
    <w:rsid w:val="00E66513"/>
    <w:rsid w:val="00E6732A"/>
    <w:rsid w:val="00E6751B"/>
    <w:rsid w:val="00E67583"/>
    <w:rsid w:val="00E676BC"/>
    <w:rsid w:val="00E7086D"/>
    <w:rsid w:val="00E709C4"/>
    <w:rsid w:val="00E71138"/>
    <w:rsid w:val="00E71139"/>
    <w:rsid w:val="00E7117B"/>
    <w:rsid w:val="00E71924"/>
    <w:rsid w:val="00E72096"/>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94A"/>
    <w:rsid w:val="00E7602E"/>
    <w:rsid w:val="00E762AB"/>
    <w:rsid w:val="00E764B6"/>
    <w:rsid w:val="00E7676B"/>
    <w:rsid w:val="00E76D9F"/>
    <w:rsid w:val="00E76DD2"/>
    <w:rsid w:val="00E76ED4"/>
    <w:rsid w:val="00E7760C"/>
    <w:rsid w:val="00E77740"/>
    <w:rsid w:val="00E77F24"/>
    <w:rsid w:val="00E80613"/>
    <w:rsid w:val="00E81295"/>
    <w:rsid w:val="00E81355"/>
    <w:rsid w:val="00E81A9B"/>
    <w:rsid w:val="00E81AF1"/>
    <w:rsid w:val="00E8332D"/>
    <w:rsid w:val="00E83CD5"/>
    <w:rsid w:val="00E8419C"/>
    <w:rsid w:val="00E84457"/>
    <w:rsid w:val="00E84A50"/>
    <w:rsid w:val="00E84C72"/>
    <w:rsid w:val="00E84D96"/>
    <w:rsid w:val="00E84FAA"/>
    <w:rsid w:val="00E84FED"/>
    <w:rsid w:val="00E859F7"/>
    <w:rsid w:val="00E85D63"/>
    <w:rsid w:val="00E85E9E"/>
    <w:rsid w:val="00E86122"/>
    <w:rsid w:val="00E86264"/>
    <w:rsid w:val="00E8629A"/>
    <w:rsid w:val="00E86386"/>
    <w:rsid w:val="00E86C3D"/>
    <w:rsid w:val="00E86DAA"/>
    <w:rsid w:val="00E873DE"/>
    <w:rsid w:val="00E87A89"/>
    <w:rsid w:val="00E87C0B"/>
    <w:rsid w:val="00E87E60"/>
    <w:rsid w:val="00E90664"/>
    <w:rsid w:val="00E9091F"/>
    <w:rsid w:val="00E90CB3"/>
    <w:rsid w:val="00E917C4"/>
    <w:rsid w:val="00E918FC"/>
    <w:rsid w:val="00E91EF5"/>
    <w:rsid w:val="00E91F36"/>
    <w:rsid w:val="00E91F99"/>
    <w:rsid w:val="00E925FD"/>
    <w:rsid w:val="00E93AB8"/>
    <w:rsid w:val="00E94696"/>
    <w:rsid w:val="00E95636"/>
    <w:rsid w:val="00E95929"/>
    <w:rsid w:val="00E95944"/>
    <w:rsid w:val="00E95FF0"/>
    <w:rsid w:val="00E96067"/>
    <w:rsid w:val="00E96B8B"/>
    <w:rsid w:val="00E96F05"/>
    <w:rsid w:val="00E972FD"/>
    <w:rsid w:val="00E977AE"/>
    <w:rsid w:val="00E978D9"/>
    <w:rsid w:val="00E97A55"/>
    <w:rsid w:val="00EA031B"/>
    <w:rsid w:val="00EA045B"/>
    <w:rsid w:val="00EA0831"/>
    <w:rsid w:val="00EA09C2"/>
    <w:rsid w:val="00EA0CBE"/>
    <w:rsid w:val="00EA146D"/>
    <w:rsid w:val="00EA1CC7"/>
    <w:rsid w:val="00EA2C5B"/>
    <w:rsid w:val="00EA340E"/>
    <w:rsid w:val="00EA3415"/>
    <w:rsid w:val="00EA3B1F"/>
    <w:rsid w:val="00EA3BFF"/>
    <w:rsid w:val="00EA44AD"/>
    <w:rsid w:val="00EA69DC"/>
    <w:rsid w:val="00EA6D0B"/>
    <w:rsid w:val="00EA7422"/>
    <w:rsid w:val="00EA7DCC"/>
    <w:rsid w:val="00EA7DFA"/>
    <w:rsid w:val="00EB0096"/>
    <w:rsid w:val="00EB0297"/>
    <w:rsid w:val="00EB0853"/>
    <w:rsid w:val="00EB137F"/>
    <w:rsid w:val="00EB154B"/>
    <w:rsid w:val="00EB1640"/>
    <w:rsid w:val="00EB1AB9"/>
    <w:rsid w:val="00EB1CC0"/>
    <w:rsid w:val="00EB2E0F"/>
    <w:rsid w:val="00EB3086"/>
    <w:rsid w:val="00EB3650"/>
    <w:rsid w:val="00EB3CC2"/>
    <w:rsid w:val="00EB3CFC"/>
    <w:rsid w:val="00EB40B0"/>
    <w:rsid w:val="00EB4175"/>
    <w:rsid w:val="00EB4846"/>
    <w:rsid w:val="00EB4BD0"/>
    <w:rsid w:val="00EB5433"/>
    <w:rsid w:val="00EB55D0"/>
    <w:rsid w:val="00EB5646"/>
    <w:rsid w:val="00EB5ADB"/>
    <w:rsid w:val="00EB68C2"/>
    <w:rsid w:val="00EB6B76"/>
    <w:rsid w:val="00EB7011"/>
    <w:rsid w:val="00EB72CC"/>
    <w:rsid w:val="00EB74A9"/>
    <w:rsid w:val="00EB786C"/>
    <w:rsid w:val="00EB79AA"/>
    <w:rsid w:val="00EB7B8D"/>
    <w:rsid w:val="00EC0345"/>
    <w:rsid w:val="00EC0687"/>
    <w:rsid w:val="00EC0C5D"/>
    <w:rsid w:val="00EC0F78"/>
    <w:rsid w:val="00EC1248"/>
    <w:rsid w:val="00EC18B3"/>
    <w:rsid w:val="00EC1A32"/>
    <w:rsid w:val="00EC1A39"/>
    <w:rsid w:val="00EC1AA2"/>
    <w:rsid w:val="00EC1D66"/>
    <w:rsid w:val="00EC255C"/>
    <w:rsid w:val="00EC26C2"/>
    <w:rsid w:val="00EC2B9D"/>
    <w:rsid w:val="00EC2FCE"/>
    <w:rsid w:val="00EC3383"/>
    <w:rsid w:val="00EC3534"/>
    <w:rsid w:val="00EC35DF"/>
    <w:rsid w:val="00EC38C8"/>
    <w:rsid w:val="00EC3E88"/>
    <w:rsid w:val="00EC4046"/>
    <w:rsid w:val="00EC46E7"/>
    <w:rsid w:val="00EC58EC"/>
    <w:rsid w:val="00EC5C01"/>
    <w:rsid w:val="00EC7211"/>
    <w:rsid w:val="00EC7469"/>
    <w:rsid w:val="00EC775E"/>
    <w:rsid w:val="00EC7D45"/>
    <w:rsid w:val="00ED0261"/>
    <w:rsid w:val="00ED02D1"/>
    <w:rsid w:val="00ED06F1"/>
    <w:rsid w:val="00ED0C0F"/>
    <w:rsid w:val="00ED16C2"/>
    <w:rsid w:val="00ED1C09"/>
    <w:rsid w:val="00ED1D1B"/>
    <w:rsid w:val="00ED1FB2"/>
    <w:rsid w:val="00ED25BA"/>
    <w:rsid w:val="00ED2D19"/>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BF"/>
    <w:rsid w:val="00ED6415"/>
    <w:rsid w:val="00ED6DC2"/>
    <w:rsid w:val="00ED75B3"/>
    <w:rsid w:val="00ED7658"/>
    <w:rsid w:val="00ED7804"/>
    <w:rsid w:val="00ED7E45"/>
    <w:rsid w:val="00ED7F58"/>
    <w:rsid w:val="00EE05E0"/>
    <w:rsid w:val="00EE182C"/>
    <w:rsid w:val="00EE1C69"/>
    <w:rsid w:val="00EE260F"/>
    <w:rsid w:val="00EE28FB"/>
    <w:rsid w:val="00EE3045"/>
    <w:rsid w:val="00EE30D8"/>
    <w:rsid w:val="00EE3192"/>
    <w:rsid w:val="00EE3BBA"/>
    <w:rsid w:val="00EE41CF"/>
    <w:rsid w:val="00EE436A"/>
    <w:rsid w:val="00EE44CD"/>
    <w:rsid w:val="00EE4E65"/>
    <w:rsid w:val="00EE4F1D"/>
    <w:rsid w:val="00EE50FA"/>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B0"/>
    <w:rsid w:val="00EF1956"/>
    <w:rsid w:val="00EF20FE"/>
    <w:rsid w:val="00EF227C"/>
    <w:rsid w:val="00EF248D"/>
    <w:rsid w:val="00EF2659"/>
    <w:rsid w:val="00EF297D"/>
    <w:rsid w:val="00EF2B3E"/>
    <w:rsid w:val="00EF2CED"/>
    <w:rsid w:val="00EF2E03"/>
    <w:rsid w:val="00EF2F93"/>
    <w:rsid w:val="00EF35D5"/>
    <w:rsid w:val="00EF42B6"/>
    <w:rsid w:val="00EF46EE"/>
    <w:rsid w:val="00EF47AC"/>
    <w:rsid w:val="00EF49F8"/>
    <w:rsid w:val="00EF532B"/>
    <w:rsid w:val="00EF554C"/>
    <w:rsid w:val="00EF5E36"/>
    <w:rsid w:val="00EF6505"/>
    <w:rsid w:val="00EF68E4"/>
    <w:rsid w:val="00EF77C6"/>
    <w:rsid w:val="00EF7A6F"/>
    <w:rsid w:val="00F0063F"/>
    <w:rsid w:val="00F006E7"/>
    <w:rsid w:val="00F008E0"/>
    <w:rsid w:val="00F00AC2"/>
    <w:rsid w:val="00F00B47"/>
    <w:rsid w:val="00F00C58"/>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821"/>
    <w:rsid w:val="00F05333"/>
    <w:rsid w:val="00F0549B"/>
    <w:rsid w:val="00F054F9"/>
    <w:rsid w:val="00F0596E"/>
    <w:rsid w:val="00F066EF"/>
    <w:rsid w:val="00F06873"/>
    <w:rsid w:val="00F06939"/>
    <w:rsid w:val="00F06BAC"/>
    <w:rsid w:val="00F06E8A"/>
    <w:rsid w:val="00F070E5"/>
    <w:rsid w:val="00F0789A"/>
    <w:rsid w:val="00F078C4"/>
    <w:rsid w:val="00F100A8"/>
    <w:rsid w:val="00F10EA5"/>
    <w:rsid w:val="00F11853"/>
    <w:rsid w:val="00F11C64"/>
    <w:rsid w:val="00F11F40"/>
    <w:rsid w:val="00F11FD0"/>
    <w:rsid w:val="00F1242F"/>
    <w:rsid w:val="00F1261D"/>
    <w:rsid w:val="00F13EA4"/>
    <w:rsid w:val="00F1517E"/>
    <w:rsid w:val="00F160AE"/>
    <w:rsid w:val="00F163C4"/>
    <w:rsid w:val="00F16678"/>
    <w:rsid w:val="00F1682B"/>
    <w:rsid w:val="00F16B91"/>
    <w:rsid w:val="00F17A9B"/>
    <w:rsid w:val="00F17BC6"/>
    <w:rsid w:val="00F17ECC"/>
    <w:rsid w:val="00F17F06"/>
    <w:rsid w:val="00F20109"/>
    <w:rsid w:val="00F204FD"/>
    <w:rsid w:val="00F20511"/>
    <w:rsid w:val="00F20628"/>
    <w:rsid w:val="00F20812"/>
    <w:rsid w:val="00F20C0E"/>
    <w:rsid w:val="00F21B68"/>
    <w:rsid w:val="00F220FB"/>
    <w:rsid w:val="00F2251C"/>
    <w:rsid w:val="00F22A79"/>
    <w:rsid w:val="00F22DD8"/>
    <w:rsid w:val="00F237F6"/>
    <w:rsid w:val="00F23AF5"/>
    <w:rsid w:val="00F23CEE"/>
    <w:rsid w:val="00F24C3A"/>
    <w:rsid w:val="00F25968"/>
    <w:rsid w:val="00F25DD7"/>
    <w:rsid w:val="00F260AC"/>
    <w:rsid w:val="00F26388"/>
    <w:rsid w:val="00F265A0"/>
    <w:rsid w:val="00F27E03"/>
    <w:rsid w:val="00F3003F"/>
    <w:rsid w:val="00F3038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835"/>
    <w:rsid w:val="00F3689B"/>
    <w:rsid w:val="00F376E3"/>
    <w:rsid w:val="00F379F1"/>
    <w:rsid w:val="00F37B29"/>
    <w:rsid w:val="00F402C7"/>
    <w:rsid w:val="00F40732"/>
    <w:rsid w:val="00F40C60"/>
    <w:rsid w:val="00F41254"/>
    <w:rsid w:val="00F4165A"/>
    <w:rsid w:val="00F41E90"/>
    <w:rsid w:val="00F4238E"/>
    <w:rsid w:val="00F427A1"/>
    <w:rsid w:val="00F427E1"/>
    <w:rsid w:val="00F428BF"/>
    <w:rsid w:val="00F42D1D"/>
    <w:rsid w:val="00F43195"/>
    <w:rsid w:val="00F434CE"/>
    <w:rsid w:val="00F43554"/>
    <w:rsid w:val="00F4366E"/>
    <w:rsid w:val="00F436BF"/>
    <w:rsid w:val="00F4372E"/>
    <w:rsid w:val="00F44217"/>
    <w:rsid w:val="00F4450B"/>
    <w:rsid w:val="00F44584"/>
    <w:rsid w:val="00F45C0C"/>
    <w:rsid w:val="00F45F9C"/>
    <w:rsid w:val="00F4600E"/>
    <w:rsid w:val="00F47B99"/>
    <w:rsid w:val="00F5026B"/>
    <w:rsid w:val="00F50A0C"/>
    <w:rsid w:val="00F50C41"/>
    <w:rsid w:val="00F50F0A"/>
    <w:rsid w:val="00F5113F"/>
    <w:rsid w:val="00F512A4"/>
    <w:rsid w:val="00F51F00"/>
    <w:rsid w:val="00F525EF"/>
    <w:rsid w:val="00F52EDE"/>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2510"/>
    <w:rsid w:val="00F633A4"/>
    <w:rsid w:val="00F638A5"/>
    <w:rsid w:val="00F6392C"/>
    <w:rsid w:val="00F63AF8"/>
    <w:rsid w:val="00F64810"/>
    <w:rsid w:val="00F64894"/>
    <w:rsid w:val="00F648EB"/>
    <w:rsid w:val="00F64905"/>
    <w:rsid w:val="00F64DB9"/>
    <w:rsid w:val="00F64E38"/>
    <w:rsid w:val="00F6672B"/>
    <w:rsid w:val="00F66AD2"/>
    <w:rsid w:val="00F67BDF"/>
    <w:rsid w:val="00F7060D"/>
    <w:rsid w:val="00F70809"/>
    <w:rsid w:val="00F70D8B"/>
    <w:rsid w:val="00F70EDE"/>
    <w:rsid w:val="00F71105"/>
    <w:rsid w:val="00F71558"/>
    <w:rsid w:val="00F715FC"/>
    <w:rsid w:val="00F71859"/>
    <w:rsid w:val="00F72107"/>
    <w:rsid w:val="00F7225A"/>
    <w:rsid w:val="00F73A37"/>
    <w:rsid w:val="00F73AEF"/>
    <w:rsid w:val="00F73DBE"/>
    <w:rsid w:val="00F73F2D"/>
    <w:rsid w:val="00F74532"/>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A0A"/>
    <w:rsid w:val="00F80EC0"/>
    <w:rsid w:val="00F81124"/>
    <w:rsid w:val="00F8175B"/>
    <w:rsid w:val="00F81BD7"/>
    <w:rsid w:val="00F8245E"/>
    <w:rsid w:val="00F8276E"/>
    <w:rsid w:val="00F82A57"/>
    <w:rsid w:val="00F82E85"/>
    <w:rsid w:val="00F82F27"/>
    <w:rsid w:val="00F83103"/>
    <w:rsid w:val="00F832F5"/>
    <w:rsid w:val="00F83712"/>
    <w:rsid w:val="00F83783"/>
    <w:rsid w:val="00F8396D"/>
    <w:rsid w:val="00F83A2C"/>
    <w:rsid w:val="00F83E9D"/>
    <w:rsid w:val="00F84164"/>
    <w:rsid w:val="00F84C9E"/>
    <w:rsid w:val="00F85EB8"/>
    <w:rsid w:val="00F861A0"/>
    <w:rsid w:val="00F868B7"/>
    <w:rsid w:val="00F86C5B"/>
    <w:rsid w:val="00F873F7"/>
    <w:rsid w:val="00F87464"/>
    <w:rsid w:val="00F87B8C"/>
    <w:rsid w:val="00F87EC0"/>
    <w:rsid w:val="00F902B1"/>
    <w:rsid w:val="00F90961"/>
    <w:rsid w:val="00F909AF"/>
    <w:rsid w:val="00F911EA"/>
    <w:rsid w:val="00F91F71"/>
    <w:rsid w:val="00F92638"/>
    <w:rsid w:val="00F92A72"/>
    <w:rsid w:val="00F92B22"/>
    <w:rsid w:val="00F92DF5"/>
    <w:rsid w:val="00F93314"/>
    <w:rsid w:val="00F934CF"/>
    <w:rsid w:val="00F93C39"/>
    <w:rsid w:val="00F94329"/>
    <w:rsid w:val="00F947E8"/>
    <w:rsid w:val="00F948D2"/>
    <w:rsid w:val="00F94A7F"/>
    <w:rsid w:val="00F94BDC"/>
    <w:rsid w:val="00F9536A"/>
    <w:rsid w:val="00F9556C"/>
    <w:rsid w:val="00F95A12"/>
    <w:rsid w:val="00F95D68"/>
    <w:rsid w:val="00F962E0"/>
    <w:rsid w:val="00F965A7"/>
    <w:rsid w:val="00F96A78"/>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807"/>
    <w:rsid w:val="00FA485F"/>
    <w:rsid w:val="00FA4F8C"/>
    <w:rsid w:val="00FA52A9"/>
    <w:rsid w:val="00FA5484"/>
    <w:rsid w:val="00FA57F6"/>
    <w:rsid w:val="00FA5AF1"/>
    <w:rsid w:val="00FA5FE6"/>
    <w:rsid w:val="00FA6127"/>
    <w:rsid w:val="00FA6172"/>
    <w:rsid w:val="00FA6655"/>
    <w:rsid w:val="00FA70E0"/>
    <w:rsid w:val="00FA73EB"/>
    <w:rsid w:val="00FA7580"/>
    <w:rsid w:val="00FA764D"/>
    <w:rsid w:val="00FB00F4"/>
    <w:rsid w:val="00FB02DE"/>
    <w:rsid w:val="00FB150B"/>
    <w:rsid w:val="00FB17F4"/>
    <w:rsid w:val="00FB1B26"/>
    <w:rsid w:val="00FB1C9C"/>
    <w:rsid w:val="00FB1D56"/>
    <w:rsid w:val="00FB246E"/>
    <w:rsid w:val="00FB2992"/>
    <w:rsid w:val="00FB2A26"/>
    <w:rsid w:val="00FB3091"/>
    <w:rsid w:val="00FB315F"/>
    <w:rsid w:val="00FB3369"/>
    <w:rsid w:val="00FB3782"/>
    <w:rsid w:val="00FB3935"/>
    <w:rsid w:val="00FB3EBB"/>
    <w:rsid w:val="00FB4074"/>
    <w:rsid w:val="00FB463A"/>
    <w:rsid w:val="00FB4DC7"/>
    <w:rsid w:val="00FB548D"/>
    <w:rsid w:val="00FB55B4"/>
    <w:rsid w:val="00FB58DA"/>
    <w:rsid w:val="00FB612A"/>
    <w:rsid w:val="00FB621A"/>
    <w:rsid w:val="00FB623E"/>
    <w:rsid w:val="00FB68E3"/>
    <w:rsid w:val="00FB68FB"/>
    <w:rsid w:val="00FB707C"/>
    <w:rsid w:val="00FB70A1"/>
    <w:rsid w:val="00FB76EF"/>
    <w:rsid w:val="00FB7CFB"/>
    <w:rsid w:val="00FB7DC1"/>
    <w:rsid w:val="00FC002F"/>
    <w:rsid w:val="00FC068B"/>
    <w:rsid w:val="00FC0CAC"/>
    <w:rsid w:val="00FC1A96"/>
    <w:rsid w:val="00FC2043"/>
    <w:rsid w:val="00FC2050"/>
    <w:rsid w:val="00FC26C4"/>
    <w:rsid w:val="00FC300B"/>
    <w:rsid w:val="00FC38D1"/>
    <w:rsid w:val="00FC39D3"/>
    <w:rsid w:val="00FC3F25"/>
    <w:rsid w:val="00FC415C"/>
    <w:rsid w:val="00FC4F42"/>
    <w:rsid w:val="00FC5D18"/>
    <w:rsid w:val="00FC6E1B"/>
    <w:rsid w:val="00FC7592"/>
    <w:rsid w:val="00FD04E0"/>
    <w:rsid w:val="00FD07D9"/>
    <w:rsid w:val="00FD0A01"/>
    <w:rsid w:val="00FD0A02"/>
    <w:rsid w:val="00FD0A11"/>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3C2E"/>
    <w:rsid w:val="00FE4334"/>
    <w:rsid w:val="00FE4844"/>
    <w:rsid w:val="00FE4BE1"/>
    <w:rsid w:val="00FE5BD3"/>
    <w:rsid w:val="00FE5CBB"/>
    <w:rsid w:val="00FE5E30"/>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14F4"/>
    <w:rsid w:val="00FF1852"/>
    <w:rsid w:val="00FF19C7"/>
    <w:rsid w:val="00FF237D"/>
    <w:rsid w:val="00FF3154"/>
    <w:rsid w:val="00FF3170"/>
    <w:rsid w:val="00FF3D6B"/>
    <w:rsid w:val="00FF3FE5"/>
    <w:rsid w:val="00FF4007"/>
    <w:rsid w:val="00FF4152"/>
    <w:rsid w:val="00FF4FC5"/>
    <w:rsid w:val="00FF5115"/>
    <w:rsid w:val="00FF5764"/>
    <w:rsid w:val="00FF5975"/>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95CD7-247C-4E2F-9A3A-5347B638B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8292</TotalTime>
  <Pages>27</Pages>
  <Words>3206</Words>
  <Characters>18275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A5</cp:lastModifiedBy>
  <cp:revision>6482</cp:revision>
  <cp:lastPrinted>2016-01-12T07:33:00Z</cp:lastPrinted>
  <dcterms:created xsi:type="dcterms:W3CDTF">2014-11-05T09:21:00Z</dcterms:created>
  <dcterms:modified xsi:type="dcterms:W3CDTF">2016-02-02T08:12:00Z</dcterms:modified>
</cp:coreProperties>
</file>